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88" w:rsidRDefault="00557788" w:rsidP="00557788">
      <w:r>
        <w:rPr>
          <w:noProof/>
        </w:rPr>
        <w:drawing>
          <wp:inline distT="0" distB="0" distL="0" distR="0" wp14:anchorId="1EB1BD0C" wp14:editId="23AE30A1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7788">
        <w:t xml:space="preserve"> </w:t>
      </w:r>
      <w:r>
        <w:t>Elemental Composition Report</w:t>
      </w:r>
    </w:p>
    <w:p w:rsidR="00557788" w:rsidRDefault="00557788" w:rsidP="00557788"/>
    <w:p w:rsidR="00557788" w:rsidRDefault="00557788" w:rsidP="00557788">
      <w:r>
        <w:t>Single Mass Analysis</w:t>
      </w:r>
    </w:p>
    <w:p w:rsidR="00557788" w:rsidRDefault="00557788" w:rsidP="00557788">
      <w:r>
        <w:t>Tolerance = 10.0 PPM   /   DBE: min = -1.5, max = 100.0</w:t>
      </w:r>
    </w:p>
    <w:p w:rsidR="00557788" w:rsidRDefault="00557788" w:rsidP="00557788">
      <w:r>
        <w:t xml:space="preserve">Element prediction: Off </w:t>
      </w:r>
    </w:p>
    <w:p w:rsidR="00557788" w:rsidRDefault="00557788" w:rsidP="00557788">
      <w:r>
        <w:t>Number of isotope peaks used for i-FIT = 3</w:t>
      </w:r>
    </w:p>
    <w:p w:rsidR="00557788" w:rsidRDefault="00557788" w:rsidP="00557788"/>
    <w:p w:rsidR="00557788" w:rsidRDefault="00557788" w:rsidP="00557788">
      <w:r>
        <w:t>Monoisotopic Mass, Even Electron Ions</w:t>
      </w:r>
    </w:p>
    <w:p w:rsidR="00557788" w:rsidRDefault="00557788" w:rsidP="00557788">
      <w:r>
        <w:t>232 formula(e) evaluated with 1 results within limits (all results (up to 1000) for each mass)</w:t>
      </w:r>
    </w:p>
    <w:p w:rsidR="00557788" w:rsidRDefault="00557788" w:rsidP="00557788">
      <w:r>
        <w:t>Elements Used:</w:t>
      </w:r>
    </w:p>
    <w:p w:rsidR="00557788" w:rsidRDefault="00557788" w:rsidP="00557788">
      <w:r>
        <w:t xml:space="preserve">C: 15-15    H: 0-200    N: 0-10    O: 0-15    Na: 0-1    S: 1-1    </w:t>
      </w:r>
    </w:p>
    <w:p w:rsidR="00557788" w:rsidRDefault="00557788" w:rsidP="0055778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57788" w:rsidRDefault="00557788" w:rsidP="0055778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557788" w:rsidRDefault="00557788" w:rsidP="00557788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595483" w:rsidRDefault="00557788" w:rsidP="00557788">
      <w:r>
        <w:t xml:space="preserve">276.1049   </w:t>
      </w:r>
      <w:r>
        <w:tab/>
        <w:t xml:space="preserve">276.1058       </w:t>
      </w:r>
      <w:r>
        <w:tab/>
        <w:t xml:space="preserve">-0.9     </w:t>
      </w:r>
      <w:r>
        <w:tab/>
        <w:t xml:space="preserve">-3.3     </w:t>
      </w:r>
      <w:r>
        <w:tab/>
        <w:t xml:space="preserve">7.5      </w:t>
      </w:r>
      <w:r>
        <w:tab/>
        <w:t xml:space="preserve">374.6      </w:t>
      </w:r>
      <w:r>
        <w:tab/>
        <w:t xml:space="preserve">0.0          </w:t>
      </w:r>
      <w:r>
        <w:tab/>
        <w:t>C15  H18  N  O2  S</w:t>
      </w:r>
    </w:p>
    <w:p w:rsidR="00557788" w:rsidRDefault="00557788" w:rsidP="00557788"/>
    <w:p w:rsidR="00557788" w:rsidRDefault="00557788" w:rsidP="00557788">
      <w:r>
        <w:t>REPORT MASSES AS +/-5mDa, referenced against</w:t>
      </w:r>
    </w:p>
    <w:p w:rsidR="00557788" w:rsidRDefault="00557788" w:rsidP="00557788">
      <w:r>
        <w:t xml:space="preserve"> Leucine Enkephalin @ 557.2802 (M+H, C13 isotope) and 556.2771 (M+H, C12 isotope) positive mode, 555.2645 (M-H, C13) and 554.2615 (M-H, C12) negative mode.</w:t>
      </w:r>
    </w:p>
    <w:p w:rsidR="00557788" w:rsidRDefault="00557788" w:rsidP="00557788">
      <w:r>
        <w:t>or Sulfadimethoxine @312.0840 (M+H, C13) and 311.0814 (M+H, C12) positive mode, 310.0684 (M-H, C13) and 309.0658 (M-H, C12) negative mode.</w:t>
      </w:r>
    </w:p>
    <w:p w:rsidR="00557788" w:rsidRDefault="00557788" w:rsidP="00557788">
      <w:r>
        <w:t>This software version MassLynx 4.1 is calibrated ignoring the electron in all cases.</w:t>
      </w:r>
    </w:p>
    <w:p w:rsidR="00557788" w:rsidRDefault="00557788" w:rsidP="00557788">
      <w:pPr>
        <w:tabs>
          <w:tab w:val="left" w:pos="6195"/>
        </w:tabs>
      </w:pPr>
      <w:r>
        <w:lastRenderedPageBreak/>
        <w:tab/>
      </w:r>
    </w:p>
    <w:p w:rsidR="00557788" w:rsidRPr="00044EB7" w:rsidRDefault="00557788" w:rsidP="00557788"/>
    <w:p w:rsidR="00557788" w:rsidRPr="00195477" w:rsidRDefault="00557788" w:rsidP="00557788"/>
    <w:p w:rsidR="00557788" w:rsidRDefault="00557788" w:rsidP="00557788">
      <w:r>
        <w:t>155.7133</w:t>
      </w:r>
      <w:r>
        <w:tab/>
        <w:t>1.266e-2</w:t>
      </w:r>
    </w:p>
    <w:p w:rsidR="00557788" w:rsidRDefault="00557788" w:rsidP="00557788">
      <w:r>
        <w:t>155.7164</w:t>
      </w:r>
      <w:r>
        <w:tab/>
        <w:t>1.013e0</w:t>
      </w:r>
    </w:p>
    <w:p w:rsidR="00557788" w:rsidRDefault="00557788" w:rsidP="00557788">
      <w:r>
        <w:t>155.7228</w:t>
      </w:r>
      <w:r>
        <w:tab/>
        <w:t>1.266e-2</w:t>
      </w:r>
    </w:p>
    <w:p w:rsidR="00557788" w:rsidRDefault="00557788" w:rsidP="00557788">
      <w:r>
        <w:t>155.7347</w:t>
      </w:r>
      <w:r>
        <w:tab/>
        <w:t>2.532e-2</w:t>
      </w:r>
    </w:p>
    <w:p w:rsidR="00557788" w:rsidRDefault="00557788" w:rsidP="00557788">
      <w:r>
        <w:t>155.7422</w:t>
      </w:r>
      <w:r>
        <w:tab/>
        <w:t>3.038e0</w:t>
      </w:r>
    </w:p>
    <w:p w:rsidR="00557788" w:rsidRDefault="00557788" w:rsidP="00557788">
      <w:r>
        <w:t>155.7499</w:t>
      </w:r>
      <w:r>
        <w:tab/>
        <w:t>1.266e-2</w:t>
      </w:r>
    </w:p>
    <w:p w:rsidR="00557788" w:rsidRDefault="00557788" w:rsidP="00557788">
      <w:r>
        <w:t>155.7583</w:t>
      </w:r>
      <w:r>
        <w:tab/>
        <w:t>2.025e0</w:t>
      </w:r>
    </w:p>
    <w:p w:rsidR="00557788" w:rsidRDefault="00557788" w:rsidP="00557788">
      <w:r>
        <w:t>155.7632</w:t>
      </w:r>
      <w:r>
        <w:tab/>
        <w:t>1.266e-2</w:t>
      </w:r>
    </w:p>
    <w:p w:rsidR="00557788" w:rsidRDefault="00557788" w:rsidP="00557788">
      <w:r>
        <w:t>155.7663</w:t>
      </w:r>
      <w:r>
        <w:tab/>
        <w:t>2.025e0</w:t>
      </w:r>
    </w:p>
    <w:p w:rsidR="00557788" w:rsidRDefault="00557788" w:rsidP="00557788">
      <w:r>
        <w:t>155.7729</w:t>
      </w:r>
      <w:r>
        <w:tab/>
        <w:t>3.038e0</w:t>
      </w:r>
    </w:p>
    <w:p w:rsidR="00557788" w:rsidRDefault="00557788" w:rsidP="00557788">
      <w:r>
        <w:t>155.7895</w:t>
      </w:r>
      <w:r>
        <w:tab/>
        <w:t>3.038e0</w:t>
      </w:r>
    </w:p>
    <w:p w:rsidR="00557788" w:rsidRDefault="00557788" w:rsidP="00557788">
      <w:r>
        <w:t>155.7962</w:t>
      </w:r>
      <w:r>
        <w:tab/>
        <w:t>4.051e0</w:t>
      </w:r>
    </w:p>
    <w:p w:rsidR="00557788" w:rsidRDefault="00557788" w:rsidP="00557788">
      <w:r>
        <w:t>155.7996</w:t>
      </w:r>
      <w:r>
        <w:tab/>
        <w:t>1.013e0</w:t>
      </w:r>
    </w:p>
    <w:p w:rsidR="00557788" w:rsidRDefault="00557788" w:rsidP="00557788">
      <w:r>
        <w:t>155.8194</w:t>
      </w:r>
      <w:r>
        <w:tab/>
        <w:t>2.532e-2</w:t>
      </w:r>
    </w:p>
    <w:p w:rsidR="00557788" w:rsidRDefault="00557788" w:rsidP="00557788">
      <w:r>
        <w:t>155.8207</w:t>
      </w:r>
      <w:r>
        <w:tab/>
        <w:t>2.025e0</w:t>
      </w:r>
    </w:p>
    <w:p w:rsidR="00557788" w:rsidRDefault="00557788" w:rsidP="00557788">
      <w:r>
        <w:t>155.8225</w:t>
      </w:r>
      <w:r>
        <w:tab/>
        <w:t>1.013e0</w:t>
      </w:r>
    </w:p>
    <w:p w:rsidR="00557788" w:rsidRDefault="00557788" w:rsidP="00557788">
      <w:r>
        <w:lastRenderedPageBreak/>
        <w:t>155.8451</w:t>
      </w:r>
      <w:r>
        <w:tab/>
        <w:t>5.063e0</w:t>
      </w:r>
    </w:p>
    <w:p w:rsidR="00557788" w:rsidRDefault="00557788" w:rsidP="00557788">
      <w:r>
        <w:t>155.8488</w:t>
      </w:r>
      <w:r>
        <w:tab/>
        <w:t>5.063e0</w:t>
      </w:r>
    </w:p>
    <w:p w:rsidR="00557788" w:rsidRDefault="00557788" w:rsidP="00557788">
      <w:r>
        <w:t>155.8632</w:t>
      </w:r>
      <w:r>
        <w:tab/>
        <w:t>3.038e0</w:t>
      </w:r>
    </w:p>
    <w:p w:rsidR="00557788" w:rsidRDefault="00557788" w:rsidP="00557788">
      <w:r>
        <w:t>155.8648</w:t>
      </w:r>
      <w:r>
        <w:tab/>
        <w:t>2.025e0</w:t>
      </w:r>
    </w:p>
    <w:p w:rsidR="00557788" w:rsidRDefault="00557788" w:rsidP="00557788">
      <w:r>
        <w:t>155.8821</w:t>
      </w:r>
      <w:r>
        <w:tab/>
        <w:t>1.025e0</w:t>
      </w:r>
    </w:p>
    <w:p w:rsidR="00557788" w:rsidRDefault="00557788" w:rsidP="00557788">
      <w:r>
        <w:t>155.8889</w:t>
      </w:r>
      <w:r>
        <w:tab/>
        <w:t>1.013e0</w:t>
      </w:r>
    </w:p>
    <w:p w:rsidR="00557788" w:rsidRDefault="00557788" w:rsidP="00557788">
      <w:r>
        <w:t>155.8923</w:t>
      </w:r>
      <w:r>
        <w:tab/>
        <w:t>2.532e-2</w:t>
      </w:r>
    </w:p>
    <w:p w:rsidR="00557788" w:rsidRDefault="00557788" w:rsidP="00557788">
      <w:r>
        <w:t>155.8990</w:t>
      </w:r>
      <w:r>
        <w:tab/>
        <w:t>1.025e0</w:t>
      </w:r>
    </w:p>
    <w:p w:rsidR="00557788" w:rsidRDefault="00557788" w:rsidP="00557788">
      <w:r>
        <w:t>155.9041</w:t>
      </w:r>
      <w:r>
        <w:tab/>
        <w:t>2.025e0</w:t>
      </w:r>
    </w:p>
    <w:p w:rsidR="00557788" w:rsidRDefault="00557788" w:rsidP="00557788">
      <w:r>
        <w:t>155.9058</w:t>
      </w:r>
      <w:r>
        <w:tab/>
        <w:t>2.025e0</w:t>
      </w:r>
    </w:p>
    <w:p w:rsidR="00557788" w:rsidRDefault="00557788" w:rsidP="00557788">
      <w:r>
        <w:t>155.9126</w:t>
      </w:r>
      <w:r>
        <w:tab/>
        <w:t>2.025e0</w:t>
      </w:r>
    </w:p>
    <w:p w:rsidR="00557788" w:rsidRDefault="00557788" w:rsidP="00557788">
      <w:r>
        <w:t>155.9160</w:t>
      </w:r>
      <w:r>
        <w:tab/>
        <w:t>1.266e-2</w:t>
      </w:r>
    </w:p>
    <w:p w:rsidR="00557788" w:rsidRDefault="00557788" w:rsidP="00557788">
      <w:r>
        <w:t>155.9180</w:t>
      </w:r>
      <w:r>
        <w:tab/>
        <w:t>2.025e0</w:t>
      </w:r>
    </w:p>
    <w:p w:rsidR="00557788" w:rsidRDefault="00557788" w:rsidP="00557788">
      <w:r>
        <w:t>155.9283</w:t>
      </w:r>
      <w:r>
        <w:tab/>
        <w:t>2.532e-2</w:t>
      </w:r>
    </w:p>
    <w:p w:rsidR="00557788" w:rsidRDefault="00557788" w:rsidP="00557788">
      <w:r>
        <w:t>155.9318</w:t>
      </w:r>
      <w:r>
        <w:tab/>
        <w:t>1.266e-2</w:t>
      </w:r>
    </w:p>
    <w:p w:rsidR="00557788" w:rsidRDefault="00557788" w:rsidP="00557788">
      <w:r>
        <w:t>155.9454</w:t>
      </w:r>
      <w:r>
        <w:tab/>
        <w:t>2.025e0</w:t>
      </w:r>
    </w:p>
    <w:p w:rsidR="00557788" w:rsidRDefault="00557788" w:rsidP="00557788">
      <w:r>
        <w:t>155.9555</w:t>
      </w:r>
      <w:r>
        <w:tab/>
        <w:t>2.532e-2</w:t>
      </w:r>
    </w:p>
    <w:p w:rsidR="00557788" w:rsidRDefault="00557788" w:rsidP="00557788">
      <w:r>
        <w:t>155.9589</w:t>
      </w:r>
      <w:r>
        <w:tab/>
        <w:t>1.025e0</w:t>
      </w:r>
    </w:p>
    <w:p w:rsidR="00557788" w:rsidRDefault="00557788" w:rsidP="00557788">
      <w:r>
        <w:t>155.9817</w:t>
      </w:r>
      <w:r>
        <w:tab/>
        <w:t>1.013e0</w:t>
      </w:r>
    </w:p>
    <w:p w:rsidR="00557788" w:rsidRDefault="00557788" w:rsidP="00557788">
      <w:r>
        <w:lastRenderedPageBreak/>
        <w:t>155.9849</w:t>
      </w:r>
      <w:r>
        <w:tab/>
        <w:t>1.266e-2</w:t>
      </w:r>
    </w:p>
    <w:p w:rsidR="00557788" w:rsidRDefault="00557788" w:rsidP="00557788">
      <w:r>
        <w:t>155.9917</w:t>
      </w:r>
      <w:r>
        <w:tab/>
        <w:t>1.013e0</w:t>
      </w:r>
    </w:p>
    <w:p w:rsidR="00557788" w:rsidRDefault="00557788" w:rsidP="00557788">
      <w:r>
        <w:t>156.0002</w:t>
      </w:r>
      <w:r>
        <w:tab/>
        <w:t>2.532e-2</w:t>
      </w:r>
    </w:p>
    <w:p w:rsidR="00557788" w:rsidRDefault="00557788" w:rsidP="00557788">
      <w:r>
        <w:t>156.0052</w:t>
      </w:r>
      <w:r>
        <w:tab/>
        <w:t>2.025e0</w:t>
      </w:r>
    </w:p>
    <w:p w:rsidR="00557788" w:rsidRDefault="00557788" w:rsidP="00557788">
      <w:r>
        <w:t>156.0069</w:t>
      </w:r>
      <w:r>
        <w:tab/>
        <w:t>2.025e0</w:t>
      </w:r>
    </w:p>
    <w:p w:rsidR="00557788" w:rsidRDefault="00557788" w:rsidP="00557788">
      <w:r>
        <w:t>156.0120</w:t>
      </w:r>
      <w:r>
        <w:tab/>
        <w:t>2.025e0</w:t>
      </w:r>
    </w:p>
    <w:p w:rsidR="00557788" w:rsidRDefault="00557788" w:rsidP="00557788">
      <w:r>
        <w:t>156.0210</w:t>
      </w:r>
      <w:r>
        <w:tab/>
        <w:t>5.011e0</w:t>
      </w:r>
    </w:p>
    <w:p w:rsidR="00557788" w:rsidRDefault="00557788" w:rsidP="00557788">
      <w:r>
        <w:t>156.0321</w:t>
      </w:r>
      <w:r>
        <w:tab/>
        <w:t>5.063e0</w:t>
      </w:r>
    </w:p>
    <w:p w:rsidR="00557788" w:rsidRDefault="00557788" w:rsidP="00557788">
      <w:r>
        <w:t>156.0495</w:t>
      </w:r>
      <w:r>
        <w:tab/>
        <w:t>4.127e0</w:t>
      </w:r>
    </w:p>
    <w:p w:rsidR="00557788" w:rsidRDefault="00557788" w:rsidP="00557788">
      <w:r>
        <w:t>156.0527</w:t>
      </w:r>
      <w:r>
        <w:tab/>
        <w:t>1.057e1</w:t>
      </w:r>
    </w:p>
    <w:p w:rsidR="00557788" w:rsidRDefault="00557788" w:rsidP="00557788">
      <w:r>
        <w:t>156.0545</w:t>
      </w:r>
      <w:r>
        <w:tab/>
        <w:t>6.480e0</w:t>
      </w:r>
    </w:p>
    <w:p w:rsidR="00557788" w:rsidRDefault="00557788" w:rsidP="00557788">
      <w:r>
        <w:t>156.0748</w:t>
      </w:r>
      <w:r>
        <w:tab/>
        <w:t>3.739e0</w:t>
      </w:r>
    </w:p>
    <w:p w:rsidR="00557788" w:rsidRDefault="00557788" w:rsidP="00557788">
      <w:r>
        <w:t>156.1129</w:t>
      </w:r>
      <w:r>
        <w:tab/>
        <w:t>3.311e0</w:t>
      </w:r>
    </w:p>
    <w:p w:rsidR="00557788" w:rsidRDefault="00557788" w:rsidP="00557788">
      <w:r>
        <w:t>156.1211</w:t>
      </w:r>
      <w:r>
        <w:tab/>
        <w:t>2.522e1</w:t>
      </w:r>
    </w:p>
    <w:p w:rsidR="00557788" w:rsidRDefault="00557788" w:rsidP="00557788">
      <w:r>
        <w:t>156.1258</w:t>
      </w:r>
      <w:r>
        <w:tab/>
        <w:t>2.025e0</w:t>
      </w:r>
    </w:p>
    <w:p w:rsidR="00557788" w:rsidRDefault="00557788" w:rsidP="00557788">
      <w:r>
        <w:t>156.1275</w:t>
      </w:r>
      <w:r>
        <w:tab/>
        <w:t>1.637e1</w:t>
      </w:r>
    </w:p>
    <w:p w:rsidR="00557788" w:rsidRDefault="00557788" w:rsidP="00557788">
      <w:r>
        <w:t>156.1301</w:t>
      </w:r>
      <w:r>
        <w:tab/>
        <w:t>1.963e1</w:t>
      </w:r>
    </w:p>
    <w:p w:rsidR="00557788" w:rsidRDefault="00557788" w:rsidP="00557788">
      <w:r>
        <w:t>156.1323</w:t>
      </w:r>
      <w:r>
        <w:tab/>
        <w:t>1.255e1</w:t>
      </w:r>
    </w:p>
    <w:p w:rsidR="00557788" w:rsidRDefault="00557788" w:rsidP="00557788">
      <w:r>
        <w:t>156.1470</w:t>
      </w:r>
      <w:r>
        <w:tab/>
        <w:t>4.350e0</w:t>
      </w:r>
    </w:p>
    <w:p w:rsidR="00557788" w:rsidRDefault="00557788" w:rsidP="00557788">
      <w:r>
        <w:lastRenderedPageBreak/>
        <w:t>156.1486</w:t>
      </w:r>
      <w:r>
        <w:tab/>
        <w:t>2.737e0</w:t>
      </w:r>
    </w:p>
    <w:p w:rsidR="00557788" w:rsidRDefault="00557788" w:rsidP="00557788">
      <w:r>
        <w:t>156.1536</w:t>
      </w:r>
      <w:r>
        <w:tab/>
        <w:t>8.225e-1</w:t>
      </w:r>
    </w:p>
    <w:p w:rsidR="00557788" w:rsidRDefault="00557788" w:rsidP="00557788">
      <w:r>
        <w:t>156.1748</w:t>
      </w:r>
      <w:r>
        <w:tab/>
        <w:t>3.002e0</w:t>
      </w:r>
    </w:p>
    <w:p w:rsidR="00557788" w:rsidRDefault="00557788" w:rsidP="00557788">
      <w:r>
        <w:t>156.1762</w:t>
      </w:r>
      <w:r>
        <w:tab/>
        <w:t>1.405e-2</w:t>
      </w:r>
    </w:p>
    <w:p w:rsidR="00557788" w:rsidRDefault="00557788" w:rsidP="00557788">
      <w:r>
        <w:t>156.1820</w:t>
      </w:r>
      <w:r>
        <w:tab/>
        <w:t>1.025e0</w:t>
      </w:r>
    </w:p>
    <w:p w:rsidR="00557788" w:rsidRDefault="00557788" w:rsidP="00557788">
      <w:r>
        <w:t>156.1859</w:t>
      </w:r>
      <w:r>
        <w:tab/>
        <w:t>3.038e0</w:t>
      </w:r>
    </w:p>
    <w:p w:rsidR="00557788" w:rsidRDefault="00557788" w:rsidP="00557788">
      <w:r>
        <w:t>156.1901</w:t>
      </w:r>
      <w:r>
        <w:tab/>
        <w:t>1.038e0</w:t>
      </w:r>
    </w:p>
    <w:p w:rsidR="00557788" w:rsidRDefault="00557788" w:rsidP="00557788">
      <w:r>
        <w:t>156.1939</w:t>
      </w:r>
      <w:r>
        <w:tab/>
        <w:t>2.025e0</w:t>
      </w:r>
    </w:p>
    <w:p w:rsidR="00557788" w:rsidRDefault="00557788" w:rsidP="00557788">
      <w:r>
        <w:t>156.1958</w:t>
      </w:r>
      <w:r>
        <w:tab/>
        <w:t>2.025e0</w:t>
      </w:r>
    </w:p>
    <w:p w:rsidR="00557788" w:rsidRDefault="00557788" w:rsidP="00557788">
      <w:r>
        <w:t>156.2110</w:t>
      </w:r>
      <w:r>
        <w:tab/>
        <w:t>3.038e0</w:t>
      </w:r>
    </w:p>
    <w:p w:rsidR="00557788" w:rsidRDefault="00557788" w:rsidP="00557788">
      <w:r>
        <w:t>156.2138</w:t>
      </w:r>
      <w:r>
        <w:tab/>
        <w:t>1.051e0</w:t>
      </w:r>
    </w:p>
    <w:p w:rsidR="00557788" w:rsidRDefault="00557788" w:rsidP="00557788">
      <w:r>
        <w:t>156.2262</w:t>
      </w:r>
      <w:r>
        <w:tab/>
        <w:t>2.025e0</w:t>
      </w:r>
    </w:p>
    <w:p w:rsidR="00557788" w:rsidRDefault="00557788" w:rsidP="00557788">
      <w:r>
        <w:t>156.2281</w:t>
      </w:r>
      <w:r>
        <w:tab/>
        <w:t>7.089e0</w:t>
      </w:r>
    </w:p>
    <w:p w:rsidR="00557788" w:rsidRDefault="00557788" w:rsidP="00557788">
      <w:r>
        <w:t>156.2441</w:t>
      </w:r>
      <w:r>
        <w:tab/>
        <w:t>2.038e0</w:t>
      </w:r>
    </w:p>
    <w:p w:rsidR="00557788" w:rsidRDefault="00557788" w:rsidP="00557788">
      <w:r>
        <w:t>156.2473</w:t>
      </w:r>
      <w:r>
        <w:tab/>
        <w:t>1.013e0</w:t>
      </w:r>
    </w:p>
    <w:p w:rsidR="00557788" w:rsidRDefault="00557788" w:rsidP="00557788">
      <w:r>
        <w:t>156.2540</w:t>
      </w:r>
      <w:r>
        <w:tab/>
        <w:t>1.025e0</w:t>
      </w:r>
    </w:p>
    <w:p w:rsidR="00557788" w:rsidRDefault="00557788" w:rsidP="00557788">
      <w:r>
        <w:t>156.2556</w:t>
      </w:r>
      <w:r>
        <w:tab/>
        <w:t>2.025e0</w:t>
      </w:r>
    </w:p>
    <w:p w:rsidR="00557788" w:rsidRDefault="00557788" w:rsidP="00557788">
      <w:r>
        <w:t>156.2574</w:t>
      </w:r>
      <w:r>
        <w:tab/>
        <w:t>1.013e0</w:t>
      </w:r>
    </w:p>
    <w:p w:rsidR="00557788" w:rsidRDefault="00557788" w:rsidP="00557788">
      <w:r>
        <w:t>156.2802</w:t>
      </w:r>
      <w:r>
        <w:tab/>
        <w:t>3.089e0</w:t>
      </w:r>
    </w:p>
    <w:p w:rsidR="00557788" w:rsidRDefault="00557788" w:rsidP="00557788">
      <w:r>
        <w:lastRenderedPageBreak/>
        <w:t>156.2878</w:t>
      </w:r>
      <w:r>
        <w:tab/>
        <w:t>4.051e0</w:t>
      </w:r>
    </w:p>
    <w:p w:rsidR="00557788" w:rsidRDefault="00557788" w:rsidP="00557788">
      <w:r>
        <w:t>156.2987</w:t>
      </w:r>
      <w:r>
        <w:tab/>
        <w:t>6.076e0</w:t>
      </w:r>
    </w:p>
    <w:p w:rsidR="00557788" w:rsidRDefault="00557788" w:rsidP="00557788">
      <w:r>
        <w:t>156.3004</w:t>
      </w:r>
      <w:r>
        <w:tab/>
        <w:t>1.025e0</w:t>
      </w:r>
    </w:p>
    <w:p w:rsidR="00557788" w:rsidRDefault="00557788" w:rsidP="00557788">
      <w:r>
        <w:t>156.3036</w:t>
      </w:r>
      <w:r>
        <w:tab/>
        <w:t>1.025e0</w:t>
      </w:r>
    </w:p>
    <w:p w:rsidR="00557788" w:rsidRDefault="00557788" w:rsidP="00557788">
      <w:r>
        <w:t>156.3071</w:t>
      </w:r>
      <w:r>
        <w:tab/>
        <w:t>1.038e0</w:t>
      </w:r>
    </w:p>
    <w:p w:rsidR="00557788" w:rsidRDefault="00557788" w:rsidP="00557788">
      <w:r>
        <w:t>156.3210</w:t>
      </w:r>
      <w:r>
        <w:tab/>
        <w:t>4.063e0</w:t>
      </w:r>
    </w:p>
    <w:p w:rsidR="00557788" w:rsidRDefault="00557788" w:rsidP="00557788">
      <w:r>
        <w:t>156.3308</w:t>
      </w:r>
      <w:r>
        <w:tab/>
        <w:t>3.038e0</w:t>
      </w:r>
    </w:p>
    <w:p w:rsidR="00557788" w:rsidRDefault="00557788" w:rsidP="00557788">
      <w:r>
        <w:t>156.3325</w:t>
      </w:r>
      <w:r>
        <w:tab/>
        <w:t>2.025e0</w:t>
      </w:r>
    </w:p>
    <w:p w:rsidR="00557788" w:rsidRDefault="00557788" w:rsidP="00557788">
      <w:r>
        <w:t>156.3395</w:t>
      </w:r>
      <w:r>
        <w:tab/>
        <w:t>2.025e0</w:t>
      </w:r>
    </w:p>
    <w:p w:rsidR="00557788" w:rsidRDefault="00557788" w:rsidP="00557788">
      <w:r>
        <w:t>156.3474</w:t>
      </w:r>
      <w:r>
        <w:tab/>
        <w:t>1.266e-2</w:t>
      </w:r>
    </w:p>
    <w:p w:rsidR="00557788" w:rsidRDefault="00557788" w:rsidP="00557788">
      <w:r>
        <w:t>156.3489</w:t>
      </w:r>
      <w:r>
        <w:tab/>
        <w:t>2.532e-2</w:t>
      </w:r>
    </w:p>
    <w:p w:rsidR="00557788" w:rsidRDefault="00557788" w:rsidP="00557788">
      <w:r>
        <w:t>156.3526</w:t>
      </w:r>
      <w:r>
        <w:tab/>
        <w:t>3.038e0</w:t>
      </w:r>
    </w:p>
    <w:p w:rsidR="00557788" w:rsidRDefault="00557788" w:rsidP="00557788">
      <w:r>
        <w:t>156.3568</w:t>
      </w:r>
      <w:r>
        <w:tab/>
        <w:t>2.038e0</w:t>
      </w:r>
    </w:p>
    <w:p w:rsidR="00557788" w:rsidRDefault="00557788" w:rsidP="00557788">
      <w:r>
        <w:t>156.3586</w:t>
      </w:r>
      <w:r>
        <w:tab/>
        <w:t>2.025e0</w:t>
      </w:r>
    </w:p>
    <w:p w:rsidR="00557788" w:rsidRDefault="00557788" w:rsidP="00557788">
      <w:r>
        <w:t>156.3806</w:t>
      </w:r>
      <w:r>
        <w:tab/>
        <w:t>1.266e-2</w:t>
      </w:r>
    </w:p>
    <w:p w:rsidR="00557788" w:rsidRDefault="00557788" w:rsidP="00557788">
      <w:r>
        <w:t>156.3866</w:t>
      </w:r>
      <w:r>
        <w:tab/>
        <w:t>1.038e0</w:t>
      </w:r>
    </w:p>
    <w:p w:rsidR="00557788" w:rsidRDefault="00557788" w:rsidP="00557788">
      <w:r>
        <w:t>156.4021</w:t>
      </w:r>
      <w:r>
        <w:tab/>
        <w:t>4.051e0</w:t>
      </w:r>
    </w:p>
    <w:p w:rsidR="00557788" w:rsidRDefault="00557788" w:rsidP="00557788">
      <w:r>
        <w:t>156.4100</w:t>
      </w:r>
      <w:r>
        <w:tab/>
        <w:t>1.038e0</w:t>
      </w:r>
    </w:p>
    <w:p w:rsidR="00557788" w:rsidRDefault="00557788" w:rsidP="00557788">
      <w:r>
        <w:t>156.4183</w:t>
      </w:r>
      <w:r>
        <w:tab/>
        <w:t>7.089e0</w:t>
      </w:r>
    </w:p>
    <w:p w:rsidR="00557788" w:rsidRDefault="00557788" w:rsidP="00557788">
      <w:r>
        <w:lastRenderedPageBreak/>
        <w:t>156.4253</w:t>
      </w:r>
      <w:r>
        <w:tab/>
        <w:t>2.025e0</w:t>
      </w:r>
    </w:p>
    <w:p w:rsidR="00557788" w:rsidRDefault="00557788" w:rsidP="00557788">
      <w:r>
        <w:t>156.4406</w:t>
      </w:r>
      <w:r>
        <w:tab/>
        <w:t>2.038e0</w:t>
      </w:r>
    </w:p>
    <w:p w:rsidR="00557788" w:rsidRDefault="00557788" w:rsidP="00557788">
      <w:r>
        <w:t>156.4538</w:t>
      </w:r>
      <w:r>
        <w:tab/>
        <w:t>1.266e-2</w:t>
      </w:r>
    </w:p>
    <w:p w:rsidR="00557788" w:rsidRDefault="00557788" w:rsidP="00557788">
      <w:r>
        <w:t>156.4568</w:t>
      </w:r>
      <w:r>
        <w:tab/>
        <w:t>1.025e0</w:t>
      </w:r>
    </w:p>
    <w:p w:rsidR="00557788" w:rsidRDefault="00557788" w:rsidP="00557788">
      <w:r>
        <w:t>156.4600</w:t>
      </w:r>
      <w:r>
        <w:tab/>
        <w:t>1.025e0</w:t>
      </w:r>
    </w:p>
    <w:p w:rsidR="00557788" w:rsidRDefault="00557788" w:rsidP="00557788">
      <w:r>
        <w:t>156.4644</w:t>
      </w:r>
      <w:r>
        <w:tab/>
        <w:t>3.038e0</w:t>
      </w:r>
    </w:p>
    <w:p w:rsidR="00557788" w:rsidRDefault="00557788" w:rsidP="00557788">
      <w:r>
        <w:t>156.4666</w:t>
      </w:r>
      <w:r>
        <w:tab/>
        <w:t>1.013e0</w:t>
      </w:r>
    </w:p>
    <w:p w:rsidR="00557788" w:rsidRDefault="00557788" w:rsidP="00557788">
      <w:r>
        <w:t>156.4903</w:t>
      </w:r>
      <w:r>
        <w:tab/>
        <w:t>2.038e0</w:t>
      </w:r>
    </w:p>
    <w:p w:rsidR="00557788" w:rsidRDefault="00557788" w:rsidP="00557788">
      <w:r>
        <w:t>156.4950</w:t>
      </w:r>
      <w:r>
        <w:tab/>
        <w:t>3.038e0</w:t>
      </w:r>
    </w:p>
    <w:p w:rsidR="00557788" w:rsidRDefault="00557788" w:rsidP="00557788">
      <w:r>
        <w:t>156.5038</w:t>
      </w:r>
      <w:r>
        <w:tab/>
        <w:t>1.266e-2</w:t>
      </w:r>
    </w:p>
    <w:p w:rsidR="00557788" w:rsidRDefault="00557788" w:rsidP="00557788">
      <w:r>
        <w:t>156.5131</w:t>
      </w:r>
      <w:r>
        <w:tab/>
        <w:t>5.063e0</w:t>
      </w:r>
    </w:p>
    <w:p w:rsidR="00557788" w:rsidRDefault="00557788" w:rsidP="00557788">
      <w:r>
        <w:t>156.5283</w:t>
      </w:r>
      <w:r>
        <w:tab/>
        <w:t>2.025e0</w:t>
      </w:r>
    </w:p>
    <w:p w:rsidR="00557788" w:rsidRDefault="00557788" w:rsidP="00557788">
      <w:r>
        <w:t>156.5385</w:t>
      </w:r>
      <w:r>
        <w:tab/>
        <w:t>2.025e0</w:t>
      </w:r>
    </w:p>
    <w:p w:rsidR="00557788" w:rsidRDefault="00557788" w:rsidP="00557788">
      <w:r>
        <w:t>156.5401</w:t>
      </w:r>
      <w:r>
        <w:tab/>
        <w:t>1.025e0</w:t>
      </w:r>
    </w:p>
    <w:p w:rsidR="00557788" w:rsidRDefault="00557788" w:rsidP="00557788">
      <w:r>
        <w:t>156.5419</w:t>
      </w:r>
      <w:r>
        <w:tab/>
        <w:t>2.532e-2</w:t>
      </w:r>
    </w:p>
    <w:p w:rsidR="00557788" w:rsidRDefault="00557788" w:rsidP="00557788">
      <w:r>
        <w:t>156.5453</w:t>
      </w:r>
      <w:r>
        <w:tab/>
        <w:t>1.182e0</w:t>
      </w:r>
    </w:p>
    <w:p w:rsidR="00557788" w:rsidRDefault="00557788" w:rsidP="00557788">
      <w:r>
        <w:t>156.5586</w:t>
      </w:r>
      <w:r>
        <w:tab/>
        <w:t>2.025e0</w:t>
      </w:r>
    </w:p>
    <w:p w:rsidR="00557788" w:rsidRDefault="00557788" w:rsidP="00557788">
      <w:r>
        <w:t>156.5634</w:t>
      </w:r>
      <w:r>
        <w:tab/>
        <w:t>1.013e0</w:t>
      </w:r>
    </w:p>
    <w:p w:rsidR="00557788" w:rsidRDefault="00557788" w:rsidP="00557788">
      <w:r>
        <w:t>156.5681</w:t>
      </w:r>
      <w:r>
        <w:tab/>
        <w:t>2.025e0</w:t>
      </w:r>
    </w:p>
    <w:p w:rsidR="00557788" w:rsidRDefault="00557788" w:rsidP="00557788">
      <w:r>
        <w:lastRenderedPageBreak/>
        <w:t>156.5696</w:t>
      </w:r>
      <w:r>
        <w:tab/>
        <w:t>1.013e0</w:t>
      </w:r>
    </w:p>
    <w:p w:rsidR="00557788" w:rsidRDefault="00557788" w:rsidP="00557788">
      <w:r>
        <w:t>156.5730</w:t>
      </w:r>
      <w:r>
        <w:tab/>
        <w:t>1.266e-2</w:t>
      </w:r>
    </w:p>
    <w:p w:rsidR="00557788" w:rsidRDefault="00557788" w:rsidP="00557788">
      <w:r>
        <w:t>156.5832</w:t>
      </w:r>
      <w:r>
        <w:tab/>
        <w:t>1.266e-2</w:t>
      </w:r>
    </w:p>
    <w:p w:rsidR="00557788" w:rsidRDefault="00557788" w:rsidP="00557788">
      <w:r>
        <w:t>156.5849</w:t>
      </w:r>
      <w:r>
        <w:tab/>
        <w:t>2.025e0</w:t>
      </w:r>
    </w:p>
    <w:p w:rsidR="00557788" w:rsidRDefault="00557788" w:rsidP="00557788">
      <w:r>
        <w:t>156.5883</w:t>
      </w:r>
      <w:r>
        <w:tab/>
        <w:t>2.025e0</w:t>
      </w:r>
    </w:p>
    <w:p w:rsidR="00557788" w:rsidRDefault="00557788" w:rsidP="00557788">
      <w:r>
        <w:t>156.5933</w:t>
      </w:r>
      <w:r>
        <w:tab/>
        <w:t>1.266e-2</w:t>
      </w:r>
    </w:p>
    <w:p w:rsidR="00557788" w:rsidRDefault="00557788" w:rsidP="00557788">
      <w:r>
        <w:t>156.6052</w:t>
      </w:r>
      <w:r>
        <w:tab/>
        <w:t>2.025e0</w:t>
      </w:r>
    </w:p>
    <w:p w:rsidR="00557788" w:rsidRDefault="00557788" w:rsidP="00557788">
      <w:r>
        <w:t>156.6209</w:t>
      </w:r>
      <w:r>
        <w:tab/>
        <w:t>3.089e0</w:t>
      </w:r>
    </w:p>
    <w:p w:rsidR="00557788" w:rsidRDefault="00557788" w:rsidP="00557788">
      <w:r>
        <w:t>156.6261</w:t>
      </w:r>
      <w:r>
        <w:tab/>
        <w:t>1.025e0</w:t>
      </w:r>
    </w:p>
    <w:p w:rsidR="00557788" w:rsidRDefault="00557788" w:rsidP="00557788">
      <w:r>
        <w:t>156.6272</w:t>
      </w:r>
      <w:r>
        <w:tab/>
        <w:t>3.038e0</w:t>
      </w:r>
    </w:p>
    <w:p w:rsidR="00557788" w:rsidRDefault="00557788" w:rsidP="00557788">
      <w:r>
        <w:t>156.6310</w:t>
      </w:r>
      <w:r>
        <w:tab/>
        <w:t>3.038e0</w:t>
      </w:r>
    </w:p>
    <w:p w:rsidR="00557788" w:rsidRDefault="00557788" w:rsidP="00557788">
      <w:r>
        <w:t>156.6398</w:t>
      </w:r>
      <w:r>
        <w:tab/>
        <w:t>1.266e-2</w:t>
      </w:r>
    </w:p>
    <w:p w:rsidR="00557788" w:rsidRDefault="00557788" w:rsidP="00557788">
      <w:r>
        <w:t>156.6432</w:t>
      </w:r>
      <w:r>
        <w:tab/>
        <w:t>2.025e0</w:t>
      </w:r>
    </w:p>
    <w:p w:rsidR="00557788" w:rsidRDefault="00557788" w:rsidP="00557788">
      <w:r>
        <w:t>156.6465</w:t>
      </w:r>
      <w:r>
        <w:tab/>
        <w:t>1.013e0</w:t>
      </w:r>
    </w:p>
    <w:p w:rsidR="00557788" w:rsidRDefault="00557788" w:rsidP="00557788">
      <w:r>
        <w:t>156.6516</w:t>
      </w:r>
      <w:r>
        <w:tab/>
        <w:t>2.025e0</w:t>
      </w:r>
    </w:p>
    <w:p w:rsidR="00557788" w:rsidRDefault="00557788" w:rsidP="00557788">
      <w:r>
        <w:t>156.6567</w:t>
      </w:r>
      <w:r>
        <w:tab/>
        <w:t>1.266e-2</w:t>
      </w:r>
    </w:p>
    <w:p w:rsidR="00557788" w:rsidRDefault="00557788" w:rsidP="00557788">
      <w:r>
        <w:t>156.6667</w:t>
      </w:r>
      <w:r>
        <w:tab/>
        <w:t>1.013e0</w:t>
      </w:r>
    </w:p>
    <w:p w:rsidR="00557788" w:rsidRDefault="00557788" w:rsidP="00557788">
      <w:r>
        <w:t>156.6862</w:t>
      </w:r>
      <w:r>
        <w:tab/>
        <w:t>3.038e0</w:t>
      </w:r>
    </w:p>
    <w:p w:rsidR="00557788" w:rsidRDefault="00557788" w:rsidP="00557788">
      <w:r>
        <w:t>156.6910</w:t>
      </w:r>
      <w:r>
        <w:tab/>
        <w:t>3.038e0</w:t>
      </w:r>
    </w:p>
    <w:p w:rsidR="00557788" w:rsidRDefault="00557788" w:rsidP="00557788">
      <w:r>
        <w:lastRenderedPageBreak/>
        <w:t>156.6930</w:t>
      </w:r>
      <w:r>
        <w:tab/>
        <w:t>2.532e-2</w:t>
      </w:r>
    </w:p>
    <w:p w:rsidR="00557788" w:rsidRDefault="00557788" w:rsidP="00557788">
      <w:r>
        <w:t>156.6947</w:t>
      </w:r>
      <w:r>
        <w:tab/>
        <w:t>2.025e0</w:t>
      </w:r>
    </w:p>
    <w:p w:rsidR="00557788" w:rsidRDefault="00557788" w:rsidP="00557788">
      <w:r>
        <w:t>156.6964</w:t>
      </w:r>
      <w:r>
        <w:tab/>
        <w:t>1.013e0</w:t>
      </w:r>
    </w:p>
    <w:p w:rsidR="00557788" w:rsidRDefault="00557788" w:rsidP="00557788">
      <w:r>
        <w:t>156.7168</w:t>
      </w:r>
      <w:r>
        <w:tab/>
        <w:t>2.025e0</w:t>
      </w:r>
    </w:p>
    <w:p w:rsidR="00557788" w:rsidRDefault="00557788" w:rsidP="00557788">
      <w:r>
        <w:t>156.7263</w:t>
      </w:r>
      <w:r>
        <w:tab/>
        <w:t>1.013e0</w:t>
      </w:r>
    </w:p>
    <w:p w:rsidR="00557788" w:rsidRDefault="00557788" w:rsidP="00557788">
      <w:r>
        <w:t>156.7343</w:t>
      </w:r>
      <w:r>
        <w:tab/>
        <w:t>2.025e0</w:t>
      </w:r>
    </w:p>
    <w:p w:rsidR="00557788" w:rsidRDefault="00557788" w:rsidP="00557788">
      <w:r>
        <w:t>156.7394</w:t>
      </w:r>
      <w:r>
        <w:tab/>
        <w:t>1.013e0</w:t>
      </w:r>
    </w:p>
    <w:p w:rsidR="00557788" w:rsidRDefault="00557788" w:rsidP="00557788">
      <w:r>
        <w:t>156.7428</w:t>
      </w:r>
      <w:r>
        <w:tab/>
        <w:t>3.051e0</w:t>
      </w:r>
    </w:p>
    <w:p w:rsidR="00557788" w:rsidRDefault="00557788" w:rsidP="00557788">
      <w:r>
        <w:t>156.7597</w:t>
      </w:r>
      <w:r>
        <w:tab/>
        <w:t>1.266e-2</w:t>
      </w:r>
    </w:p>
    <w:p w:rsidR="00557788" w:rsidRDefault="00557788" w:rsidP="00557788">
      <w:r>
        <w:t>156.7631</w:t>
      </w:r>
      <w:r>
        <w:tab/>
        <w:t>1.266e-2</w:t>
      </w:r>
    </w:p>
    <w:p w:rsidR="00557788" w:rsidRDefault="00557788" w:rsidP="00557788">
      <w:r>
        <w:t>156.7666</w:t>
      </w:r>
      <w:r>
        <w:tab/>
        <w:t>6.089e0</w:t>
      </w:r>
    </w:p>
    <w:p w:rsidR="00557788" w:rsidRDefault="00557788" w:rsidP="00557788">
      <w:r>
        <w:t>156.7873</w:t>
      </w:r>
      <w:r>
        <w:tab/>
        <w:t>2.025e0</w:t>
      </w:r>
    </w:p>
    <w:p w:rsidR="00557788" w:rsidRDefault="00557788" w:rsidP="00557788">
      <w:r>
        <w:t>156.7919</w:t>
      </w:r>
      <w:r>
        <w:tab/>
        <w:t>4.051e0</w:t>
      </w:r>
    </w:p>
    <w:p w:rsidR="00557788" w:rsidRDefault="00557788" w:rsidP="00557788">
      <w:r>
        <w:t>156.8028</w:t>
      </w:r>
      <w:r>
        <w:tab/>
        <w:t>1.013e0</w:t>
      </w:r>
    </w:p>
    <w:p w:rsidR="00557788" w:rsidRDefault="00557788" w:rsidP="00557788">
      <w:r>
        <w:t>156.8096</w:t>
      </w:r>
      <w:r>
        <w:tab/>
        <w:t>4.051e0</w:t>
      </w:r>
    </w:p>
    <w:p w:rsidR="00557788" w:rsidRDefault="00557788" w:rsidP="00557788">
      <w:r>
        <w:t>156.8222</w:t>
      </w:r>
      <w:r>
        <w:tab/>
        <w:t>3.038e0</w:t>
      </w:r>
    </w:p>
    <w:p w:rsidR="00557788" w:rsidRDefault="00557788" w:rsidP="00557788">
      <w:r>
        <w:t>156.8298</w:t>
      </w:r>
      <w:r>
        <w:tab/>
        <w:t>1.013e0</w:t>
      </w:r>
    </w:p>
    <w:p w:rsidR="00557788" w:rsidRDefault="00557788" w:rsidP="00557788">
      <w:r>
        <w:t>156.8359</w:t>
      </w:r>
      <w:r>
        <w:tab/>
        <w:t>1.025e0</w:t>
      </w:r>
    </w:p>
    <w:p w:rsidR="00557788" w:rsidRDefault="00557788" w:rsidP="00557788">
      <w:r>
        <w:t>156.8458</w:t>
      </w:r>
      <w:r>
        <w:tab/>
        <w:t>2.532e-2</w:t>
      </w:r>
    </w:p>
    <w:p w:rsidR="00557788" w:rsidRDefault="00557788" w:rsidP="00557788">
      <w:r>
        <w:lastRenderedPageBreak/>
        <w:t>156.8527</w:t>
      </w:r>
      <w:r>
        <w:tab/>
        <w:t>2.532e-2</w:t>
      </w:r>
    </w:p>
    <w:p w:rsidR="00557788" w:rsidRDefault="00557788" w:rsidP="00557788">
      <w:r>
        <w:t>156.8662</w:t>
      </w:r>
      <w:r>
        <w:tab/>
        <w:t>2.025e0</w:t>
      </w:r>
    </w:p>
    <w:p w:rsidR="00557788" w:rsidRDefault="00557788" w:rsidP="00557788">
      <w:r>
        <w:t>156.8674</w:t>
      </w:r>
      <w:r>
        <w:tab/>
        <w:t>2.063e0</w:t>
      </w:r>
    </w:p>
    <w:p w:rsidR="00557788" w:rsidRDefault="00557788" w:rsidP="00557788">
      <w:r>
        <w:t>156.8798</w:t>
      </w:r>
      <w:r>
        <w:tab/>
        <w:t>1.266e-2</w:t>
      </w:r>
    </w:p>
    <w:p w:rsidR="00557788" w:rsidRDefault="00557788" w:rsidP="00557788">
      <w:r>
        <w:t>156.8877</w:t>
      </w:r>
      <w:r>
        <w:tab/>
        <w:t>3.038e0</w:t>
      </w:r>
    </w:p>
    <w:p w:rsidR="00557788" w:rsidRDefault="00557788" w:rsidP="00557788">
      <w:r>
        <w:t>156.8949</w:t>
      </w:r>
      <w:r>
        <w:tab/>
        <w:t>5.802e0</w:t>
      </w:r>
    </w:p>
    <w:p w:rsidR="00557788" w:rsidRDefault="00557788" w:rsidP="00557788">
      <w:r>
        <w:t>156.9059</w:t>
      </w:r>
      <w:r>
        <w:tab/>
        <w:t>1.013e0</w:t>
      </w:r>
    </w:p>
    <w:p w:rsidR="00557788" w:rsidRDefault="00557788" w:rsidP="00557788">
      <w:r>
        <w:t>156.9093</w:t>
      </w:r>
      <w:r>
        <w:tab/>
        <w:t>5.063e0</w:t>
      </w:r>
    </w:p>
    <w:p w:rsidR="00557788" w:rsidRDefault="00557788" w:rsidP="00557788">
      <w:r>
        <w:t>156.9127</w:t>
      </w:r>
      <w:r>
        <w:tab/>
        <w:t>2.038e0</w:t>
      </w:r>
    </w:p>
    <w:p w:rsidR="00557788" w:rsidRDefault="00557788" w:rsidP="00557788">
      <w:r>
        <w:t>156.9271</w:t>
      </w:r>
      <w:r>
        <w:tab/>
        <w:t>3.798e-2</w:t>
      </w:r>
    </w:p>
    <w:p w:rsidR="00557788" w:rsidRDefault="00557788" w:rsidP="00557788">
      <w:r>
        <w:t>156.9296</w:t>
      </w:r>
      <w:r>
        <w:tab/>
        <w:t>1.266e-2</w:t>
      </w:r>
    </w:p>
    <w:p w:rsidR="00557788" w:rsidRDefault="00557788" w:rsidP="00557788">
      <w:r>
        <w:t>156.9396</w:t>
      </w:r>
      <w:r>
        <w:tab/>
        <w:t>1.013e0</w:t>
      </w:r>
    </w:p>
    <w:p w:rsidR="00557788" w:rsidRDefault="00557788" w:rsidP="00557788">
      <w:r>
        <w:t>156.9584</w:t>
      </w:r>
      <w:r>
        <w:tab/>
        <w:t>4.063e0</w:t>
      </w:r>
    </w:p>
    <w:p w:rsidR="00557788" w:rsidRDefault="00557788" w:rsidP="00557788">
      <w:r>
        <w:t>156.9625</w:t>
      </w:r>
      <w:r>
        <w:tab/>
        <w:t>1.025e0</w:t>
      </w:r>
    </w:p>
    <w:p w:rsidR="00557788" w:rsidRDefault="00557788" w:rsidP="00557788">
      <w:r>
        <w:t>156.9659</w:t>
      </w:r>
      <w:r>
        <w:tab/>
        <w:t>1.013e0</w:t>
      </w:r>
    </w:p>
    <w:p w:rsidR="00557788" w:rsidRDefault="00557788" w:rsidP="00557788">
      <w:r>
        <w:t>156.9710</w:t>
      </w:r>
      <w:r>
        <w:tab/>
        <w:t>2.025e0</w:t>
      </w:r>
    </w:p>
    <w:p w:rsidR="00557788" w:rsidRDefault="00557788" w:rsidP="00557788">
      <w:r>
        <w:t>156.9897</w:t>
      </w:r>
      <w:r>
        <w:tab/>
        <w:t>1.013e0</w:t>
      </w:r>
    </w:p>
    <w:p w:rsidR="00557788" w:rsidRDefault="00557788" w:rsidP="00557788">
      <w:r>
        <w:t>156.9932</w:t>
      </w:r>
      <w:r>
        <w:tab/>
        <w:t>2.025e0</w:t>
      </w:r>
    </w:p>
    <w:p w:rsidR="00557788" w:rsidRDefault="00557788" w:rsidP="00557788">
      <w:r>
        <w:t>156.9962</w:t>
      </w:r>
      <w:r>
        <w:tab/>
        <w:t>1.025e0</w:t>
      </w:r>
    </w:p>
    <w:p w:rsidR="00557788" w:rsidRDefault="00557788" w:rsidP="00557788">
      <w:r>
        <w:lastRenderedPageBreak/>
        <w:t>157.0106</w:t>
      </w:r>
      <w:r>
        <w:tab/>
        <w:t>2.532e-2</w:t>
      </w:r>
    </w:p>
    <w:p w:rsidR="00557788" w:rsidRDefault="00557788" w:rsidP="00557788">
      <w:r>
        <w:t>157.0124</w:t>
      </w:r>
      <w:r>
        <w:tab/>
        <w:t>1.013e0</w:t>
      </w:r>
    </w:p>
    <w:p w:rsidR="00557788" w:rsidRDefault="00557788" w:rsidP="00557788">
      <w:r>
        <w:t>157.0293</w:t>
      </w:r>
      <w:r>
        <w:tab/>
        <w:t>2.025e0</w:t>
      </w:r>
    </w:p>
    <w:p w:rsidR="00557788" w:rsidRDefault="00557788" w:rsidP="00557788">
      <w:r>
        <w:t>157.0344</w:t>
      </w:r>
      <w:r>
        <w:tab/>
        <w:t>2.025e0</w:t>
      </w:r>
    </w:p>
    <w:p w:rsidR="00557788" w:rsidRDefault="00557788" w:rsidP="00557788">
      <w:r>
        <w:t>157.0361</w:t>
      </w:r>
      <w:r>
        <w:tab/>
        <w:t>4.051e0</w:t>
      </w:r>
    </w:p>
    <w:p w:rsidR="00557788" w:rsidRDefault="00557788" w:rsidP="00557788">
      <w:r>
        <w:t>157.0656</w:t>
      </w:r>
      <w:r>
        <w:tab/>
        <w:t>6.559e0</w:t>
      </w:r>
    </w:p>
    <w:p w:rsidR="00557788" w:rsidRDefault="00557788" w:rsidP="00557788">
      <w:r>
        <w:t>157.0670</w:t>
      </w:r>
      <w:r>
        <w:tab/>
        <w:t>2.684e-1</w:t>
      </w:r>
    </w:p>
    <w:p w:rsidR="00557788" w:rsidRDefault="00557788" w:rsidP="00557788">
      <w:r>
        <w:t>157.0774</w:t>
      </w:r>
      <w:r>
        <w:tab/>
        <w:t>9.265e0</w:t>
      </w:r>
    </w:p>
    <w:p w:rsidR="00557788" w:rsidRDefault="00557788" w:rsidP="00557788">
      <w:r>
        <w:t>157.0823</w:t>
      </w:r>
      <w:r>
        <w:tab/>
        <w:t>3.429e0</w:t>
      </w:r>
    </w:p>
    <w:p w:rsidR="00557788" w:rsidRDefault="00557788" w:rsidP="00557788">
      <w:r>
        <w:t>157.0899</w:t>
      </w:r>
      <w:r>
        <w:tab/>
        <w:t>5.618e0</w:t>
      </w:r>
    </w:p>
    <w:p w:rsidR="00557788" w:rsidRDefault="00557788" w:rsidP="00557788">
      <w:r>
        <w:t>157.0925</w:t>
      </w:r>
      <w:r>
        <w:tab/>
        <w:t>1.273e0</w:t>
      </w:r>
    </w:p>
    <w:p w:rsidR="00557788" w:rsidRDefault="00557788" w:rsidP="00557788">
      <w:r>
        <w:t>157.1039</w:t>
      </w:r>
      <w:r>
        <w:tab/>
        <w:t>3.429e0</w:t>
      </w:r>
    </w:p>
    <w:p w:rsidR="00557788" w:rsidRDefault="00557788" w:rsidP="00557788">
      <w:r>
        <w:t>157.1346</w:t>
      </w:r>
      <w:r>
        <w:tab/>
        <w:t>5.058e0</w:t>
      </w:r>
    </w:p>
    <w:p w:rsidR="00557788" w:rsidRDefault="00557788" w:rsidP="00557788">
      <w:r>
        <w:t>157.1358</w:t>
      </w:r>
      <w:r>
        <w:tab/>
        <w:t>1.908e1</w:t>
      </w:r>
    </w:p>
    <w:p w:rsidR="00557788" w:rsidRDefault="00557788" w:rsidP="00557788">
      <w:r>
        <w:t>157.1503</w:t>
      </w:r>
      <w:r>
        <w:tab/>
        <w:t>5.192e-1</w:t>
      </w:r>
    </w:p>
    <w:p w:rsidR="00557788" w:rsidRDefault="00557788" w:rsidP="00557788">
      <w:r>
        <w:t>157.1657</w:t>
      </w:r>
      <w:r>
        <w:tab/>
        <w:t>1.977e0</w:t>
      </w:r>
    </w:p>
    <w:p w:rsidR="00557788" w:rsidRDefault="00557788" w:rsidP="00557788">
      <w:r>
        <w:t>157.1710</w:t>
      </w:r>
      <w:r>
        <w:tab/>
        <w:t>1.310e0</w:t>
      </w:r>
    </w:p>
    <w:p w:rsidR="00557788" w:rsidRDefault="00557788" w:rsidP="00557788">
      <w:r>
        <w:t>157.1780</w:t>
      </w:r>
      <w:r>
        <w:tab/>
        <w:t>4.908e0</w:t>
      </w:r>
    </w:p>
    <w:p w:rsidR="00557788" w:rsidRDefault="00557788" w:rsidP="00557788">
      <w:r>
        <w:t>157.1925</w:t>
      </w:r>
      <w:r>
        <w:tab/>
        <w:t>1.076e0</w:t>
      </w:r>
    </w:p>
    <w:p w:rsidR="00557788" w:rsidRDefault="00557788" w:rsidP="00557788">
      <w:r>
        <w:lastRenderedPageBreak/>
        <w:t>157.1953</w:t>
      </w:r>
      <w:r>
        <w:tab/>
        <w:t>3.798e-2</w:t>
      </w:r>
    </w:p>
    <w:p w:rsidR="00557788" w:rsidRDefault="00557788" w:rsidP="00557788">
      <w:r>
        <w:t>157.1976</w:t>
      </w:r>
      <w:r>
        <w:tab/>
        <w:t>2.025e0</w:t>
      </w:r>
    </w:p>
    <w:p w:rsidR="00557788" w:rsidRDefault="00557788" w:rsidP="00557788">
      <w:r>
        <w:t>157.2044</w:t>
      </w:r>
      <w:r>
        <w:tab/>
        <w:t>2.025e0</w:t>
      </w:r>
    </w:p>
    <w:p w:rsidR="00557788" w:rsidRDefault="00557788" w:rsidP="00557788">
      <w:r>
        <w:t>157.2222</w:t>
      </w:r>
      <w:r>
        <w:tab/>
        <w:t>2.532e-2</w:t>
      </w:r>
    </w:p>
    <w:p w:rsidR="00557788" w:rsidRDefault="00557788" w:rsidP="00557788">
      <w:r>
        <w:t>157.2254</w:t>
      </w:r>
      <w:r>
        <w:tab/>
        <w:t>1.266e-2</w:t>
      </w:r>
    </w:p>
    <w:p w:rsidR="00557788" w:rsidRDefault="00557788" w:rsidP="00557788">
      <w:r>
        <w:t>157.2383</w:t>
      </w:r>
      <w:r>
        <w:tab/>
        <w:t>4.051e0</w:t>
      </w:r>
    </w:p>
    <w:p w:rsidR="00557788" w:rsidRDefault="00557788" w:rsidP="00557788">
      <w:r>
        <w:t>157.2424</w:t>
      </w:r>
      <w:r>
        <w:tab/>
        <w:t>1.025e0</w:t>
      </w:r>
    </w:p>
    <w:p w:rsidR="00557788" w:rsidRDefault="00557788" w:rsidP="00557788">
      <w:r>
        <w:t>157.2441</w:t>
      </w:r>
      <w:r>
        <w:tab/>
        <w:t>2.025e0</w:t>
      </w:r>
    </w:p>
    <w:p w:rsidR="00557788" w:rsidRDefault="00557788" w:rsidP="00557788">
      <w:r>
        <w:t>157.2594</w:t>
      </w:r>
      <w:r>
        <w:tab/>
        <w:t>1.266e-2</w:t>
      </w:r>
    </w:p>
    <w:p w:rsidR="00557788" w:rsidRDefault="00557788" w:rsidP="00557788">
      <w:r>
        <w:t>157.2628</w:t>
      </w:r>
      <w:r>
        <w:tab/>
        <w:t>2.025e0</w:t>
      </w:r>
    </w:p>
    <w:p w:rsidR="00557788" w:rsidRDefault="00557788" w:rsidP="00557788">
      <w:r>
        <w:t>157.2694</w:t>
      </w:r>
      <w:r>
        <w:tab/>
        <w:t>2.025e0</w:t>
      </w:r>
    </w:p>
    <w:p w:rsidR="00557788" w:rsidRDefault="00557788" w:rsidP="00557788">
      <w:r>
        <w:t>157.2788</w:t>
      </w:r>
      <w:r>
        <w:tab/>
        <w:t>2.532e-2</w:t>
      </w:r>
    </w:p>
    <w:p w:rsidR="00557788" w:rsidRDefault="00557788" w:rsidP="00557788">
      <w:r>
        <w:t>157.2945</w:t>
      </w:r>
      <w:r>
        <w:tab/>
        <w:t>3.038e0</w:t>
      </w:r>
    </w:p>
    <w:p w:rsidR="00557788" w:rsidRDefault="00557788" w:rsidP="00557788">
      <w:r>
        <w:t>157.3008</w:t>
      </w:r>
      <w:r>
        <w:tab/>
        <w:t>2.025e0</w:t>
      </w:r>
    </w:p>
    <w:p w:rsidR="00557788" w:rsidRDefault="00557788" w:rsidP="00557788">
      <w:r>
        <w:t>157.3136</w:t>
      </w:r>
      <w:r>
        <w:tab/>
        <w:t>2.195e0</w:t>
      </w:r>
    </w:p>
    <w:p w:rsidR="00557788" w:rsidRDefault="00557788" w:rsidP="00557788">
      <w:r>
        <w:t>157.3161</w:t>
      </w:r>
      <w:r>
        <w:tab/>
        <w:t>1.013e0</w:t>
      </w:r>
    </w:p>
    <w:p w:rsidR="00557788" w:rsidRDefault="00557788" w:rsidP="00557788">
      <w:r>
        <w:t>157.3211</w:t>
      </w:r>
      <w:r>
        <w:tab/>
        <w:t>2.025e0</w:t>
      </w:r>
    </w:p>
    <w:p w:rsidR="00557788" w:rsidRDefault="00557788" w:rsidP="00557788">
      <w:r>
        <w:t>157.3244</w:t>
      </w:r>
      <w:r>
        <w:tab/>
        <w:t>2.025e0</w:t>
      </w:r>
    </w:p>
    <w:p w:rsidR="00557788" w:rsidRDefault="00557788" w:rsidP="00557788">
      <w:r>
        <w:t>157.3291</w:t>
      </w:r>
      <w:r>
        <w:tab/>
        <w:t>1.013e0</w:t>
      </w:r>
    </w:p>
    <w:p w:rsidR="00557788" w:rsidRDefault="00557788" w:rsidP="00557788">
      <w:r>
        <w:lastRenderedPageBreak/>
        <w:t>157.3323</w:t>
      </w:r>
      <w:r>
        <w:tab/>
        <w:t>2.532e-2</w:t>
      </w:r>
    </w:p>
    <w:p w:rsidR="00557788" w:rsidRDefault="00557788" w:rsidP="00557788">
      <w:r>
        <w:t>157.3339</w:t>
      </w:r>
      <w:r>
        <w:tab/>
        <w:t>2.532e-2</w:t>
      </w:r>
    </w:p>
    <w:p w:rsidR="00557788" w:rsidRDefault="00557788" w:rsidP="00557788">
      <w:r>
        <w:t>157.3575</w:t>
      </w:r>
      <w:r>
        <w:tab/>
        <w:t>4.051e0</w:t>
      </w:r>
    </w:p>
    <w:p w:rsidR="00557788" w:rsidRDefault="00557788" w:rsidP="00557788">
      <w:r>
        <w:t>157.3591</w:t>
      </w:r>
      <w:r>
        <w:tab/>
        <w:t>2.038e0</w:t>
      </w:r>
    </w:p>
    <w:p w:rsidR="00557788" w:rsidRDefault="00557788" w:rsidP="00557788">
      <w:r>
        <w:t>157.3625</w:t>
      </w:r>
      <w:r>
        <w:tab/>
        <w:t>3.038e0</w:t>
      </w:r>
    </w:p>
    <w:p w:rsidR="00557788" w:rsidRDefault="00557788" w:rsidP="00557788">
      <w:r>
        <w:t>157.3794</w:t>
      </w:r>
      <w:r>
        <w:tab/>
        <w:t>2.532e-2</w:t>
      </w:r>
    </w:p>
    <w:p w:rsidR="00557788" w:rsidRDefault="00557788" w:rsidP="00557788">
      <w:r>
        <w:t>157.3857</w:t>
      </w:r>
      <w:r>
        <w:tab/>
        <w:t>4.051e0</w:t>
      </w:r>
    </w:p>
    <w:p w:rsidR="00557788" w:rsidRDefault="00557788" w:rsidP="00557788">
      <w:r>
        <w:t>157.4023</w:t>
      </w:r>
      <w:r>
        <w:tab/>
        <w:t>2.051e0</w:t>
      </w:r>
    </w:p>
    <w:p w:rsidR="00557788" w:rsidRDefault="00557788" w:rsidP="00557788">
      <w:r>
        <w:t>157.4091</w:t>
      </w:r>
      <w:r>
        <w:tab/>
        <w:t>2.025e0</w:t>
      </w:r>
    </w:p>
    <w:p w:rsidR="00557788" w:rsidRDefault="00557788" w:rsidP="00557788">
      <w:r>
        <w:t>157.4176</w:t>
      </w:r>
      <w:r>
        <w:tab/>
        <w:t>2.025e0</w:t>
      </w:r>
    </w:p>
    <w:p w:rsidR="00557788" w:rsidRDefault="00557788" w:rsidP="00557788">
      <w:r>
        <w:t>157.4209</w:t>
      </w:r>
      <w:r>
        <w:tab/>
        <w:t>2.025e0</w:t>
      </w:r>
    </w:p>
    <w:p w:rsidR="00557788" w:rsidRDefault="00557788" w:rsidP="00557788">
      <w:r>
        <w:t>157.4329</w:t>
      </w:r>
      <w:r>
        <w:tab/>
        <w:t>1.266e-2</w:t>
      </w:r>
    </w:p>
    <w:p w:rsidR="00557788" w:rsidRDefault="00557788" w:rsidP="00557788">
      <w:r>
        <w:t>157.4455</w:t>
      </w:r>
      <w:r>
        <w:tab/>
        <w:t>1.013e0</w:t>
      </w:r>
    </w:p>
    <w:p w:rsidR="00557788" w:rsidRDefault="00557788" w:rsidP="00557788">
      <w:r>
        <w:t>157.4590</w:t>
      </w:r>
      <w:r>
        <w:tab/>
        <w:t>1.013e0</w:t>
      </w:r>
    </w:p>
    <w:p w:rsidR="00557788" w:rsidRDefault="00557788" w:rsidP="00557788">
      <w:r>
        <w:t>157.4680</w:t>
      </w:r>
      <w:r>
        <w:tab/>
        <w:t>3.038e0</w:t>
      </w:r>
    </w:p>
    <w:p w:rsidR="00557788" w:rsidRDefault="00557788" w:rsidP="00557788">
      <w:r>
        <w:t>157.4794</w:t>
      </w:r>
      <w:r>
        <w:tab/>
        <w:t>7.595e-2</w:t>
      </w:r>
    </w:p>
    <w:p w:rsidR="00557788" w:rsidRDefault="00557788" w:rsidP="00557788">
      <w:r>
        <w:t>157.4911</w:t>
      </w:r>
      <w:r>
        <w:tab/>
        <w:t>2.025e0</w:t>
      </w:r>
    </w:p>
    <w:p w:rsidR="00557788" w:rsidRDefault="00557788" w:rsidP="00557788">
      <w:r>
        <w:t>157.5022</w:t>
      </w:r>
      <w:r>
        <w:tab/>
        <w:t>2.025e0</w:t>
      </w:r>
    </w:p>
    <w:p w:rsidR="00557788" w:rsidRDefault="00557788" w:rsidP="00557788">
      <w:r>
        <w:t>157.5088</w:t>
      </w:r>
      <w:r>
        <w:tab/>
        <w:t>1.025e0</w:t>
      </w:r>
    </w:p>
    <w:p w:rsidR="00557788" w:rsidRDefault="00557788" w:rsidP="00557788">
      <w:r>
        <w:lastRenderedPageBreak/>
        <w:t>157.5157</w:t>
      </w:r>
      <w:r>
        <w:tab/>
        <w:t>2.025e0</w:t>
      </w:r>
    </w:p>
    <w:p w:rsidR="00557788" w:rsidRDefault="00557788" w:rsidP="00557788">
      <w:r>
        <w:t>157.5191</w:t>
      </w:r>
      <w:r>
        <w:tab/>
        <w:t>1.013e0</w:t>
      </w:r>
    </w:p>
    <w:p w:rsidR="00557788" w:rsidRDefault="00557788" w:rsidP="00557788">
      <w:r>
        <w:t>157.5275</w:t>
      </w:r>
      <w:r>
        <w:tab/>
        <w:t>3.038e0</w:t>
      </w:r>
    </w:p>
    <w:p w:rsidR="00557788" w:rsidRDefault="00557788" w:rsidP="00557788">
      <w:r>
        <w:t>157.5327</w:t>
      </w:r>
      <w:r>
        <w:tab/>
        <w:t>1.266e-2</w:t>
      </w:r>
    </w:p>
    <w:p w:rsidR="00557788" w:rsidRDefault="00557788" w:rsidP="00557788">
      <w:r>
        <w:t>157.5429</w:t>
      </w:r>
      <w:r>
        <w:tab/>
        <w:t>1.266e-2</w:t>
      </w:r>
    </w:p>
    <w:p w:rsidR="00557788" w:rsidRDefault="00557788" w:rsidP="00557788">
      <w:r>
        <w:t>157.5468</w:t>
      </w:r>
      <w:r>
        <w:tab/>
        <w:t>3.051e0</w:t>
      </w:r>
    </w:p>
    <w:p w:rsidR="00557788" w:rsidRDefault="00557788" w:rsidP="00557788">
      <w:r>
        <w:t>157.5525</w:t>
      </w:r>
      <w:r>
        <w:tab/>
        <w:t>1.013e0</w:t>
      </w:r>
    </w:p>
    <w:p w:rsidR="00557788" w:rsidRDefault="00557788" w:rsidP="00557788">
      <w:r>
        <w:t>157.5557</w:t>
      </w:r>
      <w:r>
        <w:tab/>
        <w:t>1.013e0</w:t>
      </w:r>
    </w:p>
    <w:p w:rsidR="00557788" w:rsidRDefault="00557788" w:rsidP="00557788">
      <w:r>
        <w:t>157.5588</w:t>
      </w:r>
      <w:r>
        <w:tab/>
        <w:t>2.025e0</w:t>
      </w:r>
    </w:p>
    <w:p w:rsidR="00557788" w:rsidRDefault="00557788" w:rsidP="00557788">
      <w:r>
        <w:t>157.5741</w:t>
      </w:r>
      <w:r>
        <w:tab/>
        <w:t>2.025e0</w:t>
      </w:r>
    </w:p>
    <w:p w:rsidR="00557788" w:rsidRDefault="00557788" w:rsidP="00557788">
      <w:r>
        <w:t>157.5792</w:t>
      </w:r>
      <w:r>
        <w:tab/>
        <w:t>1.038e0</w:t>
      </w:r>
    </w:p>
    <w:p w:rsidR="00557788" w:rsidRDefault="00557788" w:rsidP="00557788">
      <w:r>
        <w:t>157.5809</w:t>
      </w:r>
      <w:r>
        <w:tab/>
        <w:t>2.025e0</w:t>
      </w:r>
    </w:p>
    <w:p w:rsidR="00557788" w:rsidRDefault="00557788" w:rsidP="00557788">
      <w:r>
        <w:t>157.5860</w:t>
      </w:r>
      <w:r>
        <w:tab/>
        <w:t>1.013e0</w:t>
      </w:r>
    </w:p>
    <w:p w:rsidR="00557788" w:rsidRDefault="00557788" w:rsidP="00557788">
      <w:r>
        <w:t>157.5911</w:t>
      </w:r>
      <w:r>
        <w:tab/>
        <w:t>2.025e0</w:t>
      </w:r>
    </w:p>
    <w:p w:rsidR="00557788" w:rsidRDefault="00557788" w:rsidP="00557788">
      <w:r>
        <w:t>157.5997</w:t>
      </w:r>
      <w:r>
        <w:tab/>
        <w:t>1.013e0</w:t>
      </w:r>
    </w:p>
    <w:p w:rsidR="00557788" w:rsidRDefault="00557788" w:rsidP="00557788">
      <w:r>
        <w:t>157.6029</w:t>
      </w:r>
      <w:r>
        <w:tab/>
        <w:t>1.266e-2</w:t>
      </w:r>
    </w:p>
    <w:p w:rsidR="00557788" w:rsidRDefault="00557788" w:rsidP="00557788">
      <w:r>
        <w:t>157.6155</w:t>
      </w:r>
      <w:r>
        <w:tab/>
        <w:t>1.013e0</w:t>
      </w:r>
    </w:p>
    <w:p w:rsidR="00557788" w:rsidRDefault="00557788" w:rsidP="00557788">
      <w:r>
        <w:t>157.6173</w:t>
      </w:r>
      <w:r>
        <w:tab/>
        <w:t>2.025e0</w:t>
      </w:r>
    </w:p>
    <w:p w:rsidR="00557788" w:rsidRDefault="00557788" w:rsidP="00557788">
      <w:r>
        <w:t>157.6292</w:t>
      </w:r>
      <w:r>
        <w:tab/>
        <w:t>1.025e0</w:t>
      </w:r>
    </w:p>
    <w:p w:rsidR="00557788" w:rsidRDefault="00557788" w:rsidP="00557788">
      <w:r>
        <w:lastRenderedPageBreak/>
        <w:t>157.6478</w:t>
      </w:r>
      <w:r>
        <w:tab/>
        <w:t>4.051e0</w:t>
      </w:r>
    </w:p>
    <w:p w:rsidR="00557788" w:rsidRDefault="00557788" w:rsidP="00557788">
      <w:r>
        <w:t>157.6564</w:t>
      </w:r>
      <w:r>
        <w:tab/>
        <w:t>1.266e-2</w:t>
      </w:r>
    </w:p>
    <w:p w:rsidR="00557788" w:rsidRDefault="00557788" w:rsidP="00557788">
      <w:r>
        <w:t>157.6628</w:t>
      </w:r>
      <w:r>
        <w:tab/>
        <w:t>1.013e0</w:t>
      </w:r>
    </w:p>
    <w:p w:rsidR="00557788" w:rsidRDefault="00557788" w:rsidP="00557788">
      <w:r>
        <w:t>157.6649</w:t>
      </w:r>
      <w:r>
        <w:tab/>
        <w:t>4.888e0</w:t>
      </w:r>
    </w:p>
    <w:p w:rsidR="00557788" w:rsidRDefault="00557788" w:rsidP="00557788">
      <w:r>
        <w:t>157.6825</w:t>
      </w:r>
      <w:r>
        <w:tab/>
        <w:t>2.025e0</w:t>
      </w:r>
    </w:p>
    <w:p w:rsidR="00557788" w:rsidRDefault="00557788" w:rsidP="00557788">
      <w:r>
        <w:t>157.6927</w:t>
      </w:r>
      <w:r>
        <w:tab/>
        <w:t>3.798e-2</w:t>
      </w:r>
    </w:p>
    <w:p w:rsidR="00557788" w:rsidRDefault="00557788" w:rsidP="00557788">
      <w:r>
        <w:t>157.6944</w:t>
      </w:r>
      <w:r>
        <w:tab/>
        <w:t>2.025e0</w:t>
      </w:r>
    </w:p>
    <w:p w:rsidR="00557788" w:rsidRDefault="00557788" w:rsidP="00557788">
      <w:r>
        <w:t>157.7029</w:t>
      </w:r>
      <w:r>
        <w:tab/>
        <w:t>2.025e0</w:t>
      </w:r>
    </w:p>
    <w:p w:rsidR="00557788" w:rsidRDefault="00557788" w:rsidP="00557788">
      <w:r>
        <w:t>157.7063</w:t>
      </w:r>
      <w:r>
        <w:tab/>
        <w:t>1.013e0</w:t>
      </w:r>
    </w:p>
    <w:p w:rsidR="00557788" w:rsidRDefault="00557788" w:rsidP="00557788">
      <w:r>
        <w:t>157.7130</w:t>
      </w:r>
      <w:r>
        <w:tab/>
        <w:t>3.038e0</w:t>
      </w:r>
    </w:p>
    <w:p w:rsidR="00557788" w:rsidRDefault="00557788" w:rsidP="00557788">
      <w:r>
        <w:t>157.7163</w:t>
      </w:r>
      <w:r>
        <w:tab/>
        <w:t>1.013e0</w:t>
      </w:r>
    </w:p>
    <w:p w:rsidR="00557788" w:rsidRDefault="00557788" w:rsidP="00557788">
      <w:r>
        <w:t>157.7217</w:t>
      </w:r>
      <w:r>
        <w:tab/>
        <w:t>3.038e0</w:t>
      </w:r>
    </w:p>
    <w:p w:rsidR="00557788" w:rsidRDefault="00557788" w:rsidP="00557788">
      <w:r>
        <w:t>157.7289</w:t>
      </w:r>
      <w:r>
        <w:tab/>
        <w:t>1.266e-2</w:t>
      </w:r>
    </w:p>
    <w:p w:rsidR="00557788" w:rsidRDefault="00557788" w:rsidP="00557788">
      <w:r>
        <w:t>157.7341</w:t>
      </w:r>
      <w:r>
        <w:tab/>
        <w:t>2.025e0</w:t>
      </w:r>
    </w:p>
    <w:p w:rsidR="00557788" w:rsidRDefault="00557788" w:rsidP="00557788">
      <w:r>
        <w:t>157.7392</w:t>
      </w:r>
      <w:r>
        <w:tab/>
        <w:t>1.266e-2</w:t>
      </w:r>
    </w:p>
    <w:p w:rsidR="00557788" w:rsidRDefault="00557788" w:rsidP="00557788">
      <w:r>
        <w:t>157.7460</w:t>
      </w:r>
      <w:r>
        <w:tab/>
        <w:t>2.051e0</w:t>
      </w:r>
    </w:p>
    <w:p w:rsidR="00557788" w:rsidRDefault="00557788" w:rsidP="00557788">
      <w:r>
        <w:t>157.7494</w:t>
      </w:r>
      <w:r>
        <w:tab/>
        <w:t>2.051e0</w:t>
      </w:r>
    </w:p>
    <w:p w:rsidR="00557788" w:rsidRDefault="00557788" w:rsidP="00557788">
      <w:r>
        <w:t>157.7562</w:t>
      </w:r>
      <w:r>
        <w:tab/>
        <w:t>1.266e-2</w:t>
      </w:r>
    </w:p>
    <w:p w:rsidR="00557788" w:rsidRDefault="00557788" w:rsidP="00557788">
      <w:r>
        <w:t>157.7595</w:t>
      </w:r>
      <w:r>
        <w:tab/>
        <w:t>5.485e-1</w:t>
      </w:r>
    </w:p>
    <w:p w:rsidR="00557788" w:rsidRDefault="00557788" w:rsidP="00557788">
      <w:r>
        <w:lastRenderedPageBreak/>
        <w:t>157.7696</w:t>
      </w:r>
      <w:r>
        <w:tab/>
        <w:t>4.051e0</w:t>
      </w:r>
    </w:p>
    <w:p w:rsidR="00557788" w:rsidRDefault="00557788" w:rsidP="00557788">
      <w:r>
        <w:t>157.7762</w:t>
      </w:r>
      <w:r>
        <w:tab/>
        <w:t>2.025e0</w:t>
      </w:r>
    </w:p>
    <w:p w:rsidR="00557788" w:rsidRDefault="00557788" w:rsidP="00557788">
      <w:r>
        <w:t>157.7943</w:t>
      </w:r>
      <w:r>
        <w:tab/>
        <w:t>2.025e0</w:t>
      </w:r>
    </w:p>
    <w:p w:rsidR="00557788" w:rsidRDefault="00557788" w:rsidP="00557788">
      <w:r>
        <w:t>157.8095</w:t>
      </w:r>
      <w:r>
        <w:tab/>
        <w:t>1.266e-2</w:t>
      </w:r>
    </w:p>
    <w:p w:rsidR="00557788" w:rsidRDefault="00557788" w:rsidP="00557788">
      <w:r>
        <w:t>157.8107</w:t>
      </w:r>
      <w:r>
        <w:tab/>
        <w:t>3.038e0</w:t>
      </w:r>
    </w:p>
    <w:p w:rsidR="00557788" w:rsidRDefault="00557788" w:rsidP="00557788">
      <w:r>
        <w:t>157.8147</w:t>
      </w:r>
      <w:r>
        <w:tab/>
        <w:t>2.025e0</w:t>
      </w:r>
    </w:p>
    <w:p w:rsidR="00557788" w:rsidRDefault="00557788" w:rsidP="00557788">
      <w:r>
        <w:t>157.8232</w:t>
      </w:r>
      <w:r>
        <w:tab/>
        <w:t>1.013e0</w:t>
      </w:r>
    </w:p>
    <w:p w:rsidR="00557788" w:rsidRDefault="00557788" w:rsidP="00557788">
      <w:r>
        <w:t>157.8249</w:t>
      </w:r>
      <w:r>
        <w:tab/>
        <w:t>2.025e0</w:t>
      </w:r>
    </w:p>
    <w:p w:rsidR="00557788" w:rsidRDefault="00557788" w:rsidP="00557788">
      <w:r>
        <w:t>157.8345</w:t>
      </w:r>
      <w:r>
        <w:tab/>
        <w:t>4.051e0</w:t>
      </w:r>
    </w:p>
    <w:p w:rsidR="00557788" w:rsidRDefault="00557788" w:rsidP="00557788">
      <w:r>
        <w:t>157.8373</w:t>
      </w:r>
      <w:r>
        <w:tab/>
        <w:t>2.025e0</w:t>
      </w:r>
    </w:p>
    <w:p w:rsidR="00557788" w:rsidRDefault="00557788" w:rsidP="00557788">
      <w:r>
        <w:t>157.8390</w:t>
      </w:r>
      <w:r>
        <w:tab/>
        <w:t>1.025e0</w:t>
      </w:r>
    </w:p>
    <w:p w:rsidR="00557788" w:rsidRDefault="00557788" w:rsidP="00557788">
      <w:r>
        <w:t>157.8424</w:t>
      </w:r>
      <w:r>
        <w:tab/>
        <w:t>1.013e0</w:t>
      </w:r>
    </w:p>
    <w:p w:rsidR="00557788" w:rsidRDefault="00557788" w:rsidP="00557788">
      <w:r>
        <w:t>157.8440</w:t>
      </w:r>
      <w:r>
        <w:tab/>
        <w:t>2.025e0</w:t>
      </w:r>
    </w:p>
    <w:p w:rsidR="00557788" w:rsidRDefault="00557788" w:rsidP="00557788">
      <w:r>
        <w:t>157.8493</w:t>
      </w:r>
      <w:r>
        <w:tab/>
        <w:t>1.266e-2</w:t>
      </w:r>
    </w:p>
    <w:p w:rsidR="00557788" w:rsidRDefault="00557788" w:rsidP="00557788">
      <w:r>
        <w:t>157.8528</w:t>
      </w:r>
      <w:r>
        <w:tab/>
        <w:t>1.025e0</w:t>
      </w:r>
    </w:p>
    <w:p w:rsidR="00557788" w:rsidRDefault="00557788" w:rsidP="00557788">
      <w:r>
        <w:t>157.8629</w:t>
      </w:r>
      <w:r>
        <w:tab/>
        <w:t>2.532e-2</w:t>
      </w:r>
    </w:p>
    <w:p w:rsidR="00557788" w:rsidRDefault="00557788" w:rsidP="00557788">
      <w:r>
        <w:t>157.8651</w:t>
      </w:r>
      <w:r>
        <w:tab/>
        <w:t>2.297e0</w:t>
      </w:r>
    </w:p>
    <w:p w:rsidR="00557788" w:rsidRDefault="00557788" w:rsidP="00557788">
      <w:r>
        <w:t>157.8714</w:t>
      </w:r>
      <w:r>
        <w:tab/>
        <w:t>1.051e0</w:t>
      </w:r>
    </w:p>
    <w:p w:rsidR="00557788" w:rsidRDefault="00557788" w:rsidP="00557788">
      <w:r>
        <w:t>157.8819</w:t>
      </w:r>
      <w:r>
        <w:tab/>
        <w:t>2.025e0</w:t>
      </w:r>
    </w:p>
    <w:p w:rsidR="00557788" w:rsidRDefault="00557788" w:rsidP="00557788">
      <w:r>
        <w:lastRenderedPageBreak/>
        <w:t>157.8879</w:t>
      </w:r>
      <w:r>
        <w:tab/>
        <w:t>5.063e0</w:t>
      </w:r>
    </w:p>
    <w:p w:rsidR="00557788" w:rsidRDefault="00557788" w:rsidP="00557788">
      <w:r>
        <w:t>157.8960</w:t>
      </w:r>
      <w:r>
        <w:tab/>
        <w:t>1.013e0</w:t>
      </w:r>
    </w:p>
    <w:p w:rsidR="00557788" w:rsidRDefault="00557788" w:rsidP="00557788">
      <w:r>
        <w:t>157.8992</w:t>
      </w:r>
      <w:r>
        <w:tab/>
        <w:t>2.532e-2</w:t>
      </w:r>
    </w:p>
    <w:p w:rsidR="00557788" w:rsidRDefault="00557788" w:rsidP="00557788">
      <w:r>
        <w:t>157.9168</w:t>
      </w:r>
      <w:r>
        <w:tab/>
        <w:t>2.051e0</w:t>
      </w:r>
    </w:p>
    <w:p w:rsidR="00557788" w:rsidRDefault="00557788" w:rsidP="00557788">
      <w:r>
        <w:t>157.9180</w:t>
      </w:r>
      <w:r>
        <w:tab/>
        <w:t>2.532e-2</w:t>
      </w:r>
    </w:p>
    <w:p w:rsidR="00557788" w:rsidRDefault="00557788" w:rsidP="00557788">
      <w:r>
        <w:t>157.9282</w:t>
      </w:r>
      <w:r>
        <w:tab/>
        <w:t>2.025e0</w:t>
      </w:r>
    </w:p>
    <w:p w:rsidR="00557788" w:rsidRDefault="00557788" w:rsidP="00557788">
      <w:r>
        <w:t>157.9316</w:t>
      </w:r>
      <w:r>
        <w:tab/>
        <w:t>2.025e0</w:t>
      </w:r>
    </w:p>
    <w:p w:rsidR="00557788" w:rsidRDefault="00557788" w:rsidP="00557788">
      <w:r>
        <w:t>157.9367</w:t>
      </w:r>
      <w:r>
        <w:tab/>
        <w:t>1.013e0</w:t>
      </w:r>
    </w:p>
    <w:p w:rsidR="00557788" w:rsidRDefault="00557788" w:rsidP="00557788">
      <w:r>
        <w:t>157.9437</w:t>
      </w:r>
      <w:r>
        <w:tab/>
        <w:t>3.038e0</w:t>
      </w:r>
    </w:p>
    <w:p w:rsidR="00557788" w:rsidRDefault="00557788" w:rsidP="00557788">
      <w:r>
        <w:t>157.9495</w:t>
      </w:r>
      <w:r>
        <w:tab/>
        <w:t>1.025e0</w:t>
      </w:r>
    </w:p>
    <w:p w:rsidR="00557788" w:rsidRDefault="00557788" w:rsidP="00557788">
      <w:r>
        <w:t>157.9560</w:t>
      </w:r>
      <w:r>
        <w:tab/>
        <w:t>1.266e-2</w:t>
      </w:r>
    </w:p>
    <w:p w:rsidR="00557788" w:rsidRDefault="00557788" w:rsidP="00557788">
      <w:r>
        <w:t>157.9576</w:t>
      </w:r>
      <w:r>
        <w:tab/>
        <w:t>2.532e-2</w:t>
      </w:r>
    </w:p>
    <w:p w:rsidR="00557788" w:rsidRDefault="00557788" w:rsidP="00557788">
      <w:r>
        <w:t>157.9646</w:t>
      </w:r>
      <w:r>
        <w:tab/>
        <w:t>2.025e0</w:t>
      </w:r>
    </w:p>
    <w:p w:rsidR="00557788" w:rsidRDefault="00557788" w:rsidP="00557788">
      <w:r>
        <w:t>157.9663</w:t>
      </w:r>
      <w:r>
        <w:tab/>
        <w:t>2.025e0</w:t>
      </w:r>
    </w:p>
    <w:p w:rsidR="00557788" w:rsidRDefault="00557788" w:rsidP="00557788">
      <w:r>
        <w:t>157.9706</w:t>
      </w:r>
      <w:r>
        <w:tab/>
        <w:t>3.798e-2</w:t>
      </w:r>
    </w:p>
    <w:p w:rsidR="00557788" w:rsidRDefault="00557788" w:rsidP="00557788">
      <w:r>
        <w:t>157.9777</w:t>
      </w:r>
      <w:r>
        <w:tab/>
        <w:t>6.076e0</w:t>
      </w:r>
    </w:p>
    <w:p w:rsidR="00557788" w:rsidRDefault="00557788" w:rsidP="00557788">
      <w:r>
        <w:t>157.9867</w:t>
      </w:r>
      <w:r>
        <w:tab/>
        <w:t>1.013e0</w:t>
      </w:r>
    </w:p>
    <w:p w:rsidR="00557788" w:rsidRDefault="00557788" w:rsidP="00557788">
      <w:r>
        <w:t>157.9884</w:t>
      </w:r>
      <w:r>
        <w:tab/>
        <w:t>2.025e0</w:t>
      </w:r>
    </w:p>
    <w:p w:rsidR="00557788" w:rsidRDefault="00557788" w:rsidP="00557788">
      <w:r>
        <w:t>157.9901</w:t>
      </w:r>
      <w:r>
        <w:tab/>
        <w:t>2.532e-2</w:t>
      </w:r>
    </w:p>
    <w:p w:rsidR="00557788" w:rsidRDefault="00557788" w:rsidP="00557788">
      <w:r>
        <w:lastRenderedPageBreak/>
        <w:t>158.0020</w:t>
      </w:r>
      <w:r>
        <w:tab/>
        <w:t>2.025e0</w:t>
      </w:r>
    </w:p>
    <w:p w:rsidR="00557788" w:rsidRDefault="00557788" w:rsidP="00557788">
      <w:r>
        <w:t>158.0033</w:t>
      </w:r>
      <w:r>
        <w:tab/>
        <w:t>1.013e0</w:t>
      </w:r>
    </w:p>
    <w:p w:rsidR="00557788" w:rsidRDefault="00557788" w:rsidP="00557788">
      <w:r>
        <w:t>158.0128</w:t>
      </w:r>
      <w:r>
        <w:tab/>
        <w:t>1.266e-2</w:t>
      </w:r>
    </w:p>
    <w:p w:rsidR="00557788" w:rsidRDefault="00557788" w:rsidP="00557788">
      <w:r>
        <w:t>158.0162</w:t>
      </w:r>
      <w:r>
        <w:tab/>
        <w:t>1.266e-2</w:t>
      </w:r>
    </w:p>
    <w:p w:rsidR="00557788" w:rsidRDefault="00557788" w:rsidP="00557788">
      <w:r>
        <w:t>158.0197</w:t>
      </w:r>
      <w:r>
        <w:tab/>
        <w:t>2.025e0</w:t>
      </w:r>
    </w:p>
    <w:p w:rsidR="00557788" w:rsidRDefault="00557788" w:rsidP="00557788">
      <w:r>
        <w:t>158.0333</w:t>
      </w:r>
      <w:r>
        <w:tab/>
        <w:t>1.025e0</w:t>
      </w:r>
    </w:p>
    <w:p w:rsidR="00557788" w:rsidRDefault="00557788" w:rsidP="00557788">
      <w:r>
        <w:t>158.0538</w:t>
      </w:r>
      <w:r>
        <w:tab/>
        <w:t>2.025e0</w:t>
      </w:r>
    </w:p>
    <w:p w:rsidR="00557788" w:rsidRDefault="00557788" w:rsidP="00557788">
      <w:r>
        <w:t>158.0612</w:t>
      </w:r>
      <w:r>
        <w:tab/>
        <w:t>4.051e0</w:t>
      </w:r>
    </w:p>
    <w:p w:rsidR="00557788" w:rsidRDefault="00557788" w:rsidP="00557788">
      <w:r>
        <w:t>158.0647</w:t>
      </w:r>
      <w:r>
        <w:tab/>
        <w:t>2.870e0</w:t>
      </w:r>
    </w:p>
    <w:p w:rsidR="00557788" w:rsidRDefault="00557788" w:rsidP="00557788">
      <w:r>
        <w:t>158.0821</w:t>
      </w:r>
      <w:r>
        <w:tab/>
        <w:t>4.725e0</w:t>
      </w:r>
    </w:p>
    <w:p w:rsidR="00557788" w:rsidRDefault="00557788" w:rsidP="00557788">
      <w:r>
        <w:t>158.0901</w:t>
      </w:r>
      <w:r>
        <w:tab/>
        <w:t>6.667e0</w:t>
      </w:r>
    </w:p>
    <w:p w:rsidR="00557788" w:rsidRDefault="00557788" w:rsidP="00557788">
      <w:r>
        <w:t>158.0925</w:t>
      </w:r>
      <w:r>
        <w:tab/>
        <w:t>3.447e0</w:t>
      </w:r>
    </w:p>
    <w:p w:rsidR="00557788" w:rsidRDefault="00557788" w:rsidP="00557788">
      <w:r>
        <w:t>158.0998</w:t>
      </w:r>
      <w:r>
        <w:tab/>
        <w:t>1.437e0</w:t>
      </w:r>
    </w:p>
    <w:p w:rsidR="00557788" w:rsidRDefault="00557788" w:rsidP="00557788">
      <w:r>
        <w:t>158.1129</w:t>
      </w:r>
      <w:r>
        <w:tab/>
        <w:t>3.155e0</w:t>
      </w:r>
    </w:p>
    <w:p w:rsidR="00557788" w:rsidRDefault="00557788" w:rsidP="00557788">
      <w:r>
        <w:t>158.1184</w:t>
      </w:r>
      <w:r>
        <w:tab/>
        <w:t>3.465e-1</w:t>
      </w:r>
    </w:p>
    <w:p w:rsidR="00557788" w:rsidRDefault="00557788" w:rsidP="00557788">
      <w:r>
        <w:t>158.1331</w:t>
      </w:r>
      <w:r>
        <w:tab/>
        <w:t>6.388e0</w:t>
      </w:r>
    </w:p>
    <w:p w:rsidR="00557788" w:rsidRDefault="00557788" w:rsidP="00557788">
      <w:r>
        <w:t>158.1537</w:t>
      </w:r>
      <w:r>
        <w:tab/>
        <w:t>2.898e0</w:t>
      </w:r>
    </w:p>
    <w:p w:rsidR="00557788" w:rsidRDefault="00557788" w:rsidP="00557788">
      <w:r>
        <w:t>158.1554</w:t>
      </w:r>
      <w:r>
        <w:tab/>
        <w:t>3.454e0</w:t>
      </w:r>
    </w:p>
    <w:p w:rsidR="00557788" w:rsidRDefault="00557788" w:rsidP="00557788">
      <w:r>
        <w:t>158.1570</w:t>
      </w:r>
      <w:r>
        <w:tab/>
        <w:t>7.685e0</w:t>
      </w:r>
    </w:p>
    <w:p w:rsidR="00557788" w:rsidRDefault="00557788" w:rsidP="00557788">
      <w:r>
        <w:lastRenderedPageBreak/>
        <w:t>158.1832</w:t>
      </w:r>
      <w:r>
        <w:tab/>
        <w:t>5.063e0</w:t>
      </w:r>
    </w:p>
    <w:p w:rsidR="00557788" w:rsidRDefault="00557788" w:rsidP="00557788">
      <w:r>
        <w:t>158.1882</w:t>
      </w:r>
      <w:r>
        <w:tab/>
        <w:t>2.063e0</w:t>
      </w:r>
    </w:p>
    <w:p w:rsidR="00557788" w:rsidRDefault="00557788" w:rsidP="00557788">
      <w:r>
        <w:t>158.2051</w:t>
      </w:r>
      <w:r>
        <w:tab/>
        <w:t>4.051e0</w:t>
      </w:r>
    </w:p>
    <w:p w:rsidR="00557788" w:rsidRDefault="00557788" w:rsidP="00557788">
      <w:r>
        <w:t>158.2088</w:t>
      </w:r>
      <w:r>
        <w:tab/>
        <w:t>2.051e0</w:t>
      </w:r>
    </w:p>
    <w:p w:rsidR="00557788" w:rsidRDefault="00557788" w:rsidP="00557788">
      <w:r>
        <w:t>158.2104</w:t>
      </w:r>
      <w:r>
        <w:tab/>
        <w:t>4.051e0</w:t>
      </w:r>
    </w:p>
    <w:p w:rsidR="00557788" w:rsidRDefault="00557788" w:rsidP="00557788">
      <w:r>
        <w:t>158.2120</w:t>
      </w:r>
      <w:r>
        <w:tab/>
        <w:t>3.038e0</w:t>
      </w:r>
    </w:p>
    <w:p w:rsidR="00557788" w:rsidRDefault="00557788" w:rsidP="00557788">
      <w:r>
        <w:t>158.2258</w:t>
      </w:r>
      <w:r>
        <w:tab/>
        <w:t>2.532e-2</w:t>
      </w:r>
    </w:p>
    <w:p w:rsidR="00557788" w:rsidRDefault="00557788" w:rsidP="00557788">
      <w:r>
        <w:t>158.2274</w:t>
      </w:r>
      <w:r>
        <w:tab/>
        <w:t>3.038e0</w:t>
      </w:r>
    </w:p>
    <w:p w:rsidR="00557788" w:rsidRDefault="00557788" w:rsidP="00557788">
      <w:r>
        <w:t>158.2338</w:t>
      </w:r>
      <w:r>
        <w:tab/>
        <w:t>1.013e0</w:t>
      </w:r>
    </w:p>
    <w:p w:rsidR="00557788" w:rsidRDefault="00557788" w:rsidP="00557788">
      <w:r>
        <w:t>158.2401</w:t>
      </w:r>
      <w:r>
        <w:tab/>
        <w:t>2.025e0</w:t>
      </w:r>
    </w:p>
    <w:p w:rsidR="00557788" w:rsidRDefault="00557788" w:rsidP="00557788">
      <w:r>
        <w:t>158.2537</w:t>
      </w:r>
      <w:r>
        <w:tab/>
        <w:t>1.178e0</w:t>
      </w:r>
    </w:p>
    <w:p w:rsidR="00557788" w:rsidRDefault="00557788" w:rsidP="00557788">
      <w:r>
        <w:t>158.2571</w:t>
      </w:r>
      <w:r>
        <w:tab/>
        <w:t>1.013e0</w:t>
      </w:r>
    </w:p>
    <w:p w:rsidR="00557788" w:rsidRDefault="00557788" w:rsidP="00557788">
      <w:r>
        <w:t>158.2648</w:t>
      </w:r>
      <w:r>
        <w:tab/>
        <w:t>1.038e0</w:t>
      </w:r>
    </w:p>
    <w:p w:rsidR="00557788" w:rsidRDefault="00557788" w:rsidP="00557788">
      <w:r>
        <w:t>158.2673</w:t>
      </w:r>
      <w:r>
        <w:tab/>
        <w:t>1.025e0</w:t>
      </w:r>
    </w:p>
    <w:p w:rsidR="00557788" w:rsidRDefault="00557788" w:rsidP="00557788">
      <w:r>
        <w:t>158.2707</w:t>
      </w:r>
      <w:r>
        <w:tab/>
        <w:t>1.013e0</w:t>
      </w:r>
    </w:p>
    <w:p w:rsidR="00557788" w:rsidRDefault="00557788" w:rsidP="00557788">
      <w:r>
        <w:t>158.2773</w:t>
      </w:r>
      <w:r>
        <w:tab/>
        <w:t>5.104e0</w:t>
      </w:r>
    </w:p>
    <w:p w:rsidR="00557788" w:rsidRDefault="00557788" w:rsidP="00557788">
      <w:r>
        <w:t>158.2938</w:t>
      </w:r>
      <w:r>
        <w:tab/>
        <w:t>1.038e0</w:t>
      </w:r>
    </w:p>
    <w:p w:rsidR="00557788" w:rsidRDefault="00557788" w:rsidP="00557788">
      <w:r>
        <w:t>158.2983</w:t>
      </w:r>
      <w:r>
        <w:tab/>
        <w:t>2.532e-2</w:t>
      </w:r>
    </w:p>
    <w:p w:rsidR="00557788" w:rsidRDefault="00557788" w:rsidP="00557788">
      <w:r>
        <w:t>158.3053</w:t>
      </w:r>
      <w:r>
        <w:tab/>
        <w:t>2.025e0</w:t>
      </w:r>
    </w:p>
    <w:p w:rsidR="00557788" w:rsidRDefault="00557788" w:rsidP="00557788">
      <w:r>
        <w:lastRenderedPageBreak/>
        <w:t>158.3105</w:t>
      </w:r>
      <w:r>
        <w:tab/>
        <w:t>3.038e0</w:t>
      </w:r>
    </w:p>
    <w:p w:rsidR="00557788" w:rsidRDefault="00557788" w:rsidP="00557788">
      <w:r>
        <w:t>158.3139</w:t>
      </w:r>
      <w:r>
        <w:tab/>
        <w:t>1.025e0</w:t>
      </w:r>
    </w:p>
    <w:p w:rsidR="00557788" w:rsidRDefault="00557788" w:rsidP="00557788">
      <w:r>
        <w:t>158.3194</w:t>
      </w:r>
      <w:r>
        <w:tab/>
        <w:t>3.330e0</w:t>
      </w:r>
    </w:p>
    <w:p w:rsidR="00557788" w:rsidRDefault="00557788" w:rsidP="00557788">
      <w:r>
        <w:t>158.3309</w:t>
      </w:r>
      <w:r>
        <w:tab/>
        <w:t>1.013e0</w:t>
      </w:r>
    </w:p>
    <w:p w:rsidR="00557788" w:rsidRDefault="00557788" w:rsidP="00557788">
      <w:r>
        <w:t>158.3343</w:t>
      </w:r>
      <w:r>
        <w:tab/>
        <w:t>1.013e0</w:t>
      </w:r>
    </w:p>
    <w:p w:rsidR="00557788" w:rsidRDefault="00557788" w:rsidP="00557788">
      <w:r>
        <w:t>158.3475</w:t>
      </w:r>
      <w:r>
        <w:tab/>
        <w:t>1.013e0</w:t>
      </w:r>
    </w:p>
    <w:p w:rsidR="00557788" w:rsidRDefault="00557788" w:rsidP="00557788">
      <w:r>
        <w:t>158.3758</w:t>
      </w:r>
      <w:r>
        <w:tab/>
        <w:t>4.051e0</w:t>
      </w:r>
    </w:p>
    <w:p w:rsidR="00557788" w:rsidRDefault="00557788" w:rsidP="00557788">
      <w:r>
        <w:t>158.3775</w:t>
      </w:r>
      <w:r>
        <w:tab/>
        <w:t>3.051e0</w:t>
      </w:r>
    </w:p>
    <w:p w:rsidR="00557788" w:rsidRDefault="00557788" w:rsidP="00557788">
      <w:r>
        <w:t>158.3826</w:t>
      </w:r>
      <w:r>
        <w:tab/>
        <w:t>2.025e0</w:t>
      </w:r>
    </w:p>
    <w:p w:rsidR="00557788" w:rsidRDefault="00557788" w:rsidP="00557788">
      <w:r>
        <w:t>158.3844</w:t>
      </w:r>
      <w:r>
        <w:tab/>
        <w:t>2.025e0</w:t>
      </w:r>
    </w:p>
    <w:p w:rsidR="00557788" w:rsidRDefault="00557788" w:rsidP="00557788">
      <w:r>
        <w:t>158.3909</w:t>
      </w:r>
      <w:r>
        <w:tab/>
        <w:t>1.063e0</w:t>
      </w:r>
    </w:p>
    <w:p w:rsidR="00557788" w:rsidRDefault="00557788" w:rsidP="00557788">
      <w:r>
        <w:t>158.3968</w:t>
      </w:r>
      <w:r>
        <w:tab/>
        <w:t>3.798e-2</w:t>
      </w:r>
    </w:p>
    <w:p w:rsidR="00557788" w:rsidRDefault="00557788" w:rsidP="00557788">
      <w:r>
        <w:t>158.4032</w:t>
      </w:r>
      <w:r>
        <w:tab/>
        <w:t>5.063e0</w:t>
      </w:r>
    </w:p>
    <w:p w:rsidR="00557788" w:rsidRDefault="00557788" w:rsidP="00557788">
      <w:r>
        <w:t>158.4063</w:t>
      </w:r>
      <w:r>
        <w:tab/>
        <w:t>3.798e-2</w:t>
      </w:r>
    </w:p>
    <w:p w:rsidR="00557788" w:rsidRDefault="00557788" w:rsidP="00557788">
      <w:r>
        <w:t>158.4157</w:t>
      </w:r>
      <w:r>
        <w:tab/>
        <w:t>2.532e-2</w:t>
      </w:r>
    </w:p>
    <w:p w:rsidR="00557788" w:rsidRDefault="00557788" w:rsidP="00557788">
      <w:r>
        <w:t>158.4310</w:t>
      </w:r>
      <w:r>
        <w:tab/>
        <w:t>3.076e0</w:t>
      </w:r>
    </w:p>
    <w:p w:rsidR="00557788" w:rsidRDefault="00557788" w:rsidP="00557788">
      <w:r>
        <w:t>158.4344</w:t>
      </w:r>
      <w:r>
        <w:tab/>
        <w:t>2.025e0</w:t>
      </w:r>
    </w:p>
    <w:p w:rsidR="00557788" w:rsidRDefault="00557788" w:rsidP="00557788">
      <w:r>
        <w:t>158.4412</w:t>
      </w:r>
      <w:r>
        <w:tab/>
        <w:t>1.013e0</w:t>
      </w:r>
    </w:p>
    <w:p w:rsidR="00557788" w:rsidRDefault="00557788" w:rsidP="00557788">
      <w:r>
        <w:t>158.4516</w:t>
      </w:r>
      <w:r>
        <w:tab/>
        <w:t>3.798e-2</w:t>
      </w:r>
    </w:p>
    <w:p w:rsidR="00557788" w:rsidRDefault="00557788" w:rsidP="00557788">
      <w:r>
        <w:lastRenderedPageBreak/>
        <w:t>158.4530</w:t>
      </w:r>
      <w:r>
        <w:tab/>
        <w:t>2.051e0</w:t>
      </w:r>
    </w:p>
    <w:p w:rsidR="00557788" w:rsidRDefault="00557788" w:rsidP="00557788">
      <w:r>
        <w:t>158.4549</w:t>
      </w:r>
      <w:r>
        <w:tab/>
        <w:t>1.266e-2</w:t>
      </w:r>
    </w:p>
    <w:p w:rsidR="00557788" w:rsidRDefault="00557788" w:rsidP="00557788">
      <w:r>
        <w:t>158.4565</w:t>
      </w:r>
      <w:r>
        <w:tab/>
        <w:t>2.025e0</w:t>
      </w:r>
    </w:p>
    <w:p w:rsidR="00557788" w:rsidRDefault="00557788" w:rsidP="00557788">
      <w:r>
        <w:t>158.4845</w:t>
      </w:r>
      <w:r>
        <w:tab/>
        <w:t>1.266e-2</w:t>
      </w:r>
    </w:p>
    <w:p w:rsidR="00557788" w:rsidRDefault="00557788" w:rsidP="00557788">
      <w:r>
        <w:t>158.4895</w:t>
      </w:r>
      <w:r>
        <w:tab/>
        <w:t>2.025e0</w:t>
      </w:r>
    </w:p>
    <w:p w:rsidR="00557788" w:rsidRDefault="00557788" w:rsidP="00557788">
      <w:r>
        <w:t>158.4914</w:t>
      </w:r>
      <w:r>
        <w:tab/>
        <w:t>4.451e0</w:t>
      </w:r>
    </w:p>
    <w:p w:rsidR="00557788" w:rsidRDefault="00557788" w:rsidP="00557788">
      <w:r>
        <w:t>158.5183</w:t>
      </w:r>
      <w:r>
        <w:tab/>
        <w:t>1.266e-2</w:t>
      </w:r>
    </w:p>
    <w:p w:rsidR="00557788" w:rsidRDefault="00557788" w:rsidP="00557788">
      <w:r>
        <w:t>158.5215</w:t>
      </w:r>
      <w:r>
        <w:tab/>
        <w:t>1.025e0</w:t>
      </w:r>
    </w:p>
    <w:p w:rsidR="00557788" w:rsidRDefault="00557788" w:rsidP="00557788">
      <w:r>
        <w:t>158.5328</w:t>
      </w:r>
      <w:r>
        <w:tab/>
        <w:t>2.532e-2</w:t>
      </w:r>
    </w:p>
    <w:p w:rsidR="00557788" w:rsidRDefault="00557788" w:rsidP="00557788">
      <w:r>
        <w:t>158.5379</w:t>
      </w:r>
      <w:r>
        <w:tab/>
        <w:t>1.266e-2</w:t>
      </w:r>
    </w:p>
    <w:p w:rsidR="00557788" w:rsidRDefault="00557788" w:rsidP="00557788">
      <w:r>
        <w:t>158.5396</w:t>
      </w:r>
      <w:r>
        <w:tab/>
        <w:t>2.025e0</w:t>
      </w:r>
    </w:p>
    <w:p w:rsidR="00557788" w:rsidRDefault="00557788" w:rsidP="00557788">
      <w:r>
        <w:t>158.5464</w:t>
      </w:r>
      <w:r>
        <w:tab/>
        <w:t>2.025e0</w:t>
      </w:r>
    </w:p>
    <w:p w:rsidR="00557788" w:rsidRDefault="00557788" w:rsidP="00557788">
      <w:r>
        <w:t>158.5549</w:t>
      </w:r>
      <w:r>
        <w:tab/>
        <w:t>2.025e0</w:t>
      </w:r>
    </w:p>
    <w:p w:rsidR="00557788" w:rsidRDefault="00557788" w:rsidP="00557788">
      <w:r>
        <w:t>158.5651</w:t>
      </w:r>
      <w:r>
        <w:tab/>
        <w:t>1.025e0</w:t>
      </w:r>
    </w:p>
    <w:p w:rsidR="00557788" w:rsidRDefault="00557788" w:rsidP="00557788">
      <w:r>
        <w:t>158.5747</w:t>
      </w:r>
      <w:r>
        <w:tab/>
        <w:t>4.051e0</w:t>
      </w:r>
    </w:p>
    <w:p w:rsidR="00557788" w:rsidRDefault="00557788" w:rsidP="00557788">
      <w:r>
        <w:t>158.5816</w:t>
      </w:r>
      <w:r>
        <w:tab/>
        <w:t>2.025e0</w:t>
      </w:r>
    </w:p>
    <w:p w:rsidR="00557788" w:rsidRDefault="00557788" w:rsidP="00557788">
      <w:r>
        <w:t>158.5848</w:t>
      </w:r>
      <w:r>
        <w:tab/>
        <w:t>1.025e0</w:t>
      </w:r>
    </w:p>
    <w:p w:rsidR="00557788" w:rsidRDefault="00557788" w:rsidP="00557788">
      <w:r>
        <w:t>158.5892</w:t>
      </w:r>
      <w:r>
        <w:tab/>
        <w:t>2.735e0</w:t>
      </w:r>
    </w:p>
    <w:p w:rsidR="00557788" w:rsidRDefault="00557788" w:rsidP="00557788">
      <w:r>
        <w:t>158.5947</w:t>
      </w:r>
      <w:r>
        <w:tab/>
        <w:t>2.025e0</w:t>
      </w:r>
    </w:p>
    <w:p w:rsidR="00557788" w:rsidRDefault="00557788" w:rsidP="00557788">
      <w:r>
        <w:lastRenderedPageBreak/>
        <w:t>158.6050</w:t>
      </w:r>
      <w:r>
        <w:tab/>
        <w:t>1.013e0</w:t>
      </w:r>
    </w:p>
    <w:p w:rsidR="00557788" w:rsidRDefault="00557788" w:rsidP="00557788">
      <w:r>
        <w:t>158.6118</w:t>
      </w:r>
      <w:r>
        <w:tab/>
        <w:t>1.266e-2</w:t>
      </w:r>
    </w:p>
    <w:p w:rsidR="00557788" w:rsidRDefault="00557788" w:rsidP="00557788">
      <w:r>
        <w:t>158.6386</w:t>
      </w:r>
      <w:r>
        <w:tab/>
        <w:t>1.266e-2</w:t>
      </w:r>
    </w:p>
    <w:p w:rsidR="00557788" w:rsidRDefault="00557788" w:rsidP="00557788">
      <w:r>
        <w:t>158.6418</w:t>
      </w:r>
      <w:r>
        <w:tab/>
        <w:t>1.013e0</w:t>
      </w:r>
    </w:p>
    <w:p w:rsidR="00557788" w:rsidRDefault="00557788" w:rsidP="00557788">
      <w:r>
        <w:t>158.6499</w:t>
      </w:r>
      <w:r>
        <w:tab/>
        <w:t>3.038e0</w:t>
      </w:r>
    </w:p>
    <w:p w:rsidR="00557788" w:rsidRDefault="00557788" w:rsidP="00557788">
      <w:r>
        <w:t>158.6516</w:t>
      </w:r>
      <w:r>
        <w:tab/>
        <w:t>1.266e-2</w:t>
      </w:r>
    </w:p>
    <w:p w:rsidR="00557788" w:rsidRDefault="00557788" w:rsidP="00557788">
      <w:r>
        <w:t>158.6532</w:t>
      </w:r>
      <w:r>
        <w:tab/>
        <w:t>2.025e0</w:t>
      </w:r>
    </w:p>
    <w:p w:rsidR="00557788" w:rsidRDefault="00557788" w:rsidP="00557788">
      <w:r>
        <w:t>158.6550</w:t>
      </w:r>
      <w:r>
        <w:tab/>
        <w:t>1.013e0</w:t>
      </w:r>
    </w:p>
    <w:p w:rsidR="00557788" w:rsidRDefault="00557788" w:rsidP="00557788">
      <w:r>
        <w:t>158.6619</w:t>
      </w:r>
      <w:r>
        <w:tab/>
        <w:t>1.013e0</w:t>
      </w:r>
    </w:p>
    <w:p w:rsidR="00557788" w:rsidRDefault="00557788" w:rsidP="00557788">
      <w:r>
        <w:t>158.6687</w:t>
      </w:r>
      <w:r>
        <w:tab/>
        <w:t>1.266e-2</w:t>
      </w:r>
    </w:p>
    <w:p w:rsidR="00557788" w:rsidRDefault="00557788" w:rsidP="00557788">
      <w:r>
        <w:t>158.6720</w:t>
      </w:r>
      <w:r>
        <w:tab/>
        <w:t>1.266e-2</w:t>
      </w:r>
    </w:p>
    <w:p w:rsidR="00557788" w:rsidRDefault="00557788" w:rsidP="00557788">
      <w:r>
        <w:t>158.6857</w:t>
      </w:r>
      <w:r>
        <w:tab/>
        <w:t>2.025e0</w:t>
      </w:r>
    </w:p>
    <w:p w:rsidR="00557788" w:rsidRDefault="00557788" w:rsidP="00557788">
      <w:r>
        <w:t>158.6874</w:t>
      </w:r>
      <w:r>
        <w:tab/>
        <w:t>2.025e0</w:t>
      </w:r>
    </w:p>
    <w:p w:rsidR="00557788" w:rsidRDefault="00557788" w:rsidP="00557788">
      <w:r>
        <w:t>158.6988</w:t>
      </w:r>
      <w:r>
        <w:tab/>
        <w:t>4.051e0</w:t>
      </w:r>
    </w:p>
    <w:p w:rsidR="00557788" w:rsidRDefault="00557788" w:rsidP="00557788">
      <w:r>
        <w:t>158.7144</w:t>
      </w:r>
      <w:r>
        <w:tab/>
        <w:t>3.798e-2</w:t>
      </w:r>
    </w:p>
    <w:p w:rsidR="00557788" w:rsidRDefault="00557788" w:rsidP="00557788">
      <w:r>
        <w:t>158.7163</w:t>
      </w:r>
      <w:r>
        <w:tab/>
        <w:t>5.063e0</w:t>
      </w:r>
    </w:p>
    <w:p w:rsidR="00557788" w:rsidRDefault="00557788" w:rsidP="00557788">
      <w:r>
        <w:t>158.7187</w:t>
      </w:r>
      <w:r>
        <w:tab/>
        <w:t>1.013e0</w:t>
      </w:r>
    </w:p>
    <w:p w:rsidR="00557788" w:rsidRDefault="00557788" w:rsidP="00557788">
      <w:r>
        <w:t>158.7255</w:t>
      </w:r>
      <w:r>
        <w:tab/>
        <w:t>1.266e-2</w:t>
      </w:r>
    </w:p>
    <w:p w:rsidR="00557788" w:rsidRDefault="00557788" w:rsidP="00557788">
      <w:r>
        <w:t>158.7392</w:t>
      </w:r>
      <w:r>
        <w:tab/>
        <w:t>1.266e-2</w:t>
      </w:r>
    </w:p>
    <w:p w:rsidR="00557788" w:rsidRDefault="00557788" w:rsidP="00557788">
      <w:r>
        <w:lastRenderedPageBreak/>
        <w:t>158.7441</w:t>
      </w:r>
      <w:r>
        <w:tab/>
        <w:t>3.038e0</w:t>
      </w:r>
    </w:p>
    <w:p w:rsidR="00557788" w:rsidRDefault="00557788" w:rsidP="00557788">
      <w:r>
        <w:t>158.7495</w:t>
      </w:r>
      <w:r>
        <w:tab/>
        <w:t>3.038e0</w:t>
      </w:r>
    </w:p>
    <w:p w:rsidR="00557788" w:rsidRDefault="00557788" w:rsidP="00557788">
      <w:r>
        <w:t>158.7558</w:t>
      </w:r>
      <w:r>
        <w:tab/>
        <w:t>1.013e0</w:t>
      </w:r>
    </w:p>
    <w:p w:rsidR="00557788" w:rsidRDefault="00557788" w:rsidP="00557788">
      <w:r>
        <w:t>158.7687</w:t>
      </w:r>
      <w:r>
        <w:tab/>
        <w:t>1.266e-2</w:t>
      </w:r>
    </w:p>
    <w:p w:rsidR="00557788" w:rsidRDefault="00557788" w:rsidP="00557788">
      <w:r>
        <w:t>158.7841</w:t>
      </w:r>
      <w:r>
        <w:tab/>
        <w:t>2.025e0</w:t>
      </w:r>
    </w:p>
    <w:p w:rsidR="00557788" w:rsidRDefault="00557788" w:rsidP="00557788">
      <w:r>
        <w:t>158.7960</w:t>
      </w:r>
      <w:r>
        <w:tab/>
        <w:t>1.025e0</w:t>
      </w:r>
    </w:p>
    <w:p w:rsidR="00557788" w:rsidRDefault="00557788" w:rsidP="00557788">
      <w:r>
        <w:t>158.7995</w:t>
      </w:r>
      <w:r>
        <w:tab/>
        <w:t>1.013e0</w:t>
      </w:r>
    </w:p>
    <w:p w:rsidR="00557788" w:rsidRDefault="00557788" w:rsidP="00557788">
      <w:r>
        <w:t>158.8064</w:t>
      </w:r>
      <w:r>
        <w:tab/>
        <w:t>1.266e-2</w:t>
      </w:r>
    </w:p>
    <w:p w:rsidR="00557788" w:rsidRDefault="00557788" w:rsidP="00557788">
      <w:r>
        <w:t>158.8099</w:t>
      </w:r>
      <w:r>
        <w:tab/>
        <w:t>2.532e-2</w:t>
      </w:r>
    </w:p>
    <w:p w:rsidR="00557788" w:rsidRDefault="00557788" w:rsidP="00557788">
      <w:r>
        <w:t>158.8128</w:t>
      </w:r>
      <w:r>
        <w:tab/>
        <w:t>1.266e-2</w:t>
      </w:r>
    </w:p>
    <w:p w:rsidR="00557788" w:rsidRDefault="00557788" w:rsidP="00557788">
      <w:r>
        <w:t>158.8160</w:t>
      </w:r>
      <w:r>
        <w:tab/>
        <w:t>1.013e0</w:t>
      </w:r>
    </w:p>
    <w:p w:rsidR="00557788" w:rsidRDefault="00557788" w:rsidP="00557788">
      <w:r>
        <w:t>158.8256</w:t>
      </w:r>
      <w:r>
        <w:tab/>
        <w:t>1.266e-2</w:t>
      </w:r>
    </w:p>
    <w:p w:rsidR="00557788" w:rsidRDefault="00557788" w:rsidP="00557788">
      <w:r>
        <w:t>158.8409</w:t>
      </w:r>
      <w:r>
        <w:tab/>
        <w:t>3.038e0</w:t>
      </w:r>
    </w:p>
    <w:p w:rsidR="00557788" w:rsidRDefault="00557788" w:rsidP="00557788">
      <w:r>
        <w:t>158.8496</w:t>
      </w:r>
      <w:r>
        <w:tab/>
        <w:t>3.038e0</w:t>
      </w:r>
    </w:p>
    <w:p w:rsidR="00557788" w:rsidRDefault="00557788" w:rsidP="00557788">
      <w:r>
        <w:t>158.8545</w:t>
      </w:r>
      <w:r>
        <w:tab/>
        <w:t>2.051e0</w:t>
      </w:r>
    </w:p>
    <w:p w:rsidR="00557788" w:rsidRDefault="00557788" w:rsidP="00557788">
      <w:r>
        <w:t>158.8633</w:t>
      </w:r>
      <w:r>
        <w:tab/>
        <w:t>2.532e-2</w:t>
      </w:r>
    </w:p>
    <w:p w:rsidR="00557788" w:rsidRDefault="00557788" w:rsidP="00557788">
      <w:r>
        <w:t>158.8699</w:t>
      </w:r>
      <w:r>
        <w:tab/>
        <w:t>1.038e0</w:t>
      </w:r>
    </w:p>
    <w:p w:rsidR="00557788" w:rsidRDefault="00557788" w:rsidP="00557788">
      <w:r>
        <w:t>158.8730</w:t>
      </w:r>
      <w:r>
        <w:tab/>
        <w:t>1.013e0</w:t>
      </w:r>
    </w:p>
    <w:p w:rsidR="00557788" w:rsidRDefault="00557788" w:rsidP="00557788">
      <w:r>
        <w:t>158.8826</w:t>
      </w:r>
      <w:r>
        <w:tab/>
        <w:t>1.013e0</w:t>
      </w:r>
    </w:p>
    <w:p w:rsidR="00557788" w:rsidRDefault="00557788" w:rsidP="00557788">
      <w:r>
        <w:lastRenderedPageBreak/>
        <w:t>158.8856</w:t>
      </w:r>
      <w:r>
        <w:tab/>
        <w:t>5.063e0</w:t>
      </w:r>
    </w:p>
    <w:p w:rsidR="00557788" w:rsidRDefault="00557788" w:rsidP="00557788">
      <w:r>
        <w:t>158.8912</w:t>
      </w:r>
      <w:r>
        <w:tab/>
        <w:t>5.063e0</w:t>
      </w:r>
    </w:p>
    <w:p w:rsidR="00557788" w:rsidRDefault="00557788" w:rsidP="00557788">
      <w:r>
        <w:t>158.9201</w:t>
      </w:r>
      <w:r>
        <w:tab/>
        <w:t>1.013e0</w:t>
      </w:r>
    </w:p>
    <w:p w:rsidR="00557788" w:rsidRDefault="00557788" w:rsidP="00557788">
      <w:r>
        <w:t>158.9236</w:t>
      </w:r>
      <w:r>
        <w:tab/>
        <w:t>1.266e-2</w:t>
      </w:r>
    </w:p>
    <w:p w:rsidR="00557788" w:rsidRDefault="00557788" w:rsidP="00557788">
      <w:r>
        <w:t>158.9334</w:t>
      </w:r>
      <w:r>
        <w:tab/>
        <w:t>2.025e0</w:t>
      </w:r>
    </w:p>
    <w:p w:rsidR="00557788" w:rsidRDefault="00557788" w:rsidP="00557788">
      <w:r>
        <w:t>158.9480</w:t>
      </w:r>
      <w:r>
        <w:tab/>
        <w:t>2.025e0</w:t>
      </w:r>
    </w:p>
    <w:p w:rsidR="00557788" w:rsidRDefault="00557788" w:rsidP="00557788">
      <w:r>
        <w:t>158.9515</w:t>
      </w:r>
      <w:r>
        <w:tab/>
        <w:t>2.025e0</w:t>
      </w:r>
    </w:p>
    <w:p w:rsidR="00557788" w:rsidRDefault="00557788" w:rsidP="00557788">
      <w:r>
        <w:t>158.9532</w:t>
      </w:r>
      <w:r>
        <w:tab/>
        <w:t>3.797e-2</w:t>
      </w:r>
    </w:p>
    <w:p w:rsidR="00557788" w:rsidRDefault="00557788" w:rsidP="00557788">
      <w:r>
        <w:t>158.9571</w:t>
      </w:r>
      <w:r>
        <w:tab/>
        <w:t>4.051e0</w:t>
      </w:r>
    </w:p>
    <w:p w:rsidR="00557788" w:rsidRDefault="00557788" w:rsidP="00557788">
      <w:r>
        <w:t>158.9634</w:t>
      </w:r>
      <w:r>
        <w:tab/>
        <w:t>1.266e-2</w:t>
      </w:r>
    </w:p>
    <w:p w:rsidR="00557788" w:rsidRDefault="00557788" w:rsidP="00557788">
      <w:r>
        <w:t>158.9668</w:t>
      </w:r>
      <w:r>
        <w:tab/>
        <w:t>2.532e-2</w:t>
      </w:r>
    </w:p>
    <w:p w:rsidR="00557788" w:rsidRDefault="00557788" w:rsidP="00557788">
      <w:r>
        <w:t>158.9839</w:t>
      </w:r>
      <w:r>
        <w:tab/>
        <w:t>1.266e-2</w:t>
      </w:r>
    </w:p>
    <w:p w:rsidR="00557788" w:rsidRDefault="00557788" w:rsidP="00557788">
      <w:r>
        <w:t>158.9872</w:t>
      </w:r>
      <w:r>
        <w:tab/>
        <w:t>4.051e0</w:t>
      </w:r>
    </w:p>
    <w:p w:rsidR="00557788" w:rsidRDefault="00557788" w:rsidP="00557788">
      <w:r>
        <w:t>158.9904</w:t>
      </w:r>
      <w:r>
        <w:tab/>
        <w:t>1.013e0</w:t>
      </w:r>
    </w:p>
    <w:p w:rsidR="00557788" w:rsidRDefault="00557788" w:rsidP="00557788">
      <w:r>
        <w:t>158.9999</w:t>
      </w:r>
      <w:r>
        <w:tab/>
        <w:t>1.038e0</w:t>
      </w:r>
    </w:p>
    <w:p w:rsidR="00557788" w:rsidRDefault="00557788" w:rsidP="00557788">
      <w:r>
        <w:t>159.0101</w:t>
      </w:r>
      <w:r>
        <w:tab/>
        <w:t>1.025e0</w:t>
      </w:r>
    </w:p>
    <w:p w:rsidR="00557788" w:rsidRDefault="00557788" w:rsidP="00557788">
      <w:r>
        <w:t>159.0169</w:t>
      </w:r>
      <w:r>
        <w:tab/>
        <w:t>1.013e0</w:t>
      </w:r>
    </w:p>
    <w:p w:rsidR="00557788" w:rsidRDefault="00557788" w:rsidP="00557788">
      <w:r>
        <w:t>159.0203</w:t>
      </w:r>
      <w:r>
        <w:tab/>
        <w:t>1.013e0</w:t>
      </w:r>
    </w:p>
    <w:p w:rsidR="00557788" w:rsidRDefault="00557788" w:rsidP="00557788">
      <w:r>
        <w:t>159.0271</w:t>
      </w:r>
      <w:r>
        <w:tab/>
        <w:t>5.063e0</w:t>
      </w:r>
    </w:p>
    <w:p w:rsidR="00557788" w:rsidRDefault="00557788" w:rsidP="00557788">
      <w:r>
        <w:lastRenderedPageBreak/>
        <w:t>159.0425</w:t>
      </w:r>
      <w:r>
        <w:tab/>
        <w:t>2.532e-2</w:t>
      </w:r>
    </w:p>
    <w:p w:rsidR="00557788" w:rsidRDefault="00557788" w:rsidP="00557788">
      <w:r>
        <w:t>159.0443</w:t>
      </w:r>
      <w:r>
        <w:tab/>
        <w:t>3.038e0</w:t>
      </w:r>
    </w:p>
    <w:p w:rsidR="00557788" w:rsidRDefault="00557788" w:rsidP="00557788">
      <w:r>
        <w:t>159.0566</w:t>
      </w:r>
      <w:r>
        <w:tab/>
        <w:t>4.051e0</w:t>
      </w:r>
    </w:p>
    <w:p w:rsidR="00557788" w:rsidRDefault="00557788" w:rsidP="00557788">
      <w:r>
        <w:t>159.0694</w:t>
      </w:r>
      <w:r>
        <w:tab/>
        <w:t>7.012e0</w:t>
      </w:r>
    </w:p>
    <w:p w:rsidR="00557788" w:rsidRDefault="00557788" w:rsidP="00557788">
      <w:r>
        <w:t>159.0794</w:t>
      </w:r>
      <w:r>
        <w:tab/>
        <w:t>4.907e0</w:t>
      </w:r>
    </w:p>
    <w:p w:rsidR="00557788" w:rsidRDefault="00557788" w:rsidP="00557788">
      <w:r>
        <w:t>159.1115</w:t>
      </w:r>
      <w:r>
        <w:tab/>
        <w:t>1.477e1</w:t>
      </w:r>
    </w:p>
    <w:p w:rsidR="00557788" w:rsidRDefault="00557788" w:rsidP="00557788">
      <w:r>
        <w:t>159.1352</w:t>
      </w:r>
      <w:r>
        <w:tab/>
        <w:t>2.323e0</w:t>
      </w:r>
    </w:p>
    <w:p w:rsidR="00557788" w:rsidRDefault="00557788" w:rsidP="00557788">
      <w:r>
        <w:t>159.1471</w:t>
      </w:r>
      <w:r>
        <w:tab/>
        <w:t>4.051e0</w:t>
      </w:r>
    </w:p>
    <w:p w:rsidR="00557788" w:rsidRDefault="00557788" w:rsidP="00557788">
      <w:r>
        <w:t>159.1500</w:t>
      </w:r>
      <w:r>
        <w:tab/>
        <w:t>5.063e-2</w:t>
      </w:r>
    </w:p>
    <w:p w:rsidR="00557788" w:rsidRDefault="00557788" w:rsidP="00557788">
      <w:r>
        <w:t>159.1536</w:t>
      </w:r>
      <w:r>
        <w:tab/>
        <w:t>4.301e0</w:t>
      </w:r>
    </w:p>
    <w:p w:rsidR="00557788" w:rsidRDefault="00557788" w:rsidP="00557788">
      <w:r>
        <w:t>159.1581</w:t>
      </w:r>
      <w:r>
        <w:tab/>
        <w:t>3.757e0</w:t>
      </w:r>
    </w:p>
    <w:p w:rsidR="00557788" w:rsidRDefault="00557788" w:rsidP="00557788">
      <w:r>
        <w:t>159.1607</w:t>
      </w:r>
      <w:r>
        <w:tab/>
        <w:t>1.203e0</w:t>
      </w:r>
    </w:p>
    <w:p w:rsidR="00557788" w:rsidRDefault="00557788" w:rsidP="00557788">
      <w:r>
        <w:t>159.1645</w:t>
      </w:r>
      <w:r>
        <w:tab/>
        <w:t>2.987e-1</w:t>
      </w:r>
    </w:p>
    <w:p w:rsidR="00557788" w:rsidRDefault="00557788" w:rsidP="00557788">
      <w:r>
        <w:t>159.1842</w:t>
      </w:r>
      <w:r>
        <w:tab/>
        <w:t>1.266e-2</w:t>
      </w:r>
    </w:p>
    <w:p w:rsidR="00557788" w:rsidRDefault="00557788" w:rsidP="00557788">
      <w:r>
        <w:t>159.1877</w:t>
      </w:r>
      <w:r>
        <w:tab/>
        <w:t>3.038e0</w:t>
      </w:r>
    </w:p>
    <w:p w:rsidR="00557788" w:rsidRDefault="00557788" w:rsidP="00557788">
      <w:r>
        <w:t>159.2048</w:t>
      </w:r>
      <w:r>
        <w:tab/>
        <w:t>1.025e0</w:t>
      </w:r>
    </w:p>
    <w:p w:rsidR="00557788" w:rsidRDefault="00557788" w:rsidP="00557788">
      <w:r>
        <w:t>159.2082</w:t>
      </w:r>
      <w:r>
        <w:tab/>
        <w:t>2.038e0</w:t>
      </w:r>
    </w:p>
    <w:p w:rsidR="00557788" w:rsidRDefault="00557788" w:rsidP="00557788">
      <w:r>
        <w:t>159.2150</w:t>
      </w:r>
      <w:r>
        <w:tab/>
        <w:t>1.266e-2</w:t>
      </w:r>
    </w:p>
    <w:p w:rsidR="00557788" w:rsidRDefault="00557788" w:rsidP="00557788">
      <w:r>
        <w:t>159.2184</w:t>
      </w:r>
      <w:r>
        <w:tab/>
        <w:t>1.013e0</w:t>
      </w:r>
    </w:p>
    <w:p w:rsidR="00557788" w:rsidRDefault="00557788" w:rsidP="00557788">
      <w:r>
        <w:lastRenderedPageBreak/>
        <w:t>159.2285</w:t>
      </w:r>
      <w:r>
        <w:tab/>
        <w:t>3.797e-2</w:t>
      </w:r>
    </w:p>
    <w:p w:rsidR="00557788" w:rsidRDefault="00557788" w:rsidP="00557788">
      <w:r>
        <w:t>159.2481</w:t>
      </w:r>
      <w:r>
        <w:tab/>
        <w:t>1.266e-2</w:t>
      </w:r>
    </w:p>
    <w:p w:rsidR="00557788" w:rsidRDefault="00557788" w:rsidP="00557788">
      <w:r>
        <w:t>159.2549</w:t>
      </w:r>
      <w:r>
        <w:tab/>
        <w:t>2.532e-2</w:t>
      </w:r>
    </w:p>
    <w:p w:rsidR="00557788" w:rsidRDefault="00557788" w:rsidP="00557788">
      <w:r>
        <w:t>159.2617</w:t>
      </w:r>
      <w:r>
        <w:tab/>
        <w:t>3.038e0</w:t>
      </w:r>
    </w:p>
    <w:p w:rsidR="00557788" w:rsidRDefault="00557788" w:rsidP="00557788">
      <w:r>
        <w:t>159.2685</w:t>
      </w:r>
      <w:r>
        <w:tab/>
        <w:t>1.013e0</w:t>
      </w:r>
    </w:p>
    <w:p w:rsidR="00557788" w:rsidRDefault="00557788" w:rsidP="00557788">
      <w:r>
        <w:t>159.2707</w:t>
      </w:r>
      <w:r>
        <w:tab/>
        <w:t>6.076e0</w:t>
      </w:r>
    </w:p>
    <w:p w:rsidR="00557788" w:rsidRDefault="00557788" w:rsidP="00557788">
      <w:r>
        <w:t>159.2730</w:t>
      </w:r>
      <w:r>
        <w:tab/>
        <w:t>3.798e-2</w:t>
      </w:r>
    </w:p>
    <w:p w:rsidR="00557788" w:rsidRDefault="00557788" w:rsidP="00557788">
      <w:r>
        <w:t>159.2828</w:t>
      </w:r>
      <w:r>
        <w:tab/>
        <w:t>3.038e0</w:t>
      </w:r>
    </w:p>
    <w:p w:rsidR="00557788" w:rsidRDefault="00557788" w:rsidP="00557788">
      <w:r>
        <w:t>159.2839</w:t>
      </w:r>
      <w:r>
        <w:tab/>
        <w:t>2.025e0</w:t>
      </w:r>
    </w:p>
    <w:p w:rsidR="00557788" w:rsidRDefault="00557788" w:rsidP="00557788">
      <w:r>
        <w:t>159.2919</w:t>
      </w:r>
      <w:r>
        <w:tab/>
        <w:t>1.266e-2</w:t>
      </w:r>
    </w:p>
    <w:p w:rsidR="00557788" w:rsidRDefault="00557788" w:rsidP="00557788">
      <w:r>
        <w:t>159.3051</w:t>
      </w:r>
      <w:r>
        <w:tab/>
        <w:t>2.038e0</w:t>
      </w:r>
    </w:p>
    <w:p w:rsidR="00557788" w:rsidRDefault="00557788" w:rsidP="00557788">
      <w:r>
        <w:t>159.3085</w:t>
      </w:r>
      <w:r>
        <w:tab/>
        <w:t>1.025e0</w:t>
      </w:r>
    </w:p>
    <w:p w:rsidR="00557788" w:rsidRDefault="00557788" w:rsidP="00557788">
      <w:r>
        <w:t>159.3221</w:t>
      </w:r>
      <w:r>
        <w:tab/>
        <w:t>1.013e0</w:t>
      </w:r>
    </w:p>
    <w:p w:rsidR="00557788" w:rsidRDefault="00557788" w:rsidP="00557788">
      <w:r>
        <w:t>159.3272</w:t>
      </w:r>
      <w:r>
        <w:tab/>
        <w:t>2.025e0</w:t>
      </w:r>
    </w:p>
    <w:p w:rsidR="00557788" w:rsidRDefault="00557788" w:rsidP="00557788">
      <w:r>
        <w:t>159.3323</w:t>
      </w:r>
      <w:r>
        <w:tab/>
        <w:t>1.013e0</w:t>
      </w:r>
    </w:p>
    <w:p w:rsidR="00557788" w:rsidRDefault="00557788" w:rsidP="00557788">
      <w:r>
        <w:t>159.3339</w:t>
      </w:r>
      <w:r>
        <w:tab/>
        <w:t>3.038e0</w:t>
      </w:r>
    </w:p>
    <w:p w:rsidR="00557788" w:rsidRDefault="00557788" w:rsidP="00557788">
      <w:r>
        <w:t>159.3391</w:t>
      </w:r>
      <w:r>
        <w:tab/>
        <w:t>2.038e0</w:t>
      </w:r>
    </w:p>
    <w:p w:rsidR="00557788" w:rsidRDefault="00557788" w:rsidP="00557788">
      <w:r>
        <w:t>159.3539</w:t>
      </w:r>
      <w:r>
        <w:tab/>
        <w:t>2.025e0</w:t>
      </w:r>
    </w:p>
    <w:p w:rsidR="00557788" w:rsidRDefault="00557788" w:rsidP="00557788">
      <w:r>
        <w:t>159.3555</w:t>
      </w:r>
      <w:r>
        <w:tab/>
        <w:t>1.266e-2</w:t>
      </w:r>
    </w:p>
    <w:p w:rsidR="00557788" w:rsidRDefault="00557788" w:rsidP="00557788">
      <w:r>
        <w:lastRenderedPageBreak/>
        <w:t>159.3613</w:t>
      </w:r>
      <w:r>
        <w:tab/>
        <w:t>6.076e0</w:t>
      </w:r>
    </w:p>
    <w:p w:rsidR="00557788" w:rsidRDefault="00557788" w:rsidP="00557788">
      <w:r>
        <w:t>159.3774</w:t>
      </w:r>
      <w:r>
        <w:tab/>
        <w:t>2.025e0</w:t>
      </w:r>
    </w:p>
    <w:p w:rsidR="00557788" w:rsidRDefault="00557788" w:rsidP="00557788">
      <w:r>
        <w:t>159.3893</w:t>
      </w:r>
      <w:r>
        <w:tab/>
        <w:t>1.038e0</w:t>
      </w:r>
    </w:p>
    <w:p w:rsidR="00557788" w:rsidRDefault="00557788" w:rsidP="00557788">
      <w:r>
        <w:t>159.3956</w:t>
      </w:r>
      <w:r>
        <w:tab/>
        <w:t>5.089e0</w:t>
      </w:r>
    </w:p>
    <w:p w:rsidR="00557788" w:rsidRDefault="00557788" w:rsidP="00557788">
      <w:r>
        <w:t>159.3996</w:t>
      </w:r>
      <w:r>
        <w:tab/>
        <w:t>1.013e0</w:t>
      </w:r>
    </w:p>
    <w:p w:rsidR="00557788" w:rsidRDefault="00557788" w:rsidP="00557788">
      <w:r>
        <w:t>159.4141</w:t>
      </w:r>
      <w:r>
        <w:tab/>
        <w:t>2.532e-2</w:t>
      </w:r>
    </w:p>
    <w:p w:rsidR="00557788" w:rsidRDefault="00557788" w:rsidP="00557788">
      <w:r>
        <w:t>159.4214</w:t>
      </w:r>
      <w:r>
        <w:tab/>
        <w:t>1.038e0</w:t>
      </w:r>
    </w:p>
    <w:p w:rsidR="00557788" w:rsidRDefault="00557788" w:rsidP="00557788">
      <w:r>
        <w:t>159.4309</w:t>
      </w:r>
      <w:r>
        <w:tab/>
        <w:t>2.025e0</w:t>
      </w:r>
    </w:p>
    <w:p w:rsidR="00557788" w:rsidRDefault="00557788" w:rsidP="00557788">
      <w:r>
        <w:t>159.4395</w:t>
      </w:r>
      <w:r>
        <w:tab/>
        <w:t>1.013e0</w:t>
      </w:r>
    </w:p>
    <w:p w:rsidR="00557788" w:rsidRDefault="00557788" w:rsidP="00557788">
      <w:r>
        <w:t>159.4566</w:t>
      </w:r>
      <w:r>
        <w:tab/>
        <w:t>1.266e-2</w:t>
      </w:r>
    </w:p>
    <w:p w:rsidR="00557788" w:rsidRDefault="00557788" w:rsidP="00557788">
      <w:r>
        <w:t>159.4591</w:t>
      </w:r>
      <w:r>
        <w:tab/>
        <w:t>3.038e0</w:t>
      </w:r>
    </w:p>
    <w:p w:rsidR="00557788" w:rsidRDefault="00557788" w:rsidP="00557788">
      <w:r>
        <w:t>159.4669</w:t>
      </w:r>
      <w:r>
        <w:tab/>
        <w:t>2.038e0</w:t>
      </w:r>
    </w:p>
    <w:p w:rsidR="00557788" w:rsidRDefault="00557788" w:rsidP="00557788">
      <w:r>
        <w:t>159.4703</w:t>
      </w:r>
      <w:r>
        <w:tab/>
        <w:t>8.101e0</w:t>
      </w:r>
    </w:p>
    <w:p w:rsidR="00557788" w:rsidRDefault="00557788" w:rsidP="00557788">
      <w:r>
        <w:t>159.4845</w:t>
      </w:r>
      <w:r>
        <w:tab/>
        <w:t>4.051e0</w:t>
      </w:r>
    </w:p>
    <w:p w:rsidR="00557788" w:rsidRDefault="00557788" w:rsidP="00557788">
      <w:r>
        <w:t>159.4896</w:t>
      </w:r>
      <w:r>
        <w:tab/>
        <w:t>4.051e0</w:t>
      </w:r>
    </w:p>
    <w:p w:rsidR="00557788" w:rsidRDefault="00557788" w:rsidP="00557788">
      <w:r>
        <w:t>159.4931</w:t>
      </w:r>
      <w:r>
        <w:tab/>
        <w:t>1.013e0</w:t>
      </w:r>
    </w:p>
    <w:p w:rsidR="00557788" w:rsidRDefault="00557788" w:rsidP="00557788">
      <w:r>
        <w:t>159.4965</w:t>
      </w:r>
      <w:r>
        <w:tab/>
        <w:t>3.797e-2</w:t>
      </w:r>
    </w:p>
    <w:p w:rsidR="00557788" w:rsidRDefault="00557788" w:rsidP="00557788">
      <w:r>
        <w:t>159.5152</w:t>
      </w:r>
      <w:r>
        <w:tab/>
        <w:t>2.025e0</w:t>
      </w:r>
    </w:p>
    <w:p w:rsidR="00557788" w:rsidRDefault="00557788" w:rsidP="00557788">
      <w:r>
        <w:t>159.5603</w:t>
      </w:r>
      <w:r>
        <w:tab/>
        <w:t>2.025e0</w:t>
      </w:r>
    </w:p>
    <w:p w:rsidR="00557788" w:rsidRDefault="00557788" w:rsidP="00557788">
      <w:r>
        <w:lastRenderedPageBreak/>
        <w:t>159.5622</w:t>
      </w:r>
      <w:r>
        <w:tab/>
        <w:t>8.101e0</w:t>
      </w:r>
    </w:p>
    <w:p w:rsidR="00557788" w:rsidRDefault="00557788" w:rsidP="00557788">
      <w:r>
        <w:t>159.5654</w:t>
      </w:r>
      <w:r>
        <w:tab/>
        <w:t>4.051e0</w:t>
      </w:r>
    </w:p>
    <w:p w:rsidR="00557788" w:rsidRDefault="00557788" w:rsidP="00557788">
      <w:r>
        <w:t>159.6001</w:t>
      </w:r>
      <w:r>
        <w:tab/>
        <w:t>1.025e0</w:t>
      </w:r>
    </w:p>
    <w:p w:rsidR="00557788" w:rsidRDefault="00557788" w:rsidP="00557788">
      <w:r>
        <w:t>159.6016</w:t>
      </w:r>
      <w:r>
        <w:tab/>
        <w:t>3.038e0</w:t>
      </w:r>
    </w:p>
    <w:p w:rsidR="00557788" w:rsidRDefault="00557788" w:rsidP="00557788">
      <w:r>
        <w:t>159.6035</w:t>
      </w:r>
      <w:r>
        <w:tab/>
        <w:t>1.266e-2</w:t>
      </w:r>
    </w:p>
    <w:p w:rsidR="00557788" w:rsidRDefault="00557788" w:rsidP="00557788">
      <w:r>
        <w:t>159.6139</w:t>
      </w:r>
      <w:r>
        <w:tab/>
        <w:t>1.013e0</w:t>
      </w:r>
    </w:p>
    <w:p w:rsidR="00557788" w:rsidRDefault="00557788" w:rsidP="00557788">
      <w:r>
        <w:t>159.6173</w:t>
      </w:r>
      <w:r>
        <w:tab/>
        <w:t>1.266e-2</w:t>
      </w:r>
    </w:p>
    <w:p w:rsidR="00557788" w:rsidRDefault="00557788" w:rsidP="00557788">
      <w:r>
        <w:t>159.6253</w:t>
      </w:r>
      <w:r>
        <w:tab/>
        <w:t>1.038e0</w:t>
      </w:r>
    </w:p>
    <w:p w:rsidR="00557788" w:rsidRDefault="00557788" w:rsidP="00557788">
      <w:r>
        <w:t>159.6528</w:t>
      </w:r>
      <w:r>
        <w:tab/>
        <w:t>3.798e-2</w:t>
      </w:r>
    </w:p>
    <w:p w:rsidR="00557788" w:rsidRDefault="00557788" w:rsidP="00557788">
      <w:r>
        <w:t>159.6640</w:t>
      </w:r>
      <w:r>
        <w:tab/>
        <w:t>1.266e-2</w:t>
      </w:r>
    </w:p>
    <w:p w:rsidR="00557788" w:rsidRDefault="00557788" w:rsidP="00557788">
      <w:r>
        <w:t>159.6743</w:t>
      </w:r>
      <w:r>
        <w:tab/>
        <w:t>1.013e0</w:t>
      </w:r>
    </w:p>
    <w:p w:rsidR="00557788" w:rsidRDefault="00557788" w:rsidP="00557788">
      <w:r>
        <w:t>159.6760</w:t>
      </w:r>
      <w:r>
        <w:tab/>
        <w:t>2.532e-2</w:t>
      </w:r>
    </w:p>
    <w:p w:rsidR="00557788" w:rsidRDefault="00557788" w:rsidP="00557788">
      <w:r>
        <w:t>159.6846</w:t>
      </w:r>
      <w:r>
        <w:tab/>
        <w:t>1.025e0</w:t>
      </w:r>
    </w:p>
    <w:p w:rsidR="00557788" w:rsidRDefault="00557788" w:rsidP="00557788">
      <w:r>
        <w:t>159.6911</w:t>
      </w:r>
      <w:r>
        <w:tab/>
        <w:t>3.076e0</w:t>
      </w:r>
    </w:p>
    <w:p w:rsidR="00557788" w:rsidRDefault="00557788" w:rsidP="00557788">
      <w:r>
        <w:t>159.6948</w:t>
      </w:r>
      <w:r>
        <w:tab/>
        <w:t>1.013e0</w:t>
      </w:r>
    </w:p>
    <w:p w:rsidR="00557788" w:rsidRDefault="00557788" w:rsidP="00557788">
      <w:r>
        <w:t>159.7017</w:t>
      </w:r>
      <w:r>
        <w:tab/>
        <w:t>1.266e-2</w:t>
      </w:r>
    </w:p>
    <w:p w:rsidR="00557788" w:rsidRDefault="00557788" w:rsidP="00557788">
      <w:r>
        <w:t>159.7117</w:t>
      </w:r>
      <w:r>
        <w:tab/>
        <w:t>2.532e-2</w:t>
      </w:r>
    </w:p>
    <w:p w:rsidR="00557788" w:rsidRDefault="00557788" w:rsidP="00557788">
      <w:r>
        <w:t>159.7141</w:t>
      </w:r>
      <w:r>
        <w:tab/>
        <w:t>1.038e0</w:t>
      </w:r>
    </w:p>
    <w:p w:rsidR="00557788" w:rsidRDefault="00557788" w:rsidP="00557788">
      <w:r>
        <w:t>159.7382</w:t>
      </w:r>
      <w:r>
        <w:tab/>
        <w:t>1.025e0</w:t>
      </w:r>
    </w:p>
    <w:p w:rsidR="00557788" w:rsidRDefault="00557788" w:rsidP="00557788">
      <w:r>
        <w:lastRenderedPageBreak/>
        <w:t>159.7497</w:t>
      </w:r>
      <w:r>
        <w:tab/>
        <w:t>4.051e0</w:t>
      </w:r>
    </w:p>
    <w:p w:rsidR="00557788" w:rsidRDefault="00557788" w:rsidP="00557788">
      <w:r>
        <w:t>159.7570</w:t>
      </w:r>
      <w:r>
        <w:tab/>
        <w:t>2.025e0</w:t>
      </w:r>
    </w:p>
    <w:p w:rsidR="00557788" w:rsidRDefault="00557788" w:rsidP="00557788">
      <w:r>
        <w:t>159.7626</w:t>
      </w:r>
      <w:r>
        <w:tab/>
        <w:t>2.063e0</w:t>
      </w:r>
    </w:p>
    <w:p w:rsidR="00557788" w:rsidRDefault="00557788" w:rsidP="00557788">
      <w:r>
        <w:t>159.7672</w:t>
      </w:r>
      <w:r>
        <w:tab/>
        <w:t>4.074e-2</w:t>
      </w:r>
    </w:p>
    <w:p w:rsidR="00557788" w:rsidRDefault="00557788" w:rsidP="00557788">
      <w:r>
        <w:t>159.7690</w:t>
      </w:r>
      <w:r>
        <w:tab/>
        <w:t>1.013e0</w:t>
      </w:r>
    </w:p>
    <w:p w:rsidR="00557788" w:rsidRDefault="00557788" w:rsidP="00557788">
      <w:r>
        <w:t>159.7832</w:t>
      </w:r>
      <w:r>
        <w:tab/>
        <w:t>8.101e0</w:t>
      </w:r>
    </w:p>
    <w:p w:rsidR="00557788" w:rsidRDefault="00557788" w:rsidP="00557788">
      <w:r>
        <w:t>159.8055</w:t>
      </w:r>
      <w:r>
        <w:tab/>
        <w:t>2.038e0</w:t>
      </w:r>
    </w:p>
    <w:p w:rsidR="00557788" w:rsidRDefault="00557788" w:rsidP="00557788">
      <w:r>
        <w:t>159.8123</w:t>
      </w:r>
      <w:r>
        <w:tab/>
        <w:t>2.532e-2</w:t>
      </w:r>
    </w:p>
    <w:p w:rsidR="00557788" w:rsidRDefault="00557788" w:rsidP="00557788">
      <w:r>
        <w:t>159.8226</w:t>
      </w:r>
      <w:r>
        <w:tab/>
        <w:t>1.013e0</w:t>
      </w:r>
    </w:p>
    <w:p w:rsidR="00557788" w:rsidRDefault="00557788" w:rsidP="00557788">
      <w:r>
        <w:t>159.8330</w:t>
      </w:r>
      <w:r>
        <w:tab/>
        <w:t>1.025e0</w:t>
      </w:r>
    </w:p>
    <w:p w:rsidR="00557788" w:rsidRDefault="00557788" w:rsidP="00557788">
      <w:r>
        <w:t>159.8455</w:t>
      </w:r>
      <w:r>
        <w:tab/>
        <w:t>1.266e-2</w:t>
      </w:r>
    </w:p>
    <w:p w:rsidR="00557788" w:rsidRDefault="00557788" w:rsidP="00557788">
      <w:r>
        <w:t>159.8488</w:t>
      </w:r>
      <w:r>
        <w:tab/>
        <w:t>1.063e0</w:t>
      </w:r>
    </w:p>
    <w:p w:rsidR="00557788" w:rsidRDefault="00557788" w:rsidP="00557788">
      <w:r>
        <w:t>159.8504</w:t>
      </w:r>
      <w:r>
        <w:tab/>
        <w:t>2.025e0</w:t>
      </w:r>
    </w:p>
    <w:p w:rsidR="00557788" w:rsidRDefault="00557788" w:rsidP="00557788">
      <w:r>
        <w:t>159.8591</w:t>
      </w:r>
      <w:r>
        <w:tab/>
        <w:t>1.025e0</w:t>
      </w:r>
    </w:p>
    <w:p w:rsidR="00557788" w:rsidRDefault="00557788" w:rsidP="00557788">
      <w:r>
        <w:t>159.8660</w:t>
      </w:r>
      <w:r>
        <w:tab/>
        <w:t>1.013e0</w:t>
      </w:r>
    </w:p>
    <w:p w:rsidR="00557788" w:rsidRDefault="00557788" w:rsidP="00557788">
      <w:r>
        <w:t>159.8693</w:t>
      </w:r>
      <w:r>
        <w:tab/>
        <w:t>2.025e0</w:t>
      </w:r>
    </w:p>
    <w:p w:rsidR="00557788" w:rsidRDefault="00557788" w:rsidP="00557788">
      <w:r>
        <w:t>159.8864</w:t>
      </w:r>
      <w:r>
        <w:tab/>
        <w:t>1.266e-2</w:t>
      </w:r>
    </w:p>
    <w:p w:rsidR="00557788" w:rsidRDefault="00557788" w:rsidP="00557788">
      <w:r>
        <w:t>159.8883</w:t>
      </w:r>
      <w:r>
        <w:tab/>
        <w:t>4.051e0</w:t>
      </w:r>
    </w:p>
    <w:p w:rsidR="00557788" w:rsidRDefault="00557788" w:rsidP="00557788">
      <w:r>
        <w:t>159.8998</w:t>
      </w:r>
      <w:r>
        <w:tab/>
        <w:t>1.025e0</w:t>
      </w:r>
    </w:p>
    <w:p w:rsidR="00557788" w:rsidRDefault="00557788" w:rsidP="00557788">
      <w:r>
        <w:lastRenderedPageBreak/>
        <w:t>159.9041</w:t>
      </w:r>
      <w:r>
        <w:tab/>
        <w:t>2.025e0</w:t>
      </w:r>
    </w:p>
    <w:p w:rsidR="00557788" w:rsidRDefault="00557788" w:rsidP="00557788">
      <w:r>
        <w:t>159.9126</w:t>
      </w:r>
      <w:r>
        <w:tab/>
        <w:t>1.025e0</w:t>
      </w:r>
    </w:p>
    <w:p w:rsidR="00557788" w:rsidRDefault="00557788" w:rsidP="00557788">
      <w:r>
        <w:t>159.9186</w:t>
      </w:r>
      <w:r>
        <w:tab/>
        <w:t>3.038e0</w:t>
      </w:r>
    </w:p>
    <w:p w:rsidR="00557788" w:rsidRDefault="00557788" w:rsidP="00557788">
      <w:r>
        <w:t>159.9230</w:t>
      </w:r>
      <w:r>
        <w:tab/>
        <w:t>6.076e0</w:t>
      </w:r>
    </w:p>
    <w:p w:rsidR="00557788" w:rsidRDefault="00557788" w:rsidP="00557788">
      <w:r>
        <w:t>159.9400</w:t>
      </w:r>
      <w:r>
        <w:tab/>
        <w:t>1.013e0</w:t>
      </w:r>
    </w:p>
    <w:p w:rsidR="00557788" w:rsidRDefault="00557788" w:rsidP="00557788">
      <w:r>
        <w:t>159.9418</w:t>
      </w:r>
      <w:r>
        <w:tab/>
        <w:t>2.025e0</w:t>
      </w:r>
    </w:p>
    <w:p w:rsidR="00557788" w:rsidRDefault="00557788" w:rsidP="00557788">
      <w:r>
        <w:t>159.9452</w:t>
      </w:r>
      <w:r>
        <w:tab/>
        <w:t>2.051e0</w:t>
      </w:r>
    </w:p>
    <w:p w:rsidR="00557788" w:rsidRDefault="00557788" w:rsidP="00557788">
      <w:r>
        <w:t>159.9472</w:t>
      </w:r>
      <w:r>
        <w:tab/>
        <w:t>2.038e0</w:t>
      </w:r>
    </w:p>
    <w:p w:rsidR="00557788" w:rsidRDefault="00557788" w:rsidP="00557788">
      <w:r>
        <w:t>159.9556</w:t>
      </w:r>
      <w:r>
        <w:tab/>
        <w:t>5.063e0</w:t>
      </w:r>
    </w:p>
    <w:p w:rsidR="00557788" w:rsidRDefault="00557788" w:rsidP="00557788">
      <w:r>
        <w:t>159.9602</w:t>
      </w:r>
      <w:r>
        <w:tab/>
        <w:t>1.025e0</w:t>
      </w:r>
    </w:p>
    <w:p w:rsidR="00557788" w:rsidRDefault="00557788" w:rsidP="00557788">
      <w:r>
        <w:t>159.9731</w:t>
      </w:r>
      <w:r>
        <w:tab/>
        <w:t>2.025e0</w:t>
      </w:r>
    </w:p>
    <w:p w:rsidR="00557788" w:rsidRDefault="00557788" w:rsidP="00557788">
      <w:r>
        <w:t>159.9800</w:t>
      </w:r>
      <w:r>
        <w:tab/>
        <w:t>3.076e0</w:t>
      </w:r>
    </w:p>
    <w:p w:rsidR="00557788" w:rsidRDefault="00557788" w:rsidP="00557788">
      <w:r>
        <w:t>159.9852</w:t>
      </w:r>
      <w:r>
        <w:tab/>
        <w:t>2.025e0</w:t>
      </w:r>
    </w:p>
    <w:p w:rsidR="00557788" w:rsidRDefault="00557788" w:rsidP="00557788">
      <w:r>
        <w:t>159.9869</w:t>
      </w:r>
      <w:r>
        <w:tab/>
        <w:t>1.013e0</w:t>
      </w:r>
    </w:p>
    <w:p w:rsidR="00557788" w:rsidRDefault="00557788" w:rsidP="00557788">
      <w:r>
        <w:t>160.0074</w:t>
      </w:r>
      <w:r>
        <w:tab/>
        <w:t>1.013e0</w:t>
      </w:r>
    </w:p>
    <w:p w:rsidR="00557788" w:rsidRDefault="00557788" w:rsidP="00557788">
      <w:r>
        <w:t>160.0108</w:t>
      </w:r>
      <w:r>
        <w:tab/>
        <w:t>1.266e-2</w:t>
      </w:r>
    </w:p>
    <w:p w:rsidR="00557788" w:rsidRDefault="00557788" w:rsidP="00557788">
      <w:r>
        <w:t>160.0123</w:t>
      </w:r>
      <w:r>
        <w:tab/>
        <w:t>3.038e0</w:t>
      </w:r>
    </w:p>
    <w:p w:rsidR="00557788" w:rsidRDefault="00557788" w:rsidP="00557788">
      <w:r>
        <w:t>160.0143</w:t>
      </w:r>
      <w:r>
        <w:tab/>
        <w:t>1.266e-2</w:t>
      </w:r>
    </w:p>
    <w:p w:rsidR="00557788" w:rsidRDefault="00557788" w:rsidP="00557788">
      <w:r>
        <w:t>160.0208</w:t>
      </w:r>
      <w:r>
        <w:tab/>
        <w:t>2.025e0</w:t>
      </w:r>
    </w:p>
    <w:p w:rsidR="00557788" w:rsidRDefault="00557788" w:rsidP="00557788">
      <w:r>
        <w:lastRenderedPageBreak/>
        <w:t>160.0256</w:t>
      </w:r>
      <w:r>
        <w:tab/>
        <w:t>2.025e0</w:t>
      </w:r>
    </w:p>
    <w:p w:rsidR="00557788" w:rsidRDefault="00557788" w:rsidP="00557788">
      <w:r>
        <w:t>160.0335</w:t>
      </w:r>
      <w:r>
        <w:tab/>
        <w:t>2.025e0</w:t>
      </w:r>
    </w:p>
    <w:p w:rsidR="00557788" w:rsidRDefault="00557788" w:rsidP="00557788">
      <w:r>
        <w:t>160.0354</w:t>
      </w:r>
      <w:r>
        <w:tab/>
        <w:t>2.025e0</w:t>
      </w:r>
    </w:p>
    <w:p w:rsidR="00557788" w:rsidRDefault="00557788" w:rsidP="00557788">
      <w:r>
        <w:t>160.0381</w:t>
      </w:r>
      <w:r>
        <w:tab/>
        <w:t>1.038e0</w:t>
      </w:r>
    </w:p>
    <w:p w:rsidR="00557788" w:rsidRDefault="00557788" w:rsidP="00557788">
      <w:r>
        <w:t>160.0429</w:t>
      </w:r>
      <w:r>
        <w:tab/>
        <w:t>4.051e0</w:t>
      </w:r>
    </w:p>
    <w:p w:rsidR="00557788" w:rsidRDefault="00557788" w:rsidP="00557788">
      <w:r>
        <w:t>160.0455</w:t>
      </w:r>
      <w:r>
        <w:tab/>
        <w:t>5.063e0</w:t>
      </w:r>
    </w:p>
    <w:p w:rsidR="00557788" w:rsidRDefault="00557788" w:rsidP="00557788">
      <w:r>
        <w:t>160.0596</w:t>
      </w:r>
      <w:r>
        <w:tab/>
        <w:t>1.161e1</w:t>
      </w:r>
    </w:p>
    <w:p w:rsidR="00557788" w:rsidRDefault="00557788" w:rsidP="00557788">
      <w:r>
        <w:t>160.0610</w:t>
      </w:r>
      <w:r>
        <w:tab/>
        <w:t>2.025e0</w:t>
      </w:r>
    </w:p>
    <w:p w:rsidR="00557788" w:rsidRDefault="00557788" w:rsidP="00557788">
      <w:r>
        <w:t>160.0624</w:t>
      </w:r>
      <w:r>
        <w:tab/>
        <w:t>1.694e0</w:t>
      </w:r>
    </w:p>
    <w:p w:rsidR="00557788" w:rsidRDefault="00557788" w:rsidP="00557788">
      <w:r>
        <w:t>160.0914</w:t>
      </w:r>
      <w:r>
        <w:tab/>
        <w:t>2.703e0</w:t>
      </w:r>
    </w:p>
    <w:p w:rsidR="00557788" w:rsidRDefault="00557788" w:rsidP="00557788">
      <w:r>
        <w:t>160.1003</w:t>
      </w:r>
      <w:r>
        <w:tab/>
        <w:t>2.476e0</w:t>
      </w:r>
    </w:p>
    <w:p w:rsidR="00557788" w:rsidRDefault="00557788" w:rsidP="00557788">
      <w:r>
        <w:t>160.1056</w:t>
      </w:r>
      <w:r>
        <w:tab/>
        <w:t>2.163e0</w:t>
      </w:r>
    </w:p>
    <w:p w:rsidR="00557788" w:rsidRDefault="00557788" w:rsidP="00557788">
      <w:r>
        <w:t>160.1196</w:t>
      </w:r>
      <w:r>
        <w:tab/>
        <w:t>8.674e0</w:t>
      </w:r>
    </w:p>
    <w:p w:rsidR="00557788" w:rsidRDefault="00557788" w:rsidP="00557788">
      <w:r>
        <w:t>160.1309</w:t>
      </w:r>
      <w:r>
        <w:tab/>
        <w:t>1.501e0</w:t>
      </w:r>
    </w:p>
    <w:p w:rsidR="00557788" w:rsidRDefault="00557788" w:rsidP="00557788">
      <w:r>
        <w:t>160.1462</w:t>
      </w:r>
      <w:r>
        <w:tab/>
        <w:t>1.880e0</w:t>
      </w:r>
    </w:p>
    <w:p w:rsidR="00557788" w:rsidRDefault="00557788" w:rsidP="00557788">
      <w:r>
        <w:t>160.1608</w:t>
      </w:r>
      <w:r>
        <w:tab/>
        <w:t>1.266e0</w:t>
      </w:r>
    </w:p>
    <w:p w:rsidR="00557788" w:rsidRDefault="00557788" w:rsidP="00557788">
      <w:r>
        <w:t>160.1799</w:t>
      </w:r>
      <w:r>
        <w:tab/>
        <w:t>2.886e0</w:t>
      </w:r>
    </w:p>
    <w:p w:rsidR="00557788" w:rsidRDefault="00557788" w:rsidP="00557788">
      <w:r>
        <w:t>160.1837</w:t>
      </w:r>
      <w:r>
        <w:tab/>
        <w:t>2.025e0</w:t>
      </w:r>
    </w:p>
    <w:p w:rsidR="00557788" w:rsidRDefault="00557788" w:rsidP="00557788">
      <w:r>
        <w:t>160.1889</w:t>
      </w:r>
      <w:r>
        <w:tab/>
        <w:t>2.025e0</w:t>
      </w:r>
    </w:p>
    <w:p w:rsidR="00557788" w:rsidRDefault="00557788" w:rsidP="00557788">
      <w:r>
        <w:lastRenderedPageBreak/>
        <w:t>160.1973</w:t>
      </w:r>
      <w:r>
        <w:tab/>
        <w:t>3.038e0</w:t>
      </w:r>
    </w:p>
    <w:p w:rsidR="00557788" w:rsidRDefault="00557788" w:rsidP="00557788">
      <w:r>
        <w:t>160.2060</w:t>
      </w:r>
      <w:r>
        <w:tab/>
        <w:t>3.797e-2</w:t>
      </w:r>
    </w:p>
    <w:p w:rsidR="00557788" w:rsidRDefault="00557788" w:rsidP="00557788">
      <w:r>
        <w:t>160.2107</w:t>
      </w:r>
      <w:r>
        <w:tab/>
        <w:t>2.025e0</w:t>
      </w:r>
    </w:p>
    <w:p w:rsidR="00557788" w:rsidRDefault="00557788" w:rsidP="00557788">
      <w:r>
        <w:t>160.2236</w:t>
      </w:r>
      <w:r>
        <w:tab/>
        <w:t>2.025e0</w:t>
      </w:r>
    </w:p>
    <w:p w:rsidR="00557788" w:rsidRDefault="00557788" w:rsidP="00557788">
      <w:r>
        <w:t>160.2254</w:t>
      </w:r>
      <w:r>
        <w:tab/>
        <w:t>2.532e-2</w:t>
      </w:r>
    </w:p>
    <w:p w:rsidR="00557788" w:rsidRDefault="00557788" w:rsidP="00557788">
      <w:r>
        <w:t>160.2289</w:t>
      </w:r>
      <w:r>
        <w:tab/>
        <w:t>3.797e-2</w:t>
      </w:r>
    </w:p>
    <w:p w:rsidR="00557788" w:rsidRDefault="00557788" w:rsidP="00557788">
      <w:r>
        <w:t>160.2323</w:t>
      </w:r>
      <w:r>
        <w:tab/>
        <w:t>1.025e0</w:t>
      </w:r>
    </w:p>
    <w:p w:rsidR="00557788" w:rsidRDefault="00557788" w:rsidP="00557788">
      <w:r>
        <w:t>160.2340</w:t>
      </w:r>
      <w:r>
        <w:tab/>
        <w:t>2.025e0</w:t>
      </w:r>
    </w:p>
    <w:p w:rsidR="00557788" w:rsidRDefault="00557788" w:rsidP="00557788">
      <w:r>
        <w:t>160.2426</w:t>
      </w:r>
      <w:r>
        <w:tab/>
        <w:t>1.266e-2</w:t>
      </w:r>
    </w:p>
    <w:p w:rsidR="00557788" w:rsidRDefault="00557788" w:rsidP="00557788">
      <w:r>
        <w:t>160.2460</w:t>
      </w:r>
      <w:r>
        <w:tab/>
        <w:t>1.013e0</w:t>
      </w:r>
    </w:p>
    <w:p w:rsidR="00557788" w:rsidRDefault="00557788" w:rsidP="00557788">
      <w:r>
        <w:t>160.2494</w:t>
      </w:r>
      <w:r>
        <w:tab/>
        <w:t>1.266e-2</w:t>
      </w:r>
    </w:p>
    <w:p w:rsidR="00557788" w:rsidRDefault="00557788" w:rsidP="00557788">
      <w:r>
        <w:t>160.2528</w:t>
      </w:r>
      <w:r>
        <w:tab/>
        <w:t>2.025e0</w:t>
      </w:r>
    </w:p>
    <w:p w:rsidR="00557788" w:rsidRDefault="00557788" w:rsidP="00557788">
      <w:r>
        <w:t>160.2563</w:t>
      </w:r>
      <w:r>
        <w:tab/>
        <w:t>2.025e0</w:t>
      </w:r>
    </w:p>
    <w:p w:rsidR="00557788" w:rsidRDefault="00557788" w:rsidP="00557788">
      <w:r>
        <w:t>160.2632</w:t>
      </w:r>
      <w:r>
        <w:tab/>
        <w:t>2.532e-2</w:t>
      </w:r>
    </w:p>
    <w:p w:rsidR="00557788" w:rsidRDefault="00557788" w:rsidP="00557788">
      <w:r>
        <w:t>160.2665</w:t>
      </w:r>
      <w:r>
        <w:tab/>
        <w:t>1.013e0</w:t>
      </w:r>
    </w:p>
    <w:p w:rsidR="00557788" w:rsidRDefault="00557788" w:rsidP="00557788">
      <w:r>
        <w:t>160.2790</w:t>
      </w:r>
      <w:r>
        <w:tab/>
        <w:t>2.532e-2</w:t>
      </w:r>
    </w:p>
    <w:p w:rsidR="00557788" w:rsidRDefault="00557788" w:rsidP="00557788">
      <w:r>
        <w:t>160.2894</w:t>
      </w:r>
      <w:r>
        <w:tab/>
        <w:t>1.266e-2</w:t>
      </w:r>
    </w:p>
    <w:p w:rsidR="00557788" w:rsidRDefault="00557788" w:rsidP="00557788">
      <w:r>
        <w:t>160.2928</w:t>
      </w:r>
      <w:r>
        <w:tab/>
        <w:t>1.025e0</w:t>
      </w:r>
    </w:p>
    <w:p w:rsidR="00557788" w:rsidRDefault="00557788" w:rsidP="00557788">
      <w:r>
        <w:t>160.2997</w:t>
      </w:r>
      <w:r>
        <w:tab/>
        <w:t>3.038e0</w:t>
      </w:r>
    </w:p>
    <w:p w:rsidR="00557788" w:rsidRDefault="00557788" w:rsidP="00557788">
      <w:r>
        <w:lastRenderedPageBreak/>
        <w:t>160.3116</w:t>
      </w:r>
      <w:r>
        <w:tab/>
        <w:t>2.025e0</w:t>
      </w:r>
    </w:p>
    <w:p w:rsidR="00557788" w:rsidRDefault="00557788" w:rsidP="00557788">
      <w:r>
        <w:t>160.3237</w:t>
      </w:r>
      <w:r>
        <w:tab/>
        <w:t>1.266e-2</w:t>
      </w:r>
    </w:p>
    <w:p w:rsidR="00557788" w:rsidRDefault="00557788" w:rsidP="00557788">
      <w:r>
        <w:t>160.3281</w:t>
      </w:r>
      <w:r>
        <w:tab/>
        <w:t>2.038e0</w:t>
      </w:r>
    </w:p>
    <w:p w:rsidR="00557788" w:rsidRDefault="00557788" w:rsidP="00557788">
      <w:r>
        <w:t>160.3304</w:t>
      </w:r>
      <w:r>
        <w:tab/>
        <w:t>1.266e-2</w:t>
      </w:r>
    </w:p>
    <w:p w:rsidR="00557788" w:rsidRDefault="00557788" w:rsidP="00557788">
      <w:r>
        <w:t>160.3368</w:t>
      </w:r>
      <w:r>
        <w:tab/>
        <w:t>1.013e0</w:t>
      </w:r>
    </w:p>
    <w:p w:rsidR="00557788" w:rsidRDefault="00557788" w:rsidP="00557788">
      <w:r>
        <w:t>160.3448</w:t>
      </w:r>
      <w:r>
        <w:tab/>
        <w:t>2.025e0</w:t>
      </w:r>
    </w:p>
    <w:p w:rsidR="00557788" w:rsidRDefault="00557788" w:rsidP="00557788">
      <w:r>
        <w:t>160.3464</w:t>
      </w:r>
      <w:r>
        <w:tab/>
        <w:t>3.797e-2</w:t>
      </w:r>
    </w:p>
    <w:p w:rsidR="00557788" w:rsidRDefault="00557788" w:rsidP="00557788">
      <w:r>
        <w:t>160.3481</w:t>
      </w:r>
      <w:r>
        <w:tab/>
        <w:t>2.025e0</w:t>
      </w:r>
    </w:p>
    <w:p w:rsidR="00557788" w:rsidRDefault="00557788" w:rsidP="00557788">
      <w:r>
        <w:t>160.3602</w:t>
      </w:r>
      <w:r>
        <w:tab/>
        <w:t>1.025e0</w:t>
      </w:r>
    </w:p>
    <w:p w:rsidR="00557788" w:rsidRDefault="00557788" w:rsidP="00557788">
      <w:r>
        <w:t>160.3645</w:t>
      </w:r>
      <w:r>
        <w:tab/>
        <w:t>2.441e0</w:t>
      </w:r>
    </w:p>
    <w:p w:rsidR="00557788" w:rsidRDefault="00557788" w:rsidP="00557788">
      <w:r>
        <w:t>160.3671</w:t>
      </w:r>
      <w:r>
        <w:tab/>
        <w:t>2.532e-2</w:t>
      </w:r>
    </w:p>
    <w:p w:rsidR="00557788" w:rsidRDefault="00557788" w:rsidP="00557788">
      <w:r>
        <w:t>160.3773</w:t>
      </w:r>
      <w:r>
        <w:tab/>
        <w:t>3.038e0</w:t>
      </w:r>
    </w:p>
    <w:p w:rsidR="00557788" w:rsidRDefault="00557788" w:rsidP="00557788">
      <w:r>
        <w:t>160.3808</w:t>
      </w:r>
      <w:r>
        <w:tab/>
        <w:t>4.051e0</w:t>
      </w:r>
    </w:p>
    <w:p w:rsidR="00557788" w:rsidRDefault="00557788" w:rsidP="00557788">
      <w:r>
        <w:t>160.3876</w:t>
      </w:r>
      <w:r>
        <w:tab/>
        <w:t>1.025e0</w:t>
      </w:r>
    </w:p>
    <w:p w:rsidR="00557788" w:rsidRDefault="00557788" w:rsidP="00557788">
      <w:r>
        <w:t>160.4070</w:t>
      </w:r>
      <w:r>
        <w:tab/>
        <w:t>1.266e-2</w:t>
      </w:r>
    </w:p>
    <w:p w:rsidR="00557788" w:rsidRDefault="00557788" w:rsidP="00557788">
      <w:r>
        <w:t>160.4156</w:t>
      </w:r>
      <w:r>
        <w:tab/>
        <w:t>2.025e0</w:t>
      </w:r>
    </w:p>
    <w:p w:rsidR="00557788" w:rsidRDefault="00557788" w:rsidP="00557788">
      <w:r>
        <w:t>160.4208</w:t>
      </w:r>
      <w:r>
        <w:tab/>
        <w:t>1.013e0</w:t>
      </w:r>
    </w:p>
    <w:p w:rsidR="00557788" w:rsidRDefault="00557788" w:rsidP="00557788">
      <w:r>
        <w:t>160.4259</w:t>
      </w:r>
      <w:r>
        <w:tab/>
        <w:t>4.051e0</w:t>
      </w:r>
    </w:p>
    <w:p w:rsidR="00557788" w:rsidRDefault="00557788" w:rsidP="00557788">
      <w:r>
        <w:t>160.4293</w:t>
      </w:r>
      <w:r>
        <w:tab/>
        <w:t>4.051e0</w:t>
      </w:r>
    </w:p>
    <w:p w:rsidR="00557788" w:rsidRDefault="00557788" w:rsidP="00557788">
      <w:r>
        <w:lastRenderedPageBreak/>
        <w:t>160.4310</w:t>
      </w:r>
      <w:r>
        <w:tab/>
        <w:t>1.266e-2</w:t>
      </w:r>
    </w:p>
    <w:p w:rsidR="00557788" w:rsidRDefault="00557788" w:rsidP="00557788">
      <w:r>
        <w:t>160.4378</w:t>
      </w:r>
      <w:r>
        <w:tab/>
        <w:t>1.266e-2</w:t>
      </w:r>
    </w:p>
    <w:p w:rsidR="00557788" w:rsidRDefault="00557788" w:rsidP="00557788">
      <w:r>
        <w:t>160.4413</w:t>
      </w:r>
      <w:r>
        <w:tab/>
        <w:t>2.025e0</w:t>
      </w:r>
    </w:p>
    <w:p w:rsidR="00557788" w:rsidRDefault="00557788" w:rsidP="00557788">
      <w:r>
        <w:t>160.4447</w:t>
      </w:r>
      <w:r>
        <w:tab/>
        <w:t>1.266e-2</w:t>
      </w:r>
    </w:p>
    <w:p w:rsidR="00557788" w:rsidRDefault="00557788" w:rsidP="00557788">
      <w:r>
        <w:t>160.4516</w:t>
      </w:r>
      <w:r>
        <w:tab/>
        <w:t>1.013e0</w:t>
      </w:r>
    </w:p>
    <w:p w:rsidR="00557788" w:rsidRDefault="00557788" w:rsidP="00557788">
      <w:r>
        <w:t>160.4630</w:t>
      </w:r>
      <w:r>
        <w:tab/>
        <w:t>2.025e0</w:t>
      </w:r>
    </w:p>
    <w:p w:rsidR="00557788" w:rsidRDefault="00557788" w:rsidP="00557788">
      <w:r>
        <w:t>160.4646</w:t>
      </w:r>
      <w:r>
        <w:tab/>
        <w:t>1.013e0</w:t>
      </w:r>
    </w:p>
    <w:p w:rsidR="00557788" w:rsidRDefault="00557788" w:rsidP="00557788">
      <w:r>
        <w:t>160.4950</w:t>
      </w:r>
      <w:r>
        <w:tab/>
        <w:t>1.013e0</w:t>
      </w:r>
    </w:p>
    <w:p w:rsidR="00557788" w:rsidRDefault="00557788" w:rsidP="00557788">
      <w:r>
        <w:t>160.4975</w:t>
      </w:r>
      <w:r>
        <w:tab/>
        <w:t>1.038e0</w:t>
      </w:r>
    </w:p>
    <w:p w:rsidR="00557788" w:rsidRDefault="00557788" w:rsidP="00557788">
      <w:r>
        <w:t>160.5001</w:t>
      </w:r>
      <w:r>
        <w:tab/>
        <w:t>2.025e0</w:t>
      </w:r>
    </w:p>
    <w:p w:rsidR="00557788" w:rsidRDefault="00557788" w:rsidP="00557788">
      <w:r>
        <w:t>160.5018</w:t>
      </w:r>
      <w:r>
        <w:tab/>
        <w:t>2.532e-2</w:t>
      </w:r>
    </w:p>
    <w:p w:rsidR="00557788" w:rsidRDefault="00557788" w:rsidP="00557788">
      <w:r>
        <w:t>160.5139</w:t>
      </w:r>
      <w:r>
        <w:tab/>
        <w:t>4.051e0</w:t>
      </w:r>
    </w:p>
    <w:p w:rsidR="00557788" w:rsidRDefault="00557788" w:rsidP="00557788">
      <w:r>
        <w:t>160.5221</w:t>
      </w:r>
      <w:r>
        <w:tab/>
        <w:t>1.266e-2</w:t>
      </w:r>
    </w:p>
    <w:p w:rsidR="00557788" w:rsidRDefault="00557788" w:rsidP="00557788">
      <w:r>
        <w:t>160.5253</w:t>
      </w:r>
      <w:r>
        <w:tab/>
        <w:t>2.532e-2</w:t>
      </w:r>
    </w:p>
    <w:p w:rsidR="00557788" w:rsidRDefault="00557788" w:rsidP="00557788">
      <w:r>
        <w:t>160.5285</w:t>
      </w:r>
      <w:r>
        <w:tab/>
        <w:t>1.013e0</w:t>
      </w:r>
    </w:p>
    <w:p w:rsidR="00557788" w:rsidRDefault="00557788" w:rsidP="00557788">
      <w:r>
        <w:t>160.5297</w:t>
      </w:r>
      <w:r>
        <w:tab/>
        <w:t>2.025e0</w:t>
      </w:r>
    </w:p>
    <w:p w:rsidR="00557788" w:rsidRDefault="00557788" w:rsidP="00557788">
      <w:r>
        <w:t>160.5327</w:t>
      </w:r>
      <w:r>
        <w:tab/>
        <w:t>3.063e0</w:t>
      </w:r>
    </w:p>
    <w:p w:rsidR="00557788" w:rsidRDefault="00557788" w:rsidP="00557788">
      <w:r>
        <w:t>160.5401</w:t>
      </w:r>
      <w:r>
        <w:tab/>
        <w:t>9.709e-2</w:t>
      </w:r>
    </w:p>
    <w:p w:rsidR="00557788" w:rsidRDefault="00557788" w:rsidP="00557788">
      <w:r>
        <w:t>160.5453</w:t>
      </w:r>
      <w:r>
        <w:tab/>
        <w:t>1.013e0</w:t>
      </w:r>
    </w:p>
    <w:p w:rsidR="00557788" w:rsidRDefault="00557788" w:rsidP="00557788">
      <w:r>
        <w:lastRenderedPageBreak/>
        <w:t>160.5590</w:t>
      </w:r>
      <w:r>
        <w:tab/>
        <w:t>3.797e-2</w:t>
      </w:r>
    </w:p>
    <w:p w:rsidR="00557788" w:rsidRDefault="00557788" w:rsidP="00557788">
      <w:r>
        <w:t>160.5658</w:t>
      </w:r>
      <w:r>
        <w:tab/>
        <w:t>2.025e0</w:t>
      </w:r>
    </w:p>
    <w:p w:rsidR="00557788" w:rsidRDefault="00557788" w:rsidP="00557788">
      <w:r>
        <w:t>160.5812</w:t>
      </w:r>
      <w:r>
        <w:tab/>
        <w:t>2.532e-2</w:t>
      </w:r>
    </w:p>
    <w:p w:rsidR="00557788" w:rsidRDefault="00557788" w:rsidP="00557788">
      <w:r>
        <w:t>160.5879</w:t>
      </w:r>
      <w:r>
        <w:tab/>
        <w:t>3.038e0</w:t>
      </w:r>
    </w:p>
    <w:p w:rsidR="00557788" w:rsidRDefault="00557788" w:rsidP="00557788">
      <w:r>
        <w:t>160.5956</w:t>
      </w:r>
      <w:r>
        <w:tab/>
        <w:t>1.266e-2</w:t>
      </w:r>
    </w:p>
    <w:p w:rsidR="00557788" w:rsidRDefault="00557788" w:rsidP="00557788">
      <w:r>
        <w:t>160.6059</w:t>
      </w:r>
      <w:r>
        <w:tab/>
        <w:t>1.013e0</w:t>
      </w:r>
    </w:p>
    <w:p w:rsidR="00557788" w:rsidRDefault="00557788" w:rsidP="00557788">
      <w:r>
        <w:t>160.6083</w:t>
      </w:r>
      <w:r>
        <w:tab/>
        <w:t>3.038e0</w:t>
      </w:r>
    </w:p>
    <w:p w:rsidR="00557788" w:rsidRDefault="00557788" w:rsidP="00557788">
      <w:r>
        <w:t>160.6127</w:t>
      </w:r>
      <w:r>
        <w:tab/>
        <w:t>5.063e-2</w:t>
      </w:r>
    </w:p>
    <w:p w:rsidR="00557788" w:rsidRDefault="00557788" w:rsidP="00557788">
      <w:r>
        <w:t>160.6315</w:t>
      </w:r>
      <w:r>
        <w:tab/>
        <w:t>2.025e0</w:t>
      </w:r>
    </w:p>
    <w:p w:rsidR="00557788" w:rsidRDefault="00557788" w:rsidP="00557788">
      <w:r>
        <w:t>160.6332</w:t>
      </w:r>
      <w:r>
        <w:tab/>
        <w:t>2.025e0</w:t>
      </w:r>
    </w:p>
    <w:p w:rsidR="00557788" w:rsidRDefault="00557788" w:rsidP="00557788">
      <w:r>
        <w:t>160.6532</w:t>
      </w:r>
      <w:r>
        <w:tab/>
        <w:t>3.038e0</w:t>
      </w:r>
    </w:p>
    <w:p w:rsidR="00557788" w:rsidRDefault="00557788" w:rsidP="00557788">
      <w:r>
        <w:t>160.6548</w:t>
      </w:r>
      <w:r>
        <w:tab/>
        <w:t>2.025e0</w:t>
      </w:r>
    </w:p>
    <w:p w:rsidR="00557788" w:rsidRDefault="00557788" w:rsidP="00557788">
      <w:r>
        <w:t>160.6596</w:t>
      </w:r>
      <w:r>
        <w:tab/>
        <w:t>1.013e0</w:t>
      </w:r>
    </w:p>
    <w:p w:rsidR="00557788" w:rsidRDefault="00557788" w:rsidP="00557788">
      <w:r>
        <w:t>160.6699</w:t>
      </w:r>
      <w:r>
        <w:tab/>
        <w:t>2.038e0</w:t>
      </w:r>
    </w:p>
    <w:p w:rsidR="00557788" w:rsidRDefault="00557788" w:rsidP="00557788">
      <w:r>
        <w:t>160.6811</w:t>
      </w:r>
      <w:r>
        <w:tab/>
        <w:t>2.038e0</w:t>
      </w:r>
    </w:p>
    <w:p w:rsidR="00557788" w:rsidRDefault="00557788" w:rsidP="00557788">
      <w:r>
        <w:t>160.6853</w:t>
      </w:r>
      <w:r>
        <w:tab/>
        <w:t>2.532e-2</w:t>
      </w:r>
    </w:p>
    <w:p w:rsidR="00557788" w:rsidRDefault="00557788" w:rsidP="00557788">
      <w:r>
        <w:t>160.6904</w:t>
      </w:r>
      <w:r>
        <w:tab/>
        <w:t>5.063e0</w:t>
      </w:r>
    </w:p>
    <w:p w:rsidR="00557788" w:rsidRDefault="00557788" w:rsidP="00557788">
      <w:r>
        <w:t>160.7076</w:t>
      </w:r>
      <w:r>
        <w:tab/>
        <w:t>1.013e0</w:t>
      </w:r>
    </w:p>
    <w:p w:rsidR="00557788" w:rsidRDefault="00557788" w:rsidP="00557788">
      <w:r>
        <w:t>160.7196</w:t>
      </w:r>
      <w:r>
        <w:tab/>
        <w:t>6.076e0</w:t>
      </w:r>
    </w:p>
    <w:p w:rsidR="00557788" w:rsidRDefault="00557788" w:rsidP="00557788">
      <w:r>
        <w:lastRenderedPageBreak/>
        <w:t>160.7269</w:t>
      </w:r>
      <w:r>
        <w:tab/>
        <w:t>1.013e0</w:t>
      </w:r>
    </w:p>
    <w:p w:rsidR="00557788" w:rsidRDefault="00557788" w:rsidP="00557788">
      <w:r>
        <w:t>160.7304</w:t>
      </w:r>
      <w:r>
        <w:tab/>
        <w:t>2.532e-2</w:t>
      </w:r>
    </w:p>
    <w:p w:rsidR="00557788" w:rsidRDefault="00557788" w:rsidP="00557788">
      <w:r>
        <w:t>160.7373</w:t>
      </w:r>
      <w:r>
        <w:tab/>
        <w:t>1.266e-2</w:t>
      </w:r>
    </w:p>
    <w:p w:rsidR="00557788" w:rsidRDefault="00557788" w:rsidP="00557788">
      <w:r>
        <w:t>160.7407</w:t>
      </w:r>
      <w:r>
        <w:tab/>
        <w:t>1.266e-2</w:t>
      </w:r>
    </w:p>
    <w:p w:rsidR="00557788" w:rsidRDefault="00557788" w:rsidP="00557788">
      <w:r>
        <w:t>160.7442</w:t>
      </w:r>
      <w:r>
        <w:tab/>
        <w:t>2.532e-2</w:t>
      </w:r>
    </w:p>
    <w:p w:rsidR="00557788" w:rsidRDefault="00557788" w:rsidP="00557788">
      <w:r>
        <w:t>160.7459</w:t>
      </w:r>
      <w:r>
        <w:tab/>
        <w:t>2.025e0</w:t>
      </w:r>
    </w:p>
    <w:p w:rsidR="00557788" w:rsidRDefault="00557788" w:rsidP="00557788">
      <w:r>
        <w:t>160.7471</w:t>
      </w:r>
      <w:r>
        <w:tab/>
        <w:t>3.402e0</w:t>
      </w:r>
    </w:p>
    <w:p w:rsidR="00557788" w:rsidRDefault="00557788" w:rsidP="00557788">
      <w:r>
        <w:t>160.7613</w:t>
      </w:r>
      <w:r>
        <w:tab/>
        <w:t>2.025e0</w:t>
      </w:r>
    </w:p>
    <w:p w:rsidR="00557788" w:rsidRDefault="00557788" w:rsidP="00557788">
      <w:r>
        <w:t>160.7650</w:t>
      </w:r>
      <w:r>
        <w:tab/>
        <w:t>1.038e0</w:t>
      </w:r>
    </w:p>
    <w:p w:rsidR="00557788" w:rsidRDefault="00557788" w:rsidP="00557788">
      <w:r>
        <w:t>160.7716</w:t>
      </w:r>
      <w:r>
        <w:tab/>
        <w:t>2.025e0</w:t>
      </w:r>
    </w:p>
    <w:p w:rsidR="00557788" w:rsidRDefault="00557788" w:rsidP="00557788">
      <w:r>
        <w:t>160.7748</w:t>
      </w:r>
      <w:r>
        <w:tab/>
        <w:t>3.051e0</w:t>
      </w:r>
    </w:p>
    <w:p w:rsidR="00557788" w:rsidRDefault="00557788" w:rsidP="00557788">
      <w:r>
        <w:t>160.7780</w:t>
      </w:r>
      <w:r>
        <w:tab/>
        <w:t>1.266e-2</w:t>
      </w:r>
    </w:p>
    <w:p w:rsidR="00557788" w:rsidRDefault="00557788" w:rsidP="00557788">
      <w:r>
        <w:t>160.7944</w:t>
      </w:r>
      <w:r>
        <w:tab/>
        <w:t>1.025e0</w:t>
      </w:r>
    </w:p>
    <w:p w:rsidR="00557788" w:rsidRDefault="00557788" w:rsidP="00557788">
      <w:r>
        <w:t>160.8030</w:t>
      </w:r>
      <w:r>
        <w:tab/>
        <w:t>2.532e-2</w:t>
      </w:r>
    </w:p>
    <w:p w:rsidR="00557788" w:rsidRDefault="00557788" w:rsidP="00557788">
      <w:r>
        <w:t>160.8048</w:t>
      </w:r>
      <w:r>
        <w:tab/>
        <w:t>2.025e0</w:t>
      </w:r>
    </w:p>
    <w:p w:rsidR="00557788" w:rsidRDefault="00557788" w:rsidP="00557788">
      <w:r>
        <w:t>160.8116</w:t>
      </w:r>
      <w:r>
        <w:tab/>
        <w:t>3.038e0</w:t>
      </w:r>
    </w:p>
    <w:p w:rsidR="00557788" w:rsidRDefault="00557788" w:rsidP="00557788">
      <w:r>
        <w:t>160.8219</w:t>
      </w:r>
      <w:r>
        <w:tab/>
        <w:t>1.013e0</w:t>
      </w:r>
    </w:p>
    <w:p w:rsidR="00557788" w:rsidRDefault="00557788" w:rsidP="00557788">
      <w:r>
        <w:t>160.8236</w:t>
      </w:r>
      <w:r>
        <w:tab/>
        <w:t>2.025e0</w:t>
      </w:r>
    </w:p>
    <w:p w:rsidR="00557788" w:rsidRDefault="00557788" w:rsidP="00557788">
      <w:r>
        <w:t>160.8437</w:t>
      </w:r>
      <w:r>
        <w:tab/>
        <w:t>2.025e0</w:t>
      </w:r>
    </w:p>
    <w:p w:rsidR="00557788" w:rsidRDefault="00557788" w:rsidP="00557788">
      <w:r>
        <w:lastRenderedPageBreak/>
        <w:t>160.8452</w:t>
      </w:r>
      <w:r>
        <w:tab/>
        <w:t>3.038e0</w:t>
      </w:r>
    </w:p>
    <w:p w:rsidR="00557788" w:rsidRDefault="00557788" w:rsidP="00557788">
      <w:r>
        <w:t>160.8550</w:t>
      </w:r>
      <w:r>
        <w:tab/>
        <w:t>1.025e0</w:t>
      </w:r>
    </w:p>
    <w:p w:rsidR="00557788" w:rsidRDefault="00557788" w:rsidP="00557788">
      <w:r>
        <w:t>160.8756</w:t>
      </w:r>
      <w:r>
        <w:tab/>
        <w:t>1.266e-2</w:t>
      </w:r>
    </w:p>
    <w:p w:rsidR="00557788" w:rsidRDefault="00557788" w:rsidP="00557788">
      <w:r>
        <w:t>160.8859</w:t>
      </w:r>
      <w:r>
        <w:tab/>
        <w:t>6.076e0</w:t>
      </w:r>
    </w:p>
    <w:p w:rsidR="00557788" w:rsidRDefault="00557788" w:rsidP="00557788">
      <w:r>
        <w:t>160.8876</w:t>
      </w:r>
      <w:r>
        <w:tab/>
        <w:t>2.025e0</w:t>
      </w:r>
    </w:p>
    <w:p w:rsidR="00557788" w:rsidRDefault="00557788" w:rsidP="00557788">
      <w:r>
        <w:t>160.8949</w:t>
      </w:r>
      <w:r>
        <w:tab/>
        <w:t>1.038e0</w:t>
      </w:r>
    </w:p>
    <w:p w:rsidR="00557788" w:rsidRDefault="00557788" w:rsidP="00557788">
      <w:r>
        <w:t>160.9029</w:t>
      </w:r>
      <w:r>
        <w:tab/>
        <w:t>1.025e0</w:t>
      </w:r>
    </w:p>
    <w:p w:rsidR="00557788" w:rsidRDefault="00557788" w:rsidP="00557788">
      <w:r>
        <w:t>160.9125</w:t>
      </w:r>
      <w:r>
        <w:tab/>
        <w:t>2.532e-2</w:t>
      </w:r>
    </w:p>
    <w:p w:rsidR="00557788" w:rsidRDefault="00557788" w:rsidP="00557788">
      <w:r>
        <w:t>160.9174</w:t>
      </w:r>
      <w:r>
        <w:tab/>
        <w:t>2.025e0</w:t>
      </w:r>
    </w:p>
    <w:p w:rsidR="00557788" w:rsidRDefault="00557788" w:rsidP="00557788">
      <w:r>
        <w:t>160.9397</w:t>
      </w:r>
      <w:r>
        <w:tab/>
        <w:t>1.025e0</w:t>
      </w:r>
    </w:p>
    <w:p w:rsidR="00557788" w:rsidRDefault="00557788" w:rsidP="00557788">
      <w:r>
        <w:t>160.9431</w:t>
      </w:r>
      <w:r>
        <w:tab/>
        <w:t>2.038e0</w:t>
      </w:r>
    </w:p>
    <w:p w:rsidR="00557788" w:rsidRDefault="00557788" w:rsidP="00557788">
      <w:r>
        <w:t>160.9446</w:t>
      </w:r>
      <w:r>
        <w:tab/>
        <w:t>3.038e0</w:t>
      </w:r>
    </w:p>
    <w:p w:rsidR="00557788" w:rsidRDefault="00557788" w:rsidP="00557788">
      <w:r>
        <w:t>160.9465</w:t>
      </w:r>
      <w:r>
        <w:tab/>
        <w:t>1.013e0</w:t>
      </w:r>
    </w:p>
    <w:p w:rsidR="00557788" w:rsidRDefault="00557788" w:rsidP="00557788">
      <w:r>
        <w:t>160.9517</w:t>
      </w:r>
      <w:r>
        <w:tab/>
        <w:t>2.532e-2</w:t>
      </w:r>
    </w:p>
    <w:p w:rsidR="00557788" w:rsidRDefault="00557788" w:rsidP="00557788">
      <w:r>
        <w:t>160.9534</w:t>
      </w:r>
      <w:r>
        <w:tab/>
        <w:t>1.266e-2</w:t>
      </w:r>
    </w:p>
    <w:p w:rsidR="00557788" w:rsidRDefault="00557788" w:rsidP="00557788">
      <w:r>
        <w:t>160.9638</w:t>
      </w:r>
      <w:r>
        <w:tab/>
        <w:t>1.025e0</w:t>
      </w:r>
    </w:p>
    <w:p w:rsidR="00557788" w:rsidRDefault="00557788" w:rsidP="00557788">
      <w:r>
        <w:t>160.9703</w:t>
      </w:r>
      <w:r>
        <w:tab/>
        <w:t>2.038e0</w:t>
      </w:r>
    </w:p>
    <w:p w:rsidR="00557788" w:rsidRDefault="00557788" w:rsidP="00557788">
      <w:r>
        <w:t>160.9866</w:t>
      </w:r>
      <w:r>
        <w:tab/>
        <w:t>1.013e0</w:t>
      </w:r>
    </w:p>
    <w:p w:rsidR="00557788" w:rsidRDefault="00557788" w:rsidP="00557788">
      <w:r>
        <w:t>160.9883</w:t>
      </w:r>
      <w:r>
        <w:tab/>
        <w:t>2.025e0</w:t>
      </w:r>
    </w:p>
    <w:p w:rsidR="00557788" w:rsidRDefault="00557788" w:rsidP="00557788">
      <w:r>
        <w:lastRenderedPageBreak/>
        <w:t>160.9897</w:t>
      </w:r>
      <w:r>
        <w:tab/>
        <w:t>8.101e0</w:t>
      </w:r>
    </w:p>
    <w:p w:rsidR="00557788" w:rsidRDefault="00557788" w:rsidP="00557788">
      <w:r>
        <w:t>161.0003</w:t>
      </w:r>
      <w:r>
        <w:tab/>
        <w:t>2.532e-2</w:t>
      </w:r>
    </w:p>
    <w:p w:rsidR="00557788" w:rsidRDefault="00557788" w:rsidP="00557788">
      <w:r>
        <w:t>161.0089</w:t>
      </w:r>
      <w:r>
        <w:tab/>
        <w:t>2.025e0</w:t>
      </w:r>
    </w:p>
    <w:p w:rsidR="00557788" w:rsidRDefault="00557788" w:rsidP="00557788">
      <w:r>
        <w:t>161.0153</w:t>
      </w:r>
      <w:r>
        <w:tab/>
        <w:t>5.063e0</w:t>
      </w:r>
    </w:p>
    <w:p w:rsidR="00557788" w:rsidRDefault="00557788" w:rsidP="00557788">
      <w:r>
        <w:t>161.0200</w:t>
      </w:r>
      <w:r>
        <w:tab/>
        <w:t>3.038e0</w:t>
      </w:r>
    </w:p>
    <w:p w:rsidR="00557788" w:rsidRDefault="00557788" w:rsidP="00557788">
      <w:r>
        <w:t>161.0228</w:t>
      </w:r>
      <w:r>
        <w:tab/>
        <w:t>4.634e0</w:t>
      </w:r>
    </w:p>
    <w:p w:rsidR="00557788" w:rsidRDefault="00557788" w:rsidP="00557788">
      <w:r>
        <w:t>161.0278</w:t>
      </w:r>
      <w:r>
        <w:tab/>
        <w:t>1.013e0</w:t>
      </w:r>
    </w:p>
    <w:p w:rsidR="00557788" w:rsidRDefault="00557788" w:rsidP="00557788">
      <w:r>
        <w:t>161.0340</w:t>
      </w:r>
      <w:r>
        <w:tab/>
        <w:t>2.051e0</w:t>
      </w:r>
    </w:p>
    <w:p w:rsidR="00557788" w:rsidRDefault="00557788" w:rsidP="00557788">
      <w:r>
        <w:t>161.0437</w:t>
      </w:r>
      <w:r>
        <w:tab/>
        <w:t>1.025e0</w:t>
      </w:r>
    </w:p>
    <w:p w:rsidR="00557788" w:rsidRDefault="00557788" w:rsidP="00557788">
      <w:r>
        <w:t>161.0541</w:t>
      </w:r>
      <w:r>
        <w:tab/>
        <w:t>1.013e0</w:t>
      </w:r>
    </w:p>
    <w:p w:rsidR="00557788" w:rsidRDefault="00557788" w:rsidP="00557788">
      <w:r>
        <w:t>161.0591</w:t>
      </w:r>
      <w:r>
        <w:tab/>
        <w:t>3.798e-2</w:t>
      </w:r>
    </w:p>
    <w:p w:rsidR="00557788" w:rsidRDefault="00557788" w:rsidP="00557788">
      <w:r>
        <w:t>161.0836</w:t>
      </w:r>
      <w:r>
        <w:tab/>
        <w:t>7.497e0</w:t>
      </w:r>
    </w:p>
    <w:p w:rsidR="00557788" w:rsidRDefault="00557788" w:rsidP="00557788">
      <w:r>
        <w:t>161.0854</w:t>
      </w:r>
      <w:r>
        <w:tab/>
        <w:t>1.964e1</w:t>
      </w:r>
    </w:p>
    <w:p w:rsidR="00557788" w:rsidRDefault="00557788" w:rsidP="00557788">
      <w:r>
        <w:t>161.0883</w:t>
      </w:r>
      <w:r>
        <w:tab/>
        <w:t>1.556e1</w:t>
      </w:r>
    </w:p>
    <w:p w:rsidR="00557788" w:rsidRDefault="00557788" w:rsidP="00557788">
      <w:r>
        <w:t>161.0945</w:t>
      </w:r>
      <w:r>
        <w:tab/>
        <w:t>4.376e0</w:t>
      </w:r>
    </w:p>
    <w:p w:rsidR="00557788" w:rsidRDefault="00557788" w:rsidP="00557788">
      <w:r>
        <w:t>161.1021</w:t>
      </w:r>
      <w:r>
        <w:tab/>
        <w:t>5.406e0</w:t>
      </w:r>
    </w:p>
    <w:p w:rsidR="00557788" w:rsidRDefault="00557788" w:rsidP="00557788">
      <w:r>
        <w:t>161.1239</w:t>
      </w:r>
      <w:r>
        <w:tab/>
        <w:t>4.111e0</w:t>
      </w:r>
    </w:p>
    <w:p w:rsidR="00557788" w:rsidRDefault="00557788" w:rsidP="00557788">
      <w:r>
        <w:t>161.1338</w:t>
      </w:r>
      <w:r>
        <w:tab/>
        <w:t>9.755e-1</w:t>
      </w:r>
    </w:p>
    <w:p w:rsidR="00557788" w:rsidRDefault="00557788" w:rsidP="00557788">
      <w:r>
        <w:t>161.1371</w:t>
      </w:r>
      <w:r>
        <w:tab/>
        <w:t>2.682e0</w:t>
      </w:r>
    </w:p>
    <w:p w:rsidR="00557788" w:rsidRDefault="00557788" w:rsidP="00557788">
      <w:r>
        <w:lastRenderedPageBreak/>
        <w:t>161.1457</w:t>
      </w:r>
      <w:r>
        <w:tab/>
        <w:t>5.597e0</w:t>
      </w:r>
    </w:p>
    <w:p w:rsidR="00557788" w:rsidRDefault="00557788" w:rsidP="00557788">
      <w:r>
        <w:t>161.1593</w:t>
      </w:r>
      <w:r>
        <w:tab/>
        <w:t>1.608e1</w:t>
      </w:r>
    </w:p>
    <w:p w:rsidR="00557788" w:rsidRDefault="00557788" w:rsidP="00557788">
      <w:r>
        <w:t>161.1761</w:t>
      </w:r>
      <w:r>
        <w:tab/>
        <w:t>5.605e-1</w:t>
      </w:r>
    </w:p>
    <w:p w:rsidR="00557788" w:rsidRDefault="00557788" w:rsidP="00557788">
      <w:r>
        <w:t>161.1778</w:t>
      </w:r>
      <w:r>
        <w:tab/>
        <w:t>4.051e0</w:t>
      </w:r>
    </w:p>
    <w:p w:rsidR="00557788" w:rsidRDefault="00557788" w:rsidP="00557788">
      <w:r>
        <w:t>161.1822</w:t>
      </w:r>
      <w:r>
        <w:tab/>
        <w:t>2.025e0</w:t>
      </w:r>
    </w:p>
    <w:p w:rsidR="00557788" w:rsidRDefault="00557788" w:rsidP="00557788">
      <w:r>
        <w:t>161.1891</w:t>
      </w:r>
      <w:r>
        <w:tab/>
        <w:t>5.063e0</w:t>
      </w:r>
    </w:p>
    <w:p w:rsidR="00557788" w:rsidRDefault="00557788" w:rsidP="00557788">
      <w:r>
        <w:t>161.1908</w:t>
      </w:r>
      <w:r>
        <w:tab/>
        <w:t>2.025e0</w:t>
      </w:r>
    </w:p>
    <w:p w:rsidR="00557788" w:rsidRDefault="00557788" w:rsidP="00557788">
      <w:r>
        <w:t>161.2062</w:t>
      </w:r>
      <w:r>
        <w:tab/>
        <w:t>1.051e0</w:t>
      </w:r>
    </w:p>
    <w:p w:rsidR="00557788" w:rsidRDefault="00557788" w:rsidP="00557788">
      <w:r>
        <w:t>161.2097</w:t>
      </w:r>
      <w:r>
        <w:tab/>
        <w:t>1.025e0</w:t>
      </w:r>
    </w:p>
    <w:p w:rsidR="00557788" w:rsidRDefault="00557788" w:rsidP="00557788">
      <w:r>
        <w:t>161.2131</w:t>
      </w:r>
      <w:r>
        <w:tab/>
        <w:t>2.025e0</w:t>
      </w:r>
    </w:p>
    <w:p w:rsidR="00557788" w:rsidRDefault="00557788" w:rsidP="00557788">
      <w:r>
        <w:t>161.2146</w:t>
      </w:r>
      <w:r>
        <w:tab/>
        <w:t>3.038e0</w:t>
      </w:r>
    </w:p>
    <w:p w:rsidR="00557788" w:rsidRDefault="00557788" w:rsidP="00557788">
      <w:r>
        <w:t>161.2362</w:t>
      </w:r>
      <w:r>
        <w:tab/>
        <w:t>1.038e0</w:t>
      </w:r>
    </w:p>
    <w:p w:rsidR="00557788" w:rsidRDefault="00557788" w:rsidP="00557788">
      <w:r>
        <w:t>161.2564</w:t>
      </w:r>
      <w:r>
        <w:tab/>
        <w:t>5.214e-1</w:t>
      </w:r>
    </w:p>
    <w:p w:rsidR="00557788" w:rsidRDefault="00557788" w:rsidP="00557788">
      <w:r>
        <w:t>161.2584</w:t>
      </w:r>
      <w:r>
        <w:tab/>
        <w:t>2.025e0</w:t>
      </w:r>
    </w:p>
    <w:p w:rsidR="00557788" w:rsidRDefault="00557788" w:rsidP="00557788">
      <w:r>
        <w:t>161.2601</w:t>
      </w:r>
      <w:r>
        <w:tab/>
        <w:t>3.798e-2</w:t>
      </w:r>
    </w:p>
    <w:p w:rsidR="00557788" w:rsidRDefault="00557788" w:rsidP="00557788">
      <w:r>
        <w:t>161.2635</w:t>
      </w:r>
      <w:r>
        <w:tab/>
        <w:t>1.051e0</w:t>
      </w:r>
    </w:p>
    <w:p w:rsidR="00557788" w:rsidRDefault="00557788" w:rsidP="00557788">
      <w:r>
        <w:t>161.2806</w:t>
      </w:r>
      <w:r>
        <w:tab/>
        <w:t>1.013e0</w:t>
      </w:r>
    </w:p>
    <w:p w:rsidR="00557788" w:rsidRDefault="00557788" w:rsidP="00557788">
      <w:r>
        <w:t>161.2874</w:t>
      </w:r>
      <w:r>
        <w:tab/>
        <w:t>2.051e0</w:t>
      </w:r>
    </w:p>
    <w:p w:rsidR="00557788" w:rsidRDefault="00557788" w:rsidP="00557788">
      <w:r>
        <w:t>161.2944</w:t>
      </w:r>
      <w:r>
        <w:tab/>
        <w:t>5.063e0</w:t>
      </w:r>
    </w:p>
    <w:p w:rsidR="00557788" w:rsidRDefault="00557788" w:rsidP="00557788">
      <w:r>
        <w:lastRenderedPageBreak/>
        <w:t>161.2989</w:t>
      </w:r>
      <w:r>
        <w:tab/>
        <w:t>2.025e0</w:t>
      </w:r>
    </w:p>
    <w:p w:rsidR="00557788" w:rsidRDefault="00557788" w:rsidP="00557788">
      <w:r>
        <w:t>161.3018</w:t>
      </w:r>
      <w:r>
        <w:tab/>
        <w:t>2.025e0</w:t>
      </w:r>
    </w:p>
    <w:p w:rsidR="00557788" w:rsidRDefault="00557788" w:rsidP="00557788">
      <w:r>
        <w:t>161.3139</w:t>
      </w:r>
      <w:r>
        <w:tab/>
        <w:t>1.013e0</w:t>
      </w:r>
    </w:p>
    <w:p w:rsidR="00557788" w:rsidRDefault="00557788" w:rsidP="00557788">
      <w:r>
        <w:t>161.3173</w:t>
      </w:r>
      <w:r>
        <w:tab/>
        <w:t>1.013e0</w:t>
      </w:r>
    </w:p>
    <w:p w:rsidR="00557788" w:rsidRDefault="00557788" w:rsidP="00557788">
      <w:r>
        <w:t>161.3200</w:t>
      </w:r>
      <w:r>
        <w:tab/>
        <w:t>2.245e-1</w:t>
      </w:r>
    </w:p>
    <w:p w:rsidR="00557788" w:rsidRDefault="00557788" w:rsidP="00557788">
      <w:r>
        <w:t>161.3242</w:t>
      </w:r>
      <w:r>
        <w:tab/>
        <w:t>1.266e-2</w:t>
      </w:r>
    </w:p>
    <w:p w:rsidR="00557788" w:rsidRDefault="00557788" w:rsidP="00557788">
      <w:r>
        <w:t>161.3278</w:t>
      </w:r>
      <w:r>
        <w:tab/>
        <w:t>3.063e0</w:t>
      </w:r>
    </w:p>
    <w:p w:rsidR="00557788" w:rsidRDefault="00557788" w:rsidP="00557788">
      <w:r>
        <w:t>161.3310</w:t>
      </w:r>
      <w:r>
        <w:tab/>
        <w:t>1.266e-2</w:t>
      </w:r>
    </w:p>
    <w:p w:rsidR="00557788" w:rsidRDefault="00557788" w:rsidP="00557788">
      <w:r>
        <w:t>161.3468</w:t>
      </w:r>
      <w:r>
        <w:tab/>
        <w:t>3.038e0</w:t>
      </w:r>
    </w:p>
    <w:p w:rsidR="00557788" w:rsidRDefault="00557788" w:rsidP="00557788">
      <w:r>
        <w:t>161.3584</w:t>
      </w:r>
      <w:r>
        <w:tab/>
        <w:t>2.038e0</w:t>
      </w:r>
    </w:p>
    <w:p w:rsidR="00557788" w:rsidRDefault="00557788" w:rsidP="00557788">
      <w:r>
        <w:t>161.3814</w:t>
      </w:r>
      <w:r>
        <w:tab/>
        <w:t>1.266e-2</w:t>
      </w:r>
    </w:p>
    <w:p w:rsidR="00557788" w:rsidRDefault="00557788" w:rsidP="00557788">
      <w:r>
        <w:t>161.3917</w:t>
      </w:r>
      <w:r>
        <w:tab/>
        <w:t>1.266e-2</w:t>
      </w:r>
    </w:p>
    <w:p w:rsidR="00557788" w:rsidRDefault="00557788" w:rsidP="00557788">
      <w:r>
        <w:t>161.3934</w:t>
      </w:r>
      <w:r>
        <w:tab/>
        <w:t>2.025e0</w:t>
      </w:r>
    </w:p>
    <w:p w:rsidR="00557788" w:rsidRDefault="00557788" w:rsidP="00557788">
      <w:r>
        <w:t>161.3986</w:t>
      </w:r>
      <w:r>
        <w:tab/>
        <w:t>1.013e0</w:t>
      </w:r>
    </w:p>
    <w:p w:rsidR="00557788" w:rsidRDefault="00557788" w:rsidP="00557788">
      <w:r>
        <w:t>161.4123</w:t>
      </w:r>
      <w:r>
        <w:tab/>
        <w:t>1.266e-2</w:t>
      </w:r>
    </w:p>
    <w:p w:rsidR="00557788" w:rsidRDefault="00557788" w:rsidP="00557788">
      <w:r>
        <w:t>161.4212</w:t>
      </w:r>
      <w:r>
        <w:tab/>
        <w:t>2.025e0</w:t>
      </w:r>
    </w:p>
    <w:p w:rsidR="00557788" w:rsidRDefault="00557788" w:rsidP="00557788">
      <w:r>
        <w:t>161.4225</w:t>
      </w:r>
      <w:r>
        <w:tab/>
        <w:t>2.025e0</w:t>
      </w:r>
    </w:p>
    <w:p w:rsidR="00557788" w:rsidRDefault="00557788" w:rsidP="00557788">
      <w:r>
        <w:t>161.4404</w:t>
      </w:r>
      <w:r>
        <w:tab/>
        <w:t>2.025e0</w:t>
      </w:r>
    </w:p>
    <w:p w:rsidR="00557788" w:rsidRDefault="00557788" w:rsidP="00557788">
      <w:r>
        <w:t>161.4524</w:t>
      </w:r>
      <w:r>
        <w:tab/>
        <w:t>1.013e0</w:t>
      </w:r>
    </w:p>
    <w:p w:rsidR="00557788" w:rsidRDefault="00557788" w:rsidP="00557788">
      <w:r>
        <w:lastRenderedPageBreak/>
        <w:t>161.4576</w:t>
      </w:r>
      <w:r>
        <w:tab/>
        <w:t>2.025e0</w:t>
      </w:r>
    </w:p>
    <w:p w:rsidR="00557788" w:rsidRDefault="00557788" w:rsidP="00557788">
      <w:r>
        <w:t>161.4696</w:t>
      </w:r>
      <w:r>
        <w:tab/>
        <w:t>5.006e-1</w:t>
      </w:r>
    </w:p>
    <w:p w:rsidR="00557788" w:rsidRDefault="00557788" w:rsidP="00557788">
      <w:r>
        <w:t>161.4730</w:t>
      </w:r>
      <w:r>
        <w:tab/>
        <w:t>1.013e0</w:t>
      </w:r>
    </w:p>
    <w:p w:rsidR="00557788" w:rsidRDefault="00557788" w:rsidP="00557788">
      <w:r>
        <w:t>161.4764</w:t>
      </w:r>
      <w:r>
        <w:tab/>
        <w:t>1.266e-2</w:t>
      </w:r>
    </w:p>
    <w:p w:rsidR="00557788" w:rsidRDefault="00557788" w:rsidP="00557788">
      <w:r>
        <w:t>161.4932</w:t>
      </w:r>
      <w:r>
        <w:tab/>
        <w:t>1.013e0</w:t>
      </w:r>
    </w:p>
    <w:p w:rsidR="00557788" w:rsidRDefault="00557788" w:rsidP="00557788">
      <w:r>
        <w:t>161.4964</w:t>
      </w:r>
      <w:r>
        <w:tab/>
        <w:t>2.025e0</w:t>
      </w:r>
    </w:p>
    <w:p w:rsidR="00557788" w:rsidRDefault="00557788" w:rsidP="00557788">
      <w:r>
        <w:t>161.4994</w:t>
      </w:r>
      <w:r>
        <w:tab/>
        <w:t>2.038e0</w:t>
      </w:r>
    </w:p>
    <w:p w:rsidR="00557788" w:rsidRDefault="00557788" w:rsidP="00557788">
      <w:r>
        <w:t>161.5014</w:t>
      </w:r>
      <w:r>
        <w:tab/>
        <w:t>6.076e0</w:t>
      </w:r>
    </w:p>
    <w:p w:rsidR="00557788" w:rsidRDefault="00557788" w:rsidP="00557788">
      <w:r>
        <w:t>161.5028</w:t>
      </w:r>
      <w:r>
        <w:tab/>
        <w:t>1.266e-2</w:t>
      </w:r>
    </w:p>
    <w:p w:rsidR="00557788" w:rsidRDefault="00557788" w:rsidP="00557788">
      <w:r>
        <w:t>161.5200</w:t>
      </w:r>
      <w:r>
        <w:tab/>
        <w:t>1.266e-2</w:t>
      </w:r>
    </w:p>
    <w:p w:rsidR="00557788" w:rsidRDefault="00557788" w:rsidP="00557788">
      <w:r>
        <w:t>161.5269</w:t>
      </w:r>
      <w:r>
        <w:tab/>
        <w:t>3.038e0</w:t>
      </w:r>
    </w:p>
    <w:p w:rsidR="00557788" w:rsidRDefault="00557788" w:rsidP="00557788">
      <w:r>
        <w:t>161.5291</w:t>
      </w:r>
      <w:r>
        <w:tab/>
        <w:t>1.375e0</w:t>
      </w:r>
    </w:p>
    <w:p w:rsidR="00557788" w:rsidRDefault="00557788" w:rsidP="00557788">
      <w:r>
        <w:t>161.5303</w:t>
      </w:r>
      <w:r>
        <w:tab/>
        <w:t>3.798e-2</w:t>
      </w:r>
    </w:p>
    <w:p w:rsidR="00557788" w:rsidRDefault="00557788" w:rsidP="00557788">
      <w:r>
        <w:t>161.5494</w:t>
      </w:r>
      <w:r>
        <w:tab/>
        <w:t>2.291e1</w:t>
      </w:r>
    </w:p>
    <w:p w:rsidR="00557788" w:rsidRDefault="00557788" w:rsidP="00557788">
      <w:r>
        <w:t>161.5513</w:t>
      </w:r>
      <w:r>
        <w:tab/>
        <w:t>4.089e0</w:t>
      </w:r>
    </w:p>
    <w:p w:rsidR="00557788" w:rsidRDefault="00557788" w:rsidP="00557788">
      <w:r>
        <w:t>161.5524</w:t>
      </w:r>
      <w:r>
        <w:tab/>
        <w:t>1.215e1</w:t>
      </w:r>
    </w:p>
    <w:p w:rsidR="00557788" w:rsidRDefault="00557788" w:rsidP="00557788">
      <w:r>
        <w:t>161.5688</w:t>
      </w:r>
      <w:r>
        <w:tab/>
        <w:t>2.532e-2</w:t>
      </w:r>
    </w:p>
    <w:p w:rsidR="00557788" w:rsidRDefault="00557788" w:rsidP="00557788">
      <w:r>
        <w:t>161.5718</w:t>
      </w:r>
      <w:r>
        <w:tab/>
        <w:t>1.038e0</w:t>
      </w:r>
    </w:p>
    <w:p w:rsidR="00557788" w:rsidRDefault="00557788" w:rsidP="00557788">
      <w:r>
        <w:t>161.5738</w:t>
      </w:r>
      <w:r>
        <w:tab/>
        <w:t>3.051e0</w:t>
      </w:r>
    </w:p>
    <w:p w:rsidR="00557788" w:rsidRDefault="00557788" w:rsidP="00557788">
      <w:r>
        <w:lastRenderedPageBreak/>
        <w:t>161.5807</w:t>
      </w:r>
      <w:r>
        <w:tab/>
        <w:t>4.076e0</w:t>
      </w:r>
    </w:p>
    <w:p w:rsidR="00557788" w:rsidRDefault="00557788" w:rsidP="00557788">
      <w:r>
        <w:t>161.5876</w:t>
      </w:r>
      <w:r>
        <w:tab/>
        <w:t>2.038e0</w:t>
      </w:r>
    </w:p>
    <w:p w:rsidR="00557788" w:rsidRDefault="00557788" w:rsidP="00557788">
      <w:r>
        <w:t>161.6047</w:t>
      </w:r>
      <w:r>
        <w:tab/>
        <w:t>1.013e0</w:t>
      </w:r>
    </w:p>
    <w:p w:rsidR="00557788" w:rsidRDefault="00557788" w:rsidP="00557788">
      <w:r>
        <w:t>161.6064</w:t>
      </w:r>
      <w:r>
        <w:tab/>
        <w:t>6.076e0</w:t>
      </w:r>
    </w:p>
    <w:p w:rsidR="00557788" w:rsidRDefault="00557788" w:rsidP="00557788">
      <w:r>
        <w:t>161.6081</w:t>
      </w:r>
      <w:r>
        <w:tab/>
        <w:t>1.013e0</w:t>
      </w:r>
    </w:p>
    <w:p w:rsidR="00557788" w:rsidRDefault="00557788" w:rsidP="00557788">
      <w:r>
        <w:t>161.6233</w:t>
      </w:r>
      <w:r>
        <w:tab/>
        <w:t>2.025e0</w:t>
      </w:r>
    </w:p>
    <w:p w:rsidR="00557788" w:rsidRDefault="00557788" w:rsidP="00557788">
      <w:r>
        <w:t>161.6298</w:t>
      </w:r>
      <w:r>
        <w:tab/>
        <w:t>2.025e0</w:t>
      </w:r>
    </w:p>
    <w:p w:rsidR="00557788" w:rsidRDefault="00557788" w:rsidP="00557788">
      <w:r>
        <w:t>161.6499</w:t>
      </w:r>
      <w:r>
        <w:tab/>
        <w:t>3.038e0</w:t>
      </w:r>
    </w:p>
    <w:p w:rsidR="00557788" w:rsidRDefault="00557788" w:rsidP="00557788">
      <w:r>
        <w:t>161.6517</w:t>
      </w:r>
      <w:r>
        <w:tab/>
        <w:t>1.266e-2</w:t>
      </w:r>
    </w:p>
    <w:p w:rsidR="00557788" w:rsidRDefault="00557788" w:rsidP="00557788">
      <w:r>
        <w:t>161.6576</w:t>
      </w:r>
      <w:r>
        <w:tab/>
        <w:t>5.063e0</w:t>
      </w:r>
    </w:p>
    <w:p w:rsidR="00557788" w:rsidRDefault="00557788" w:rsidP="00557788">
      <w:r>
        <w:t>161.6637</w:t>
      </w:r>
      <w:r>
        <w:tab/>
        <w:t>2.532e-2</w:t>
      </w:r>
    </w:p>
    <w:p w:rsidR="00557788" w:rsidRDefault="00557788" w:rsidP="00557788">
      <w:r>
        <w:t>161.6758</w:t>
      </w:r>
      <w:r>
        <w:tab/>
        <w:t>2.025e0</w:t>
      </w:r>
    </w:p>
    <w:p w:rsidR="00557788" w:rsidRDefault="00557788" w:rsidP="00557788">
      <w:r>
        <w:t>161.6815</w:t>
      </w:r>
      <w:r>
        <w:tab/>
        <w:t>4.076e0</w:t>
      </w:r>
    </w:p>
    <w:p w:rsidR="00557788" w:rsidRDefault="00557788" w:rsidP="00557788">
      <w:r>
        <w:t>161.6862</w:t>
      </w:r>
      <w:r>
        <w:tab/>
        <w:t>2.038e0</w:t>
      </w:r>
    </w:p>
    <w:p w:rsidR="00557788" w:rsidRDefault="00557788" w:rsidP="00557788">
      <w:r>
        <w:t>161.6957</w:t>
      </w:r>
      <w:r>
        <w:tab/>
        <w:t>1.266e-2</w:t>
      </w:r>
    </w:p>
    <w:p w:rsidR="00557788" w:rsidRDefault="00557788" w:rsidP="00557788">
      <w:r>
        <w:t>161.6973</w:t>
      </w:r>
      <w:r>
        <w:tab/>
        <w:t>2.025e0</w:t>
      </w:r>
    </w:p>
    <w:p w:rsidR="00557788" w:rsidRDefault="00557788" w:rsidP="00557788">
      <w:r>
        <w:t>161.7021</w:t>
      </w:r>
      <w:r>
        <w:tab/>
        <w:t>2.051e0</w:t>
      </w:r>
    </w:p>
    <w:p w:rsidR="00557788" w:rsidRDefault="00557788" w:rsidP="00557788">
      <w:r>
        <w:t>161.7090</w:t>
      </w:r>
      <w:r>
        <w:tab/>
        <w:t>1.266e-2</w:t>
      </w:r>
    </w:p>
    <w:p w:rsidR="00557788" w:rsidRDefault="00557788" w:rsidP="00557788">
      <w:r>
        <w:t>161.7193</w:t>
      </w:r>
      <w:r>
        <w:tab/>
        <w:t>2.532e-2</w:t>
      </w:r>
    </w:p>
    <w:p w:rsidR="00557788" w:rsidRDefault="00557788" w:rsidP="00557788">
      <w:r>
        <w:lastRenderedPageBreak/>
        <w:t>161.7210</w:t>
      </w:r>
      <w:r>
        <w:tab/>
        <w:t>4.051e0</w:t>
      </w:r>
    </w:p>
    <w:p w:rsidR="00557788" w:rsidRDefault="00557788" w:rsidP="00557788">
      <w:r>
        <w:t>161.7279</w:t>
      </w:r>
      <w:r>
        <w:tab/>
        <w:t>2.025e0</w:t>
      </w:r>
    </w:p>
    <w:p w:rsidR="00557788" w:rsidRDefault="00557788" w:rsidP="00557788">
      <w:r>
        <w:t>161.7365</w:t>
      </w:r>
      <w:r>
        <w:tab/>
        <w:t>1.013e0</w:t>
      </w:r>
    </w:p>
    <w:p w:rsidR="00557788" w:rsidRDefault="00557788" w:rsidP="00557788">
      <w:r>
        <w:t>161.7536</w:t>
      </w:r>
      <w:r>
        <w:tab/>
        <w:t>1.038e0</w:t>
      </w:r>
    </w:p>
    <w:p w:rsidR="00557788" w:rsidRDefault="00557788" w:rsidP="00557788">
      <w:r>
        <w:t>161.7649</w:t>
      </w:r>
      <w:r>
        <w:tab/>
        <w:t>2.025e0</w:t>
      </w:r>
    </w:p>
    <w:p w:rsidR="00557788" w:rsidRDefault="00557788" w:rsidP="00557788">
      <w:r>
        <w:t>161.7852</w:t>
      </w:r>
      <w:r>
        <w:tab/>
        <w:t>2.532e-2</w:t>
      </w:r>
    </w:p>
    <w:p w:rsidR="00557788" w:rsidRDefault="00557788" w:rsidP="00557788">
      <w:r>
        <w:t>161.7870</w:t>
      </w:r>
      <w:r>
        <w:tab/>
        <w:t>1.013e0</w:t>
      </w:r>
    </w:p>
    <w:p w:rsidR="00557788" w:rsidRDefault="00557788" w:rsidP="00557788">
      <w:r>
        <w:t>161.7972</w:t>
      </w:r>
      <w:r>
        <w:tab/>
        <w:t>1.013e0</w:t>
      </w:r>
    </w:p>
    <w:p w:rsidR="00557788" w:rsidRDefault="00557788" w:rsidP="00557788">
      <w:r>
        <w:t>161.8006</w:t>
      </w:r>
      <w:r>
        <w:tab/>
        <w:t>1.013e0</w:t>
      </w:r>
    </w:p>
    <w:p w:rsidR="00557788" w:rsidRDefault="00557788" w:rsidP="00557788">
      <w:r>
        <w:t>161.8041</w:t>
      </w:r>
      <w:r>
        <w:tab/>
        <w:t>3.038e0</w:t>
      </w:r>
    </w:p>
    <w:p w:rsidR="00557788" w:rsidRDefault="00557788" w:rsidP="00557788">
      <w:r>
        <w:t>161.8094</w:t>
      </w:r>
      <w:r>
        <w:tab/>
        <w:t>1.038e0</w:t>
      </w:r>
    </w:p>
    <w:p w:rsidR="00557788" w:rsidRDefault="00557788" w:rsidP="00557788">
      <w:r>
        <w:t>161.8104</w:t>
      </w:r>
      <w:r>
        <w:tab/>
        <w:t>3.798e-2</w:t>
      </w:r>
    </w:p>
    <w:p w:rsidR="00557788" w:rsidRDefault="00557788" w:rsidP="00557788">
      <w:r>
        <w:t>161.8143</w:t>
      </w:r>
      <w:r>
        <w:tab/>
        <w:t>2.038e0</w:t>
      </w:r>
    </w:p>
    <w:p w:rsidR="00557788" w:rsidRDefault="00557788" w:rsidP="00557788">
      <w:r>
        <w:t>161.8212</w:t>
      </w:r>
      <w:r>
        <w:tab/>
        <w:t>1.013e0</w:t>
      </w:r>
    </w:p>
    <w:p w:rsidR="00557788" w:rsidRDefault="00557788" w:rsidP="00557788">
      <w:r>
        <w:t>161.8323</w:t>
      </w:r>
      <w:r>
        <w:tab/>
        <w:t>4.051e0</w:t>
      </w:r>
    </w:p>
    <w:p w:rsidR="00557788" w:rsidRDefault="00557788" w:rsidP="00557788">
      <w:r>
        <w:t>161.8408</w:t>
      </w:r>
      <w:r>
        <w:tab/>
        <w:t>1.266e-2</w:t>
      </w:r>
    </w:p>
    <w:p w:rsidR="00557788" w:rsidRDefault="00557788" w:rsidP="00557788">
      <w:r>
        <w:t>161.8460</w:t>
      </w:r>
      <w:r>
        <w:tab/>
        <w:t>2.025e0</w:t>
      </w:r>
    </w:p>
    <w:p w:rsidR="00557788" w:rsidRDefault="00557788" w:rsidP="00557788">
      <w:r>
        <w:t>161.8546</w:t>
      </w:r>
      <w:r>
        <w:tab/>
        <w:t>2.532e-2</w:t>
      </w:r>
    </w:p>
    <w:p w:rsidR="00557788" w:rsidRDefault="00557788" w:rsidP="00557788">
      <w:r>
        <w:t>161.8683</w:t>
      </w:r>
      <w:r>
        <w:tab/>
        <w:t>1.013e0</w:t>
      </w:r>
    </w:p>
    <w:p w:rsidR="00557788" w:rsidRDefault="00557788" w:rsidP="00557788">
      <w:r>
        <w:lastRenderedPageBreak/>
        <w:t>161.8752</w:t>
      </w:r>
      <w:r>
        <w:tab/>
        <w:t>1.013e0</w:t>
      </w:r>
    </w:p>
    <w:p w:rsidR="00557788" w:rsidRDefault="00557788" w:rsidP="00557788">
      <w:r>
        <w:t>161.8936</w:t>
      </w:r>
      <w:r>
        <w:tab/>
        <w:t>2.532e-2</w:t>
      </w:r>
    </w:p>
    <w:p w:rsidR="00557788" w:rsidRDefault="00557788" w:rsidP="00557788">
      <w:r>
        <w:t>161.9017</w:t>
      </w:r>
      <w:r>
        <w:tab/>
        <w:t>1.266e-2</w:t>
      </w:r>
    </w:p>
    <w:p w:rsidR="00557788" w:rsidRDefault="00557788" w:rsidP="00557788">
      <w:r>
        <w:t>161.9032</w:t>
      </w:r>
      <w:r>
        <w:tab/>
        <w:t>4.051e0</w:t>
      </w:r>
    </w:p>
    <w:p w:rsidR="00557788" w:rsidRDefault="00557788" w:rsidP="00557788">
      <w:r>
        <w:t>161.9084</w:t>
      </w:r>
      <w:r>
        <w:tab/>
        <w:t>1.013e0</w:t>
      </w:r>
    </w:p>
    <w:p w:rsidR="00557788" w:rsidRDefault="00557788" w:rsidP="00557788">
      <w:r>
        <w:t>161.9153</w:t>
      </w:r>
      <w:r>
        <w:tab/>
        <w:t>2.025e0</w:t>
      </w:r>
    </w:p>
    <w:p w:rsidR="00557788" w:rsidRDefault="00557788" w:rsidP="00557788">
      <w:r>
        <w:t>161.9256</w:t>
      </w:r>
      <w:r>
        <w:tab/>
        <w:t>1.266e-2</w:t>
      </w:r>
    </w:p>
    <w:p w:rsidR="00557788" w:rsidRDefault="00557788" w:rsidP="00557788">
      <w:r>
        <w:t>161.9393</w:t>
      </w:r>
      <w:r>
        <w:tab/>
        <w:t>1.025e0</w:t>
      </w:r>
    </w:p>
    <w:p w:rsidR="00557788" w:rsidRDefault="00557788" w:rsidP="00557788">
      <w:r>
        <w:t>161.9428</w:t>
      </w:r>
      <w:r>
        <w:tab/>
        <w:t>1.038e0</w:t>
      </w:r>
    </w:p>
    <w:p w:rsidR="00557788" w:rsidRDefault="00557788" w:rsidP="00557788">
      <w:r>
        <w:t>161.9445</w:t>
      </w:r>
      <w:r>
        <w:tab/>
        <w:t>2.025e0</w:t>
      </w:r>
    </w:p>
    <w:p w:rsidR="00557788" w:rsidRDefault="00557788" w:rsidP="00557788">
      <w:r>
        <w:t>161.9466</w:t>
      </w:r>
      <w:r>
        <w:tab/>
        <w:t>2.038e0</w:t>
      </w:r>
    </w:p>
    <w:p w:rsidR="00557788" w:rsidRDefault="00557788" w:rsidP="00557788">
      <w:r>
        <w:t>161.9532</w:t>
      </w:r>
      <w:r>
        <w:tab/>
        <w:t>2.025e0</w:t>
      </w:r>
    </w:p>
    <w:p w:rsidR="00557788" w:rsidRDefault="00557788" w:rsidP="00557788">
      <w:r>
        <w:t>161.9612</w:t>
      </w:r>
      <w:r>
        <w:tab/>
        <w:t>6.076e0</w:t>
      </w:r>
    </w:p>
    <w:p w:rsidR="00557788" w:rsidRDefault="00557788" w:rsidP="00557788">
      <w:r>
        <w:t>161.9691</w:t>
      </w:r>
      <w:r>
        <w:tab/>
        <w:t>1.025e0</w:t>
      </w:r>
    </w:p>
    <w:p w:rsidR="00557788" w:rsidRDefault="00557788" w:rsidP="00557788">
      <w:r>
        <w:t>161.9740</w:t>
      </w:r>
      <w:r>
        <w:tab/>
        <w:t>3.038e0</w:t>
      </w:r>
    </w:p>
    <w:p w:rsidR="00557788" w:rsidRDefault="00557788" w:rsidP="00557788">
      <w:r>
        <w:t>161.9795</w:t>
      </w:r>
      <w:r>
        <w:tab/>
        <w:t>5.063e0</w:t>
      </w:r>
    </w:p>
    <w:p w:rsidR="00557788" w:rsidRDefault="00557788" w:rsidP="00557788">
      <w:r>
        <w:t>161.9933</w:t>
      </w:r>
      <w:r>
        <w:tab/>
        <w:t>1.266e-2</w:t>
      </w:r>
    </w:p>
    <w:p w:rsidR="00557788" w:rsidRDefault="00557788" w:rsidP="00557788">
      <w:r>
        <w:t>162.0019</w:t>
      </w:r>
      <w:r>
        <w:tab/>
        <w:t>2.025e0</w:t>
      </w:r>
    </w:p>
    <w:p w:rsidR="00557788" w:rsidRDefault="00557788" w:rsidP="00557788">
      <w:r>
        <w:t>162.0035</w:t>
      </w:r>
      <w:r>
        <w:tab/>
        <w:t>1.013e0</w:t>
      </w:r>
    </w:p>
    <w:p w:rsidR="00557788" w:rsidRDefault="00557788" w:rsidP="00557788">
      <w:r>
        <w:lastRenderedPageBreak/>
        <w:t>162.0087</w:t>
      </w:r>
      <w:r>
        <w:tab/>
        <w:t>2.025e0</w:t>
      </w:r>
    </w:p>
    <w:p w:rsidR="00557788" w:rsidRDefault="00557788" w:rsidP="00557788">
      <w:r>
        <w:t>162.0208</w:t>
      </w:r>
      <w:r>
        <w:tab/>
        <w:t>1.266e-2</w:t>
      </w:r>
    </w:p>
    <w:p w:rsidR="00557788" w:rsidRDefault="00557788" w:rsidP="00557788">
      <w:r>
        <w:t>162.0230</w:t>
      </w:r>
      <w:r>
        <w:tab/>
        <w:t>2.051e0</w:t>
      </w:r>
    </w:p>
    <w:p w:rsidR="00557788" w:rsidRDefault="00557788" w:rsidP="00557788">
      <w:r>
        <w:t>162.0495</w:t>
      </w:r>
      <w:r>
        <w:tab/>
        <w:t>5.706e0</w:t>
      </w:r>
    </w:p>
    <w:p w:rsidR="00557788" w:rsidRDefault="00557788" w:rsidP="00557788">
      <w:r>
        <w:t>162.0583</w:t>
      </w:r>
      <w:r>
        <w:tab/>
        <w:t>9.098e0</w:t>
      </w:r>
    </w:p>
    <w:p w:rsidR="00557788" w:rsidRDefault="00557788" w:rsidP="00557788">
      <w:r>
        <w:t>162.1151</w:t>
      </w:r>
      <w:r>
        <w:tab/>
        <w:t>4.560e0</w:t>
      </w:r>
    </w:p>
    <w:p w:rsidR="00557788" w:rsidRDefault="00557788" w:rsidP="00557788">
      <w:r>
        <w:t>162.1222</w:t>
      </w:r>
      <w:r>
        <w:tab/>
        <w:t>1.654e0</w:t>
      </w:r>
    </w:p>
    <w:p w:rsidR="00557788" w:rsidRDefault="00557788" w:rsidP="00557788">
      <w:r>
        <w:t>162.1245</w:t>
      </w:r>
      <w:r>
        <w:tab/>
        <w:t>4.483e0</w:t>
      </w:r>
    </w:p>
    <w:p w:rsidR="00557788" w:rsidRDefault="00557788" w:rsidP="00557788">
      <w:r>
        <w:t>162.1277</w:t>
      </w:r>
      <w:r>
        <w:tab/>
        <w:t>2.868e0</w:t>
      </w:r>
    </w:p>
    <w:p w:rsidR="00557788" w:rsidRDefault="00557788" w:rsidP="00557788">
      <w:r>
        <w:t>162.1293</w:t>
      </w:r>
      <w:r>
        <w:tab/>
        <w:t>1.723e0</w:t>
      </w:r>
    </w:p>
    <w:p w:rsidR="00557788" w:rsidRDefault="00557788" w:rsidP="00557788">
      <w:r>
        <w:t>162.1414</w:t>
      </w:r>
      <w:r>
        <w:tab/>
        <w:t>1.273e-1</w:t>
      </w:r>
    </w:p>
    <w:p w:rsidR="00557788" w:rsidRDefault="00557788" w:rsidP="00557788">
      <w:r>
        <w:t>162.1478</w:t>
      </w:r>
      <w:r>
        <w:tab/>
        <w:t>1.357e0</w:t>
      </w:r>
    </w:p>
    <w:p w:rsidR="00557788" w:rsidRDefault="00557788" w:rsidP="00557788">
      <w:r>
        <w:t>162.1492</w:t>
      </w:r>
      <w:r>
        <w:tab/>
        <w:t>1.077e0</w:t>
      </w:r>
    </w:p>
    <w:p w:rsidR="00557788" w:rsidRDefault="00557788" w:rsidP="00557788">
      <w:r>
        <w:t>162.1642</w:t>
      </w:r>
      <w:r>
        <w:tab/>
        <w:t>4.049e0</w:t>
      </w:r>
    </w:p>
    <w:p w:rsidR="00557788" w:rsidRDefault="00557788" w:rsidP="00557788">
      <w:r>
        <w:t>162.1708</w:t>
      </w:r>
      <w:r>
        <w:tab/>
        <w:t>5.700e-1</w:t>
      </w:r>
    </w:p>
    <w:p w:rsidR="00557788" w:rsidRDefault="00557788" w:rsidP="00557788">
      <w:r>
        <w:t>162.1740</w:t>
      </w:r>
      <w:r>
        <w:tab/>
        <w:t>1.720e0</w:t>
      </w:r>
    </w:p>
    <w:p w:rsidR="00557788" w:rsidRDefault="00557788" w:rsidP="00557788">
      <w:r>
        <w:t>162.1842</w:t>
      </w:r>
      <w:r>
        <w:tab/>
        <w:t>2.025e0</w:t>
      </w:r>
    </w:p>
    <w:p w:rsidR="00557788" w:rsidRDefault="00557788" w:rsidP="00557788">
      <w:r>
        <w:t>162.1864</w:t>
      </w:r>
      <w:r>
        <w:tab/>
        <w:t>5.792e-1</w:t>
      </w:r>
    </w:p>
    <w:p w:rsidR="00557788" w:rsidRDefault="00557788" w:rsidP="00557788">
      <w:r>
        <w:t>162.1875</w:t>
      </w:r>
      <w:r>
        <w:tab/>
        <w:t>3.038e0</w:t>
      </w:r>
    </w:p>
    <w:p w:rsidR="00557788" w:rsidRDefault="00557788" w:rsidP="00557788">
      <w:r>
        <w:lastRenderedPageBreak/>
        <w:t>162.1894</w:t>
      </w:r>
      <w:r>
        <w:tab/>
        <w:t>3.051e0</w:t>
      </w:r>
    </w:p>
    <w:p w:rsidR="00557788" w:rsidRDefault="00557788" w:rsidP="00557788">
      <w:r>
        <w:t>162.1911</w:t>
      </w:r>
      <w:r>
        <w:tab/>
        <w:t>1.051e0</w:t>
      </w:r>
    </w:p>
    <w:p w:rsidR="00557788" w:rsidRDefault="00557788" w:rsidP="00557788">
      <w:r>
        <w:t>162.1929</w:t>
      </w:r>
      <w:r>
        <w:tab/>
        <w:t>2.025e0</w:t>
      </w:r>
    </w:p>
    <w:p w:rsidR="00557788" w:rsidRDefault="00557788" w:rsidP="00557788">
      <w:r>
        <w:t>162.2049</w:t>
      </w:r>
      <w:r>
        <w:tab/>
        <w:t>2.025e0</w:t>
      </w:r>
    </w:p>
    <w:p w:rsidR="00557788" w:rsidRDefault="00557788" w:rsidP="00557788">
      <w:r>
        <w:t>162.2100</w:t>
      </w:r>
      <w:r>
        <w:tab/>
        <w:t>1.013e0</w:t>
      </w:r>
    </w:p>
    <w:p w:rsidR="00557788" w:rsidRDefault="00557788" w:rsidP="00557788">
      <w:r>
        <w:t>162.2155</w:t>
      </w:r>
      <w:r>
        <w:tab/>
        <w:t>3.038e0</w:t>
      </w:r>
    </w:p>
    <w:p w:rsidR="00557788" w:rsidRDefault="00557788" w:rsidP="00557788">
      <w:r>
        <w:t>162.2169</w:t>
      </w:r>
      <w:r>
        <w:tab/>
        <w:t>1.013e0</w:t>
      </w:r>
    </w:p>
    <w:p w:rsidR="00557788" w:rsidRDefault="00557788" w:rsidP="00557788">
      <w:r>
        <w:t>162.2184</w:t>
      </w:r>
      <w:r>
        <w:tab/>
        <w:t>3.798e-2</w:t>
      </w:r>
    </w:p>
    <w:p w:rsidR="00557788" w:rsidRDefault="00557788" w:rsidP="00557788">
      <w:r>
        <w:t>162.2271</w:t>
      </w:r>
      <w:r>
        <w:tab/>
        <w:t>1.013e0</w:t>
      </w:r>
    </w:p>
    <w:p w:rsidR="00557788" w:rsidRDefault="00557788" w:rsidP="00557788">
      <w:r>
        <w:t>162.2287</w:t>
      </w:r>
      <w:r>
        <w:tab/>
        <w:t>2.025e0</w:t>
      </w:r>
    </w:p>
    <w:p w:rsidR="00557788" w:rsidRDefault="00557788" w:rsidP="00557788">
      <w:r>
        <w:t>162.2367</w:t>
      </w:r>
      <w:r>
        <w:tab/>
        <w:t>1.063e0</w:t>
      </w:r>
    </w:p>
    <w:p w:rsidR="00557788" w:rsidRDefault="00557788" w:rsidP="00557788">
      <w:r>
        <w:t>162.2470</w:t>
      </w:r>
      <w:r>
        <w:tab/>
        <w:t>5.063e0</w:t>
      </w:r>
    </w:p>
    <w:p w:rsidR="00557788" w:rsidRDefault="00557788" w:rsidP="00557788">
      <w:r>
        <w:t>162.2485</w:t>
      </w:r>
      <w:r>
        <w:tab/>
        <w:t>2.025e0</w:t>
      </w:r>
    </w:p>
    <w:p w:rsidR="00557788" w:rsidRDefault="00557788" w:rsidP="00557788">
      <w:r>
        <w:t>162.2640</w:t>
      </w:r>
      <w:r>
        <w:tab/>
        <w:t>1.013e0</w:t>
      </w:r>
    </w:p>
    <w:p w:rsidR="00557788" w:rsidRDefault="00557788" w:rsidP="00557788">
      <w:r>
        <w:t>162.2708</w:t>
      </w:r>
      <w:r>
        <w:tab/>
        <w:t>1.025e0</w:t>
      </w:r>
    </w:p>
    <w:p w:rsidR="00557788" w:rsidRDefault="00557788" w:rsidP="00557788">
      <w:r>
        <w:t>162.2837</w:t>
      </w:r>
      <w:r>
        <w:tab/>
        <w:t>3.038e0</w:t>
      </w:r>
    </w:p>
    <w:p w:rsidR="00557788" w:rsidRDefault="00557788" w:rsidP="00557788">
      <w:r>
        <w:t>162.2871</w:t>
      </w:r>
      <w:r>
        <w:tab/>
        <w:t>6.329e-2</w:t>
      </w:r>
    </w:p>
    <w:p w:rsidR="00557788" w:rsidRDefault="00557788" w:rsidP="00557788">
      <w:r>
        <w:t>162.2921</w:t>
      </w:r>
      <w:r>
        <w:tab/>
        <w:t>3.038e0</w:t>
      </w:r>
    </w:p>
    <w:p w:rsidR="00557788" w:rsidRDefault="00557788" w:rsidP="00557788">
      <w:r>
        <w:t>162.2948</w:t>
      </w:r>
      <w:r>
        <w:tab/>
        <w:t>1.013e0</w:t>
      </w:r>
    </w:p>
    <w:p w:rsidR="00557788" w:rsidRDefault="00557788" w:rsidP="00557788">
      <w:r>
        <w:lastRenderedPageBreak/>
        <w:t>162.3036</w:t>
      </w:r>
      <w:r>
        <w:tab/>
        <w:t>3.038e0</w:t>
      </w:r>
    </w:p>
    <w:p w:rsidR="00557788" w:rsidRDefault="00557788" w:rsidP="00557788">
      <w:r>
        <w:t>162.3062</w:t>
      </w:r>
      <w:r>
        <w:tab/>
        <w:t>2.532e-2</w:t>
      </w:r>
    </w:p>
    <w:p w:rsidR="00557788" w:rsidRDefault="00557788" w:rsidP="00557788">
      <w:r>
        <w:t>162.3078</w:t>
      </w:r>
      <w:r>
        <w:tab/>
        <w:t>2.025e0</w:t>
      </w:r>
    </w:p>
    <w:p w:rsidR="00557788" w:rsidRDefault="00557788" w:rsidP="00557788">
      <w:r>
        <w:t>162.3179</w:t>
      </w:r>
      <w:r>
        <w:tab/>
        <w:t>1.013e0</w:t>
      </w:r>
    </w:p>
    <w:p w:rsidR="00557788" w:rsidRDefault="00557788" w:rsidP="00557788">
      <w:r>
        <w:t>162.3230</w:t>
      </w:r>
      <w:r>
        <w:tab/>
        <w:t>2.025e0</w:t>
      </w:r>
    </w:p>
    <w:p w:rsidR="00557788" w:rsidRDefault="00557788" w:rsidP="00557788">
      <w:r>
        <w:t>162.3282</w:t>
      </w:r>
      <w:r>
        <w:tab/>
        <w:t>1.013e0</w:t>
      </w:r>
    </w:p>
    <w:p w:rsidR="00557788" w:rsidRDefault="00557788" w:rsidP="00557788">
      <w:r>
        <w:t>162.3351</w:t>
      </w:r>
      <w:r>
        <w:tab/>
        <w:t>1.013e0</w:t>
      </w:r>
    </w:p>
    <w:p w:rsidR="00557788" w:rsidRDefault="00557788" w:rsidP="00557788">
      <w:r>
        <w:t>162.3674</w:t>
      </w:r>
      <w:r>
        <w:tab/>
        <w:t>2.025e0</w:t>
      </w:r>
    </w:p>
    <w:p w:rsidR="00557788" w:rsidRDefault="00557788" w:rsidP="00557788">
      <w:r>
        <w:t>162.3723</w:t>
      </w:r>
      <w:r>
        <w:tab/>
        <w:t>2.025e0</w:t>
      </w:r>
    </w:p>
    <w:p w:rsidR="00557788" w:rsidRDefault="00557788" w:rsidP="00557788">
      <w:r>
        <w:t>162.3855</w:t>
      </w:r>
      <w:r>
        <w:tab/>
        <w:t>2.532e-2</w:t>
      </w:r>
    </w:p>
    <w:p w:rsidR="00557788" w:rsidRDefault="00557788" w:rsidP="00557788">
      <w:r>
        <w:t>162.3925</w:t>
      </w:r>
      <w:r>
        <w:tab/>
        <w:t>2.532e-2</w:t>
      </w:r>
    </w:p>
    <w:p w:rsidR="00557788" w:rsidRDefault="00557788" w:rsidP="00557788">
      <w:r>
        <w:t>162.3960</w:t>
      </w:r>
      <w:r>
        <w:tab/>
        <w:t>1.025e0</w:t>
      </w:r>
    </w:p>
    <w:p w:rsidR="00557788" w:rsidRDefault="00557788" w:rsidP="00557788">
      <w:r>
        <w:t>162.4028</w:t>
      </w:r>
      <w:r>
        <w:tab/>
        <w:t>1.038e0</w:t>
      </w:r>
    </w:p>
    <w:p w:rsidR="00557788" w:rsidRDefault="00557788" w:rsidP="00557788">
      <w:r>
        <w:t>162.4097</w:t>
      </w:r>
      <w:r>
        <w:tab/>
        <w:t>3.038e0</w:t>
      </w:r>
    </w:p>
    <w:p w:rsidR="00557788" w:rsidRDefault="00557788" w:rsidP="00557788">
      <w:r>
        <w:t>162.4149</w:t>
      </w:r>
      <w:r>
        <w:tab/>
        <w:t>2.051e0</w:t>
      </w:r>
    </w:p>
    <w:p w:rsidR="00557788" w:rsidRDefault="00557788" w:rsidP="00557788">
      <w:r>
        <w:t>162.4270</w:t>
      </w:r>
      <w:r>
        <w:tab/>
        <w:t>1.013e0</w:t>
      </w:r>
    </w:p>
    <w:p w:rsidR="00557788" w:rsidRDefault="00557788" w:rsidP="00557788">
      <w:r>
        <w:t>162.4334</w:t>
      </w:r>
      <w:r>
        <w:tab/>
        <w:t>5.063e0</w:t>
      </w:r>
    </w:p>
    <w:p w:rsidR="00557788" w:rsidRDefault="00557788" w:rsidP="00557788">
      <w:r>
        <w:t>162.4401</w:t>
      </w:r>
      <w:r>
        <w:tab/>
        <w:t>1.013e0</w:t>
      </w:r>
    </w:p>
    <w:p w:rsidR="00557788" w:rsidRDefault="00557788" w:rsidP="00557788">
      <w:r>
        <w:t>162.4433</w:t>
      </w:r>
      <w:r>
        <w:tab/>
        <w:t>1.013e0</w:t>
      </w:r>
    </w:p>
    <w:p w:rsidR="00557788" w:rsidRDefault="00557788" w:rsidP="00557788">
      <w:r>
        <w:lastRenderedPageBreak/>
        <w:t>162.4498</w:t>
      </w:r>
      <w:r>
        <w:tab/>
        <w:t>1.266e-2</w:t>
      </w:r>
    </w:p>
    <w:p w:rsidR="00557788" w:rsidRDefault="00557788" w:rsidP="00557788">
      <w:r>
        <w:t>162.4637</w:t>
      </w:r>
      <w:r>
        <w:tab/>
        <w:t>3.038e0</w:t>
      </w:r>
    </w:p>
    <w:p w:rsidR="00557788" w:rsidRDefault="00557788" w:rsidP="00557788">
      <w:r>
        <w:t>162.4774</w:t>
      </w:r>
      <w:r>
        <w:tab/>
        <w:t>2.038e0</w:t>
      </w:r>
    </w:p>
    <w:p w:rsidR="00557788" w:rsidRDefault="00557788" w:rsidP="00557788">
      <w:r>
        <w:t>162.4843</w:t>
      </w:r>
      <w:r>
        <w:tab/>
        <w:t>1.266e-2</w:t>
      </w:r>
    </w:p>
    <w:p w:rsidR="00557788" w:rsidRDefault="00557788" w:rsidP="00557788">
      <w:r>
        <w:t>162.4877</w:t>
      </w:r>
      <w:r>
        <w:tab/>
        <w:t>1.025e0</w:t>
      </w:r>
    </w:p>
    <w:p w:rsidR="00557788" w:rsidRDefault="00557788" w:rsidP="00557788">
      <w:r>
        <w:t>162.4929</w:t>
      </w:r>
      <w:r>
        <w:tab/>
        <w:t>2.025e0</w:t>
      </w:r>
    </w:p>
    <w:p w:rsidR="00557788" w:rsidRDefault="00557788" w:rsidP="00557788">
      <w:r>
        <w:t>162.4947</w:t>
      </w:r>
      <w:r>
        <w:tab/>
        <w:t>1.013e0</w:t>
      </w:r>
    </w:p>
    <w:p w:rsidR="00557788" w:rsidRDefault="00557788" w:rsidP="00557788">
      <w:r>
        <w:t>162.5030</w:t>
      </w:r>
      <w:r>
        <w:tab/>
        <w:t>2.025e0</w:t>
      </w:r>
    </w:p>
    <w:p w:rsidR="00557788" w:rsidRDefault="00557788" w:rsidP="00557788">
      <w:r>
        <w:t>162.5132</w:t>
      </w:r>
      <w:r>
        <w:tab/>
        <w:t>3.063e0</w:t>
      </w:r>
    </w:p>
    <w:p w:rsidR="00557788" w:rsidRDefault="00557788" w:rsidP="00557788">
      <w:r>
        <w:t>162.5160</w:t>
      </w:r>
      <w:r>
        <w:tab/>
        <w:t>2.025e0</w:t>
      </w:r>
    </w:p>
    <w:p w:rsidR="00557788" w:rsidRDefault="00557788" w:rsidP="00557788">
      <w:r>
        <w:t>162.5245</w:t>
      </w:r>
      <w:r>
        <w:tab/>
        <w:t>2.051e0</w:t>
      </w:r>
    </w:p>
    <w:p w:rsidR="00557788" w:rsidRDefault="00557788" w:rsidP="00557788">
      <w:r>
        <w:t>162.5452</w:t>
      </w:r>
      <w:r>
        <w:tab/>
        <w:t>1.025e0</w:t>
      </w:r>
    </w:p>
    <w:p w:rsidR="00557788" w:rsidRDefault="00557788" w:rsidP="00557788">
      <w:r>
        <w:t>162.5556</w:t>
      </w:r>
      <w:r>
        <w:tab/>
        <w:t>4.076e0</w:t>
      </w:r>
    </w:p>
    <w:p w:rsidR="00557788" w:rsidRDefault="00557788" w:rsidP="00557788">
      <w:r>
        <w:t>162.5589</w:t>
      </w:r>
      <w:r>
        <w:tab/>
        <w:t>2.038e0</w:t>
      </w:r>
    </w:p>
    <w:p w:rsidR="00557788" w:rsidRDefault="00557788" w:rsidP="00557788">
      <w:r>
        <w:t>162.5624</w:t>
      </w:r>
      <w:r>
        <w:tab/>
        <w:t>1.013e0</w:t>
      </w:r>
    </w:p>
    <w:p w:rsidR="00557788" w:rsidRDefault="00557788" w:rsidP="00557788">
      <w:r>
        <w:t>162.5741</w:t>
      </w:r>
      <w:r>
        <w:tab/>
        <w:t>2.025e0</w:t>
      </w:r>
    </w:p>
    <w:p w:rsidR="00557788" w:rsidRDefault="00557788" w:rsidP="00557788">
      <w:r>
        <w:t>162.5776</w:t>
      </w:r>
      <w:r>
        <w:tab/>
        <w:t>3.038e0</w:t>
      </w:r>
    </w:p>
    <w:p w:rsidR="00557788" w:rsidRDefault="00557788" w:rsidP="00557788">
      <w:r>
        <w:t>162.5887</w:t>
      </w:r>
      <w:r>
        <w:tab/>
        <w:t>2.025e0</w:t>
      </w:r>
    </w:p>
    <w:p w:rsidR="00557788" w:rsidRDefault="00557788" w:rsidP="00557788">
      <w:r>
        <w:t>162.5992</w:t>
      </w:r>
      <w:r>
        <w:tab/>
        <w:t>1.013e0</w:t>
      </w:r>
    </w:p>
    <w:p w:rsidR="00557788" w:rsidRDefault="00557788" w:rsidP="00557788">
      <w:r>
        <w:lastRenderedPageBreak/>
        <w:t>162.6043</w:t>
      </w:r>
      <w:r>
        <w:tab/>
        <w:t>2.532e-2</w:t>
      </w:r>
    </w:p>
    <w:p w:rsidR="00557788" w:rsidRDefault="00557788" w:rsidP="00557788">
      <w:r>
        <w:t>162.6067</w:t>
      </w:r>
      <w:r>
        <w:tab/>
        <w:t>3.051e0</w:t>
      </w:r>
    </w:p>
    <w:p w:rsidR="00557788" w:rsidRDefault="00557788" w:rsidP="00557788">
      <w:r>
        <w:t>162.6129</w:t>
      </w:r>
      <w:r>
        <w:tab/>
        <w:t>2.532e-2</w:t>
      </w:r>
    </w:p>
    <w:p w:rsidR="00557788" w:rsidRDefault="00557788" w:rsidP="00557788">
      <w:r>
        <w:t>162.6344</w:t>
      </w:r>
      <w:r>
        <w:tab/>
        <w:t>2.691e0</w:t>
      </w:r>
    </w:p>
    <w:p w:rsidR="00557788" w:rsidRDefault="00557788" w:rsidP="00557788">
      <w:r>
        <w:t>162.6403</w:t>
      </w:r>
      <w:r>
        <w:tab/>
        <w:t>3.038e0</w:t>
      </w:r>
    </w:p>
    <w:p w:rsidR="00557788" w:rsidRDefault="00557788" w:rsidP="00557788">
      <w:r>
        <w:t>162.6449</w:t>
      </w:r>
      <w:r>
        <w:tab/>
        <w:t>6.076e0</w:t>
      </w:r>
    </w:p>
    <w:p w:rsidR="00557788" w:rsidRDefault="00557788" w:rsidP="00557788">
      <w:r>
        <w:t>162.6486</w:t>
      </w:r>
      <w:r>
        <w:tab/>
        <w:t>3.038e0</w:t>
      </w:r>
    </w:p>
    <w:p w:rsidR="00557788" w:rsidRDefault="00557788" w:rsidP="00557788">
      <w:r>
        <w:t>162.6527</w:t>
      </w:r>
      <w:r>
        <w:tab/>
        <w:t>1.051e0</w:t>
      </w:r>
    </w:p>
    <w:p w:rsidR="00557788" w:rsidRDefault="00557788" w:rsidP="00557788">
      <w:r>
        <w:t>162.6545</w:t>
      </w:r>
      <w:r>
        <w:tab/>
        <w:t>2.025e0</w:t>
      </w:r>
    </w:p>
    <w:p w:rsidR="00557788" w:rsidRDefault="00557788" w:rsidP="00557788">
      <w:r>
        <w:t>162.6703</w:t>
      </w:r>
      <w:r>
        <w:tab/>
        <w:t>1.266e-2</w:t>
      </w:r>
    </w:p>
    <w:p w:rsidR="00557788" w:rsidRDefault="00557788" w:rsidP="00557788">
      <w:r>
        <w:t>162.6772</w:t>
      </w:r>
      <w:r>
        <w:tab/>
        <w:t>1.266e-2</w:t>
      </w:r>
    </w:p>
    <w:p w:rsidR="00557788" w:rsidRDefault="00557788" w:rsidP="00557788">
      <w:r>
        <w:t>162.6790</w:t>
      </w:r>
      <w:r>
        <w:tab/>
        <w:t>2.532e-2</w:t>
      </w:r>
    </w:p>
    <w:p w:rsidR="00557788" w:rsidRDefault="00557788" w:rsidP="00557788">
      <w:r>
        <w:t>162.6875</w:t>
      </w:r>
      <w:r>
        <w:tab/>
        <w:t>2.025e0</w:t>
      </w:r>
    </w:p>
    <w:p w:rsidR="00557788" w:rsidRDefault="00557788" w:rsidP="00557788">
      <w:r>
        <w:t>162.6936</w:t>
      </w:r>
      <w:r>
        <w:tab/>
        <w:t>3.038e0</w:t>
      </w:r>
    </w:p>
    <w:p w:rsidR="00557788" w:rsidRDefault="00557788" w:rsidP="00557788">
      <w:r>
        <w:t>162.7067</w:t>
      </w:r>
      <w:r>
        <w:tab/>
        <w:t>2.025e0</w:t>
      </w:r>
    </w:p>
    <w:p w:rsidR="00557788" w:rsidRDefault="00557788" w:rsidP="00557788">
      <w:r>
        <w:t>162.7082</w:t>
      </w:r>
      <w:r>
        <w:tab/>
        <w:t>1.266e-2</w:t>
      </w:r>
    </w:p>
    <w:p w:rsidR="00557788" w:rsidRDefault="00557788" w:rsidP="00557788">
      <w:r>
        <w:t>162.7210</w:t>
      </w:r>
      <w:r>
        <w:tab/>
        <w:t>2.038e0</w:t>
      </w:r>
    </w:p>
    <w:p w:rsidR="00557788" w:rsidRDefault="00557788" w:rsidP="00557788">
      <w:r>
        <w:t>162.7242</w:t>
      </w:r>
      <w:r>
        <w:tab/>
        <w:t>2.532e-2</w:t>
      </w:r>
    </w:p>
    <w:p w:rsidR="00557788" w:rsidRDefault="00557788" w:rsidP="00557788">
      <w:r>
        <w:t>162.7501</w:t>
      </w:r>
      <w:r>
        <w:tab/>
        <w:t>2.025e0</w:t>
      </w:r>
    </w:p>
    <w:p w:rsidR="00557788" w:rsidRDefault="00557788" w:rsidP="00557788">
      <w:r>
        <w:lastRenderedPageBreak/>
        <w:t>162.7519</w:t>
      </w:r>
      <w:r>
        <w:tab/>
        <w:t>1.266e-2</w:t>
      </w:r>
    </w:p>
    <w:p w:rsidR="00557788" w:rsidRDefault="00557788" w:rsidP="00557788">
      <w:r>
        <w:t>162.7573</w:t>
      </w:r>
      <w:r>
        <w:tab/>
        <w:t>3.038e0</w:t>
      </w:r>
    </w:p>
    <w:p w:rsidR="00557788" w:rsidRDefault="00557788" w:rsidP="00557788">
      <w:r>
        <w:t>162.7770</w:t>
      </w:r>
      <w:r>
        <w:tab/>
        <w:t>3.038e0</w:t>
      </w:r>
    </w:p>
    <w:p w:rsidR="00557788" w:rsidRDefault="00557788" w:rsidP="00557788">
      <w:r>
        <w:t>162.7796</w:t>
      </w:r>
      <w:r>
        <w:tab/>
        <w:t>2.532e-2</w:t>
      </w:r>
    </w:p>
    <w:p w:rsidR="00557788" w:rsidRDefault="00557788" w:rsidP="00557788">
      <w:r>
        <w:t>162.7826</w:t>
      </w:r>
      <w:r>
        <w:tab/>
        <w:t>1.038e0</w:t>
      </w:r>
    </w:p>
    <w:p w:rsidR="00557788" w:rsidRDefault="00557788" w:rsidP="00557788">
      <w:r>
        <w:t>162.7955</w:t>
      </w:r>
      <w:r>
        <w:tab/>
        <w:t>1.266e-2</w:t>
      </w:r>
    </w:p>
    <w:p w:rsidR="00557788" w:rsidRDefault="00557788" w:rsidP="00557788">
      <w:r>
        <w:t>162.7967</w:t>
      </w:r>
      <w:r>
        <w:tab/>
        <w:t>3.038e0</w:t>
      </w:r>
    </w:p>
    <w:p w:rsidR="00557788" w:rsidRDefault="00557788" w:rsidP="00557788">
      <w:r>
        <w:t>162.8007</w:t>
      </w:r>
      <w:r>
        <w:tab/>
        <w:t>2.025e0</w:t>
      </w:r>
    </w:p>
    <w:p w:rsidR="00557788" w:rsidRDefault="00557788" w:rsidP="00557788">
      <w:r>
        <w:t>162.8042</w:t>
      </w:r>
      <w:r>
        <w:tab/>
        <w:t>2.532e-2</w:t>
      </w:r>
    </w:p>
    <w:p w:rsidR="00557788" w:rsidRDefault="00557788" w:rsidP="00557788">
      <w:r>
        <w:t>162.8093</w:t>
      </w:r>
      <w:r>
        <w:tab/>
        <w:t>1.025e0</w:t>
      </w:r>
    </w:p>
    <w:p w:rsidR="00557788" w:rsidRDefault="00557788" w:rsidP="00557788">
      <w:r>
        <w:t>162.8300</w:t>
      </w:r>
      <w:r>
        <w:tab/>
        <w:t>1.025e0</w:t>
      </w:r>
    </w:p>
    <w:p w:rsidR="00557788" w:rsidRDefault="00557788" w:rsidP="00557788">
      <w:r>
        <w:t>162.8420</w:t>
      </w:r>
      <w:r>
        <w:tab/>
        <w:t>2.025e0</w:t>
      </w:r>
    </w:p>
    <w:p w:rsidR="00557788" w:rsidRDefault="00557788" w:rsidP="00557788">
      <w:r>
        <w:t>162.8455</w:t>
      </w:r>
      <w:r>
        <w:tab/>
        <w:t>2.025e0</w:t>
      </w:r>
    </w:p>
    <w:p w:rsidR="00557788" w:rsidRDefault="00557788" w:rsidP="00557788">
      <w:r>
        <w:t>162.8488</w:t>
      </w:r>
      <w:r>
        <w:tab/>
        <w:t>2.025e0</w:t>
      </w:r>
    </w:p>
    <w:p w:rsidR="00557788" w:rsidRDefault="00557788" w:rsidP="00557788">
      <w:r>
        <w:t>162.8615</w:t>
      </w:r>
      <w:r>
        <w:tab/>
        <w:t>1.038e0</w:t>
      </w:r>
    </w:p>
    <w:p w:rsidR="00557788" w:rsidRDefault="00557788" w:rsidP="00557788">
      <w:r>
        <w:t>162.8666</w:t>
      </w:r>
      <w:r>
        <w:tab/>
        <w:t>2.025e0</w:t>
      </w:r>
    </w:p>
    <w:p w:rsidR="00557788" w:rsidRDefault="00557788" w:rsidP="00557788">
      <w:r>
        <w:t>162.8700</w:t>
      </w:r>
      <w:r>
        <w:tab/>
        <w:t>3.038e0</w:t>
      </w:r>
    </w:p>
    <w:p w:rsidR="00557788" w:rsidRDefault="00557788" w:rsidP="00557788">
      <w:r>
        <w:t>162.8727</w:t>
      </w:r>
      <w:r>
        <w:tab/>
        <w:t>3.038e0</w:t>
      </w:r>
    </w:p>
    <w:p w:rsidR="00557788" w:rsidRDefault="00557788" w:rsidP="00557788">
      <w:r>
        <w:t>162.8926</w:t>
      </w:r>
      <w:r>
        <w:tab/>
        <w:t>2.025e0</w:t>
      </w:r>
    </w:p>
    <w:p w:rsidR="00557788" w:rsidRDefault="00557788" w:rsidP="00557788">
      <w:r>
        <w:lastRenderedPageBreak/>
        <w:t>162.9115</w:t>
      </w:r>
      <w:r>
        <w:tab/>
        <w:t>2.051e0</w:t>
      </w:r>
    </w:p>
    <w:p w:rsidR="00557788" w:rsidRDefault="00557788" w:rsidP="00557788">
      <w:r>
        <w:t>162.9167</w:t>
      </w:r>
      <w:r>
        <w:tab/>
        <w:t>2.025e0</w:t>
      </w:r>
    </w:p>
    <w:p w:rsidR="00557788" w:rsidRDefault="00557788" w:rsidP="00557788">
      <w:r>
        <w:t>162.9218</w:t>
      </w:r>
      <w:r>
        <w:tab/>
        <w:t>2.038e0</w:t>
      </w:r>
    </w:p>
    <w:p w:rsidR="00557788" w:rsidRDefault="00557788" w:rsidP="00557788">
      <w:r>
        <w:t>162.9369</w:t>
      </w:r>
      <w:r>
        <w:tab/>
        <w:t>3.038e0</w:t>
      </w:r>
    </w:p>
    <w:p w:rsidR="00557788" w:rsidRDefault="00557788" w:rsidP="00557788">
      <w:r>
        <w:t>162.9414</w:t>
      </w:r>
      <w:r>
        <w:tab/>
        <w:t>1.266e-2</w:t>
      </w:r>
    </w:p>
    <w:p w:rsidR="00557788" w:rsidRDefault="00557788" w:rsidP="00557788">
      <w:r>
        <w:t>162.9484</w:t>
      </w:r>
      <w:r>
        <w:tab/>
        <w:t>1.013e0</w:t>
      </w:r>
    </w:p>
    <w:p w:rsidR="00557788" w:rsidRDefault="00557788" w:rsidP="00557788">
      <w:r>
        <w:t>162.9553</w:t>
      </w:r>
      <w:r>
        <w:tab/>
        <w:t>1.038e0</w:t>
      </w:r>
    </w:p>
    <w:p w:rsidR="00557788" w:rsidRDefault="00557788" w:rsidP="00557788">
      <w:r>
        <w:t>162.9621</w:t>
      </w:r>
      <w:r>
        <w:tab/>
        <w:t>1.013e0</w:t>
      </w:r>
    </w:p>
    <w:p w:rsidR="00557788" w:rsidRDefault="00557788" w:rsidP="00557788">
      <w:r>
        <w:t>162.9690</w:t>
      </w:r>
      <w:r>
        <w:tab/>
        <w:t>1.266e-2</w:t>
      </w:r>
    </w:p>
    <w:p w:rsidR="00557788" w:rsidRDefault="00557788" w:rsidP="00557788">
      <w:r>
        <w:t>162.9759</w:t>
      </w:r>
      <w:r>
        <w:tab/>
        <w:t>5.063e-2</w:t>
      </w:r>
    </w:p>
    <w:p w:rsidR="00557788" w:rsidRDefault="00557788" w:rsidP="00557788">
      <w:r>
        <w:t>162.9794</w:t>
      </w:r>
      <w:r>
        <w:tab/>
        <w:t>1.266e-2</w:t>
      </w:r>
    </w:p>
    <w:p w:rsidR="00557788" w:rsidRDefault="00557788" w:rsidP="00557788">
      <w:r>
        <w:t>162.9843</w:t>
      </w:r>
      <w:r>
        <w:tab/>
        <w:t>3.038e0</w:t>
      </w:r>
    </w:p>
    <w:p w:rsidR="00557788" w:rsidRDefault="00557788" w:rsidP="00557788">
      <w:r>
        <w:t>162.9863</w:t>
      </w:r>
      <w:r>
        <w:tab/>
        <w:t>1.013e0</w:t>
      </w:r>
    </w:p>
    <w:p w:rsidR="00557788" w:rsidRDefault="00557788" w:rsidP="00557788">
      <w:r>
        <w:t>162.9883</w:t>
      </w:r>
      <w:r>
        <w:tab/>
        <w:t>2.025e0</w:t>
      </w:r>
    </w:p>
    <w:p w:rsidR="00557788" w:rsidRDefault="00557788" w:rsidP="00557788">
      <w:r>
        <w:t>163.0092</w:t>
      </w:r>
      <w:r>
        <w:tab/>
        <w:t>1.266e-2</w:t>
      </w:r>
    </w:p>
    <w:p w:rsidR="00557788" w:rsidRDefault="00557788" w:rsidP="00557788">
      <w:r>
        <w:t>163.0162</w:t>
      </w:r>
      <w:r>
        <w:tab/>
        <w:t>2.025e0</w:t>
      </w:r>
    </w:p>
    <w:p w:rsidR="00557788" w:rsidRDefault="00557788" w:rsidP="00557788">
      <w:r>
        <w:t>163.0179</w:t>
      </w:r>
      <w:r>
        <w:tab/>
        <w:t>2.025e0</w:t>
      </w:r>
    </w:p>
    <w:p w:rsidR="00557788" w:rsidRDefault="00557788" w:rsidP="00557788">
      <w:r>
        <w:t>163.0228</w:t>
      </w:r>
      <w:r>
        <w:tab/>
        <w:t>3.063e0</w:t>
      </w:r>
    </w:p>
    <w:p w:rsidR="00557788" w:rsidRDefault="00557788" w:rsidP="00557788">
      <w:r>
        <w:t>163.0403</w:t>
      </w:r>
      <w:r>
        <w:tab/>
        <w:t>3.798e-2</w:t>
      </w:r>
    </w:p>
    <w:p w:rsidR="00557788" w:rsidRDefault="00557788" w:rsidP="00557788">
      <w:r>
        <w:lastRenderedPageBreak/>
        <w:t>163.0455</w:t>
      </w:r>
      <w:r>
        <w:tab/>
        <w:t>2.025e0</w:t>
      </w:r>
    </w:p>
    <w:p w:rsidR="00557788" w:rsidRDefault="00557788" w:rsidP="00557788">
      <w:r>
        <w:t>163.0476</w:t>
      </w:r>
      <w:r>
        <w:tab/>
        <w:t>1.063e0</w:t>
      </w:r>
    </w:p>
    <w:p w:rsidR="00557788" w:rsidRDefault="00557788" w:rsidP="00557788">
      <w:r>
        <w:t>163.0542</w:t>
      </w:r>
      <w:r>
        <w:tab/>
        <w:t>4.051e0</w:t>
      </w:r>
    </w:p>
    <w:p w:rsidR="00557788" w:rsidRDefault="00557788" w:rsidP="00557788">
      <w:r>
        <w:t>163.0609</w:t>
      </w:r>
      <w:r>
        <w:tab/>
        <w:t>1.013e0</w:t>
      </w:r>
    </w:p>
    <w:p w:rsidR="00557788" w:rsidRDefault="00557788" w:rsidP="00557788">
      <w:r>
        <w:t>163.0634</w:t>
      </w:r>
      <w:r>
        <w:tab/>
        <w:t>3.038e0</w:t>
      </w:r>
    </w:p>
    <w:p w:rsidR="00557788" w:rsidRDefault="00557788" w:rsidP="00557788">
      <w:r>
        <w:t>163.0675</w:t>
      </w:r>
      <w:r>
        <w:tab/>
        <w:t>4.342e-2</w:t>
      </w:r>
    </w:p>
    <w:p w:rsidR="00557788" w:rsidRDefault="00557788" w:rsidP="00557788">
      <w:r>
        <w:t>163.1072</w:t>
      </w:r>
      <w:r>
        <w:tab/>
        <w:t>4.082e0</w:t>
      </w:r>
    </w:p>
    <w:p w:rsidR="00557788" w:rsidRDefault="00557788" w:rsidP="00557788">
      <w:r>
        <w:t>163.1289</w:t>
      </w:r>
      <w:r>
        <w:tab/>
        <w:t>2.280e0</w:t>
      </w:r>
    </w:p>
    <w:p w:rsidR="00557788" w:rsidRDefault="00557788" w:rsidP="00557788">
      <w:r>
        <w:t>163.1302</w:t>
      </w:r>
      <w:r>
        <w:tab/>
        <w:t>9.063e0</w:t>
      </w:r>
    </w:p>
    <w:p w:rsidR="00557788" w:rsidRDefault="00557788" w:rsidP="00557788">
      <w:r>
        <w:t>163.1315</w:t>
      </w:r>
      <w:r>
        <w:tab/>
        <w:t>2.719e1</w:t>
      </w:r>
    </w:p>
    <w:p w:rsidR="00557788" w:rsidRDefault="00557788" w:rsidP="00557788">
      <w:r>
        <w:t>163.1359</w:t>
      </w:r>
      <w:r>
        <w:tab/>
        <w:t>2.139e1</w:t>
      </w:r>
    </w:p>
    <w:p w:rsidR="00557788" w:rsidRDefault="00557788" w:rsidP="00557788">
      <w:r>
        <w:t>163.1427</w:t>
      </w:r>
      <w:r>
        <w:tab/>
        <w:t>9.627e0</w:t>
      </w:r>
    </w:p>
    <w:p w:rsidR="00557788" w:rsidRDefault="00557788" w:rsidP="00557788">
      <w:r>
        <w:t>163.1629</w:t>
      </w:r>
      <w:r>
        <w:tab/>
        <w:t>2.524e0</w:t>
      </w:r>
    </w:p>
    <w:p w:rsidR="00557788" w:rsidRDefault="00557788" w:rsidP="00557788">
      <w:r>
        <w:t>163.1653</w:t>
      </w:r>
      <w:r>
        <w:tab/>
        <w:t>4.225e0</w:t>
      </w:r>
    </w:p>
    <w:p w:rsidR="00557788" w:rsidRDefault="00557788" w:rsidP="00557788">
      <w:r>
        <w:t>163.1729</w:t>
      </w:r>
      <w:r>
        <w:tab/>
        <w:t>1.864e0</w:t>
      </w:r>
    </w:p>
    <w:p w:rsidR="00557788" w:rsidRDefault="00557788" w:rsidP="00557788">
      <w:r>
        <w:t>163.1892</w:t>
      </w:r>
      <w:r>
        <w:tab/>
        <w:t>2.051e0</w:t>
      </w:r>
    </w:p>
    <w:p w:rsidR="00557788" w:rsidRDefault="00557788" w:rsidP="00557788">
      <w:r>
        <w:t>163.1967</w:t>
      </w:r>
      <w:r>
        <w:tab/>
        <w:t>2.532e-2</w:t>
      </w:r>
    </w:p>
    <w:p w:rsidR="00557788" w:rsidRDefault="00557788" w:rsidP="00557788">
      <w:r>
        <w:t>163.2050</w:t>
      </w:r>
      <w:r>
        <w:tab/>
        <w:t>2.532e-2</w:t>
      </w:r>
    </w:p>
    <w:p w:rsidR="00557788" w:rsidRDefault="00557788" w:rsidP="00557788">
      <w:r>
        <w:t>163.2153</w:t>
      </w:r>
      <w:r>
        <w:tab/>
        <w:t>1.038e0</w:t>
      </w:r>
    </w:p>
    <w:p w:rsidR="00557788" w:rsidRDefault="00557788" w:rsidP="00557788">
      <w:r>
        <w:lastRenderedPageBreak/>
        <w:t>163.2195</w:t>
      </w:r>
      <w:r>
        <w:tab/>
        <w:t>2.025e0</w:t>
      </w:r>
    </w:p>
    <w:p w:rsidR="00557788" w:rsidRDefault="00557788" w:rsidP="00557788">
      <w:r>
        <w:t>163.2335</w:t>
      </w:r>
      <w:r>
        <w:tab/>
        <w:t>1.013e0</w:t>
      </w:r>
    </w:p>
    <w:p w:rsidR="00557788" w:rsidRDefault="00557788" w:rsidP="00557788">
      <w:r>
        <w:t>163.2369</w:t>
      </w:r>
      <w:r>
        <w:tab/>
        <w:t>1.025e0</w:t>
      </w:r>
    </w:p>
    <w:p w:rsidR="00557788" w:rsidRDefault="00557788" w:rsidP="00557788">
      <w:r>
        <w:t>163.2455</w:t>
      </w:r>
      <w:r>
        <w:tab/>
        <w:t>4.051e0</w:t>
      </w:r>
    </w:p>
    <w:p w:rsidR="00557788" w:rsidRDefault="00557788" w:rsidP="00557788">
      <w:r>
        <w:t>163.2610</w:t>
      </w:r>
      <w:r>
        <w:tab/>
        <w:t>3.051e0</w:t>
      </w:r>
    </w:p>
    <w:p w:rsidR="00557788" w:rsidRDefault="00557788" w:rsidP="00557788">
      <w:r>
        <w:t>163.2631</w:t>
      </w:r>
      <w:r>
        <w:tab/>
        <w:t>6.076e0</w:t>
      </w:r>
    </w:p>
    <w:p w:rsidR="00557788" w:rsidRDefault="00557788" w:rsidP="00557788">
      <w:r>
        <w:t>163.2645</w:t>
      </w:r>
      <w:r>
        <w:tab/>
        <w:t>1.013e0</w:t>
      </w:r>
    </w:p>
    <w:p w:rsidR="00557788" w:rsidRDefault="00557788" w:rsidP="00557788">
      <w:r>
        <w:t>163.2680</w:t>
      </w:r>
      <w:r>
        <w:tab/>
        <w:t>1.013e0</w:t>
      </w:r>
    </w:p>
    <w:p w:rsidR="00557788" w:rsidRDefault="00557788" w:rsidP="00557788">
      <w:r>
        <w:t>163.2813</w:t>
      </w:r>
      <w:r>
        <w:tab/>
        <w:t>1.266e-2</w:t>
      </w:r>
    </w:p>
    <w:p w:rsidR="00557788" w:rsidRDefault="00557788" w:rsidP="00557788">
      <w:r>
        <w:t>163.2878</w:t>
      </w:r>
      <w:r>
        <w:tab/>
        <w:t>2.532e-2</w:t>
      </w:r>
    </w:p>
    <w:p w:rsidR="00557788" w:rsidRDefault="00557788" w:rsidP="00557788">
      <w:r>
        <w:t>163.2909</w:t>
      </w:r>
      <w:r>
        <w:tab/>
        <w:t>1.038e0</w:t>
      </w:r>
    </w:p>
    <w:p w:rsidR="00557788" w:rsidRDefault="00557788" w:rsidP="00557788">
      <w:r>
        <w:t>163.2963</w:t>
      </w:r>
      <w:r>
        <w:tab/>
        <w:t>3.038e0</w:t>
      </w:r>
    </w:p>
    <w:p w:rsidR="00557788" w:rsidRDefault="00557788" w:rsidP="00557788">
      <w:r>
        <w:t>163.2978</w:t>
      </w:r>
      <w:r>
        <w:tab/>
        <w:t>1.013e0</w:t>
      </w:r>
    </w:p>
    <w:p w:rsidR="00557788" w:rsidRDefault="00557788" w:rsidP="00557788">
      <w:r>
        <w:t>163.3082</w:t>
      </w:r>
      <w:r>
        <w:tab/>
        <w:t>2.025e0</w:t>
      </w:r>
    </w:p>
    <w:p w:rsidR="00557788" w:rsidRDefault="00557788" w:rsidP="00557788">
      <w:r>
        <w:t>163.3117</w:t>
      </w:r>
      <w:r>
        <w:tab/>
        <w:t>2.025e0</w:t>
      </w:r>
    </w:p>
    <w:p w:rsidR="00557788" w:rsidRDefault="00557788" w:rsidP="00557788">
      <w:r>
        <w:t>163.3186</w:t>
      </w:r>
      <w:r>
        <w:tab/>
        <w:t>2.532e-2</w:t>
      </w:r>
    </w:p>
    <w:p w:rsidR="00557788" w:rsidRDefault="00557788" w:rsidP="00557788">
      <w:r>
        <w:t>163.3289</w:t>
      </w:r>
      <w:r>
        <w:tab/>
        <w:t>4.051e0</w:t>
      </w:r>
    </w:p>
    <w:p w:rsidR="00557788" w:rsidRDefault="00557788" w:rsidP="00557788">
      <w:r>
        <w:t>163.3375</w:t>
      </w:r>
      <w:r>
        <w:tab/>
        <w:t>2.532e-2</w:t>
      </w:r>
    </w:p>
    <w:p w:rsidR="00557788" w:rsidRDefault="00557788" w:rsidP="00557788">
      <w:r>
        <w:t>163.3477</w:t>
      </w:r>
      <w:r>
        <w:tab/>
        <w:t>2.025e0</w:t>
      </w:r>
    </w:p>
    <w:p w:rsidR="00557788" w:rsidRDefault="00557788" w:rsidP="00557788">
      <w:r>
        <w:lastRenderedPageBreak/>
        <w:t>163.3526</w:t>
      </w:r>
      <w:r>
        <w:tab/>
        <w:t>5.063e0</w:t>
      </w:r>
    </w:p>
    <w:p w:rsidR="00557788" w:rsidRDefault="00557788" w:rsidP="00557788">
      <w:r>
        <w:t>163.3591</w:t>
      </w:r>
      <w:r>
        <w:tab/>
        <w:t>1.013e0</w:t>
      </w:r>
    </w:p>
    <w:p w:rsidR="00557788" w:rsidRDefault="00557788" w:rsidP="00557788">
      <w:r>
        <w:t>163.3623</w:t>
      </w:r>
      <w:r>
        <w:tab/>
        <w:t>1.025e0</w:t>
      </w:r>
    </w:p>
    <w:p w:rsidR="00557788" w:rsidRDefault="00557788" w:rsidP="00557788">
      <w:r>
        <w:t>163.3669</w:t>
      </w:r>
      <w:r>
        <w:tab/>
        <w:t>3.798e-2</w:t>
      </w:r>
    </w:p>
    <w:p w:rsidR="00557788" w:rsidRDefault="00557788" w:rsidP="00557788">
      <w:r>
        <w:t>163.3726</w:t>
      </w:r>
      <w:r>
        <w:tab/>
        <w:t>1.013e0</w:t>
      </w:r>
    </w:p>
    <w:p w:rsidR="00557788" w:rsidRDefault="00557788" w:rsidP="00557788">
      <w:r>
        <w:t>163.3804</w:t>
      </w:r>
      <w:r>
        <w:tab/>
        <w:t>3.038e0</w:t>
      </w:r>
    </w:p>
    <w:p w:rsidR="00557788" w:rsidRDefault="00557788" w:rsidP="00557788">
      <w:r>
        <w:t>163.3933</w:t>
      </w:r>
      <w:r>
        <w:tab/>
        <w:t>1.025e0</w:t>
      </w:r>
    </w:p>
    <w:p w:rsidR="00557788" w:rsidRDefault="00557788" w:rsidP="00557788">
      <w:r>
        <w:t>163.3948</w:t>
      </w:r>
      <w:r>
        <w:tab/>
        <w:t>3.798e-2</w:t>
      </w:r>
    </w:p>
    <w:p w:rsidR="00557788" w:rsidRDefault="00557788" w:rsidP="00557788">
      <w:r>
        <w:t>163.4175</w:t>
      </w:r>
      <w:r>
        <w:tab/>
        <w:t>1.013e0</w:t>
      </w:r>
    </w:p>
    <w:p w:rsidR="00557788" w:rsidRDefault="00557788" w:rsidP="00557788">
      <w:r>
        <w:t>163.4257</w:t>
      </w:r>
      <w:r>
        <w:tab/>
        <w:t>2.025e0</w:t>
      </w:r>
    </w:p>
    <w:p w:rsidR="00557788" w:rsidRDefault="00557788" w:rsidP="00557788">
      <w:r>
        <w:t>163.4272</w:t>
      </w:r>
      <w:r>
        <w:tab/>
        <w:t>1.013e0</w:t>
      </w:r>
    </w:p>
    <w:p w:rsidR="00557788" w:rsidRDefault="00557788" w:rsidP="00557788">
      <w:r>
        <w:t>163.4337</w:t>
      </w:r>
      <w:r>
        <w:tab/>
        <w:t>1.013e0</w:t>
      </w:r>
    </w:p>
    <w:p w:rsidR="00557788" w:rsidRDefault="00557788" w:rsidP="00557788">
      <w:r>
        <w:t>163.4422</w:t>
      </w:r>
      <w:r>
        <w:tab/>
        <w:t>2.532e-2</w:t>
      </w:r>
    </w:p>
    <w:p w:rsidR="00557788" w:rsidRDefault="00557788" w:rsidP="00557788">
      <w:r>
        <w:t>163.4509</w:t>
      </w:r>
      <w:r>
        <w:tab/>
        <w:t>3.797e-2</w:t>
      </w:r>
    </w:p>
    <w:p w:rsidR="00557788" w:rsidRDefault="00557788" w:rsidP="00557788">
      <w:r>
        <w:t>163.4530</w:t>
      </w:r>
      <w:r>
        <w:tab/>
        <w:t>6.076e0</w:t>
      </w:r>
    </w:p>
    <w:p w:rsidR="00557788" w:rsidRDefault="00557788" w:rsidP="00557788">
      <w:r>
        <w:t>163.4570</w:t>
      </w:r>
      <w:r>
        <w:tab/>
        <w:t>1.490e0</w:t>
      </w:r>
    </w:p>
    <w:p w:rsidR="00557788" w:rsidRDefault="00557788" w:rsidP="00557788">
      <w:r>
        <w:t>163.4605</w:t>
      </w:r>
      <w:r>
        <w:tab/>
        <w:t>4.051e0</w:t>
      </w:r>
    </w:p>
    <w:p w:rsidR="00557788" w:rsidRDefault="00557788" w:rsidP="00557788">
      <w:r>
        <w:t>163.4615</w:t>
      </w:r>
      <w:r>
        <w:tab/>
        <w:t>3.372e0</w:t>
      </w:r>
    </w:p>
    <w:p w:rsidR="00557788" w:rsidRDefault="00557788" w:rsidP="00557788">
      <w:r>
        <w:t>163.4768</w:t>
      </w:r>
      <w:r>
        <w:tab/>
        <w:t>2.532e-2</w:t>
      </w:r>
    </w:p>
    <w:p w:rsidR="00557788" w:rsidRDefault="00557788" w:rsidP="00557788">
      <w:r>
        <w:lastRenderedPageBreak/>
        <w:t>163.4790</w:t>
      </w:r>
      <w:r>
        <w:tab/>
        <w:t>3.051e0</w:t>
      </w:r>
    </w:p>
    <w:p w:rsidR="00557788" w:rsidRDefault="00557788" w:rsidP="00557788">
      <w:r>
        <w:t>163.4801</w:t>
      </w:r>
      <w:r>
        <w:tab/>
        <w:t>4.051e0</w:t>
      </w:r>
    </w:p>
    <w:p w:rsidR="00557788" w:rsidRDefault="00557788" w:rsidP="00557788">
      <w:r>
        <w:t>163.4921</w:t>
      </w:r>
      <w:r>
        <w:tab/>
        <w:t>1.266e-2</w:t>
      </w:r>
    </w:p>
    <w:p w:rsidR="00557788" w:rsidRDefault="00557788" w:rsidP="00557788">
      <w:r>
        <w:t>163.4954</w:t>
      </w:r>
      <w:r>
        <w:tab/>
        <w:t>2.038e0</w:t>
      </w:r>
    </w:p>
    <w:p w:rsidR="00557788" w:rsidRDefault="00557788" w:rsidP="00557788">
      <w:r>
        <w:t>163.5078</w:t>
      </w:r>
      <w:r>
        <w:tab/>
        <w:t>3.063e0</w:t>
      </w:r>
    </w:p>
    <w:p w:rsidR="00557788" w:rsidRDefault="00557788" w:rsidP="00557788">
      <w:r>
        <w:t>163.5118</w:t>
      </w:r>
      <w:r>
        <w:tab/>
        <w:t>2.025e0</w:t>
      </w:r>
    </w:p>
    <w:p w:rsidR="00557788" w:rsidRDefault="00557788" w:rsidP="00557788">
      <w:r>
        <w:t>163.5257</w:t>
      </w:r>
      <w:r>
        <w:tab/>
        <w:t>1.025e0</w:t>
      </w:r>
    </w:p>
    <w:p w:rsidR="00557788" w:rsidRDefault="00557788" w:rsidP="00557788">
      <w:r>
        <w:t>163.5291</w:t>
      </w:r>
      <w:r>
        <w:tab/>
        <w:t>1.266e-2</w:t>
      </w:r>
    </w:p>
    <w:p w:rsidR="00557788" w:rsidRDefault="00557788" w:rsidP="00557788">
      <w:r>
        <w:t>163.5377</w:t>
      </w:r>
      <w:r>
        <w:tab/>
        <w:t>2.025e0</w:t>
      </w:r>
    </w:p>
    <w:p w:rsidR="00557788" w:rsidRDefault="00557788" w:rsidP="00557788">
      <w:r>
        <w:t>163.5394</w:t>
      </w:r>
      <w:r>
        <w:tab/>
        <w:t>1.025e0</w:t>
      </w:r>
    </w:p>
    <w:p w:rsidR="00557788" w:rsidRDefault="00557788" w:rsidP="00557788">
      <w:r>
        <w:t>163.5429</w:t>
      </w:r>
      <w:r>
        <w:tab/>
        <w:t>1.025e0</w:t>
      </w:r>
    </w:p>
    <w:p w:rsidR="00557788" w:rsidRDefault="00557788" w:rsidP="00557788">
      <w:r>
        <w:t>163.5463</w:t>
      </w:r>
      <w:r>
        <w:tab/>
        <w:t>1.013e0</w:t>
      </w:r>
    </w:p>
    <w:p w:rsidR="00557788" w:rsidRDefault="00557788" w:rsidP="00557788">
      <w:r>
        <w:t>163.5516</w:t>
      </w:r>
      <w:r>
        <w:tab/>
        <w:t>2.025e0</w:t>
      </w:r>
    </w:p>
    <w:p w:rsidR="00557788" w:rsidRDefault="00557788" w:rsidP="00557788">
      <w:r>
        <w:t>163.5568</w:t>
      </w:r>
      <w:r>
        <w:tab/>
        <w:t>5.063e0</w:t>
      </w:r>
    </w:p>
    <w:p w:rsidR="00557788" w:rsidRDefault="00557788" w:rsidP="00557788">
      <w:r>
        <w:t>163.5603</w:t>
      </w:r>
      <w:r>
        <w:tab/>
        <w:t>1.266e-2</w:t>
      </w:r>
    </w:p>
    <w:p w:rsidR="00557788" w:rsidRDefault="00557788" w:rsidP="00557788">
      <w:r>
        <w:t>163.5733</w:t>
      </w:r>
      <w:r>
        <w:tab/>
        <w:t>1.266e-2</w:t>
      </w:r>
    </w:p>
    <w:p w:rsidR="00557788" w:rsidRDefault="00557788" w:rsidP="00557788">
      <w:r>
        <w:t>163.5777</w:t>
      </w:r>
      <w:r>
        <w:tab/>
        <w:t>1.025e0</w:t>
      </w:r>
    </w:p>
    <w:p w:rsidR="00557788" w:rsidRDefault="00557788" w:rsidP="00557788">
      <w:r>
        <w:t>163.5866</w:t>
      </w:r>
      <w:r>
        <w:tab/>
        <w:t>2.025e0</w:t>
      </w:r>
    </w:p>
    <w:p w:rsidR="00557788" w:rsidRDefault="00557788" w:rsidP="00557788">
      <w:r>
        <w:t>163.5936</w:t>
      </w:r>
      <w:r>
        <w:tab/>
        <w:t>1.266e-2</w:t>
      </w:r>
    </w:p>
    <w:p w:rsidR="00557788" w:rsidRDefault="00557788" w:rsidP="00557788">
      <w:r>
        <w:lastRenderedPageBreak/>
        <w:t>163.6146</w:t>
      </w:r>
      <w:r>
        <w:tab/>
        <w:t>4.063e0</w:t>
      </w:r>
    </w:p>
    <w:p w:rsidR="00557788" w:rsidRDefault="00557788" w:rsidP="00557788">
      <w:r>
        <w:t>163.6177</w:t>
      </w:r>
      <w:r>
        <w:tab/>
        <w:t>2.025e0</w:t>
      </w:r>
    </w:p>
    <w:p w:rsidR="00557788" w:rsidRDefault="00557788" w:rsidP="00557788">
      <w:r>
        <w:t>163.6194</w:t>
      </w:r>
      <w:r>
        <w:tab/>
        <w:t>2.025e0</w:t>
      </w:r>
    </w:p>
    <w:p w:rsidR="00557788" w:rsidRDefault="00557788" w:rsidP="00557788">
      <w:r>
        <w:t>163.6229</w:t>
      </w:r>
      <w:r>
        <w:tab/>
        <w:t>2.025e0</w:t>
      </w:r>
    </w:p>
    <w:p w:rsidR="00557788" w:rsidRDefault="00557788" w:rsidP="00557788">
      <w:r>
        <w:t>163.6382</w:t>
      </w:r>
      <w:r>
        <w:tab/>
        <w:t>1.266e-2</w:t>
      </w:r>
    </w:p>
    <w:p w:rsidR="00557788" w:rsidRDefault="00557788" w:rsidP="00557788">
      <w:r>
        <w:t>163.6415</w:t>
      </w:r>
      <w:r>
        <w:tab/>
        <w:t>2.025e0</w:t>
      </w:r>
    </w:p>
    <w:p w:rsidR="00557788" w:rsidRDefault="00557788" w:rsidP="00557788">
      <w:r>
        <w:t>163.6545</w:t>
      </w:r>
      <w:r>
        <w:tab/>
        <w:t>1.013e0</w:t>
      </w:r>
    </w:p>
    <w:p w:rsidR="00557788" w:rsidRDefault="00557788" w:rsidP="00557788">
      <w:r>
        <w:t>163.6560</w:t>
      </w:r>
      <w:r>
        <w:tab/>
        <w:t>3.038e0</w:t>
      </w:r>
    </w:p>
    <w:p w:rsidR="00557788" w:rsidRDefault="00557788" w:rsidP="00557788">
      <w:r>
        <w:t>163.6822</w:t>
      </w:r>
      <w:r>
        <w:tab/>
        <w:t>2.051e0</w:t>
      </w:r>
    </w:p>
    <w:p w:rsidR="00557788" w:rsidRDefault="00557788" w:rsidP="00557788">
      <w:r>
        <w:t>163.6856</w:t>
      </w:r>
      <w:r>
        <w:tab/>
        <w:t>1.038e0</w:t>
      </w:r>
    </w:p>
    <w:p w:rsidR="00557788" w:rsidRDefault="00557788" w:rsidP="00557788">
      <w:r>
        <w:t>163.6960</w:t>
      </w:r>
      <w:r>
        <w:tab/>
        <w:t>2.532e-2</w:t>
      </w:r>
    </w:p>
    <w:p w:rsidR="00557788" w:rsidRDefault="00557788" w:rsidP="00557788">
      <w:r>
        <w:t>163.7162</w:t>
      </w:r>
      <w:r>
        <w:tab/>
        <w:t>1.266e-2</w:t>
      </w:r>
    </w:p>
    <w:p w:rsidR="00557788" w:rsidRDefault="00557788" w:rsidP="00557788">
      <w:r>
        <w:t>163.7178</w:t>
      </w:r>
      <w:r>
        <w:tab/>
        <w:t>2.532e-2</w:t>
      </w:r>
    </w:p>
    <w:p w:rsidR="00557788" w:rsidRDefault="00557788" w:rsidP="00557788">
      <w:r>
        <w:t>163.7259</w:t>
      </w:r>
      <w:r>
        <w:tab/>
        <w:t>1.025e0</w:t>
      </w:r>
    </w:p>
    <w:p w:rsidR="00557788" w:rsidRDefault="00557788" w:rsidP="00557788">
      <w:r>
        <w:t>163.7293</w:t>
      </w:r>
      <w:r>
        <w:tab/>
        <w:t>1.025e0</w:t>
      </w:r>
    </w:p>
    <w:p w:rsidR="00557788" w:rsidRDefault="00557788" w:rsidP="00557788">
      <w:r>
        <w:t>163.7328</w:t>
      </w:r>
      <w:r>
        <w:tab/>
        <w:t>2.532e-2</w:t>
      </w:r>
    </w:p>
    <w:p w:rsidR="00557788" w:rsidRDefault="00557788" w:rsidP="00557788">
      <w:r>
        <w:t>163.7346</w:t>
      </w:r>
      <w:r>
        <w:tab/>
        <w:t>2.025e0</w:t>
      </w:r>
    </w:p>
    <w:p w:rsidR="00557788" w:rsidRDefault="00557788" w:rsidP="00557788">
      <w:r>
        <w:t>163.7449</w:t>
      </w:r>
      <w:r>
        <w:tab/>
        <w:t>2.025e0</w:t>
      </w:r>
    </w:p>
    <w:p w:rsidR="00557788" w:rsidRDefault="00557788" w:rsidP="00557788">
      <w:r>
        <w:t>163.7484</w:t>
      </w:r>
      <w:r>
        <w:tab/>
        <w:t>2.025e0</w:t>
      </w:r>
    </w:p>
    <w:p w:rsidR="00557788" w:rsidRDefault="00557788" w:rsidP="00557788">
      <w:r>
        <w:lastRenderedPageBreak/>
        <w:t>163.7511</w:t>
      </w:r>
      <w:r>
        <w:tab/>
        <w:t>2.038e0</w:t>
      </w:r>
    </w:p>
    <w:p w:rsidR="00557788" w:rsidRDefault="00557788" w:rsidP="00557788">
      <w:r>
        <w:t>163.7605</w:t>
      </w:r>
      <w:r>
        <w:tab/>
        <w:t>1.266e-2</w:t>
      </w:r>
    </w:p>
    <w:p w:rsidR="00557788" w:rsidRDefault="00557788" w:rsidP="00557788">
      <w:r>
        <w:t>163.7827</w:t>
      </w:r>
      <w:r>
        <w:tab/>
        <w:t>2.025e0</w:t>
      </w:r>
    </w:p>
    <w:p w:rsidR="00557788" w:rsidRDefault="00557788" w:rsidP="00557788">
      <w:r>
        <w:t>163.7844</w:t>
      </w:r>
      <w:r>
        <w:tab/>
        <w:t>1.025e0</w:t>
      </w:r>
    </w:p>
    <w:p w:rsidR="00557788" w:rsidRDefault="00557788" w:rsidP="00557788">
      <w:r>
        <w:t>163.7860</w:t>
      </w:r>
      <w:r>
        <w:tab/>
        <w:t>3.038e0</w:t>
      </w:r>
    </w:p>
    <w:p w:rsidR="00557788" w:rsidRDefault="00557788" w:rsidP="00557788">
      <w:r>
        <w:t>163.7923</w:t>
      </w:r>
      <w:r>
        <w:tab/>
        <w:t>2.025e0</w:t>
      </w:r>
    </w:p>
    <w:p w:rsidR="00557788" w:rsidRDefault="00557788" w:rsidP="00557788">
      <w:r>
        <w:t>163.8007</w:t>
      </w:r>
      <w:r>
        <w:tab/>
        <w:t>3.063e0</w:t>
      </w:r>
    </w:p>
    <w:p w:rsidR="00557788" w:rsidRDefault="00557788" w:rsidP="00557788">
      <w:r>
        <w:t>163.8146</w:t>
      </w:r>
      <w:r>
        <w:tab/>
        <w:t>1.266e-2</w:t>
      </w:r>
    </w:p>
    <w:p w:rsidR="00557788" w:rsidRDefault="00557788" w:rsidP="00557788">
      <w:r>
        <w:t>163.8457</w:t>
      </w:r>
      <w:r>
        <w:tab/>
        <w:t>1.025e0</w:t>
      </w:r>
    </w:p>
    <w:p w:rsidR="00557788" w:rsidRDefault="00557788" w:rsidP="00557788">
      <w:r>
        <w:t>163.8542</w:t>
      </w:r>
      <w:r>
        <w:tab/>
        <w:t>2.025e0</w:t>
      </w:r>
    </w:p>
    <w:p w:rsidR="00557788" w:rsidRDefault="00557788" w:rsidP="00557788">
      <w:r>
        <w:t>163.8571</w:t>
      </w:r>
      <w:r>
        <w:tab/>
        <w:t>3.038e0</w:t>
      </w:r>
    </w:p>
    <w:p w:rsidR="00557788" w:rsidRDefault="00557788" w:rsidP="00557788">
      <w:r>
        <w:t>163.8592</w:t>
      </w:r>
      <w:r>
        <w:tab/>
        <w:t>2.038e0</w:t>
      </w:r>
    </w:p>
    <w:p w:rsidR="00557788" w:rsidRDefault="00557788" w:rsidP="00557788">
      <w:r>
        <w:t>163.8656</w:t>
      </w:r>
      <w:r>
        <w:tab/>
        <w:t>1.038e0</w:t>
      </w:r>
    </w:p>
    <w:p w:rsidR="00557788" w:rsidRDefault="00557788" w:rsidP="00557788">
      <w:r>
        <w:t>163.8791</w:t>
      </w:r>
      <w:r>
        <w:tab/>
        <w:t>2.025e0</w:t>
      </w:r>
    </w:p>
    <w:p w:rsidR="00557788" w:rsidRDefault="00557788" w:rsidP="00557788">
      <w:r>
        <w:t>163.8804</w:t>
      </w:r>
      <w:r>
        <w:tab/>
        <w:t>3.038e0</w:t>
      </w:r>
    </w:p>
    <w:p w:rsidR="00557788" w:rsidRDefault="00557788" w:rsidP="00557788">
      <w:r>
        <w:t>163.8825</w:t>
      </w:r>
      <w:r>
        <w:tab/>
        <w:t>2.038e0</w:t>
      </w:r>
    </w:p>
    <w:p w:rsidR="00557788" w:rsidRDefault="00557788" w:rsidP="00557788">
      <w:r>
        <w:t>163.8860</w:t>
      </w:r>
      <w:r>
        <w:tab/>
        <w:t>1.266e-2</w:t>
      </w:r>
    </w:p>
    <w:p w:rsidR="00557788" w:rsidRDefault="00557788" w:rsidP="00557788">
      <w:r>
        <w:t>163.8947</w:t>
      </w:r>
      <w:r>
        <w:tab/>
        <w:t>2.025e0</w:t>
      </w:r>
    </w:p>
    <w:p w:rsidR="00557788" w:rsidRDefault="00557788" w:rsidP="00557788">
      <w:r>
        <w:t>163.8964</w:t>
      </w:r>
      <w:r>
        <w:tab/>
        <w:t>2.532e-2</w:t>
      </w:r>
    </w:p>
    <w:p w:rsidR="00557788" w:rsidRDefault="00557788" w:rsidP="00557788">
      <w:r>
        <w:lastRenderedPageBreak/>
        <w:t>163.9033</w:t>
      </w:r>
      <w:r>
        <w:tab/>
        <w:t>3.797e-2</w:t>
      </w:r>
    </w:p>
    <w:p w:rsidR="00557788" w:rsidRDefault="00557788" w:rsidP="00557788">
      <w:r>
        <w:t>163.9067</w:t>
      </w:r>
      <w:r>
        <w:tab/>
        <w:t>2.038e0</w:t>
      </w:r>
    </w:p>
    <w:p w:rsidR="00557788" w:rsidRDefault="00557788" w:rsidP="00557788">
      <w:r>
        <w:t>163.9102</w:t>
      </w:r>
      <w:r>
        <w:tab/>
        <w:t>1.013e0</w:t>
      </w:r>
    </w:p>
    <w:p w:rsidR="00557788" w:rsidRDefault="00557788" w:rsidP="00557788">
      <w:r>
        <w:t>163.9171</w:t>
      </w:r>
      <w:r>
        <w:tab/>
        <w:t>3.038e0</w:t>
      </w:r>
    </w:p>
    <w:p w:rsidR="00557788" w:rsidRDefault="00557788" w:rsidP="00557788">
      <w:r>
        <w:t>163.9257</w:t>
      </w:r>
      <w:r>
        <w:tab/>
        <w:t>2.025e0</w:t>
      </w:r>
    </w:p>
    <w:p w:rsidR="00557788" w:rsidRDefault="00557788" w:rsidP="00557788">
      <w:r>
        <w:t>163.9275</w:t>
      </w:r>
      <w:r>
        <w:tab/>
        <w:t>2.038e0</w:t>
      </w:r>
    </w:p>
    <w:p w:rsidR="00557788" w:rsidRDefault="00557788" w:rsidP="00557788">
      <w:r>
        <w:t>163.9405</w:t>
      </w:r>
      <w:r>
        <w:tab/>
        <w:t>1.013e0</w:t>
      </w:r>
    </w:p>
    <w:p w:rsidR="00557788" w:rsidRDefault="00557788" w:rsidP="00557788">
      <w:r>
        <w:t>163.9470</w:t>
      </w:r>
      <w:r>
        <w:tab/>
        <w:t>2.532e-2</w:t>
      </w:r>
    </w:p>
    <w:p w:rsidR="00557788" w:rsidRDefault="00557788" w:rsidP="00557788">
      <w:r>
        <w:t>163.9504</w:t>
      </w:r>
      <w:r>
        <w:tab/>
        <w:t>2.025e0</w:t>
      </w:r>
    </w:p>
    <w:p w:rsidR="00557788" w:rsidRDefault="00557788" w:rsidP="00557788">
      <w:r>
        <w:t>163.9574</w:t>
      </w:r>
      <w:r>
        <w:tab/>
        <w:t>1.013e0</w:t>
      </w:r>
    </w:p>
    <w:p w:rsidR="00557788" w:rsidRDefault="00557788" w:rsidP="00557788">
      <w:r>
        <w:t>163.9661</w:t>
      </w:r>
      <w:r>
        <w:tab/>
        <w:t>2.532e-2</w:t>
      </w:r>
    </w:p>
    <w:p w:rsidR="00557788" w:rsidRDefault="00557788" w:rsidP="00557788">
      <w:r>
        <w:t>163.9747</w:t>
      </w:r>
      <w:r>
        <w:tab/>
        <w:t>2.532e-2</w:t>
      </w:r>
    </w:p>
    <w:p w:rsidR="00557788" w:rsidRDefault="00557788" w:rsidP="00557788">
      <w:r>
        <w:t>163.9850</w:t>
      </w:r>
      <w:r>
        <w:tab/>
        <w:t>4.051e0</w:t>
      </w:r>
    </w:p>
    <w:p w:rsidR="00557788" w:rsidRDefault="00557788" w:rsidP="00557788">
      <w:r>
        <w:t>164.0006</w:t>
      </w:r>
      <w:r>
        <w:tab/>
        <w:t>2.025e0</w:t>
      </w:r>
    </w:p>
    <w:p w:rsidR="00557788" w:rsidRDefault="00557788" w:rsidP="00557788">
      <w:r>
        <w:t>164.0219</w:t>
      </w:r>
      <w:r>
        <w:tab/>
        <w:t>2.532e-2</w:t>
      </w:r>
    </w:p>
    <w:p w:rsidR="00557788" w:rsidRDefault="00557788" w:rsidP="00557788">
      <w:r>
        <w:t>164.0244</w:t>
      </w:r>
      <w:r>
        <w:tab/>
        <w:t>3.038e0</w:t>
      </w:r>
    </w:p>
    <w:p w:rsidR="00557788" w:rsidRDefault="00557788" w:rsidP="00557788">
      <w:r>
        <w:t>164.0254</w:t>
      </w:r>
      <w:r>
        <w:tab/>
        <w:t>5.063e-2</w:t>
      </w:r>
    </w:p>
    <w:p w:rsidR="00557788" w:rsidRDefault="00557788" w:rsidP="00557788">
      <w:r>
        <w:t>164.0288</w:t>
      </w:r>
      <w:r>
        <w:tab/>
        <w:t>1.266e-2</w:t>
      </w:r>
    </w:p>
    <w:p w:rsidR="00557788" w:rsidRDefault="00557788" w:rsidP="00557788">
      <w:r>
        <w:t>164.0340</w:t>
      </w:r>
      <w:r>
        <w:tab/>
        <w:t>2.532e-2</w:t>
      </w:r>
    </w:p>
    <w:p w:rsidR="00557788" w:rsidRDefault="00557788" w:rsidP="00557788">
      <w:r>
        <w:lastRenderedPageBreak/>
        <w:t>164.0383</w:t>
      </w:r>
      <w:r>
        <w:tab/>
        <w:t>3.038e0</w:t>
      </w:r>
    </w:p>
    <w:p w:rsidR="00557788" w:rsidRDefault="00557788" w:rsidP="00557788">
      <w:r>
        <w:t>164.0461</w:t>
      </w:r>
      <w:r>
        <w:tab/>
        <w:t>1.013e0</w:t>
      </w:r>
    </w:p>
    <w:p w:rsidR="00557788" w:rsidRDefault="00557788" w:rsidP="00557788">
      <w:r>
        <w:t>164.0508</w:t>
      </w:r>
      <w:r>
        <w:tab/>
        <w:t>5.063e0</w:t>
      </w:r>
    </w:p>
    <w:p w:rsidR="00557788" w:rsidRDefault="00557788" w:rsidP="00557788">
      <w:r>
        <w:t>164.0530</w:t>
      </w:r>
      <w:r>
        <w:tab/>
        <w:t>1.013e0</w:t>
      </w:r>
    </w:p>
    <w:p w:rsidR="00557788" w:rsidRDefault="00557788" w:rsidP="00557788">
      <w:r>
        <w:t>164.0565</w:t>
      </w:r>
      <w:r>
        <w:tab/>
        <w:t>2.038e0</w:t>
      </w:r>
    </w:p>
    <w:p w:rsidR="00557788" w:rsidRDefault="00557788" w:rsidP="00557788">
      <w:r>
        <w:t>164.0599</w:t>
      </w:r>
      <w:r>
        <w:tab/>
        <w:t>1.025e0</w:t>
      </w:r>
    </w:p>
    <w:p w:rsidR="00557788" w:rsidRDefault="00557788" w:rsidP="00557788">
      <w:r>
        <w:t>164.0635</w:t>
      </w:r>
      <w:r>
        <w:tab/>
        <w:t>1.708e0</w:t>
      </w:r>
    </w:p>
    <w:p w:rsidR="00557788" w:rsidRDefault="00557788" w:rsidP="00557788">
      <w:r>
        <w:t>164.0660</w:t>
      </w:r>
      <w:r>
        <w:tab/>
        <w:t>2.280e0</w:t>
      </w:r>
    </w:p>
    <w:p w:rsidR="00557788" w:rsidRDefault="00557788" w:rsidP="00557788">
      <w:r>
        <w:t>164.0760</w:t>
      </w:r>
      <w:r>
        <w:tab/>
        <w:t>3.038e0</w:t>
      </w:r>
    </w:p>
    <w:p w:rsidR="00557788" w:rsidRDefault="00557788" w:rsidP="00557788">
      <w:r>
        <w:t>164.0818</w:t>
      </w:r>
      <w:r>
        <w:tab/>
        <w:t>1.344e1</w:t>
      </w:r>
    </w:p>
    <w:p w:rsidR="00557788" w:rsidRDefault="00557788" w:rsidP="00557788">
      <w:r>
        <w:t>164.0861</w:t>
      </w:r>
      <w:r>
        <w:tab/>
        <w:t>2.846e0</w:t>
      </w:r>
    </w:p>
    <w:p w:rsidR="00557788" w:rsidRDefault="00557788" w:rsidP="00557788">
      <w:r>
        <w:t>164.0876</w:t>
      </w:r>
      <w:r>
        <w:tab/>
        <w:t>5.454e0</w:t>
      </w:r>
    </w:p>
    <w:p w:rsidR="00557788" w:rsidRDefault="00557788" w:rsidP="00557788">
      <w:r>
        <w:t>164.0917</w:t>
      </w:r>
      <w:r>
        <w:tab/>
        <w:t>2.119e0</w:t>
      </w:r>
    </w:p>
    <w:p w:rsidR="00557788" w:rsidRDefault="00557788" w:rsidP="00557788">
      <w:r>
        <w:t>164.1075</w:t>
      </w:r>
      <w:r>
        <w:tab/>
        <w:t>5.694e0</w:t>
      </w:r>
    </w:p>
    <w:p w:rsidR="00557788" w:rsidRDefault="00557788" w:rsidP="00557788">
      <w:r>
        <w:t>164.1296</w:t>
      </w:r>
      <w:r>
        <w:tab/>
        <w:t>1.072e1</w:t>
      </w:r>
    </w:p>
    <w:p w:rsidR="00557788" w:rsidRDefault="00557788" w:rsidP="00557788">
      <w:r>
        <w:t>164.1331</w:t>
      </w:r>
      <w:r>
        <w:tab/>
        <w:t>2.285e1</w:t>
      </w:r>
    </w:p>
    <w:p w:rsidR="00557788" w:rsidRDefault="00557788" w:rsidP="00557788">
      <w:r>
        <w:t>164.1365</w:t>
      </w:r>
      <w:r>
        <w:tab/>
        <w:t>9.513e-1</w:t>
      </w:r>
    </w:p>
    <w:p w:rsidR="00557788" w:rsidRDefault="00557788" w:rsidP="00557788">
      <w:r>
        <w:t>164.1426</w:t>
      </w:r>
      <w:r>
        <w:tab/>
        <w:t>4.456e0</w:t>
      </w:r>
    </w:p>
    <w:p w:rsidR="00557788" w:rsidRDefault="00557788" w:rsidP="00557788">
      <w:r>
        <w:t>164.1454</w:t>
      </w:r>
      <w:r>
        <w:tab/>
        <w:t>3.233e0</w:t>
      </w:r>
    </w:p>
    <w:p w:rsidR="00557788" w:rsidRDefault="00557788" w:rsidP="00557788">
      <w:r>
        <w:lastRenderedPageBreak/>
        <w:t>164.1504</w:t>
      </w:r>
      <w:r>
        <w:tab/>
        <w:t>3.824e0</w:t>
      </w:r>
    </w:p>
    <w:p w:rsidR="00557788" w:rsidRDefault="00557788" w:rsidP="00557788">
      <w:r>
        <w:t>164.1562</w:t>
      </w:r>
      <w:r>
        <w:tab/>
        <w:t>1.586e0</w:t>
      </w:r>
    </w:p>
    <w:p w:rsidR="00557788" w:rsidRDefault="00557788" w:rsidP="00557788">
      <w:r>
        <w:t>164.1651</w:t>
      </w:r>
      <w:r>
        <w:tab/>
        <w:t>1.061e0</w:t>
      </w:r>
    </w:p>
    <w:p w:rsidR="00557788" w:rsidRDefault="00557788" w:rsidP="00557788">
      <w:r>
        <w:t>164.1762</w:t>
      </w:r>
      <w:r>
        <w:tab/>
        <w:t>2.922e0</w:t>
      </w:r>
    </w:p>
    <w:p w:rsidR="00557788" w:rsidRDefault="00557788" w:rsidP="00557788">
      <w:r>
        <w:t>164.1778</w:t>
      </w:r>
      <w:r>
        <w:tab/>
        <w:t>1.698e0</w:t>
      </w:r>
    </w:p>
    <w:p w:rsidR="00557788" w:rsidRDefault="00557788" w:rsidP="00557788">
      <w:r>
        <w:t>164.1816</w:t>
      </w:r>
      <w:r>
        <w:tab/>
        <w:t>9.603e-1</w:t>
      </w:r>
    </w:p>
    <w:p w:rsidR="00557788" w:rsidRDefault="00557788" w:rsidP="00557788">
      <w:r>
        <w:t>164.1873</w:t>
      </w:r>
      <w:r>
        <w:tab/>
        <w:t>3.798e-2</w:t>
      </w:r>
    </w:p>
    <w:p w:rsidR="00557788" w:rsidRDefault="00557788" w:rsidP="00557788">
      <w:r>
        <w:t>164.1925</w:t>
      </w:r>
      <w:r>
        <w:tab/>
        <w:t>1.013e0</w:t>
      </w:r>
    </w:p>
    <w:p w:rsidR="00557788" w:rsidRDefault="00557788" w:rsidP="00557788">
      <w:r>
        <w:t>164.1960</w:t>
      </w:r>
      <w:r>
        <w:tab/>
        <w:t>1.013e0</w:t>
      </w:r>
    </w:p>
    <w:p w:rsidR="00557788" w:rsidRDefault="00557788" w:rsidP="00557788">
      <w:r>
        <w:t>164.1994</w:t>
      </w:r>
      <w:r>
        <w:tab/>
        <w:t>1.266e-2</w:t>
      </w:r>
    </w:p>
    <w:p w:rsidR="00557788" w:rsidRDefault="00557788" w:rsidP="00557788">
      <w:r>
        <w:t>164.2067</w:t>
      </w:r>
      <w:r>
        <w:tab/>
        <w:t>6.101e0</w:t>
      </w:r>
    </w:p>
    <w:p w:rsidR="00557788" w:rsidRDefault="00557788" w:rsidP="00557788">
      <w:r>
        <w:t>164.2098</w:t>
      </w:r>
      <w:r>
        <w:tab/>
        <w:t>2.025e0</w:t>
      </w:r>
    </w:p>
    <w:p w:rsidR="00557788" w:rsidRDefault="00557788" w:rsidP="00557788">
      <w:r>
        <w:t>164.2161</w:t>
      </w:r>
      <w:r>
        <w:tab/>
        <w:t>6.329e-2</w:t>
      </w:r>
    </w:p>
    <w:p w:rsidR="00557788" w:rsidRDefault="00557788" w:rsidP="00557788">
      <w:r>
        <w:t>164.2270</w:t>
      </w:r>
      <w:r>
        <w:tab/>
        <w:t>1.266e-2</w:t>
      </w:r>
    </w:p>
    <w:p w:rsidR="00557788" w:rsidRDefault="00557788" w:rsidP="00557788">
      <w:r>
        <w:t>164.2336</w:t>
      </w:r>
      <w:r>
        <w:tab/>
        <w:t>1.025e0</w:t>
      </w:r>
    </w:p>
    <w:p w:rsidR="00557788" w:rsidRDefault="00557788" w:rsidP="00557788">
      <w:r>
        <w:t>164.2501</w:t>
      </w:r>
      <w:r>
        <w:tab/>
        <w:t>1.013e0</w:t>
      </w:r>
    </w:p>
    <w:p w:rsidR="00557788" w:rsidRDefault="00557788" w:rsidP="00557788">
      <w:r>
        <w:t>164.2570</w:t>
      </w:r>
      <w:r>
        <w:tab/>
        <w:t>1.038e0</w:t>
      </w:r>
    </w:p>
    <w:p w:rsidR="00557788" w:rsidRDefault="00557788" w:rsidP="00557788">
      <w:r>
        <w:t>164.2674</w:t>
      </w:r>
      <w:r>
        <w:tab/>
        <w:t>1.266e-2</w:t>
      </w:r>
    </w:p>
    <w:p w:rsidR="00557788" w:rsidRDefault="00557788" w:rsidP="00557788">
      <w:r>
        <w:t>164.2778</w:t>
      </w:r>
      <w:r>
        <w:tab/>
        <w:t>1.266e-2</w:t>
      </w:r>
    </w:p>
    <w:p w:rsidR="00557788" w:rsidRDefault="00557788" w:rsidP="00557788">
      <w:r>
        <w:lastRenderedPageBreak/>
        <w:t>164.2934</w:t>
      </w:r>
      <w:r>
        <w:tab/>
        <w:t>2.532e-2</w:t>
      </w:r>
    </w:p>
    <w:p w:rsidR="00557788" w:rsidRDefault="00557788" w:rsidP="00557788">
      <w:r>
        <w:t>164.2946</w:t>
      </w:r>
      <w:r>
        <w:tab/>
        <w:t>3.038e0</w:t>
      </w:r>
    </w:p>
    <w:p w:rsidR="00557788" w:rsidRDefault="00557788" w:rsidP="00557788">
      <w:r>
        <w:t>164.3006</w:t>
      </w:r>
      <w:r>
        <w:tab/>
        <w:t>2.025e0</w:t>
      </w:r>
    </w:p>
    <w:p w:rsidR="00557788" w:rsidRDefault="00557788" w:rsidP="00557788">
      <w:r>
        <w:t>164.3085</w:t>
      </w:r>
      <w:r>
        <w:tab/>
        <w:t>1.266e-2</w:t>
      </w:r>
    </w:p>
    <w:p w:rsidR="00557788" w:rsidRDefault="00557788" w:rsidP="00557788">
      <w:r>
        <w:t>164.3250</w:t>
      </w:r>
      <w:r>
        <w:tab/>
        <w:t>1.013e0</w:t>
      </w:r>
    </w:p>
    <w:p w:rsidR="00557788" w:rsidRDefault="00557788" w:rsidP="00557788">
      <w:r>
        <w:t>164.3458</w:t>
      </w:r>
      <w:r>
        <w:tab/>
        <w:t>1.013e0</w:t>
      </w:r>
    </w:p>
    <w:p w:rsidR="00557788" w:rsidRDefault="00557788" w:rsidP="00557788">
      <w:r>
        <w:t>164.3562</w:t>
      </w:r>
      <w:r>
        <w:tab/>
        <w:t>1.013e0</w:t>
      </w:r>
    </w:p>
    <w:p w:rsidR="00557788" w:rsidRDefault="00557788" w:rsidP="00557788">
      <w:r>
        <w:t>164.3701</w:t>
      </w:r>
      <w:r>
        <w:tab/>
        <w:t>3.038e0</w:t>
      </w:r>
    </w:p>
    <w:p w:rsidR="00557788" w:rsidRDefault="00557788" w:rsidP="00557788">
      <w:r>
        <w:t>164.3802</w:t>
      </w:r>
      <w:r>
        <w:tab/>
        <w:t>1.013e0</w:t>
      </w:r>
    </w:p>
    <w:p w:rsidR="00557788" w:rsidRDefault="00557788" w:rsidP="00557788">
      <w:r>
        <w:t>164.3932</w:t>
      </w:r>
      <w:r>
        <w:tab/>
        <w:t>1.266e-2</w:t>
      </w:r>
    </w:p>
    <w:p w:rsidR="00557788" w:rsidRDefault="00557788" w:rsidP="00557788">
      <w:r>
        <w:t>164.3945</w:t>
      </w:r>
      <w:r>
        <w:tab/>
        <w:t>2.025e0</w:t>
      </w:r>
    </w:p>
    <w:p w:rsidR="00557788" w:rsidRDefault="00557788" w:rsidP="00557788">
      <w:r>
        <w:t>164.3999</w:t>
      </w:r>
      <w:r>
        <w:tab/>
        <w:t>2.038e0</w:t>
      </w:r>
    </w:p>
    <w:p w:rsidR="00557788" w:rsidRDefault="00557788" w:rsidP="00557788">
      <w:r>
        <w:t>164.4104</w:t>
      </w:r>
      <w:r>
        <w:tab/>
        <w:t>1.266e-2</w:t>
      </w:r>
    </w:p>
    <w:p w:rsidR="00557788" w:rsidRDefault="00557788" w:rsidP="00557788">
      <w:r>
        <w:t>164.4121</w:t>
      </w:r>
      <w:r>
        <w:tab/>
        <w:t>2.025e0</w:t>
      </w:r>
    </w:p>
    <w:p w:rsidR="00557788" w:rsidRDefault="00557788" w:rsidP="00557788">
      <w:r>
        <w:t>164.4156</w:t>
      </w:r>
      <w:r>
        <w:tab/>
        <w:t>4.051e0</w:t>
      </w:r>
    </w:p>
    <w:p w:rsidR="00557788" w:rsidRDefault="00557788" w:rsidP="00557788">
      <w:r>
        <w:t>164.4277</w:t>
      </w:r>
      <w:r>
        <w:tab/>
        <w:t>1.266e-2</w:t>
      </w:r>
    </w:p>
    <w:p w:rsidR="00557788" w:rsidRDefault="00557788" w:rsidP="00557788">
      <w:r>
        <w:t>164.4380</w:t>
      </w:r>
      <w:r>
        <w:tab/>
        <w:t>1.266e-2</w:t>
      </w:r>
    </w:p>
    <w:p w:rsidR="00557788" w:rsidRDefault="00557788" w:rsidP="00557788">
      <w:r>
        <w:t>164.4415</w:t>
      </w:r>
      <w:r>
        <w:tab/>
        <w:t>1.013e0</w:t>
      </w:r>
    </w:p>
    <w:p w:rsidR="00557788" w:rsidRDefault="00557788" w:rsidP="00557788">
      <w:r>
        <w:t>164.4485</w:t>
      </w:r>
      <w:r>
        <w:tab/>
        <w:t>2.532e-2</w:t>
      </w:r>
    </w:p>
    <w:p w:rsidR="00557788" w:rsidRDefault="00557788" w:rsidP="00557788">
      <w:r>
        <w:lastRenderedPageBreak/>
        <w:t>164.4552</w:t>
      </w:r>
      <w:r>
        <w:tab/>
        <w:t>1.266e-2</w:t>
      </w:r>
    </w:p>
    <w:p w:rsidR="00557788" w:rsidRDefault="00557788" w:rsidP="00557788">
      <w:r>
        <w:t>164.4714</w:t>
      </w:r>
      <w:r>
        <w:tab/>
        <w:t>5.063e-2</w:t>
      </w:r>
    </w:p>
    <w:p w:rsidR="00557788" w:rsidRDefault="00557788" w:rsidP="00557788">
      <w:r>
        <w:t>164.4784</w:t>
      </w:r>
      <w:r>
        <w:tab/>
        <w:t>2.532e-2</w:t>
      </w:r>
    </w:p>
    <w:p w:rsidR="00557788" w:rsidRDefault="00557788" w:rsidP="00557788">
      <w:r>
        <w:t>164.4836</w:t>
      </w:r>
      <w:r>
        <w:tab/>
        <w:t>2.025e0</w:t>
      </w:r>
    </w:p>
    <w:p w:rsidR="00557788" w:rsidRDefault="00557788" w:rsidP="00557788">
      <w:r>
        <w:t>164.4854</w:t>
      </w:r>
      <w:r>
        <w:tab/>
        <w:t>3.038e0</w:t>
      </w:r>
    </w:p>
    <w:p w:rsidR="00557788" w:rsidRDefault="00557788" w:rsidP="00557788">
      <w:r>
        <w:t>164.4992</w:t>
      </w:r>
      <w:r>
        <w:tab/>
        <w:t>3.051e0</w:t>
      </w:r>
    </w:p>
    <w:p w:rsidR="00557788" w:rsidRDefault="00557788" w:rsidP="00557788">
      <w:r>
        <w:t>164.5113</w:t>
      </w:r>
      <w:r>
        <w:tab/>
        <w:t>2.025e0</w:t>
      </w:r>
    </w:p>
    <w:p w:rsidR="00557788" w:rsidRDefault="00557788" w:rsidP="00557788">
      <w:r>
        <w:t>164.5353</w:t>
      </w:r>
      <w:r>
        <w:tab/>
        <w:t>2.025e0</w:t>
      </w:r>
    </w:p>
    <w:p w:rsidR="00557788" w:rsidRDefault="00557788" w:rsidP="00557788">
      <w:r>
        <w:t>164.5368</w:t>
      </w:r>
      <w:r>
        <w:tab/>
        <w:t>2.532e-2</w:t>
      </w:r>
    </w:p>
    <w:p w:rsidR="00557788" w:rsidRDefault="00557788" w:rsidP="00557788">
      <w:r>
        <w:t>164.5400</w:t>
      </w:r>
      <w:r>
        <w:tab/>
        <w:t>1.266e-2</w:t>
      </w:r>
    </w:p>
    <w:p w:rsidR="00557788" w:rsidRDefault="00557788" w:rsidP="00557788">
      <w:r>
        <w:t>164.5465</w:t>
      </w:r>
      <w:r>
        <w:tab/>
        <w:t>2.025e0</w:t>
      </w:r>
    </w:p>
    <w:p w:rsidR="00557788" w:rsidRDefault="00557788" w:rsidP="00557788">
      <w:r>
        <w:t>164.5512</w:t>
      </w:r>
      <w:r>
        <w:tab/>
        <w:t>3.038e0</w:t>
      </w:r>
    </w:p>
    <w:p w:rsidR="00557788" w:rsidRDefault="00557788" w:rsidP="00557788">
      <w:r>
        <w:t>164.5551</w:t>
      </w:r>
      <w:r>
        <w:tab/>
        <w:t>2.025e0</w:t>
      </w:r>
    </w:p>
    <w:p w:rsidR="00557788" w:rsidRDefault="00557788" w:rsidP="00557788">
      <w:r>
        <w:t>164.5569</w:t>
      </w:r>
      <w:r>
        <w:tab/>
        <w:t>1.013e0</w:t>
      </w:r>
    </w:p>
    <w:p w:rsidR="00557788" w:rsidRDefault="00557788" w:rsidP="00557788">
      <w:r>
        <w:t>164.5673</w:t>
      </w:r>
      <w:r>
        <w:tab/>
        <w:t>2.532e-2</w:t>
      </w:r>
    </w:p>
    <w:p w:rsidR="00557788" w:rsidRDefault="00557788" w:rsidP="00557788">
      <w:r>
        <w:t>164.5742</w:t>
      </w:r>
      <w:r>
        <w:tab/>
        <w:t>3.797e-2</w:t>
      </w:r>
    </w:p>
    <w:p w:rsidR="00557788" w:rsidRDefault="00557788" w:rsidP="00557788">
      <w:r>
        <w:t>164.5880</w:t>
      </w:r>
      <w:r>
        <w:tab/>
        <w:t>2.532e-2</w:t>
      </w:r>
    </w:p>
    <w:p w:rsidR="00557788" w:rsidRDefault="00557788" w:rsidP="00557788">
      <w:r>
        <w:t>164.5918</w:t>
      </w:r>
      <w:r>
        <w:tab/>
        <w:t>2.051e0</w:t>
      </w:r>
    </w:p>
    <w:p w:rsidR="00557788" w:rsidRDefault="00557788" w:rsidP="00557788">
      <w:r>
        <w:t>164.5943</w:t>
      </w:r>
      <w:r>
        <w:tab/>
        <w:t>4.051e0</w:t>
      </w:r>
    </w:p>
    <w:p w:rsidR="00557788" w:rsidRDefault="00557788" w:rsidP="00557788">
      <w:r>
        <w:lastRenderedPageBreak/>
        <w:t>164.5994</w:t>
      </w:r>
      <w:r>
        <w:tab/>
        <w:t>1.051e0</w:t>
      </w:r>
    </w:p>
    <w:p w:rsidR="00557788" w:rsidRDefault="00557788" w:rsidP="00557788">
      <w:r>
        <w:t>164.6085</w:t>
      </w:r>
      <w:r>
        <w:tab/>
        <w:t>3.038e0</w:t>
      </w:r>
    </w:p>
    <w:p w:rsidR="00557788" w:rsidRDefault="00557788" w:rsidP="00557788">
      <w:r>
        <w:t>164.6195</w:t>
      </w:r>
      <w:r>
        <w:tab/>
        <w:t>2.025e0</w:t>
      </w:r>
    </w:p>
    <w:p w:rsidR="00557788" w:rsidRDefault="00557788" w:rsidP="00557788">
      <w:r>
        <w:t>164.6248</w:t>
      </w:r>
      <w:r>
        <w:tab/>
        <w:t>1.025e0</w:t>
      </w:r>
    </w:p>
    <w:p w:rsidR="00557788" w:rsidRDefault="00557788" w:rsidP="00557788">
      <w:r>
        <w:t>164.6318</w:t>
      </w:r>
      <w:r>
        <w:tab/>
        <w:t>1.025e0</w:t>
      </w:r>
    </w:p>
    <w:p w:rsidR="00557788" w:rsidRDefault="00557788" w:rsidP="00557788">
      <w:r>
        <w:t>164.6388</w:t>
      </w:r>
      <w:r>
        <w:tab/>
        <w:t>2.038e0</w:t>
      </w:r>
    </w:p>
    <w:p w:rsidR="00557788" w:rsidRDefault="00557788" w:rsidP="00557788">
      <w:r>
        <w:t>164.6399</w:t>
      </w:r>
      <w:r>
        <w:tab/>
        <w:t>7.089e0</w:t>
      </w:r>
    </w:p>
    <w:p w:rsidR="00557788" w:rsidRDefault="00557788" w:rsidP="00557788">
      <w:r>
        <w:t>164.6440</w:t>
      </w:r>
      <w:r>
        <w:tab/>
        <w:t>2.025e0</w:t>
      </w:r>
    </w:p>
    <w:p w:rsidR="00557788" w:rsidRDefault="00557788" w:rsidP="00557788">
      <w:r>
        <w:t>164.6492</w:t>
      </w:r>
      <w:r>
        <w:tab/>
        <w:t>1.013e0</w:t>
      </w:r>
    </w:p>
    <w:p w:rsidR="00557788" w:rsidRDefault="00557788" w:rsidP="00557788">
      <w:r>
        <w:t>164.6509</w:t>
      </w:r>
      <w:r>
        <w:tab/>
        <w:t>2.025e0</w:t>
      </w:r>
    </w:p>
    <w:p w:rsidR="00557788" w:rsidRDefault="00557788" w:rsidP="00557788">
      <w:r>
        <w:t>164.6526</w:t>
      </w:r>
      <w:r>
        <w:tab/>
        <w:t>1.266e-2</w:t>
      </w:r>
    </w:p>
    <w:p w:rsidR="00557788" w:rsidRDefault="00557788" w:rsidP="00557788">
      <w:r>
        <w:t>164.6647</w:t>
      </w:r>
      <w:r>
        <w:tab/>
        <w:t>2.025e0</w:t>
      </w:r>
    </w:p>
    <w:p w:rsidR="00557788" w:rsidRDefault="00557788" w:rsidP="00557788">
      <w:r>
        <w:t>164.6700</w:t>
      </w:r>
      <w:r>
        <w:tab/>
        <w:t>1.038e0</w:t>
      </w:r>
    </w:p>
    <w:p w:rsidR="00557788" w:rsidRDefault="00557788" w:rsidP="00557788">
      <w:r>
        <w:t>164.6803</w:t>
      </w:r>
      <w:r>
        <w:tab/>
        <w:t>1.013e0</w:t>
      </w:r>
    </w:p>
    <w:p w:rsidR="00557788" w:rsidRDefault="00557788" w:rsidP="00557788">
      <w:r>
        <w:t>164.6910</w:t>
      </w:r>
      <w:r>
        <w:tab/>
        <w:t>3.051e0</w:t>
      </w:r>
    </w:p>
    <w:p w:rsidR="00557788" w:rsidRDefault="00557788" w:rsidP="00557788">
      <w:r>
        <w:t>164.6967</w:t>
      </w:r>
      <w:r>
        <w:tab/>
        <w:t>1.013e0</w:t>
      </w:r>
    </w:p>
    <w:p w:rsidR="00557788" w:rsidRDefault="00557788" w:rsidP="00557788">
      <w:r>
        <w:t>164.7173</w:t>
      </w:r>
      <w:r>
        <w:tab/>
        <w:t>2.025e0</w:t>
      </w:r>
    </w:p>
    <w:p w:rsidR="00557788" w:rsidRDefault="00557788" w:rsidP="00557788">
      <w:r>
        <w:t>164.7207</w:t>
      </w:r>
      <w:r>
        <w:tab/>
        <w:t>3.797e-2</w:t>
      </w:r>
    </w:p>
    <w:p w:rsidR="00557788" w:rsidRDefault="00557788" w:rsidP="00557788">
      <w:r>
        <w:t>164.7224</w:t>
      </w:r>
      <w:r>
        <w:tab/>
        <w:t>2.025e0</w:t>
      </w:r>
    </w:p>
    <w:p w:rsidR="00557788" w:rsidRDefault="00557788" w:rsidP="00557788">
      <w:r>
        <w:lastRenderedPageBreak/>
        <w:t>164.7276</w:t>
      </w:r>
      <w:r>
        <w:tab/>
        <w:t>2.025e0</w:t>
      </w:r>
    </w:p>
    <w:p w:rsidR="00557788" w:rsidRDefault="00557788" w:rsidP="00557788">
      <w:r>
        <w:t>164.7311</w:t>
      </w:r>
      <w:r>
        <w:tab/>
        <w:t>1.266e-2</w:t>
      </w:r>
    </w:p>
    <w:p w:rsidR="00557788" w:rsidRDefault="00557788" w:rsidP="00557788">
      <w:r>
        <w:t>164.7449</w:t>
      </w:r>
      <w:r>
        <w:tab/>
        <w:t>1.266e-2</w:t>
      </w:r>
    </w:p>
    <w:p w:rsidR="00557788" w:rsidRDefault="00557788" w:rsidP="00557788">
      <w:r>
        <w:t>164.7554</w:t>
      </w:r>
      <w:r>
        <w:tab/>
        <w:t>2.038e0</w:t>
      </w:r>
    </w:p>
    <w:p w:rsidR="00557788" w:rsidRDefault="00557788" w:rsidP="00557788">
      <w:r>
        <w:t>164.7620</w:t>
      </w:r>
      <w:r>
        <w:tab/>
        <w:t>1.013e0</w:t>
      </w:r>
    </w:p>
    <w:p w:rsidR="00557788" w:rsidRDefault="00557788" w:rsidP="00557788">
      <w:r>
        <w:t>164.7652</w:t>
      </w:r>
      <w:r>
        <w:tab/>
        <w:t>1.013e0</w:t>
      </w:r>
    </w:p>
    <w:p w:rsidR="00557788" w:rsidRDefault="00557788" w:rsidP="00557788">
      <w:r>
        <w:t>164.7685</w:t>
      </w:r>
      <w:r>
        <w:tab/>
        <w:t>1.266e-2</w:t>
      </w:r>
    </w:p>
    <w:p w:rsidR="00557788" w:rsidRDefault="00557788" w:rsidP="00557788">
      <w:r>
        <w:t>164.7718</w:t>
      </w:r>
      <w:r>
        <w:tab/>
        <w:t>1.013e0</w:t>
      </w:r>
    </w:p>
    <w:p w:rsidR="00557788" w:rsidRDefault="00557788" w:rsidP="00557788">
      <w:r>
        <w:t>164.7768</w:t>
      </w:r>
      <w:r>
        <w:tab/>
        <w:t>2.025e0</w:t>
      </w:r>
    </w:p>
    <w:p w:rsidR="00557788" w:rsidRDefault="00557788" w:rsidP="00557788">
      <w:r>
        <w:t>164.7818</w:t>
      </w:r>
      <w:r>
        <w:tab/>
        <w:t>1.013e0</w:t>
      </w:r>
    </w:p>
    <w:p w:rsidR="00557788" w:rsidRDefault="00557788" w:rsidP="00557788">
      <w:r>
        <w:t>164.7957</w:t>
      </w:r>
      <w:r>
        <w:tab/>
        <w:t>2.532e-2</w:t>
      </w:r>
    </w:p>
    <w:p w:rsidR="00557788" w:rsidRDefault="00557788" w:rsidP="00557788">
      <w:r>
        <w:t>164.8061</w:t>
      </w:r>
      <w:r>
        <w:tab/>
        <w:t>1.266e-2</w:t>
      </w:r>
    </w:p>
    <w:p w:rsidR="00557788" w:rsidRDefault="00557788" w:rsidP="00557788">
      <w:r>
        <w:t>164.8103</w:t>
      </w:r>
      <w:r>
        <w:tab/>
        <w:t>3.038e0</w:t>
      </w:r>
    </w:p>
    <w:p w:rsidR="00557788" w:rsidRDefault="00557788" w:rsidP="00557788">
      <w:r>
        <w:t>164.8165</w:t>
      </w:r>
      <w:r>
        <w:tab/>
        <w:t>2.025e0</w:t>
      </w:r>
    </w:p>
    <w:p w:rsidR="00557788" w:rsidRDefault="00557788" w:rsidP="00557788">
      <w:r>
        <w:t>164.8269</w:t>
      </w:r>
      <w:r>
        <w:tab/>
        <w:t>1.038e0</w:t>
      </w:r>
    </w:p>
    <w:p w:rsidR="00557788" w:rsidRDefault="00557788" w:rsidP="00557788">
      <w:r>
        <w:t>164.8404</w:t>
      </w:r>
      <w:r>
        <w:tab/>
        <w:t>1.013e0</w:t>
      </w:r>
    </w:p>
    <w:p w:rsidR="00557788" w:rsidRDefault="00557788" w:rsidP="00557788">
      <w:r>
        <w:t>164.8436</w:t>
      </w:r>
      <w:r>
        <w:tab/>
        <w:t>1.266e-2</w:t>
      </w:r>
    </w:p>
    <w:p w:rsidR="00557788" w:rsidRDefault="00557788" w:rsidP="00557788">
      <w:r>
        <w:t>164.8452</w:t>
      </w:r>
      <w:r>
        <w:tab/>
        <w:t>2.025e0</w:t>
      </w:r>
    </w:p>
    <w:p w:rsidR="00557788" w:rsidRDefault="00557788" w:rsidP="00557788">
      <w:r>
        <w:t>164.8469</w:t>
      </w:r>
      <w:r>
        <w:tab/>
        <w:t>2.532e-2</w:t>
      </w:r>
    </w:p>
    <w:p w:rsidR="00557788" w:rsidRDefault="00557788" w:rsidP="00557788">
      <w:r>
        <w:lastRenderedPageBreak/>
        <w:t>164.8535</w:t>
      </w:r>
      <w:r>
        <w:tab/>
        <w:t>1.013e0</w:t>
      </w:r>
    </w:p>
    <w:p w:rsidR="00557788" w:rsidRDefault="00557788" w:rsidP="00557788">
      <w:r>
        <w:t>164.8568</w:t>
      </w:r>
      <w:r>
        <w:tab/>
        <w:t>1.013e0</w:t>
      </w:r>
    </w:p>
    <w:p w:rsidR="00557788" w:rsidRDefault="00557788" w:rsidP="00557788">
      <w:r>
        <w:t>164.8603</w:t>
      </w:r>
      <w:r>
        <w:tab/>
        <w:t>1.013e0</w:t>
      </w:r>
    </w:p>
    <w:p w:rsidR="00557788" w:rsidRDefault="00557788" w:rsidP="00557788">
      <w:r>
        <w:t>164.8655</w:t>
      </w:r>
      <w:r>
        <w:tab/>
        <w:t>2.025e0</w:t>
      </w:r>
    </w:p>
    <w:p w:rsidR="00557788" w:rsidRDefault="00557788" w:rsidP="00557788">
      <w:r>
        <w:t>164.8708</w:t>
      </w:r>
      <w:r>
        <w:tab/>
        <w:t>1.013e0</w:t>
      </w:r>
    </w:p>
    <w:p w:rsidR="00557788" w:rsidRDefault="00557788" w:rsidP="00557788">
      <w:r>
        <w:t>164.8777</w:t>
      </w:r>
      <w:r>
        <w:tab/>
        <w:t>2.025e0</w:t>
      </w:r>
    </w:p>
    <w:p w:rsidR="00557788" w:rsidRDefault="00557788" w:rsidP="00557788">
      <w:r>
        <w:t>164.8811</w:t>
      </w:r>
      <w:r>
        <w:tab/>
        <w:t>1.038e0</w:t>
      </w:r>
    </w:p>
    <w:p w:rsidR="00557788" w:rsidRDefault="00557788" w:rsidP="00557788">
      <w:r>
        <w:t>164.8846</w:t>
      </w:r>
      <w:r>
        <w:tab/>
        <w:t>1.025e0</w:t>
      </w:r>
    </w:p>
    <w:p w:rsidR="00557788" w:rsidRDefault="00557788" w:rsidP="00557788">
      <w:r>
        <w:t>164.9123</w:t>
      </w:r>
      <w:r>
        <w:tab/>
        <w:t>1.013e0</w:t>
      </w:r>
    </w:p>
    <w:p w:rsidR="00557788" w:rsidRDefault="00557788" w:rsidP="00557788">
      <w:r>
        <w:t>164.9157</w:t>
      </w:r>
      <w:r>
        <w:tab/>
        <w:t>1.025e0</w:t>
      </w:r>
    </w:p>
    <w:p w:rsidR="00557788" w:rsidRDefault="00557788" w:rsidP="00557788">
      <w:r>
        <w:t>164.9254</w:t>
      </w:r>
      <w:r>
        <w:tab/>
        <w:t>1.025e0</w:t>
      </w:r>
    </w:p>
    <w:p w:rsidR="00557788" w:rsidRDefault="00557788" w:rsidP="00557788">
      <w:r>
        <w:t>164.9371</w:t>
      </w:r>
      <w:r>
        <w:tab/>
        <w:t>2.025e0</w:t>
      </w:r>
    </w:p>
    <w:p w:rsidR="00557788" w:rsidRDefault="00557788" w:rsidP="00557788">
      <w:r>
        <w:t>164.9597</w:t>
      </w:r>
      <w:r>
        <w:tab/>
        <w:t>2.025e0</w:t>
      </w:r>
    </w:p>
    <w:p w:rsidR="00557788" w:rsidRDefault="00557788" w:rsidP="00557788">
      <w:r>
        <w:t>164.9631</w:t>
      </w:r>
      <w:r>
        <w:tab/>
        <w:t>1.013e0</w:t>
      </w:r>
    </w:p>
    <w:p w:rsidR="00557788" w:rsidRDefault="00557788" w:rsidP="00557788">
      <w:r>
        <w:t>164.9735</w:t>
      </w:r>
      <w:r>
        <w:tab/>
        <w:t>1.013e0</w:t>
      </w:r>
    </w:p>
    <w:p w:rsidR="00557788" w:rsidRDefault="00557788" w:rsidP="00557788">
      <w:r>
        <w:t>164.9894</w:t>
      </w:r>
      <w:r>
        <w:tab/>
        <w:t>2.532e-2</w:t>
      </w:r>
    </w:p>
    <w:p w:rsidR="00557788" w:rsidRDefault="00557788" w:rsidP="00557788">
      <w:r>
        <w:t>164.9940</w:t>
      </w:r>
      <w:r>
        <w:tab/>
        <w:t>1.266e-2</w:t>
      </w:r>
    </w:p>
    <w:p w:rsidR="00557788" w:rsidRDefault="00557788" w:rsidP="00557788">
      <w:r>
        <w:t>164.9957</w:t>
      </w:r>
      <w:r>
        <w:tab/>
        <w:t>2.025e0</w:t>
      </w:r>
    </w:p>
    <w:p w:rsidR="00557788" w:rsidRDefault="00557788" w:rsidP="00557788">
      <w:r>
        <w:t>165.0013</w:t>
      </w:r>
      <w:r>
        <w:tab/>
        <w:t>4.974e0</w:t>
      </w:r>
    </w:p>
    <w:p w:rsidR="00557788" w:rsidRDefault="00557788" w:rsidP="00557788">
      <w:r>
        <w:lastRenderedPageBreak/>
        <w:t>165.0049</w:t>
      </w:r>
      <w:r>
        <w:tab/>
        <w:t>1.038e0</w:t>
      </w:r>
    </w:p>
    <w:p w:rsidR="00557788" w:rsidRDefault="00557788" w:rsidP="00557788">
      <w:r>
        <w:t>165.0104</w:t>
      </w:r>
      <w:r>
        <w:tab/>
        <w:t>1.266e-2</w:t>
      </w:r>
    </w:p>
    <w:p w:rsidR="00557788" w:rsidRDefault="00557788" w:rsidP="00557788">
      <w:r>
        <w:t>165.0217</w:t>
      </w:r>
      <w:r>
        <w:tab/>
        <w:t>3.038e0</w:t>
      </w:r>
    </w:p>
    <w:p w:rsidR="00557788" w:rsidRDefault="00557788" w:rsidP="00557788">
      <w:r>
        <w:t>165.0248</w:t>
      </w:r>
      <w:r>
        <w:tab/>
        <w:t>5.063e0</w:t>
      </w:r>
    </w:p>
    <w:p w:rsidR="00557788" w:rsidRDefault="00557788" w:rsidP="00557788">
      <w:r>
        <w:t>165.0278</w:t>
      </w:r>
      <w:r>
        <w:tab/>
        <w:t>1.266e-2</w:t>
      </w:r>
    </w:p>
    <w:p w:rsidR="00557788" w:rsidRDefault="00557788" w:rsidP="00557788">
      <w:r>
        <w:t>165.0399</w:t>
      </w:r>
      <w:r>
        <w:tab/>
        <w:t>2.025e0</w:t>
      </w:r>
    </w:p>
    <w:p w:rsidR="00557788" w:rsidRDefault="00557788" w:rsidP="00557788">
      <w:r>
        <w:t>165.0416</w:t>
      </w:r>
      <w:r>
        <w:tab/>
        <w:t>2.025e0</w:t>
      </w:r>
    </w:p>
    <w:p w:rsidR="00557788" w:rsidRDefault="00557788" w:rsidP="00557788">
      <w:r>
        <w:t>165.0452</w:t>
      </w:r>
      <w:r>
        <w:tab/>
        <w:t>2.345e0</w:t>
      </w:r>
    </w:p>
    <w:p w:rsidR="00557788" w:rsidRDefault="00557788" w:rsidP="00557788">
      <w:r>
        <w:t>165.0463</w:t>
      </w:r>
      <w:r>
        <w:tab/>
        <w:t>6.371e0</w:t>
      </w:r>
    </w:p>
    <w:p w:rsidR="00557788" w:rsidRDefault="00557788" w:rsidP="00557788">
      <w:r>
        <w:t>165.0647</w:t>
      </w:r>
      <w:r>
        <w:tab/>
        <w:t>7.228e0</w:t>
      </w:r>
    </w:p>
    <w:p w:rsidR="00557788" w:rsidRDefault="00557788" w:rsidP="00557788">
      <w:r>
        <w:t>165.0727</w:t>
      </w:r>
      <w:r>
        <w:tab/>
        <w:t>6.394e0</w:t>
      </w:r>
    </w:p>
    <w:p w:rsidR="00557788" w:rsidRDefault="00557788" w:rsidP="00557788">
      <w:r>
        <w:t>165.0802</w:t>
      </w:r>
      <w:r>
        <w:tab/>
        <w:t>1.742e0</w:t>
      </w:r>
    </w:p>
    <w:p w:rsidR="00557788" w:rsidRDefault="00557788" w:rsidP="00557788">
      <w:r>
        <w:t>165.0824</w:t>
      </w:r>
      <w:r>
        <w:tab/>
        <w:t>2.786e0</w:t>
      </w:r>
    </w:p>
    <w:p w:rsidR="00557788" w:rsidRDefault="00557788" w:rsidP="00557788">
      <w:r>
        <w:t>165.1065</w:t>
      </w:r>
      <w:r>
        <w:tab/>
        <w:t>2.319e1</w:t>
      </w:r>
    </w:p>
    <w:p w:rsidR="00557788" w:rsidRDefault="00557788" w:rsidP="00557788">
      <w:r>
        <w:t>165.1091</w:t>
      </w:r>
      <w:r>
        <w:tab/>
        <w:t>1.093e0</w:t>
      </w:r>
    </w:p>
    <w:p w:rsidR="00557788" w:rsidRDefault="00557788" w:rsidP="00557788">
      <w:r>
        <w:t>165.1216</w:t>
      </w:r>
      <w:r>
        <w:tab/>
        <w:t>6.862e0</w:t>
      </w:r>
    </w:p>
    <w:p w:rsidR="00557788" w:rsidRDefault="00557788" w:rsidP="00557788">
      <w:r>
        <w:t>165.1284</w:t>
      </w:r>
      <w:r>
        <w:tab/>
        <w:t>1.567e0</w:t>
      </w:r>
    </w:p>
    <w:p w:rsidR="00557788" w:rsidRDefault="00557788" w:rsidP="00557788">
      <w:r>
        <w:t>165.1452</w:t>
      </w:r>
      <w:r>
        <w:tab/>
        <w:t>1.588e0</w:t>
      </w:r>
    </w:p>
    <w:p w:rsidR="00557788" w:rsidRDefault="00557788" w:rsidP="00557788">
      <w:r>
        <w:t>165.1482</w:t>
      </w:r>
      <w:r>
        <w:tab/>
        <w:t>2.988e0</w:t>
      </w:r>
    </w:p>
    <w:p w:rsidR="00557788" w:rsidRDefault="00557788" w:rsidP="00557788">
      <w:r>
        <w:lastRenderedPageBreak/>
        <w:t>165.1560</w:t>
      </w:r>
      <w:r>
        <w:tab/>
        <w:t>3.979e-1</w:t>
      </w:r>
    </w:p>
    <w:p w:rsidR="00557788" w:rsidRDefault="00557788" w:rsidP="00557788">
      <w:r>
        <w:t>165.1779</w:t>
      </w:r>
      <w:r>
        <w:tab/>
        <w:t>1.810e0</w:t>
      </w:r>
    </w:p>
    <w:p w:rsidR="00557788" w:rsidRDefault="00557788" w:rsidP="00557788">
      <w:r>
        <w:t>165.1814</w:t>
      </w:r>
      <w:r>
        <w:tab/>
        <w:t>1.266e-2</w:t>
      </w:r>
    </w:p>
    <w:p w:rsidR="00557788" w:rsidRDefault="00557788" w:rsidP="00557788">
      <w:r>
        <w:t>165.1935</w:t>
      </w:r>
      <w:r>
        <w:tab/>
        <w:t>2.025e0</w:t>
      </w:r>
    </w:p>
    <w:p w:rsidR="00557788" w:rsidRDefault="00557788" w:rsidP="00557788">
      <w:r>
        <w:t>165.2231</w:t>
      </w:r>
      <w:r>
        <w:tab/>
        <w:t>2.532e-2</w:t>
      </w:r>
    </w:p>
    <w:p w:rsidR="00557788" w:rsidRDefault="00557788" w:rsidP="00557788">
      <w:r>
        <w:t>165.2427</w:t>
      </w:r>
      <w:r>
        <w:tab/>
        <w:t>8.101e0</w:t>
      </w:r>
    </w:p>
    <w:p w:rsidR="00557788" w:rsidRDefault="00557788" w:rsidP="00557788">
      <w:r>
        <w:t>165.2582</w:t>
      </w:r>
      <w:r>
        <w:tab/>
        <w:t>2.025e0</w:t>
      </w:r>
    </w:p>
    <w:p w:rsidR="00557788" w:rsidRDefault="00557788" w:rsidP="00557788">
      <w:r>
        <w:t>165.2612</w:t>
      </w:r>
      <w:r>
        <w:tab/>
        <w:t>4.051e0</w:t>
      </w:r>
    </w:p>
    <w:p w:rsidR="00557788" w:rsidRDefault="00557788" w:rsidP="00557788">
      <w:r>
        <w:t>165.2704</w:t>
      </w:r>
      <w:r>
        <w:tab/>
        <w:t>1.025e0</w:t>
      </w:r>
    </w:p>
    <w:p w:rsidR="00557788" w:rsidRDefault="00557788" w:rsidP="00557788">
      <w:r>
        <w:t>165.2721</w:t>
      </w:r>
      <w:r>
        <w:tab/>
        <w:t>2.025e0</w:t>
      </w:r>
    </w:p>
    <w:p w:rsidR="00557788" w:rsidRDefault="00557788" w:rsidP="00557788">
      <w:r>
        <w:t>165.2738</w:t>
      </w:r>
      <w:r>
        <w:tab/>
        <w:t>1.266e-2</w:t>
      </w:r>
    </w:p>
    <w:p w:rsidR="00557788" w:rsidRDefault="00557788" w:rsidP="00557788">
      <w:r>
        <w:t>165.2894</w:t>
      </w:r>
      <w:r>
        <w:tab/>
        <w:t>2.025e0</w:t>
      </w:r>
    </w:p>
    <w:p w:rsidR="00557788" w:rsidRDefault="00557788" w:rsidP="00557788">
      <w:r>
        <w:t>165.2912</w:t>
      </w:r>
      <w:r>
        <w:tab/>
        <w:t>1.025e0</w:t>
      </w:r>
    </w:p>
    <w:p w:rsidR="00557788" w:rsidRDefault="00557788" w:rsidP="00557788">
      <w:r>
        <w:t>165.3050</w:t>
      </w:r>
      <w:r>
        <w:tab/>
        <w:t>1.266e-2</w:t>
      </w:r>
    </w:p>
    <w:p w:rsidR="00557788" w:rsidRDefault="00557788" w:rsidP="00557788">
      <w:r>
        <w:t>165.3099</w:t>
      </w:r>
      <w:r>
        <w:tab/>
        <w:t>3.038e0</w:t>
      </w:r>
    </w:p>
    <w:p w:rsidR="00557788" w:rsidRDefault="00557788" w:rsidP="00557788">
      <w:r>
        <w:t>165.3297</w:t>
      </w:r>
      <w:r>
        <w:tab/>
        <w:t>6.870e-1</w:t>
      </w:r>
    </w:p>
    <w:p w:rsidR="00557788" w:rsidRDefault="00557788" w:rsidP="00557788">
      <w:r>
        <w:t>165.3472</w:t>
      </w:r>
      <w:r>
        <w:tab/>
        <w:t>2.025e0</w:t>
      </w:r>
    </w:p>
    <w:p w:rsidR="00557788" w:rsidRDefault="00557788" w:rsidP="00557788">
      <w:r>
        <w:t>165.3490</w:t>
      </w:r>
      <w:r>
        <w:tab/>
        <w:t>1.025e0</w:t>
      </w:r>
    </w:p>
    <w:p w:rsidR="00557788" w:rsidRDefault="00557788" w:rsidP="00557788">
      <w:r>
        <w:t>165.3628</w:t>
      </w:r>
      <w:r>
        <w:tab/>
        <w:t>3.038e0</w:t>
      </w:r>
    </w:p>
    <w:p w:rsidR="00557788" w:rsidRDefault="00557788" w:rsidP="00557788">
      <w:r>
        <w:lastRenderedPageBreak/>
        <w:t>165.3663</w:t>
      </w:r>
      <w:r>
        <w:tab/>
        <w:t>1.025e0</w:t>
      </w:r>
    </w:p>
    <w:p w:rsidR="00557788" w:rsidRDefault="00557788" w:rsidP="00557788">
      <w:r>
        <w:t>165.3680</w:t>
      </w:r>
      <w:r>
        <w:tab/>
        <w:t>2.025e0</w:t>
      </w:r>
    </w:p>
    <w:p w:rsidR="00557788" w:rsidRDefault="00557788" w:rsidP="00557788">
      <w:r>
        <w:t>165.3934</w:t>
      </w:r>
      <w:r>
        <w:tab/>
        <w:t>1.013e0</w:t>
      </w:r>
    </w:p>
    <w:p w:rsidR="00557788" w:rsidRDefault="00557788" w:rsidP="00557788">
      <w:r>
        <w:t>165.4050</w:t>
      </w:r>
      <w:r>
        <w:tab/>
        <w:t>2.025e0</w:t>
      </w:r>
    </w:p>
    <w:p w:rsidR="00557788" w:rsidRDefault="00557788" w:rsidP="00557788">
      <w:r>
        <w:t>165.4154</w:t>
      </w:r>
      <w:r>
        <w:tab/>
        <w:t>2.025e0</w:t>
      </w:r>
    </w:p>
    <w:p w:rsidR="00557788" w:rsidRDefault="00557788" w:rsidP="00557788">
      <w:r>
        <w:t>165.4241</w:t>
      </w:r>
      <w:r>
        <w:tab/>
        <w:t>1.013e0</w:t>
      </w:r>
    </w:p>
    <w:p w:rsidR="00557788" w:rsidRDefault="00557788" w:rsidP="00557788">
      <w:r>
        <w:t>165.4276</w:t>
      </w:r>
      <w:r>
        <w:tab/>
        <w:t>2.532e-2</w:t>
      </w:r>
    </w:p>
    <w:p w:rsidR="00557788" w:rsidRDefault="00557788" w:rsidP="00557788">
      <w:r>
        <w:t>165.4427</w:t>
      </w:r>
      <w:r>
        <w:tab/>
        <w:t>5.063e0</w:t>
      </w:r>
    </w:p>
    <w:p w:rsidR="00557788" w:rsidRDefault="00557788" w:rsidP="00557788">
      <w:r>
        <w:t>165.4442</w:t>
      </w:r>
      <w:r>
        <w:tab/>
        <w:t>2.267e0</w:t>
      </w:r>
    </w:p>
    <w:p w:rsidR="00557788" w:rsidRDefault="00557788" w:rsidP="00557788">
      <w:r>
        <w:t>165.4483</w:t>
      </w:r>
      <w:r>
        <w:tab/>
        <w:t>1.266e-2</w:t>
      </w:r>
    </w:p>
    <w:p w:rsidR="00557788" w:rsidRDefault="00557788" w:rsidP="00557788">
      <w:r>
        <w:t>165.4519</w:t>
      </w:r>
      <w:r>
        <w:tab/>
        <w:t>2.025e0</w:t>
      </w:r>
    </w:p>
    <w:p w:rsidR="00557788" w:rsidRDefault="00557788" w:rsidP="00557788">
      <w:r>
        <w:t>165.4622</w:t>
      </w:r>
      <w:r>
        <w:tab/>
        <w:t>1.013e0</w:t>
      </w:r>
    </w:p>
    <w:p w:rsidR="00557788" w:rsidRDefault="00557788" w:rsidP="00557788">
      <w:r>
        <w:t>165.4655</w:t>
      </w:r>
      <w:r>
        <w:tab/>
        <w:t>1.025e0</w:t>
      </w:r>
    </w:p>
    <w:p w:rsidR="00557788" w:rsidRDefault="00557788" w:rsidP="00557788">
      <w:r>
        <w:t>165.4689</w:t>
      </w:r>
      <w:r>
        <w:tab/>
        <w:t>3.038e0</w:t>
      </w:r>
    </w:p>
    <w:p w:rsidR="00557788" w:rsidRDefault="00557788" w:rsidP="00557788">
      <w:r>
        <w:t>165.4819</w:t>
      </w:r>
      <w:r>
        <w:tab/>
        <w:t>1.013e0</w:t>
      </w:r>
    </w:p>
    <w:p w:rsidR="00557788" w:rsidRDefault="00557788" w:rsidP="00557788">
      <w:r>
        <w:t>165.4853</w:t>
      </w:r>
      <w:r>
        <w:tab/>
        <w:t>1.266e-2</w:t>
      </w:r>
    </w:p>
    <w:p w:rsidR="00557788" w:rsidRDefault="00557788" w:rsidP="00557788">
      <w:r>
        <w:t>165.4871</w:t>
      </w:r>
      <w:r>
        <w:tab/>
        <w:t>2.025e0</w:t>
      </w:r>
    </w:p>
    <w:p w:rsidR="00557788" w:rsidRDefault="00557788" w:rsidP="00557788">
      <w:r>
        <w:t>165.4958</w:t>
      </w:r>
      <w:r>
        <w:tab/>
        <w:t>1.051e0</w:t>
      </w:r>
    </w:p>
    <w:p w:rsidR="00557788" w:rsidRDefault="00557788" w:rsidP="00557788">
      <w:r>
        <w:t>165.4992</w:t>
      </w:r>
      <w:r>
        <w:tab/>
        <w:t>2.038e0</w:t>
      </w:r>
    </w:p>
    <w:p w:rsidR="00557788" w:rsidRDefault="00557788" w:rsidP="00557788">
      <w:r>
        <w:lastRenderedPageBreak/>
        <w:t>165.5135</w:t>
      </w:r>
      <w:r>
        <w:tab/>
        <w:t>4.078e-1</w:t>
      </w:r>
    </w:p>
    <w:p w:rsidR="00557788" w:rsidRDefault="00557788" w:rsidP="00557788">
      <w:r>
        <w:t>165.5304</w:t>
      </w:r>
      <w:r>
        <w:tab/>
        <w:t>1.013e0</w:t>
      </w:r>
    </w:p>
    <w:p w:rsidR="00557788" w:rsidRDefault="00557788" w:rsidP="00557788">
      <w:r>
        <w:t>165.5425</w:t>
      </w:r>
      <w:r>
        <w:tab/>
        <w:t>2.025e0</w:t>
      </w:r>
    </w:p>
    <w:p w:rsidR="00557788" w:rsidRDefault="00557788" w:rsidP="00557788">
      <w:r>
        <w:t>165.5460</w:t>
      </w:r>
      <w:r>
        <w:tab/>
        <w:t>2.051e0</w:t>
      </w:r>
    </w:p>
    <w:p w:rsidR="00557788" w:rsidRDefault="00557788" w:rsidP="00557788">
      <w:r>
        <w:t>165.5531</w:t>
      </w:r>
      <w:r>
        <w:tab/>
        <w:t>3.038e0</w:t>
      </w:r>
    </w:p>
    <w:p w:rsidR="00557788" w:rsidRDefault="00557788" w:rsidP="00557788">
      <w:r>
        <w:t>165.5604</w:t>
      </w:r>
      <w:r>
        <w:tab/>
        <w:t>2.532e-2</w:t>
      </w:r>
    </w:p>
    <w:p w:rsidR="00557788" w:rsidRDefault="00557788" w:rsidP="00557788">
      <w:r>
        <w:t>165.5709</w:t>
      </w:r>
      <w:r>
        <w:tab/>
        <w:t>1.013e0</w:t>
      </w:r>
    </w:p>
    <w:p w:rsidR="00557788" w:rsidRDefault="00557788" w:rsidP="00557788">
      <w:r>
        <w:t>165.5779</w:t>
      </w:r>
      <w:r>
        <w:tab/>
        <w:t>1.266e-2</w:t>
      </w:r>
    </w:p>
    <w:p w:rsidR="00557788" w:rsidRDefault="00557788" w:rsidP="00557788">
      <w:r>
        <w:t>165.5796</w:t>
      </w:r>
      <w:r>
        <w:tab/>
        <w:t>2.025e0</w:t>
      </w:r>
    </w:p>
    <w:p w:rsidR="00557788" w:rsidRDefault="00557788" w:rsidP="00557788">
      <w:r>
        <w:t>165.5813</w:t>
      </w:r>
      <w:r>
        <w:tab/>
        <w:t>1.013e0</w:t>
      </w:r>
    </w:p>
    <w:p w:rsidR="00557788" w:rsidRDefault="00557788" w:rsidP="00557788">
      <w:r>
        <w:t>165.6004</w:t>
      </w:r>
      <w:r>
        <w:tab/>
        <w:t>2.532e-2</w:t>
      </w:r>
    </w:p>
    <w:p w:rsidR="00557788" w:rsidRDefault="00557788" w:rsidP="00557788">
      <w:r>
        <w:t>165.6021</w:t>
      </w:r>
      <w:r>
        <w:tab/>
        <w:t>1.013e0</w:t>
      </w:r>
    </w:p>
    <w:p w:rsidR="00557788" w:rsidRDefault="00557788" w:rsidP="00557788">
      <w:r>
        <w:t>165.6073</w:t>
      </w:r>
      <w:r>
        <w:tab/>
        <w:t>2.025e0</w:t>
      </w:r>
    </w:p>
    <w:p w:rsidR="00557788" w:rsidRDefault="00557788" w:rsidP="00557788">
      <w:r>
        <w:t>165.6177</w:t>
      </w:r>
      <w:r>
        <w:tab/>
        <w:t>2.025e0</w:t>
      </w:r>
    </w:p>
    <w:p w:rsidR="00557788" w:rsidRDefault="00557788" w:rsidP="00557788">
      <w:r>
        <w:t>165.6241</w:t>
      </w:r>
      <w:r>
        <w:tab/>
        <w:t>4.063e0</w:t>
      </w:r>
    </w:p>
    <w:p w:rsidR="00557788" w:rsidRDefault="00557788" w:rsidP="00557788">
      <w:r>
        <w:t>165.6312</w:t>
      </w:r>
      <w:r>
        <w:tab/>
        <w:t>2.025e0</w:t>
      </w:r>
    </w:p>
    <w:p w:rsidR="00557788" w:rsidRDefault="00557788" w:rsidP="00557788">
      <w:r>
        <w:t>165.6393</w:t>
      </w:r>
      <w:r>
        <w:tab/>
        <w:t>2.051e0</w:t>
      </w:r>
    </w:p>
    <w:p w:rsidR="00557788" w:rsidRDefault="00557788" w:rsidP="00557788">
      <w:r>
        <w:t>165.6438</w:t>
      </w:r>
      <w:r>
        <w:tab/>
        <w:t>1.038e0</w:t>
      </w:r>
    </w:p>
    <w:p w:rsidR="00557788" w:rsidRDefault="00557788" w:rsidP="00557788">
      <w:r>
        <w:t>165.6565</w:t>
      </w:r>
      <w:r>
        <w:tab/>
        <w:t>2.025e0</w:t>
      </w:r>
    </w:p>
    <w:p w:rsidR="00557788" w:rsidRDefault="00557788" w:rsidP="00557788">
      <w:r>
        <w:lastRenderedPageBreak/>
        <w:t>165.6600</w:t>
      </w:r>
      <w:r>
        <w:tab/>
        <w:t>1.013e0</w:t>
      </w:r>
    </w:p>
    <w:p w:rsidR="00557788" w:rsidRDefault="00557788" w:rsidP="00557788">
      <w:r>
        <w:t>165.6617</w:t>
      </w:r>
      <w:r>
        <w:tab/>
        <w:t>2.532e-2</w:t>
      </w:r>
    </w:p>
    <w:p w:rsidR="00557788" w:rsidRDefault="00557788" w:rsidP="00557788">
      <w:r>
        <w:t>165.6790</w:t>
      </w:r>
      <w:r>
        <w:tab/>
        <w:t>2.025e0</w:t>
      </w:r>
    </w:p>
    <w:p w:rsidR="00557788" w:rsidRDefault="00557788" w:rsidP="00557788">
      <w:r>
        <w:t>165.6819</w:t>
      </w:r>
      <w:r>
        <w:tab/>
        <w:t>3.038e0</w:t>
      </w:r>
    </w:p>
    <w:p w:rsidR="00557788" w:rsidRDefault="00557788" w:rsidP="00557788">
      <w:r>
        <w:t>165.6842</w:t>
      </w:r>
      <w:r>
        <w:tab/>
        <w:t>3.051e0</w:t>
      </w:r>
    </w:p>
    <w:p w:rsidR="00557788" w:rsidRDefault="00557788" w:rsidP="00557788">
      <w:r>
        <w:t>165.6947</w:t>
      </w:r>
      <w:r>
        <w:tab/>
        <w:t>1.266e-2</w:t>
      </w:r>
    </w:p>
    <w:p w:rsidR="00557788" w:rsidRDefault="00557788" w:rsidP="00557788">
      <w:r>
        <w:t>165.7001</w:t>
      </w:r>
      <w:r>
        <w:tab/>
        <w:t>3.038e0</w:t>
      </w:r>
    </w:p>
    <w:p w:rsidR="00557788" w:rsidRDefault="00557788" w:rsidP="00557788">
      <w:r>
        <w:t>165.7148</w:t>
      </w:r>
      <w:r>
        <w:tab/>
        <w:t>2.532e-2</w:t>
      </w:r>
    </w:p>
    <w:p w:rsidR="00557788" w:rsidRDefault="00557788" w:rsidP="00557788">
      <w:r>
        <w:t>165.7213</w:t>
      </w:r>
      <w:r>
        <w:tab/>
        <w:t>1.013e0</w:t>
      </w:r>
    </w:p>
    <w:p w:rsidR="00557788" w:rsidRDefault="00557788" w:rsidP="00557788">
      <w:r>
        <w:t>165.7386</w:t>
      </w:r>
      <w:r>
        <w:tab/>
        <w:t>1.013e0</w:t>
      </w:r>
    </w:p>
    <w:p w:rsidR="00557788" w:rsidRDefault="00557788" w:rsidP="00557788">
      <w:r>
        <w:t>165.7450</w:t>
      </w:r>
      <w:r>
        <w:tab/>
        <w:t>2.063e0</w:t>
      </w:r>
    </w:p>
    <w:p w:rsidR="00557788" w:rsidRDefault="00557788" w:rsidP="00557788">
      <w:r>
        <w:t>165.7473</w:t>
      </w:r>
      <w:r>
        <w:tab/>
        <w:t>2.025e0</w:t>
      </w:r>
    </w:p>
    <w:p w:rsidR="00557788" w:rsidRDefault="00557788" w:rsidP="00557788">
      <w:r>
        <w:t>165.7681</w:t>
      </w:r>
      <w:r>
        <w:tab/>
        <w:t>2.025e0</w:t>
      </w:r>
    </w:p>
    <w:p w:rsidR="00557788" w:rsidRDefault="00557788" w:rsidP="00557788">
      <w:r>
        <w:t>165.7699</w:t>
      </w:r>
      <w:r>
        <w:tab/>
        <w:t>1.025e0</w:t>
      </w:r>
    </w:p>
    <w:p w:rsidR="00557788" w:rsidRDefault="00557788" w:rsidP="00557788">
      <w:r>
        <w:t>165.7733</w:t>
      </w:r>
      <w:r>
        <w:tab/>
        <w:t>1.025e0</w:t>
      </w:r>
    </w:p>
    <w:p w:rsidR="00557788" w:rsidRDefault="00557788" w:rsidP="00557788">
      <w:r>
        <w:t>165.7803</w:t>
      </w:r>
      <w:r>
        <w:tab/>
        <w:t>1.013e0</w:t>
      </w:r>
    </w:p>
    <w:p w:rsidR="00557788" w:rsidRDefault="00557788" w:rsidP="00557788">
      <w:r>
        <w:t>165.7870</w:t>
      </w:r>
      <w:r>
        <w:tab/>
        <w:t>1.266e-2</w:t>
      </w:r>
    </w:p>
    <w:p w:rsidR="00557788" w:rsidRDefault="00557788" w:rsidP="00557788">
      <w:r>
        <w:t>165.7905</w:t>
      </w:r>
      <w:r>
        <w:tab/>
        <w:t>4.051e0</w:t>
      </w:r>
    </w:p>
    <w:p w:rsidR="00557788" w:rsidRDefault="00557788" w:rsidP="00557788">
      <w:r>
        <w:t>165.8013</w:t>
      </w:r>
      <w:r>
        <w:tab/>
        <w:t>2.025e0</w:t>
      </w:r>
    </w:p>
    <w:p w:rsidR="00557788" w:rsidRDefault="00557788" w:rsidP="00557788">
      <w:r>
        <w:lastRenderedPageBreak/>
        <w:t>165.8084</w:t>
      </w:r>
      <w:r>
        <w:tab/>
        <w:t>2.025e0</w:t>
      </w:r>
    </w:p>
    <w:p w:rsidR="00557788" w:rsidRDefault="00557788" w:rsidP="00557788">
      <w:r>
        <w:t>165.8381</w:t>
      </w:r>
      <w:r>
        <w:tab/>
        <w:t>2.025e0</w:t>
      </w:r>
    </w:p>
    <w:p w:rsidR="00557788" w:rsidRDefault="00557788" w:rsidP="00557788">
      <w:r>
        <w:t>165.8428</w:t>
      </w:r>
      <w:r>
        <w:tab/>
        <w:t>5.063e0</w:t>
      </w:r>
    </w:p>
    <w:p w:rsidR="00557788" w:rsidRDefault="00557788" w:rsidP="00557788">
      <w:r>
        <w:t>165.8450</w:t>
      </w:r>
      <w:r>
        <w:tab/>
        <w:t>1.025e0</w:t>
      </w:r>
    </w:p>
    <w:p w:rsidR="00557788" w:rsidRDefault="00557788" w:rsidP="00557788">
      <w:r>
        <w:t>165.8538</w:t>
      </w:r>
      <w:r>
        <w:tab/>
        <w:t>2.025e0</w:t>
      </w:r>
    </w:p>
    <w:p w:rsidR="00557788" w:rsidRDefault="00557788" w:rsidP="00557788">
      <w:r>
        <w:t>165.8590</w:t>
      </w:r>
      <w:r>
        <w:tab/>
        <w:t>1.266e-2</w:t>
      </w:r>
    </w:p>
    <w:p w:rsidR="00557788" w:rsidRDefault="00557788" w:rsidP="00557788">
      <w:r>
        <w:t>165.8724</w:t>
      </w:r>
      <w:r>
        <w:tab/>
        <w:t>4.063e0</w:t>
      </w:r>
    </w:p>
    <w:p w:rsidR="00557788" w:rsidRDefault="00557788" w:rsidP="00557788">
      <w:r>
        <w:t>165.8790</w:t>
      </w:r>
      <w:r>
        <w:tab/>
        <w:t>1.266e-2</w:t>
      </w:r>
    </w:p>
    <w:p w:rsidR="00557788" w:rsidRDefault="00557788" w:rsidP="00557788">
      <w:r>
        <w:t>165.8871</w:t>
      </w:r>
      <w:r>
        <w:tab/>
        <w:t>5.093e0</w:t>
      </w:r>
    </w:p>
    <w:p w:rsidR="00557788" w:rsidRDefault="00557788" w:rsidP="00557788">
      <w:r>
        <w:t>165.8960</w:t>
      </w:r>
      <w:r>
        <w:tab/>
        <w:t>2.532e-2</w:t>
      </w:r>
    </w:p>
    <w:p w:rsidR="00557788" w:rsidRDefault="00557788" w:rsidP="00557788">
      <w:r>
        <w:t>165.9306</w:t>
      </w:r>
      <w:r>
        <w:tab/>
        <w:t>1.013e0</w:t>
      </w:r>
    </w:p>
    <w:p w:rsidR="00557788" w:rsidRDefault="00557788" w:rsidP="00557788">
      <w:r>
        <w:t>165.9341</w:t>
      </w:r>
      <w:r>
        <w:tab/>
        <w:t>1.025e0</w:t>
      </w:r>
    </w:p>
    <w:p w:rsidR="00557788" w:rsidRDefault="00557788" w:rsidP="00557788">
      <w:r>
        <w:t>165.9354</w:t>
      </w:r>
      <w:r>
        <w:tab/>
        <w:t>3.038e0</w:t>
      </w:r>
    </w:p>
    <w:p w:rsidR="00557788" w:rsidRDefault="00557788" w:rsidP="00557788">
      <w:r>
        <w:t>165.9430</w:t>
      </w:r>
      <w:r>
        <w:tab/>
        <w:t>2.532e-2</w:t>
      </w:r>
    </w:p>
    <w:p w:rsidR="00557788" w:rsidRDefault="00557788" w:rsidP="00557788">
      <w:r>
        <w:t>165.9578</w:t>
      </w:r>
      <w:r>
        <w:tab/>
        <w:t>1.266e-2</w:t>
      </w:r>
    </w:p>
    <w:p w:rsidR="00557788" w:rsidRDefault="00557788" w:rsidP="00557788">
      <w:r>
        <w:t>165.9611</w:t>
      </w:r>
      <w:r>
        <w:tab/>
        <w:t>1.025e0</w:t>
      </w:r>
    </w:p>
    <w:p w:rsidR="00557788" w:rsidRDefault="00557788" w:rsidP="00557788">
      <w:r>
        <w:t>165.9711</w:t>
      </w:r>
      <w:r>
        <w:tab/>
        <w:t>1.266e-2</w:t>
      </w:r>
    </w:p>
    <w:p w:rsidR="00557788" w:rsidRDefault="00557788" w:rsidP="00557788">
      <w:r>
        <w:t>165.9989</w:t>
      </w:r>
      <w:r>
        <w:tab/>
        <w:t>2.532e-2</w:t>
      </w:r>
    </w:p>
    <w:p w:rsidR="00557788" w:rsidRDefault="00557788" w:rsidP="00557788">
      <w:r>
        <w:t>166.0093</w:t>
      </w:r>
      <w:r>
        <w:tab/>
        <w:t>1.025e0</w:t>
      </w:r>
    </w:p>
    <w:p w:rsidR="00557788" w:rsidRDefault="00557788" w:rsidP="00557788">
      <w:r>
        <w:lastRenderedPageBreak/>
        <w:t>166.0116</w:t>
      </w:r>
      <w:r>
        <w:tab/>
        <w:t>4.051e0</w:t>
      </w:r>
    </w:p>
    <w:p w:rsidR="00557788" w:rsidRDefault="00557788" w:rsidP="00557788">
      <w:r>
        <w:t>166.0208</w:t>
      </w:r>
      <w:r>
        <w:tab/>
        <w:t>3.121e0</w:t>
      </w:r>
    </w:p>
    <w:p w:rsidR="00557788" w:rsidRDefault="00557788" w:rsidP="00557788">
      <w:r>
        <w:t>166.0288</w:t>
      </w:r>
      <w:r>
        <w:tab/>
        <w:t>2.532e-2</w:t>
      </w:r>
    </w:p>
    <w:p w:rsidR="00557788" w:rsidRDefault="00557788" w:rsidP="00557788">
      <w:r>
        <w:t>166.0301</w:t>
      </w:r>
      <w:r>
        <w:tab/>
        <w:t>3.040e0</w:t>
      </w:r>
    </w:p>
    <w:p w:rsidR="00557788" w:rsidRDefault="00557788" w:rsidP="00557788">
      <w:r>
        <w:t>166.0334</w:t>
      </w:r>
      <w:r>
        <w:tab/>
        <w:t>1.266e-2</w:t>
      </w:r>
    </w:p>
    <w:p w:rsidR="00557788" w:rsidRDefault="00557788" w:rsidP="00557788">
      <w:r>
        <w:t>166.0383</w:t>
      </w:r>
      <w:r>
        <w:tab/>
        <w:t>2.025e0</w:t>
      </w:r>
    </w:p>
    <w:p w:rsidR="00557788" w:rsidRDefault="00557788" w:rsidP="00557788">
      <w:r>
        <w:t>166.0432</w:t>
      </w:r>
      <w:r>
        <w:tab/>
        <w:t>1.266e-2</w:t>
      </w:r>
    </w:p>
    <w:p w:rsidR="00557788" w:rsidRDefault="00557788" w:rsidP="00557788">
      <w:r>
        <w:t>166.0473</w:t>
      </w:r>
      <w:r>
        <w:tab/>
        <w:t>1.038e0</w:t>
      </w:r>
    </w:p>
    <w:p w:rsidR="00557788" w:rsidRDefault="00557788" w:rsidP="00557788">
      <w:r>
        <w:t>166.0505</w:t>
      </w:r>
      <w:r>
        <w:tab/>
        <w:t>7.114e0</w:t>
      </w:r>
    </w:p>
    <w:p w:rsidR="00557788" w:rsidRDefault="00557788" w:rsidP="00557788">
      <w:r>
        <w:t>166.0693</w:t>
      </w:r>
      <w:r>
        <w:tab/>
        <w:t>1.519e0</w:t>
      </w:r>
    </w:p>
    <w:p w:rsidR="00557788" w:rsidRDefault="00557788" w:rsidP="00557788">
      <w:r>
        <w:t>166.0817</w:t>
      </w:r>
      <w:r>
        <w:tab/>
        <w:t>5.750e0</w:t>
      </w:r>
    </w:p>
    <w:p w:rsidR="00557788" w:rsidRDefault="00557788" w:rsidP="00557788">
      <w:r>
        <w:t>166.0897</w:t>
      </w:r>
      <w:r>
        <w:tab/>
        <w:t>3.105e0</w:t>
      </w:r>
    </w:p>
    <w:p w:rsidR="00557788" w:rsidRDefault="00557788" w:rsidP="00557788">
      <w:r>
        <w:t>166.0956</w:t>
      </w:r>
      <w:r>
        <w:tab/>
        <w:t>3.233e0</w:t>
      </w:r>
    </w:p>
    <w:p w:rsidR="00557788" w:rsidRDefault="00557788" w:rsidP="00557788">
      <w:r>
        <w:t>166.1032</w:t>
      </w:r>
      <w:r>
        <w:tab/>
        <w:t>9.120e0</w:t>
      </w:r>
    </w:p>
    <w:p w:rsidR="00557788" w:rsidRDefault="00557788" w:rsidP="00557788">
      <w:r>
        <w:t>166.1250</w:t>
      </w:r>
      <w:r>
        <w:tab/>
        <w:t>3.072e0</w:t>
      </w:r>
    </w:p>
    <w:p w:rsidR="00557788" w:rsidRDefault="00557788" w:rsidP="00557788">
      <w:r>
        <w:t>166.1292</w:t>
      </w:r>
      <w:r>
        <w:tab/>
        <w:t>3.511e0</w:t>
      </w:r>
    </w:p>
    <w:p w:rsidR="00557788" w:rsidRDefault="00557788" w:rsidP="00557788">
      <w:r>
        <w:t>166.1347</w:t>
      </w:r>
      <w:r>
        <w:tab/>
        <w:t>2.080e0</w:t>
      </w:r>
    </w:p>
    <w:p w:rsidR="00557788" w:rsidRDefault="00557788" w:rsidP="00557788">
      <w:r>
        <w:t>166.1633</w:t>
      </w:r>
      <w:r>
        <w:tab/>
        <w:t>1.483e0</w:t>
      </w:r>
    </w:p>
    <w:p w:rsidR="00557788" w:rsidRDefault="00557788" w:rsidP="00557788">
      <w:r>
        <w:t>166.1662</w:t>
      </w:r>
      <w:r>
        <w:tab/>
        <w:t>1.661e0</w:t>
      </w:r>
    </w:p>
    <w:p w:rsidR="00557788" w:rsidRDefault="00557788" w:rsidP="00557788">
      <w:r>
        <w:lastRenderedPageBreak/>
        <w:t>166.1749</w:t>
      </w:r>
      <w:r>
        <w:tab/>
        <w:t>3.742e0</w:t>
      </w:r>
    </w:p>
    <w:p w:rsidR="00557788" w:rsidRDefault="00557788" w:rsidP="00557788">
      <w:r>
        <w:t>166.1764</w:t>
      </w:r>
      <w:r>
        <w:tab/>
        <w:t>2.449e-1</w:t>
      </w:r>
    </w:p>
    <w:p w:rsidR="00557788" w:rsidRDefault="00557788" w:rsidP="00557788">
      <w:r>
        <w:t>166.1799</w:t>
      </w:r>
      <w:r>
        <w:tab/>
        <w:t>1.872e0</w:t>
      </w:r>
    </w:p>
    <w:p w:rsidR="00557788" w:rsidRDefault="00557788" w:rsidP="00557788">
      <w:r>
        <w:t>166.1859</w:t>
      </w:r>
      <w:r>
        <w:tab/>
        <w:t>2.532e-2</w:t>
      </w:r>
    </w:p>
    <w:p w:rsidR="00557788" w:rsidRDefault="00557788" w:rsidP="00557788">
      <w:r>
        <w:t>166.1877</w:t>
      </w:r>
      <w:r>
        <w:tab/>
        <w:t>1.266e-2</w:t>
      </w:r>
    </w:p>
    <w:p w:rsidR="00557788" w:rsidRDefault="00557788" w:rsidP="00557788">
      <w:r>
        <w:t>166.2011</w:t>
      </w:r>
      <w:r>
        <w:tab/>
        <w:t>1.266e-2</w:t>
      </w:r>
    </w:p>
    <w:p w:rsidR="00557788" w:rsidRDefault="00557788" w:rsidP="00557788">
      <w:r>
        <w:t>166.2144</w:t>
      </w:r>
      <w:r>
        <w:tab/>
        <w:t>3.038e0</w:t>
      </w:r>
    </w:p>
    <w:p w:rsidR="00557788" w:rsidRDefault="00557788" w:rsidP="00557788">
      <w:r>
        <w:t>166.2282</w:t>
      </w:r>
      <w:r>
        <w:tab/>
        <w:t>2.025e0</w:t>
      </w:r>
    </w:p>
    <w:p w:rsidR="00557788" w:rsidRDefault="00557788" w:rsidP="00557788">
      <w:r>
        <w:t>166.2296</w:t>
      </w:r>
      <w:r>
        <w:tab/>
        <w:t>7.595e-2</w:t>
      </w:r>
    </w:p>
    <w:p w:rsidR="00557788" w:rsidRDefault="00557788" w:rsidP="00557788">
      <w:r>
        <w:t>166.2490</w:t>
      </w:r>
      <w:r>
        <w:tab/>
        <w:t>1.038e0</w:t>
      </w:r>
    </w:p>
    <w:p w:rsidR="00557788" w:rsidRDefault="00557788" w:rsidP="00557788">
      <w:r>
        <w:t>166.2525</w:t>
      </w:r>
      <w:r>
        <w:tab/>
        <w:t>2.025e0</w:t>
      </w:r>
    </w:p>
    <w:p w:rsidR="00557788" w:rsidRDefault="00557788" w:rsidP="00557788">
      <w:r>
        <w:t>166.2699</w:t>
      </w:r>
      <w:r>
        <w:tab/>
        <w:t>4.051e0</w:t>
      </w:r>
    </w:p>
    <w:p w:rsidR="00557788" w:rsidRDefault="00557788" w:rsidP="00557788">
      <w:r>
        <w:t>166.2735</w:t>
      </w:r>
      <w:r>
        <w:tab/>
        <w:t>4.089e0</w:t>
      </w:r>
    </w:p>
    <w:p w:rsidR="00557788" w:rsidRDefault="00557788" w:rsidP="00557788">
      <w:r>
        <w:t>166.2768</w:t>
      </w:r>
      <w:r>
        <w:tab/>
        <w:t>1.013e0</w:t>
      </w:r>
    </w:p>
    <w:p w:rsidR="00557788" w:rsidRDefault="00557788" w:rsidP="00557788">
      <w:r>
        <w:t>166.2931</w:t>
      </w:r>
      <w:r>
        <w:tab/>
        <w:t>1.025e0</w:t>
      </w:r>
    </w:p>
    <w:p w:rsidR="00557788" w:rsidRDefault="00557788" w:rsidP="00557788">
      <w:r>
        <w:t>166.2997</w:t>
      </w:r>
      <w:r>
        <w:tab/>
        <w:t>2.038e0</w:t>
      </w:r>
    </w:p>
    <w:p w:rsidR="00557788" w:rsidRDefault="00557788" w:rsidP="00557788">
      <w:r>
        <w:t>166.3034</w:t>
      </w:r>
      <w:r>
        <w:tab/>
        <w:t>1.013e0</w:t>
      </w:r>
    </w:p>
    <w:p w:rsidR="00557788" w:rsidRDefault="00557788" w:rsidP="00557788">
      <w:r>
        <w:t>166.3060</w:t>
      </w:r>
      <w:r>
        <w:tab/>
        <w:t>1.038e0</w:t>
      </w:r>
    </w:p>
    <w:p w:rsidR="00557788" w:rsidRDefault="00557788" w:rsidP="00557788">
      <w:r>
        <w:t>166.3104</w:t>
      </w:r>
      <w:r>
        <w:tab/>
        <w:t>1.266e-2</w:t>
      </w:r>
    </w:p>
    <w:p w:rsidR="00557788" w:rsidRDefault="00557788" w:rsidP="00557788">
      <w:r>
        <w:lastRenderedPageBreak/>
        <w:t>166.3139</w:t>
      </w:r>
      <w:r>
        <w:tab/>
        <w:t>1.038e0</w:t>
      </w:r>
    </w:p>
    <w:p w:rsidR="00557788" w:rsidRDefault="00557788" w:rsidP="00557788">
      <w:r>
        <w:t>166.3400</w:t>
      </w:r>
      <w:r>
        <w:tab/>
        <w:t>2.025e0</w:t>
      </w:r>
    </w:p>
    <w:p w:rsidR="00557788" w:rsidRDefault="00557788" w:rsidP="00557788">
      <w:r>
        <w:t>166.3417</w:t>
      </w:r>
      <w:r>
        <w:tab/>
        <w:t>1.013e0</w:t>
      </w:r>
    </w:p>
    <w:p w:rsidR="00557788" w:rsidRDefault="00557788" w:rsidP="00557788">
      <w:r>
        <w:t>166.3587</w:t>
      </w:r>
      <w:r>
        <w:tab/>
        <w:t>4.063e0</w:t>
      </w:r>
    </w:p>
    <w:p w:rsidR="00557788" w:rsidRDefault="00557788" w:rsidP="00557788">
      <w:r>
        <w:t>166.3612</w:t>
      </w:r>
      <w:r>
        <w:tab/>
        <w:t>2.025e0</w:t>
      </w:r>
    </w:p>
    <w:p w:rsidR="00557788" w:rsidRDefault="00557788" w:rsidP="00557788">
      <w:r>
        <w:t>166.3657</w:t>
      </w:r>
      <w:r>
        <w:tab/>
        <w:t>1.013e0</w:t>
      </w:r>
    </w:p>
    <w:p w:rsidR="00557788" w:rsidRDefault="00557788" w:rsidP="00557788">
      <w:r>
        <w:t>166.3822</w:t>
      </w:r>
      <w:r>
        <w:tab/>
        <w:t>2.532e-2</w:t>
      </w:r>
    </w:p>
    <w:p w:rsidR="00557788" w:rsidRDefault="00557788" w:rsidP="00557788">
      <w:r>
        <w:t>166.3857</w:t>
      </w:r>
      <w:r>
        <w:tab/>
        <w:t>1.013e0</w:t>
      </w:r>
    </w:p>
    <w:p w:rsidR="00557788" w:rsidRDefault="00557788" w:rsidP="00557788">
      <w:r>
        <w:t>166.3927</w:t>
      </w:r>
      <w:r>
        <w:tab/>
        <w:t>1.013e0</w:t>
      </w:r>
    </w:p>
    <w:p w:rsidR="00557788" w:rsidRDefault="00557788" w:rsidP="00557788">
      <w:r>
        <w:t>166.3979</w:t>
      </w:r>
      <w:r>
        <w:tab/>
        <w:t>2.025e0</w:t>
      </w:r>
    </w:p>
    <w:p w:rsidR="00557788" w:rsidRDefault="00557788" w:rsidP="00557788">
      <w:r>
        <w:t>166.4075</w:t>
      </w:r>
      <w:r>
        <w:tab/>
        <w:t>3.038e0</w:t>
      </w:r>
    </w:p>
    <w:p w:rsidR="00557788" w:rsidRDefault="00557788" w:rsidP="00557788">
      <w:r>
        <w:t>166.4101</w:t>
      </w:r>
      <w:r>
        <w:tab/>
        <w:t>1.013e0</w:t>
      </w:r>
    </w:p>
    <w:p w:rsidR="00557788" w:rsidRDefault="00557788" w:rsidP="00557788">
      <w:r>
        <w:t>166.4135</w:t>
      </w:r>
      <w:r>
        <w:tab/>
        <w:t>1.266e-2</w:t>
      </w:r>
    </w:p>
    <w:p w:rsidR="00557788" w:rsidRDefault="00557788" w:rsidP="00557788">
      <w:r>
        <w:t>166.4153</w:t>
      </w:r>
      <w:r>
        <w:tab/>
        <w:t>2.025e0</w:t>
      </w:r>
    </w:p>
    <w:p w:rsidR="00557788" w:rsidRDefault="00557788" w:rsidP="00557788">
      <w:r>
        <w:t>166.4177</w:t>
      </w:r>
      <w:r>
        <w:tab/>
        <w:t>7.089e0</w:t>
      </w:r>
    </w:p>
    <w:p w:rsidR="00557788" w:rsidRDefault="00557788" w:rsidP="00557788">
      <w:r>
        <w:t>166.4240</w:t>
      </w:r>
      <w:r>
        <w:tab/>
        <w:t>2.025e0</w:t>
      </w:r>
    </w:p>
    <w:p w:rsidR="00557788" w:rsidRDefault="00557788" w:rsidP="00557788">
      <w:r>
        <w:t>166.4344</w:t>
      </w:r>
      <w:r>
        <w:tab/>
        <w:t>2.038e0</w:t>
      </w:r>
    </w:p>
    <w:p w:rsidR="00557788" w:rsidRDefault="00557788" w:rsidP="00557788">
      <w:r>
        <w:t>166.4463</w:t>
      </w:r>
      <w:r>
        <w:tab/>
        <w:t>2.025e0</w:t>
      </w:r>
    </w:p>
    <w:p w:rsidR="00557788" w:rsidRDefault="00557788" w:rsidP="00557788">
      <w:r>
        <w:t>166.4545</w:t>
      </w:r>
      <w:r>
        <w:tab/>
        <w:t>1.025e0</w:t>
      </w:r>
    </w:p>
    <w:p w:rsidR="00557788" w:rsidRDefault="00557788" w:rsidP="00557788">
      <w:r>
        <w:lastRenderedPageBreak/>
        <w:t>166.4579</w:t>
      </w:r>
      <w:r>
        <w:tab/>
        <w:t>1.013e0</w:t>
      </w:r>
    </w:p>
    <w:p w:rsidR="00557788" w:rsidRDefault="00557788" w:rsidP="00557788">
      <w:r>
        <w:t>166.4592</w:t>
      </w:r>
      <w:r>
        <w:tab/>
        <w:t>2.025e0</w:t>
      </w:r>
    </w:p>
    <w:p w:rsidR="00557788" w:rsidRDefault="00557788" w:rsidP="00557788">
      <w:r>
        <w:t>166.4644</w:t>
      </w:r>
      <w:r>
        <w:tab/>
        <w:t>1.025e0</w:t>
      </w:r>
    </w:p>
    <w:p w:rsidR="00557788" w:rsidRDefault="00557788" w:rsidP="00557788">
      <w:r>
        <w:t>166.4714</w:t>
      </w:r>
      <w:r>
        <w:tab/>
        <w:t>1.013e0</w:t>
      </w:r>
    </w:p>
    <w:p w:rsidR="00557788" w:rsidRDefault="00557788" w:rsidP="00557788">
      <w:r>
        <w:t>166.4819</w:t>
      </w:r>
      <w:r>
        <w:tab/>
        <w:t>1.025e0</w:t>
      </w:r>
    </w:p>
    <w:p w:rsidR="00557788" w:rsidRDefault="00557788" w:rsidP="00557788">
      <w:r>
        <w:t>166.4854</w:t>
      </w:r>
      <w:r>
        <w:tab/>
        <w:t>2.532e-2</w:t>
      </w:r>
    </w:p>
    <w:p w:rsidR="00557788" w:rsidRDefault="00557788" w:rsidP="00557788">
      <w:r>
        <w:t>166.4877</w:t>
      </w:r>
      <w:r>
        <w:tab/>
        <w:t>3.038e0</w:t>
      </w:r>
    </w:p>
    <w:p w:rsidR="00557788" w:rsidRDefault="00557788" w:rsidP="00557788">
      <w:r>
        <w:t>166.5062</w:t>
      </w:r>
      <w:r>
        <w:tab/>
        <w:t>1.013e0</w:t>
      </w:r>
    </w:p>
    <w:p w:rsidR="00557788" w:rsidRDefault="00557788" w:rsidP="00557788">
      <w:r>
        <w:t>166.5132</w:t>
      </w:r>
      <w:r>
        <w:tab/>
        <w:t>1.266e-2</w:t>
      </w:r>
    </w:p>
    <w:p w:rsidR="00557788" w:rsidRDefault="00557788" w:rsidP="00557788">
      <w:r>
        <w:t>166.5202</w:t>
      </w:r>
      <w:r>
        <w:tab/>
        <w:t>1.266e-2</w:t>
      </w:r>
    </w:p>
    <w:p w:rsidR="00557788" w:rsidRDefault="00557788" w:rsidP="00557788">
      <w:r>
        <w:t>166.5328</w:t>
      </w:r>
      <w:r>
        <w:tab/>
        <w:t>4.051e0</w:t>
      </w:r>
    </w:p>
    <w:p w:rsidR="00557788" w:rsidRDefault="00557788" w:rsidP="00557788">
      <w:r>
        <w:t>166.5338</w:t>
      </w:r>
      <w:r>
        <w:tab/>
        <w:t>2.025e0</w:t>
      </w:r>
    </w:p>
    <w:p w:rsidR="00557788" w:rsidRDefault="00557788" w:rsidP="00557788">
      <w:r>
        <w:t>166.5537</w:t>
      </w:r>
      <w:r>
        <w:tab/>
        <w:t>1.013e0</w:t>
      </w:r>
    </w:p>
    <w:p w:rsidR="00557788" w:rsidRDefault="00557788" w:rsidP="00557788">
      <w:r>
        <w:t>166.5630</w:t>
      </w:r>
      <w:r>
        <w:tab/>
        <w:t>4.051e0</w:t>
      </w:r>
    </w:p>
    <w:p w:rsidR="00557788" w:rsidRDefault="00557788" w:rsidP="00557788">
      <w:r>
        <w:t>166.5642</w:t>
      </w:r>
      <w:r>
        <w:tab/>
        <w:t>1.266e-2</w:t>
      </w:r>
    </w:p>
    <w:p w:rsidR="00557788" w:rsidRDefault="00557788" w:rsidP="00557788">
      <w:r>
        <w:t>166.5712</w:t>
      </w:r>
      <w:r>
        <w:tab/>
        <w:t>1.013e0</w:t>
      </w:r>
    </w:p>
    <w:p w:rsidR="00557788" w:rsidRDefault="00557788" w:rsidP="00557788">
      <w:r>
        <w:t>166.5798</w:t>
      </w:r>
      <w:r>
        <w:tab/>
        <w:t>2.532e-2</w:t>
      </w:r>
    </w:p>
    <w:p w:rsidR="00557788" w:rsidRDefault="00557788" w:rsidP="00557788">
      <w:r>
        <w:t>166.5815</w:t>
      </w:r>
      <w:r>
        <w:tab/>
        <w:t>1.025e0</w:t>
      </w:r>
    </w:p>
    <w:p w:rsidR="00557788" w:rsidRDefault="00557788" w:rsidP="00557788">
      <w:r>
        <w:t>166.5954</w:t>
      </w:r>
      <w:r>
        <w:tab/>
        <w:t>1.013e0</w:t>
      </w:r>
    </w:p>
    <w:p w:rsidR="00557788" w:rsidRDefault="00557788" w:rsidP="00557788">
      <w:r>
        <w:lastRenderedPageBreak/>
        <w:t>166.6016</w:t>
      </w:r>
      <w:r>
        <w:tab/>
        <w:t>3.038e0</w:t>
      </w:r>
    </w:p>
    <w:p w:rsidR="00557788" w:rsidRDefault="00557788" w:rsidP="00557788">
      <w:r>
        <w:t>166.6076</w:t>
      </w:r>
      <w:r>
        <w:tab/>
        <w:t>2.025e0</w:t>
      </w:r>
    </w:p>
    <w:p w:rsidR="00557788" w:rsidRDefault="00557788" w:rsidP="00557788">
      <w:r>
        <w:t>166.6116</w:t>
      </w:r>
      <w:r>
        <w:tab/>
        <w:t>7.089e0</w:t>
      </w:r>
    </w:p>
    <w:p w:rsidR="00557788" w:rsidRDefault="00557788" w:rsidP="00557788">
      <w:r>
        <w:t>166.6149</w:t>
      </w:r>
      <w:r>
        <w:tab/>
        <w:t>2.025e0</w:t>
      </w:r>
    </w:p>
    <w:p w:rsidR="00557788" w:rsidRDefault="00557788" w:rsidP="00557788">
      <w:r>
        <w:t>166.6211</w:t>
      </w:r>
      <w:r>
        <w:tab/>
        <w:t>2.025e0</w:t>
      </w:r>
    </w:p>
    <w:p w:rsidR="00557788" w:rsidRDefault="00557788" w:rsidP="00557788">
      <w:r>
        <w:t>166.6430</w:t>
      </w:r>
      <w:r>
        <w:tab/>
        <w:t>1.013e0</w:t>
      </w:r>
    </w:p>
    <w:p w:rsidR="00557788" w:rsidRDefault="00557788" w:rsidP="00557788">
      <w:r>
        <w:t>166.6500</w:t>
      </w:r>
      <w:r>
        <w:tab/>
        <w:t>1.013e0</w:t>
      </w:r>
    </w:p>
    <w:p w:rsidR="00557788" w:rsidRDefault="00557788" w:rsidP="00557788">
      <w:r>
        <w:t>166.6552</w:t>
      </w:r>
      <w:r>
        <w:tab/>
        <w:t>2.025e0</w:t>
      </w:r>
    </w:p>
    <w:p w:rsidR="00557788" w:rsidRDefault="00557788" w:rsidP="00557788">
      <w:r>
        <w:t>166.6569</w:t>
      </w:r>
      <w:r>
        <w:tab/>
        <w:t>1.266e-2</w:t>
      </w:r>
    </w:p>
    <w:p w:rsidR="00557788" w:rsidRDefault="00557788" w:rsidP="00557788">
      <w:r>
        <w:t>166.6656</w:t>
      </w:r>
      <w:r>
        <w:tab/>
        <w:t>1.393e0</w:t>
      </w:r>
    </w:p>
    <w:p w:rsidR="00557788" w:rsidRDefault="00557788" w:rsidP="00557788">
      <w:r>
        <w:t>166.6882</w:t>
      </w:r>
      <w:r>
        <w:tab/>
        <w:t>1.266e-2</w:t>
      </w:r>
    </w:p>
    <w:p w:rsidR="00557788" w:rsidRDefault="00557788" w:rsidP="00557788">
      <w:r>
        <w:t>166.7018</w:t>
      </w:r>
      <w:r>
        <w:tab/>
        <w:t>2.025e0</w:t>
      </w:r>
    </w:p>
    <w:p w:rsidR="00557788" w:rsidRDefault="00557788" w:rsidP="00557788">
      <w:r>
        <w:t>166.7084</w:t>
      </w:r>
      <w:r>
        <w:tab/>
        <w:t>3.063e0</w:t>
      </w:r>
    </w:p>
    <w:p w:rsidR="00557788" w:rsidRDefault="00557788" w:rsidP="00557788">
      <w:r>
        <w:t>166.7130</w:t>
      </w:r>
      <w:r>
        <w:tab/>
        <w:t>2.025e0</w:t>
      </w:r>
    </w:p>
    <w:p w:rsidR="00557788" w:rsidRDefault="00557788" w:rsidP="00557788">
      <w:r>
        <w:t>166.7201</w:t>
      </w:r>
      <w:r>
        <w:tab/>
        <w:t>2.025e0</w:t>
      </w:r>
    </w:p>
    <w:p w:rsidR="00557788" w:rsidRDefault="00557788" w:rsidP="00557788">
      <w:r>
        <w:t>166.7323</w:t>
      </w:r>
      <w:r>
        <w:tab/>
        <w:t>1.266e-2</w:t>
      </w:r>
    </w:p>
    <w:p w:rsidR="00557788" w:rsidRDefault="00557788" w:rsidP="00557788">
      <w:r>
        <w:t>166.7358</w:t>
      </w:r>
      <w:r>
        <w:tab/>
        <w:t>1.013e0</w:t>
      </w:r>
    </w:p>
    <w:p w:rsidR="00557788" w:rsidRDefault="00557788" w:rsidP="00557788">
      <w:r>
        <w:t>166.7635</w:t>
      </w:r>
      <w:r>
        <w:tab/>
        <w:t>1.266e-2</w:t>
      </w:r>
    </w:p>
    <w:p w:rsidR="00557788" w:rsidRDefault="00557788" w:rsidP="00557788">
      <w:r>
        <w:t>166.7667</w:t>
      </w:r>
      <w:r>
        <w:tab/>
        <w:t>6.076e0</w:t>
      </w:r>
    </w:p>
    <w:p w:rsidR="00557788" w:rsidRDefault="00557788" w:rsidP="00557788">
      <w:r>
        <w:lastRenderedPageBreak/>
        <w:t>166.7740</w:t>
      </w:r>
      <w:r>
        <w:tab/>
        <w:t>1.266e-2</w:t>
      </w:r>
    </w:p>
    <w:p w:rsidR="00557788" w:rsidRDefault="00557788" w:rsidP="00557788">
      <w:r>
        <w:t>166.7832</w:t>
      </w:r>
      <w:r>
        <w:tab/>
        <w:t>4.051e0</w:t>
      </w:r>
    </w:p>
    <w:p w:rsidR="00557788" w:rsidRDefault="00557788" w:rsidP="00557788">
      <w:r>
        <w:t>166.7990</w:t>
      </w:r>
      <w:r>
        <w:tab/>
        <w:t>4.051e0</w:t>
      </w:r>
    </w:p>
    <w:p w:rsidR="00557788" w:rsidRDefault="00557788" w:rsidP="00557788">
      <w:r>
        <w:t>166.8041</w:t>
      </w:r>
      <w:r>
        <w:tab/>
        <w:t>2.038e0</w:t>
      </w:r>
    </w:p>
    <w:p w:rsidR="00557788" w:rsidRDefault="00557788" w:rsidP="00557788">
      <w:r>
        <w:t>166.8154</w:t>
      </w:r>
      <w:r>
        <w:tab/>
        <w:t>2.038e0</w:t>
      </w:r>
    </w:p>
    <w:p w:rsidR="00557788" w:rsidRDefault="00557788" w:rsidP="00557788">
      <w:r>
        <w:t>166.8320</w:t>
      </w:r>
      <w:r>
        <w:tab/>
        <w:t>3.038e0</w:t>
      </w:r>
    </w:p>
    <w:p w:rsidR="00557788" w:rsidRDefault="00557788" w:rsidP="00557788">
      <w:r>
        <w:t>166.8354</w:t>
      </w:r>
      <w:r>
        <w:tab/>
        <w:t>3.038e0</w:t>
      </w:r>
    </w:p>
    <w:p w:rsidR="00557788" w:rsidRDefault="00557788" w:rsidP="00557788">
      <w:r>
        <w:t>166.8389</w:t>
      </w:r>
      <w:r>
        <w:tab/>
        <w:t>1.038e0</w:t>
      </w:r>
    </w:p>
    <w:p w:rsidR="00557788" w:rsidRDefault="00557788" w:rsidP="00557788">
      <w:r>
        <w:t>166.8485</w:t>
      </w:r>
      <w:r>
        <w:tab/>
        <w:t>3.051e0</w:t>
      </w:r>
    </w:p>
    <w:p w:rsidR="00557788" w:rsidRDefault="00557788" w:rsidP="00557788">
      <w:r>
        <w:t>166.8634</w:t>
      </w:r>
      <w:r>
        <w:tab/>
        <w:t>1.013e0</w:t>
      </w:r>
    </w:p>
    <w:p w:rsidR="00557788" w:rsidRDefault="00557788" w:rsidP="00557788">
      <w:r>
        <w:t>166.8671</w:t>
      </w:r>
      <w:r>
        <w:tab/>
        <w:t>1.038e0</w:t>
      </w:r>
    </w:p>
    <w:p w:rsidR="00557788" w:rsidRDefault="00557788" w:rsidP="00557788">
      <w:r>
        <w:t>166.8736</w:t>
      </w:r>
      <w:r>
        <w:tab/>
        <w:t>2.532e-2</w:t>
      </w:r>
    </w:p>
    <w:p w:rsidR="00557788" w:rsidRDefault="00557788" w:rsidP="00557788">
      <w:r>
        <w:t>166.8814</w:t>
      </w:r>
      <w:r>
        <w:tab/>
        <w:t>2.532e-2</w:t>
      </w:r>
    </w:p>
    <w:p w:rsidR="00557788" w:rsidRDefault="00557788" w:rsidP="00557788">
      <w:r>
        <w:t>166.8846</w:t>
      </w:r>
      <w:r>
        <w:tab/>
        <w:t>2.025e0</w:t>
      </w:r>
    </w:p>
    <w:p w:rsidR="00557788" w:rsidRDefault="00557788" w:rsidP="00557788">
      <w:r>
        <w:t>166.8866</w:t>
      </w:r>
      <w:r>
        <w:tab/>
        <w:t>1.013e0</w:t>
      </w:r>
    </w:p>
    <w:p w:rsidR="00557788" w:rsidRDefault="00557788" w:rsidP="00557788">
      <w:r>
        <w:t>166.9013</w:t>
      </w:r>
      <w:r>
        <w:tab/>
        <w:t>3.798e-2</w:t>
      </w:r>
    </w:p>
    <w:p w:rsidR="00557788" w:rsidRDefault="00557788" w:rsidP="00557788">
      <w:r>
        <w:t>166.9152</w:t>
      </w:r>
      <w:r>
        <w:tab/>
        <w:t>1.038e0</w:t>
      </w:r>
    </w:p>
    <w:p w:rsidR="00557788" w:rsidRDefault="00557788" w:rsidP="00557788">
      <w:r>
        <w:t>166.9213</w:t>
      </w:r>
      <w:r>
        <w:tab/>
        <w:t>2.025e0</w:t>
      </w:r>
    </w:p>
    <w:p w:rsidR="00557788" w:rsidRDefault="00557788" w:rsidP="00557788">
      <w:r>
        <w:t>166.9230</w:t>
      </w:r>
      <w:r>
        <w:tab/>
        <w:t>2.025e0</w:t>
      </w:r>
    </w:p>
    <w:p w:rsidR="00557788" w:rsidRDefault="00557788" w:rsidP="00557788">
      <w:r>
        <w:lastRenderedPageBreak/>
        <w:t>166.9337</w:t>
      </w:r>
      <w:r>
        <w:tab/>
        <w:t>2.256e0</w:t>
      </w:r>
    </w:p>
    <w:p w:rsidR="00557788" w:rsidRDefault="00557788" w:rsidP="00557788">
      <w:r>
        <w:t>166.9406</w:t>
      </w:r>
      <w:r>
        <w:tab/>
        <w:t>3.038e0</w:t>
      </w:r>
    </w:p>
    <w:p w:rsidR="00557788" w:rsidRDefault="00557788" w:rsidP="00557788">
      <w:r>
        <w:t>166.9492</w:t>
      </w:r>
      <w:r>
        <w:tab/>
        <w:t>1.266e-2</w:t>
      </w:r>
    </w:p>
    <w:p w:rsidR="00557788" w:rsidRDefault="00557788" w:rsidP="00557788">
      <w:r>
        <w:t>166.9626</w:t>
      </w:r>
      <w:r>
        <w:tab/>
        <w:t>3.797e-2</w:t>
      </w:r>
    </w:p>
    <w:p w:rsidR="00557788" w:rsidRDefault="00557788" w:rsidP="00557788">
      <w:r>
        <w:t>166.9658</w:t>
      </w:r>
      <w:r>
        <w:tab/>
        <w:t>1.025e0</w:t>
      </w:r>
    </w:p>
    <w:p w:rsidR="00557788" w:rsidRDefault="00557788" w:rsidP="00557788">
      <w:r>
        <w:t>166.9691</w:t>
      </w:r>
      <w:r>
        <w:tab/>
        <w:t>1.266e-2</w:t>
      </w:r>
    </w:p>
    <w:p w:rsidR="00557788" w:rsidRDefault="00557788" w:rsidP="00557788">
      <w:r>
        <w:t>166.9845</w:t>
      </w:r>
      <w:r>
        <w:tab/>
        <w:t>2.025e0</w:t>
      </w:r>
    </w:p>
    <w:p w:rsidR="00557788" w:rsidRDefault="00557788" w:rsidP="00557788">
      <w:r>
        <w:t>166.9944</w:t>
      </w:r>
      <w:r>
        <w:tab/>
        <w:t>3.038e0</w:t>
      </w:r>
    </w:p>
    <w:p w:rsidR="00557788" w:rsidRDefault="00557788" w:rsidP="00557788">
      <w:r>
        <w:t>166.9983</w:t>
      </w:r>
      <w:r>
        <w:tab/>
        <w:t>3.038e0</w:t>
      </w:r>
    </w:p>
    <w:p w:rsidR="00557788" w:rsidRDefault="00557788" w:rsidP="00557788">
      <w:r>
        <w:t>167.0060</w:t>
      </w:r>
      <w:r>
        <w:tab/>
        <w:t>1.038e0</w:t>
      </w:r>
    </w:p>
    <w:p w:rsidR="00557788" w:rsidRDefault="00557788" w:rsidP="00557788">
      <w:r>
        <w:t>167.0085</w:t>
      </w:r>
      <w:r>
        <w:tab/>
        <w:t>3.076e0</w:t>
      </w:r>
    </w:p>
    <w:p w:rsidR="00557788" w:rsidRDefault="00557788" w:rsidP="00557788">
      <w:r>
        <w:t>167.0158</w:t>
      </w:r>
      <w:r>
        <w:tab/>
        <w:t>2.532e-2</w:t>
      </w:r>
    </w:p>
    <w:p w:rsidR="00557788" w:rsidRDefault="00557788" w:rsidP="00557788">
      <w:r>
        <w:t>167.0267</w:t>
      </w:r>
      <w:r>
        <w:tab/>
        <w:t>5.063e0</w:t>
      </w:r>
    </w:p>
    <w:p w:rsidR="00557788" w:rsidRDefault="00557788" w:rsidP="00557788">
      <w:r>
        <w:t>167.0315</w:t>
      </w:r>
      <w:r>
        <w:tab/>
        <w:t>3.038e0</w:t>
      </w:r>
    </w:p>
    <w:p w:rsidR="00557788" w:rsidRDefault="00557788" w:rsidP="00557788">
      <w:r>
        <w:t>167.0331</w:t>
      </w:r>
      <w:r>
        <w:tab/>
        <w:t>8.861e-2</w:t>
      </w:r>
    </w:p>
    <w:p w:rsidR="00557788" w:rsidRDefault="00557788" w:rsidP="00557788">
      <w:r>
        <w:t>167.0408</w:t>
      </w:r>
      <w:r>
        <w:tab/>
        <w:t>3.036e0</w:t>
      </w:r>
    </w:p>
    <w:p w:rsidR="00557788" w:rsidRDefault="00557788" w:rsidP="00557788">
      <w:r>
        <w:t>167.0484</w:t>
      </w:r>
      <w:r>
        <w:tab/>
        <w:t>1.266e-2</w:t>
      </w:r>
    </w:p>
    <w:p w:rsidR="00557788" w:rsidRDefault="00557788" w:rsidP="00557788">
      <w:r>
        <w:t>167.0567</w:t>
      </w:r>
      <w:r>
        <w:tab/>
        <w:t>6.076e0</w:t>
      </w:r>
    </w:p>
    <w:p w:rsidR="00557788" w:rsidRDefault="00557788" w:rsidP="00557788">
      <w:r>
        <w:t>167.0618</w:t>
      </w:r>
      <w:r>
        <w:tab/>
        <w:t>3.038e0</w:t>
      </w:r>
    </w:p>
    <w:p w:rsidR="00557788" w:rsidRDefault="00557788" w:rsidP="00557788">
      <w:r>
        <w:lastRenderedPageBreak/>
        <w:t>167.0669</w:t>
      </w:r>
      <w:r>
        <w:tab/>
        <w:t>1.791e0</w:t>
      </w:r>
    </w:p>
    <w:p w:rsidR="00557788" w:rsidRDefault="00557788" w:rsidP="00557788">
      <w:r>
        <w:t>167.0840</w:t>
      </w:r>
      <w:r>
        <w:tab/>
        <w:t>1.841e0</w:t>
      </w:r>
    </w:p>
    <w:p w:rsidR="00557788" w:rsidRDefault="00557788" w:rsidP="00557788">
      <w:r>
        <w:t>167.0935</w:t>
      </w:r>
      <w:r>
        <w:tab/>
        <w:t>4.082e0</w:t>
      </w:r>
    </w:p>
    <w:p w:rsidR="00557788" w:rsidRDefault="00557788" w:rsidP="00557788">
      <w:r>
        <w:t>167.1102</w:t>
      </w:r>
      <w:r>
        <w:tab/>
        <w:t>3.404e0</w:t>
      </w:r>
    </w:p>
    <w:p w:rsidR="00557788" w:rsidRDefault="00557788" w:rsidP="00557788">
      <w:r>
        <w:t>167.1219</w:t>
      </w:r>
      <w:r>
        <w:tab/>
        <w:t>1.575e0</w:t>
      </w:r>
    </w:p>
    <w:p w:rsidR="00557788" w:rsidRDefault="00557788" w:rsidP="00557788">
      <w:r>
        <w:t>167.1288</w:t>
      </w:r>
      <w:r>
        <w:tab/>
        <w:t>1.431e0</w:t>
      </w:r>
    </w:p>
    <w:p w:rsidR="00557788" w:rsidRDefault="00557788" w:rsidP="00557788">
      <w:r>
        <w:t>167.1303</w:t>
      </w:r>
      <w:r>
        <w:tab/>
        <w:t>1.870e0</w:t>
      </w:r>
    </w:p>
    <w:p w:rsidR="00557788" w:rsidRDefault="00557788" w:rsidP="00557788">
      <w:r>
        <w:t>167.1322</w:t>
      </w:r>
      <w:r>
        <w:tab/>
        <w:t>2.112e0</w:t>
      </w:r>
    </w:p>
    <w:p w:rsidR="00557788" w:rsidRDefault="00557788" w:rsidP="00557788">
      <w:r>
        <w:t>167.1488</w:t>
      </w:r>
      <w:r>
        <w:tab/>
        <w:t>1.142e0</w:t>
      </w:r>
    </w:p>
    <w:p w:rsidR="00557788" w:rsidRDefault="00557788" w:rsidP="00557788">
      <w:r>
        <w:t>167.1539</w:t>
      </w:r>
      <w:r>
        <w:tab/>
        <w:t>2.395e0</w:t>
      </w:r>
    </w:p>
    <w:p w:rsidR="00557788" w:rsidRDefault="00557788" w:rsidP="00557788">
      <w:r>
        <w:t>167.1789</w:t>
      </w:r>
      <w:r>
        <w:tab/>
        <w:t>1.832e0</w:t>
      </w:r>
    </w:p>
    <w:p w:rsidR="00557788" w:rsidRDefault="00557788" w:rsidP="00557788">
      <w:r>
        <w:t>167.1841</w:t>
      </w:r>
      <w:r>
        <w:tab/>
        <w:t>1.747e0</w:t>
      </w:r>
    </w:p>
    <w:p w:rsidR="00557788" w:rsidRDefault="00557788" w:rsidP="00557788">
      <w:r>
        <w:t>167.2050</w:t>
      </w:r>
      <w:r>
        <w:tab/>
        <w:t>2.025e0</w:t>
      </w:r>
    </w:p>
    <w:p w:rsidR="00557788" w:rsidRDefault="00557788" w:rsidP="00557788">
      <w:r>
        <w:t>167.2068</w:t>
      </w:r>
      <w:r>
        <w:tab/>
        <w:t>2.038e0</w:t>
      </w:r>
    </w:p>
    <w:p w:rsidR="00557788" w:rsidRDefault="00557788" w:rsidP="00557788">
      <w:r>
        <w:t>167.2085</w:t>
      </w:r>
      <w:r>
        <w:tab/>
        <w:t>2.094e0</w:t>
      </w:r>
    </w:p>
    <w:p w:rsidR="00557788" w:rsidRDefault="00557788" w:rsidP="00557788">
      <w:r>
        <w:t>167.2137</w:t>
      </w:r>
      <w:r>
        <w:tab/>
        <w:t>2.025e0</w:t>
      </w:r>
    </w:p>
    <w:p w:rsidR="00557788" w:rsidRDefault="00557788" w:rsidP="00557788">
      <w:r>
        <w:t>167.2302</w:t>
      </w:r>
      <w:r>
        <w:tab/>
        <w:t>1.013e0</w:t>
      </w:r>
    </w:p>
    <w:p w:rsidR="00557788" w:rsidRDefault="00557788" w:rsidP="00557788">
      <w:r>
        <w:t>167.2403</w:t>
      </w:r>
      <w:r>
        <w:tab/>
        <w:t>2.025e0</w:t>
      </w:r>
    </w:p>
    <w:p w:rsidR="00557788" w:rsidRDefault="00557788" w:rsidP="00557788">
      <w:r>
        <w:t>167.2438</w:t>
      </w:r>
      <w:r>
        <w:tab/>
        <w:t>1.013e0</w:t>
      </w:r>
    </w:p>
    <w:p w:rsidR="00557788" w:rsidRDefault="00557788" w:rsidP="00557788">
      <w:r>
        <w:lastRenderedPageBreak/>
        <w:t>167.2509</w:t>
      </w:r>
      <w:r>
        <w:tab/>
        <w:t>1.013e0</w:t>
      </w:r>
    </w:p>
    <w:p w:rsidR="00557788" w:rsidRDefault="00557788" w:rsidP="00557788">
      <w:r>
        <w:t>167.2595</w:t>
      </w:r>
      <w:r>
        <w:tab/>
        <w:t>2.025e0</w:t>
      </w:r>
    </w:p>
    <w:p w:rsidR="00557788" w:rsidRDefault="00557788" w:rsidP="00557788">
      <w:r>
        <w:t>167.2822</w:t>
      </w:r>
      <w:r>
        <w:tab/>
        <w:t>1.025e0</w:t>
      </w:r>
    </w:p>
    <w:p w:rsidR="00557788" w:rsidRDefault="00557788" w:rsidP="00557788">
      <w:r>
        <w:t>167.2841</w:t>
      </w:r>
      <w:r>
        <w:tab/>
        <w:t>3.619e0</w:t>
      </w:r>
    </w:p>
    <w:p w:rsidR="00557788" w:rsidRDefault="00557788" w:rsidP="00557788">
      <w:r>
        <w:t>167.2892</w:t>
      </w:r>
      <w:r>
        <w:tab/>
        <w:t>2.025e0</w:t>
      </w:r>
    </w:p>
    <w:p w:rsidR="00557788" w:rsidRDefault="00557788" w:rsidP="00557788">
      <w:r>
        <w:t>167.3029</w:t>
      </w:r>
      <w:r>
        <w:tab/>
        <w:t>4.089e0</w:t>
      </w:r>
    </w:p>
    <w:p w:rsidR="00557788" w:rsidRDefault="00557788" w:rsidP="00557788">
      <w:r>
        <w:t>167.3162</w:t>
      </w:r>
      <w:r>
        <w:tab/>
        <w:t>1.013e0</w:t>
      </w:r>
    </w:p>
    <w:p w:rsidR="00557788" w:rsidRDefault="00557788" w:rsidP="00557788">
      <w:r>
        <w:t>167.3280</w:t>
      </w:r>
      <w:r>
        <w:tab/>
        <w:t>8.961e-2</w:t>
      </w:r>
    </w:p>
    <w:p w:rsidR="00557788" w:rsidRDefault="00557788" w:rsidP="00557788">
      <w:r>
        <w:t>167.3332</w:t>
      </w:r>
      <w:r>
        <w:tab/>
        <w:t>3.038e0</w:t>
      </w:r>
    </w:p>
    <w:p w:rsidR="00557788" w:rsidRDefault="00557788" w:rsidP="00557788">
      <w:r>
        <w:t>167.3352</w:t>
      </w:r>
      <w:r>
        <w:tab/>
        <w:t>3.038e0</w:t>
      </w:r>
    </w:p>
    <w:p w:rsidR="00557788" w:rsidRDefault="00557788" w:rsidP="00557788">
      <w:r>
        <w:t>167.3367</w:t>
      </w:r>
      <w:r>
        <w:tab/>
        <w:t>2.025e0</w:t>
      </w:r>
    </w:p>
    <w:p w:rsidR="00557788" w:rsidRDefault="00557788" w:rsidP="00557788">
      <w:r>
        <w:t>167.3402</w:t>
      </w:r>
      <w:r>
        <w:tab/>
        <w:t>1.266e-2</w:t>
      </w:r>
    </w:p>
    <w:p w:rsidR="00557788" w:rsidRDefault="00557788" w:rsidP="00557788">
      <w:r>
        <w:t>167.3646</w:t>
      </w:r>
      <w:r>
        <w:tab/>
        <w:t>4.051e0</w:t>
      </w:r>
    </w:p>
    <w:p w:rsidR="00557788" w:rsidRDefault="00557788" w:rsidP="00557788">
      <w:r>
        <w:t>167.3786</w:t>
      </w:r>
      <w:r>
        <w:tab/>
        <w:t>2.532e-2</w:t>
      </w:r>
    </w:p>
    <w:p w:rsidR="00557788" w:rsidRDefault="00557788" w:rsidP="00557788">
      <w:r>
        <w:t>167.3835</w:t>
      </w:r>
      <w:r>
        <w:tab/>
        <w:t>3.150e0</w:t>
      </w:r>
    </w:p>
    <w:p w:rsidR="00557788" w:rsidRDefault="00557788" w:rsidP="00557788">
      <w:r>
        <w:t>167.3856</w:t>
      </w:r>
      <w:r>
        <w:tab/>
        <w:t>2.025e0</w:t>
      </w:r>
    </w:p>
    <w:p w:rsidR="00557788" w:rsidRDefault="00557788" w:rsidP="00557788">
      <w:r>
        <w:t>167.3934</w:t>
      </w:r>
      <w:r>
        <w:tab/>
        <w:t>1.038e0</w:t>
      </w:r>
    </w:p>
    <w:p w:rsidR="00557788" w:rsidRDefault="00557788" w:rsidP="00557788">
      <w:r>
        <w:t>167.3993</w:t>
      </w:r>
      <w:r>
        <w:tab/>
        <w:t>3.051e0</w:t>
      </w:r>
    </w:p>
    <w:p w:rsidR="00557788" w:rsidRDefault="00557788" w:rsidP="00557788">
      <w:r>
        <w:t>167.4032</w:t>
      </w:r>
      <w:r>
        <w:tab/>
        <w:t>1.038e0</w:t>
      </w:r>
    </w:p>
    <w:p w:rsidR="00557788" w:rsidRDefault="00557788" w:rsidP="00557788">
      <w:r>
        <w:lastRenderedPageBreak/>
        <w:t>167.4173</w:t>
      </w:r>
      <w:r>
        <w:tab/>
        <w:t>2.025e0</w:t>
      </w:r>
    </w:p>
    <w:p w:rsidR="00557788" w:rsidRDefault="00557788" w:rsidP="00557788">
      <w:r>
        <w:t>167.4198</w:t>
      </w:r>
      <w:r>
        <w:tab/>
        <w:t>3.051e0</w:t>
      </w:r>
    </w:p>
    <w:p w:rsidR="00557788" w:rsidRDefault="00557788" w:rsidP="00557788">
      <w:r>
        <w:t>167.4215</w:t>
      </w:r>
      <w:r>
        <w:tab/>
        <w:t>4.051e0</w:t>
      </w:r>
    </w:p>
    <w:p w:rsidR="00557788" w:rsidRDefault="00557788" w:rsidP="00557788">
      <w:r>
        <w:t>167.4296</w:t>
      </w:r>
      <w:r>
        <w:tab/>
        <w:t>1.025e0</w:t>
      </w:r>
    </w:p>
    <w:p w:rsidR="00557788" w:rsidRDefault="00557788" w:rsidP="00557788">
      <w:r>
        <w:t>167.4366</w:t>
      </w:r>
      <w:r>
        <w:tab/>
        <w:t>2.532e-2</w:t>
      </w:r>
    </w:p>
    <w:p w:rsidR="00557788" w:rsidRDefault="00557788" w:rsidP="00557788">
      <w:r>
        <w:t>167.4418</w:t>
      </w:r>
      <w:r>
        <w:tab/>
        <w:t>2.025e0</w:t>
      </w:r>
    </w:p>
    <w:p w:rsidR="00557788" w:rsidRDefault="00557788" w:rsidP="00557788">
      <w:r>
        <w:t>167.4436</w:t>
      </w:r>
      <w:r>
        <w:tab/>
        <w:t>3.038e0</w:t>
      </w:r>
    </w:p>
    <w:p w:rsidR="00557788" w:rsidRDefault="00557788" w:rsidP="00557788">
      <w:r>
        <w:t>167.4628</w:t>
      </w:r>
      <w:r>
        <w:tab/>
        <w:t>2.025e0</w:t>
      </w:r>
    </w:p>
    <w:p w:rsidR="00557788" w:rsidRDefault="00557788" w:rsidP="00557788">
      <w:r>
        <w:t>167.4817</w:t>
      </w:r>
      <w:r>
        <w:tab/>
        <w:t>1.025e0</w:t>
      </w:r>
    </w:p>
    <w:p w:rsidR="00557788" w:rsidRDefault="00557788" w:rsidP="00557788">
      <w:r>
        <w:t>167.4916</w:t>
      </w:r>
      <w:r>
        <w:tab/>
        <w:t>1.266e-2</w:t>
      </w:r>
    </w:p>
    <w:p w:rsidR="00557788" w:rsidRDefault="00557788" w:rsidP="00557788">
      <w:r>
        <w:t>167.4983</w:t>
      </w:r>
      <w:r>
        <w:tab/>
        <w:t>2.025e0</w:t>
      </w:r>
    </w:p>
    <w:p w:rsidR="00557788" w:rsidRDefault="00557788" w:rsidP="00557788">
      <w:r>
        <w:t>167.5016</w:t>
      </w:r>
      <w:r>
        <w:tab/>
        <w:t>1.025e0</w:t>
      </w:r>
    </w:p>
    <w:p w:rsidR="00557788" w:rsidRDefault="00557788" w:rsidP="00557788">
      <w:r>
        <w:t>167.5143</w:t>
      </w:r>
      <w:r>
        <w:tab/>
        <w:t>5.063e0</w:t>
      </w:r>
    </w:p>
    <w:p w:rsidR="00557788" w:rsidRDefault="00557788" w:rsidP="00557788">
      <w:r>
        <w:t>167.5156</w:t>
      </w:r>
      <w:r>
        <w:tab/>
        <w:t>1.266e-2</w:t>
      </w:r>
    </w:p>
    <w:p w:rsidR="00557788" w:rsidRDefault="00557788" w:rsidP="00557788">
      <w:r>
        <w:t>167.5226</w:t>
      </w:r>
      <w:r>
        <w:tab/>
        <w:t>2.025e0</w:t>
      </w:r>
    </w:p>
    <w:p w:rsidR="00557788" w:rsidRDefault="00557788" w:rsidP="00557788">
      <w:r>
        <w:t>167.5295</w:t>
      </w:r>
      <w:r>
        <w:tab/>
        <w:t>4.063e0</w:t>
      </w:r>
    </w:p>
    <w:p w:rsidR="00557788" w:rsidRDefault="00557788" w:rsidP="00557788">
      <w:r>
        <w:t>167.5539</w:t>
      </w:r>
      <w:r>
        <w:tab/>
        <w:t>6.076e0</w:t>
      </w:r>
    </w:p>
    <w:p w:rsidR="00557788" w:rsidRDefault="00557788" w:rsidP="00557788">
      <w:r>
        <w:t>167.5714</w:t>
      </w:r>
      <w:r>
        <w:tab/>
        <w:t>4.063e0</w:t>
      </w:r>
    </w:p>
    <w:p w:rsidR="00557788" w:rsidRDefault="00557788" w:rsidP="00557788">
      <w:r>
        <w:t>167.5762</w:t>
      </w:r>
      <w:r>
        <w:tab/>
        <w:t>2.532e-2</w:t>
      </w:r>
    </w:p>
    <w:p w:rsidR="00557788" w:rsidRDefault="00557788" w:rsidP="00557788">
      <w:r>
        <w:lastRenderedPageBreak/>
        <w:t>167.5778</w:t>
      </w:r>
      <w:r>
        <w:tab/>
        <w:t>2.532e-2</w:t>
      </w:r>
    </w:p>
    <w:p w:rsidR="00557788" w:rsidRDefault="00557788" w:rsidP="00557788">
      <w:r>
        <w:t>167.5844</w:t>
      </w:r>
      <w:r>
        <w:tab/>
        <w:t>2.038e0</w:t>
      </w:r>
    </w:p>
    <w:p w:rsidR="00557788" w:rsidRDefault="00557788" w:rsidP="00557788">
      <w:r>
        <w:t>167.5986</w:t>
      </w:r>
      <w:r>
        <w:tab/>
        <w:t>1.038e0</w:t>
      </w:r>
    </w:p>
    <w:p w:rsidR="00557788" w:rsidRDefault="00557788" w:rsidP="00557788">
      <w:r>
        <w:t>167.6137</w:t>
      </w:r>
      <w:r>
        <w:tab/>
        <w:t>2.051e0</w:t>
      </w:r>
    </w:p>
    <w:p w:rsidR="00557788" w:rsidRDefault="00557788" w:rsidP="00557788">
      <w:r>
        <w:t>167.6424</w:t>
      </w:r>
      <w:r>
        <w:tab/>
        <w:t>1.063e0</w:t>
      </w:r>
    </w:p>
    <w:p w:rsidR="00557788" w:rsidRDefault="00557788" w:rsidP="00557788">
      <w:r>
        <w:t>167.6434</w:t>
      </w:r>
      <w:r>
        <w:tab/>
        <w:t>2.532e-2</w:t>
      </w:r>
    </w:p>
    <w:p w:rsidR="00557788" w:rsidRDefault="00557788" w:rsidP="00557788">
      <w:r>
        <w:t>167.6514</w:t>
      </w:r>
      <w:r>
        <w:tab/>
        <w:t>3.038e0</w:t>
      </w:r>
    </w:p>
    <w:p w:rsidR="00557788" w:rsidRDefault="00557788" w:rsidP="00557788">
      <w:r>
        <w:t>167.6705</w:t>
      </w:r>
      <w:r>
        <w:tab/>
        <w:t>1.025e0</w:t>
      </w:r>
    </w:p>
    <w:p w:rsidR="00557788" w:rsidRDefault="00557788" w:rsidP="00557788">
      <w:r>
        <w:t>167.6738</w:t>
      </w:r>
      <w:r>
        <w:tab/>
        <w:t>1.266e-2</w:t>
      </w:r>
    </w:p>
    <w:p w:rsidR="00557788" w:rsidRDefault="00557788" w:rsidP="00557788">
      <w:r>
        <w:t>167.6857</w:t>
      </w:r>
      <w:r>
        <w:tab/>
        <w:t>2.025e0</w:t>
      </w:r>
    </w:p>
    <w:p w:rsidR="00557788" w:rsidRDefault="00557788" w:rsidP="00557788">
      <w:r>
        <w:t>167.7015</w:t>
      </w:r>
      <w:r>
        <w:tab/>
        <w:t>1.013e0</w:t>
      </w:r>
    </w:p>
    <w:p w:rsidR="00557788" w:rsidRDefault="00557788" w:rsidP="00557788">
      <w:r>
        <w:t>167.7050</w:t>
      </w:r>
      <w:r>
        <w:tab/>
        <w:t>1.013e0</w:t>
      </w:r>
    </w:p>
    <w:p w:rsidR="00557788" w:rsidRDefault="00557788" w:rsidP="00557788">
      <w:r>
        <w:t>167.7131</w:t>
      </w:r>
      <w:r>
        <w:tab/>
        <w:t>3.038e0</w:t>
      </w:r>
    </w:p>
    <w:p w:rsidR="00557788" w:rsidRDefault="00557788" w:rsidP="00557788">
      <w:r>
        <w:t>167.7154</w:t>
      </w:r>
      <w:r>
        <w:tab/>
        <w:t>2.025e0</w:t>
      </w:r>
    </w:p>
    <w:p w:rsidR="00557788" w:rsidRDefault="00557788" w:rsidP="00557788">
      <w:r>
        <w:t>167.7189</w:t>
      </w:r>
      <w:r>
        <w:tab/>
        <w:t>2.532e-2</w:t>
      </w:r>
    </w:p>
    <w:p w:rsidR="00557788" w:rsidRDefault="00557788" w:rsidP="00557788">
      <w:r>
        <w:t>167.7274</w:t>
      </w:r>
      <w:r>
        <w:tab/>
        <w:t>3.038e0</w:t>
      </w:r>
    </w:p>
    <w:p w:rsidR="00557788" w:rsidRDefault="00557788" w:rsidP="00557788">
      <w:r>
        <w:t>167.7416</w:t>
      </w:r>
      <w:r>
        <w:tab/>
        <w:t>2.025e0</w:t>
      </w:r>
    </w:p>
    <w:p w:rsidR="00557788" w:rsidRDefault="00557788" w:rsidP="00557788">
      <w:r>
        <w:t>167.7600</w:t>
      </w:r>
      <w:r>
        <w:tab/>
        <w:t>1.013e0</w:t>
      </w:r>
    </w:p>
    <w:p w:rsidR="00557788" w:rsidRDefault="00557788" w:rsidP="00557788">
      <w:r>
        <w:t>167.7633</w:t>
      </w:r>
      <w:r>
        <w:tab/>
        <w:t>1.013e0</w:t>
      </w:r>
    </w:p>
    <w:p w:rsidR="00557788" w:rsidRDefault="00557788" w:rsidP="00557788">
      <w:r>
        <w:lastRenderedPageBreak/>
        <w:t>167.7700</w:t>
      </w:r>
      <w:r>
        <w:tab/>
        <w:t>3.038e0</w:t>
      </w:r>
    </w:p>
    <w:p w:rsidR="00557788" w:rsidRDefault="00557788" w:rsidP="00557788">
      <w:r>
        <w:t>167.7718</w:t>
      </w:r>
      <w:r>
        <w:tab/>
        <w:t>2.025e0</w:t>
      </w:r>
    </w:p>
    <w:p w:rsidR="00557788" w:rsidRDefault="00557788" w:rsidP="00557788">
      <w:r>
        <w:t>167.7787</w:t>
      </w:r>
      <w:r>
        <w:tab/>
        <w:t>2.532e-2</w:t>
      </w:r>
    </w:p>
    <w:p w:rsidR="00557788" w:rsidRDefault="00557788" w:rsidP="00557788">
      <w:r>
        <w:t>167.7860</w:t>
      </w:r>
      <w:r>
        <w:tab/>
        <w:t>7.089e0</w:t>
      </w:r>
    </w:p>
    <w:p w:rsidR="00557788" w:rsidRDefault="00557788" w:rsidP="00557788">
      <w:r>
        <w:t>167.7910</w:t>
      </w:r>
      <w:r>
        <w:tab/>
        <w:t>2.038e0</w:t>
      </w:r>
    </w:p>
    <w:p w:rsidR="00557788" w:rsidRDefault="00557788" w:rsidP="00557788">
      <w:r>
        <w:t>167.7927</w:t>
      </w:r>
      <w:r>
        <w:tab/>
        <w:t>2.532e-2</w:t>
      </w:r>
    </w:p>
    <w:p w:rsidR="00557788" w:rsidRDefault="00557788" w:rsidP="00557788">
      <w:r>
        <w:t>167.7979</w:t>
      </w:r>
      <w:r>
        <w:tab/>
        <w:t>3.038e0</w:t>
      </w:r>
    </w:p>
    <w:p w:rsidR="00557788" w:rsidRDefault="00557788" w:rsidP="00557788">
      <w:r>
        <w:t>167.8050</w:t>
      </w:r>
      <w:r>
        <w:tab/>
        <w:t>4.342e-1</w:t>
      </w:r>
    </w:p>
    <w:p w:rsidR="00557788" w:rsidRDefault="00557788" w:rsidP="00557788">
      <w:r>
        <w:t>167.8119</w:t>
      </w:r>
      <w:r>
        <w:tab/>
        <w:t>3.038e0</w:t>
      </w:r>
    </w:p>
    <w:p w:rsidR="00557788" w:rsidRDefault="00557788" w:rsidP="00557788">
      <w:r>
        <w:t>167.8188</w:t>
      </w:r>
      <w:r>
        <w:tab/>
        <w:t>1.266e-2</w:t>
      </w:r>
    </w:p>
    <w:p w:rsidR="00557788" w:rsidRDefault="00557788" w:rsidP="00557788">
      <w:r>
        <w:t>167.8241</w:t>
      </w:r>
      <w:r>
        <w:tab/>
        <w:t>2.025e0</w:t>
      </w:r>
    </w:p>
    <w:p w:rsidR="00557788" w:rsidRDefault="00557788" w:rsidP="00557788">
      <w:r>
        <w:t>167.8312</w:t>
      </w:r>
      <w:r>
        <w:tab/>
        <w:t>2.025e0</w:t>
      </w:r>
    </w:p>
    <w:p w:rsidR="00557788" w:rsidRDefault="00557788" w:rsidP="00557788">
      <w:r>
        <w:t>167.8387</w:t>
      </w:r>
      <w:r>
        <w:tab/>
        <w:t>2.063e0</w:t>
      </w:r>
    </w:p>
    <w:p w:rsidR="00557788" w:rsidRDefault="00557788" w:rsidP="00557788">
      <w:r>
        <w:t>167.8510</w:t>
      </w:r>
      <w:r>
        <w:tab/>
        <w:t>2.025e0</w:t>
      </w:r>
    </w:p>
    <w:p w:rsidR="00557788" w:rsidRDefault="00557788" w:rsidP="00557788">
      <w:r>
        <w:t>167.8529</w:t>
      </w:r>
      <w:r>
        <w:tab/>
        <w:t>2.025e0</w:t>
      </w:r>
    </w:p>
    <w:p w:rsidR="00557788" w:rsidRDefault="00557788" w:rsidP="00557788">
      <w:r>
        <w:t>167.8840</w:t>
      </w:r>
      <w:r>
        <w:tab/>
        <w:t>2.025e0</w:t>
      </w:r>
    </w:p>
    <w:p w:rsidR="00557788" w:rsidRDefault="00557788" w:rsidP="00557788">
      <w:r>
        <w:t>167.8856</w:t>
      </w:r>
      <w:r>
        <w:tab/>
        <w:t>3.038e0</w:t>
      </w:r>
    </w:p>
    <w:p w:rsidR="00557788" w:rsidRDefault="00557788" w:rsidP="00557788">
      <w:r>
        <w:t>167.9014</w:t>
      </w:r>
      <w:r>
        <w:tab/>
        <w:t>3.051e0</w:t>
      </w:r>
    </w:p>
    <w:p w:rsidR="00557788" w:rsidRDefault="00557788" w:rsidP="00557788">
      <w:r>
        <w:t>167.9171</w:t>
      </w:r>
      <w:r>
        <w:tab/>
        <w:t>2.025e0</w:t>
      </w:r>
    </w:p>
    <w:p w:rsidR="00557788" w:rsidRDefault="00557788" w:rsidP="00557788">
      <w:r>
        <w:lastRenderedPageBreak/>
        <w:t>167.9189</w:t>
      </w:r>
      <w:r>
        <w:tab/>
        <w:t>1.266e-2</w:t>
      </w:r>
    </w:p>
    <w:p w:rsidR="00557788" w:rsidRDefault="00557788" w:rsidP="00557788">
      <w:r>
        <w:t>167.9292</w:t>
      </w:r>
      <w:r>
        <w:tab/>
        <w:t>1.025e0</w:t>
      </w:r>
    </w:p>
    <w:p w:rsidR="00557788" w:rsidRDefault="00557788" w:rsidP="00557788">
      <w:r>
        <w:t>167.9391</w:t>
      </w:r>
      <w:r>
        <w:tab/>
        <w:t>1.013e0</w:t>
      </w:r>
    </w:p>
    <w:p w:rsidR="00557788" w:rsidRDefault="00557788" w:rsidP="00557788">
      <w:r>
        <w:t>167.9457</w:t>
      </w:r>
      <w:r>
        <w:tab/>
        <w:t>2.914e0</w:t>
      </w:r>
    </w:p>
    <w:p w:rsidR="00557788" w:rsidRDefault="00557788" w:rsidP="00557788">
      <w:r>
        <w:t>167.9530</w:t>
      </w:r>
      <w:r>
        <w:tab/>
        <w:t>1.051e0</w:t>
      </w:r>
    </w:p>
    <w:p w:rsidR="00557788" w:rsidRDefault="00557788" w:rsidP="00557788">
      <w:r>
        <w:t>167.9684</w:t>
      </w:r>
      <w:r>
        <w:tab/>
        <w:t>4.076e0</w:t>
      </w:r>
    </w:p>
    <w:p w:rsidR="00557788" w:rsidRDefault="00557788" w:rsidP="00557788">
      <w:r>
        <w:t>167.9700</w:t>
      </w:r>
      <w:r>
        <w:tab/>
        <w:t>1.013e0</w:t>
      </w:r>
    </w:p>
    <w:p w:rsidR="00557788" w:rsidRDefault="00557788" w:rsidP="00557788">
      <w:r>
        <w:t>167.9735</w:t>
      </w:r>
      <w:r>
        <w:tab/>
        <w:t>4.063e0</w:t>
      </w:r>
    </w:p>
    <w:p w:rsidR="00557788" w:rsidRDefault="00557788" w:rsidP="00557788">
      <w:r>
        <w:t>167.9805</w:t>
      </w:r>
      <w:r>
        <w:tab/>
        <w:t>2.025e0</w:t>
      </w:r>
    </w:p>
    <w:p w:rsidR="00557788" w:rsidRDefault="00557788" w:rsidP="00557788">
      <w:r>
        <w:t>167.9874</w:t>
      </w:r>
      <w:r>
        <w:tab/>
        <w:t>2.025e0</w:t>
      </w:r>
    </w:p>
    <w:p w:rsidR="00557788" w:rsidRDefault="00557788" w:rsidP="00557788">
      <w:r>
        <w:t>168.0014</w:t>
      </w:r>
      <w:r>
        <w:tab/>
        <w:t>1.266e-2</w:t>
      </w:r>
    </w:p>
    <w:p w:rsidR="00557788" w:rsidRDefault="00557788" w:rsidP="00557788">
      <w:r>
        <w:t>168.0049</w:t>
      </w:r>
      <w:r>
        <w:tab/>
        <w:t>1.025e0</w:t>
      </w:r>
    </w:p>
    <w:p w:rsidR="00557788" w:rsidRDefault="00557788" w:rsidP="00557788">
      <w:r>
        <w:t>168.0238</w:t>
      </w:r>
      <w:r>
        <w:tab/>
        <w:t>5.063e0</w:t>
      </w:r>
    </w:p>
    <w:p w:rsidR="00557788" w:rsidRDefault="00557788" w:rsidP="00557788">
      <w:r>
        <w:t>168.0287</w:t>
      </w:r>
      <w:r>
        <w:tab/>
        <w:t>1.013e0</w:t>
      </w:r>
    </w:p>
    <w:p w:rsidR="00557788" w:rsidRDefault="00557788" w:rsidP="00557788">
      <w:r>
        <w:t>168.0350</w:t>
      </w:r>
      <w:r>
        <w:tab/>
        <w:t>3.006e0</w:t>
      </w:r>
    </w:p>
    <w:p w:rsidR="00557788" w:rsidRDefault="00557788" w:rsidP="00557788">
      <w:r>
        <w:t>168.0490</w:t>
      </w:r>
      <w:r>
        <w:tab/>
        <w:t>3.038e0</w:t>
      </w:r>
    </w:p>
    <w:p w:rsidR="00557788" w:rsidRDefault="00557788" w:rsidP="00557788">
      <w:r>
        <w:t>168.0613</w:t>
      </w:r>
      <w:r>
        <w:tab/>
        <w:t>2.025e0</w:t>
      </w:r>
    </w:p>
    <w:p w:rsidR="00557788" w:rsidRDefault="00557788" w:rsidP="00557788">
      <w:r>
        <w:t>168.0649</w:t>
      </w:r>
      <w:r>
        <w:tab/>
        <w:t>4.829e0</w:t>
      </w:r>
    </w:p>
    <w:p w:rsidR="00557788" w:rsidRDefault="00557788" w:rsidP="00557788">
      <w:r>
        <w:t>168.0956</w:t>
      </w:r>
      <w:r>
        <w:tab/>
        <w:t>4.018e0</w:t>
      </w:r>
    </w:p>
    <w:p w:rsidR="00557788" w:rsidRDefault="00557788" w:rsidP="00557788">
      <w:r>
        <w:lastRenderedPageBreak/>
        <w:t>168.1082</w:t>
      </w:r>
      <w:r>
        <w:tab/>
        <w:t>2.012e0</w:t>
      </w:r>
    </w:p>
    <w:p w:rsidR="00557788" w:rsidRDefault="00557788" w:rsidP="00557788">
      <w:r>
        <w:t>168.1112</w:t>
      </w:r>
      <w:r>
        <w:tab/>
        <w:t>7.008e0</w:t>
      </w:r>
    </w:p>
    <w:p w:rsidR="00557788" w:rsidRDefault="00557788" w:rsidP="00557788">
      <w:r>
        <w:t>168.1172</w:t>
      </w:r>
      <w:r>
        <w:tab/>
        <w:t>6.710e-1</w:t>
      </w:r>
    </w:p>
    <w:p w:rsidR="00557788" w:rsidRDefault="00557788" w:rsidP="00557788">
      <w:r>
        <w:t>168.1329</w:t>
      </w:r>
      <w:r>
        <w:tab/>
        <w:t>1.753e0</w:t>
      </w:r>
    </w:p>
    <w:p w:rsidR="00557788" w:rsidRDefault="00557788" w:rsidP="00557788">
      <w:r>
        <w:t>168.1355</w:t>
      </w:r>
      <w:r>
        <w:tab/>
        <w:t>4.377e0</w:t>
      </w:r>
    </w:p>
    <w:p w:rsidR="00557788" w:rsidRDefault="00557788" w:rsidP="00557788">
      <w:r>
        <w:t>168.1398</w:t>
      </w:r>
      <w:r>
        <w:tab/>
        <w:t>3.203e0</w:t>
      </w:r>
    </w:p>
    <w:p w:rsidR="00557788" w:rsidRDefault="00557788" w:rsidP="00557788">
      <w:r>
        <w:t>168.1432</w:t>
      </w:r>
      <w:r>
        <w:tab/>
        <w:t>5.656e0</w:t>
      </w:r>
    </w:p>
    <w:p w:rsidR="00557788" w:rsidRDefault="00557788" w:rsidP="00557788">
      <w:r>
        <w:t>168.1451</w:t>
      </w:r>
      <w:r>
        <w:tab/>
        <w:t>5.214e0</w:t>
      </w:r>
    </w:p>
    <w:p w:rsidR="00557788" w:rsidRDefault="00557788" w:rsidP="00557788">
      <w:r>
        <w:t>168.1466</w:t>
      </w:r>
      <w:r>
        <w:tab/>
        <w:t>2.272e0</w:t>
      </w:r>
    </w:p>
    <w:p w:rsidR="00557788" w:rsidRDefault="00557788" w:rsidP="00557788">
      <w:r>
        <w:t>168.1577</w:t>
      </w:r>
      <w:r>
        <w:tab/>
        <w:t>1.732e0</w:t>
      </w:r>
    </w:p>
    <w:p w:rsidR="00557788" w:rsidRDefault="00557788" w:rsidP="00557788">
      <w:r>
        <w:t>168.1594</w:t>
      </w:r>
      <w:r>
        <w:tab/>
        <w:t>2.325e0</w:t>
      </w:r>
    </w:p>
    <w:p w:rsidR="00557788" w:rsidRDefault="00557788" w:rsidP="00557788">
      <w:r>
        <w:t>168.1687</w:t>
      </w:r>
      <w:r>
        <w:tab/>
        <w:t>1.683e0</w:t>
      </w:r>
    </w:p>
    <w:p w:rsidR="00557788" w:rsidRDefault="00557788" w:rsidP="00557788">
      <w:r>
        <w:t>168.1720</w:t>
      </w:r>
      <w:r>
        <w:tab/>
        <w:t>1.190e0</w:t>
      </w:r>
    </w:p>
    <w:p w:rsidR="00557788" w:rsidRDefault="00557788" w:rsidP="00557788">
      <w:r>
        <w:t>168.1945</w:t>
      </w:r>
      <w:r>
        <w:tab/>
        <w:t>1.266e-2</w:t>
      </w:r>
    </w:p>
    <w:p w:rsidR="00557788" w:rsidRDefault="00557788" w:rsidP="00557788">
      <w:r>
        <w:t>168.1999</w:t>
      </w:r>
      <w:r>
        <w:tab/>
        <w:t>2.025e0</w:t>
      </w:r>
    </w:p>
    <w:p w:rsidR="00557788" w:rsidRDefault="00557788" w:rsidP="00557788">
      <w:r>
        <w:t>168.2048</w:t>
      </w:r>
      <w:r>
        <w:tab/>
        <w:t>1.013e0</w:t>
      </w:r>
    </w:p>
    <w:p w:rsidR="00557788" w:rsidRDefault="00557788" w:rsidP="00557788">
      <w:r>
        <w:t>168.2148</w:t>
      </w:r>
      <w:r>
        <w:tab/>
        <w:t>1.025e0</w:t>
      </w:r>
    </w:p>
    <w:p w:rsidR="00557788" w:rsidRDefault="00557788" w:rsidP="00557788">
      <w:r>
        <w:t>168.2181</w:t>
      </w:r>
      <w:r>
        <w:tab/>
        <w:t>1.013e0</w:t>
      </w:r>
    </w:p>
    <w:p w:rsidR="00557788" w:rsidRDefault="00557788" w:rsidP="00557788">
      <w:r>
        <w:t>168.2227</w:t>
      </w:r>
      <w:r>
        <w:tab/>
        <w:t>3.038e0</w:t>
      </w:r>
    </w:p>
    <w:p w:rsidR="00557788" w:rsidRDefault="00557788" w:rsidP="00557788">
      <w:r>
        <w:lastRenderedPageBreak/>
        <w:t>168.2316</w:t>
      </w:r>
      <w:r>
        <w:tab/>
        <w:t>1.013e0</w:t>
      </w:r>
    </w:p>
    <w:p w:rsidR="00557788" w:rsidRDefault="00557788" w:rsidP="00557788">
      <w:r>
        <w:t>168.2401</w:t>
      </w:r>
      <w:r>
        <w:tab/>
        <w:t>3.038e0</w:t>
      </w:r>
    </w:p>
    <w:p w:rsidR="00557788" w:rsidRDefault="00557788" w:rsidP="00557788">
      <w:r>
        <w:t>168.2492</w:t>
      </w:r>
      <w:r>
        <w:tab/>
        <w:t>1.013e0</w:t>
      </w:r>
    </w:p>
    <w:p w:rsidR="00557788" w:rsidRDefault="00557788" w:rsidP="00557788">
      <w:r>
        <w:t>168.2578</w:t>
      </w:r>
      <w:r>
        <w:tab/>
        <w:t>2.532e-2</w:t>
      </w:r>
    </w:p>
    <w:p w:rsidR="00557788" w:rsidRDefault="00557788" w:rsidP="00557788">
      <w:r>
        <w:t>168.2611</w:t>
      </w:r>
      <w:r>
        <w:tab/>
        <w:t>1.038e0</w:t>
      </w:r>
    </w:p>
    <w:p w:rsidR="00557788" w:rsidRDefault="00557788" w:rsidP="00557788">
      <w:r>
        <w:t>168.2631</w:t>
      </w:r>
      <w:r>
        <w:tab/>
        <w:t>1.266e-2</w:t>
      </w:r>
    </w:p>
    <w:p w:rsidR="00557788" w:rsidRDefault="00557788" w:rsidP="00557788">
      <w:r>
        <w:t>168.2735</w:t>
      </w:r>
      <w:r>
        <w:tab/>
        <w:t>3.038e0</w:t>
      </w:r>
    </w:p>
    <w:p w:rsidR="00557788" w:rsidRDefault="00557788" w:rsidP="00557788">
      <w:r>
        <w:t>168.2867</w:t>
      </w:r>
      <w:r>
        <w:tab/>
        <w:t>1.038e0</w:t>
      </w:r>
    </w:p>
    <w:p w:rsidR="00557788" w:rsidRDefault="00557788" w:rsidP="00557788">
      <w:r>
        <w:t>168.2881</w:t>
      </w:r>
      <w:r>
        <w:tab/>
        <w:t>5.063e0</w:t>
      </w:r>
    </w:p>
    <w:p w:rsidR="00557788" w:rsidRDefault="00557788" w:rsidP="00557788">
      <w:r>
        <w:t>168.2911</w:t>
      </w:r>
      <w:r>
        <w:tab/>
        <w:t>1.013e0</w:t>
      </w:r>
    </w:p>
    <w:p w:rsidR="00557788" w:rsidRDefault="00557788" w:rsidP="00557788">
      <w:r>
        <w:t>168.2999</w:t>
      </w:r>
      <w:r>
        <w:tab/>
        <w:t>2.025e0</w:t>
      </w:r>
    </w:p>
    <w:p w:rsidR="00557788" w:rsidRDefault="00557788" w:rsidP="00557788">
      <w:r>
        <w:t>168.3031</w:t>
      </w:r>
      <w:r>
        <w:tab/>
        <w:t>2.532e-2</w:t>
      </w:r>
    </w:p>
    <w:p w:rsidR="00557788" w:rsidRDefault="00557788" w:rsidP="00557788">
      <w:r>
        <w:t>168.3247</w:t>
      </w:r>
      <w:r>
        <w:tab/>
        <w:t>5.063e-2</w:t>
      </w:r>
    </w:p>
    <w:p w:rsidR="00557788" w:rsidRDefault="00557788" w:rsidP="00557788">
      <w:r>
        <w:t>168.3282</w:t>
      </w:r>
      <w:r>
        <w:tab/>
        <w:t>1.013e0</w:t>
      </w:r>
    </w:p>
    <w:p w:rsidR="00557788" w:rsidRDefault="00557788" w:rsidP="00557788">
      <w:r>
        <w:t>168.3422</w:t>
      </w:r>
      <w:r>
        <w:tab/>
        <w:t>2.532e-2</w:t>
      </w:r>
    </w:p>
    <w:p w:rsidR="00557788" w:rsidRDefault="00557788" w:rsidP="00557788">
      <w:r>
        <w:t>168.3492</w:t>
      </w:r>
      <w:r>
        <w:tab/>
        <w:t>2.532e-2</w:t>
      </w:r>
    </w:p>
    <w:p w:rsidR="00557788" w:rsidRDefault="00557788" w:rsidP="00557788">
      <w:r>
        <w:t>168.3544</w:t>
      </w:r>
      <w:r>
        <w:tab/>
        <w:t>2.025e0</w:t>
      </w:r>
    </w:p>
    <w:p w:rsidR="00557788" w:rsidRDefault="00557788" w:rsidP="00557788">
      <w:r>
        <w:t>168.3596</w:t>
      </w:r>
      <w:r>
        <w:tab/>
        <w:t>1.013e0</w:t>
      </w:r>
    </w:p>
    <w:p w:rsidR="00557788" w:rsidRDefault="00557788" w:rsidP="00557788">
      <w:r>
        <w:t>168.3684</w:t>
      </w:r>
      <w:r>
        <w:tab/>
        <w:t>2.025e0</w:t>
      </w:r>
    </w:p>
    <w:p w:rsidR="00557788" w:rsidRDefault="00557788" w:rsidP="00557788">
      <w:r>
        <w:lastRenderedPageBreak/>
        <w:t>168.3737</w:t>
      </w:r>
      <w:r>
        <w:tab/>
        <w:t>3.063e0</w:t>
      </w:r>
    </w:p>
    <w:p w:rsidR="00557788" w:rsidRDefault="00557788" w:rsidP="00557788">
      <w:r>
        <w:t>168.3824</w:t>
      </w:r>
      <w:r>
        <w:tab/>
        <w:t>2.025e0</w:t>
      </w:r>
    </w:p>
    <w:p w:rsidR="00557788" w:rsidRDefault="00557788" w:rsidP="00557788">
      <w:r>
        <w:t>168.3898</w:t>
      </w:r>
      <w:r>
        <w:tab/>
        <w:t>3.038e0</w:t>
      </w:r>
    </w:p>
    <w:p w:rsidR="00557788" w:rsidRDefault="00557788" w:rsidP="00557788">
      <w:r>
        <w:t>168.3909</w:t>
      </w:r>
      <w:r>
        <w:tab/>
        <w:t>1.013e0</w:t>
      </w:r>
    </w:p>
    <w:p w:rsidR="00557788" w:rsidRDefault="00557788" w:rsidP="00557788">
      <w:r>
        <w:t>168.3943</w:t>
      </w:r>
      <w:r>
        <w:tab/>
        <w:t>1.013e0</w:t>
      </w:r>
    </w:p>
    <w:p w:rsidR="00557788" w:rsidRDefault="00557788" w:rsidP="00557788">
      <w:r>
        <w:t>168.3976</w:t>
      </w:r>
      <w:r>
        <w:tab/>
        <w:t>1.266e-2</w:t>
      </w:r>
    </w:p>
    <w:p w:rsidR="00557788" w:rsidRDefault="00557788" w:rsidP="00557788">
      <w:r>
        <w:t>168.4143</w:t>
      </w:r>
      <w:r>
        <w:tab/>
        <w:t>1.013e0</w:t>
      </w:r>
    </w:p>
    <w:p w:rsidR="00557788" w:rsidRDefault="00557788" w:rsidP="00557788">
      <w:r>
        <w:t>168.4178</w:t>
      </w:r>
      <w:r>
        <w:tab/>
        <w:t>2.532e-2</w:t>
      </w:r>
    </w:p>
    <w:p w:rsidR="00557788" w:rsidRDefault="00557788" w:rsidP="00557788">
      <w:r>
        <w:t>168.4336</w:t>
      </w:r>
      <w:r>
        <w:tab/>
        <w:t>2.025e0</w:t>
      </w:r>
    </w:p>
    <w:p w:rsidR="00557788" w:rsidRDefault="00557788" w:rsidP="00557788">
      <w:r>
        <w:t>168.4353</w:t>
      </w:r>
      <w:r>
        <w:tab/>
        <w:t>1.025e0</w:t>
      </w:r>
    </w:p>
    <w:p w:rsidR="00557788" w:rsidRDefault="00557788" w:rsidP="00557788">
      <w:r>
        <w:t>168.4458</w:t>
      </w:r>
      <w:r>
        <w:tab/>
        <w:t>2.532e-2</w:t>
      </w:r>
    </w:p>
    <w:p w:rsidR="00557788" w:rsidRDefault="00557788" w:rsidP="00557788">
      <w:r>
        <w:t>168.4475</w:t>
      </w:r>
      <w:r>
        <w:tab/>
        <w:t>2.025e0</w:t>
      </w:r>
    </w:p>
    <w:p w:rsidR="00557788" w:rsidRDefault="00557788" w:rsidP="00557788">
      <w:r>
        <w:t>168.4528</w:t>
      </w:r>
      <w:r>
        <w:tab/>
        <w:t>2.025e0</w:t>
      </w:r>
    </w:p>
    <w:p w:rsidR="00557788" w:rsidRDefault="00557788" w:rsidP="00557788">
      <w:r>
        <w:t>168.4545</w:t>
      </w:r>
      <w:r>
        <w:tab/>
        <w:t>4.051e0</w:t>
      </w:r>
    </w:p>
    <w:p w:rsidR="00557788" w:rsidRDefault="00557788" w:rsidP="00557788">
      <w:r>
        <w:t>168.4597</w:t>
      </w:r>
      <w:r>
        <w:tab/>
        <w:t>1.013e0</w:t>
      </w:r>
    </w:p>
    <w:p w:rsidR="00557788" w:rsidRDefault="00557788" w:rsidP="00557788">
      <w:r>
        <w:t>168.4738</w:t>
      </w:r>
      <w:r>
        <w:tab/>
        <w:t>2.532e-2</w:t>
      </w:r>
    </w:p>
    <w:p w:rsidR="00557788" w:rsidRDefault="00557788" w:rsidP="00557788">
      <w:r>
        <w:t>168.4804</w:t>
      </w:r>
      <w:r>
        <w:tab/>
        <w:t>3.798e-2</w:t>
      </w:r>
    </w:p>
    <w:p w:rsidR="00557788" w:rsidRDefault="00557788" w:rsidP="00557788">
      <w:r>
        <w:t>168.4841</w:t>
      </w:r>
      <w:r>
        <w:tab/>
        <w:t>1.266e-2</w:t>
      </w:r>
    </w:p>
    <w:p w:rsidR="00557788" w:rsidRDefault="00557788" w:rsidP="00557788">
      <w:r>
        <w:t>168.4866</w:t>
      </w:r>
      <w:r>
        <w:tab/>
        <w:t>6.089e0</w:t>
      </w:r>
    </w:p>
    <w:p w:rsidR="00557788" w:rsidRDefault="00557788" w:rsidP="00557788">
      <w:r>
        <w:lastRenderedPageBreak/>
        <w:t>168.4908</w:t>
      </w:r>
      <w:r>
        <w:tab/>
        <w:t>2.051e0</w:t>
      </w:r>
    </w:p>
    <w:p w:rsidR="00557788" w:rsidRDefault="00557788" w:rsidP="00557788">
      <w:r>
        <w:t>168.5007</w:t>
      </w:r>
      <w:r>
        <w:tab/>
        <w:t>1.266e-2</w:t>
      </w:r>
    </w:p>
    <w:p w:rsidR="00557788" w:rsidRDefault="00557788" w:rsidP="00557788">
      <w:r>
        <w:t>168.5074</w:t>
      </w:r>
      <w:r>
        <w:tab/>
        <w:t>1.266e-2</w:t>
      </w:r>
    </w:p>
    <w:p w:rsidR="00557788" w:rsidRDefault="00557788" w:rsidP="00557788">
      <w:r>
        <w:t>168.5126</w:t>
      </w:r>
      <w:r>
        <w:tab/>
        <w:t>2.025e0</w:t>
      </w:r>
    </w:p>
    <w:p w:rsidR="00557788" w:rsidRDefault="00557788" w:rsidP="00557788">
      <w:r>
        <w:t>168.5424</w:t>
      </w:r>
      <w:r>
        <w:tab/>
        <w:t>4.076e0</w:t>
      </w:r>
    </w:p>
    <w:p w:rsidR="00557788" w:rsidRDefault="00557788" w:rsidP="00557788">
      <w:r>
        <w:t>168.5511</w:t>
      </w:r>
      <w:r>
        <w:tab/>
        <w:t>4.051e0</w:t>
      </w:r>
    </w:p>
    <w:p w:rsidR="00557788" w:rsidRDefault="00557788" w:rsidP="00557788">
      <w:r>
        <w:t>168.5544</w:t>
      </w:r>
      <w:r>
        <w:tab/>
        <w:t>4.578e0</w:t>
      </w:r>
    </w:p>
    <w:p w:rsidR="00557788" w:rsidRDefault="00557788" w:rsidP="00557788">
      <w:r>
        <w:t>168.5648</w:t>
      </w:r>
      <w:r>
        <w:tab/>
        <w:t>3.038e0</w:t>
      </w:r>
    </w:p>
    <w:p w:rsidR="00557788" w:rsidRDefault="00557788" w:rsidP="00557788">
      <w:r>
        <w:t>168.5774</w:t>
      </w:r>
      <w:r>
        <w:tab/>
        <w:t>4.051e0</w:t>
      </w:r>
    </w:p>
    <w:p w:rsidR="00557788" w:rsidRDefault="00557788" w:rsidP="00557788">
      <w:r>
        <w:t>168.5904</w:t>
      </w:r>
      <w:r>
        <w:tab/>
        <w:t>2.038e0</w:t>
      </w:r>
    </w:p>
    <w:p w:rsidR="00557788" w:rsidRDefault="00557788" w:rsidP="00557788">
      <w:r>
        <w:t>168.5955</w:t>
      </w:r>
      <w:r>
        <w:tab/>
        <w:t>3.038e0</w:t>
      </w:r>
    </w:p>
    <w:p w:rsidR="00557788" w:rsidRDefault="00557788" w:rsidP="00557788">
      <w:r>
        <w:t>168.6111</w:t>
      </w:r>
      <w:r>
        <w:tab/>
        <w:t>3.038e0</w:t>
      </w:r>
    </w:p>
    <w:p w:rsidR="00557788" w:rsidRDefault="00557788" w:rsidP="00557788">
      <w:r>
        <w:t>168.6146</w:t>
      </w:r>
      <w:r>
        <w:tab/>
        <w:t>2.025e0</w:t>
      </w:r>
    </w:p>
    <w:p w:rsidR="00557788" w:rsidRDefault="00557788" w:rsidP="00557788">
      <w:r>
        <w:t>168.6216</w:t>
      </w:r>
      <w:r>
        <w:tab/>
        <w:t>3.051e0</w:t>
      </w:r>
    </w:p>
    <w:p w:rsidR="00557788" w:rsidRDefault="00557788" w:rsidP="00557788">
      <w:r>
        <w:t>168.6286</w:t>
      </w:r>
      <w:r>
        <w:tab/>
        <w:t>2.025e0</w:t>
      </w:r>
    </w:p>
    <w:p w:rsidR="00557788" w:rsidRDefault="00557788" w:rsidP="00557788">
      <w:r>
        <w:t>168.6447</w:t>
      </w:r>
      <w:r>
        <w:tab/>
        <w:t>5.577e0</w:t>
      </w:r>
    </w:p>
    <w:p w:rsidR="00557788" w:rsidRDefault="00557788" w:rsidP="00557788">
      <w:r>
        <w:t>168.6460</w:t>
      </w:r>
      <w:r>
        <w:tab/>
        <w:t>1.266e-2</w:t>
      </w:r>
    </w:p>
    <w:p w:rsidR="00557788" w:rsidRDefault="00557788" w:rsidP="00557788">
      <w:r>
        <w:t>168.6636</w:t>
      </w:r>
      <w:r>
        <w:tab/>
        <w:t>2.063e0</w:t>
      </w:r>
    </w:p>
    <w:p w:rsidR="00557788" w:rsidRDefault="00557788" w:rsidP="00557788">
      <w:r>
        <w:t>168.6654</w:t>
      </w:r>
      <w:r>
        <w:tab/>
        <w:t>2.532e-2</w:t>
      </w:r>
    </w:p>
    <w:p w:rsidR="00557788" w:rsidRDefault="00557788" w:rsidP="00557788">
      <w:r>
        <w:lastRenderedPageBreak/>
        <w:t>168.6671</w:t>
      </w:r>
      <w:r>
        <w:tab/>
        <w:t>2.532e-2</w:t>
      </w:r>
    </w:p>
    <w:p w:rsidR="00557788" w:rsidRDefault="00557788" w:rsidP="00557788">
      <w:r>
        <w:t>168.6772</w:t>
      </w:r>
      <w:r>
        <w:tab/>
        <w:t>1.013e0</w:t>
      </w:r>
    </w:p>
    <w:p w:rsidR="00557788" w:rsidRDefault="00557788" w:rsidP="00557788">
      <w:r>
        <w:t>168.6788</w:t>
      </w:r>
      <w:r>
        <w:tab/>
        <w:t>2.025e0</w:t>
      </w:r>
    </w:p>
    <w:p w:rsidR="00557788" w:rsidRDefault="00557788" w:rsidP="00557788">
      <w:r>
        <w:t>168.6871</w:t>
      </w:r>
      <w:r>
        <w:tab/>
        <w:t>1.266e-2</w:t>
      </w:r>
    </w:p>
    <w:p w:rsidR="00557788" w:rsidRDefault="00557788" w:rsidP="00557788">
      <w:r>
        <w:t>168.6905</w:t>
      </w:r>
      <w:r>
        <w:tab/>
        <w:t>1.266e-2</w:t>
      </w:r>
    </w:p>
    <w:p w:rsidR="00557788" w:rsidRDefault="00557788" w:rsidP="00557788">
      <w:r>
        <w:t>168.7060</w:t>
      </w:r>
      <w:r>
        <w:tab/>
        <w:t>2.025e0</w:t>
      </w:r>
    </w:p>
    <w:p w:rsidR="00557788" w:rsidRDefault="00557788" w:rsidP="00557788">
      <w:r>
        <w:t>168.7078</w:t>
      </w:r>
      <w:r>
        <w:tab/>
        <w:t>1.266e-2</w:t>
      </w:r>
    </w:p>
    <w:p w:rsidR="00557788" w:rsidRDefault="00557788" w:rsidP="00557788">
      <w:r>
        <w:t>168.7095</w:t>
      </w:r>
      <w:r>
        <w:tab/>
        <w:t>2.025e0</w:t>
      </w:r>
    </w:p>
    <w:p w:rsidR="00557788" w:rsidRDefault="00557788" w:rsidP="00557788">
      <w:r>
        <w:t>168.7148</w:t>
      </w:r>
      <w:r>
        <w:tab/>
        <w:t>3.038e0</w:t>
      </w:r>
    </w:p>
    <w:p w:rsidR="00557788" w:rsidRDefault="00557788" w:rsidP="00557788">
      <w:r>
        <w:t>168.7253</w:t>
      </w:r>
      <w:r>
        <w:tab/>
        <w:t>2.051e0</w:t>
      </w:r>
    </w:p>
    <w:p w:rsidR="00557788" w:rsidRDefault="00557788" w:rsidP="00557788">
      <w:r>
        <w:t>168.7287</w:t>
      </w:r>
      <w:r>
        <w:tab/>
        <w:t>1.013e0</w:t>
      </w:r>
    </w:p>
    <w:p w:rsidR="00557788" w:rsidRDefault="00557788" w:rsidP="00557788">
      <w:r>
        <w:t>168.7305</w:t>
      </w:r>
      <w:r>
        <w:tab/>
        <w:t>2.025e0</w:t>
      </w:r>
    </w:p>
    <w:p w:rsidR="00557788" w:rsidRDefault="00557788" w:rsidP="00557788">
      <w:r>
        <w:t>168.7532</w:t>
      </w:r>
      <w:r>
        <w:tab/>
        <w:t>1.266e-2</w:t>
      </w:r>
    </w:p>
    <w:p w:rsidR="00557788" w:rsidRDefault="00557788" w:rsidP="00557788">
      <w:r>
        <w:t>168.7550</w:t>
      </w:r>
      <w:r>
        <w:tab/>
        <w:t>2.025e0</w:t>
      </w:r>
    </w:p>
    <w:p w:rsidR="00557788" w:rsidRDefault="00557788" w:rsidP="00557788">
      <w:r>
        <w:t>168.7638</w:t>
      </w:r>
      <w:r>
        <w:tab/>
        <w:t>5.063e-2</w:t>
      </w:r>
    </w:p>
    <w:p w:rsidR="00557788" w:rsidRDefault="00557788" w:rsidP="00557788">
      <w:r>
        <w:t>168.7657</w:t>
      </w:r>
      <w:r>
        <w:tab/>
        <w:t>2.025e0</w:t>
      </w:r>
    </w:p>
    <w:p w:rsidR="00557788" w:rsidRDefault="00557788" w:rsidP="00557788">
      <w:r>
        <w:t>168.7671</w:t>
      </w:r>
      <w:r>
        <w:tab/>
        <w:t>1.013e0</w:t>
      </w:r>
    </w:p>
    <w:p w:rsidR="00557788" w:rsidRDefault="00557788" w:rsidP="00557788">
      <w:r>
        <w:t>168.7738</w:t>
      </w:r>
      <w:r>
        <w:tab/>
        <w:t>1.025e0</w:t>
      </w:r>
    </w:p>
    <w:p w:rsidR="00557788" w:rsidRDefault="00557788" w:rsidP="00557788">
      <w:r>
        <w:t>168.7804</w:t>
      </w:r>
      <w:r>
        <w:tab/>
        <w:t>1.025e0</w:t>
      </w:r>
    </w:p>
    <w:p w:rsidR="00557788" w:rsidRDefault="00557788" w:rsidP="00557788">
      <w:r>
        <w:lastRenderedPageBreak/>
        <w:t>168.7869</w:t>
      </w:r>
      <w:r>
        <w:tab/>
        <w:t>1.025e0</w:t>
      </w:r>
    </w:p>
    <w:p w:rsidR="00557788" w:rsidRDefault="00557788" w:rsidP="00557788">
      <w:r>
        <w:t>168.7884</w:t>
      </w:r>
      <w:r>
        <w:tab/>
        <w:t>2.025e0</w:t>
      </w:r>
    </w:p>
    <w:p w:rsidR="00557788" w:rsidRDefault="00557788" w:rsidP="00557788">
      <w:r>
        <w:t>168.8150</w:t>
      </w:r>
      <w:r>
        <w:tab/>
        <w:t>2.532e-2</w:t>
      </w:r>
    </w:p>
    <w:p w:rsidR="00557788" w:rsidRDefault="00557788" w:rsidP="00557788">
      <w:r>
        <w:t>168.8307</w:t>
      </w:r>
      <w:r>
        <w:tab/>
        <w:t>2.025e0</w:t>
      </w:r>
    </w:p>
    <w:p w:rsidR="00557788" w:rsidRDefault="00557788" w:rsidP="00557788">
      <w:r>
        <w:t>168.8464</w:t>
      </w:r>
      <w:r>
        <w:tab/>
        <w:t>3.797e-2</w:t>
      </w:r>
    </w:p>
    <w:p w:rsidR="00557788" w:rsidRDefault="00557788" w:rsidP="00557788">
      <w:r>
        <w:t>168.8499</w:t>
      </w:r>
      <w:r>
        <w:tab/>
        <w:t>3.038e0</w:t>
      </w:r>
    </w:p>
    <w:p w:rsidR="00557788" w:rsidRDefault="00557788" w:rsidP="00557788">
      <w:r>
        <w:t>168.8570</w:t>
      </w:r>
      <w:r>
        <w:tab/>
        <w:t>1.013e0</w:t>
      </w:r>
    </w:p>
    <w:p w:rsidR="00557788" w:rsidRDefault="00557788" w:rsidP="00557788">
      <w:r>
        <w:t>168.8671</w:t>
      </w:r>
      <w:r>
        <w:tab/>
        <w:t>2.532e-2</w:t>
      </w:r>
    </w:p>
    <w:p w:rsidR="00557788" w:rsidRDefault="00557788" w:rsidP="00557788">
      <w:r>
        <w:t>168.8690</w:t>
      </w:r>
      <w:r>
        <w:tab/>
        <w:t>2.025e0</w:t>
      </w:r>
    </w:p>
    <w:p w:rsidR="00557788" w:rsidRDefault="00557788" w:rsidP="00557788">
      <w:r>
        <w:t>168.8788</w:t>
      </w:r>
      <w:r>
        <w:tab/>
        <w:t>2.025e0</w:t>
      </w:r>
    </w:p>
    <w:p w:rsidR="00557788" w:rsidRDefault="00557788" w:rsidP="00557788">
      <w:r>
        <w:t>168.8804</w:t>
      </w:r>
      <w:r>
        <w:tab/>
        <w:t>1.025e0</w:t>
      </w:r>
    </w:p>
    <w:p w:rsidR="00557788" w:rsidRDefault="00557788" w:rsidP="00557788">
      <w:r>
        <w:t>168.8959</w:t>
      </w:r>
      <w:r>
        <w:tab/>
        <w:t>2.025e0</w:t>
      </w:r>
    </w:p>
    <w:p w:rsidR="00557788" w:rsidRDefault="00557788" w:rsidP="00557788">
      <w:r>
        <w:t>168.9047</w:t>
      </w:r>
      <w:r>
        <w:tab/>
        <w:t>3.038e0</w:t>
      </w:r>
    </w:p>
    <w:p w:rsidR="00557788" w:rsidRDefault="00557788" w:rsidP="00557788">
      <w:r>
        <w:t>168.9117</w:t>
      </w:r>
      <w:r>
        <w:tab/>
        <w:t>2.025e0</w:t>
      </w:r>
    </w:p>
    <w:p w:rsidR="00557788" w:rsidRDefault="00557788" w:rsidP="00557788">
      <w:r>
        <w:t>168.9134</w:t>
      </w:r>
      <w:r>
        <w:tab/>
        <w:t>2.025e0</w:t>
      </w:r>
    </w:p>
    <w:p w:rsidR="00557788" w:rsidRDefault="00557788" w:rsidP="00557788">
      <w:r>
        <w:t>168.9326</w:t>
      </w:r>
      <w:r>
        <w:tab/>
        <w:t>2.025e0</w:t>
      </w:r>
    </w:p>
    <w:p w:rsidR="00557788" w:rsidRDefault="00557788" w:rsidP="00557788">
      <w:r>
        <w:t>168.9379</w:t>
      </w:r>
      <w:r>
        <w:tab/>
        <w:t>8.101e0</w:t>
      </w:r>
    </w:p>
    <w:p w:rsidR="00557788" w:rsidRDefault="00557788" w:rsidP="00557788">
      <w:r>
        <w:t>168.9433</w:t>
      </w:r>
      <w:r>
        <w:tab/>
        <w:t>1.210e0</w:t>
      </w:r>
    </w:p>
    <w:p w:rsidR="00557788" w:rsidRDefault="00557788" w:rsidP="00557788">
      <w:r>
        <w:t>168.9502</w:t>
      </w:r>
      <w:r>
        <w:tab/>
        <w:t>1.013e0</w:t>
      </w:r>
    </w:p>
    <w:p w:rsidR="00557788" w:rsidRDefault="00557788" w:rsidP="00557788">
      <w:r>
        <w:lastRenderedPageBreak/>
        <w:t>168.9571</w:t>
      </w:r>
      <w:r>
        <w:tab/>
        <w:t>1.013e0</w:t>
      </w:r>
    </w:p>
    <w:p w:rsidR="00557788" w:rsidRDefault="00557788" w:rsidP="00557788">
      <w:r>
        <w:t>168.9615</w:t>
      </w:r>
      <w:r>
        <w:tab/>
        <w:t>1.853e0</w:t>
      </w:r>
    </w:p>
    <w:p w:rsidR="00557788" w:rsidRDefault="00557788" w:rsidP="00557788">
      <w:r>
        <w:t>168.9738</w:t>
      </w:r>
      <w:r>
        <w:tab/>
        <w:t>1.013e0</w:t>
      </w:r>
    </w:p>
    <w:p w:rsidR="00557788" w:rsidRDefault="00557788" w:rsidP="00557788">
      <w:r>
        <w:t>168.9787</w:t>
      </w:r>
      <w:r>
        <w:tab/>
        <w:t>3.038e0</w:t>
      </w:r>
    </w:p>
    <w:p w:rsidR="00557788" w:rsidRDefault="00557788" w:rsidP="00557788">
      <w:r>
        <w:t>168.9838</w:t>
      </w:r>
      <w:r>
        <w:tab/>
        <w:t>3.797e-2</w:t>
      </w:r>
    </w:p>
    <w:p w:rsidR="00557788" w:rsidRDefault="00557788" w:rsidP="00557788">
      <w:r>
        <w:t>168.9864</w:t>
      </w:r>
      <w:r>
        <w:tab/>
        <w:t>2.051e0</w:t>
      </w:r>
    </w:p>
    <w:p w:rsidR="00557788" w:rsidRDefault="00557788" w:rsidP="00557788">
      <w:r>
        <w:t>169.0049</w:t>
      </w:r>
      <w:r>
        <w:tab/>
        <w:t>1.266e-2</w:t>
      </w:r>
    </w:p>
    <w:p w:rsidR="00557788" w:rsidRDefault="00557788" w:rsidP="00557788">
      <w:r>
        <w:t>169.0084</w:t>
      </w:r>
      <w:r>
        <w:tab/>
        <w:t>1.013e0</w:t>
      </w:r>
    </w:p>
    <w:p w:rsidR="00557788" w:rsidRDefault="00557788" w:rsidP="00557788">
      <w:r>
        <w:t>169.0119</w:t>
      </w:r>
      <w:r>
        <w:tab/>
        <w:t>2.025e0</w:t>
      </w:r>
    </w:p>
    <w:p w:rsidR="00557788" w:rsidRDefault="00557788" w:rsidP="00557788">
      <w:r>
        <w:t>169.0189</w:t>
      </w:r>
      <w:r>
        <w:tab/>
        <w:t>1.013e0</w:t>
      </w:r>
    </w:p>
    <w:p w:rsidR="00557788" w:rsidRDefault="00557788" w:rsidP="00557788">
      <w:r>
        <w:t>169.0328</w:t>
      </w:r>
      <w:r>
        <w:tab/>
        <w:t>1.013e0</w:t>
      </w:r>
    </w:p>
    <w:p w:rsidR="00557788" w:rsidRDefault="00557788" w:rsidP="00557788">
      <w:r>
        <w:t>169.0395</w:t>
      </w:r>
      <w:r>
        <w:tab/>
        <w:t>6.076e0</w:t>
      </w:r>
    </w:p>
    <w:p w:rsidR="00557788" w:rsidRDefault="00557788" w:rsidP="00557788">
      <w:r>
        <w:t>169.0450</w:t>
      </w:r>
      <w:r>
        <w:tab/>
        <w:t>5.063e0</w:t>
      </w:r>
    </w:p>
    <w:p w:rsidR="00557788" w:rsidRDefault="00557788" w:rsidP="00557788">
      <w:r>
        <w:t>169.0470</w:t>
      </w:r>
      <w:r>
        <w:tab/>
        <w:t>1.025e0</w:t>
      </w:r>
    </w:p>
    <w:p w:rsidR="00557788" w:rsidRDefault="00557788" w:rsidP="00557788">
      <w:r>
        <w:t>169.0543</w:t>
      </w:r>
      <w:r>
        <w:tab/>
        <w:t>7.065e0</w:t>
      </w:r>
    </w:p>
    <w:p w:rsidR="00557788" w:rsidRDefault="00557788" w:rsidP="00557788">
      <w:r>
        <w:t>169.0743</w:t>
      </w:r>
      <w:r>
        <w:tab/>
        <w:t>1.791e0</w:t>
      </w:r>
    </w:p>
    <w:p w:rsidR="00557788" w:rsidRDefault="00557788" w:rsidP="00557788">
      <w:r>
        <w:t>169.0966</w:t>
      </w:r>
      <w:r>
        <w:tab/>
        <w:t>3.347e0</w:t>
      </w:r>
    </w:p>
    <w:p w:rsidR="00557788" w:rsidRDefault="00557788" w:rsidP="00557788">
      <w:r>
        <w:t>169.1023</w:t>
      </w:r>
      <w:r>
        <w:tab/>
        <w:t>3.090e0</w:t>
      </w:r>
    </w:p>
    <w:p w:rsidR="00557788" w:rsidRDefault="00557788" w:rsidP="00557788">
      <w:r>
        <w:t>169.1139</w:t>
      </w:r>
      <w:r>
        <w:tab/>
        <w:t>1.157e0</w:t>
      </w:r>
    </w:p>
    <w:p w:rsidR="00557788" w:rsidRDefault="00557788" w:rsidP="00557788">
      <w:r>
        <w:lastRenderedPageBreak/>
        <w:t>169.1297</w:t>
      </w:r>
      <w:r>
        <w:tab/>
        <w:t>2.857e0</w:t>
      </w:r>
    </w:p>
    <w:p w:rsidR="00557788" w:rsidRDefault="00557788" w:rsidP="00557788">
      <w:r>
        <w:t>169.1329</w:t>
      </w:r>
      <w:r>
        <w:tab/>
        <w:t>8.602e-2</w:t>
      </w:r>
    </w:p>
    <w:p w:rsidR="00557788" w:rsidRDefault="00557788" w:rsidP="00557788">
      <w:r>
        <w:t>169.1436</w:t>
      </w:r>
      <w:r>
        <w:tab/>
        <w:t>3.083e0</w:t>
      </w:r>
    </w:p>
    <w:p w:rsidR="00557788" w:rsidRDefault="00557788" w:rsidP="00557788">
      <w:r>
        <w:t>169.1507</w:t>
      </w:r>
      <w:r>
        <w:tab/>
        <w:t>3.156e0</w:t>
      </w:r>
    </w:p>
    <w:p w:rsidR="00557788" w:rsidRDefault="00557788" w:rsidP="00557788">
      <w:r>
        <w:t>169.1678</w:t>
      </w:r>
      <w:r>
        <w:tab/>
        <w:t>3.561e0</w:t>
      </w:r>
    </w:p>
    <w:p w:rsidR="00557788" w:rsidRDefault="00557788" w:rsidP="00557788">
      <w:r>
        <w:t>169.1759</w:t>
      </w:r>
      <w:r>
        <w:tab/>
        <w:t>1.754e0</w:t>
      </w:r>
    </w:p>
    <w:p w:rsidR="00557788" w:rsidRDefault="00557788" w:rsidP="00557788">
      <w:r>
        <w:t>169.1872</w:t>
      </w:r>
      <w:r>
        <w:tab/>
        <w:t>4.063e0</w:t>
      </w:r>
    </w:p>
    <w:p w:rsidR="00557788" w:rsidRDefault="00557788" w:rsidP="00557788">
      <w:r>
        <w:t>169.1914</w:t>
      </w:r>
      <w:r>
        <w:tab/>
        <w:t>2.025e0</w:t>
      </w:r>
    </w:p>
    <w:p w:rsidR="00557788" w:rsidRDefault="00557788" w:rsidP="00557788">
      <w:r>
        <w:t>169.1966</w:t>
      </w:r>
      <w:r>
        <w:tab/>
        <w:t>3.038e0</w:t>
      </w:r>
    </w:p>
    <w:p w:rsidR="00557788" w:rsidRDefault="00557788" w:rsidP="00557788">
      <w:r>
        <w:t>169.1994</w:t>
      </w:r>
      <w:r>
        <w:tab/>
        <w:t>2.249e0</w:t>
      </w:r>
    </w:p>
    <w:p w:rsidR="00557788" w:rsidRDefault="00557788" w:rsidP="00557788">
      <w:r>
        <w:t>169.2019</w:t>
      </w:r>
      <w:r>
        <w:tab/>
        <w:t>1.051e0</w:t>
      </w:r>
    </w:p>
    <w:p w:rsidR="00557788" w:rsidRDefault="00557788" w:rsidP="00557788">
      <w:r>
        <w:t>169.2159</w:t>
      </w:r>
      <w:r>
        <w:tab/>
        <w:t>1.266e-2</w:t>
      </w:r>
    </w:p>
    <w:p w:rsidR="00557788" w:rsidRDefault="00557788" w:rsidP="00557788">
      <w:r>
        <w:t>169.2194</w:t>
      </w:r>
      <w:r>
        <w:tab/>
        <w:t>2.025e0</w:t>
      </w:r>
    </w:p>
    <w:p w:rsidR="00557788" w:rsidRDefault="00557788" w:rsidP="00557788">
      <w:r>
        <w:t>169.2232</w:t>
      </w:r>
      <w:r>
        <w:tab/>
        <w:t>1.332e0</w:t>
      </w:r>
    </w:p>
    <w:p w:rsidR="00557788" w:rsidRDefault="00557788" w:rsidP="00557788">
      <w:r>
        <w:t>169.2319</w:t>
      </w:r>
      <w:r>
        <w:tab/>
        <w:t>3.038e0</w:t>
      </w:r>
    </w:p>
    <w:p w:rsidR="00557788" w:rsidRDefault="00557788" w:rsidP="00557788">
      <w:r>
        <w:t>169.2418</w:t>
      </w:r>
      <w:r>
        <w:tab/>
        <w:t>3.038e0</w:t>
      </w:r>
    </w:p>
    <w:p w:rsidR="00557788" w:rsidRDefault="00557788" w:rsidP="00557788">
      <w:r>
        <w:t>169.2439</w:t>
      </w:r>
      <w:r>
        <w:tab/>
        <w:t>2.025e0</w:t>
      </w:r>
    </w:p>
    <w:p w:rsidR="00557788" w:rsidRDefault="00557788" w:rsidP="00557788">
      <w:r>
        <w:t>169.2543</w:t>
      </w:r>
      <w:r>
        <w:tab/>
        <w:t>2.025e0</w:t>
      </w:r>
    </w:p>
    <w:p w:rsidR="00557788" w:rsidRDefault="00557788" w:rsidP="00557788">
      <w:r>
        <w:t>169.2558</w:t>
      </w:r>
      <w:r>
        <w:tab/>
        <w:t>2.025e0</w:t>
      </w:r>
    </w:p>
    <w:p w:rsidR="00557788" w:rsidRDefault="00557788" w:rsidP="00557788">
      <w:r>
        <w:lastRenderedPageBreak/>
        <w:t>169.2576</w:t>
      </w:r>
      <w:r>
        <w:tab/>
        <w:t>1.025e0</w:t>
      </w:r>
    </w:p>
    <w:p w:rsidR="00557788" w:rsidRDefault="00557788" w:rsidP="00557788">
      <w:r>
        <w:t>169.2642</w:t>
      </w:r>
      <w:r>
        <w:tab/>
        <w:t>1.013e0</w:t>
      </w:r>
    </w:p>
    <w:p w:rsidR="00557788" w:rsidRDefault="00557788" w:rsidP="00557788">
      <w:r>
        <w:t>169.2658</w:t>
      </w:r>
      <w:r>
        <w:tab/>
        <w:t>3.038e0</w:t>
      </w:r>
    </w:p>
    <w:p w:rsidR="00557788" w:rsidRDefault="00557788" w:rsidP="00557788">
      <w:r>
        <w:t>169.2776</w:t>
      </w:r>
      <w:r>
        <w:tab/>
        <w:t>1.013e0</w:t>
      </w:r>
    </w:p>
    <w:p w:rsidR="00557788" w:rsidRDefault="00557788" w:rsidP="00557788">
      <w:r>
        <w:t>169.2811</w:t>
      </w:r>
      <w:r>
        <w:tab/>
        <w:t>1.025e0</w:t>
      </w:r>
    </w:p>
    <w:p w:rsidR="00557788" w:rsidRDefault="00557788" w:rsidP="00557788">
      <w:r>
        <w:t>169.2864</w:t>
      </w:r>
      <w:r>
        <w:tab/>
        <w:t>2.025e0</w:t>
      </w:r>
    </w:p>
    <w:p w:rsidR="00557788" w:rsidRDefault="00557788" w:rsidP="00557788">
      <w:r>
        <w:t>169.2881</w:t>
      </w:r>
      <w:r>
        <w:tab/>
        <w:t>2.025e0</w:t>
      </w:r>
    </w:p>
    <w:p w:rsidR="00557788" w:rsidRDefault="00557788" w:rsidP="00557788">
      <w:r>
        <w:t>169.2987</w:t>
      </w:r>
      <w:r>
        <w:tab/>
        <w:t>1.266e-2</w:t>
      </w:r>
    </w:p>
    <w:p w:rsidR="00557788" w:rsidRDefault="00557788" w:rsidP="00557788">
      <w:r>
        <w:t>169.3022</w:t>
      </w:r>
      <w:r>
        <w:tab/>
        <w:t>2.038e0</w:t>
      </w:r>
    </w:p>
    <w:p w:rsidR="00557788" w:rsidRDefault="00557788" w:rsidP="00557788">
      <w:r>
        <w:t>169.3057</w:t>
      </w:r>
      <w:r>
        <w:tab/>
        <w:t>1.013e0</w:t>
      </w:r>
    </w:p>
    <w:p w:rsidR="00557788" w:rsidRDefault="00557788" w:rsidP="00557788">
      <w:r>
        <w:t>169.3109</w:t>
      </w:r>
      <w:r>
        <w:tab/>
        <w:t>2.025e0</w:t>
      </w:r>
    </w:p>
    <w:p w:rsidR="00557788" w:rsidRDefault="00557788" w:rsidP="00557788">
      <w:r>
        <w:t>169.3127</w:t>
      </w:r>
      <w:r>
        <w:tab/>
        <w:t>2.025e0</w:t>
      </w:r>
    </w:p>
    <w:p w:rsidR="00557788" w:rsidRDefault="00557788" w:rsidP="00557788">
      <w:r>
        <w:t>169.3162</w:t>
      </w:r>
      <w:r>
        <w:tab/>
        <w:t>3.051e0</w:t>
      </w:r>
    </w:p>
    <w:p w:rsidR="00557788" w:rsidRDefault="00557788" w:rsidP="00557788">
      <w:r>
        <w:t>169.3179</w:t>
      </w:r>
      <w:r>
        <w:tab/>
        <w:t>2.532e-2</w:t>
      </w:r>
    </w:p>
    <w:p w:rsidR="00557788" w:rsidRDefault="00557788" w:rsidP="00557788">
      <w:r>
        <w:t>169.3337</w:t>
      </w:r>
      <w:r>
        <w:tab/>
        <w:t>2.532e-2</w:t>
      </w:r>
    </w:p>
    <w:p w:rsidR="00557788" w:rsidRDefault="00557788" w:rsidP="00557788">
      <w:r>
        <w:t>169.3407</w:t>
      </w:r>
      <w:r>
        <w:tab/>
        <w:t>1.266e-2</w:t>
      </w:r>
    </w:p>
    <w:p w:rsidR="00557788" w:rsidRDefault="00557788" w:rsidP="00557788">
      <w:r>
        <w:t>169.3443</w:t>
      </w:r>
      <w:r>
        <w:tab/>
        <w:t>3.038e0</w:t>
      </w:r>
    </w:p>
    <w:p w:rsidR="00557788" w:rsidRDefault="00557788" w:rsidP="00557788">
      <w:r>
        <w:t>169.3529</w:t>
      </w:r>
      <w:r>
        <w:tab/>
        <w:t>2.912e0</w:t>
      </w:r>
    </w:p>
    <w:p w:rsidR="00557788" w:rsidRDefault="00557788" w:rsidP="00557788">
      <w:r>
        <w:t>169.3577</w:t>
      </w:r>
      <w:r>
        <w:tab/>
        <w:t>1.266e-2</w:t>
      </w:r>
    </w:p>
    <w:p w:rsidR="00557788" w:rsidRDefault="00557788" w:rsidP="00557788">
      <w:r>
        <w:lastRenderedPageBreak/>
        <w:t>169.3627</w:t>
      </w:r>
      <w:r>
        <w:tab/>
        <w:t>2.025e0</w:t>
      </w:r>
    </w:p>
    <w:p w:rsidR="00557788" w:rsidRDefault="00557788" w:rsidP="00557788">
      <w:r>
        <w:t>169.3676</w:t>
      </w:r>
      <w:r>
        <w:tab/>
        <w:t>2.532e-2</w:t>
      </w:r>
    </w:p>
    <w:p w:rsidR="00557788" w:rsidRDefault="00557788" w:rsidP="00557788">
      <w:r>
        <w:t>169.3744</w:t>
      </w:r>
      <w:r>
        <w:tab/>
        <w:t>1.025e0</w:t>
      </w:r>
    </w:p>
    <w:p w:rsidR="00557788" w:rsidRDefault="00557788" w:rsidP="00557788">
      <w:r>
        <w:t>169.3760</w:t>
      </w:r>
      <w:r>
        <w:tab/>
        <w:t>2.025e0</w:t>
      </w:r>
    </w:p>
    <w:p w:rsidR="00557788" w:rsidRDefault="00557788" w:rsidP="00557788">
      <w:r>
        <w:t>169.3832</w:t>
      </w:r>
      <w:r>
        <w:tab/>
        <w:t>4.173e0</w:t>
      </w:r>
    </w:p>
    <w:p w:rsidR="00557788" w:rsidRDefault="00557788" w:rsidP="00557788">
      <w:r>
        <w:t>169.3920</w:t>
      </w:r>
      <w:r>
        <w:tab/>
        <w:t>1.266e-2</w:t>
      </w:r>
    </w:p>
    <w:p w:rsidR="00557788" w:rsidRDefault="00557788" w:rsidP="00557788">
      <w:r>
        <w:t>169.3937</w:t>
      </w:r>
      <w:r>
        <w:tab/>
        <w:t>2.025e0</w:t>
      </w:r>
    </w:p>
    <w:p w:rsidR="00557788" w:rsidRDefault="00557788" w:rsidP="00557788">
      <w:r>
        <w:t>169.4130</w:t>
      </w:r>
      <w:r>
        <w:tab/>
        <w:t>1.013e0</w:t>
      </w:r>
    </w:p>
    <w:p w:rsidR="00557788" w:rsidRDefault="00557788" w:rsidP="00557788">
      <w:r>
        <w:t>169.4235</w:t>
      </w:r>
      <w:r>
        <w:tab/>
        <w:t>4.051e0</w:t>
      </w:r>
    </w:p>
    <w:p w:rsidR="00557788" w:rsidRDefault="00557788" w:rsidP="00557788">
      <w:r>
        <w:t>169.4247</w:t>
      </w:r>
      <w:r>
        <w:tab/>
        <w:t>3.038e0</w:t>
      </w:r>
    </w:p>
    <w:p w:rsidR="00557788" w:rsidRDefault="00557788" w:rsidP="00557788">
      <w:r>
        <w:t>169.4270</w:t>
      </w:r>
      <w:r>
        <w:tab/>
        <w:t>2.674e-1</w:t>
      </w:r>
    </w:p>
    <w:p w:rsidR="00557788" w:rsidRDefault="00557788" w:rsidP="00557788">
      <w:r>
        <w:t>169.4340</w:t>
      </w:r>
      <w:r>
        <w:tab/>
        <w:t>1.013e0</w:t>
      </w:r>
    </w:p>
    <w:p w:rsidR="00557788" w:rsidRDefault="00557788" w:rsidP="00557788">
      <w:r>
        <w:t>169.4354</w:t>
      </w:r>
      <w:r>
        <w:tab/>
        <w:t>3.038e0</w:t>
      </w:r>
    </w:p>
    <w:p w:rsidR="00557788" w:rsidRDefault="00557788" w:rsidP="00557788">
      <w:r>
        <w:t>169.4411</w:t>
      </w:r>
      <w:r>
        <w:tab/>
        <w:t>1.013e0</w:t>
      </w:r>
    </w:p>
    <w:p w:rsidR="00557788" w:rsidRDefault="00557788" w:rsidP="00557788">
      <w:r>
        <w:t>169.4446</w:t>
      </w:r>
      <w:r>
        <w:tab/>
        <w:t>1.013e0</w:t>
      </w:r>
    </w:p>
    <w:p w:rsidR="00557788" w:rsidRDefault="00557788" w:rsidP="00557788">
      <w:r>
        <w:t>169.4647</w:t>
      </w:r>
      <w:r>
        <w:tab/>
        <w:t>2.038e0</w:t>
      </w:r>
    </w:p>
    <w:p w:rsidR="00557788" w:rsidRDefault="00557788" w:rsidP="00557788">
      <w:r>
        <w:t>169.4782</w:t>
      </w:r>
      <w:r>
        <w:tab/>
        <w:t>1.266e-2</w:t>
      </w:r>
    </w:p>
    <w:p w:rsidR="00557788" w:rsidRDefault="00557788" w:rsidP="00557788">
      <w:r>
        <w:t>169.4870</w:t>
      </w:r>
      <w:r>
        <w:tab/>
        <w:t>2.025e0</w:t>
      </w:r>
    </w:p>
    <w:p w:rsidR="00557788" w:rsidRDefault="00557788" w:rsidP="00557788">
      <w:r>
        <w:t>169.4958</w:t>
      </w:r>
      <w:r>
        <w:tab/>
        <w:t>1.266e-2</w:t>
      </w:r>
    </w:p>
    <w:p w:rsidR="00557788" w:rsidRDefault="00557788" w:rsidP="00557788">
      <w:r>
        <w:lastRenderedPageBreak/>
        <w:t>169.5098</w:t>
      </w:r>
      <w:r>
        <w:tab/>
        <w:t>1.013e0</w:t>
      </w:r>
    </w:p>
    <w:p w:rsidR="00557788" w:rsidRDefault="00557788" w:rsidP="00557788">
      <w:r>
        <w:t>169.5133</w:t>
      </w:r>
      <w:r>
        <w:tab/>
        <w:t>2.038e0</w:t>
      </w:r>
    </w:p>
    <w:p w:rsidR="00557788" w:rsidRDefault="00557788" w:rsidP="00557788">
      <w:r>
        <w:t>169.5184</w:t>
      </w:r>
      <w:r>
        <w:tab/>
        <w:t>3.038e0</w:t>
      </w:r>
    </w:p>
    <w:p w:rsidR="00557788" w:rsidRDefault="00557788" w:rsidP="00557788">
      <w:r>
        <w:t>169.5282</w:t>
      </w:r>
      <w:r>
        <w:tab/>
        <w:t>1.261e0</w:t>
      </w:r>
    </w:p>
    <w:p w:rsidR="00557788" w:rsidRDefault="00557788" w:rsidP="00557788">
      <w:r>
        <w:t>169.5361</w:t>
      </w:r>
      <w:r>
        <w:tab/>
        <w:t>2.532e-2</w:t>
      </w:r>
    </w:p>
    <w:p w:rsidR="00557788" w:rsidRDefault="00557788" w:rsidP="00557788">
      <w:r>
        <w:t>169.5450</w:t>
      </w:r>
      <w:r>
        <w:tab/>
        <w:t>1.025e0</w:t>
      </w:r>
    </w:p>
    <w:p w:rsidR="00557788" w:rsidRDefault="00557788" w:rsidP="00557788">
      <w:r>
        <w:t>169.5499</w:t>
      </w:r>
      <w:r>
        <w:tab/>
        <w:t>2.025e0</w:t>
      </w:r>
    </w:p>
    <w:p w:rsidR="00557788" w:rsidRDefault="00557788" w:rsidP="00557788">
      <w:r>
        <w:t>169.5516</w:t>
      </w:r>
      <w:r>
        <w:tab/>
        <w:t>1.013e0</w:t>
      </w:r>
    </w:p>
    <w:p w:rsidR="00557788" w:rsidRDefault="00557788" w:rsidP="00557788">
      <w:r>
        <w:t>169.5528</w:t>
      </w:r>
      <w:r>
        <w:tab/>
        <w:t>3.038e0</w:t>
      </w:r>
    </w:p>
    <w:p w:rsidR="00557788" w:rsidRDefault="00557788" w:rsidP="00557788">
      <w:r>
        <w:t>169.5550</w:t>
      </w:r>
      <w:r>
        <w:tab/>
        <w:t>1.013e0</w:t>
      </w:r>
    </w:p>
    <w:p w:rsidR="00557788" w:rsidRDefault="00557788" w:rsidP="00557788">
      <w:r>
        <w:t>169.5600</w:t>
      </w:r>
      <w:r>
        <w:tab/>
        <w:t>2.025e0</w:t>
      </w:r>
    </w:p>
    <w:p w:rsidR="00557788" w:rsidRDefault="00557788" w:rsidP="00557788">
      <w:r>
        <w:t>169.5751</w:t>
      </w:r>
      <w:r>
        <w:tab/>
        <w:t>2.025e0</w:t>
      </w:r>
    </w:p>
    <w:p w:rsidR="00557788" w:rsidRDefault="00557788" w:rsidP="00557788">
      <w:r>
        <w:t>169.5799</w:t>
      </w:r>
      <w:r>
        <w:tab/>
        <w:t>4.051e0</w:t>
      </w:r>
    </w:p>
    <w:p w:rsidR="00557788" w:rsidRDefault="00557788" w:rsidP="00557788">
      <w:r>
        <w:t>169.5997</w:t>
      </w:r>
      <w:r>
        <w:tab/>
        <w:t>1.013e0</w:t>
      </w:r>
    </w:p>
    <w:p w:rsidR="00557788" w:rsidRDefault="00557788" w:rsidP="00557788">
      <w:r>
        <w:t>169.6032</w:t>
      </w:r>
      <w:r>
        <w:tab/>
        <w:t>1.013e0</w:t>
      </w:r>
    </w:p>
    <w:p w:rsidR="00557788" w:rsidRDefault="00557788" w:rsidP="00557788">
      <w:r>
        <w:t>169.6067</w:t>
      </w:r>
      <w:r>
        <w:tab/>
        <w:t>1.013e0</w:t>
      </w:r>
    </w:p>
    <w:p w:rsidR="00557788" w:rsidRDefault="00557788" w:rsidP="00557788">
      <w:r>
        <w:t>169.6347</w:t>
      </w:r>
      <w:r>
        <w:tab/>
        <w:t>1.025e0</w:t>
      </w:r>
    </w:p>
    <w:p w:rsidR="00557788" w:rsidRDefault="00557788" w:rsidP="00557788">
      <w:r>
        <w:t>169.6382</w:t>
      </w:r>
      <w:r>
        <w:tab/>
        <w:t>1.266e-2</w:t>
      </w:r>
    </w:p>
    <w:p w:rsidR="00557788" w:rsidRDefault="00557788" w:rsidP="00557788">
      <w:r>
        <w:t>169.6521</w:t>
      </w:r>
      <w:r>
        <w:tab/>
        <w:t>1.038e0</w:t>
      </w:r>
    </w:p>
    <w:p w:rsidR="00557788" w:rsidRDefault="00557788" w:rsidP="00557788">
      <w:r>
        <w:lastRenderedPageBreak/>
        <w:t>169.6587</w:t>
      </w:r>
      <w:r>
        <w:tab/>
        <w:t>1.025e0</w:t>
      </w:r>
    </w:p>
    <w:p w:rsidR="00557788" w:rsidRDefault="00557788" w:rsidP="00557788">
      <w:r>
        <w:t>169.6687</w:t>
      </w:r>
      <w:r>
        <w:tab/>
        <w:t>2.025e0</w:t>
      </w:r>
    </w:p>
    <w:p w:rsidR="00557788" w:rsidRDefault="00557788" w:rsidP="00557788">
      <w:r>
        <w:t>169.6717</w:t>
      </w:r>
      <w:r>
        <w:tab/>
        <w:t>2.038e0</w:t>
      </w:r>
    </w:p>
    <w:p w:rsidR="00557788" w:rsidRDefault="00557788" w:rsidP="00557788">
      <w:r>
        <w:t>169.6790</w:t>
      </w:r>
      <w:r>
        <w:tab/>
        <w:t>1.013e0</w:t>
      </w:r>
    </w:p>
    <w:p w:rsidR="00557788" w:rsidRDefault="00557788" w:rsidP="00557788">
      <w:r>
        <w:t>169.6966</w:t>
      </w:r>
      <w:r>
        <w:tab/>
        <w:t>2.025e0</w:t>
      </w:r>
    </w:p>
    <w:p w:rsidR="00557788" w:rsidRDefault="00557788" w:rsidP="00557788">
      <w:r>
        <w:t>169.7071</w:t>
      </w:r>
      <w:r>
        <w:tab/>
        <w:t>3.038e0</w:t>
      </w:r>
    </w:p>
    <w:p w:rsidR="00557788" w:rsidRDefault="00557788" w:rsidP="00557788">
      <w:r>
        <w:t>169.7141</w:t>
      </w:r>
      <w:r>
        <w:tab/>
        <w:t>2.025e0</w:t>
      </w:r>
    </w:p>
    <w:p w:rsidR="00557788" w:rsidRDefault="00557788" w:rsidP="00557788">
      <w:r>
        <w:t>169.7158</w:t>
      </w:r>
      <w:r>
        <w:tab/>
        <w:t>2.025e0</w:t>
      </w:r>
    </w:p>
    <w:p w:rsidR="00557788" w:rsidRDefault="00557788" w:rsidP="00557788">
      <w:r>
        <w:t>169.7211</w:t>
      </w:r>
      <w:r>
        <w:tab/>
        <w:t>3.038e0</w:t>
      </w:r>
    </w:p>
    <w:p w:rsidR="00557788" w:rsidRDefault="00557788" w:rsidP="00557788">
      <w:r>
        <w:t>169.7351</w:t>
      </w:r>
      <w:r>
        <w:tab/>
        <w:t>1.025e0</w:t>
      </w:r>
    </w:p>
    <w:p w:rsidR="00557788" w:rsidRDefault="00557788" w:rsidP="00557788">
      <w:r>
        <w:t>169.7554</w:t>
      </w:r>
      <w:r>
        <w:tab/>
        <w:t>3.038e0</w:t>
      </w:r>
    </w:p>
    <w:p w:rsidR="00557788" w:rsidRDefault="00557788" w:rsidP="00557788">
      <w:r>
        <w:t>169.7571</w:t>
      </w:r>
      <w:r>
        <w:tab/>
        <w:t>5.063e0</w:t>
      </w:r>
    </w:p>
    <w:p w:rsidR="00557788" w:rsidRDefault="00557788" w:rsidP="00557788">
      <w:r>
        <w:t>169.7822</w:t>
      </w:r>
      <w:r>
        <w:tab/>
        <w:t>1.743e0</w:t>
      </w:r>
    </w:p>
    <w:p w:rsidR="00557788" w:rsidRDefault="00557788" w:rsidP="00557788">
      <w:r>
        <w:t>169.7900</w:t>
      </w:r>
      <w:r>
        <w:tab/>
        <w:t>3.038e0</w:t>
      </w:r>
    </w:p>
    <w:p w:rsidR="00557788" w:rsidRDefault="00557788" w:rsidP="00557788">
      <w:r>
        <w:t>169.7970</w:t>
      </w:r>
      <w:r>
        <w:tab/>
        <w:t>2.025e0</w:t>
      </w:r>
    </w:p>
    <w:p w:rsidR="00557788" w:rsidRDefault="00557788" w:rsidP="00557788">
      <w:r>
        <w:t>169.8040</w:t>
      </w:r>
      <w:r>
        <w:tab/>
        <w:t>3.051e0</w:t>
      </w:r>
    </w:p>
    <w:p w:rsidR="00557788" w:rsidRDefault="00557788" w:rsidP="00557788">
      <w:r>
        <w:t>169.8285</w:t>
      </w:r>
      <w:r>
        <w:tab/>
        <w:t>3.798e-2</w:t>
      </w:r>
    </w:p>
    <w:p w:rsidR="00557788" w:rsidRDefault="00557788" w:rsidP="00557788">
      <w:r>
        <w:t>169.8355</w:t>
      </w:r>
      <w:r>
        <w:tab/>
        <w:t>1.266e-2</w:t>
      </w:r>
    </w:p>
    <w:p w:rsidR="00557788" w:rsidRDefault="00557788" w:rsidP="00557788">
      <w:r>
        <w:t>169.8613</w:t>
      </w:r>
      <w:r>
        <w:tab/>
        <w:t>2.532e-2</w:t>
      </w:r>
    </w:p>
    <w:p w:rsidR="00557788" w:rsidRDefault="00557788" w:rsidP="00557788">
      <w:r>
        <w:lastRenderedPageBreak/>
        <w:t>169.8696</w:t>
      </w:r>
      <w:r>
        <w:tab/>
        <w:t>1.013e0</w:t>
      </w:r>
    </w:p>
    <w:p w:rsidR="00557788" w:rsidRDefault="00557788" w:rsidP="00557788">
      <w:r>
        <w:t>169.8730</w:t>
      </w:r>
      <w:r>
        <w:tab/>
        <w:t>2.038e0</w:t>
      </w:r>
    </w:p>
    <w:p w:rsidR="00557788" w:rsidRDefault="00557788" w:rsidP="00557788">
      <w:r>
        <w:t>169.8748</w:t>
      </w:r>
      <w:r>
        <w:tab/>
        <w:t>2.025e0</w:t>
      </w:r>
    </w:p>
    <w:p w:rsidR="00557788" w:rsidRDefault="00557788" w:rsidP="00557788">
      <w:r>
        <w:t>169.8904</w:t>
      </w:r>
      <w:r>
        <w:tab/>
        <w:t>1.025e0</w:t>
      </w:r>
    </w:p>
    <w:p w:rsidR="00557788" w:rsidRDefault="00557788" w:rsidP="00557788">
      <w:r>
        <w:t>169.8939</w:t>
      </w:r>
      <w:r>
        <w:tab/>
        <w:t>1.013e0</w:t>
      </w:r>
    </w:p>
    <w:p w:rsidR="00557788" w:rsidRDefault="00557788" w:rsidP="00557788">
      <w:r>
        <w:t>169.8956</w:t>
      </w:r>
      <w:r>
        <w:tab/>
        <w:t>2.025e0</w:t>
      </w:r>
    </w:p>
    <w:p w:rsidR="00557788" w:rsidRDefault="00557788" w:rsidP="00557788">
      <w:r>
        <w:t>169.9126</w:t>
      </w:r>
      <w:r>
        <w:tab/>
        <w:t>1.038e0</w:t>
      </w:r>
    </w:p>
    <w:p w:rsidR="00557788" w:rsidRDefault="00557788" w:rsidP="00557788">
      <w:r>
        <w:t>169.9149</w:t>
      </w:r>
      <w:r>
        <w:tab/>
        <w:t>1.013e0</w:t>
      </w:r>
    </w:p>
    <w:p w:rsidR="00557788" w:rsidRDefault="00557788" w:rsidP="00557788">
      <w:r>
        <w:t>169.9184</w:t>
      </w:r>
      <w:r>
        <w:tab/>
        <w:t>2.532e-2</w:t>
      </w:r>
    </w:p>
    <w:p w:rsidR="00557788" w:rsidRDefault="00557788" w:rsidP="00557788">
      <w:r>
        <w:t>169.9501</w:t>
      </w:r>
      <w:r>
        <w:tab/>
        <w:t>1.025e0</w:t>
      </w:r>
    </w:p>
    <w:p w:rsidR="00557788" w:rsidRDefault="00557788" w:rsidP="00557788">
      <w:r>
        <w:t>169.9534</w:t>
      </w:r>
      <w:r>
        <w:tab/>
        <w:t>1.266e-2</w:t>
      </w:r>
    </w:p>
    <w:p w:rsidR="00557788" w:rsidRDefault="00557788" w:rsidP="00557788">
      <w:r>
        <w:t>169.9568</w:t>
      </w:r>
      <w:r>
        <w:tab/>
        <w:t>1.038e0</w:t>
      </w:r>
    </w:p>
    <w:p w:rsidR="00557788" w:rsidRDefault="00557788" w:rsidP="00557788">
      <w:r>
        <w:t>169.9700</w:t>
      </w:r>
      <w:r>
        <w:tab/>
        <w:t>1.025e0</w:t>
      </w:r>
    </w:p>
    <w:p w:rsidR="00557788" w:rsidRDefault="00557788" w:rsidP="00557788">
      <w:r>
        <w:t>169.9717</w:t>
      </w:r>
      <w:r>
        <w:tab/>
        <w:t>4.051e0</w:t>
      </w:r>
    </w:p>
    <w:p w:rsidR="00557788" w:rsidRDefault="00557788" w:rsidP="00557788">
      <w:r>
        <w:t>169.9908</w:t>
      </w:r>
      <w:r>
        <w:tab/>
        <w:t>2.038e0</w:t>
      </w:r>
    </w:p>
    <w:p w:rsidR="00557788" w:rsidRDefault="00557788" w:rsidP="00557788">
      <w:r>
        <w:t>170.0031</w:t>
      </w:r>
      <w:r>
        <w:tab/>
        <w:t>2.532e-2</w:t>
      </w:r>
    </w:p>
    <w:p w:rsidR="00557788" w:rsidRDefault="00557788" w:rsidP="00557788">
      <w:r>
        <w:t>170.0175</w:t>
      </w:r>
      <w:r>
        <w:tab/>
        <w:t>2.946e0</w:t>
      </w:r>
    </w:p>
    <w:p w:rsidR="00557788" w:rsidRDefault="00557788" w:rsidP="00557788">
      <w:r>
        <w:t>170.0188</w:t>
      </w:r>
      <w:r>
        <w:tab/>
        <w:t>2.006e0</w:t>
      </w:r>
    </w:p>
    <w:p w:rsidR="00557788" w:rsidRDefault="00557788" w:rsidP="00557788">
      <w:r>
        <w:t>170.0294</w:t>
      </w:r>
      <w:r>
        <w:tab/>
        <w:t>6.329e-2</w:t>
      </w:r>
    </w:p>
    <w:p w:rsidR="00557788" w:rsidRDefault="00557788" w:rsidP="00557788">
      <w:r>
        <w:lastRenderedPageBreak/>
        <w:t>170.0470</w:t>
      </w:r>
      <w:r>
        <w:tab/>
        <w:t>3.055e0</w:t>
      </w:r>
    </w:p>
    <w:p w:rsidR="00557788" w:rsidRDefault="00557788" w:rsidP="00557788">
      <w:r>
        <w:t>170.0560</w:t>
      </w:r>
      <w:r>
        <w:tab/>
        <w:t>3.038e0</w:t>
      </w:r>
    </w:p>
    <w:p w:rsidR="00557788" w:rsidRDefault="00557788" w:rsidP="00557788">
      <w:r>
        <w:t>170.0608</w:t>
      </w:r>
      <w:r>
        <w:tab/>
        <w:t>2.025e0</w:t>
      </w:r>
    </w:p>
    <w:p w:rsidR="00557788" w:rsidRDefault="00557788" w:rsidP="00557788">
      <w:r>
        <w:t>170.0640</w:t>
      </w:r>
      <w:r>
        <w:tab/>
        <w:t>1.904e0</w:t>
      </w:r>
    </w:p>
    <w:p w:rsidR="00557788" w:rsidRDefault="00557788" w:rsidP="00557788">
      <w:r>
        <w:t>170.0775</w:t>
      </w:r>
      <w:r>
        <w:tab/>
        <w:t>2.287e0</w:t>
      </w:r>
    </w:p>
    <w:p w:rsidR="00557788" w:rsidRDefault="00557788" w:rsidP="00557788">
      <w:r>
        <w:t>170.0939</w:t>
      </w:r>
      <w:r>
        <w:tab/>
        <w:t>6.178e0</w:t>
      </w:r>
    </w:p>
    <w:p w:rsidR="00557788" w:rsidRDefault="00557788" w:rsidP="00557788">
      <w:r>
        <w:t>170.1016</w:t>
      </w:r>
      <w:r>
        <w:tab/>
        <w:t>8.457e0</w:t>
      </w:r>
    </w:p>
    <w:p w:rsidR="00557788" w:rsidRDefault="00557788" w:rsidP="00557788">
      <w:r>
        <w:t>170.1141</w:t>
      </w:r>
      <w:r>
        <w:tab/>
        <w:t>2.825e0</w:t>
      </w:r>
    </w:p>
    <w:p w:rsidR="00557788" w:rsidRDefault="00557788" w:rsidP="00557788">
      <w:r>
        <w:t>170.1175</w:t>
      </w:r>
      <w:r>
        <w:tab/>
        <w:t>2.761e0</w:t>
      </w:r>
    </w:p>
    <w:p w:rsidR="00557788" w:rsidRDefault="00557788" w:rsidP="00557788">
      <w:r>
        <w:t>170.1219</w:t>
      </w:r>
      <w:r>
        <w:tab/>
        <w:t>7.409e0</w:t>
      </w:r>
    </w:p>
    <w:p w:rsidR="00557788" w:rsidRDefault="00557788" w:rsidP="00557788">
      <w:r>
        <w:t>170.1291</w:t>
      </w:r>
      <w:r>
        <w:tab/>
        <w:t>1.030e1</w:t>
      </w:r>
    </w:p>
    <w:p w:rsidR="00557788" w:rsidRDefault="00557788" w:rsidP="00557788">
      <w:r>
        <w:t>170.1321</w:t>
      </w:r>
      <w:r>
        <w:tab/>
        <w:t>6.801e0</w:t>
      </w:r>
    </w:p>
    <w:p w:rsidR="00557788" w:rsidRDefault="00557788" w:rsidP="00557788">
      <w:r>
        <w:t>170.1334</w:t>
      </w:r>
      <w:r>
        <w:tab/>
        <w:t>1.443e1</w:t>
      </w:r>
    </w:p>
    <w:p w:rsidR="00557788" w:rsidRDefault="00557788" w:rsidP="00557788">
      <w:r>
        <w:t>170.1502</w:t>
      </w:r>
      <w:r>
        <w:tab/>
        <w:t>3.467e0</w:t>
      </w:r>
    </w:p>
    <w:p w:rsidR="00557788" w:rsidRDefault="00557788" w:rsidP="00557788">
      <w:r>
        <w:t>170.1563</w:t>
      </w:r>
      <w:r>
        <w:tab/>
        <w:t>1.858e0</w:t>
      </w:r>
    </w:p>
    <w:p w:rsidR="00557788" w:rsidRDefault="00557788" w:rsidP="00557788">
      <w:r>
        <w:t>170.1589</w:t>
      </w:r>
      <w:r>
        <w:tab/>
        <w:t>9.271e-1</w:t>
      </w:r>
    </w:p>
    <w:p w:rsidR="00557788" w:rsidRDefault="00557788" w:rsidP="00557788">
      <w:r>
        <w:t>170.1680</w:t>
      </w:r>
      <w:r>
        <w:tab/>
        <w:t>2.620e0</w:t>
      </w:r>
    </w:p>
    <w:p w:rsidR="00557788" w:rsidRDefault="00557788" w:rsidP="00557788">
      <w:r>
        <w:t>170.1781</w:t>
      </w:r>
      <w:r>
        <w:tab/>
        <w:t>2.792e0</w:t>
      </w:r>
    </w:p>
    <w:p w:rsidR="00557788" w:rsidRDefault="00557788" w:rsidP="00557788">
      <w:r>
        <w:t>170.1988</w:t>
      </w:r>
      <w:r>
        <w:tab/>
        <w:t>1.013e0</w:t>
      </w:r>
    </w:p>
    <w:p w:rsidR="00557788" w:rsidRDefault="00557788" w:rsidP="00557788">
      <w:r>
        <w:lastRenderedPageBreak/>
        <w:t>170.2053</w:t>
      </w:r>
      <w:r>
        <w:tab/>
        <w:t>2.264e0</w:t>
      </w:r>
    </w:p>
    <w:p w:rsidR="00557788" w:rsidRDefault="00557788" w:rsidP="00557788">
      <w:r>
        <w:t>170.2111</w:t>
      </w:r>
      <w:r>
        <w:tab/>
        <w:t>2.025e0</w:t>
      </w:r>
    </w:p>
    <w:p w:rsidR="00557788" w:rsidRDefault="00557788" w:rsidP="00557788">
      <w:r>
        <w:t>170.2128</w:t>
      </w:r>
      <w:r>
        <w:tab/>
        <w:t>1.013e0</w:t>
      </w:r>
    </w:p>
    <w:p w:rsidR="00557788" w:rsidRDefault="00557788" w:rsidP="00557788">
      <w:r>
        <w:t>170.2198</w:t>
      </w:r>
      <w:r>
        <w:tab/>
        <w:t>1.266e-2</w:t>
      </w:r>
    </w:p>
    <w:p w:rsidR="00557788" w:rsidRDefault="00557788" w:rsidP="00557788">
      <w:r>
        <w:t>170.2233</w:t>
      </w:r>
      <w:r>
        <w:tab/>
        <w:t>1.266e-2</w:t>
      </w:r>
    </w:p>
    <w:p w:rsidR="00557788" w:rsidRDefault="00557788" w:rsidP="00557788">
      <w:r>
        <w:t>170.2571</w:t>
      </w:r>
      <w:r>
        <w:tab/>
        <w:t>3.038e0</w:t>
      </w:r>
    </w:p>
    <w:p w:rsidR="00557788" w:rsidRDefault="00557788" w:rsidP="00557788">
      <w:r>
        <w:t>170.2584</w:t>
      </w:r>
      <w:r>
        <w:tab/>
        <w:t>6.076e0</w:t>
      </w:r>
    </w:p>
    <w:p w:rsidR="00557788" w:rsidRDefault="00557788" w:rsidP="00557788">
      <w:r>
        <w:t>170.2685</w:t>
      </w:r>
      <w:r>
        <w:tab/>
        <w:t>4.063e0</w:t>
      </w:r>
    </w:p>
    <w:p w:rsidR="00557788" w:rsidRDefault="00557788" w:rsidP="00557788">
      <w:r>
        <w:t>170.2863</w:t>
      </w:r>
      <w:r>
        <w:tab/>
        <w:t>1.063e0</w:t>
      </w:r>
    </w:p>
    <w:p w:rsidR="00557788" w:rsidRDefault="00557788" w:rsidP="00557788">
      <w:r>
        <w:t>170.2957</w:t>
      </w:r>
      <w:r>
        <w:tab/>
        <w:t>2.532e-2</w:t>
      </w:r>
    </w:p>
    <w:p w:rsidR="00557788" w:rsidRDefault="00557788" w:rsidP="00557788">
      <w:r>
        <w:t>170.2990</w:t>
      </w:r>
      <w:r>
        <w:tab/>
        <w:t>1.167e0</w:t>
      </w:r>
    </w:p>
    <w:p w:rsidR="00557788" w:rsidRDefault="00557788" w:rsidP="00557788">
      <w:r>
        <w:t>170.3045</w:t>
      </w:r>
      <w:r>
        <w:tab/>
        <w:t>2.025e0</w:t>
      </w:r>
    </w:p>
    <w:p w:rsidR="00557788" w:rsidRDefault="00557788" w:rsidP="00557788">
      <w:r>
        <w:t>170.3098</w:t>
      </w:r>
      <w:r>
        <w:tab/>
        <w:t>2.025e0</w:t>
      </w:r>
    </w:p>
    <w:p w:rsidR="00557788" w:rsidRDefault="00557788" w:rsidP="00557788">
      <w:r>
        <w:t>170.3169</w:t>
      </w:r>
      <w:r>
        <w:tab/>
        <w:t>2.532e-2</w:t>
      </w:r>
    </w:p>
    <w:p w:rsidR="00557788" w:rsidRDefault="00557788" w:rsidP="00557788">
      <w:r>
        <w:t>170.3204</w:t>
      </w:r>
      <w:r>
        <w:tab/>
        <w:t>3.038e0</w:t>
      </w:r>
    </w:p>
    <w:p w:rsidR="00557788" w:rsidRDefault="00557788" w:rsidP="00557788">
      <w:r>
        <w:t>170.3316</w:t>
      </w:r>
      <w:r>
        <w:tab/>
        <w:t>4.051e0</w:t>
      </w:r>
    </w:p>
    <w:p w:rsidR="00557788" w:rsidRDefault="00557788" w:rsidP="00557788">
      <w:r>
        <w:t>170.3326</w:t>
      </w:r>
      <w:r>
        <w:tab/>
        <w:t>2.532e-2</w:t>
      </w:r>
    </w:p>
    <w:p w:rsidR="00557788" w:rsidRDefault="00557788" w:rsidP="00557788">
      <w:r>
        <w:t>170.3344</w:t>
      </w:r>
      <w:r>
        <w:tab/>
        <w:t>3.051e0</w:t>
      </w:r>
    </w:p>
    <w:p w:rsidR="00557788" w:rsidRDefault="00557788" w:rsidP="00557788">
      <w:r>
        <w:t>170.3449</w:t>
      </w:r>
      <w:r>
        <w:tab/>
        <w:t>1.013e0</w:t>
      </w:r>
    </w:p>
    <w:p w:rsidR="00557788" w:rsidRDefault="00557788" w:rsidP="00557788">
      <w:r>
        <w:lastRenderedPageBreak/>
        <w:t>170.3519</w:t>
      </w:r>
      <w:r>
        <w:tab/>
        <w:t>1.013e0</w:t>
      </w:r>
    </w:p>
    <w:p w:rsidR="00557788" w:rsidRDefault="00557788" w:rsidP="00557788">
      <w:r>
        <w:t>170.3689</w:t>
      </w:r>
      <w:r>
        <w:tab/>
        <w:t>5.089e0</w:t>
      </w:r>
    </w:p>
    <w:p w:rsidR="00557788" w:rsidRDefault="00557788" w:rsidP="00557788">
      <w:r>
        <w:t>170.3761</w:t>
      </w:r>
      <w:r>
        <w:tab/>
        <w:t>1.025e0</w:t>
      </w:r>
    </w:p>
    <w:p w:rsidR="00557788" w:rsidRDefault="00557788" w:rsidP="00557788">
      <w:r>
        <w:t>170.3929</w:t>
      </w:r>
      <w:r>
        <w:tab/>
        <w:t>1.025e0</w:t>
      </w:r>
    </w:p>
    <w:p w:rsidR="00557788" w:rsidRDefault="00557788" w:rsidP="00557788">
      <w:r>
        <w:t>170.4016</w:t>
      </w:r>
      <w:r>
        <w:tab/>
        <w:t>2.025e0</w:t>
      </w:r>
    </w:p>
    <w:p w:rsidR="00557788" w:rsidRDefault="00557788" w:rsidP="00557788">
      <w:r>
        <w:t>170.4121</w:t>
      </w:r>
      <w:r>
        <w:tab/>
        <w:t>2.025e0</w:t>
      </w:r>
    </w:p>
    <w:p w:rsidR="00557788" w:rsidRDefault="00557788" w:rsidP="00557788">
      <w:r>
        <w:t>170.4156</w:t>
      </w:r>
      <w:r>
        <w:tab/>
        <w:t>2.025e0</w:t>
      </w:r>
    </w:p>
    <w:p w:rsidR="00557788" w:rsidRDefault="00557788" w:rsidP="00557788">
      <w:r>
        <w:t>170.4314</w:t>
      </w:r>
      <w:r>
        <w:tab/>
        <w:t>1.013e0</w:t>
      </w:r>
    </w:p>
    <w:p w:rsidR="00557788" w:rsidRDefault="00557788" w:rsidP="00557788">
      <w:r>
        <w:t>170.4437</w:t>
      </w:r>
      <w:r>
        <w:tab/>
        <w:t>2.025e0</w:t>
      </w:r>
    </w:p>
    <w:p w:rsidR="00557788" w:rsidRDefault="00557788" w:rsidP="00557788">
      <w:r>
        <w:t>170.4454</w:t>
      </w:r>
      <w:r>
        <w:tab/>
        <w:t>1.013e0</w:t>
      </w:r>
    </w:p>
    <w:p w:rsidR="00557788" w:rsidRDefault="00557788" w:rsidP="00557788">
      <w:r>
        <w:t>170.4525</w:t>
      </w:r>
      <w:r>
        <w:tab/>
        <w:t>1.013e0</w:t>
      </w:r>
    </w:p>
    <w:p w:rsidR="00557788" w:rsidRDefault="00557788" w:rsidP="00557788">
      <w:r>
        <w:t>170.4542</w:t>
      </w:r>
      <w:r>
        <w:tab/>
        <w:t>2.532e-2</w:t>
      </w:r>
    </w:p>
    <w:p w:rsidR="00557788" w:rsidRDefault="00557788" w:rsidP="00557788">
      <w:r>
        <w:t>170.4562</w:t>
      </w:r>
      <w:r>
        <w:tab/>
        <w:t>1.660e0</w:t>
      </w:r>
    </w:p>
    <w:p w:rsidR="00557788" w:rsidRDefault="00557788" w:rsidP="00557788">
      <w:r>
        <w:t>170.4611</w:t>
      </w:r>
      <w:r>
        <w:tab/>
        <w:t>3.038e0</w:t>
      </w:r>
    </w:p>
    <w:p w:rsidR="00557788" w:rsidRDefault="00557788" w:rsidP="00557788">
      <w:r>
        <w:t>170.4721</w:t>
      </w:r>
      <w:r>
        <w:tab/>
        <w:t>5.063e0</w:t>
      </w:r>
    </w:p>
    <w:p w:rsidR="00557788" w:rsidRDefault="00557788" w:rsidP="00557788">
      <w:r>
        <w:t>170.4870</w:t>
      </w:r>
      <w:r>
        <w:tab/>
        <w:t>1.266e-2</w:t>
      </w:r>
    </w:p>
    <w:p w:rsidR="00557788" w:rsidRDefault="00557788" w:rsidP="00557788">
      <w:r>
        <w:t>170.4981</w:t>
      </w:r>
      <w:r>
        <w:tab/>
        <w:t>3.798e-2</w:t>
      </w:r>
    </w:p>
    <w:p w:rsidR="00557788" w:rsidRDefault="00557788" w:rsidP="00557788">
      <w:r>
        <w:t>170.5144</w:t>
      </w:r>
      <w:r>
        <w:tab/>
        <w:t>1.025e0</w:t>
      </w:r>
    </w:p>
    <w:p w:rsidR="00557788" w:rsidRDefault="00557788" w:rsidP="00557788">
      <w:r>
        <w:t>170.5250</w:t>
      </w:r>
      <w:r>
        <w:tab/>
        <w:t>2.025e0</w:t>
      </w:r>
    </w:p>
    <w:p w:rsidR="00557788" w:rsidRDefault="00557788" w:rsidP="00557788">
      <w:r>
        <w:lastRenderedPageBreak/>
        <w:t>170.5285</w:t>
      </w:r>
      <w:r>
        <w:tab/>
        <w:t>1.025e0</w:t>
      </w:r>
    </w:p>
    <w:p w:rsidR="00557788" w:rsidRDefault="00557788" w:rsidP="00557788">
      <w:r>
        <w:t>170.5355</w:t>
      </w:r>
      <w:r>
        <w:tab/>
        <w:t>2.038e0</w:t>
      </w:r>
    </w:p>
    <w:p w:rsidR="00557788" w:rsidRDefault="00557788" w:rsidP="00557788">
      <w:r>
        <w:t>170.5470</w:t>
      </w:r>
      <w:r>
        <w:tab/>
        <w:t>3.798e-2</w:t>
      </w:r>
    </w:p>
    <w:p w:rsidR="00557788" w:rsidRDefault="00557788" w:rsidP="00557788">
      <w:r>
        <w:t>170.5495</w:t>
      </w:r>
      <w:r>
        <w:tab/>
        <w:t>1.013e0</w:t>
      </w:r>
    </w:p>
    <w:p w:rsidR="00557788" w:rsidRDefault="00557788" w:rsidP="00557788">
      <w:r>
        <w:t>170.5507</w:t>
      </w:r>
      <w:r>
        <w:tab/>
        <w:t>4.051e0</w:t>
      </w:r>
    </w:p>
    <w:p w:rsidR="00557788" w:rsidRDefault="00557788" w:rsidP="00557788">
      <w:r>
        <w:t>170.5549</w:t>
      </w:r>
      <w:r>
        <w:tab/>
        <w:t>3.798e-2</w:t>
      </w:r>
    </w:p>
    <w:p w:rsidR="00557788" w:rsidRDefault="00557788" w:rsidP="00557788">
      <w:r>
        <w:t>170.5565</w:t>
      </w:r>
      <w:r>
        <w:tab/>
        <w:t>1.051e0</w:t>
      </w:r>
    </w:p>
    <w:p w:rsidR="00557788" w:rsidRDefault="00557788" w:rsidP="00557788">
      <w:r>
        <w:t>170.5697</w:t>
      </w:r>
      <w:r>
        <w:tab/>
        <w:t>3.038e0</w:t>
      </w:r>
    </w:p>
    <w:p w:rsidR="00557788" w:rsidRDefault="00557788" w:rsidP="00557788">
      <w:r>
        <w:t>170.5846</w:t>
      </w:r>
      <w:r>
        <w:tab/>
        <w:t>1.025e0</w:t>
      </w:r>
    </w:p>
    <w:p w:rsidR="00557788" w:rsidRDefault="00557788" w:rsidP="00557788">
      <w:r>
        <w:t>170.5879</w:t>
      </w:r>
      <w:r>
        <w:tab/>
        <w:t>1.025e0</w:t>
      </w:r>
    </w:p>
    <w:p w:rsidR="00557788" w:rsidRDefault="00557788" w:rsidP="00557788">
      <w:r>
        <w:t>170.5935</w:t>
      </w:r>
      <w:r>
        <w:tab/>
        <w:t>3.038e0</w:t>
      </w:r>
    </w:p>
    <w:p w:rsidR="00557788" w:rsidRDefault="00557788" w:rsidP="00557788">
      <w:r>
        <w:t>170.5945</w:t>
      </w:r>
      <w:r>
        <w:tab/>
        <w:t>1.013e0</w:t>
      </w:r>
    </w:p>
    <w:p w:rsidR="00557788" w:rsidRDefault="00557788" w:rsidP="00557788">
      <w:r>
        <w:t>170.5979</w:t>
      </w:r>
      <w:r>
        <w:tab/>
        <w:t>1.266e-2</w:t>
      </w:r>
    </w:p>
    <w:p w:rsidR="00557788" w:rsidRDefault="00557788" w:rsidP="00557788">
      <w:r>
        <w:t>170.6011</w:t>
      </w:r>
      <w:r>
        <w:tab/>
        <w:t>2.532e-2</w:t>
      </w:r>
    </w:p>
    <w:p w:rsidR="00557788" w:rsidRDefault="00557788" w:rsidP="00557788">
      <w:r>
        <w:t>170.6168</w:t>
      </w:r>
      <w:r>
        <w:tab/>
        <w:t>2.025e0</w:t>
      </w:r>
    </w:p>
    <w:p w:rsidR="00557788" w:rsidRDefault="00557788" w:rsidP="00557788">
      <w:r>
        <w:t>170.6220</w:t>
      </w:r>
      <w:r>
        <w:tab/>
        <w:t>3.038e0</w:t>
      </w:r>
    </w:p>
    <w:p w:rsidR="00557788" w:rsidRDefault="00557788" w:rsidP="00557788">
      <w:r>
        <w:t>170.6256</w:t>
      </w:r>
      <w:r>
        <w:tab/>
        <w:t>1.266e-2</w:t>
      </w:r>
    </w:p>
    <w:p w:rsidR="00557788" w:rsidRDefault="00557788" w:rsidP="00557788">
      <w:r>
        <w:t>170.6378</w:t>
      </w:r>
      <w:r>
        <w:tab/>
        <w:t>2.025e0</w:t>
      </w:r>
    </w:p>
    <w:p w:rsidR="00557788" w:rsidRDefault="00557788" w:rsidP="00557788">
      <w:r>
        <w:t>170.6413</w:t>
      </w:r>
      <w:r>
        <w:tab/>
        <w:t>2.025e0</w:t>
      </w:r>
    </w:p>
    <w:p w:rsidR="00557788" w:rsidRDefault="00557788" w:rsidP="00557788">
      <w:r>
        <w:lastRenderedPageBreak/>
        <w:t>170.6431</w:t>
      </w:r>
      <w:r>
        <w:tab/>
        <w:t>1.266e-2</w:t>
      </w:r>
    </w:p>
    <w:p w:rsidR="00557788" w:rsidRDefault="00557788" w:rsidP="00557788">
      <w:r>
        <w:t>170.6588</w:t>
      </w:r>
      <w:r>
        <w:tab/>
        <w:t>1.333e0</w:t>
      </w:r>
    </w:p>
    <w:p w:rsidR="00557788" w:rsidRDefault="00557788" w:rsidP="00557788">
      <w:r>
        <w:t>170.6607</w:t>
      </w:r>
      <w:r>
        <w:tab/>
        <w:t>1.025e0</w:t>
      </w:r>
    </w:p>
    <w:p w:rsidR="00557788" w:rsidRDefault="00557788" w:rsidP="00557788">
      <w:r>
        <w:t>170.6800</w:t>
      </w:r>
      <w:r>
        <w:tab/>
        <w:t>2.532e-2</w:t>
      </w:r>
    </w:p>
    <w:p w:rsidR="00557788" w:rsidRDefault="00557788" w:rsidP="00557788">
      <w:r>
        <w:t>170.6907</w:t>
      </w:r>
      <w:r>
        <w:tab/>
        <w:t>2.025e0</w:t>
      </w:r>
    </w:p>
    <w:p w:rsidR="00557788" w:rsidRDefault="00557788" w:rsidP="00557788">
      <w:r>
        <w:t>170.6988</w:t>
      </w:r>
      <w:r>
        <w:tab/>
        <w:t>3.038e0</w:t>
      </w:r>
    </w:p>
    <w:p w:rsidR="00557788" w:rsidRDefault="00557788" w:rsidP="00557788">
      <w:r>
        <w:t>170.7021</w:t>
      </w:r>
      <w:r>
        <w:tab/>
        <w:t>1.025e0</w:t>
      </w:r>
    </w:p>
    <w:p w:rsidR="00557788" w:rsidRDefault="00557788" w:rsidP="00557788">
      <w:r>
        <w:t>170.7102</w:t>
      </w:r>
      <w:r>
        <w:tab/>
        <w:t>2.025e0</w:t>
      </w:r>
    </w:p>
    <w:p w:rsidR="00557788" w:rsidRDefault="00557788" w:rsidP="00557788">
      <w:r>
        <w:t>170.7122</w:t>
      </w:r>
      <w:r>
        <w:tab/>
        <w:t>1.266e-2</w:t>
      </w:r>
    </w:p>
    <w:p w:rsidR="00557788" w:rsidRDefault="00557788" w:rsidP="00557788">
      <w:r>
        <w:t>170.7191</w:t>
      </w:r>
      <w:r>
        <w:tab/>
        <w:t>1.013e0</w:t>
      </w:r>
    </w:p>
    <w:p w:rsidR="00557788" w:rsidRDefault="00557788" w:rsidP="00557788">
      <w:r>
        <w:t>170.7367</w:t>
      </w:r>
      <w:r>
        <w:tab/>
        <w:t>1.266e-2</w:t>
      </w:r>
    </w:p>
    <w:p w:rsidR="00557788" w:rsidRDefault="00557788" w:rsidP="00557788">
      <w:r>
        <w:t>170.7384</w:t>
      </w:r>
      <w:r>
        <w:tab/>
        <w:t>2.532e-2</w:t>
      </w:r>
    </w:p>
    <w:p w:rsidR="00557788" w:rsidRDefault="00557788" w:rsidP="00557788">
      <w:r>
        <w:t>170.7508</w:t>
      </w:r>
      <w:r>
        <w:tab/>
        <w:t>1.266e-2</w:t>
      </w:r>
    </w:p>
    <w:p w:rsidR="00557788" w:rsidRDefault="00557788" w:rsidP="00557788">
      <w:r>
        <w:t>170.7560</w:t>
      </w:r>
      <w:r>
        <w:tab/>
        <w:t>2.025e0</w:t>
      </w:r>
    </w:p>
    <w:p w:rsidR="00557788" w:rsidRDefault="00557788" w:rsidP="00557788">
      <w:r>
        <w:t>170.7578</w:t>
      </w:r>
      <w:r>
        <w:tab/>
        <w:t>4.063e0</w:t>
      </w:r>
    </w:p>
    <w:p w:rsidR="00557788" w:rsidRDefault="00557788" w:rsidP="00557788">
      <w:r>
        <w:t>170.7613</w:t>
      </w:r>
      <w:r>
        <w:tab/>
        <w:t>1.025e0</w:t>
      </w:r>
    </w:p>
    <w:p w:rsidR="00557788" w:rsidRDefault="00557788" w:rsidP="00557788">
      <w:r>
        <w:t>170.7683</w:t>
      </w:r>
      <w:r>
        <w:tab/>
        <w:t>1.013e0</w:t>
      </w:r>
    </w:p>
    <w:p w:rsidR="00557788" w:rsidRDefault="00557788" w:rsidP="00557788">
      <w:r>
        <w:t>170.7771</w:t>
      </w:r>
      <w:r>
        <w:tab/>
        <w:t>2.025e0</w:t>
      </w:r>
    </w:p>
    <w:p w:rsidR="00557788" w:rsidRDefault="00557788" w:rsidP="00557788">
      <w:r>
        <w:t>170.7859</w:t>
      </w:r>
      <w:r>
        <w:tab/>
        <w:t>2.025e0</w:t>
      </w:r>
    </w:p>
    <w:p w:rsidR="00557788" w:rsidRDefault="00557788" w:rsidP="00557788">
      <w:r>
        <w:lastRenderedPageBreak/>
        <w:t>170.7979</w:t>
      </w:r>
      <w:r>
        <w:tab/>
        <w:t>2.031e0</w:t>
      </w:r>
    </w:p>
    <w:p w:rsidR="00557788" w:rsidRDefault="00557788" w:rsidP="00557788">
      <w:r>
        <w:t>170.8064</w:t>
      </w:r>
      <w:r>
        <w:tab/>
        <w:t>2.532e-2</w:t>
      </w:r>
    </w:p>
    <w:p w:rsidR="00557788" w:rsidRDefault="00557788" w:rsidP="00557788">
      <w:r>
        <w:t>170.8098</w:t>
      </w:r>
      <w:r>
        <w:tab/>
        <w:t>1.038e0</w:t>
      </w:r>
    </w:p>
    <w:p w:rsidR="00557788" w:rsidRDefault="00557788" w:rsidP="00557788">
      <w:r>
        <w:t>170.8235</w:t>
      </w:r>
      <w:r>
        <w:tab/>
        <w:t>1.063e0</w:t>
      </w:r>
    </w:p>
    <w:p w:rsidR="00557788" w:rsidRDefault="00557788" w:rsidP="00557788">
      <w:r>
        <w:t>170.8267</w:t>
      </w:r>
      <w:r>
        <w:tab/>
        <w:t>1.266e-2</w:t>
      </w:r>
    </w:p>
    <w:p w:rsidR="00557788" w:rsidRDefault="00557788" w:rsidP="00557788">
      <w:r>
        <w:t>170.8458</w:t>
      </w:r>
      <w:r>
        <w:tab/>
        <w:t>2.271e0</w:t>
      </w:r>
    </w:p>
    <w:p w:rsidR="00557788" w:rsidRDefault="00557788" w:rsidP="00557788">
      <w:r>
        <w:t>170.8479</w:t>
      </w:r>
      <w:r>
        <w:tab/>
        <w:t>2.025e0</w:t>
      </w:r>
    </w:p>
    <w:p w:rsidR="00557788" w:rsidRDefault="00557788" w:rsidP="00557788">
      <w:r>
        <w:t>170.8514</w:t>
      </w:r>
      <w:r>
        <w:tab/>
        <w:t>4.051e0</w:t>
      </w:r>
    </w:p>
    <w:p w:rsidR="00557788" w:rsidRDefault="00557788" w:rsidP="00557788">
      <w:r>
        <w:t>170.8549</w:t>
      </w:r>
      <w:r>
        <w:tab/>
        <w:t>1.266e-2</w:t>
      </w:r>
    </w:p>
    <w:p w:rsidR="00557788" w:rsidRDefault="00557788" w:rsidP="00557788">
      <w:r>
        <w:t>170.8628</w:t>
      </w:r>
      <w:r>
        <w:tab/>
        <w:t>3.798e-2</w:t>
      </w:r>
    </w:p>
    <w:p w:rsidR="00557788" w:rsidRDefault="00557788" w:rsidP="00557788">
      <w:r>
        <w:t>170.8721</w:t>
      </w:r>
      <w:r>
        <w:tab/>
        <w:t>1.522e0</w:t>
      </w:r>
    </w:p>
    <w:p w:rsidR="00557788" w:rsidRDefault="00557788" w:rsidP="00557788">
      <w:r>
        <w:t>170.8795</w:t>
      </w:r>
      <w:r>
        <w:tab/>
        <w:t>3.038e0</w:t>
      </w:r>
    </w:p>
    <w:p w:rsidR="00557788" w:rsidRDefault="00557788" w:rsidP="00557788">
      <w:r>
        <w:t>170.8830</w:t>
      </w:r>
      <w:r>
        <w:tab/>
        <w:t>1.051e0</w:t>
      </w:r>
    </w:p>
    <w:p w:rsidR="00557788" w:rsidRDefault="00557788" w:rsidP="00557788">
      <w:r>
        <w:t>170.8953</w:t>
      </w:r>
      <w:r>
        <w:tab/>
        <w:t>2.532e-2</w:t>
      </w:r>
    </w:p>
    <w:p w:rsidR="00557788" w:rsidRDefault="00557788" w:rsidP="00557788">
      <w:r>
        <w:t>170.8971</w:t>
      </w:r>
      <w:r>
        <w:tab/>
        <w:t>1.013e0</w:t>
      </w:r>
    </w:p>
    <w:p w:rsidR="00557788" w:rsidRDefault="00557788" w:rsidP="00557788">
      <w:r>
        <w:t>170.9108</w:t>
      </w:r>
      <w:r>
        <w:tab/>
        <w:t>2.025e0</w:t>
      </w:r>
    </w:p>
    <w:p w:rsidR="00557788" w:rsidRDefault="00557788" w:rsidP="00557788">
      <w:r>
        <w:t>170.9209</w:t>
      </w:r>
      <w:r>
        <w:tab/>
        <w:t>3.051e0</w:t>
      </w:r>
    </w:p>
    <w:p w:rsidR="00557788" w:rsidRDefault="00557788" w:rsidP="00557788">
      <w:r>
        <w:t>170.9344</w:t>
      </w:r>
      <w:r>
        <w:tab/>
        <w:t>1.013e0</w:t>
      </w:r>
    </w:p>
    <w:p w:rsidR="00557788" w:rsidRDefault="00557788" w:rsidP="00557788">
      <w:r>
        <w:t>170.9661</w:t>
      </w:r>
      <w:r>
        <w:tab/>
        <w:t>3.798e-2</w:t>
      </w:r>
    </w:p>
    <w:p w:rsidR="00557788" w:rsidRDefault="00557788" w:rsidP="00557788">
      <w:r>
        <w:lastRenderedPageBreak/>
        <w:t>170.9811</w:t>
      </w:r>
      <w:r>
        <w:tab/>
        <w:t>3.038e0</w:t>
      </w:r>
    </w:p>
    <w:p w:rsidR="00557788" w:rsidRDefault="00557788" w:rsidP="00557788">
      <w:r>
        <w:t>170.9872</w:t>
      </w:r>
      <w:r>
        <w:tab/>
        <w:t>1.013e0</w:t>
      </w:r>
    </w:p>
    <w:p w:rsidR="00557788" w:rsidRDefault="00557788" w:rsidP="00557788">
      <w:r>
        <w:t>171.0048</w:t>
      </w:r>
      <w:r>
        <w:tab/>
        <w:t>4.051e0</w:t>
      </w:r>
    </w:p>
    <w:p w:rsidR="00557788" w:rsidRDefault="00557788" w:rsidP="00557788">
      <w:r>
        <w:t>171.0093</w:t>
      </w:r>
      <w:r>
        <w:tab/>
        <w:t>2.038e0</w:t>
      </w:r>
    </w:p>
    <w:p w:rsidR="00557788" w:rsidRDefault="00557788" w:rsidP="00557788">
      <w:r>
        <w:t>171.0117</w:t>
      </w:r>
      <w:r>
        <w:tab/>
        <w:t>3.038e0</w:t>
      </w:r>
    </w:p>
    <w:p w:rsidR="00557788" w:rsidRDefault="00557788" w:rsidP="00557788">
      <w:r>
        <w:t>171.0143</w:t>
      </w:r>
      <w:r>
        <w:tab/>
        <w:t>1.038e0</w:t>
      </w:r>
    </w:p>
    <w:p w:rsidR="00557788" w:rsidRDefault="00557788" w:rsidP="00557788">
      <w:r>
        <w:t>171.0219</w:t>
      </w:r>
      <w:r>
        <w:tab/>
        <w:t>1.013e0</w:t>
      </w:r>
    </w:p>
    <w:p w:rsidR="00557788" w:rsidRDefault="00557788" w:rsidP="00557788">
      <w:r>
        <w:t>171.0310</w:t>
      </w:r>
      <w:r>
        <w:tab/>
        <w:t>6.917e0</w:t>
      </w:r>
    </w:p>
    <w:p w:rsidR="00557788" w:rsidRDefault="00557788" w:rsidP="00557788">
      <w:r>
        <w:t>171.0320</w:t>
      </w:r>
      <w:r>
        <w:tab/>
        <w:t>2.532e-2</w:t>
      </w:r>
    </w:p>
    <w:p w:rsidR="00557788" w:rsidRDefault="00557788" w:rsidP="00557788">
      <w:r>
        <w:t>171.0364</w:t>
      </w:r>
      <w:r>
        <w:tab/>
        <w:t>1.013e1</w:t>
      </w:r>
    </w:p>
    <w:p w:rsidR="00557788" w:rsidRDefault="00557788" w:rsidP="00557788">
      <w:r>
        <w:t>171.0634</w:t>
      </w:r>
      <w:r>
        <w:tab/>
        <w:t>6.901e0</w:t>
      </w:r>
    </w:p>
    <w:p w:rsidR="00557788" w:rsidRDefault="00557788" w:rsidP="00557788">
      <w:r>
        <w:t>171.0732</w:t>
      </w:r>
      <w:r>
        <w:tab/>
        <w:t>2.450e0</w:t>
      </w:r>
    </w:p>
    <w:p w:rsidR="00557788" w:rsidRDefault="00557788" w:rsidP="00557788">
      <w:r>
        <w:t>171.0772</w:t>
      </w:r>
      <w:r>
        <w:tab/>
        <w:t>2.659e0</w:t>
      </w:r>
    </w:p>
    <w:p w:rsidR="00557788" w:rsidRDefault="00557788" w:rsidP="00557788">
      <w:r>
        <w:t>171.0896</w:t>
      </w:r>
      <w:r>
        <w:tab/>
        <w:t>7.529e0</w:t>
      </w:r>
    </w:p>
    <w:p w:rsidR="00557788" w:rsidRDefault="00557788" w:rsidP="00557788">
      <w:r>
        <w:t>171.0921</w:t>
      </w:r>
      <w:r>
        <w:tab/>
        <w:t>1.379e0</w:t>
      </w:r>
    </w:p>
    <w:p w:rsidR="00557788" w:rsidRDefault="00557788" w:rsidP="00557788">
      <w:r>
        <w:t>171.1020</w:t>
      </w:r>
      <w:r>
        <w:tab/>
        <w:t>1.945e0</w:t>
      </w:r>
    </w:p>
    <w:p w:rsidR="00557788" w:rsidRDefault="00557788" w:rsidP="00557788">
      <w:r>
        <w:t>171.1130</w:t>
      </w:r>
      <w:r>
        <w:tab/>
        <w:t>2.711e0</w:t>
      </w:r>
    </w:p>
    <w:p w:rsidR="00557788" w:rsidRDefault="00557788" w:rsidP="00557788">
      <w:r>
        <w:t>171.1218</w:t>
      </w:r>
      <w:r>
        <w:tab/>
        <w:t>5.246e0</w:t>
      </w:r>
    </w:p>
    <w:p w:rsidR="00557788" w:rsidRDefault="00557788" w:rsidP="00557788">
      <w:r>
        <w:t>171.1306</w:t>
      </w:r>
      <w:r>
        <w:tab/>
        <w:t>4.336e0</w:t>
      </w:r>
    </w:p>
    <w:p w:rsidR="00557788" w:rsidRDefault="00557788" w:rsidP="00557788">
      <w:r>
        <w:lastRenderedPageBreak/>
        <w:t>171.1417</w:t>
      </w:r>
      <w:r>
        <w:tab/>
        <w:t>6.334e0</w:t>
      </w:r>
    </w:p>
    <w:p w:rsidR="00557788" w:rsidRDefault="00557788" w:rsidP="00557788">
      <w:r>
        <w:t>171.1458</w:t>
      </w:r>
      <w:r>
        <w:tab/>
        <w:t>3.086e0</w:t>
      </w:r>
    </w:p>
    <w:p w:rsidR="00557788" w:rsidRDefault="00557788" w:rsidP="00557788">
      <w:r>
        <w:t>171.1485</w:t>
      </w:r>
      <w:r>
        <w:tab/>
        <w:t>9.086e0</w:t>
      </w:r>
    </w:p>
    <w:p w:rsidR="00557788" w:rsidRDefault="00557788" w:rsidP="00557788">
      <w:r>
        <w:t>171.1754</w:t>
      </w:r>
      <w:r>
        <w:tab/>
        <w:t>3.294e0</w:t>
      </w:r>
    </w:p>
    <w:p w:rsidR="00557788" w:rsidRDefault="00557788" w:rsidP="00557788">
      <w:r>
        <w:t>171.1866</w:t>
      </w:r>
      <w:r>
        <w:tab/>
        <w:t>7.101e0</w:t>
      </w:r>
    </w:p>
    <w:p w:rsidR="00557788" w:rsidRDefault="00557788" w:rsidP="00557788">
      <w:r>
        <w:t>171.1903</w:t>
      </w:r>
      <w:r>
        <w:tab/>
        <w:t>2.532e-2</w:t>
      </w:r>
    </w:p>
    <w:p w:rsidR="00557788" w:rsidRDefault="00557788" w:rsidP="00557788">
      <w:r>
        <w:t>171.1921</w:t>
      </w:r>
      <w:r>
        <w:tab/>
        <w:t>8.523e0</w:t>
      </w:r>
    </w:p>
    <w:p w:rsidR="00557788" w:rsidRDefault="00557788" w:rsidP="00557788">
      <w:r>
        <w:t>171.1956</w:t>
      </w:r>
      <w:r>
        <w:tab/>
        <w:t>3.051e0</w:t>
      </w:r>
    </w:p>
    <w:p w:rsidR="00557788" w:rsidRDefault="00557788" w:rsidP="00557788">
      <w:r>
        <w:t>171.2009</w:t>
      </w:r>
      <w:r>
        <w:tab/>
        <w:t>1.051e0</w:t>
      </w:r>
    </w:p>
    <w:p w:rsidR="00557788" w:rsidRDefault="00557788" w:rsidP="00557788">
      <w:r>
        <w:t>171.2026</w:t>
      </w:r>
      <w:r>
        <w:tab/>
        <w:t>1.013e0</w:t>
      </w:r>
    </w:p>
    <w:p w:rsidR="00557788" w:rsidRDefault="00557788" w:rsidP="00557788">
      <w:r>
        <w:t>171.2132</w:t>
      </w:r>
      <w:r>
        <w:tab/>
        <w:t>1.013e0</w:t>
      </w:r>
    </w:p>
    <w:p w:rsidR="00557788" w:rsidRDefault="00557788" w:rsidP="00557788">
      <w:r>
        <w:t>171.2167</w:t>
      </w:r>
      <w:r>
        <w:tab/>
        <w:t>2.025e0</w:t>
      </w:r>
    </w:p>
    <w:p w:rsidR="00557788" w:rsidRDefault="00557788" w:rsidP="00557788">
      <w:r>
        <w:t>171.2238</w:t>
      </w:r>
      <w:r>
        <w:tab/>
        <w:t>1.013e0</w:t>
      </w:r>
    </w:p>
    <w:p w:rsidR="00557788" w:rsidRDefault="00557788" w:rsidP="00557788">
      <w:r>
        <w:t>171.2309</w:t>
      </w:r>
      <w:r>
        <w:tab/>
        <w:t>2.025e0</w:t>
      </w:r>
    </w:p>
    <w:p w:rsidR="00557788" w:rsidRDefault="00557788" w:rsidP="00557788">
      <w:r>
        <w:t>171.2444</w:t>
      </w:r>
      <w:r>
        <w:tab/>
        <w:t>1.013e0</w:t>
      </w:r>
    </w:p>
    <w:p w:rsidR="00557788" w:rsidRDefault="00557788" w:rsidP="00557788">
      <w:r>
        <w:t>171.2511</w:t>
      </w:r>
      <w:r>
        <w:tab/>
        <w:t>3.038e0</w:t>
      </w:r>
    </w:p>
    <w:p w:rsidR="00557788" w:rsidRDefault="00557788" w:rsidP="00557788">
      <w:r>
        <w:t>171.2579</w:t>
      </w:r>
      <w:r>
        <w:tab/>
        <w:t>1.013e0</w:t>
      </w:r>
    </w:p>
    <w:p w:rsidR="00557788" w:rsidRDefault="00557788" w:rsidP="00557788">
      <w:r>
        <w:t>171.2663</w:t>
      </w:r>
      <w:r>
        <w:tab/>
        <w:t>2.025e0</w:t>
      </w:r>
    </w:p>
    <w:p w:rsidR="00557788" w:rsidRDefault="00557788" w:rsidP="00557788">
      <w:r>
        <w:t>171.2681</w:t>
      </w:r>
      <w:r>
        <w:tab/>
        <w:t>1.013e0</w:t>
      </w:r>
    </w:p>
    <w:p w:rsidR="00557788" w:rsidRDefault="00557788" w:rsidP="00557788">
      <w:r>
        <w:lastRenderedPageBreak/>
        <w:t>171.2717</w:t>
      </w:r>
      <w:r>
        <w:tab/>
        <w:t>1.013e0</w:t>
      </w:r>
    </w:p>
    <w:p w:rsidR="00557788" w:rsidRDefault="00557788" w:rsidP="00557788">
      <w:r>
        <w:t>171.2810</w:t>
      </w:r>
      <w:r>
        <w:tab/>
        <w:t>3.063e0</w:t>
      </w:r>
    </w:p>
    <w:p w:rsidR="00557788" w:rsidRDefault="00557788" w:rsidP="00557788">
      <w:r>
        <w:t>171.2913</w:t>
      </w:r>
      <w:r>
        <w:tab/>
        <w:t>2.564e0</w:t>
      </w:r>
    </w:p>
    <w:p w:rsidR="00557788" w:rsidRDefault="00557788" w:rsidP="00557788">
      <w:r>
        <w:t>171.3087</w:t>
      </w:r>
      <w:r>
        <w:tab/>
        <w:t>2.025e0</w:t>
      </w:r>
    </w:p>
    <w:p w:rsidR="00557788" w:rsidRDefault="00557788" w:rsidP="00557788">
      <w:r>
        <w:t>171.3124</w:t>
      </w:r>
      <w:r>
        <w:tab/>
        <w:t>1.038e0</w:t>
      </w:r>
    </w:p>
    <w:p w:rsidR="00557788" w:rsidRDefault="00557788" w:rsidP="00557788">
      <w:r>
        <w:t>171.3190</w:t>
      </w:r>
      <w:r>
        <w:tab/>
        <w:t>3.038e0</w:t>
      </w:r>
    </w:p>
    <w:p w:rsidR="00557788" w:rsidRDefault="00557788" w:rsidP="00557788">
      <w:r>
        <w:t>171.3228</w:t>
      </w:r>
      <w:r>
        <w:tab/>
        <w:t>3.038e0</w:t>
      </w:r>
    </w:p>
    <w:p w:rsidR="00557788" w:rsidRDefault="00557788" w:rsidP="00557788">
      <w:r>
        <w:t>171.3304</w:t>
      </w:r>
      <w:r>
        <w:tab/>
        <w:t>3.038e0</w:t>
      </w:r>
    </w:p>
    <w:p w:rsidR="00557788" w:rsidRDefault="00557788" w:rsidP="00557788">
      <w:r>
        <w:t>171.3386</w:t>
      </w:r>
      <w:r>
        <w:tab/>
        <w:t>3.038e0</w:t>
      </w:r>
    </w:p>
    <w:p w:rsidR="00557788" w:rsidRDefault="00557788" w:rsidP="00557788">
      <w:r>
        <w:t>171.3456</w:t>
      </w:r>
      <w:r>
        <w:tab/>
        <w:t>2.025e0</w:t>
      </w:r>
    </w:p>
    <w:p w:rsidR="00557788" w:rsidRDefault="00557788" w:rsidP="00557788">
      <w:r>
        <w:t>171.3692</w:t>
      </w:r>
      <w:r>
        <w:tab/>
        <w:t>2.038e0</w:t>
      </w:r>
    </w:p>
    <w:p w:rsidR="00557788" w:rsidRDefault="00557788" w:rsidP="00557788">
      <w:r>
        <w:t>171.3830</w:t>
      </w:r>
      <w:r>
        <w:tab/>
        <w:t>1.266e-2</w:t>
      </w:r>
    </w:p>
    <w:p w:rsidR="00557788" w:rsidRDefault="00557788" w:rsidP="00557788">
      <w:r>
        <w:t>171.3989</w:t>
      </w:r>
      <w:r>
        <w:tab/>
        <w:t>2.025e0</w:t>
      </w:r>
    </w:p>
    <w:p w:rsidR="00557788" w:rsidRDefault="00557788" w:rsidP="00557788">
      <w:r>
        <w:t>171.4007</w:t>
      </w:r>
      <w:r>
        <w:tab/>
        <w:t>2.038e0</w:t>
      </w:r>
    </w:p>
    <w:p w:rsidR="00557788" w:rsidRDefault="00557788" w:rsidP="00557788">
      <w:r>
        <w:t>171.4094</w:t>
      </w:r>
      <w:r>
        <w:tab/>
        <w:t>2.025e0</w:t>
      </w:r>
    </w:p>
    <w:p w:rsidR="00557788" w:rsidRDefault="00557788" w:rsidP="00557788">
      <w:r>
        <w:t>171.4112</w:t>
      </w:r>
      <w:r>
        <w:tab/>
        <w:t>2.025e0</w:t>
      </w:r>
    </w:p>
    <w:p w:rsidR="00557788" w:rsidRDefault="00557788" w:rsidP="00557788">
      <w:r>
        <w:t>171.4165</w:t>
      </w:r>
      <w:r>
        <w:tab/>
        <w:t>2.025e0</w:t>
      </w:r>
    </w:p>
    <w:p w:rsidR="00557788" w:rsidRDefault="00557788" w:rsidP="00557788">
      <w:r>
        <w:t>171.4182</w:t>
      </w:r>
      <w:r>
        <w:tab/>
        <w:t>2.532e-2</w:t>
      </w:r>
    </w:p>
    <w:p w:rsidR="00557788" w:rsidRDefault="00557788" w:rsidP="00557788">
      <w:r>
        <w:t>171.4358</w:t>
      </w:r>
      <w:r>
        <w:tab/>
        <w:t>2.025e0</w:t>
      </w:r>
    </w:p>
    <w:p w:rsidR="00557788" w:rsidRDefault="00557788" w:rsidP="00557788">
      <w:r>
        <w:lastRenderedPageBreak/>
        <w:t>171.4393</w:t>
      </w:r>
      <w:r>
        <w:tab/>
        <w:t>1.013e0</w:t>
      </w:r>
    </w:p>
    <w:p w:rsidR="00557788" w:rsidRDefault="00557788" w:rsidP="00557788">
      <w:r>
        <w:t>171.4411</w:t>
      </w:r>
      <w:r>
        <w:tab/>
        <w:t>2.532e-2</w:t>
      </w:r>
    </w:p>
    <w:p w:rsidR="00557788" w:rsidRDefault="00557788" w:rsidP="00557788">
      <w:r>
        <w:t>171.4429</w:t>
      </w:r>
      <w:r>
        <w:tab/>
        <w:t>2.025e0</w:t>
      </w:r>
    </w:p>
    <w:p w:rsidR="00557788" w:rsidRDefault="00557788" w:rsidP="00557788">
      <w:r>
        <w:t>171.4556</w:t>
      </w:r>
      <w:r>
        <w:tab/>
        <w:t>6.076e0</w:t>
      </w:r>
    </w:p>
    <w:p w:rsidR="00557788" w:rsidRDefault="00557788" w:rsidP="00557788">
      <w:r>
        <w:t>171.4603</w:t>
      </w:r>
      <w:r>
        <w:tab/>
        <w:t>1.013e0</w:t>
      </w:r>
    </w:p>
    <w:p w:rsidR="00557788" w:rsidRDefault="00557788" w:rsidP="00557788">
      <w:r>
        <w:t>171.4722</w:t>
      </w:r>
      <w:r>
        <w:tab/>
        <w:t>2.025e0</w:t>
      </w:r>
    </w:p>
    <w:p w:rsidR="00557788" w:rsidRDefault="00557788" w:rsidP="00557788">
      <w:r>
        <w:t>171.4908</w:t>
      </w:r>
      <w:r>
        <w:tab/>
        <w:t>1.266e-2</w:t>
      </w:r>
    </w:p>
    <w:p w:rsidR="00557788" w:rsidRDefault="00557788" w:rsidP="00557788">
      <w:r>
        <w:t>171.5014</w:t>
      </w:r>
      <w:r>
        <w:tab/>
        <w:t>1.013e0</w:t>
      </w:r>
    </w:p>
    <w:p w:rsidR="00557788" w:rsidRDefault="00557788" w:rsidP="00557788">
      <w:r>
        <w:t>171.5049</w:t>
      </w:r>
      <w:r>
        <w:tab/>
        <w:t>3.797e-2</w:t>
      </w:r>
    </w:p>
    <w:p w:rsidR="00557788" w:rsidRDefault="00557788" w:rsidP="00557788">
      <w:r>
        <w:t>171.5120</w:t>
      </w:r>
      <w:r>
        <w:tab/>
        <w:t>1.013e0</w:t>
      </w:r>
    </w:p>
    <w:p w:rsidR="00557788" w:rsidRDefault="00557788" w:rsidP="00557788">
      <w:r>
        <w:t>171.5351</w:t>
      </w:r>
      <w:r>
        <w:tab/>
        <w:t>4.434e0</w:t>
      </w:r>
    </w:p>
    <w:p w:rsidR="00557788" w:rsidRDefault="00557788" w:rsidP="00557788">
      <w:r>
        <w:t>171.5382</w:t>
      </w:r>
      <w:r>
        <w:tab/>
        <w:t>1.038e0</w:t>
      </w:r>
    </w:p>
    <w:p w:rsidR="00557788" w:rsidRDefault="00557788" w:rsidP="00557788">
      <w:r>
        <w:t>171.5519</w:t>
      </w:r>
      <w:r>
        <w:tab/>
        <w:t>4.051e0</w:t>
      </w:r>
    </w:p>
    <w:p w:rsidR="00557788" w:rsidRDefault="00557788" w:rsidP="00557788">
      <w:r>
        <w:t>171.5542</w:t>
      </w:r>
      <w:r>
        <w:tab/>
        <w:t>2.025e0</w:t>
      </w:r>
    </w:p>
    <w:p w:rsidR="00557788" w:rsidRDefault="00557788" w:rsidP="00557788">
      <w:r>
        <w:t>171.5578</w:t>
      </w:r>
      <w:r>
        <w:tab/>
        <w:t>4.051e0</w:t>
      </w:r>
    </w:p>
    <w:p w:rsidR="00557788" w:rsidRDefault="00557788" w:rsidP="00557788">
      <w:r>
        <w:t>171.5662</w:t>
      </w:r>
      <w:r>
        <w:tab/>
        <w:t>5.063e0</w:t>
      </w:r>
    </w:p>
    <w:p w:rsidR="00557788" w:rsidRDefault="00557788" w:rsidP="00557788">
      <w:r>
        <w:t>171.5682</w:t>
      </w:r>
      <w:r>
        <w:tab/>
        <w:t>2.038e0</w:t>
      </w:r>
    </w:p>
    <w:p w:rsidR="00557788" w:rsidRDefault="00557788" w:rsidP="00557788">
      <w:r>
        <w:t>171.5708</w:t>
      </w:r>
      <w:r>
        <w:tab/>
        <w:t>3.813e0</w:t>
      </w:r>
    </w:p>
    <w:p w:rsidR="00557788" w:rsidRDefault="00557788" w:rsidP="00557788">
      <w:r>
        <w:t>171.5719</w:t>
      </w:r>
      <w:r>
        <w:tab/>
        <w:t>2.532e-2</w:t>
      </w:r>
    </w:p>
    <w:p w:rsidR="00557788" w:rsidRDefault="00557788" w:rsidP="00557788">
      <w:r>
        <w:lastRenderedPageBreak/>
        <w:t>171.5787</w:t>
      </w:r>
      <w:r>
        <w:tab/>
        <w:t>2.025e0</w:t>
      </w:r>
    </w:p>
    <w:p w:rsidR="00557788" w:rsidRDefault="00557788" w:rsidP="00557788">
      <w:r>
        <w:t>171.5887</w:t>
      </w:r>
      <w:r>
        <w:tab/>
        <w:t>1.013e0</w:t>
      </w:r>
    </w:p>
    <w:p w:rsidR="00557788" w:rsidRDefault="00557788" w:rsidP="00557788">
      <w:r>
        <w:t>171.5938</w:t>
      </w:r>
      <w:r>
        <w:tab/>
        <w:t>4.051e0</w:t>
      </w:r>
    </w:p>
    <w:p w:rsidR="00557788" w:rsidRDefault="00557788" w:rsidP="00557788">
      <w:r>
        <w:t>171.6092</w:t>
      </w:r>
      <w:r>
        <w:tab/>
        <w:t>3.051e0</w:t>
      </w:r>
    </w:p>
    <w:p w:rsidR="00557788" w:rsidRDefault="00557788" w:rsidP="00557788">
      <w:r>
        <w:t>171.6233</w:t>
      </w:r>
      <w:r>
        <w:tab/>
        <w:t>1.025e0</w:t>
      </w:r>
    </w:p>
    <w:p w:rsidR="00557788" w:rsidRDefault="00557788" w:rsidP="00557788">
      <w:r>
        <w:t>171.6251</w:t>
      </w:r>
      <w:r>
        <w:tab/>
        <w:t>2.025e0</w:t>
      </w:r>
    </w:p>
    <w:p w:rsidR="00557788" w:rsidRDefault="00557788" w:rsidP="00557788">
      <w:r>
        <w:t>171.6444</w:t>
      </w:r>
      <w:r>
        <w:tab/>
        <w:t>2.038e0</w:t>
      </w:r>
    </w:p>
    <w:p w:rsidR="00557788" w:rsidRDefault="00557788" w:rsidP="00557788">
      <w:r>
        <w:t>171.6620</w:t>
      </w:r>
      <w:r>
        <w:tab/>
        <w:t>1.266e-2</w:t>
      </w:r>
    </w:p>
    <w:p w:rsidR="00557788" w:rsidRDefault="00557788" w:rsidP="00557788">
      <w:r>
        <w:t>171.6673</w:t>
      </w:r>
      <w:r>
        <w:tab/>
        <w:t>1.063e0</w:t>
      </w:r>
    </w:p>
    <w:p w:rsidR="00557788" w:rsidRDefault="00557788" w:rsidP="00557788">
      <w:r>
        <w:t>171.6691</w:t>
      </w:r>
      <w:r>
        <w:tab/>
        <w:t>1.266e-2</w:t>
      </w:r>
    </w:p>
    <w:p w:rsidR="00557788" w:rsidRDefault="00557788" w:rsidP="00557788">
      <w:r>
        <w:t>171.6762</w:t>
      </w:r>
      <w:r>
        <w:tab/>
        <w:t>2.025e0</w:t>
      </w:r>
    </w:p>
    <w:p w:rsidR="00557788" w:rsidRDefault="00557788" w:rsidP="00557788">
      <w:r>
        <w:t>171.6797</w:t>
      </w:r>
      <w:r>
        <w:tab/>
        <w:t>1.013e0</w:t>
      </w:r>
    </w:p>
    <w:p w:rsidR="00557788" w:rsidRDefault="00557788" w:rsidP="00557788">
      <w:r>
        <w:t>171.6900</w:t>
      </w:r>
      <w:r>
        <w:tab/>
        <w:t>2.532e-2</w:t>
      </w:r>
    </w:p>
    <w:p w:rsidR="00557788" w:rsidRDefault="00557788" w:rsidP="00557788">
      <w:r>
        <w:t>171.6934</w:t>
      </w:r>
      <w:r>
        <w:tab/>
        <w:t>2.038e0</w:t>
      </w:r>
    </w:p>
    <w:p w:rsidR="00557788" w:rsidRDefault="00557788" w:rsidP="00557788">
      <w:r>
        <w:t>171.6968</w:t>
      </w:r>
      <w:r>
        <w:tab/>
        <w:t>3.038e0</w:t>
      </w:r>
    </w:p>
    <w:p w:rsidR="00557788" w:rsidRDefault="00557788" w:rsidP="00557788">
      <w:r>
        <w:t>171.7205</w:t>
      </w:r>
      <w:r>
        <w:tab/>
        <w:t>2.532e-2</w:t>
      </w:r>
    </w:p>
    <w:p w:rsidR="00557788" w:rsidRDefault="00557788" w:rsidP="00557788">
      <w:r>
        <w:t>171.7277</w:t>
      </w:r>
      <w:r>
        <w:tab/>
        <w:t>2.025e0</w:t>
      </w:r>
    </w:p>
    <w:p w:rsidR="00557788" w:rsidRDefault="00557788" w:rsidP="00557788">
      <w:r>
        <w:t>171.7484</w:t>
      </w:r>
      <w:r>
        <w:tab/>
        <w:t>7.089e0</w:t>
      </w:r>
    </w:p>
    <w:p w:rsidR="00557788" w:rsidRDefault="00557788" w:rsidP="00557788">
      <w:r>
        <w:t>171.7594</w:t>
      </w:r>
      <w:r>
        <w:tab/>
        <w:t>1.038e0</w:t>
      </w:r>
    </w:p>
    <w:p w:rsidR="00557788" w:rsidRDefault="00557788" w:rsidP="00557788">
      <w:r>
        <w:lastRenderedPageBreak/>
        <w:t>171.7611</w:t>
      </w:r>
      <w:r>
        <w:tab/>
        <w:t>2.532e-2</w:t>
      </w:r>
    </w:p>
    <w:p w:rsidR="00557788" w:rsidRDefault="00557788" w:rsidP="00557788">
      <w:r>
        <w:t>171.7629</w:t>
      </w:r>
      <w:r>
        <w:tab/>
        <w:t>1.013e0</w:t>
      </w:r>
    </w:p>
    <w:p w:rsidR="00557788" w:rsidRDefault="00557788" w:rsidP="00557788">
      <w:r>
        <w:t>171.7875</w:t>
      </w:r>
      <w:r>
        <w:tab/>
        <w:t>1.013e0</w:t>
      </w:r>
    </w:p>
    <w:p w:rsidR="00557788" w:rsidRDefault="00557788" w:rsidP="00557788">
      <w:r>
        <w:t>171.7982</w:t>
      </w:r>
      <w:r>
        <w:tab/>
        <w:t>2.025e0</w:t>
      </w:r>
    </w:p>
    <w:p w:rsidR="00557788" w:rsidRDefault="00557788" w:rsidP="00557788">
      <w:r>
        <w:t>171.8036</w:t>
      </w:r>
      <w:r>
        <w:tab/>
        <w:t>2.025e0</w:t>
      </w:r>
    </w:p>
    <w:p w:rsidR="00557788" w:rsidRDefault="00557788" w:rsidP="00557788">
      <w:r>
        <w:t>171.8085</w:t>
      </w:r>
      <w:r>
        <w:tab/>
        <w:t>1.038e0</w:t>
      </w:r>
    </w:p>
    <w:p w:rsidR="00557788" w:rsidRDefault="00557788" w:rsidP="00557788">
      <w:r>
        <w:t>171.8118</w:t>
      </w:r>
      <w:r>
        <w:tab/>
        <w:t>1.013e0</w:t>
      </w:r>
    </w:p>
    <w:p w:rsidR="00557788" w:rsidRDefault="00557788" w:rsidP="00557788">
      <w:r>
        <w:t>171.8185</w:t>
      </w:r>
      <w:r>
        <w:tab/>
        <w:t>1.013e0</w:t>
      </w:r>
    </w:p>
    <w:p w:rsidR="00557788" w:rsidRDefault="00557788" w:rsidP="00557788">
      <w:r>
        <w:t>171.8339</w:t>
      </w:r>
      <w:r>
        <w:tab/>
        <w:t>2.025e0</w:t>
      </w:r>
    </w:p>
    <w:p w:rsidR="00557788" w:rsidRDefault="00557788" w:rsidP="00557788">
      <w:r>
        <w:t>171.8456</w:t>
      </w:r>
      <w:r>
        <w:tab/>
        <w:t>5.063e0</w:t>
      </w:r>
    </w:p>
    <w:p w:rsidR="00557788" w:rsidRDefault="00557788" w:rsidP="00557788">
      <w:r>
        <w:t>171.8497</w:t>
      </w:r>
      <w:r>
        <w:tab/>
        <w:t>1.013e0</w:t>
      </w:r>
    </w:p>
    <w:p w:rsidR="00557788" w:rsidRDefault="00557788" w:rsidP="00557788">
      <w:r>
        <w:t>171.8567</w:t>
      </w:r>
      <w:r>
        <w:tab/>
        <w:t>1.038e0</w:t>
      </w:r>
    </w:p>
    <w:p w:rsidR="00557788" w:rsidRDefault="00557788" w:rsidP="00557788">
      <w:r>
        <w:t>171.8673</w:t>
      </w:r>
      <w:r>
        <w:tab/>
        <w:t>1.266e-2</w:t>
      </w:r>
    </w:p>
    <w:p w:rsidR="00557788" w:rsidRDefault="00557788" w:rsidP="00557788">
      <w:r>
        <w:t>171.8690</w:t>
      </w:r>
      <w:r>
        <w:tab/>
        <w:t>2.025e0</w:t>
      </w:r>
    </w:p>
    <w:p w:rsidR="00557788" w:rsidRDefault="00557788" w:rsidP="00557788">
      <w:r>
        <w:t>171.8759</w:t>
      </w:r>
      <w:r>
        <w:tab/>
        <w:t>1.038e0</w:t>
      </w:r>
    </w:p>
    <w:p w:rsidR="00557788" w:rsidRDefault="00557788" w:rsidP="00557788">
      <w:r>
        <w:t>171.8848</w:t>
      </w:r>
      <w:r>
        <w:tab/>
        <w:t>1.266e-2</w:t>
      </w:r>
    </w:p>
    <w:p w:rsidR="00557788" w:rsidRDefault="00557788" w:rsidP="00557788">
      <w:r>
        <w:t>171.8866</w:t>
      </w:r>
      <w:r>
        <w:tab/>
        <w:t>2.025e0</w:t>
      </w:r>
    </w:p>
    <w:p w:rsidR="00557788" w:rsidRDefault="00557788" w:rsidP="00557788">
      <w:r>
        <w:t>171.8919</w:t>
      </w:r>
      <w:r>
        <w:tab/>
        <w:t>1.266e-2</w:t>
      </w:r>
    </w:p>
    <w:p w:rsidR="00557788" w:rsidRDefault="00557788" w:rsidP="00557788">
      <w:r>
        <w:t>171.9059</w:t>
      </w:r>
      <w:r>
        <w:tab/>
        <w:t>2.051e0</w:t>
      </w:r>
    </w:p>
    <w:p w:rsidR="00557788" w:rsidRDefault="00557788" w:rsidP="00557788">
      <w:r>
        <w:lastRenderedPageBreak/>
        <w:t>171.9096</w:t>
      </w:r>
      <w:r>
        <w:tab/>
        <w:t>2.532e-2</w:t>
      </w:r>
    </w:p>
    <w:p w:rsidR="00557788" w:rsidRDefault="00557788" w:rsidP="00557788">
      <w:r>
        <w:t>171.9146</w:t>
      </w:r>
      <w:r>
        <w:tab/>
        <w:t>1.038e0</w:t>
      </w:r>
    </w:p>
    <w:p w:rsidR="00557788" w:rsidRDefault="00557788" w:rsidP="00557788">
      <w:r>
        <w:t>171.9201</w:t>
      </w:r>
      <w:r>
        <w:tab/>
        <w:t>3.797e-2</w:t>
      </w:r>
    </w:p>
    <w:p w:rsidR="00557788" w:rsidRDefault="00557788" w:rsidP="00557788">
      <w:r>
        <w:t>171.9249</w:t>
      </w:r>
      <w:r>
        <w:tab/>
        <w:t>3.798e-2</w:t>
      </w:r>
    </w:p>
    <w:p w:rsidR="00557788" w:rsidRDefault="00557788" w:rsidP="00557788">
      <w:r>
        <w:t>171.9302</w:t>
      </w:r>
      <w:r>
        <w:tab/>
        <w:t>2.025e0</w:t>
      </w:r>
    </w:p>
    <w:p w:rsidR="00557788" w:rsidRDefault="00557788" w:rsidP="00557788">
      <w:r>
        <w:t>171.9335</w:t>
      </w:r>
      <w:r>
        <w:tab/>
        <w:t>1.013e0</w:t>
      </w:r>
    </w:p>
    <w:p w:rsidR="00557788" w:rsidRDefault="00557788" w:rsidP="00557788">
      <w:r>
        <w:t>171.9437</w:t>
      </w:r>
      <w:r>
        <w:tab/>
        <w:t>1.266e-2</w:t>
      </w:r>
    </w:p>
    <w:p w:rsidR="00557788" w:rsidRDefault="00557788" w:rsidP="00557788">
      <w:r>
        <w:t>171.9453</w:t>
      </w:r>
      <w:r>
        <w:tab/>
        <w:t>5.063e0</w:t>
      </w:r>
    </w:p>
    <w:p w:rsidR="00557788" w:rsidRDefault="00557788" w:rsidP="00557788">
      <w:r>
        <w:t>171.9469</w:t>
      </w:r>
      <w:r>
        <w:tab/>
        <w:t>2.025e0</w:t>
      </w:r>
    </w:p>
    <w:p w:rsidR="00557788" w:rsidRDefault="00557788" w:rsidP="00557788">
      <w:r>
        <w:t>171.9611</w:t>
      </w:r>
      <w:r>
        <w:tab/>
        <w:t>1.013e0</w:t>
      </w:r>
    </w:p>
    <w:p w:rsidR="00557788" w:rsidRDefault="00557788" w:rsidP="00557788">
      <w:r>
        <w:t>171.9682</w:t>
      </w:r>
      <w:r>
        <w:tab/>
        <w:t>3.051e0</w:t>
      </w:r>
    </w:p>
    <w:p w:rsidR="00557788" w:rsidRDefault="00557788" w:rsidP="00557788">
      <w:r>
        <w:t>171.9717</w:t>
      </w:r>
      <w:r>
        <w:tab/>
        <w:t>1.266e-2</w:t>
      </w:r>
    </w:p>
    <w:p w:rsidR="00557788" w:rsidRDefault="00557788" w:rsidP="00557788">
      <w:r>
        <w:t>171.9858</w:t>
      </w:r>
      <w:r>
        <w:tab/>
        <w:t>3.051e0</w:t>
      </w:r>
    </w:p>
    <w:p w:rsidR="00557788" w:rsidRDefault="00557788" w:rsidP="00557788">
      <w:r>
        <w:t>171.9875</w:t>
      </w:r>
      <w:r>
        <w:tab/>
        <w:t>2.532e-2</w:t>
      </w:r>
    </w:p>
    <w:p w:rsidR="00557788" w:rsidRDefault="00557788" w:rsidP="00557788">
      <w:r>
        <w:t>171.9910</w:t>
      </w:r>
      <w:r>
        <w:tab/>
        <w:t>6.076e0</w:t>
      </w:r>
    </w:p>
    <w:p w:rsidR="00557788" w:rsidRDefault="00557788" w:rsidP="00557788">
      <w:r>
        <w:t>171.9928</w:t>
      </w:r>
      <w:r>
        <w:tab/>
        <w:t>2.532e-2</w:t>
      </w:r>
    </w:p>
    <w:p w:rsidR="00557788" w:rsidRDefault="00557788" w:rsidP="00557788">
      <w:r>
        <w:t>171.9963</w:t>
      </w:r>
      <w:r>
        <w:tab/>
        <w:t>2.025e0</w:t>
      </w:r>
    </w:p>
    <w:p w:rsidR="00557788" w:rsidRDefault="00557788" w:rsidP="00557788">
      <w:r>
        <w:t>172.0026</w:t>
      </w:r>
      <w:r>
        <w:tab/>
        <w:t>3.358e0</w:t>
      </w:r>
    </w:p>
    <w:p w:rsidR="00557788" w:rsidRDefault="00557788" w:rsidP="00557788">
      <w:r>
        <w:t>172.0104</w:t>
      </w:r>
      <w:r>
        <w:tab/>
        <w:t>1.038e0</w:t>
      </w:r>
    </w:p>
    <w:p w:rsidR="00557788" w:rsidRDefault="00557788" w:rsidP="00557788">
      <w:r>
        <w:lastRenderedPageBreak/>
        <w:t>172.0131</w:t>
      </w:r>
      <w:r>
        <w:tab/>
        <w:t>3.798e-2</w:t>
      </w:r>
    </w:p>
    <w:p w:rsidR="00557788" w:rsidRDefault="00557788" w:rsidP="00557788">
      <w:r>
        <w:t>172.0197</w:t>
      </w:r>
      <w:r>
        <w:tab/>
        <w:t>4.031e0</w:t>
      </w:r>
    </w:p>
    <w:p w:rsidR="00557788" w:rsidRDefault="00557788" w:rsidP="00557788">
      <w:r>
        <w:t>172.0386</w:t>
      </w:r>
      <w:r>
        <w:tab/>
        <w:t>2.025e0</w:t>
      </w:r>
    </w:p>
    <w:p w:rsidR="00557788" w:rsidRDefault="00557788" w:rsidP="00557788">
      <w:r>
        <w:t>172.0519</w:t>
      </w:r>
      <w:r>
        <w:tab/>
        <w:t>8.834e-1</w:t>
      </w:r>
    </w:p>
    <w:p w:rsidR="00557788" w:rsidRDefault="00557788" w:rsidP="00557788">
      <w:r>
        <w:t>172.0537</w:t>
      </w:r>
      <w:r>
        <w:tab/>
        <w:t>3.775e0</w:t>
      </w:r>
    </w:p>
    <w:p w:rsidR="00557788" w:rsidRDefault="00557788" w:rsidP="00557788">
      <w:r>
        <w:t>172.0559</w:t>
      </w:r>
      <w:r>
        <w:tab/>
        <w:t>1.935e0</w:t>
      </w:r>
    </w:p>
    <w:p w:rsidR="00557788" w:rsidRDefault="00557788" w:rsidP="00557788">
      <w:r>
        <w:t>172.0606</w:t>
      </w:r>
      <w:r>
        <w:tab/>
        <w:t>3.798e-2</w:t>
      </w:r>
    </w:p>
    <w:p w:rsidR="00557788" w:rsidRDefault="00557788" w:rsidP="00557788">
      <w:r>
        <w:t>172.0620</w:t>
      </w:r>
      <w:r>
        <w:tab/>
        <w:t>2.532e-2</w:t>
      </w:r>
    </w:p>
    <w:p w:rsidR="00557788" w:rsidRDefault="00557788" w:rsidP="00557788">
      <w:r>
        <w:t>172.0654</w:t>
      </w:r>
      <w:r>
        <w:tab/>
        <w:t>2.025e0</w:t>
      </w:r>
    </w:p>
    <w:p w:rsidR="00557788" w:rsidRDefault="00557788" w:rsidP="00557788">
      <w:r>
        <w:t>172.0928</w:t>
      </w:r>
      <w:r>
        <w:tab/>
        <w:t>7.218e0</w:t>
      </w:r>
    </w:p>
    <w:p w:rsidR="00557788" w:rsidRDefault="00557788" w:rsidP="00557788">
      <w:r>
        <w:t>172.1326</w:t>
      </w:r>
      <w:r>
        <w:tab/>
        <w:t>1.203e1</w:t>
      </w:r>
    </w:p>
    <w:p w:rsidR="00557788" w:rsidRDefault="00557788" w:rsidP="00557788">
      <w:r>
        <w:t>172.1625</w:t>
      </w:r>
      <w:r>
        <w:tab/>
        <w:t>8.588e0</w:t>
      </w:r>
    </w:p>
    <w:p w:rsidR="00557788" w:rsidRDefault="00557788" w:rsidP="00557788">
      <w:r>
        <w:t>172.1672</w:t>
      </w:r>
      <w:r>
        <w:tab/>
        <w:t>5.547e0</w:t>
      </w:r>
    </w:p>
    <w:p w:rsidR="00557788" w:rsidRDefault="00557788" w:rsidP="00557788">
      <w:r>
        <w:t>172.1688</w:t>
      </w:r>
      <w:r>
        <w:tab/>
        <w:t>5.220e0</w:t>
      </w:r>
    </w:p>
    <w:p w:rsidR="00557788" w:rsidRDefault="00557788" w:rsidP="00557788">
      <w:r>
        <w:t>172.1943</w:t>
      </w:r>
      <w:r>
        <w:tab/>
        <w:t>4.063e0</w:t>
      </w:r>
    </w:p>
    <w:p w:rsidR="00557788" w:rsidRDefault="00557788" w:rsidP="00557788">
      <w:r>
        <w:t>172.2003</w:t>
      </w:r>
      <w:r>
        <w:tab/>
        <w:t>8.861e-2</w:t>
      </w:r>
    </w:p>
    <w:p w:rsidR="00557788" w:rsidRDefault="00557788" w:rsidP="00557788">
      <w:r>
        <w:t>172.2017</w:t>
      </w:r>
      <w:r>
        <w:tab/>
        <w:t>1.266e-2</w:t>
      </w:r>
    </w:p>
    <w:p w:rsidR="00557788" w:rsidRDefault="00557788" w:rsidP="00557788">
      <w:r>
        <w:t>172.2035</w:t>
      </w:r>
      <w:r>
        <w:tab/>
        <w:t>5.063e-2</w:t>
      </w:r>
    </w:p>
    <w:p w:rsidR="00557788" w:rsidRDefault="00557788" w:rsidP="00557788">
      <w:r>
        <w:t>172.2123</w:t>
      </w:r>
      <w:r>
        <w:tab/>
        <w:t>1.013e0</w:t>
      </w:r>
    </w:p>
    <w:p w:rsidR="00557788" w:rsidRDefault="00557788" w:rsidP="00557788">
      <w:r>
        <w:lastRenderedPageBreak/>
        <w:t>172.2187</w:t>
      </w:r>
      <w:r>
        <w:tab/>
        <w:t>6.076e0</w:t>
      </w:r>
    </w:p>
    <w:p w:rsidR="00557788" w:rsidRDefault="00557788" w:rsidP="00557788">
      <w:r>
        <w:t>172.2209</w:t>
      </w:r>
      <w:r>
        <w:tab/>
        <w:t>3.038e0</w:t>
      </w:r>
    </w:p>
    <w:p w:rsidR="00557788" w:rsidRDefault="00557788" w:rsidP="00557788">
      <w:r>
        <w:t>172.2369</w:t>
      </w:r>
      <w:r>
        <w:tab/>
        <w:t>1.013e0</w:t>
      </w:r>
    </w:p>
    <w:p w:rsidR="00557788" w:rsidRDefault="00557788" w:rsidP="00557788">
      <w:r>
        <w:t>172.2404</w:t>
      </w:r>
      <w:r>
        <w:tab/>
        <w:t>4.051e0</w:t>
      </w:r>
    </w:p>
    <w:p w:rsidR="00557788" w:rsidRDefault="00557788" w:rsidP="00557788">
      <w:r>
        <w:t>172.2503</w:t>
      </w:r>
      <w:r>
        <w:tab/>
        <w:t>4.051e0</w:t>
      </w:r>
    </w:p>
    <w:p w:rsidR="00557788" w:rsidRDefault="00557788" w:rsidP="00557788">
      <w:r>
        <w:t>172.2599</w:t>
      </w:r>
      <w:r>
        <w:tab/>
        <w:t>2.051e0</w:t>
      </w:r>
    </w:p>
    <w:p w:rsidR="00557788" w:rsidRDefault="00557788" w:rsidP="00557788">
      <w:r>
        <w:t>172.2638</w:t>
      </w:r>
      <w:r>
        <w:tab/>
        <w:t>5.063e0</w:t>
      </w:r>
    </w:p>
    <w:p w:rsidR="00557788" w:rsidRDefault="00557788" w:rsidP="00557788">
      <w:r>
        <w:t>172.2779</w:t>
      </w:r>
      <w:r>
        <w:tab/>
        <w:t>3.038e0</w:t>
      </w:r>
    </w:p>
    <w:p w:rsidR="00557788" w:rsidRDefault="00557788" w:rsidP="00557788">
      <w:r>
        <w:t>172.2820</w:t>
      </w:r>
      <w:r>
        <w:tab/>
        <w:t>2.051e0</w:t>
      </w:r>
    </w:p>
    <w:p w:rsidR="00557788" w:rsidRDefault="00557788" w:rsidP="00557788">
      <w:r>
        <w:t>172.2924</w:t>
      </w:r>
      <w:r>
        <w:tab/>
        <w:t>2.025e0</w:t>
      </w:r>
    </w:p>
    <w:p w:rsidR="00557788" w:rsidRDefault="00557788" w:rsidP="00557788">
      <w:r>
        <w:t>172.2959</w:t>
      </w:r>
      <w:r>
        <w:tab/>
        <w:t>2.532e-2</w:t>
      </w:r>
    </w:p>
    <w:p w:rsidR="00557788" w:rsidRDefault="00557788" w:rsidP="00557788">
      <w:r>
        <w:t>172.2984</w:t>
      </w:r>
      <w:r>
        <w:tab/>
        <w:t>1.038e0</w:t>
      </w:r>
    </w:p>
    <w:p w:rsidR="00557788" w:rsidRDefault="00557788" w:rsidP="00557788">
      <w:r>
        <w:t>172.3291</w:t>
      </w:r>
      <w:r>
        <w:tab/>
        <w:t>2.025e0</w:t>
      </w:r>
    </w:p>
    <w:p w:rsidR="00557788" w:rsidRDefault="00557788" w:rsidP="00557788">
      <w:r>
        <w:t>172.3309</w:t>
      </w:r>
      <w:r>
        <w:tab/>
        <w:t>1.025e0</w:t>
      </w:r>
    </w:p>
    <w:p w:rsidR="00557788" w:rsidRDefault="00557788" w:rsidP="00557788">
      <w:r>
        <w:t>172.3328</w:t>
      </w:r>
      <w:r>
        <w:tab/>
        <w:t>3.038e0</w:t>
      </w:r>
    </w:p>
    <w:p w:rsidR="00557788" w:rsidRDefault="00557788" w:rsidP="00557788">
      <w:r>
        <w:t>172.3360</w:t>
      </w:r>
      <w:r>
        <w:tab/>
        <w:t>3.038e0</w:t>
      </w:r>
    </w:p>
    <w:p w:rsidR="00557788" w:rsidRDefault="00557788" w:rsidP="00557788">
      <w:r>
        <w:t>172.3414</w:t>
      </w:r>
      <w:r>
        <w:tab/>
        <w:t>2.025e0</w:t>
      </w:r>
    </w:p>
    <w:p w:rsidR="00557788" w:rsidRDefault="00557788" w:rsidP="00557788">
      <w:r>
        <w:t>172.3625</w:t>
      </w:r>
      <w:r>
        <w:tab/>
        <w:t>1.013e0</w:t>
      </w:r>
    </w:p>
    <w:p w:rsidR="00557788" w:rsidRDefault="00557788" w:rsidP="00557788">
      <w:r>
        <w:t>172.3802</w:t>
      </w:r>
      <w:r>
        <w:tab/>
        <w:t>1.266e-2</w:t>
      </w:r>
    </w:p>
    <w:p w:rsidR="00557788" w:rsidRDefault="00557788" w:rsidP="00557788">
      <w:r>
        <w:lastRenderedPageBreak/>
        <w:t>172.3873</w:t>
      </w:r>
      <w:r>
        <w:tab/>
        <w:t>2.038e0</w:t>
      </w:r>
    </w:p>
    <w:p w:rsidR="00557788" w:rsidRDefault="00557788" w:rsidP="00557788">
      <w:r>
        <w:t>172.3944</w:t>
      </w:r>
      <w:r>
        <w:tab/>
        <w:t>7.089e0</w:t>
      </w:r>
    </w:p>
    <w:p w:rsidR="00557788" w:rsidRDefault="00557788" w:rsidP="00557788">
      <w:r>
        <w:t>172.3978</w:t>
      </w:r>
      <w:r>
        <w:tab/>
        <w:t>2.025e0</w:t>
      </w:r>
    </w:p>
    <w:p w:rsidR="00557788" w:rsidRDefault="00557788" w:rsidP="00557788">
      <w:r>
        <w:t>172.4035</w:t>
      </w:r>
      <w:r>
        <w:tab/>
        <w:t>3.038e0</w:t>
      </w:r>
    </w:p>
    <w:p w:rsidR="00557788" w:rsidRDefault="00557788" w:rsidP="00557788">
      <w:r>
        <w:t>172.4112</w:t>
      </w:r>
      <w:r>
        <w:tab/>
        <w:t>1.266e-2</w:t>
      </w:r>
    </w:p>
    <w:p w:rsidR="00557788" w:rsidRDefault="00557788" w:rsidP="00557788">
      <w:r>
        <w:t>172.4180</w:t>
      </w:r>
      <w:r>
        <w:tab/>
        <w:t>1.013e0</w:t>
      </w:r>
    </w:p>
    <w:p w:rsidR="00557788" w:rsidRDefault="00557788" w:rsidP="00557788">
      <w:r>
        <w:t>172.4266</w:t>
      </w:r>
      <w:r>
        <w:tab/>
        <w:t>2.532e-2</w:t>
      </w:r>
    </w:p>
    <w:p w:rsidR="00557788" w:rsidRDefault="00557788" w:rsidP="00557788">
      <w:r>
        <w:t>172.4301</w:t>
      </w:r>
      <w:r>
        <w:tab/>
        <w:t>2.025e0</w:t>
      </w:r>
    </w:p>
    <w:p w:rsidR="00557788" w:rsidRDefault="00557788" w:rsidP="00557788">
      <w:r>
        <w:t>172.4318</w:t>
      </w:r>
      <w:r>
        <w:tab/>
        <w:t>1.013e0</w:t>
      </w:r>
    </w:p>
    <w:p w:rsidR="00557788" w:rsidRDefault="00557788" w:rsidP="00557788">
      <w:r>
        <w:t>172.4354</w:t>
      </w:r>
      <w:r>
        <w:tab/>
        <w:t>2.532e-2</w:t>
      </w:r>
    </w:p>
    <w:p w:rsidR="00557788" w:rsidRDefault="00557788" w:rsidP="00557788">
      <w:r>
        <w:t>172.4653</w:t>
      </w:r>
      <w:r>
        <w:tab/>
        <w:t>2.025e0</w:t>
      </w:r>
    </w:p>
    <w:p w:rsidR="00557788" w:rsidRDefault="00557788" w:rsidP="00557788">
      <w:r>
        <w:t>172.4671</w:t>
      </w:r>
      <w:r>
        <w:tab/>
        <w:t>1.013e0</w:t>
      </w:r>
    </w:p>
    <w:p w:rsidR="00557788" w:rsidRDefault="00557788" w:rsidP="00557788">
      <w:r>
        <w:t>172.4742</w:t>
      </w:r>
      <w:r>
        <w:tab/>
        <w:t>2.532e-2</w:t>
      </w:r>
    </w:p>
    <w:p w:rsidR="00557788" w:rsidRDefault="00557788" w:rsidP="00557788">
      <w:r>
        <w:t>172.4759</w:t>
      </w:r>
      <w:r>
        <w:tab/>
        <w:t>2.025e0</w:t>
      </w:r>
    </w:p>
    <w:p w:rsidR="00557788" w:rsidRDefault="00557788" w:rsidP="00557788">
      <w:r>
        <w:t>172.4812</w:t>
      </w:r>
      <w:r>
        <w:tab/>
        <w:t>1.266e-2</w:t>
      </w:r>
    </w:p>
    <w:p w:rsidR="00557788" w:rsidRDefault="00557788" w:rsidP="00557788">
      <w:r>
        <w:t>172.4918</w:t>
      </w:r>
      <w:r>
        <w:tab/>
        <w:t>2.025e0</w:t>
      </w:r>
    </w:p>
    <w:p w:rsidR="00557788" w:rsidRDefault="00557788" w:rsidP="00557788">
      <w:r>
        <w:t>172.4953</w:t>
      </w:r>
      <w:r>
        <w:tab/>
        <w:t>2.532e-2</w:t>
      </w:r>
    </w:p>
    <w:p w:rsidR="00557788" w:rsidRDefault="00557788" w:rsidP="00557788">
      <w:r>
        <w:t>172.5001</w:t>
      </w:r>
      <w:r>
        <w:tab/>
        <w:t>1.038e0</w:t>
      </w:r>
    </w:p>
    <w:p w:rsidR="00557788" w:rsidRDefault="00557788" w:rsidP="00557788">
      <w:r>
        <w:t>172.5047</w:t>
      </w:r>
      <w:r>
        <w:tab/>
        <w:t>4.051e0</w:t>
      </w:r>
    </w:p>
    <w:p w:rsidR="00557788" w:rsidRDefault="00557788" w:rsidP="00557788">
      <w:r>
        <w:lastRenderedPageBreak/>
        <w:t>172.5060</w:t>
      </w:r>
      <w:r>
        <w:tab/>
        <w:t>1.266e-2</w:t>
      </w:r>
    </w:p>
    <w:p w:rsidR="00557788" w:rsidRDefault="00557788" w:rsidP="00557788">
      <w:r>
        <w:t>172.5231</w:t>
      </w:r>
      <w:r>
        <w:tab/>
        <w:t>1.266e-2</w:t>
      </w:r>
    </w:p>
    <w:p w:rsidR="00557788" w:rsidRDefault="00557788" w:rsidP="00557788">
      <w:r>
        <w:t>172.5279</w:t>
      </w:r>
      <w:r>
        <w:tab/>
        <w:t>3.038e0</w:t>
      </w:r>
    </w:p>
    <w:p w:rsidR="00557788" w:rsidRDefault="00557788" w:rsidP="00557788">
      <w:r>
        <w:t>172.5333</w:t>
      </w:r>
      <w:r>
        <w:tab/>
        <w:t>2.025e0</w:t>
      </w:r>
    </w:p>
    <w:p w:rsidR="00557788" w:rsidRDefault="00557788" w:rsidP="00557788">
      <w:r>
        <w:t>172.5367</w:t>
      </w:r>
      <w:r>
        <w:tab/>
        <w:t>1.025e0</w:t>
      </w:r>
    </w:p>
    <w:p w:rsidR="00557788" w:rsidRDefault="00557788" w:rsidP="00557788">
      <w:r>
        <w:t>172.5472</w:t>
      </w:r>
      <w:r>
        <w:tab/>
        <w:t>2.051e0</w:t>
      </w:r>
    </w:p>
    <w:p w:rsidR="00557788" w:rsidRDefault="00557788" w:rsidP="00557788">
      <w:r>
        <w:t>172.5540</w:t>
      </w:r>
      <w:r>
        <w:tab/>
        <w:t>1.013e0</w:t>
      </w:r>
    </w:p>
    <w:p w:rsidR="00557788" w:rsidRDefault="00557788" w:rsidP="00557788">
      <w:r>
        <w:t>172.5593</w:t>
      </w:r>
      <w:r>
        <w:tab/>
        <w:t>2.025e0</w:t>
      </w:r>
    </w:p>
    <w:p w:rsidR="00557788" w:rsidRDefault="00557788" w:rsidP="00557788">
      <w:r>
        <w:t>172.5664</w:t>
      </w:r>
      <w:r>
        <w:tab/>
        <w:t>2.025e0</w:t>
      </w:r>
    </w:p>
    <w:p w:rsidR="00557788" w:rsidRDefault="00557788" w:rsidP="00557788">
      <w:r>
        <w:t>172.5752</w:t>
      </w:r>
      <w:r>
        <w:tab/>
        <w:t>3.797e-2</w:t>
      </w:r>
    </w:p>
    <w:p w:rsidR="00557788" w:rsidRDefault="00557788" w:rsidP="00557788">
      <w:r>
        <w:t>172.5822</w:t>
      </w:r>
      <w:r>
        <w:tab/>
        <w:t>5.063e0</w:t>
      </w:r>
    </w:p>
    <w:p w:rsidR="00557788" w:rsidRDefault="00557788" w:rsidP="00557788">
      <w:r>
        <w:t>172.5928</w:t>
      </w:r>
      <w:r>
        <w:tab/>
        <w:t>2.038e0</w:t>
      </w:r>
    </w:p>
    <w:p w:rsidR="00557788" w:rsidRDefault="00557788" w:rsidP="00557788">
      <w:r>
        <w:t>172.5998</w:t>
      </w:r>
      <w:r>
        <w:tab/>
        <w:t>1.013e0</w:t>
      </w:r>
    </w:p>
    <w:p w:rsidR="00557788" w:rsidRDefault="00557788" w:rsidP="00557788">
      <w:r>
        <w:t>172.6016</w:t>
      </w:r>
      <w:r>
        <w:tab/>
        <w:t>2.025e0</w:t>
      </w:r>
    </w:p>
    <w:p w:rsidR="00557788" w:rsidRDefault="00557788" w:rsidP="00557788">
      <w:r>
        <w:t>172.6034</w:t>
      </w:r>
      <w:r>
        <w:tab/>
        <w:t>2.038e0</w:t>
      </w:r>
    </w:p>
    <w:p w:rsidR="00557788" w:rsidRDefault="00557788" w:rsidP="00557788">
      <w:r>
        <w:t>172.6051</w:t>
      </w:r>
      <w:r>
        <w:tab/>
        <w:t>2.025e0</w:t>
      </w:r>
    </w:p>
    <w:p w:rsidR="00557788" w:rsidRDefault="00557788" w:rsidP="00557788">
      <w:r>
        <w:t>172.6104</w:t>
      </w:r>
      <w:r>
        <w:tab/>
        <w:t>3.038e0</w:t>
      </w:r>
    </w:p>
    <w:p w:rsidR="00557788" w:rsidRDefault="00557788" w:rsidP="00557788">
      <w:r>
        <w:t>172.6299</w:t>
      </w:r>
      <w:r>
        <w:tab/>
        <w:t>2.025e0</w:t>
      </w:r>
    </w:p>
    <w:p w:rsidR="00557788" w:rsidRDefault="00557788" w:rsidP="00557788">
      <w:r>
        <w:t>172.6317</w:t>
      </w:r>
      <w:r>
        <w:tab/>
        <w:t>2.532e-2</w:t>
      </w:r>
    </w:p>
    <w:p w:rsidR="00557788" w:rsidRDefault="00557788" w:rsidP="00557788">
      <w:r>
        <w:lastRenderedPageBreak/>
        <w:t>172.6352</w:t>
      </w:r>
      <w:r>
        <w:tab/>
        <w:t>1.013e0</w:t>
      </w:r>
    </w:p>
    <w:p w:rsidR="00557788" w:rsidRDefault="00557788" w:rsidP="00557788">
      <w:r>
        <w:t>172.6385</w:t>
      </w:r>
      <w:r>
        <w:tab/>
        <w:t>1.013e0</w:t>
      </w:r>
    </w:p>
    <w:p w:rsidR="00557788" w:rsidRDefault="00557788" w:rsidP="00557788">
      <w:r>
        <w:t>172.6521</w:t>
      </w:r>
      <w:r>
        <w:tab/>
        <w:t>1.013e0</w:t>
      </w:r>
    </w:p>
    <w:p w:rsidR="00557788" w:rsidRDefault="00557788" w:rsidP="00557788">
      <w:r>
        <w:t>172.6572</w:t>
      </w:r>
      <w:r>
        <w:tab/>
        <w:t>2.025e0</w:t>
      </w:r>
    </w:p>
    <w:p w:rsidR="00557788" w:rsidRDefault="00557788" w:rsidP="00557788">
      <w:r>
        <w:t>172.6641</w:t>
      </w:r>
      <w:r>
        <w:tab/>
        <w:t>2.025e0</w:t>
      </w:r>
    </w:p>
    <w:p w:rsidR="00557788" w:rsidRDefault="00557788" w:rsidP="00557788">
      <w:r>
        <w:t>172.6716</w:t>
      </w:r>
      <w:r>
        <w:tab/>
        <w:t>3.038e0</w:t>
      </w:r>
    </w:p>
    <w:p w:rsidR="00557788" w:rsidRDefault="00557788" w:rsidP="00557788">
      <w:r>
        <w:t>172.6833</w:t>
      </w:r>
      <w:r>
        <w:tab/>
        <w:t>1.266e-2</w:t>
      </w:r>
    </w:p>
    <w:p w:rsidR="00557788" w:rsidRDefault="00557788" w:rsidP="00557788">
      <w:r>
        <w:t>172.6856</w:t>
      </w:r>
      <w:r>
        <w:tab/>
        <w:t>4.051e0</w:t>
      </w:r>
    </w:p>
    <w:p w:rsidR="00557788" w:rsidRDefault="00557788" w:rsidP="00557788">
      <w:r>
        <w:t>172.7009</w:t>
      </w:r>
      <w:r>
        <w:tab/>
        <w:t>1.025e0</w:t>
      </w:r>
    </w:p>
    <w:p w:rsidR="00557788" w:rsidRDefault="00557788" w:rsidP="00557788">
      <w:r>
        <w:t>172.7062</w:t>
      </w:r>
      <w:r>
        <w:tab/>
        <w:t>2.025e0</w:t>
      </w:r>
    </w:p>
    <w:p w:rsidR="00557788" w:rsidRDefault="00557788" w:rsidP="00557788">
      <w:r>
        <w:t>172.7221</w:t>
      </w:r>
      <w:r>
        <w:tab/>
        <w:t>1.266e-2</w:t>
      </w:r>
    </w:p>
    <w:p w:rsidR="00557788" w:rsidRDefault="00557788" w:rsidP="00557788">
      <w:r>
        <w:t>172.7238</w:t>
      </w:r>
      <w:r>
        <w:tab/>
        <w:t>2.532e-2</w:t>
      </w:r>
    </w:p>
    <w:p w:rsidR="00557788" w:rsidRDefault="00557788" w:rsidP="00557788">
      <w:r>
        <w:t>172.7291</w:t>
      </w:r>
      <w:r>
        <w:tab/>
        <w:t>2.025e0</w:t>
      </w:r>
    </w:p>
    <w:p w:rsidR="00557788" w:rsidRDefault="00557788" w:rsidP="00557788">
      <w:r>
        <w:t>172.7397</w:t>
      </w:r>
      <w:r>
        <w:tab/>
        <w:t>2.051e0</w:t>
      </w:r>
    </w:p>
    <w:p w:rsidR="00557788" w:rsidRDefault="00557788" w:rsidP="00557788">
      <w:r>
        <w:t>172.7617</w:t>
      </w:r>
      <w:r>
        <w:tab/>
        <w:t>2.051e0</w:t>
      </w:r>
    </w:p>
    <w:p w:rsidR="00557788" w:rsidRDefault="00557788" w:rsidP="00557788">
      <w:r>
        <w:t>172.7729</w:t>
      </w:r>
      <w:r>
        <w:tab/>
        <w:t>3.038e0</w:t>
      </w:r>
    </w:p>
    <w:p w:rsidR="00557788" w:rsidRDefault="00557788" w:rsidP="00557788">
      <w:r>
        <w:t>172.7826</w:t>
      </w:r>
      <w:r>
        <w:tab/>
        <w:t>2.025e0</w:t>
      </w:r>
    </w:p>
    <w:p w:rsidR="00557788" w:rsidRDefault="00557788" w:rsidP="00557788">
      <w:r>
        <w:t>172.7880</w:t>
      </w:r>
      <w:r>
        <w:tab/>
        <w:t>1.013e0</w:t>
      </w:r>
    </w:p>
    <w:p w:rsidR="00557788" w:rsidRDefault="00557788" w:rsidP="00557788">
      <w:r>
        <w:t>172.8108</w:t>
      </w:r>
      <w:r>
        <w:tab/>
        <w:t>2.025e0</w:t>
      </w:r>
    </w:p>
    <w:p w:rsidR="00557788" w:rsidRDefault="00557788" w:rsidP="00557788">
      <w:r>
        <w:lastRenderedPageBreak/>
        <w:t>172.8126</w:t>
      </w:r>
      <w:r>
        <w:tab/>
        <w:t>2.532e-2</w:t>
      </w:r>
    </w:p>
    <w:p w:rsidR="00557788" w:rsidRDefault="00557788" w:rsidP="00557788">
      <w:r>
        <w:t>172.8232</w:t>
      </w:r>
      <w:r>
        <w:tab/>
        <w:t>1.013e0</w:t>
      </w:r>
    </w:p>
    <w:p w:rsidR="00557788" w:rsidRDefault="00557788" w:rsidP="00557788">
      <w:r>
        <w:t>172.8285</w:t>
      </w:r>
      <w:r>
        <w:tab/>
        <w:t>2.025e0</w:t>
      </w:r>
    </w:p>
    <w:p w:rsidR="00557788" w:rsidRDefault="00557788" w:rsidP="00557788">
      <w:r>
        <w:t>172.8302</w:t>
      </w:r>
      <w:r>
        <w:tab/>
        <w:t>1.013e0</w:t>
      </w:r>
    </w:p>
    <w:p w:rsidR="00557788" w:rsidRDefault="00557788" w:rsidP="00557788">
      <w:r>
        <w:t>172.8390</w:t>
      </w:r>
      <w:r>
        <w:tab/>
        <w:t>2.532e-2</w:t>
      </w:r>
    </w:p>
    <w:p w:rsidR="00557788" w:rsidRDefault="00557788" w:rsidP="00557788">
      <w:r>
        <w:t>172.8478</w:t>
      </w:r>
      <w:r>
        <w:tab/>
        <w:t>1.013e0</w:t>
      </w:r>
    </w:p>
    <w:p w:rsidR="00557788" w:rsidRDefault="00557788" w:rsidP="00557788">
      <w:r>
        <w:t>172.8535</w:t>
      </w:r>
      <w:r>
        <w:tab/>
        <w:t>5.063e0</w:t>
      </w:r>
    </w:p>
    <w:p w:rsidR="00557788" w:rsidRDefault="00557788" w:rsidP="00557788">
      <w:r>
        <w:t>172.8584</w:t>
      </w:r>
      <w:r>
        <w:tab/>
        <w:t>1.266e-2</w:t>
      </w:r>
    </w:p>
    <w:p w:rsidR="00557788" w:rsidRDefault="00557788" w:rsidP="00557788">
      <w:r>
        <w:t>172.8675</w:t>
      </w:r>
      <w:r>
        <w:tab/>
        <w:t>3.038e0</w:t>
      </w:r>
    </w:p>
    <w:p w:rsidR="00557788" w:rsidRDefault="00557788" w:rsidP="00557788">
      <w:r>
        <w:t>172.8727</w:t>
      </w:r>
      <w:r>
        <w:tab/>
        <w:t>2.532e-2</w:t>
      </w:r>
    </w:p>
    <w:p w:rsidR="00557788" w:rsidRDefault="00557788" w:rsidP="00557788">
      <w:r>
        <w:t>172.8761</w:t>
      </w:r>
      <w:r>
        <w:tab/>
        <w:t>1.025e0</w:t>
      </w:r>
    </w:p>
    <w:p w:rsidR="00557788" w:rsidRDefault="00557788" w:rsidP="00557788">
      <w:r>
        <w:t>172.8900</w:t>
      </w:r>
      <w:r>
        <w:tab/>
        <w:t>2.532e-2</w:t>
      </w:r>
    </w:p>
    <w:p w:rsidR="00557788" w:rsidRDefault="00557788" w:rsidP="00557788">
      <w:r>
        <w:t>172.9036</w:t>
      </w:r>
      <w:r>
        <w:tab/>
        <w:t>1.038e0</w:t>
      </w:r>
    </w:p>
    <w:p w:rsidR="00557788" w:rsidRDefault="00557788" w:rsidP="00557788">
      <w:r>
        <w:t>172.9087</w:t>
      </w:r>
      <w:r>
        <w:tab/>
        <w:t>2.025e0</w:t>
      </w:r>
    </w:p>
    <w:p w:rsidR="00557788" w:rsidRDefault="00557788" w:rsidP="00557788">
      <w:r>
        <w:t>172.9148</w:t>
      </w:r>
      <w:r>
        <w:tab/>
        <w:t>3.841e0</w:t>
      </w:r>
    </w:p>
    <w:p w:rsidR="00557788" w:rsidRDefault="00557788" w:rsidP="00557788">
      <w:r>
        <w:t>172.9260</w:t>
      </w:r>
      <w:r>
        <w:tab/>
        <w:t>2.532e-2</w:t>
      </w:r>
    </w:p>
    <w:p w:rsidR="00557788" w:rsidRDefault="00557788" w:rsidP="00557788">
      <w:r>
        <w:t>172.9277</w:t>
      </w:r>
      <w:r>
        <w:tab/>
        <w:t>1.266e-2</w:t>
      </w:r>
    </w:p>
    <w:p w:rsidR="00557788" w:rsidRDefault="00557788" w:rsidP="00557788">
      <w:r>
        <w:t>172.9331</w:t>
      </w:r>
      <w:r>
        <w:tab/>
        <w:t>2.025e0</w:t>
      </w:r>
    </w:p>
    <w:p w:rsidR="00557788" w:rsidRDefault="00557788" w:rsidP="00557788">
      <w:r>
        <w:t>172.9610</w:t>
      </w:r>
      <w:r>
        <w:tab/>
        <w:t>7.089e0</w:t>
      </w:r>
    </w:p>
    <w:p w:rsidR="00557788" w:rsidRDefault="00557788" w:rsidP="00557788">
      <w:r>
        <w:lastRenderedPageBreak/>
        <w:t>172.9666</w:t>
      </w:r>
      <w:r>
        <w:tab/>
        <w:t>4.051e0</w:t>
      </w:r>
    </w:p>
    <w:p w:rsidR="00557788" w:rsidRDefault="00557788" w:rsidP="00557788">
      <w:r>
        <w:t>172.9736</w:t>
      </w:r>
      <w:r>
        <w:tab/>
        <w:t>1.013e0</w:t>
      </w:r>
    </w:p>
    <w:p w:rsidR="00557788" w:rsidRDefault="00557788" w:rsidP="00557788">
      <w:r>
        <w:t>172.9754</w:t>
      </w:r>
      <w:r>
        <w:tab/>
        <w:t>2.025e0</w:t>
      </w:r>
    </w:p>
    <w:p w:rsidR="00557788" w:rsidRDefault="00557788" w:rsidP="00557788">
      <w:r>
        <w:t>172.9842</w:t>
      </w:r>
      <w:r>
        <w:tab/>
        <w:t>1.266e-2</w:t>
      </w:r>
    </w:p>
    <w:p w:rsidR="00557788" w:rsidRDefault="00557788" w:rsidP="00557788">
      <w:r>
        <w:t>172.9948</w:t>
      </w:r>
      <w:r>
        <w:tab/>
        <w:t>1.222e0</w:t>
      </w:r>
    </w:p>
    <w:p w:rsidR="00557788" w:rsidRDefault="00557788" w:rsidP="00557788">
      <w:r>
        <w:t>173.0002</w:t>
      </w:r>
      <w:r>
        <w:tab/>
        <w:t>2.532e-2</w:t>
      </w:r>
    </w:p>
    <w:p w:rsidR="00557788" w:rsidRDefault="00557788" w:rsidP="00557788">
      <w:r>
        <w:t>173.0025</w:t>
      </w:r>
      <w:r>
        <w:tab/>
        <w:t>2.051e0</w:t>
      </w:r>
    </w:p>
    <w:p w:rsidR="00557788" w:rsidRDefault="00557788" w:rsidP="00557788">
      <w:r>
        <w:t>173.0144</w:t>
      </w:r>
      <w:r>
        <w:tab/>
        <w:t>4.051e0</w:t>
      </w:r>
    </w:p>
    <w:p w:rsidR="00557788" w:rsidRDefault="00557788" w:rsidP="00557788">
      <w:r>
        <w:t>173.0260</w:t>
      </w:r>
      <w:r>
        <w:tab/>
        <w:t>1.057e0</w:t>
      </w:r>
    </w:p>
    <w:p w:rsidR="00557788" w:rsidRDefault="00557788" w:rsidP="00557788">
      <w:r>
        <w:t>173.0283</w:t>
      </w:r>
      <w:r>
        <w:tab/>
        <w:t>2.997e0</w:t>
      </w:r>
    </w:p>
    <w:p w:rsidR="00557788" w:rsidRDefault="00557788" w:rsidP="00557788">
      <w:r>
        <w:t>173.0328</w:t>
      </w:r>
      <w:r>
        <w:tab/>
        <w:t>3.064e0</w:t>
      </w:r>
    </w:p>
    <w:p w:rsidR="00557788" w:rsidRDefault="00557788" w:rsidP="00557788">
      <w:r>
        <w:t>173.0609</w:t>
      </w:r>
      <w:r>
        <w:tab/>
        <w:t>2.694e0</w:t>
      </w:r>
    </w:p>
    <w:p w:rsidR="00557788" w:rsidRDefault="00557788" w:rsidP="00557788">
      <w:r>
        <w:t>173.0652</w:t>
      </w:r>
      <w:r>
        <w:tab/>
        <w:t>5.061e0</w:t>
      </w:r>
    </w:p>
    <w:p w:rsidR="00557788" w:rsidRDefault="00557788" w:rsidP="00557788">
      <w:r>
        <w:t>173.0735</w:t>
      </w:r>
      <w:r>
        <w:tab/>
        <w:t>5.505e0</w:t>
      </w:r>
    </w:p>
    <w:p w:rsidR="00557788" w:rsidRDefault="00557788" w:rsidP="00557788">
      <w:r>
        <w:t>173.0807</w:t>
      </w:r>
      <w:r>
        <w:tab/>
        <w:t>1.652e1</w:t>
      </w:r>
    </w:p>
    <w:p w:rsidR="00557788" w:rsidRDefault="00557788" w:rsidP="00557788">
      <w:r>
        <w:t>173.0974</w:t>
      </w:r>
      <w:r>
        <w:tab/>
        <w:t>1.900e-2</w:t>
      </w:r>
    </w:p>
    <w:p w:rsidR="00557788" w:rsidRDefault="00557788" w:rsidP="00557788">
      <w:r>
        <w:t>173.1316</w:t>
      </w:r>
      <w:r>
        <w:tab/>
        <w:t>3.494e1</w:t>
      </w:r>
    </w:p>
    <w:p w:rsidR="00557788" w:rsidRDefault="00557788" w:rsidP="00557788">
      <w:r>
        <w:t>173.1883</w:t>
      </w:r>
      <w:r>
        <w:tab/>
        <w:t>2.532e-2</w:t>
      </w:r>
    </w:p>
    <w:p w:rsidR="00557788" w:rsidRDefault="00557788" w:rsidP="00557788">
      <w:r>
        <w:t>173.1936</w:t>
      </w:r>
      <w:r>
        <w:tab/>
        <w:t>1.013e0</w:t>
      </w:r>
    </w:p>
    <w:p w:rsidR="00557788" w:rsidRDefault="00557788" w:rsidP="00557788">
      <w:r>
        <w:lastRenderedPageBreak/>
        <w:t>173.2023</w:t>
      </w:r>
      <w:r>
        <w:tab/>
        <w:t>3.063e0</w:t>
      </w:r>
    </w:p>
    <w:p w:rsidR="00557788" w:rsidRDefault="00557788" w:rsidP="00557788">
      <w:r>
        <w:t>173.2122</w:t>
      </w:r>
      <w:r>
        <w:tab/>
        <w:t>3.038e0</w:t>
      </w:r>
    </w:p>
    <w:p w:rsidR="00557788" w:rsidRDefault="00557788" w:rsidP="00557788">
      <w:r>
        <w:t>173.2219</w:t>
      </w:r>
      <w:r>
        <w:tab/>
        <w:t>6.076e0</w:t>
      </w:r>
    </w:p>
    <w:p w:rsidR="00557788" w:rsidRDefault="00557788" w:rsidP="00557788">
      <w:r>
        <w:t>173.2289</w:t>
      </w:r>
      <w:r>
        <w:tab/>
        <w:t>1.013e0</w:t>
      </w:r>
    </w:p>
    <w:p w:rsidR="00557788" w:rsidRDefault="00557788" w:rsidP="00557788">
      <w:r>
        <w:t>173.2360</w:t>
      </w:r>
      <w:r>
        <w:tab/>
        <w:t>1.025e0</w:t>
      </w:r>
    </w:p>
    <w:p w:rsidR="00557788" w:rsidRDefault="00557788" w:rsidP="00557788">
      <w:r>
        <w:t>173.2395</w:t>
      </w:r>
      <w:r>
        <w:tab/>
        <w:t>2.025e0</w:t>
      </w:r>
    </w:p>
    <w:p w:rsidR="00557788" w:rsidRDefault="00557788" w:rsidP="00557788">
      <w:r>
        <w:t>173.2413</w:t>
      </w:r>
      <w:r>
        <w:tab/>
        <w:t>4.051e0</w:t>
      </w:r>
    </w:p>
    <w:p w:rsidR="00557788" w:rsidRDefault="00557788" w:rsidP="00557788">
      <w:r>
        <w:t>173.2570</w:t>
      </w:r>
      <w:r>
        <w:tab/>
        <w:t>5.063e-2</w:t>
      </w:r>
    </w:p>
    <w:p w:rsidR="00557788" w:rsidRDefault="00557788" w:rsidP="00557788">
      <w:r>
        <w:t>173.2589</w:t>
      </w:r>
      <w:r>
        <w:tab/>
        <w:t>1.051e0</w:t>
      </w:r>
    </w:p>
    <w:p w:rsidR="00557788" w:rsidRDefault="00557788" w:rsidP="00557788">
      <w:r>
        <w:t>173.2608</w:t>
      </w:r>
      <w:r>
        <w:tab/>
        <w:t>1.013e0</w:t>
      </w:r>
    </w:p>
    <w:p w:rsidR="00557788" w:rsidRDefault="00557788" w:rsidP="00557788">
      <w:r>
        <w:t>173.2643</w:t>
      </w:r>
      <w:r>
        <w:tab/>
        <w:t>5.076e0</w:t>
      </w:r>
    </w:p>
    <w:p w:rsidR="00557788" w:rsidRDefault="00557788" w:rsidP="00557788">
      <w:r>
        <w:t>173.2710</w:t>
      </w:r>
      <w:r>
        <w:tab/>
        <w:t>1.266e-2</w:t>
      </w:r>
    </w:p>
    <w:p w:rsidR="00557788" w:rsidRDefault="00557788" w:rsidP="00557788">
      <w:r>
        <w:t>173.2744</w:t>
      </w:r>
      <w:r>
        <w:tab/>
        <w:t>1.013e0</w:t>
      </w:r>
    </w:p>
    <w:p w:rsidR="00557788" w:rsidRDefault="00557788" w:rsidP="00557788">
      <w:r>
        <w:t>173.2796</w:t>
      </w:r>
      <w:r>
        <w:tab/>
        <w:t>2.025e0</w:t>
      </w:r>
    </w:p>
    <w:p w:rsidR="00557788" w:rsidRDefault="00557788" w:rsidP="00557788">
      <w:r>
        <w:t>173.2864</w:t>
      </w:r>
      <w:r>
        <w:tab/>
        <w:t>2.025e0</w:t>
      </w:r>
    </w:p>
    <w:p w:rsidR="00557788" w:rsidRDefault="00557788" w:rsidP="00557788">
      <w:r>
        <w:t>173.2915</w:t>
      </w:r>
      <w:r>
        <w:tab/>
        <w:t>1.013e0</w:t>
      </w:r>
    </w:p>
    <w:p w:rsidR="00557788" w:rsidRDefault="00557788" w:rsidP="00557788">
      <w:r>
        <w:t>173.2949</w:t>
      </w:r>
      <w:r>
        <w:tab/>
        <w:t>1.013e0</w:t>
      </w:r>
    </w:p>
    <w:p w:rsidR="00557788" w:rsidRDefault="00557788" w:rsidP="00557788">
      <w:r>
        <w:t>173.3089</w:t>
      </w:r>
      <w:r>
        <w:tab/>
        <w:t>1.266e-2</w:t>
      </w:r>
    </w:p>
    <w:p w:rsidR="00557788" w:rsidRDefault="00557788" w:rsidP="00557788">
      <w:r>
        <w:t>173.3124</w:t>
      </w:r>
      <w:r>
        <w:tab/>
        <w:t>1.051e0</w:t>
      </w:r>
    </w:p>
    <w:p w:rsidR="00557788" w:rsidRDefault="00557788" w:rsidP="00557788">
      <w:r>
        <w:lastRenderedPageBreak/>
        <w:t>173.3160</w:t>
      </w:r>
      <w:r>
        <w:tab/>
        <w:t>1.013e0</w:t>
      </w:r>
    </w:p>
    <w:p w:rsidR="00557788" w:rsidRDefault="00557788" w:rsidP="00557788">
      <w:r>
        <w:t>173.3284</w:t>
      </w:r>
      <w:r>
        <w:tab/>
        <w:t>2.532e-2</w:t>
      </w:r>
    </w:p>
    <w:p w:rsidR="00557788" w:rsidRDefault="00557788" w:rsidP="00557788">
      <w:r>
        <w:t>173.3323</w:t>
      </w:r>
      <w:r>
        <w:tab/>
        <w:t>6.076e0</w:t>
      </w:r>
    </w:p>
    <w:p w:rsidR="00557788" w:rsidRDefault="00557788" w:rsidP="00557788">
      <w:r>
        <w:t>173.3654</w:t>
      </w:r>
      <w:r>
        <w:tab/>
        <w:t>2.025e0</w:t>
      </w:r>
    </w:p>
    <w:p w:rsidR="00557788" w:rsidRDefault="00557788" w:rsidP="00557788">
      <w:r>
        <w:t>173.3850</w:t>
      </w:r>
      <w:r>
        <w:tab/>
        <w:t>2.025e0</w:t>
      </w:r>
    </w:p>
    <w:p w:rsidR="00557788" w:rsidRDefault="00557788" w:rsidP="00557788">
      <w:r>
        <w:t>173.3903</w:t>
      </w:r>
      <w:r>
        <w:tab/>
        <w:t>1.266e-2</w:t>
      </w:r>
    </w:p>
    <w:p w:rsidR="00557788" w:rsidRDefault="00557788" w:rsidP="00557788">
      <w:r>
        <w:t>173.3937</w:t>
      </w:r>
      <w:r>
        <w:tab/>
        <w:t>1.013e0</w:t>
      </w:r>
    </w:p>
    <w:p w:rsidR="00557788" w:rsidRDefault="00557788" w:rsidP="00557788">
      <w:r>
        <w:t>173.4039</w:t>
      </w:r>
      <w:r>
        <w:tab/>
        <w:t>1.266e-2</w:t>
      </w:r>
    </w:p>
    <w:p w:rsidR="00557788" w:rsidRDefault="00557788" w:rsidP="00557788">
      <w:r>
        <w:t>173.4073</w:t>
      </w:r>
      <w:r>
        <w:tab/>
        <w:t>2.025e0</w:t>
      </w:r>
    </w:p>
    <w:p w:rsidR="00557788" w:rsidRDefault="00557788" w:rsidP="00557788">
      <w:r>
        <w:t>173.4107</w:t>
      </w:r>
      <w:r>
        <w:tab/>
        <w:t>2.532e-2</w:t>
      </w:r>
    </w:p>
    <w:p w:rsidR="00557788" w:rsidRDefault="00557788" w:rsidP="00557788">
      <w:r>
        <w:t>173.4141</w:t>
      </w:r>
      <w:r>
        <w:tab/>
        <w:t>1.266e-2</w:t>
      </w:r>
    </w:p>
    <w:p w:rsidR="00557788" w:rsidRDefault="00557788" w:rsidP="00557788">
      <w:r>
        <w:t>173.4208</w:t>
      </w:r>
      <w:r>
        <w:tab/>
        <w:t>2.532e-2</w:t>
      </w:r>
    </w:p>
    <w:p w:rsidR="00557788" w:rsidRDefault="00557788" w:rsidP="00557788">
      <w:r>
        <w:t>173.4348</w:t>
      </w:r>
      <w:r>
        <w:tab/>
        <w:t>1.266e-2</w:t>
      </w:r>
    </w:p>
    <w:p w:rsidR="00557788" w:rsidRDefault="00557788" w:rsidP="00557788">
      <w:r>
        <w:t>173.4438</w:t>
      </w:r>
      <w:r>
        <w:tab/>
        <w:t>1.038e0</w:t>
      </w:r>
    </w:p>
    <w:p w:rsidR="00557788" w:rsidRDefault="00557788" w:rsidP="00557788">
      <w:r>
        <w:t>173.4467</w:t>
      </w:r>
      <w:r>
        <w:tab/>
        <w:t>4.051e0</w:t>
      </w:r>
    </w:p>
    <w:p w:rsidR="00557788" w:rsidRDefault="00557788" w:rsidP="00557788">
      <w:r>
        <w:t>173.4480</w:t>
      </w:r>
      <w:r>
        <w:tab/>
        <w:t>3.038e0</w:t>
      </w:r>
    </w:p>
    <w:p w:rsidR="00557788" w:rsidRDefault="00557788" w:rsidP="00557788">
      <w:r>
        <w:t>173.4684</w:t>
      </w:r>
      <w:r>
        <w:tab/>
        <w:t>2.025e0</w:t>
      </w:r>
    </w:p>
    <w:p w:rsidR="00557788" w:rsidRDefault="00557788" w:rsidP="00557788">
      <w:r>
        <w:t>173.4702</w:t>
      </w:r>
      <w:r>
        <w:tab/>
        <w:t>1.266e-2</w:t>
      </w:r>
    </w:p>
    <w:p w:rsidR="00557788" w:rsidRDefault="00557788" w:rsidP="00557788">
      <w:r>
        <w:t>173.4808</w:t>
      </w:r>
      <w:r>
        <w:tab/>
        <w:t>4.051e0</w:t>
      </w:r>
    </w:p>
    <w:p w:rsidR="00557788" w:rsidRDefault="00557788" w:rsidP="00557788">
      <w:r>
        <w:lastRenderedPageBreak/>
        <w:t>173.4967</w:t>
      </w:r>
      <w:r>
        <w:tab/>
        <w:t>1.038e0</w:t>
      </w:r>
    </w:p>
    <w:p w:rsidR="00557788" w:rsidRDefault="00557788" w:rsidP="00557788">
      <w:r>
        <w:t>173.4985</w:t>
      </w:r>
      <w:r>
        <w:tab/>
        <w:t>4.051e0</w:t>
      </w:r>
    </w:p>
    <w:p w:rsidR="00557788" w:rsidRDefault="00557788" w:rsidP="00557788">
      <w:r>
        <w:t>173.5091</w:t>
      </w:r>
      <w:r>
        <w:tab/>
        <w:t>1.013e0</w:t>
      </w:r>
    </w:p>
    <w:p w:rsidR="00557788" w:rsidRDefault="00557788" w:rsidP="00557788">
      <w:r>
        <w:t>173.5118</w:t>
      </w:r>
      <w:r>
        <w:tab/>
        <w:t>3.038e0</w:t>
      </w:r>
    </w:p>
    <w:p w:rsidR="00557788" w:rsidRDefault="00557788" w:rsidP="00557788">
      <w:r>
        <w:t>173.5275</w:t>
      </w:r>
      <w:r>
        <w:tab/>
        <w:t>2.038e0</w:t>
      </w:r>
    </w:p>
    <w:p w:rsidR="00557788" w:rsidRDefault="00557788" w:rsidP="00557788">
      <w:r>
        <w:t>173.5346</w:t>
      </w:r>
      <w:r>
        <w:tab/>
        <w:t>1.027e0</w:t>
      </w:r>
    </w:p>
    <w:p w:rsidR="00557788" w:rsidRDefault="00557788" w:rsidP="00557788">
      <w:r>
        <w:t>173.5523</w:t>
      </w:r>
      <w:r>
        <w:tab/>
        <w:t>2.025e0</w:t>
      </w:r>
    </w:p>
    <w:p w:rsidR="00557788" w:rsidRDefault="00557788" w:rsidP="00557788">
      <w:r>
        <w:t>173.5566</w:t>
      </w:r>
      <w:r>
        <w:tab/>
        <w:t>5.063e0</w:t>
      </w:r>
    </w:p>
    <w:p w:rsidR="00557788" w:rsidRDefault="00557788" w:rsidP="00557788">
      <w:r>
        <w:t>173.5625</w:t>
      </w:r>
      <w:r>
        <w:tab/>
        <w:t>5.063e-2</w:t>
      </w:r>
    </w:p>
    <w:p w:rsidR="00557788" w:rsidRDefault="00557788" w:rsidP="00557788">
      <w:r>
        <w:t>173.5805</w:t>
      </w:r>
      <w:r>
        <w:tab/>
        <w:t>7.697e0</w:t>
      </w:r>
    </w:p>
    <w:p w:rsidR="00557788" w:rsidRDefault="00557788" w:rsidP="00557788">
      <w:r>
        <w:t>173.5856</w:t>
      </w:r>
      <w:r>
        <w:tab/>
        <w:t>1.013e0</w:t>
      </w:r>
    </w:p>
    <w:p w:rsidR="00557788" w:rsidRDefault="00557788" w:rsidP="00557788">
      <w:r>
        <w:t>173.5927</w:t>
      </w:r>
      <w:r>
        <w:tab/>
        <w:t>1.266e-2</w:t>
      </w:r>
    </w:p>
    <w:p w:rsidR="00557788" w:rsidRDefault="00557788" w:rsidP="00557788">
      <w:r>
        <w:t>173.5962</w:t>
      </w:r>
      <w:r>
        <w:tab/>
        <w:t>1.025e0</w:t>
      </w:r>
    </w:p>
    <w:p w:rsidR="00557788" w:rsidRDefault="00557788" w:rsidP="00557788">
      <w:r>
        <w:t>173.6032</w:t>
      </w:r>
      <w:r>
        <w:tab/>
        <w:t>4.076e0</w:t>
      </w:r>
    </w:p>
    <w:p w:rsidR="00557788" w:rsidRDefault="00557788" w:rsidP="00557788">
      <w:r>
        <w:t>173.6209</w:t>
      </w:r>
      <w:r>
        <w:tab/>
        <w:t>2.038e0</w:t>
      </w:r>
    </w:p>
    <w:p w:rsidR="00557788" w:rsidRDefault="00557788" w:rsidP="00557788">
      <w:r>
        <w:t>173.6244</w:t>
      </w:r>
      <w:r>
        <w:tab/>
        <w:t>1.013e0</w:t>
      </w:r>
    </w:p>
    <w:p w:rsidR="00557788" w:rsidRDefault="00557788" w:rsidP="00557788">
      <w:r>
        <w:t>173.6297</w:t>
      </w:r>
      <w:r>
        <w:tab/>
        <w:t>4.051e0</w:t>
      </w:r>
    </w:p>
    <w:p w:rsidR="00557788" w:rsidRDefault="00557788" w:rsidP="00557788">
      <w:r>
        <w:t>173.6528</w:t>
      </w:r>
      <w:r>
        <w:tab/>
        <w:t>2.532e-2</w:t>
      </w:r>
    </w:p>
    <w:p w:rsidR="00557788" w:rsidRDefault="00557788" w:rsidP="00557788">
      <w:r>
        <w:t>173.6562</w:t>
      </w:r>
      <w:r>
        <w:tab/>
        <w:t>1.266e-2</w:t>
      </w:r>
    </w:p>
    <w:p w:rsidR="00557788" w:rsidRDefault="00557788" w:rsidP="00557788">
      <w:r>
        <w:lastRenderedPageBreak/>
        <w:t>173.6582</w:t>
      </w:r>
      <w:r>
        <w:tab/>
        <w:t>2.025e0</w:t>
      </w:r>
    </w:p>
    <w:p w:rsidR="00557788" w:rsidRDefault="00557788" w:rsidP="00557788">
      <w:r>
        <w:t>173.6733</w:t>
      </w:r>
      <w:r>
        <w:tab/>
        <w:t>2.025e0</w:t>
      </w:r>
    </w:p>
    <w:p w:rsidR="00557788" w:rsidRDefault="00557788" w:rsidP="00557788">
      <w:r>
        <w:t>173.6869</w:t>
      </w:r>
      <w:r>
        <w:tab/>
        <w:t>1.013e0</w:t>
      </w:r>
    </w:p>
    <w:p w:rsidR="00557788" w:rsidRDefault="00557788" w:rsidP="00557788">
      <w:r>
        <w:t>173.6938</w:t>
      </w:r>
      <w:r>
        <w:tab/>
        <w:t>3.051e0</w:t>
      </w:r>
    </w:p>
    <w:p w:rsidR="00557788" w:rsidRDefault="00557788" w:rsidP="00557788">
      <w:r>
        <w:t>173.7045</w:t>
      </w:r>
      <w:r>
        <w:tab/>
        <w:t>2.532e-2</w:t>
      </w:r>
    </w:p>
    <w:p w:rsidR="00557788" w:rsidRDefault="00557788" w:rsidP="00557788">
      <w:r>
        <w:t>173.7347</w:t>
      </w:r>
      <w:r>
        <w:tab/>
        <w:t>3.038e0</w:t>
      </w:r>
    </w:p>
    <w:p w:rsidR="00557788" w:rsidRDefault="00557788" w:rsidP="00557788">
      <w:r>
        <w:t>173.7363</w:t>
      </w:r>
      <w:r>
        <w:tab/>
        <w:t>1.013e0</w:t>
      </w:r>
    </w:p>
    <w:p w:rsidR="00557788" w:rsidRDefault="00557788" w:rsidP="00557788">
      <w:r>
        <w:t>173.7418</w:t>
      </w:r>
      <w:r>
        <w:tab/>
        <w:t>3.038e0</w:t>
      </w:r>
    </w:p>
    <w:p w:rsidR="00557788" w:rsidRDefault="00557788" w:rsidP="00557788">
      <w:r>
        <w:t>173.7487</w:t>
      </w:r>
      <w:r>
        <w:tab/>
        <w:t>2.025e0</w:t>
      </w:r>
    </w:p>
    <w:p w:rsidR="00557788" w:rsidRDefault="00557788" w:rsidP="00557788">
      <w:r>
        <w:t>173.7753</w:t>
      </w:r>
      <w:r>
        <w:tab/>
        <w:t>4.051e0</w:t>
      </w:r>
    </w:p>
    <w:p w:rsidR="00557788" w:rsidRDefault="00557788" w:rsidP="00557788">
      <w:r>
        <w:t>173.7825</w:t>
      </w:r>
      <w:r>
        <w:tab/>
        <w:t>2.038e0</w:t>
      </w:r>
    </w:p>
    <w:p w:rsidR="00557788" w:rsidRDefault="00557788" w:rsidP="00557788">
      <w:r>
        <w:t>173.7859</w:t>
      </w:r>
      <w:r>
        <w:tab/>
        <w:t>2.025e0</w:t>
      </w:r>
    </w:p>
    <w:p w:rsidR="00557788" w:rsidRDefault="00557788" w:rsidP="00557788">
      <w:r>
        <w:t>173.7928</w:t>
      </w:r>
      <w:r>
        <w:tab/>
        <w:t>2.051e0</w:t>
      </w:r>
    </w:p>
    <w:p w:rsidR="00557788" w:rsidRDefault="00557788" w:rsidP="00557788">
      <w:r>
        <w:t>173.8074</w:t>
      </w:r>
      <w:r>
        <w:tab/>
        <w:t>3.038e0</w:t>
      </w:r>
    </w:p>
    <w:p w:rsidR="00557788" w:rsidRDefault="00557788" w:rsidP="00557788">
      <w:r>
        <w:t>173.8167</w:t>
      </w:r>
      <w:r>
        <w:tab/>
        <w:t>1.013e0</w:t>
      </w:r>
    </w:p>
    <w:p w:rsidR="00557788" w:rsidRDefault="00557788" w:rsidP="00557788">
      <w:r>
        <w:t>173.8235</w:t>
      </w:r>
      <w:r>
        <w:tab/>
        <w:t>1.266e-2</w:t>
      </w:r>
    </w:p>
    <w:p w:rsidR="00557788" w:rsidRDefault="00557788" w:rsidP="00557788">
      <w:r>
        <w:t>173.8330</w:t>
      </w:r>
      <w:r>
        <w:tab/>
        <w:t>4.051e0</w:t>
      </w:r>
    </w:p>
    <w:p w:rsidR="00557788" w:rsidRDefault="00557788" w:rsidP="00557788">
      <w:r>
        <w:t>173.8374</w:t>
      </w:r>
      <w:r>
        <w:tab/>
        <w:t>3.063e0</w:t>
      </w:r>
    </w:p>
    <w:p w:rsidR="00557788" w:rsidRDefault="00557788" w:rsidP="00557788">
      <w:r>
        <w:t>173.8452</w:t>
      </w:r>
      <w:r>
        <w:tab/>
        <w:t>5.063e0</w:t>
      </w:r>
    </w:p>
    <w:p w:rsidR="00557788" w:rsidRDefault="00557788" w:rsidP="00557788">
      <w:r>
        <w:lastRenderedPageBreak/>
        <w:t>173.8482</w:t>
      </w:r>
      <w:r>
        <w:tab/>
        <w:t>2.025e0</w:t>
      </w:r>
    </w:p>
    <w:p w:rsidR="00557788" w:rsidRDefault="00557788" w:rsidP="00557788">
      <w:r>
        <w:t>173.8730</w:t>
      </w:r>
      <w:r>
        <w:tab/>
        <w:t>2.051e0</w:t>
      </w:r>
    </w:p>
    <w:p w:rsidR="00557788" w:rsidRDefault="00557788" w:rsidP="00557788">
      <w:r>
        <w:t>173.8756</w:t>
      </w:r>
      <w:r>
        <w:tab/>
        <w:t>3.038e0</w:t>
      </w:r>
    </w:p>
    <w:p w:rsidR="00557788" w:rsidRDefault="00557788" w:rsidP="00557788">
      <w:r>
        <w:t>173.8783</w:t>
      </w:r>
      <w:r>
        <w:tab/>
        <w:t>2.025e0</w:t>
      </w:r>
    </w:p>
    <w:p w:rsidR="00557788" w:rsidRDefault="00557788" w:rsidP="00557788">
      <w:r>
        <w:t>173.8818</w:t>
      </w:r>
      <w:r>
        <w:tab/>
        <w:t>2.025e0</w:t>
      </w:r>
    </w:p>
    <w:p w:rsidR="00557788" w:rsidRDefault="00557788" w:rsidP="00557788">
      <w:r>
        <w:t>173.8924</w:t>
      </w:r>
      <w:r>
        <w:tab/>
        <w:t>2.025e0</w:t>
      </w:r>
    </w:p>
    <w:p w:rsidR="00557788" w:rsidRDefault="00557788" w:rsidP="00557788">
      <w:r>
        <w:t>173.9084</w:t>
      </w:r>
      <w:r>
        <w:tab/>
        <w:t>1.013e0</w:t>
      </w:r>
    </w:p>
    <w:p w:rsidR="00557788" w:rsidRDefault="00557788" w:rsidP="00557788">
      <w:r>
        <w:t>173.9172</w:t>
      </w:r>
      <w:r>
        <w:tab/>
        <w:t>2.025e0</w:t>
      </w:r>
    </w:p>
    <w:p w:rsidR="00557788" w:rsidRDefault="00557788" w:rsidP="00557788">
      <w:r>
        <w:t>173.9201</w:t>
      </w:r>
      <w:r>
        <w:tab/>
        <w:t>1.092e-1</w:t>
      </w:r>
    </w:p>
    <w:p w:rsidR="00557788" w:rsidRDefault="00557788" w:rsidP="00557788">
      <w:r>
        <w:t>173.9225</w:t>
      </w:r>
      <w:r>
        <w:tab/>
        <w:t>1.013e0</w:t>
      </w:r>
    </w:p>
    <w:p w:rsidR="00557788" w:rsidRDefault="00557788" w:rsidP="00557788">
      <w:r>
        <w:t>173.9362</w:t>
      </w:r>
      <w:r>
        <w:tab/>
        <w:t>4.063e0</w:t>
      </w:r>
    </w:p>
    <w:p w:rsidR="00557788" w:rsidRDefault="00557788" w:rsidP="00557788">
      <w:r>
        <w:t>173.9396</w:t>
      </w:r>
      <w:r>
        <w:tab/>
        <w:t>1.013e0</w:t>
      </w:r>
    </w:p>
    <w:p w:rsidR="00557788" w:rsidRDefault="00557788" w:rsidP="00557788">
      <w:r>
        <w:t>173.9533</w:t>
      </w:r>
      <w:r>
        <w:tab/>
        <w:t>2.532e-2</w:t>
      </w:r>
    </w:p>
    <w:p w:rsidR="00557788" w:rsidRDefault="00557788" w:rsidP="00557788">
      <w:r>
        <w:t>173.9567</w:t>
      </w:r>
      <w:r>
        <w:tab/>
        <w:t>1.013e0</w:t>
      </w:r>
    </w:p>
    <w:p w:rsidR="00557788" w:rsidRDefault="00557788" w:rsidP="00557788">
      <w:r>
        <w:t>173.9618</w:t>
      </w:r>
      <w:r>
        <w:tab/>
        <w:t>2.025e0</w:t>
      </w:r>
    </w:p>
    <w:p w:rsidR="00557788" w:rsidRDefault="00557788" w:rsidP="00557788">
      <w:r>
        <w:t>173.9636</w:t>
      </w:r>
      <w:r>
        <w:tab/>
        <w:t>1.013e0</w:t>
      </w:r>
    </w:p>
    <w:p w:rsidR="00557788" w:rsidRDefault="00557788" w:rsidP="00557788">
      <w:r>
        <w:t>173.9850</w:t>
      </w:r>
      <w:r>
        <w:tab/>
        <w:t>4.051e0</w:t>
      </w:r>
    </w:p>
    <w:p w:rsidR="00557788" w:rsidRDefault="00557788" w:rsidP="00557788">
      <w:r>
        <w:t>173.9867</w:t>
      </w:r>
      <w:r>
        <w:tab/>
        <w:t>2.532e-2</w:t>
      </w:r>
    </w:p>
    <w:p w:rsidR="00557788" w:rsidRDefault="00557788" w:rsidP="00557788">
      <w:r>
        <w:t>173.9885</w:t>
      </w:r>
      <w:r>
        <w:tab/>
        <w:t>1.266e-2</w:t>
      </w:r>
    </w:p>
    <w:p w:rsidR="00557788" w:rsidRDefault="00557788" w:rsidP="00557788">
      <w:r>
        <w:lastRenderedPageBreak/>
        <w:t>173.9938</w:t>
      </w:r>
      <w:r>
        <w:tab/>
        <w:t>2.025e0</w:t>
      </w:r>
    </w:p>
    <w:p w:rsidR="00557788" w:rsidRDefault="00557788" w:rsidP="00557788">
      <w:r>
        <w:t>174.0097</w:t>
      </w:r>
      <w:r>
        <w:tab/>
        <w:t>1.266e-2</w:t>
      </w:r>
    </w:p>
    <w:p w:rsidR="00557788" w:rsidRDefault="00557788" w:rsidP="00557788">
      <w:r>
        <w:t>174.0115</w:t>
      </w:r>
      <w:r>
        <w:tab/>
        <w:t>2.025e0</w:t>
      </w:r>
    </w:p>
    <w:p w:rsidR="00557788" w:rsidRDefault="00557788" w:rsidP="00557788">
      <w:r>
        <w:t>174.0132</w:t>
      </w:r>
      <w:r>
        <w:tab/>
        <w:t>1.025e0</w:t>
      </w:r>
    </w:p>
    <w:p w:rsidR="00557788" w:rsidRDefault="00557788" w:rsidP="00557788">
      <w:r>
        <w:t>174.0319</w:t>
      </w:r>
      <w:r>
        <w:tab/>
        <w:t>1.307e0</w:t>
      </w:r>
    </w:p>
    <w:p w:rsidR="00557788" w:rsidRDefault="00557788" w:rsidP="00557788">
      <w:r>
        <w:t>174.0416</w:t>
      </w:r>
      <w:r>
        <w:tab/>
        <w:t>3.788e0</w:t>
      </w:r>
    </w:p>
    <w:p w:rsidR="00557788" w:rsidRDefault="00557788" w:rsidP="00557788">
      <w:r>
        <w:t>174.0470</w:t>
      </w:r>
      <w:r>
        <w:tab/>
        <w:t>2.763e0</w:t>
      </w:r>
    </w:p>
    <w:p w:rsidR="00557788" w:rsidRDefault="00557788" w:rsidP="00557788">
      <w:r>
        <w:t>174.0497</w:t>
      </w:r>
      <w:r>
        <w:tab/>
        <w:t>3.038e0</w:t>
      </w:r>
    </w:p>
    <w:p w:rsidR="00557788" w:rsidRDefault="00557788" w:rsidP="00557788">
      <w:r>
        <w:t>174.0558</w:t>
      </w:r>
      <w:r>
        <w:tab/>
        <w:t>1.266e-2</w:t>
      </w:r>
    </w:p>
    <w:p w:rsidR="00557788" w:rsidRDefault="00557788" w:rsidP="00557788">
      <w:r>
        <w:t>174.0574</w:t>
      </w:r>
      <w:r>
        <w:tab/>
        <w:t>3.929e0</w:t>
      </w:r>
    </w:p>
    <w:p w:rsidR="00557788" w:rsidRDefault="00557788" w:rsidP="00557788">
      <w:r>
        <w:t>174.0692</w:t>
      </w:r>
      <w:r>
        <w:tab/>
        <w:t>6.684e0</w:t>
      </w:r>
    </w:p>
    <w:p w:rsidR="00557788" w:rsidRDefault="00557788" w:rsidP="00557788">
      <w:r>
        <w:t>174.0747</w:t>
      </w:r>
      <w:r>
        <w:tab/>
        <w:t>1.013e0</w:t>
      </w:r>
    </w:p>
    <w:p w:rsidR="00557788" w:rsidRDefault="00557788" w:rsidP="00557788">
      <w:r>
        <w:t>174.1041</w:t>
      </w:r>
      <w:r>
        <w:tab/>
        <w:t>2.264e0</w:t>
      </w:r>
    </w:p>
    <w:p w:rsidR="00557788" w:rsidRDefault="00557788" w:rsidP="00557788">
      <w:r>
        <w:t>174.1149</w:t>
      </w:r>
      <w:r>
        <w:tab/>
        <w:t>2.203e0</w:t>
      </w:r>
    </w:p>
    <w:p w:rsidR="00557788" w:rsidRDefault="00557788" w:rsidP="00557788">
      <w:r>
        <w:t>174.1185</w:t>
      </w:r>
      <w:r>
        <w:tab/>
        <w:t>3.515e0</w:t>
      </w:r>
    </w:p>
    <w:p w:rsidR="00557788" w:rsidRDefault="00557788" w:rsidP="00557788">
      <w:r>
        <w:t>174.1251</w:t>
      </w:r>
      <w:r>
        <w:tab/>
        <w:t>2.316e1</w:t>
      </w:r>
    </w:p>
    <w:p w:rsidR="00557788" w:rsidRDefault="00557788" w:rsidP="00557788">
      <w:r>
        <w:t>174.1295</w:t>
      </w:r>
      <w:r>
        <w:tab/>
        <w:t>6.924e0</w:t>
      </w:r>
    </w:p>
    <w:p w:rsidR="00557788" w:rsidRDefault="00557788" w:rsidP="00557788">
      <w:r>
        <w:t>174.1383</w:t>
      </w:r>
      <w:r>
        <w:tab/>
        <w:t>8.851e0</w:t>
      </w:r>
    </w:p>
    <w:p w:rsidR="00557788" w:rsidRDefault="00557788" w:rsidP="00557788">
      <w:r>
        <w:t>174.1436</w:t>
      </w:r>
      <w:r>
        <w:tab/>
        <w:t>9.020e0</w:t>
      </w:r>
    </w:p>
    <w:p w:rsidR="00557788" w:rsidRDefault="00557788" w:rsidP="00557788">
      <w:r>
        <w:lastRenderedPageBreak/>
        <w:t>174.1600</w:t>
      </w:r>
      <w:r>
        <w:tab/>
        <w:t>4.902e0</w:t>
      </w:r>
    </w:p>
    <w:p w:rsidR="00557788" w:rsidRDefault="00557788" w:rsidP="00557788">
      <w:r>
        <w:t>174.1611</w:t>
      </w:r>
      <w:r>
        <w:tab/>
        <w:t>1.249e1</w:t>
      </w:r>
    </w:p>
    <w:p w:rsidR="00557788" w:rsidRDefault="00557788" w:rsidP="00557788">
      <w:r>
        <w:t>174.1655</w:t>
      </w:r>
      <w:r>
        <w:tab/>
        <w:t>2.784e0</w:t>
      </w:r>
    </w:p>
    <w:p w:rsidR="00557788" w:rsidRDefault="00557788" w:rsidP="00557788">
      <w:r>
        <w:t>174.1805</w:t>
      </w:r>
      <w:r>
        <w:tab/>
        <w:t>3.760e0</w:t>
      </w:r>
    </w:p>
    <w:p w:rsidR="00557788" w:rsidRDefault="00557788" w:rsidP="00557788">
      <w:r>
        <w:t>174.1838</w:t>
      </w:r>
      <w:r>
        <w:tab/>
        <w:t>3.038e0</w:t>
      </w:r>
    </w:p>
    <w:p w:rsidR="00557788" w:rsidRDefault="00557788" w:rsidP="00557788">
      <w:r>
        <w:t>174.1897</w:t>
      </w:r>
      <w:r>
        <w:tab/>
        <w:t>1.778e0</w:t>
      </w:r>
    </w:p>
    <w:p w:rsidR="00557788" w:rsidRDefault="00557788" w:rsidP="00557788">
      <w:r>
        <w:t>174.1910</w:t>
      </w:r>
      <w:r>
        <w:tab/>
        <w:t>3.798e-2</w:t>
      </w:r>
    </w:p>
    <w:p w:rsidR="00557788" w:rsidRDefault="00557788" w:rsidP="00557788">
      <w:r>
        <w:t>174.1960</w:t>
      </w:r>
      <w:r>
        <w:tab/>
        <w:t>1.266e-2</w:t>
      </w:r>
    </w:p>
    <w:p w:rsidR="00557788" w:rsidRDefault="00557788" w:rsidP="00557788">
      <w:r>
        <w:t>174.2302</w:t>
      </w:r>
      <w:r>
        <w:tab/>
        <w:t>1.266e-2</w:t>
      </w:r>
    </w:p>
    <w:p w:rsidR="00557788" w:rsidRDefault="00557788" w:rsidP="00557788">
      <w:r>
        <w:t>174.2352</w:t>
      </w:r>
      <w:r>
        <w:tab/>
        <w:t>2.532e-2</w:t>
      </w:r>
    </w:p>
    <w:p w:rsidR="00557788" w:rsidRDefault="00557788" w:rsidP="00557788">
      <w:r>
        <w:t>174.2424</w:t>
      </w:r>
      <w:r>
        <w:tab/>
        <w:t>4.051e0</w:t>
      </w:r>
    </w:p>
    <w:p w:rsidR="00557788" w:rsidRDefault="00557788" w:rsidP="00557788">
      <w:r>
        <w:t>174.2514</w:t>
      </w:r>
      <w:r>
        <w:tab/>
        <w:t>2.025e0</w:t>
      </w:r>
    </w:p>
    <w:p w:rsidR="00557788" w:rsidRDefault="00557788" w:rsidP="00557788">
      <w:r>
        <w:t>174.2638</w:t>
      </w:r>
      <w:r>
        <w:tab/>
        <w:t>2.532e-2</w:t>
      </w:r>
    </w:p>
    <w:p w:rsidR="00557788" w:rsidRDefault="00557788" w:rsidP="00557788">
      <w:r>
        <w:t>174.2656</w:t>
      </w:r>
      <w:r>
        <w:tab/>
        <w:t>1.013e0</w:t>
      </w:r>
    </w:p>
    <w:p w:rsidR="00557788" w:rsidRDefault="00557788" w:rsidP="00557788">
      <w:r>
        <w:t>174.2691</w:t>
      </w:r>
      <w:r>
        <w:tab/>
        <w:t>1.266e-2</w:t>
      </w:r>
    </w:p>
    <w:p w:rsidR="00557788" w:rsidRDefault="00557788" w:rsidP="00557788">
      <w:r>
        <w:t>174.2797</w:t>
      </w:r>
      <w:r>
        <w:tab/>
        <w:t>2.051e0</w:t>
      </w:r>
    </w:p>
    <w:p w:rsidR="00557788" w:rsidRDefault="00557788" w:rsidP="00557788">
      <w:r>
        <w:t>174.2868</w:t>
      </w:r>
      <w:r>
        <w:tab/>
        <w:t>3.038e0</w:t>
      </w:r>
    </w:p>
    <w:p w:rsidR="00557788" w:rsidRDefault="00557788" w:rsidP="00557788">
      <w:r>
        <w:t>174.2924</w:t>
      </w:r>
      <w:r>
        <w:tab/>
        <w:t>1.399e0</w:t>
      </w:r>
    </w:p>
    <w:p w:rsidR="00557788" w:rsidRDefault="00557788" w:rsidP="00557788">
      <w:r>
        <w:t>174.2974</w:t>
      </w:r>
      <w:r>
        <w:tab/>
        <w:t>1.266e-2</w:t>
      </w:r>
    </w:p>
    <w:p w:rsidR="00557788" w:rsidRDefault="00557788" w:rsidP="00557788">
      <w:r>
        <w:lastRenderedPageBreak/>
        <w:t>174.3027</w:t>
      </w:r>
      <w:r>
        <w:tab/>
        <w:t>2.025e0</w:t>
      </w:r>
    </w:p>
    <w:p w:rsidR="00557788" w:rsidRDefault="00557788" w:rsidP="00557788">
      <w:r>
        <w:t>174.3187</w:t>
      </w:r>
      <w:r>
        <w:tab/>
        <w:t>2.038e0</w:t>
      </w:r>
    </w:p>
    <w:p w:rsidR="00557788" w:rsidRDefault="00557788" w:rsidP="00557788">
      <w:r>
        <w:t>174.3258</w:t>
      </w:r>
      <w:r>
        <w:tab/>
        <w:t>1.266e-2</w:t>
      </w:r>
    </w:p>
    <w:p w:rsidR="00557788" w:rsidRDefault="00557788" w:rsidP="00557788">
      <w:r>
        <w:t>174.3345</w:t>
      </w:r>
      <w:r>
        <w:tab/>
        <w:t>2.025e0</w:t>
      </w:r>
    </w:p>
    <w:p w:rsidR="00557788" w:rsidRDefault="00557788" w:rsidP="00557788">
      <w:r>
        <w:t>174.3451</w:t>
      </w:r>
      <w:r>
        <w:tab/>
        <w:t>2.025e0</w:t>
      </w:r>
    </w:p>
    <w:p w:rsidR="00557788" w:rsidRDefault="00557788" w:rsidP="00557788">
      <w:r>
        <w:t>174.3466</w:t>
      </w:r>
      <w:r>
        <w:tab/>
        <w:t>1.266e-2</w:t>
      </w:r>
    </w:p>
    <w:p w:rsidR="00557788" w:rsidRDefault="00557788" w:rsidP="00557788">
      <w:r>
        <w:t>174.3534</w:t>
      </w:r>
      <w:r>
        <w:tab/>
        <w:t>1.025e0</w:t>
      </w:r>
    </w:p>
    <w:p w:rsidR="00557788" w:rsidRDefault="00557788" w:rsidP="00557788">
      <w:r>
        <w:t>174.3602</w:t>
      </w:r>
      <w:r>
        <w:tab/>
        <w:t>2.025e0</w:t>
      </w:r>
    </w:p>
    <w:p w:rsidR="00557788" w:rsidRDefault="00557788" w:rsidP="00557788">
      <w:r>
        <w:t>174.3655</w:t>
      </w:r>
      <w:r>
        <w:tab/>
        <w:t>2.025e0</w:t>
      </w:r>
    </w:p>
    <w:p w:rsidR="00557788" w:rsidRDefault="00557788" w:rsidP="00557788">
      <w:r>
        <w:t>174.3758</w:t>
      </w:r>
      <w:r>
        <w:tab/>
        <w:t>2.025e0</w:t>
      </w:r>
    </w:p>
    <w:p w:rsidR="00557788" w:rsidRDefault="00557788" w:rsidP="00557788">
      <w:r>
        <w:t>174.3793</w:t>
      </w:r>
      <w:r>
        <w:tab/>
        <w:t>2.025e0</w:t>
      </w:r>
    </w:p>
    <w:p w:rsidR="00557788" w:rsidRDefault="00557788" w:rsidP="00557788">
      <w:r>
        <w:t>174.3829</w:t>
      </w:r>
      <w:r>
        <w:tab/>
        <w:t>5.173e0</w:t>
      </w:r>
    </w:p>
    <w:p w:rsidR="00557788" w:rsidRDefault="00557788" w:rsidP="00557788">
      <w:r>
        <w:t>174.3864</w:t>
      </w:r>
      <w:r>
        <w:tab/>
        <w:t>2.025e0</w:t>
      </w:r>
    </w:p>
    <w:p w:rsidR="00557788" w:rsidRDefault="00557788" w:rsidP="00557788">
      <w:r>
        <w:t>174.3953</w:t>
      </w:r>
      <w:r>
        <w:tab/>
        <w:t>1.266e-2</w:t>
      </w:r>
    </w:p>
    <w:p w:rsidR="00557788" w:rsidRDefault="00557788" w:rsidP="00557788">
      <w:r>
        <w:t>174.3995</w:t>
      </w:r>
      <w:r>
        <w:tab/>
        <w:t>3.051e0</w:t>
      </w:r>
    </w:p>
    <w:p w:rsidR="00557788" w:rsidRDefault="00557788" w:rsidP="00557788">
      <w:r>
        <w:t>174.4112</w:t>
      </w:r>
      <w:r>
        <w:tab/>
        <w:t>2.532e-2</w:t>
      </w:r>
    </w:p>
    <w:p w:rsidR="00557788" w:rsidRDefault="00557788" w:rsidP="00557788">
      <w:r>
        <w:t>174.4130</w:t>
      </w:r>
      <w:r>
        <w:tab/>
        <w:t>3.038e0</w:t>
      </w:r>
    </w:p>
    <w:p w:rsidR="00557788" w:rsidRDefault="00557788" w:rsidP="00557788">
      <w:r>
        <w:t>174.4188</w:t>
      </w:r>
      <w:r>
        <w:tab/>
        <w:t>4.051e0</w:t>
      </w:r>
    </w:p>
    <w:p w:rsidR="00557788" w:rsidRDefault="00557788" w:rsidP="00557788">
      <w:r>
        <w:t>174.4201</w:t>
      </w:r>
      <w:r>
        <w:tab/>
        <w:t>1.013e0</w:t>
      </w:r>
    </w:p>
    <w:p w:rsidR="00557788" w:rsidRDefault="00557788" w:rsidP="00557788">
      <w:r>
        <w:lastRenderedPageBreak/>
        <w:t>174.4342</w:t>
      </w:r>
      <w:r>
        <w:tab/>
        <w:t>2.532e-2</w:t>
      </w:r>
    </w:p>
    <w:p w:rsidR="00557788" w:rsidRDefault="00557788" w:rsidP="00557788">
      <w:r>
        <w:t>174.4370</w:t>
      </w:r>
      <w:r>
        <w:tab/>
        <w:t>1.038e0</w:t>
      </w:r>
    </w:p>
    <w:p w:rsidR="00557788" w:rsidRDefault="00557788" w:rsidP="00557788">
      <w:r>
        <w:t>174.4484</w:t>
      </w:r>
      <w:r>
        <w:tab/>
        <w:t>3.038e0</w:t>
      </w:r>
    </w:p>
    <w:p w:rsidR="00557788" w:rsidRDefault="00557788" w:rsidP="00557788">
      <w:r>
        <w:t>174.4504</w:t>
      </w:r>
      <w:r>
        <w:tab/>
        <w:t>3.038e0</w:t>
      </w:r>
    </w:p>
    <w:p w:rsidR="00557788" w:rsidRDefault="00557788" w:rsidP="00557788">
      <w:r>
        <w:t>174.4519</w:t>
      </w:r>
      <w:r>
        <w:tab/>
        <w:t>2.532e-2</w:t>
      </w:r>
    </w:p>
    <w:p w:rsidR="00557788" w:rsidRDefault="00557788" w:rsidP="00557788">
      <w:r>
        <w:t>174.4679</w:t>
      </w:r>
      <w:r>
        <w:tab/>
        <w:t>2.532e-2</w:t>
      </w:r>
    </w:p>
    <w:p w:rsidR="00557788" w:rsidRDefault="00557788" w:rsidP="00557788">
      <w:r>
        <w:t>174.4904</w:t>
      </w:r>
      <w:r>
        <w:tab/>
        <w:t>2.038e0</w:t>
      </w:r>
    </w:p>
    <w:p w:rsidR="00557788" w:rsidRDefault="00557788" w:rsidP="00557788">
      <w:r>
        <w:t>174.4973</w:t>
      </w:r>
      <w:r>
        <w:tab/>
        <w:t>3.038e0</w:t>
      </w:r>
    </w:p>
    <w:p w:rsidR="00557788" w:rsidRDefault="00557788" w:rsidP="00557788">
      <w:r>
        <w:t>174.5026</w:t>
      </w:r>
      <w:r>
        <w:tab/>
        <w:t>6.101e0</w:t>
      </w:r>
    </w:p>
    <w:p w:rsidR="00557788" w:rsidRDefault="00557788" w:rsidP="00557788">
      <w:r>
        <w:t>174.5110</w:t>
      </w:r>
      <w:r>
        <w:tab/>
        <w:t>2.038e0</w:t>
      </w:r>
    </w:p>
    <w:p w:rsidR="00557788" w:rsidRDefault="00557788" w:rsidP="00557788">
      <w:r>
        <w:t>174.5144</w:t>
      </w:r>
      <w:r>
        <w:tab/>
        <w:t>1.266e-2</w:t>
      </w:r>
    </w:p>
    <w:p w:rsidR="00557788" w:rsidRDefault="00557788" w:rsidP="00557788">
      <w:r>
        <w:t>174.5233</w:t>
      </w:r>
      <w:r>
        <w:tab/>
        <w:t>2.532e-2</w:t>
      </w:r>
    </w:p>
    <w:p w:rsidR="00557788" w:rsidRDefault="00557788" w:rsidP="00557788">
      <w:r>
        <w:t>174.5250</w:t>
      </w:r>
      <w:r>
        <w:tab/>
        <w:t>2.025e0</w:t>
      </w:r>
    </w:p>
    <w:p w:rsidR="00557788" w:rsidRDefault="00557788" w:rsidP="00557788">
      <w:r>
        <w:t>174.5452</w:t>
      </w:r>
      <w:r>
        <w:tab/>
        <w:t>5.652e0</w:t>
      </w:r>
    </w:p>
    <w:p w:rsidR="00557788" w:rsidRDefault="00557788" w:rsidP="00557788">
      <w:r>
        <w:t>174.5516</w:t>
      </w:r>
      <w:r>
        <w:tab/>
        <w:t>2.025e0</w:t>
      </w:r>
    </w:p>
    <w:p w:rsidR="00557788" w:rsidRDefault="00557788" w:rsidP="00557788">
      <w:r>
        <w:t>174.5562</w:t>
      </w:r>
      <w:r>
        <w:tab/>
        <w:t>1.038e0</w:t>
      </w:r>
    </w:p>
    <w:p w:rsidR="00557788" w:rsidRDefault="00557788" w:rsidP="00557788">
      <w:r>
        <w:t>174.5630</w:t>
      </w:r>
      <w:r>
        <w:tab/>
        <w:t>4.493e-1</w:t>
      </w:r>
    </w:p>
    <w:p w:rsidR="00557788" w:rsidRDefault="00557788" w:rsidP="00557788">
      <w:r>
        <w:t>174.5658</w:t>
      </w:r>
      <w:r>
        <w:tab/>
        <w:t>2.025e0</w:t>
      </w:r>
    </w:p>
    <w:p w:rsidR="00557788" w:rsidRDefault="00557788" w:rsidP="00557788">
      <w:r>
        <w:t>174.5817</w:t>
      </w:r>
      <w:r>
        <w:tab/>
        <w:t>1.038e0</w:t>
      </w:r>
    </w:p>
    <w:p w:rsidR="00557788" w:rsidRDefault="00557788" w:rsidP="00557788">
      <w:r>
        <w:lastRenderedPageBreak/>
        <w:t>174.5862</w:t>
      </w:r>
      <w:r>
        <w:tab/>
        <w:t>2.038e0</w:t>
      </w:r>
    </w:p>
    <w:p w:rsidR="00557788" w:rsidRDefault="00557788" w:rsidP="00557788">
      <w:r>
        <w:t>174.5895</w:t>
      </w:r>
      <w:r>
        <w:tab/>
        <w:t>4.051e0</w:t>
      </w:r>
    </w:p>
    <w:p w:rsidR="00557788" w:rsidRDefault="00557788" w:rsidP="00557788">
      <w:r>
        <w:t>174.5995</w:t>
      </w:r>
      <w:r>
        <w:tab/>
        <w:t>1.266e-2</w:t>
      </w:r>
    </w:p>
    <w:p w:rsidR="00557788" w:rsidRDefault="00557788" w:rsidP="00557788">
      <w:r>
        <w:t>174.6042</w:t>
      </w:r>
      <w:r>
        <w:tab/>
        <w:t>1.038e0</w:t>
      </w:r>
    </w:p>
    <w:p w:rsidR="00557788" w:rsidRDefault="00557788" w:rsidP="00557788">
      <w:r>
        <w:t>174.6067</w:t>
      </w:r>
      <w:r>
        <w:tab/>
        <w:t>3.754e0</w:t>
      </w:r>
    </w:p>
    <w:p w:rsidR="00557788" w:rsidRDefault="00557788" w:rsidP="00557788">
      <w:r>
        <w:t>174.6156</w:t>
      </w:r>
      <w:r>
        <w:tab/>
        <w:t>2.051e0</w:t>
      </w:r>
    </w:p>
    <w:p w:rsidR="00557788" w:rsidRDefault="00557788" w:rsidP="00557788">
      <w:r>
        <w:t>174.6173</w:t>
      </w:r>
      <w:r>
        <w:tab/>
        <w:t>1.025e0</w:t>
      </w:r>
    </w:p>
    <w:p w:rsidR="00557788" w:rsidRDefault="00557788" w:rsidP="00557788">
      <w:r>
        <w:t>174.6309</w:t>
      </w:r>
      <w:r>
        <w:tab/>
        <w:t>1.013e0</w:t>
      </w:r>
    </w:p>
    <w:p w:rsidR="00557788" w:rsidRDefault="00557788" w:rsidP="00557788">
      <w:r>
        <w:t>174.6480</w:t>
      </w:r>
      <w:r>
        <w:tab/>
        <w:t>1.013e0</w:t>
      </w:r>
    </w:p>
    <w:p w:rsidR="00557788" w:rsidRDefault="00557788" w:rsidP="00557788">
      <w:r>
        <w:t>174.6515</w:t>
      </w:r>
      <w:r>
        <w:tab/>
        <w:t>2.025e0</w:t>
      </w:r>
    </w:p>
    <w:p w:rsidR="00557788" w:rsidRDefault="00557788" w:rsidP="00557788">
      <w:r>
        <w:t>174.6549</w:t>
      </w:r>
      <w:r>
        <w:tab/>
        <w:t>1.013e0</w:t>
      </w:r>
    </w:p>
    <w:p w:rsidR="00557788" w:rsidRDefault="00557788" w:rsidP="00557788">
      <w:r>
        <w:t>174.6602</w:t>
      </w:r>
      <w:r>
        <w:tab/>
        <w:t>2.532e-2</w:t>
      </w:r>
    </w:p>
    <w:p w:rsidR="00557788" w:rsidRDefault="00557788" w:rsidP="00557788">
      <w:r>
        <w:t>174.6619</w:t>
      </w:r>
      <w:r>
        <w:tab/>
        <w:t>1.013e0</w:t>
      </w:r>
    </w:p>
    <w:p w:rsidR="00557788" w:rsidRDefault="00557788" w:rsidP="00557788">
      <w:r>
        <w:t>174.6743</w:t>
      </w:r>
      <w:r>
        <w:tab/>
        <w:t>2.532e-2</w:t>
      </w:r>
    </w:p>
    <w:p w:rsidR="00557788" w:rsidRDefault="00557788" w:rsidP="00557788">
      <w:r>
        <w:t>174.6921</w:t>
      </w:r>
      <w:r>
        <w:tab/>
        <w:t>2.025e0</w:t>
      </w:r>
    </w:p>
    <w:p w:rsidR="00557788" w:rsidRDefault="00557788" w:rsidP="00557788">
      <w:r>
        <w:t>174.7010</w:t>
      </w:r>
      <w:r>
        <w:tab/>
        <w:t>1.266e-2</w:t>
      </w:r>
    </w:p>
    <w:p w:rsidR="00557788" w:rsidRDefault="00557788" w:rsidP="00557788">
      <w:r>
        <w:t>174.7080</w:t>
      </w:r>
      <w:r>
        <w:tab/>
        <w:t>2.025e0</w:t>
      </w:r>
    </w:p>
    <w:p w:rsidR="00557788" w:rsidRDefault="00557788" w:rsidP="00557788">
      <w:r>
        <w:t>174.7115</w:t>
      </w:r>
      <w:r>
        <w:tab/>
        <w:t>1.038e0</w:t>
      </w:r>
    </w:p>
    <w:p w:rsidR="00557788" w:rsidRDefault="00557788" w:rsidP="00557788">
      <w:r>
        <w:t>174.7160</w:t>
      </w:r>
      <w:r>
        <w:tab/>
        <w:t>1.051e0</w:t>
      </w:r>
    </w:p>
    <w:p w:rsidR="00557788" w:rsidRDefault="00557788" w:rsidP="00557788">
      <w:r>
        <w:lastRenderedPageBreak/>
        <w:t>174.7250</w:t>
      </w:r>
      <w:r>
        <w:tab/>
        <w:t>5.063e-2</w:t>
      </w:r>
    </w:p>
    <w:p w:rsidR="00557788" w:rsidRDefault="00557788" w:rsidP="00557788">
      <w:r>
        <w:t>174.7275</w:t>
      </w:r>
      <w:r>
        <w:tab/>
        <w:t>2.025e0</w:t>
      </w:r>
    </w:p>
    <w:p w:rsidR="00557788" w:rsidRDefault="00557788" w:rsidP="00557788">
      <w:r>
        <w:t>174.7371</w:t>
      </w:r>
      <w:r>
        <w:tab/>
        <w:t>4.063e0</w:t>
      </w:r>
    </w:p>
    <w:p w:rsidR="00557788" w:rsidRDefault="00557788" w:rsidP="00557788">
      <w:r>
        <w:t>174.7399</w:t>
      </w:r>
      <w:r>
        <w:tab/>
        <w:t>1.025e0</w:t>
      </w:r>
    </w:p>
    <w:p w:rsidR="00557788" w:rsidRDefault="00557788" w:rsidP="00557788">
      <w:r>
        <w:t>174.7506</w:t>
      </w:r>
      <w:r>
        <w:tab/>
        <w:t>1.266e-2</w:t>
      </w:r>
    </w:p>
    <w:p w:rsidR="00557788" w:rsidRDefault="00557788" w:rsidP="00557788">
      <w:r>
        <w:t>174.7646</w:t>
      </w:r>
      <w:r>
        <w:tab/>
        <w:t>3.038e0</w:t>
      </w:r>
    </w:p>
    <w:p w:rsidR="00557788" w:rsidRDefault="00557788" w:rsidP="00557788">
      <w:r>
        <w:t>174.7852</w:t>
      </w:r>
      <w:r>
        <w:tab/>
        <w:t>1.266e-2</w:t>
      </w:r>
    </w:p>
    <w:p w:rsidR="00557788" w:rsidRDefault="00557788" w:rsidP="00557788">
      <w:r>
        <w:t>174.7921</w:t>
      </w:r>
      <w:r>
        <w:tab/>
        <w:t>1.266e-2</w:t>
      </w:r>
    </w:p>
    <w:p w:rsidR="00557788" w:rsidRDefault="00557788" w:rsidP="00557788">
      <w:r>
        <w:t>174.8004</w:t>
      </w:r>
      <w:r>
        <w:tab/>
        <w:t>2.025e0</w:t>
      </w:r>
    </w:p>
    <w:p w:rsidR="00557788" w:rsidRDefault="00557788" w:rsidP="00557788">
      <w:r>
        <w:t>174.8040</w:t>
      </w:r>
      <w:r>
        <w:tab/>
        <w:t>2.051e0</w:t>
      </w:r>
    </w:p>
    <w:p w:rsidR="00557788" w:rsidRDefault="00557788" w:rsidP="00557788">
      <w:r>
        <w:t>174.8059</w:t>
      </w:r>
      <w:r>
        <w:tab/>
        <w:t>1.013e0</w:t>
      </w:r>
    </w:p>
    <w:p w:rsidR="00557788" w:rsidRDefault="00557788" w:rsidP="00557788">
      <w:r>
        <w:t>174.8130</w:t>
      </w:r>
      <w:r>
        <w:tab/>
        <w:t>1.266e-2</w:t>
      </w:r>
    </w:p>
    <w:p w:rsidR="00557788" w:rsidRDefault="00557788" w:rsidP="00557788">
      <w:r>
        <w:t>174.8237</w:t>
      </w:r>
      <w:r>
        <w:tab/>
        <w:t>1.025e0</w:t>
      </w:r>
    </w:p>
    <w:p w:rsidR="00557788" w:rsidRDefault="00557788" w:rsidP="00557788">
      <w:r>
        <w:t>174.8450</w:t>
      </w:r>
      <w:r>
        <w:tab/>
        <w:t>1.266e-2</w:t>
      </w:r>
    </w:p>
    <w:p w:rsidR="00557788" w:rsidRDefault="00557788" w:rsidP="00557788">
      <w:r>
        <w:t>174.8468</w:t>
      </w:r>
      <w:r>
        <w:tab/>
        <w:t>2.025e0</w:t>
      </w:r>
    </w:p>
    <w:p w:rsidR="00557788" w:rsidRDefault="00557788" w:rsidP="00557788">
      <w:r>
        <w:t>174.8538</w:t>
      </w:r>
      <w:r>
        <w:tab/>
        <w:t>2.025e0</w:t>
      </w:r>
    </w:p>
    <w:p w:rsidR="00557788" w:rsidRDefault="00557788" w:rsidP="00557788">
      <w:r>
        <w:t>174.8556</w:t>
      </w:r>
      <w:r>
        <w:tab/>
        <w:t>2.532e-2</w:t>
      </w:r>
    </w:p>
    <w:p w:rsidR="00557788" w:rsidRDefault="00557788" w:rsidP="00557788">
      <w:r>
        <w:t>174.8662</w:t>
      </w:r>
      <w:r>
        <w:tab/>
        <w:t>1.013e0</w:t>
      </w:r>
    </w:p>
    <w:p w:rsidR="00557788" w:rsidRDefault="00557788" w:rsidP="00557788">
      <w:r>
        <w:t>174.8852</w:t>
      </w:r>
      <w:r>
        <w:tab/>
        <w:t>3.038e0</w:t>
      </w:r>
    </w:p>
    <w:p w:rsidR="00557788" w:rsidRDefault="00557788" w:rsidP="00557788">
      <w:r>
        <w:lastRenderedPageBreak/>
        <w:t>174.8911</w:t>
      </w:r>
      <w:r>
        <w:tab/>
        <w:t>2.025e0</w:t>
      </w:r>
    </w:p>
    <w:p w:rsidR="00557788" w:rsidRDefault="00557788" w:rsidP="00557788">
      <w:r>
        <w:t>174.9017</w:t>
      </w:r>
      <w:r>
        <w:tab/>
        <w:t>3.796e0</w:t>
      </w:r>
    </w:p>
    <w:p w:rsidR="00557788" w:rsidRDefault="00557788" w:rsidP="00557788">
      <w:r>
        <w:t>174.9122</w:t>
      </w:r>
      <w:r>
        <w:tab/>
        <w:t>3.038e0</w:t>
      </w:r>
    </w:p>
    <w:p w:rsidR="00557788" w:rsidRDefault="00557788" w:rsidP="00557788">
      <w:r>
        <w:t>174.9156</w:t>
      </w:r>
      <w:r>
        <w:tab/>
        <w:t>1.266e-2</w:t>
      </w:r>
    </w:p>
    <w:p w:rsidR="00557788" w:rsidRDefault="00557788" w:rsidP="00557788">
      <w:r>
        <w:t>174.9293</w:t>
      </w:r>
      <w:r>
        <w:tab/>
        <w:t>2.038e0</w:t>
      </w:r>
    </w:p>
    <w:p w:rsidR="00557788" w:rsidRDefault="00557788" w:rsidP="00557788">
      <w:r>
        <w:t>174.9328</w:t>
      </w:r>
      <w:r>
        <w:tab/>
        <w:t>1.266e-2</w:t>
      </w:r>
    </w:p>
    <w:p w:rsidR="00557788" w:rsidRDefault="00557788" w:rsidP="00557788">
      <w:r>
        <w:t>174.9362</w:t>
      </w:r>
      <w:r>
        <w:tab/>
        <w:t>2.532e-2</w:t>
      </w:r>
    </w:p>
    <w:p w:rsidR="00557788" w:rsidRDefault="00557788" w:rsidP="00557788">
      <w:r>
        <w:t>174.9431</w:t>
      </w:r>
      <w:r>
        <w:tab/>
        <w:t>2.532e-2</w:t>
      </w:r>
    </w:p>
    <w:p w:rsidR="00557788" w:rsidRDefault="00557788" w:rsidP="00557788">
      <w:r>
        <w:t>174.9572</w:t>
      </w:r>
      <w:r>
        <w:tab/>
        <w:t>1.880e-1</w:t>
      </w:r>
    </w:p>
    <w:p w:rsidR="00557788" w:rsidRDefault="00557788" w:rsidP="00557788">
      <w:r>
        <w:t>174.9678</w:t>
      </w:r>
      <w:r>
        <w:tab/>
        <w:t>1.266e-2</w:t>
      </w:r>
    </w:p>
    <w:p w:rsidR="00557788" w:rsidRDefault="00557788" w:rsidP="00557788">
      <w:r>
        <w:t>174.9695</w:t>
      </w:r>
      <w:r>
        <w:tab/>
        <w:t>2.532e-2</w:t>
      </w:r>
    </w:p>
    <w:p w:rsidR="00557788" w:rsidRDefault="00557788" w:rsidP="00557788">
      <w:r>
        <w:t>174.9730</w:t>
      </w:r>
      <w:r>
        <w:tab/>
        <w:t>1.051e0</w:t>
      </w:r>
    </w:p>
    <w:p w:rsidR="00557788" w:rsidRDefault="00557788" w:rsidP="00557788">
      <w:r>
        <w:t>174.9749</w:t>
      </w:r>
      <w:r>
        <w:tab/>
        <w:t>1.013e0</w:t>
      </w:r>
    </w:p>
    <w:p w:rsidR="00557788" w:rsidRDefault="00557788" w:rsidP="00557788">
      <w:r>
        <w:t>174.9784</w:t>
      </w:r>
      <w:r>
        <w:tab/>
        <w:t>1.013e0</w:t>
      </w:r>
    </w:p>
    <w:p w:rsidR="00557788" w:rsidRDefault="00557788" w:rsidP="00557788">
      <w:r>
        <w:t>174.9926</w:t>
      </w:r>
      <w:r>
        <w:tab/>
        <w:t>3.038e0</w:t>
      </w:r>
    </w:p>
    <w:p w:rsidR="00557788" w:rsidRDefault="00557788" w:rsidP="00557788">
      <w:r>
        <w:t>174.9949</w:t>
      </w:r>
      <w:r>
        <w:tab/>
        <w:t>5.063e0</w:t>
      </w:r>
    </w:p>
    <w:p w:rsidR="00557788" w:rsidRDefault="00557788" w:rsidP="00557788">
      <w:r>
        <w:t>175.0139</w:t>
      </w:r>
      <w:r>
        <w:tab/>
        <w:t>1.013e0</w:t>
      </w:r>
    </w:p>
    <w:p w:rsidR="00557788" w:rsidRDefault="00557788" w:rsidP="00557788">
      <w:r>
        <w:t>175.0233</w:t>
      </w:r>
      <w:r>
        <w:tab/>
        <w:t>4.051e0</w:t>
      </w:r>
    </w:p>
    <w:p w:rsidR="00557788" w:rsidRDefault="00557788" w:rsidP="00557788">
      <w:r>
        <w:t>175.0255</w:t>
      </w:r>
      <w:r>
        <w:tab/>
        <w:t>3.798e-2</w:t>
      </w:r>
    </w:p>
    <w:p w:rsidR="00557788" w:rsidRDefault="00557788" w:rsidP="00557788">
      <w:r>
        <w:lastRenderedPageBreak/>
        <w:t>175.0316</w:t>
      </w:r>
      <w:r>
        <w:tab/>
        <w:t>1.025e0</w:t>
      </w:r>
    </w:p>
    <w:p w:rsidR="00557788" w:rsidRDefault="00557788" w:rsidP="00557788">
      <w:r>
        <w:t>175.0397</w:t>
      </w:r>
      <w:r>
        <w:tab/>
        <w:t>2.219e0</w:t>
      </w:r>
    </w:p>
    <w:p w:rsidR="00557788" w:rsidRDefault="00557788" w:rsidP="00557788">
      <w:r>
        <w:t>175.0478</w:t>
      </w:r>
      <w:r>
        <w:tab/>
        <w:t>1.038e0</w:t>
      </w:r>
    </w:p>
    <w:p w:rsidR="00557788" w:rsidRDefault="00557788" w:rsidP="00557788">
      <w:r>
        <w:t>175.0512</w:t>
      </w:r>
      <w:r>
        <w:tab/>
        <w:t>4.161e0</w:t>
      </w:r>
    </w:p>
    <w:p w:rsidR="00557788" w:rsidRDefault="00557788" w:rsidP="00557788">
      <w:r>
        <w:t>175.0665</w:t>
      </w:r>
      <w:r>
        <w:tab/>
        <w:t>2.040e1</w:t>
      </w:r>
    </w:p>
    <w:p w:rsidR="00557788" w:rsidRDefault="00557788" w:rsidP="00557788">
      <w:r>
        <w:t>175.0685</w:t>
      </w:r>
      <w:r>
        <w:tab/>
        <w:t>5.506e-1</w:t>
      </w:r>
    </w:p>
    <w:p w:rsidR="00557788" w:rsidRDefault="00557788" w:rsidP="00557788">
      <w:r>
        <w:t>175.0745</w:t>
      </w:r>
      <w:r>
        <w:tab/>
        <w:t>1.163e1</w:t>
      </w:r>
    </w:p>
    <w:p w:rsidR="00557788" w:rsidRDefault="00557788" w:rsidP="00557788">
      <w:r>
        <w:t>175.0967</w:t>
      </w:r>
      <w:r>
        <w:tab/>
        <w:t>5.473e0</w:t>
      </w:r>
    </w:p>
    <w:p w:rsidR="00557788" w:rsidRDefault="00557788" w:rsidP="00557788">
      <w:r>
        <w:t>175.1047</w:t>
      </w:r>
      <w:r>
        <w:tab/>
        <w:t>1.672e0</w:t>
      </w:r>
    </w:p>
    <w:p w:rsidR="00557788" w:rsidRDefault="00557788" w:rsidP="00557788">
      <w:r>
        <w:t>175.1404</w:t>
      </w:r>
      <w:r>
        <w:tab/>
        <w:t>1.419e0</w:t>
      </w:r>
    </w:p>
    <w:p w:rsidR="00557788" w:rsidRDefault="00557788" w:rsidP="00557788">
      <w:r>
        <w:t>175.1445</w:t>
      </w:r>
      <w:r>
        <w:tab/>
        <w:t>2.047e0</w:t>
      </w:r>
    </w:p>
    <w:p w:rsidR="00557788" w:rsidRDefault="00557788" w:rsidP="00557788">
      <w:r>
        <w:t>175.1486</w:t>
      </w:r>
      <w:r>
        <w:tab/>
        <w:t>1.695e0</w:t>
      </w:r>
    </w:p>
    <w:p w:rsidR="00557788" w:rsidRDefault="00557788" w:rsidP="00557788">
      <w:r>
        <w:t>175.1687</w:t>
      </w:r>
      <w:r>
        <w:tab/>
        <w:t>1.597e0</w:t>
      </w:r>
    </w:p>
    <w:p w:rsidR="00557788" w:rsidRDefault="00557788" w:rsidP="00557788">
      <w:r>
        <w:t>175.1839</w:t>
      </w:r>
      <w:r>
        <w:tab/>
        <w:t>9.188e0</w:t>
      </w:r>
    </w:p>
    <w:p w:rsidR="00557788" w:rsidRDefault="00557788" w:rsidP="00557788">
      <w:r>
        <w:t>175.1935</w:t>
      </w:r>
      <w:r>
        <w:tab/>
        <w:t>1.013e0</w:t>
      </w:r>
    </w:p>
    <w:p w:rsidR="00557788" w:rsidRDefault="00557788" w:rsidP="00557788">
      <w:r>
        <w:t>175.2002</w:t>
      </w:r>
      <w:r>
        <w:tab/>
        <w:t>3.038e0</w:t>
      </w:r>
    </w:p>
    <w:p w:rsidR="00557788" w:rsidRDefault="00557788" w:rsidP="00557788">
      <w:r>
        <w:t>175.2095</w:t>
      </w:r>
      <w:r>
        <w:tab/>
        <w:t>2.025e0</w:t>
      </w:r>
    </w:p>
    <w:p w:rsidR="00557788" w:rsidRDefault="00557788" w:rsidP="00557788">
      <w:r>
        <w:t>175.2111</w:t>
      </w:r>
      <w:r>
        <w:tab/>
        <w:t>1.025e0</w:t>
      </w:r>
    </w:p>
    <w:p w:rsidR="00557788" w:rsidRDefault="00557788" w:rsidP="00557788">
      <w:r>
        <w:t>175.2144</w:t>
      </w:r>
      <w:r>
        <w:tab/>
        <w:t>2.038e0</w:t>
      </w:r>
    </w:p>
    <w:p w:rsidR="00557788" w:rsidRDefault="00557788" w:rsidP="00557788">
      <w:r>
        <w:lastRenderedPageBreak/>
        <w:t>175.2213</w:t>
      </w:r>
      <w:r>
        <w:tab/>
        <w:t>1.025e0</w:t>
      </w:r>
    </w:p>
    <w:p w:rsidR="00557788" w:rsidRDefault="00557788" w:rsidP="00557788">
      <w:r>
        <w:t>175.2351</w:t>
      </w:r>
      <w:r>
        <w:tab/>
        <w:t>1.025e0</w:t>
      </w:r>
    </w:p>
    <w:p w:rsidR="00557788" w:rsidRDefault="00557788" w:rsidP="00557788">
      <w:r>
        <w:t>175.2368</w:t>
      </w:r>
      <w:r>
        <w:tab/>
        <w:t>2.025e0</w:t>
      </w:r>
    </w:p>
    <w:p w:rsidR="00557788" w:rsidRDefault="00557788" w:rsidP="00557788">
      <w:r>
        <w:t>175.2402</w:t>
      </w:r>
      <w:r>
        <w:tab/>
        <w:t>2.063e0</w:t>
      </w:r>
    </w:p>
    <w:p w:rsidR="00557788" w:rsidRDefault="00557788" w:rsidP="00557788">
      <w:r>
        <w:t>175.2596</w:t>
      </w:r>
      <w:r>
        <w:tab/>
        <w:t>1.038e0</w:t>
      </w:r>
    </w:p>
    <w:p w:rsidR="00557788" w:rsidRDefault="00557788" w:rsidP="00557788">
      <w:r>
        <w:t>175.2738</w:t>
      </w:r>
      <w:r>
        <w:tab/>
        <w:t>1.013e0</w:t>
      </w:r>
    </w:p>
    <w:p w:rsidR="00557788" w:rsidRDefault="00557788" w:rsidP="00557788">
      <w:r>
        <w:t>175.2751</w:t>
      </w:r>
      <w:r>
        <w:tab/>
        <w:t>2.297e0</w:t>
      </w:r>
    </w:p>
    <w:p w:rsidR="00557788" w:rsidRDefault="00557788" w:rsidP="00557788">
      <w:r>
        <w:t>175.2836</w:t>
      </w:r>
      <w:r>
        <w:tab/>
        <w:t>2.051e0</w:t>
      </w:r>
    </w:p>
    <w:p w:rsidR="00557788" w:rsidRDefault="00557788" w:rsidP="00557788">
      <w:r>
        <w:t>175.2951</w:t>
      </w:r>
      <w:r>
        <w:tab/>
        <w:t>3.038e0</w:t>
      </w:r>
    </w:p>
    <w:p w:rsidR="00557788" w:rsidRDefault="00557788" w:rsidP="00557788">
      <w:r>
        <w:t>175.2986</w:t>
      </w:r>
      <w:r>
        <w:tab/>
        <w:t>1.025e0</w:t>
      </w:r>
    </w:p>
    <w:p w:rsidR="00557788" w:rsidRDefault="00557788" w:rsidP="00557788">
      <w:r>
        <w:t>175.3040</w:t>
      </w:r>
      <w:r>
        <w:tab/>
        <w:t>2.025e0</w:t>
      </w:r>
    </w:p>
    <w:p w:rsidR="00557788" w:rsidRDefault="00557788" w:rsidP="00557788">
      <w:r>
        <w:t>175.3180</w:t>
      </w:r>
      <w:r>
        <w:tab/>
        <w:t>3.038e0</w:t>
      </w:r>
    </w:p>
    <w:p w:rsidR="00557788" w:rsidRDefault="00557788" w:rsidP="00557788">
      <w:r>
        <w:t>175.3199</w:t>
      </w:r>
      <w:r>
        <w:tab/>
        <w:t>1.013e0</w:t>
      </w:r>
    </w:p>
    <w:p w:rsidR="00557788" w:rsidRDefault="00557788" w:rsidP="00557788">
      <w:r>
        <w:t>175.3217</w:t>
      </w:r>
      <w:r>
        <w:tab/>
        <w:t>2.532e-2</w:t>
      </w:r>
    </w:p>
    <w:p w:rsidR="00557788" w:rsidRDefault="00557788" w:rsidP="00557788">
      <w:r>
        <w:t>175.3400</w:t>
      </w:r>
      <w:r>
        <w:tab/>
        <w:t>5.063e0</w:t>
      </w:r>
    </w:p>
    <w:p w:rsidR="00557788" w:rsidRDefault="00557788" w:rsidP="00557788">
      <w:r>
        <w:t>175.3430</w:t>
      </w:r>
      <w:r>
        <w:tab/>
        <w:t>2.025e0</w:t>
      </w:r>
    </w:p>
    <w:p w:rsidR="00557788" w:rsidRDefault="00557788" w:rsidP="00557788">
      <w:r>
        <w:t>175.3484</w:t>
      </w:r>
      <w:r>
        <w:tab/>
        <w:t>4.051e0</w:t>
      </w:r>
    </w:p>
    <w:p w:rsidR="00557788" w:rsidRDefault="00557788" w:rsidP="00557788">
      <w:r>
        <w:t>175.3608</w:t>
      </w:r>
      <w:r>
        <w:tab/>
        <w:t>2.025e0</w:t>
      </w:r>
    </w:p>
    <w:p w:rsidR="00557788" w:rsidRDefault="00557788" w:rsidP="00557788">
      <w:r>
        <w:t>175.3659</w:t>
      </w:r>
      <w:r>
        <w:tab/>
        <w:t>2.532e-2</w:t>
      </w:r>
    </w:p>
    <w:p w:rsidR="00557788" w:rsidRDefault="00557788" w:rsidP="00557788">
      <w:r>
        <w:lastRenderedPageBreak/>
        <w:t>175.3761</w:t>
      </w:r>
      <w:r>
        <w:tab/>
        <w:t>1.266e-2</w:t>
      </w:r>
    </w:p>
    <w:p w:rsidR="00557788" w:rsidRDefault="00557788" w:rsidP="00557788">
      <w:r>
        <w:t>175.3795</w:t>
      </w:r>
      <w:r>
        <w:tab/>
        <w:t>1.266e-2</w:t>
      </w:r>
    </w:p>
    <w:p w:rsidR="00557788" w:rsidRDefault="00557788" w:rsidP="00557788">
      <w:r>
        <w:t>175.3922</w:t>
      </w:r>
      <w:r>
        <w:tab/>
        <w:t>1.038e0</w:t>
      </w:r>
    </w:p>
    <w:p w:rsidR="00557788" w:rsidRDefault="00557788" w:rsidP="00557788">
      <w:r>
        <w:t>175.3967</w:t>
      </w:r>
      <w:r>
        <w:tab/>
        <w:t>1.266e-2</w:t>
      </w:r>
    </w:p>
    <w:p w:rsidR="00557788" w:rsidRDefault="00557788" w:rsidP="00557788">
      <w:r>
        <w:t>175.4109</w:t>
      </w:r>
      <w:r>
        <w:tab/>
        <w:t>1.013e0</w:t>
      </w:r>
    </w:p>
    <w:p w:rsidR="00557788" w:rsidRDefault="00557788" w:rsidP="00557788">
      <w:r>
        <w:t>175.4145</w:t>
      </w:r>
      <w:r>
        <w:tab/>
        <w:t>1.013e0</w:t>
      </w:r>
    </w:p>
    <w:p w:rsidR="00557788" w:rsidRDefault="00557788" w:rsidP="00557788">
      <w:r>
        <w:t>175.4234</w:t>
      </w:r>
      <w:r>
        <w:tab/>
        <w:t>2.025e0</w:t>
      </w:r>
    </w:p>
    <w:p w:rsidR="00557788" w:rsidRDefault="00557788" w:rsidP="00557788">
      <w:r>
        <w:t>175.4310</w:t>
      </w:r>
      <w:r>
        <w:tab/>
        <w:t>4.051e0</w:t>
      </w:r>
    </w:p>
    <w:p w:rsidR="00557788" w:rsidRDefault="00557788" w:rsidP="00557788">
      <w:r>
        <w:t>175.4394</w:t>
      </w:r>
      <w:r>
        <w:tab/>
        <w:t>1.013e0</w:t>
      </w:r>
    </w:p>
    <w:p w:rsidR="00557788" w:rsidRDefault="00557788" w:rsidP="00557788">
      <w:r>
        <w:t>175.4438</w:t>
      </w:r>
      <w:r>
        <w:tab/>
        <w:t>4.051e0</w:t>
      </w:r>
    </w:p>
    <w:p w:rsidR="00557788" w:rsidRDefault="00557788" w:rsidP="00557788">
      <w:r>
        <w:t>175.4464</w:t>
      </w:r>
      <w:r>
        <w:tab/>
        <w:t>2.025e0</w:t>
      </w:r>
    </w:p>
    <w:p w:rsidR="00557788" w:rsidRDefault="00557788" w:rsidP="00557788">
      <w:r>
        <w:t>175.4571</w:t>
      </w:r>
      <w:r>
        <w:tab/>
        <w:t>1.013e0</w:t>
      </w:r>
    </w:p>
    <w:p w:rsidR="00557788" w:rsidRDefault="00557788" w:rsidP="00557788">
      <w:r>
        <w:t>175.4641</w:t>
      </w:r>
      <w:r>
        <w:tab/>
        <w:t>2.025e0</w:t>
      </w:r>
    </w:p>
    <w:p w:rsidR="00557788" w:rsidRDefault="00557788" w:rsidP="00557788">
      <w:r>
        <w:t>175.4713</w:t>
      </w:r>
      <w:r>
        <w:tab/>
        <w:t>4.051e0</w:t>
      </w:r>
    </w:p>
    <w:p w:rsidR="00557788" w:rsidRDefault="00557788" w:rsidP="00557788">
      <w:r>
        <w:t>175.4855</w:t>
      </w:r>
      <w:r>
        <w:tab/>
        <w:t>1.013e0</w:t>
      </w:r>
    </w:p>
    <w:p w:rsidR="00557788" w:rsidRDefault="00557788" w:rsidP="00557788">
      <w:r>
        <w:t>175.4890</w:t>
      </w:r>
      <w:r>
        <w:tab/>
        <w:t>1.013e0</w:t>
      </w:r>
    </w:p>
    <w:p w:rsidR="00557788" w:rsidRDefault="00557788" w:rsidP="00557788">
      <w:r>
        <w:t>175.4926</w:t>
      </w:r>
      <w:r>
        <w:tab/>
        <w:t>2.025e0</w:t>
      </w:r>
    </w:p>
    <w:p w:rsidR="00557788" w:rsidRDefault="00557788" w:rsidP="00557788">
      <w:r>
        <w:t>175.4962</w:t>
      </w:r>
      <w:r>
        <w:tab/>
        <w:t>4.051e0</w:t>
      </w:r>
    </w:p>
    <w:p w:rsidR="00557788" w:rsidRDefault="00557788" w:rsidP="00557788">
      <w:r>
        <w:t>175.5137</w:t>
      </w:r>
      <w:r>
        <w:tab/>
        <w:t>1.013e0</w:t>
      </w:r>
    </w:p>
    <w:p w:rsidR="00557788" w:rsidRDefault="00557788" w:rsidP="00557788">
      <w:r>
        <w:lastRenderedPageBreak/>
        <w:t>175.5240</w:t>
      </w:r>
      <w:r>
        <w:tab/>
        <w:t>2.025e0</w:t>
      </w:r>
    </w:p>
    <w:p w:rsidR="00557788" w:rsidRDefault="00557788" w:rsidP="00557788">
      <w:r>
        <w:t>175.5275</w:t>
      </w:r>
      <w:r>
        <w:tab/>
        <w:t>1.266e-2</w:t>
      </w:r>
    </w:p>
    <w:p w:rsidR="00557788" w:rsidRDefault="00557788" w:rsidP="00557788">
      <w:r>
        <w:t>175.5380</w:t>
      </w:r>
      <w:r>
        <w:tab/>
        <w:t>5.089e0</w:t>
      </w:r>
    </w:p>
    <w:p w:rsidR="00557788" w:rsidRDefault="00557788" w:rsidP="00557788">
      <w:r>
        <w:t>175.5407</w:t>
      </w:r>
      <w:r>
        <w:tab/>
        <w:t>4.051e0</w:t>
      </w:r>
    </w:p>
    <w:p w:rsidR="00557788" w:rsidRDefault="00557788" w:rsidP="00557788">
      <w:r>
        <w:t>175.5550</w:t>
      </w:r>
      <w:r>
        <w:tab/>
        <w:t>3.038e0</w:t>
      </w:r>
    </w:p>
    <w:p w:rsidR="00557788" w:rsidRDefault="00557788" w:rsidP="00557788">
      <w:r>
        <w:t>175.5676</w:t>
      </w:r>
      <w:r>
        <w:tab/>
        <w:t>2.025e0</w:t>
      </w:r>
    </w:p>
    <w:p w:rsidR="00557788" w:rsidRDefault="00557788" w:rsidP="00557788">
      <w:r>
        <w:t>175.5730</w:t>
      </w:r>
      <w:r>
        <w:tab/>
        <w:t>2.532e-2</w:t>
      </w:r>
    </w:p>
    <w:p w:rsidR="00557788" w:rsidRDefault="00557788" w:rsidP="00557788">
      <w:r>
        <w:t>175.5831</w:t>
      </w:r>
      <w:r>
        <w:tab/>
        <w:t>7.101e0</w:t>
      </w:r>
    </w:p>
    <w:p w:rsidR="00557788" w:rsidRDefault="00557788" w:rsidP="00557788">
      <w:r>
        <w:t>175.5965</w:t>
      </w:r>
      <w:r>
        <w:tab/>
        <w:t>5.063e0</w:t>
      </w:r>
    </w:p>
    <w:p w:rsidR="00557788" w:rsidRDefault="00557788" w:rsidP="00557788">
      <w:r>
        <w:t>175.6084</w:t>
      </w:r>
      <w:r>
        <w:tab/>
        <w:t>1.025e0</w:t>
      </w:r>
    </w:p>
    <w:p w:rsidR="00557788" w:rsidRDefault="00557788" w:rsidP="00557788">
      <w:r>
        <w:t>175.6120</w:t>
      </w:r>
      <w:r>
        <w:tab/>
        <w:t>1.013e0</w:t>
      </w:r>
    </w:p>
    <w:p w:rsidR="00557788" w:rsidRDefault="00557788" w:rsidP="00557788">
      <w:r>
        <w:t>175.6280</w:t>
      </w:r>
      <w:r>
        <w:tab/>
        <w:t>2.025e0</w:t>
      </w:r>
    </w:p>
    <w:p w:rsidR="00557788" w:rsidRDefault="00557788" w:rsidP="00557788">
      <w:r>
        <w:t>175.6315</w:t>
      </w:r>
      <w:r>
        <w:tab/>
        <w:t>2.025e0</w:t>
      </w:r>
    </w:p>
    <w:p w:rsidR="00557788" w:rsidRDefault="00557788" w:rsidP="00557788">
      <w:r>
        <w:t>175.6333</w:t>
      </w:r>
      <w:r>
        <w:tab/>
        <w:t>2.025e0</w:t>
      </w:r>
    </w:p>
    <w:p w:rsidR="00557788" w:rsidRDefault="00557788" w:rsidP="00557788">
      <w:r>
        <w:t>175.6476</w:t>
      </w:r>
      <w:r>
        <w:tab/>
        <w:t>1.266e-2</w:t>
      </w:r>
    </w:p>
    <w:p w:rsidR="00557788" w:rsidRDefault="00557788" w:rsidP="00557788">
      <w:r>
        <w:t>175.6511</w:t>
      </w:r>
      <w:r>
        <w:tab/>
        <w:t>2.038e0</w:t>
      </w:r>
    </w:p>
    <w:p w:rsidR="00557788" w:rsidRDefault="00557788" w:rsidP="00557788">
      <w:r>
        <w:t>175.6529</w:t>
      </w:r>
      <w:r>
        <w:tab/>
        <w:t>2.532e-2</w:t>
      </w:r>
    </w:p>
    <w:p w:rsidR="00557788" w:rsidRDefault="00557788" w:rsidP="00557788">
      <w:r>
        <w:t>175.6688</w:t>
      </w:r>
      <w:r>
        <w:tab/>
        <w:t>2.025e0</w:t>
      </w:r>
    </w:p>
    <w:p w:rsidR="00557788" w:rsidRDefault="00557788" w:rsidP="00557788">
      <w:r>
        <w:t>175.6721</w:t>
      </w:r>
      <w:r>
        <w:tab/>
        <w:t>2.532e-2</w:t>
      </w:r>
    </w:p>
    <w:p w:rsidR="00557788" w:rsidRDefault="00557788" w:rsidP="00557788">
      <w:r>
        <w:lastRenderedPageBreak/>
        <w:t>175.6928</w:t>
      </w:r>
      <w:r>
        <w:tab/>
        <w:t>1.266e-2</w:t>
      </w:r>
    </w:p>
    <w:p w:rsidR="00557788" w:rsidRDefault="00557788" w:rsidP="00557788">
      <w:r>
        <w:t>175.6960</w:t>
      </w:r>
      <w:r>
        <w:tab/>
        <w:t>2.038e0</w:t>
      </w:r>
    </w:p>
    <w:p w:rsidR="00557788" w:rsidRDefault="00557788" w:rsidP="00557788">
      <w:r>
        <w:t>175.6990</w:t>
      </w:r>
      <w:r>
        <w:tab/>
        <w:t>3.051e0</w:t>
      </w:r>
    </w:p>
    <w:p w:rsidR="00557788" w:rsidRDefault="00557788" w:rsidP="00557788">
      <w:r>
        <w:t>175.7208</w:t>
      </w:r>
      <w:r>
        <w:tab/>
        <w:t>1.266e-2</w:t>
      </w:r>
    </w:p>
    <w:p w:rsidR="00557788" w:rsidRDefault="00557788" w:rsidP="00557788">
      <w:r>
        <w:t>175.7285</w:t>
      </w:r>
      <w:r>
        <w:tab/>
        <w:t>4.051e0</w:t>
      </w:r>
    </w:p>
    <w:p w:rsidR="00557788" w:rsidRDefault="00557788" w:rsidP="00557788">
      <w:r>
        <w:t>175.7332</w:t>
      </w:r>
      <w:r>
        <w:tab/>
        <w:t>2.025e0</w:t>
      </w:r>
    </w:p>
    <w:p w:rsidR="00557788" w:rsidRDefault="00557788" w:rsidP="00557788">
      <w:r>
        <w:t>175.7350</w:t>
      </w:r>
      <w:r>
        <w:tab/>
        <w:t>2.025e0</w:t>
      </w:r>
    </w:p>
    <w:p w:rsidR="00557788" w:rsidRDefault="00557788" w:rsidP="00557788">
      <w:r>
        <w:t>175.7450</w:t>
      </w:r>
      <w:r>
        <w:tab/>
        <w:t>4.051e0</w:t>
      </w:r>
    </w:p>
    <w:p w:rsidR="00557788" w:rsidRDefault="00557788" w:rsidP="00557788">
      <w:r>
        <w:t>175.7504</w:t>
      </w:r>
      <w:r>
        <w:tab/>
        <w:t>3.038e0</w:t>
      </w:r>
    </w:p>
    <w:p w:rsidR="00557788" w:rsidRDefault="00557788" w:rsidP="00557788">
      <w:r>
        <w:t>175.7615</w:t>
      </w:r>
      <w:r>
        <w:tab/>
        <w:t>3.038e0</w:t>
      </w:r>
    </w:p>
    <w:p w:rsidR="00557788" w:rsidRDefault="00557788" w:rsidP="00557788">
      <w:r>
        <w:t>175.7634</w:t>
      </w:r>
      <w:r>
        <w:tab/>
        <w:t>1.025e0</w:t>
      </w:r>
    </w:p>
    <w:p w:rsidR="00557788" w:rsidRDefault="00557788" w:rsidP="00557788">
      <w:r>
        <w:t>175.7728</w:t>
      </w:r>
      <w:r>
        <w:tab/>
        <w:t>5.063e0</w:t>
      </w:r>
    </w:p>
    <w:p w:rsidR="00557788" w:rsidRDefault="00557788" w:rsidP="00557788">
      <w:r>
        <w:t>175.7741</w:t>
      </w:r>
      <w:r>
        <w:tab/>
        <w:t>1.266e-2</w:t>
      </w:r>
    </w:p>
    <w:p w:rsidR="00557788" w:rsidRDefault="00557788" w:rsidP="00557788">
      <w:r>
        <w:t>175.7776</w:t>
      </w:r>
      <w:r>
        <w:tab/>
        <w:t>2.532e-2</w:t>
      </w:r>
    </w:p>
    <w:p w:rsidR="00557788" w:rsidRDefault="00557788" w:rsidP="00557788">
      <w:r>
        <w:t>175.7822</w:t>
      </w:r>
      <w:r>
        <w:tab/>
        <w:t>1.038e0</w:t>
      </w:r>
    </w:p>
    <w:p w:rsidR="00557788" w:rsidRDefault="00557788" w:rsidP="00557788">
      <w:r>
        <w:t>175.7883</w:t>
      </w:r>
      <w:r>
        <w:tab/>
        <w:t>2.532e-2</w:t>
      </w:r>
    </w:p>
    <w:p w:rsidR="00557788" w:rsidRDefault="00557788" w:rsidP="00557788">
      <w:r>
        <w:t>175.7964</w:t>
      </w:r>
      <w:r>
        <w:tab/>
        <w:t>3.038e0</w:t>
      </w:r>
    </w:p>
    <w:p w:rsidR="00557788" w:rsidRDefault="00557788" w:rsidP="00557788">
      <w:r>
        <w:t>175.8037</w:t>
      </w:r>
      <w:r>
        <w:tab/>
        <w:t>5.063e0</w:t>
      </w:r>
    </w:p>
    <w:p w:rsidR="00557788" w:rsidRDefault="00557788" w:rsidP="00557788">
      <w:r>
        <w:t>175.8061</w:t>
      </w:r>
      <w:r>
        <w:tab/>
        <w:t>1.013e0</w:t>
      </w:r>
    </w:p>
    <w:p w:rsidR="00557788" w:rsidRDefault="00557788" w:rsidP="00557788">
      <w:r>
        <w:lastRenderedPageBreak/>
        <w:t>175.8203</w:t>
      </w:r>
      <w:r>
        <w:tab/>
        <w:t>1.025e0</w:t>
      </w:r>
    </w:p>
    <w:p w:rsidR="00557788" w:rsidRDefault="00557788" w:rsidP="00557788">
      <w:r>
        <w:t>175.8291</w:t>
      </w:r>
      <w:r>
        <w:tab/>
        <w:t>2.025e0</w:t>
      </w:r>
    </w:p>
    <w:p w:rsidR="00557788" w:rsidRDefault="00557788" w:rsidP="00557788">
      <w:r>
        <w:t>175.8368</w:t>
      </w:r>
      <w:r>
        <w:tab/>
        <w:t>4.051e0</w:t>
      </w:r>
    </w:p>
    <w:p w:rsidR="00557788" w:rsidRDefault="00557788" w:rsidP="00557788">
      <w:r>
        <w:t>175.8423</w:t>
      </w:r>
      <w:r>
        <w:tab/>
        <w:t>3.038e0</w:t>
      </w:r>
    </w:p>
    <w:p w:rsidR="00557788" w:rsidRDefault="00557788" w:rsidP="00557788">
      <w:r>
        <w:t>175.8444</w:t>
      </w:r>
      <w:r>
        <w:tab/>
        <w:t>1.038e0</w:t>
      </w:r>
    </w:p>
    <w:p w:rsidR="00557788" w:rsidRDefault="00557788" w:rsidP="00557788">
      <w:r>
        <w:t>175.8479</w:t>
      </w:r>
      <w:r>
        <w:tab/>
        <w:t>1.266e-2</w:t>
      </w:r>
    </w:p>
    <w:p w:rsidR="00557788" w:rsidRDefault="00557788" w:rsidP="00557788">
      <w:r>
        <w:t>175.8597</w:t>
      </w:r>
      <w:r>
        <w:tab/>
        <w:t>2.025e0</w:t>
      </w:r>
    </w:p>
    <w:p w:rsidR="00557788" w:rsidRDefault="00557788" w:rsidP="00557788">
      <w:r>
        <w:t>175.8635</w:t>
      </w:r>
      <w:r>
        <w:tab/>
        <w:t>2.025e0</w:t>
      </w:r>
    </w:p>
    <w:p w:rsidR="00557788" w:rsidRDefault="00557788" w:rsidP="00557788">
      <w:r>
        <w:t>175.8793</w:t>
      </w:r>
      <w:r>
        <w:tab/>
        <w:t>1.013e0</w:t>
      </w:r>
    </w:p>
    <w:p w:rsidR="00557788" w:rsidRDefault="00557788" w:rsidP="00557788">
      <w:r>
        <w:t>175.8829</w:t>
      </w:r>
      <w:r>
        <w:tab/>
        <w:t>1.266e-2</w:t>
      </w:r>
    </w:p>
    <w:p w:rsidR="00557788" w:rsidRDefault="00557788" w:rsidP="00557788">
      <w:r>
        <w:t>175.8912</w:t>
      </w:r>
      <w:r>
        <w:tab/>
        <w:t>1.038e0</w:t>
      </w:r>
    </w:p>
    <w:p w:rsidR="00557788" w:rsidRDefault="00557788" w:rsidP="00557788">
      <w:r>
        <w:t>175.9043</w:t>
      </w:r>
      <w:r>
        <w:tab/>
        <w:t>1.013e0</w:t>
      </w:r>
    </w:p>
    <w:p w:rsidR="00557788" w:rsidRDefault="00557788" w:rsidP="00557788">
      <w:r>
        <w:t>175.9078</w:t>
      </w:r>
      <w:r>
        <w:tab/>
        <w:t>1.266e-2</w:t>
      </w:r>
    </w:p>
    <w:p w:rsidR="00557788" w:rsidRDefault="00557788" w:rsidP="00557788">
      <w:r>
        <w:t>175.9097</w:t>
      </w:r>
      <w:r>
        <w:tab/>
        <w:t>5.063e0</w:t>
      </w:r>
    </w:p>
    <w:p w:rsidR="00557788" w:rsidRDefault="00557788" w:rsidP="00557788">
      <w:r>
        <w:t>175.9149</w:t>
      </w:r>
      <w:r>
        <w:tab/>
        <w:t>1.013e0</w:t>
      </w:r>
    </w:p>
    <w:p w:rsidR="00557788" w:rsidRDefault="00557788" w:rsidP="00557788">
      <w:r>
        <w:t>175.9362</w:t>
      </w:r>
      <w:r>
        <w:tab/>
        <w:t>1.013e0</w:t>
      </w:r>
    </w:p>
    <w:p w:rsidR="00557788" w:rsidRDefault="00557788" w:rsidP="00557788">
      <w:r>
        <w:t>175.9540</w:t>
      </w:r>
      <w:r>
        <w:tab/>
        <w:t>1.266e-2</w:t>
      </w:r>
    </w:p>
    <w:p w:rsidR="00557788" w:rsidRDefault="00557788" w:rsidP="00557788">
      <w:r>
        <w:t>175.9558</w:t>
      </w:r>
      <w:r>
        <w:tab/>
        <w:t>2.025e0</w:t>
      </w:r>
    </w:p>
    <w:p w:rsidR="00557788" w:rsidRDefault="00557788" w:rsidP="00557788">
      <w:r>
        <w:t>175.9663</w:t>
      </w:r>
      <w:r>
        <w:tab/>
        <w:t>3.038e0</w:t>
      </w:r>
    </w:p>
    <w:p w:rsidR="00557788" w:rsidRDefault="00557788" w:rsidP="00557788">
      <w:r>
        <w:lastRenderedPageBreak/>
        <w:t>175.9718</w:t>
      </w:r>
      <w:r>
        <w:tab/>
        <w:t>3.063e0</w:t>
      </w:r>
    </w:p>
    <w:p w:rsidR="00557788" w:rsidRDefault="00557788" w:rsidP="00557788">
      <w:r>
        <w:t>175.9754</w:t>
      </w:r>
      <w:r>
        <w:tab/>
        <w:t>1.013e0</w:t>
      </w:r>
    </w:p>
    <w:p w:rsidR="00557788" w:rsidRDefault="00557788" w:rsidP="00557788">
      <w:r>
        <w:t>175.9979</w:t>
      </w:r>
      <w:r>
        <w:tab/>
        <w:t>2.025e0</w:t>
      </w:r>
    </w:p>
    <w:p w:rsidR="00557788" w:rsidRDefault="00557788" w:rsidP="00557788">
      <w:r>
        <w:t>176.0065</w:t>
      </w:r>
      <w:r>
        <w:tab/>
        <w:t>5.063e0</w:t>
      </w:r>
    </w:p>
    <w:p w:rsidR="00557788" w:rsidRDefault="00557788" w:rsidP="00557788">
      <w:r>
        <w:t>176.0083</w:t>
      </w:r>
      <w:r>
        <w:tab/>
        <w:t>3.038e0</w:t>
      </w:r>
    </w:p>
    <w:p w:rsidR="00557788" w:rsidRDefault="00557788" w:rsidP="00557788">
      <w:r>
        <w:t>176.0338</w:t>
      </w:r>
      <w:r>
        <w:tab/>
        <w:t>5.648e0</w:t>
      </w:r>
    </w:p>
    <w:p w:rsidR="00557788" w:rsidRDefault="00557788" w:rsidP="00557788">
      <w:r>
        <w:t>176.0487</w:t>
      </w:r>
      <w:r>
        <w:tab/>
        <w:t>3.038e0</w:t>
      </w:r>
    </w:p>
    <w:p w:rsidR="00557788" w:rsidRDefault="00557788" w:rsidP="00557788">
      <w:r>
        <w:t>176.0557</w:t>
      </w:r>
      <w:r>
        <w:tab/>
        <w:t>1.880e0</w:t>
      </w:r>
    </w:p>
    <w:p w:rsidR="00557788" w:rsidRDefault="00557788" w:rsidP="00557788">
      <w:r>
        <w:t>176.0684</w:t>
      </w:r>
      <w:r>
        <w:tab/>
        <w:t>1.316e0</w:t>
      </w:r>
    </w:p>
    <w:p w:rsidR="00557788" w:rsidRDefault="00557788" w:rsidP="00557788">
      <w:r>
        <w:t>176.0794</w:t>
      </w:r>
      <w:r>
        <w:tab/>
        <w:t>2.118e0</w:t>
      </w:r>
    </w:p>
    <w:p w:rsidR="00557788" w:rsidRDefault="00557788" w:rsidP="00557788">
      <w:r>
        <w:t>176.0926</w:t>
      </w:r>
      <w:r>
        <w:tab/>
        <w:t>9.599e0</w:t>
      </w:r>
    </w:p>
    <w:p w:rsidR="00557788" w:rsidRDefault="00557788" w:rsidP="00557788">
      <w:r>
        <w:t>176.0968</w:t>
      </w:r>
      <w:r>
        <w:tab/>
        <w:t>3.885e0</w:t>
      </w:r>
    </w:p>
    <w:p w:rsidR="00557788" w:rsidRDefault="00557788" w:rsidP="00557788">
      <w:r>
        <w:t>176.1042</w:t>
      </w:r>
      <w:r>
        <w:tab/>
        <w:t>2.541e0</w:t>
      </w:r>
    </w:p>
    <w:p w:rsidR="00557788" w:rsidRDefault="00557788" w:rsidP="00557788">
      <w:r>
        <w:t>176.1077</w:t>
      </w:r>
      <w:r>
        <w:tab/>
        <w:t>9.971e0</w:t>
      </w:r>
    </w:p>
    <w:p w:rsidR="00557788" w:rsidRDefault="00557788" w:rsidP="00557788">
      <w:r>
        <w:t>176.1140</w:t>
      </w:r>
      <w:r>
        <w:tab/>
        <w:t>1.444e-1</w:t>
      </w:r>
    </w:p>
    <w:p w:rsidR="00557788" w:rsidRDefault="00557788" w:rsidP="00557788">
      <w:r>
        <w:t>176.1164</w:t>
      </w:r>
      <w:r>
        <w:tab/>
        <w:t>8.951e-1</w:t>
      </w:r>
    </w:p>
    <w:p w:rsidR="00557788" w:rsidRDefault="00557788" w:rsidP="00557788">
      <w:r>
        <w:t>176.1213</w:t>
      </w:r>
      <w:r>
        <w:tab/>
        <w:t>8.244e0</w:t>
      </w:r>
    </w:p>
    <w:p w:rsidR="00557788" w:rsidRDefault="00557788" w:rsidP="00557788">
      <w:r>
        <w:t>176.1306</w:t>
      </w:r>
      <w:r>
        <w:tab/>
        <w:t>1.799e0</w:t>
      </w:r>
    </w:p>
    <w:p w:rsidR="00557788" w:rsidRDefault="00557788" w:rsidP="00557788">
      <w:r>
        <w:t>176.1402</w:t>
      </w:r>
      <w:r>
        <w:tab/>
        <w:t>3.351e0</w:t>
      </w:r>
    </w:p>
    <w:p w:rsidR="00557788" w:rsidRDefault="00557788" w:rsidP="00557788">
      <w:r>
        <w:lastRenderedPageBreak/>
        <w:t>176.1503</w:t>
      </w:r>
      <w:r>
        <w:tab/>
        <w:t>2.076e0</w:t>
      </w:r>
    </w:p>
    <w:p w:rsidR="00557788" w:rsidRDefault="00557788" w:rsidP="00557788">
      <w:r>
        <w:t>176.1653</w:t>
      </w:r>
      <w:r>
        <w:tab/>
        <w:t>2.636e0</w:t>
      </w:r>
    </w:p>
    <w:p w:rsidR="00557788" w:rsidRDefault="00557788" w:rsidP="00557788">
      <w:r>
        <w:t>176.1722</w:t>
      </w:r>
      <w:r>
        <w:tab/>
        <w:t>2.340e0</w:t>
      </w:r>
    </w:p>
    <w:p w:rsidR="00557788" w:rsidRDefault="00557788" w:rsidP="00557788">
      <w:r>
        <w:t>176.1895</w:t>
      </w:r>
      <w:r>
        <w:tab/>
        <w:t>1.266e-2</w:t>
      </w:r>
    </w:p>
    <w:p w:rsidR="00557788" w:rsidRDefault="00557788" w:rsidP="00557788">
      <w:r>
        <w:t>176.1930</w:t>
      </w:r>
      <w:r>
        <w:tab/>
        <w:t>1.025e0</w:t>
      </w:r>
    </w:p>
    <w:p w:rsidR="00557788" w:rsidRDefault="00557788" w:rsidP="00557788">
      <w:r>
        <w:t>176.2002</w:t>
      </w:r>
      <w:r>
        <w:tab/>
        <w:t>1.013e0</w:t>
      </w:r>
    </w:p>
    <w:p w:rsidR="00557788" w:rsidRDefault="00557788" w:rsidP="00557788">
      <w:r>
        <w:t>176.2037</w:t>
      </w:r>
      <w:r>
        <w:tab/>
        <w:t>1.025e0</w:t>
      </w:r>
    </w:p>
    <w:p w:rsidR="00557788" w:rsidRDefault="00557788" w:rsidP="00557788">
      <w:r>
        <w:t>176.2216</w:t>
      </w:r>
      <w:r>
        <w:tab/>
        <w:t>1.038e0</w:t>
      </w:r>
    </w:p>
    <w:p w:rsidR="00557788" w:rsidRDefault="00557788" w:rsidP="00557788">
      <w:r>
        <w:t>176.2239</w:t>
      </w:r>
      <w:r>
        <w:tab/>
        <w:t>3.038e0</w:t>
      </w:r>
    </w:p>
    <w:p w:rsidR="00557788" w:rsidRDefault="00557788" w:rsidP="00557788">
      <w:r>
        <w:t>176.2362</w:t>
      </w:r>
      <w:r>
        <w:tab/>
        <w:t>2.051e0</w:t>
      </w:r>
    </w:p>
    <w:p w:rsidR="00557788" w:rsidRDefault="00557788" w:rsidP="00557788">
      <w:r>
        <w:t>176.2464</w:t>
      </w:r>
      <w:r>
        <w:tab/>
        <w:t>1.013e0</w:t>
      </w:r>
    </w:p>
    <w:p w:rsidR="00557788" w:rsidRDefault="00557788" w:rsidP="00557788">
      <w:r>
        <w:t>176.2500</w:t>
      </w:r>
      <w:r>
        <w:tab/>
        <w:t>3.051e0</w:t>
      </w:r>
    </w:p>
    <w:p w:rsidR="00557788" w:rsidRDefault="00557788" w:rsidP="00557788">
      <w:r>
        <w:t>176.2713</w:t>
      </w:r>
      <w:r>
        <w:tab/>
        <w:t>2.532e-2</w:t>
      </w:r>
    </w:p>
    <w:p w:rsidR="00557788" w:rsidRDefault="00557788" w:rsidP="00557788">
      <w:r>
        <w:t>176.2749</w:t>
      </w:r>
      <w:r>
        <w:tab/>
        <w:t>1.266e-2</w:t>
      </w:r>
    </w:p>
    <w:p w:rsidR="00557788" w:rsidRDefault="00557788" w:rsidP="00557788">
      <w:r>
        <w:t>176.2784</w:t>
      </w:r>
      <w:r>
        <w:tab/>
        <w:t>1.025e0</w:t>
      </w:r>
    </w:p>
    <w:p w:rsidR="00557788" w:rsidRDefault="00557788" w:rsidP="00557788">
      <w:r>
        <w:t>176.2889</w:t>
      </w:r>
      <w:r>
        <w:tab/>
        <w:t>4.520e-1</w:t>
      </w:r>
    </w:p>
    <w:p w:rsidR="00557788" w:rsidRDefault="00557788" w:rsidP="00557788">
      <w:r>
        <w:t>176.2911</w:t>
      </w:r>
      <w:r>
        <w:tab/>
        <w:t>3.038e0</w:t>
      </w:r>
    </w:p>
    <w:p w:rsidR="00557788" w:rsidRDefault="00557788" w:rsidP="00557788">
      <w:r>
        <w:t>176.2999</w:t>
      </w:r>
      <w:r>
        <w:tab/>
        <w:t>2.025e0</w:t>
      </w:r>
    </w:p>
    <w:p w:rsidR="00557788" w:rsidRDefault="00557788" w:rsidP="00557788">
      <w:r>
        <w:t>176.3155</w:t>
      </w:r>
      <w:r>
        <w:tab/>
        <w:t>2.532e-2</w:t>
      </w:r>
    </w:p>
    <w:p w:rsidR="00557788" w:rsidRDefault="00557788" w:rsidP="00557788">
      <w:r>
        <w:lastRenderedPageBreak/>
        <w:t>176.3224</w:t>
      </w:r>
      <w:r>
        <w:tab/>
        <w:t>2.025e0</w:t>
      </w:r>
    </w:p>
    <w:p w:rsidR="00557788" w:rsidRDefault="00557788" w:rsidP="00557788">
      <w:r>
        <w:t>176.3243</w:t>
      </w:r>
      <w:r>
        <w:tab/>
        <w:t>2.532e-2</w:t>
      </w:r>
    </w:p>
    <w:p w:rsidR="00557788" w:rsidRDefault="00557788" w:rsidP="00557788">
      <w:r>
        <w:t>176.3327</w:t>
      </w:r>
      <w:r>
        <w:tab/>
        <w:t>2.025e0</w:t>
      </w:r>
    </w:p>
    <w:p w:rsidR="00557788" w:rsidRDefault="00557788" w:rsidP="00557788">
      <w:r>
        <w:t>176.3380</w:t>
      </w:r>
      <w:r>
        <w:tab/>
        <w:t>1.266e-2</w:t>
      </w:r>
    </w:p>
    <w:p w:rsidR="00557788" w:rsidRDefault="00557788" w:rsidP="00557788">
      <w:r>
        <w:t>176.3660</w:t>
      </w:r>
      <w:r>
        <w:tab/>
        <w:t>2.025e0</w:t>
      </w:r>
    </w:p>
    <w:p w:rsidR="00557788" w:rsidRDefault="00557788" w:rsidP="00557788">
      <w:r>
        <w:t>176.3696</w:t>
      </w:r>
      <w:r>
        <w:tab/>
        <w:t>1.025e0</w:t>
      </w:r>
    </w:p>
    <w:p w:rsidR="00557788" w:rsidRDefault="00557788" w:rsidP="00557788">
      <w:r>
        <w:t>176.3767</w:t>
      </w:r>
      <w:r>
        <w:tab/>
        <w:t>2.025e0</w:t>
      </w:r>
    </w:p>
    <w:p w:rsidR="00557788" w:rsidRDefault="00557788" w:rsidP="00557788">
      <w:r>
        <w:t>176.3927</w:t>
      </w:r>
      <w:r>
        <w:tab/>
        <w:t>2.025e0</w:t>
      </w:r>
    </w:p>
    <w:p w:rsidR="00557788" w:rsidRDefault="00557788" w:rsidP="00557788">
      <w:r>
        <w:t>176.3981</w:t>
      </w:r>
      <w:r>
        <w:tab/>
        <w:t>5.063e0</w:t>
      </w:r>
    </w:p>
    <w:p w:rsidR="00557788" w:rsidRDefault="00557788" w:rsidP="00557788">
      <w:r>
        <w:t>176.3999</w:t>
      </w:r>
      <w:r>
        <w:tab/>
        <w:t>2.025e0</w:t>
      </w:r>
    </w:p>
    <w:p w:rsidR="00557788" w:rsidRDefault="00557788" w:rsidP="00557788">
      <w:r>
        <w:t>176.4116</w:t>
      </w:r>
      <w:r>
        <w:tab/>
        <w:t>4.063e0</w:t>
      </w:r>
    </w:p>
    <w:p w:rsidR="00557788" w:rsidRDefault="00557788" w:rsidP="00557788">
      <w:r>
        <w:t>176.4212</w:t>
      </w:r>
      <w:r>
        <w:tab/>
        <w:t>2.025e0</w:t>
      </w:r>
    </w:p>
    <w:p w:rsidR="00557788" w:rsidRDefault="00557788" w:rsidP="00557788">
      <w:r>
        <w:t>176.4230</w:t>
      </w:r>
      <w:r>
        <w:tab/>
        <w:t>1.013e0</w:t>
      </w:r>
    </w:p>
    <w:p w:rsidR="00557788" w:rsidRDefault="00557788" w:rsidP="00557788">
      <w:r>
        <w:t>176.4372</w:t>
      </w:r>
      <w:r>
        <w:tab/>
        <w:t>1.013e0</w:t>
      </w:r>
    </w:p>
    <w:p w:rsidR="00557788" w:rsidRDefault="00557788" w:rsidP="00557788">
      <w:r>
        <w:t>176.4586</w:t>
      </w:r>
      <w:r>
        <w:tab/>
        <w:t>1.013e0</w:t>
      </w:r>
    </w:p>
    <w:p w:rsidR="00557788" w:rsidRDefault="00557788" w:rsidP="00557788">
      <w:r>
        <w:t>176.4795</w:t>
      </w:r>
      <w:r>
        <w:tab/>
        <w:t>4.051e0</w:t>
      </w:r>
    </w:p>
    <w:p w:rsidR="00557788" w:rsidRDefault="00557788" w:rsidP="00557788">
      <w:r>
        <w:t>176.5005</w:t>
      </w:r>
      <w:r>
        <w:tab/>
        <w:t>2.025e0</w:t>
      </w:r>
    </w:p>
    <w:p w:rsidR="00557788" w:rsidRDefault="00557788" w:rsidP="00557788">
      <w:r>
        <w:t>176.5089</w:t>
      </w:r>
      <w:r>
        <w:tab/>
        <w:t>2.532e-2</w:t>
      </w:r>
    </w:p>
    <w:p w:rsidR="00557788" w:rsidRDefault="00557788" w:rsidP="00557788">
      <w:r>
        <w:t>176.5142</w:t>
      </w:r>
      <w:r>
        <w:tab/>
        <w:t>2.025e0</w:t>
      </w:r>
    </w:p>
    <w:p w:rsidR="00557788" w:rsidRDefault="00557788" w:rsidP="00557788">
      <w:r>
        <w:lastRenderedPageBreak/>
        <w:t>176.5247</w:t>
      </w:r>
      <w:r>
        <w:tab/>
        <w:t>1.266e-2</w:t>
      </w:r>
    </w:p>
    <w:p w:rsidR="00557788" w:rsidRDefault="00557788" w:rsidP="00557788">
      <w:r>
        <w:t>176.5283</w:t>
      </w:r>
      <w:r>
        <w:tab/>
        <w:t>1.025e0</w:t>
      </w:r>
    </w:p>
    <w:p w:rsidR="00557788" w:rsidRDefault="00557788" w:rsidP="00557788">
      <w:r>
        <w:t>176.5391</w:t>
      </w:r>
      <w:r>
        <w:tab/>
        <w:t>1.025e0</w:t>
      </w:r>
    </w:p>
    <w:p w:rsidR="00557788" w:rsidRDefault="00557788" w:rsidP="00557788">
      <w:r>
        <w:t>176.5426</w:t>
      </w:r>
      <w:r>
        <w:tab/>
        <w:t>1.013e0</w:t>
      </w:r>
    </w:p>
    <w:p w:rsidR="00557788" w:rsidRDefault="00557788" w:rsidP="00557788">
      <w:r>
        <w:t>176.5480</w:t>
      </w:r>
      <w:r>
        <w:tab/>
        <w:t>2.025e0</w:t>
      </w:r>
    </w:p>
    <w:p w:rsidR="00557788" w:rsidRDefault="00557788" w:rsidP="00557788">
      <w:r>
        <w:t>176.5566</w:t>
      </w:r>
      <w:r>
        <w:tab/>
        <w:t>1.215e1</w:t>
      </w:r>
    </w:p>
    <w:p w:rsidR="00557788" w:rsidRDefault="00557788" w:rsidP="00557788">
      <w:r>
        <w:t>176.5577</w:t>
      </w:r>
      <w:r>
        <w:tab/>
        <w:t>3.798e-2</w:t>
      </w:r>
    </w:p>
    <w:p w:rsidR="00557788" w:rsidRDefault="00557788" w:rsidP="00557788">
      <w:r>
        <w:t>176.5595</w:t>
      </w:r>
      <w:r>
        <w:tab/>
        <w:t>3.038e0</w:t>
      </w:r>
    </w:p>
    <w:p w:rsidR="00557788" w:rsidRDefault="00557788" w:rsidP="00557788">
      <w:r>
        <w:t>176.5622</w:t>
      </w:r>
      <w:r>
        <w:tab/>
        <w:t>2.051e0</w:t>
      </w:r>
    </w:p>
    <w:p w:rsidR="00557788" w:rsidRDefault="00557788" w:rsidP="00557788">
      <w:r>
        <w:t>176.5818</w:t>
      </w:r>
      <w:r>
        <w:tab/>
        <w:t>1.076e0</w:t>
      </w:r>
    </w:p>
    <w:p w:rsidR="00557788" w:rsidRDefault="00557788" w:rsidP="00557788">
      <w:r>
        <w:t>176.5853</w:t>
      </w:r>
      <w:r>
        <w:tab/>
        <w:t>2.025e0</w:t>
      </w:r>
    </w:p>
    <w:p w:rsidR="00557788" w:rsidRDefault="00557788" w:rsidP="00557788">
      <w:r>
        <w:t>176.5960</w:t>
      </w:r>
      <w:r>
        <w:tab/>
        <w:t>5.063e0</w:t>
      </w:r>
    </w:p>
    <w:p w:rsidR="00557788" w:rsidRDefault="00557788" w:rsidP="00557788">
      <w:r>
        <w:t>176.5995</w:t>
      </w:r>
      <w:r>
        <w:tab/>
        <w:t>1.266e-2</w:t>
      </w:r>
    </w:p>
    <w:p w:rsidR="00557788" w:rsidRDefault="00557788" w:rsidP="00557788">
      <w:r>
        <w:t>176.6013</w:t>
      </w:r>
      <w:r>
        <w:tab/>
        <w:t>2.532e-2</w:t>
      </w:r>
    </w:p>
    <w:p w:rsidR="00557788" w:rsidRDefault="00557788" w:rsidP="00557788">
      <w:r>
        <w:t>176.6067</w:t>
      </w:r>
      <w:r>
        <w:tab/>
        <w:t>2.025e0</w:t>
      </w:r>
    </w:p>
    <w:p w:rsidR="00557788" w:rsidRDefault="00557788" w:rsidP="00557788">
      <w:r>
        <w:t>176.6102</w:t>
      </w:r>
      <w:r>
        <w:tab/>
        <w:t>2.025e0</w:t>
      </w:r>
    </w:p>
    <w:p w:rsidR="00557788" w:rsidRDefault="00557788" w:rsidP="00557788">
      <w:r>
        <w:t>176.6313</w:t>
      </w:r>
      <w:r>
        <w:tab/>
        <w:t>3.051e0</w:t>
      </w:r>
    </w:p>
    <w:p w:rsidR="00557788" w:rsidRDefault="00557788" w:rsidP="00557788">
      <w:r>
        <w:t>176.6388</w:t>
      </w:r>
      <w:r>
        <w:tab/>
        <w:t>1.013e0</w:t>
      </w:r>
    </w:p>
    <w:p w:rsidR="00557788" w:rsidRDefault="00557788" w:rsidP="00557788">
      <w:r>
        <w:t>176.6509</w:t>
      </w:r>
      <w:r>
        <w:tab/>
        <w:t>2.532e-2</w:t>
      </w:r>
    </w:p>
    <w:p w:rsidR="00557788" w:rsidRDefault="00557788" w:rsidP="00557788">
      <w:r>
        <w:lastRenderedPageBreak/>
        <w:t>176.6552</w:t>
      </w:r>
      <w:r>
        <w:tab/>
        <w:t>3.038e0</w:t>
      </w:r>
    </w:p>
    <w:p w:rsidR="00557788" w:rsidRDefault="00557788" w:rsidP="00557788">
      <w:r>
        <w:t>176.6579</w:t>
      </w:r>
      <w:r>
        <w:tab/>
        <w:t>2.025e0</w:t>
      </w:r>
    </w:p>
    <w:p w:rsidR="00557788" w:rsidRDefault="00557788" w:rsidP="00557788">
      <w:r>
        <w:t>176.6597</w:t>
      </w:r>
      <w:r>
        <w:tab/>
        <w:t>1.013e0</w:t>
      </w:r>
    </w:p>
    <w:p w:rsidR="00557788" w:rsidRDefault="00557788" w:rsidP="00557788">
      <w:r>
        <w:t>176.6639</w:t>
      </w:r>
      <w:r>
        <w:tab/>
        <w:t>3.798e-2</w:t>
      </w:r>
    </w:p>
    <w:p w:rsidR="00557788" w:rsidRDefault="00557788" w:rsidP="00557788">
      <w:r>
        <w:t>176.6700</w:t>
      </w:r>
      <w:r>
        <w:tab/>
        <w:t>1.266e-2</w:t>
      </w:r>
    </w:p>
    <w:p w:rsidR="00557788" w:rsidRDefault="00557788" w:rsidP="00557788">
      <w:r>
        <w:t>176.6735</w:t>
      </w:r>
      <w:r>
        <w:tab/>
        <w:t>1.266e-2</w:t>
      </w:r>
    </w:p>
    <w:p w:rsidR="00557788" w:rsidRDefault="00557788" w:rsidP="00557788">
      <w:r>
        <w:t>176.6804</w:t>
      </w:r>
      <w:r>
        <w:tab/>
        <w:t>1.266e-2</w:t>
      </w:r>
    </w:p>
    <w:p w:rsidR="00557788" w:rsidRDefault="00557788" w:rsidP="00557788">
      <w:r>
        <w:t>176.6839</w:t>
      </w:r>
      <w:r>
        <w:tab/>
        <w:t>1.013e0</w:t>
      </w:r>
    </w:p>
    <w:p w:rsidR="00557788" w:rsidRDefault="00557788" w:rsidP="00557788">
      <w:r>
        <w:t>176.6943</w:t>
      </w:r>
      <w:r>
        <w:tab/>
        <w:t>1.266e-2</w:t>
      </w:r>
    </w:p>
    <w:p w:rsidR="00557788" w:rsidRDefault="00557788" w:rsidP="00557788">
      <w:r>
        <w:t>176.7010</w:t>
      </w:r>
      <w:r>
        <w:tab/>
        <w:t>2.204e0</w:t>
      </w:r>
    </w:p>
    <w:p w:rsidR="00557788" w:rsidRDefault="00557788" w:rsidP="00557788">
      <w:r>
        <w:t>176.7050</w:t>
      </w:r>
      <w:r>
        <w:tab/>
        <w:t>1.013e0</w:t>
      </w:r>
    </w:p>
    <w:p w:rsidR="00557788" w:rsidRDefault="00557788" w:rsidP="00557788">
      <w:r>
        <w:t>176.7086</w:t>
      </w:r>
      <w:r>
        <w:tab/>
        <w:t>1.038e0</w:t>
      </w:r>
    </w:p>
    <w:p w:rsidR="00557788" w:rsidRDefault="00557788" w:rsidP="00557788">
      <w:r>
        <w:t>176.7104</w:t>
      </w:r>
      <w:r>
        <w:tab/>
        <w:t>2.025e0</w:t>
      </w:r>
    </w:p>
    <w:p w:rsidR="00557788" w:rsidRDefault="00557788" w:rsidP="00557788">
      <w:r>
        <w:t>176.7193</w:t>
      </w:r>
      <w:r>
        <w:tab/>
        <w:t>1.266e-2</w:t>
      </w:r>
    </w:p>
    <w:p w:rsidR="00557788" w:rsidRDefault="00557788" w:rsidP="00557788">
      <w:r>
        <w:t>176.7211</w:t>
      </w:r>
      <w:r>
        <w:tab/>
        <w:t>2.025e0</w:t>
      </w:r>
    </w:p>
    <w:p w:rsidR="00557788" w:rsidRDefault="00557788" w:rsidP="00557788">
      <w:r>
        <w:t>176.7300</w:t>
      </w:r>
      <w:r>
        <w:tab/>
        <w:t>2.051e0</w:t>
      </w:r>
    </w:p>
    <w:p w:rsidR="00557788" w:rsidRDefault="00557788" w:rsidP="00557788">
      <w:r>
        <w:t>176.7317</w:t>
      </w:r>
      <w:r>
        <w:tab/>
        <w:t>2.532e-2</w:t>
      </w:r>
    </w:p>
    <w:p w:rsidR="00557788" w:rsidRDefault="00557788" w:rsidP="00557788">
      <w:r>
        <w:t>176.7442</w:t>
      </w:r>
      <w:r>
        <w:tab/>
        <w:t>1.013e0</w:t>
      </w:r>
    </w:p>
    <w:p w:rsidR="00557788" w:rsidRDefault="00557788" w:rsidP="00557788">
      <w:r>
        <w:t>176.7483</w:t>
      </w:r>
      <w:r>
        <w:tab/>
        <w:t>2.443e0</w:t>
      </w:r>
    </w:p>
    <w:p w:rsidR="00557788" w:rsidRDefault="00557788" w:rsidP="00557788">
      <w:r>
        <w:lastRenderedPageBreak/>
        <w:t>176.7567</w:t>
      </w:r>
      <w:r>
        <w:tab/>
        <w:t>4.051e0</w:t>
      </w:r>
    </w:p>
    <w:p w:rsidR="00557788" w:rsidRDefault="00557788" w:rsidP="00557788">
      <w:r>
        <w:t>176.7584</w:t>
      </w:r>
      <w:r>
        <w:tab/>
        <w:t>2.025e0</w:t>
      </w:r>
    </w:p>
    <w:p w:rsidR="00557788" w:rsidRDefault="00557788" w:rsidP="00557788">
      <w:r>
        <w:t>176.7798</w:t>
      </w:r>
      <w:r>
        <w:tab/>
        <w:t>1.013e0</w:t>
      </w:r>
    </w:p>
    <w:p w:rsidR="00557788" w:rsidRDefault="00557788" w:rsidP="00557788">
      <w:r>
        <w:t>176.7833</w:t>
      </w:r>
      <w:r>
        <w:tab/>
        <w:t>1.025e0</w:t>
      </w:r>
    </w:p>
    <w:p w:rsidR="00557788" w:rsidRDefault="00557788" w:rsidP="00557788">
      <w:r>
        <w:t>176.7905</w:t>
      </w:r>
      <w:r>
        <w:tab/>
        <w:t>1.025e0</w:t>
      </w:r>
    </w:p>
    <w:p w:rsidR="00557788" w:rsidRDefault="00557788" w:rsidP="00557788">
      <w:r>
        <w:t>176.8141</w:t>
      </w:r>
      <w:r>
        <w:tab/>
        <w:t>3.038e0</w:t>
      </w:r>
    </w:p>
    <w:p w:rsidR="00557788" w:rsidRDefault="00557788" w:rsidP="00557788">
      <w:r>
        <w:t>176.8154</w:t>
      </w:r>
      <w:r>
        <w:tab/>
        <w:t>1.013e0</w:t>
      </w:r>
    </w:p>
    <w:p w:rsidR="00557788" w:rsidRDefault="00557788" w:rsidP="00557788">
      <w:r>
        <w:t>176.8190</w:t>
      </w:r>
      <w:r>
        <w:tab/>
        <w:t>2.038e0</w:t>
      </w:r>
    </w:p>
    <w:p w:rsidR="00557788" w:rsidRDefault="00557788" w:rsidP="00557788">
      <w:r>
        <w:t>176.8397</w:t>
      </w:r>
      <w:r>
        <w:tab/>
        <w:t>1.025e0</w:t>
      </w:r>
    </w:p>
    <w:p w:rsidR="00557788" w:rsidRDefault="00557788" w:rsidP="00557788">
      <w:r>
        <w:t>176.8466</w:t>
      </w:r>
      <w:r>
        <w:tab/>
        <w:t>1.013e0</w:t>
      </w:r>
    </w:p>
    <w:p w:rsidR="00557788" w:rsidRDefault="00557788" w:rsidP="00557788">
      <w:r>
        <w:t>176.8629</w:t>
      </w:r>
      <w:r>
        <w:tab/>
        <w:t>3.038e0</w:t>
      </w:r>
    </w:p>
    <w:p w:rsidR="00557788" w:rsidRDefault="00557788" w:rsidP="00557788">
      <w:r>
        <w:t>176.8728</w:t>
      </w:r>
      <w:r>
        <w:tab/>
        <w:t>2.025e0</w:t>
      </w:r>
    </w:p>
    <w:p w:rsidR="00557788" w:rsidRDefault="00557788" w:rsidP="00557788">
      <w:r>
        <w:t>176.8746</w:t>
      </w:r>
      <w:r>
        <w:tab/>
        <w:t>1.013e0</w:t>
      </w:r>
    </w:p>
    <w:p w:rsidR="00557788" w:rsidRDefault="00557788" w:rsidP="00557788">
      <w:r>
        <w:t>176.8764</w:t>
      </w:r>
      <w:r>
        <w:tab/>
        <w:t>2.532e-2</w:t>
      </w:r>
    </w:p>
    <w:p w:rsidR="00557788" w:rsidRDefault="00557788" w:rsidP="00557788">
      <w:r>
        <w:t>176.8885</w:t>
      </w:r>
      <w:r>
        <w:tab/>
        <w:t>3.051e0</w:t>
      </w:r>
    </w:p>
    <w:p w:rsidR="00557788" w:rsidRDefault="00557788" w:rsidP="00557788">
      <w:r>
        <w:t>176.8924</w:t>
      </w:r>
      <w:r>
        <w:tab/>
        <w:t>1.013e0</w:t>
      </w:r>
    </w:p>
    <w:p w:rsidR="00557788" w:rsidRDefault="00557788" w:rsidP="00557788">
      <w:r>
        <w:t>176.8960</w:t>
      </w:r>
      <w:r>
        <w:tab/>
        <w:t>1.266e-2</w:t>
      </w:r>
    </w:p>
    <w:p w:rsidR="00557788" w:rsidRDefault="00557788" w:rsidP="00557788">
      <w:r>
        <w:t>176.9031</w:t>
      </w:r>
      <w:r>
        <w:tab/>
        <w:t>1.025e0</w:t>
      </w:r>
    </w:p>
    <w:p w:rsidR="00557788" w:rsidRDefault="00557788" w:rsidP="00557788">
      <w:r>
        <w:t>176.9067</w:t>
      </w:r>
      <w:r>
        <w:tab/>
        <w:t>1.013e0</w:t>
      </w:r>
    </w:p>
    <w:p w:rsidR="00557788" w:rsidRDefault="00557788" w:rsidP="00557788">
      <w:r>
        <w:lastRenderedPageBreak/>
        <w:t>176.9103</w:t>
      </w:r>
      <w:r>
        <w:tab/>
        <w:t>1.013e0</w:t>
      </w:r>
    </w:p>
    <w:p w:rsidR="00557788" w:rsidRDefault="00557788" w:rsidP="00557788">
      <w:r>
        <w:t>176.9120</w:t>
      </w:r>
      <w:r>
        <w:tab/>
        <w:t>2.025e0</w:t>
      </w:r>
    </w:p>
    <w:p w:rsidR="00557788" w:rsidRDefault="00557788" w:rsidP="00557788">
      <w:r>
        <w:t>176.9245</w:t>
      </w:r>
      <w:r>
        <w:tab/>
        <w:t>2.025e0</w:t>
      </w:r>
    </w:p>
    <w:p w:rsidR="00557788" w:rsidRDefault="00557788" w:rsidP="00557788">
      <w:r>
        <w:t>176.9263</w:t>
      </w:r>
      <w:r>
        <w:tab/>
        <w:t>2.025e0</w:t>
      </w:r>
    </w:p>
    <w:p w:rsidR="00557788" w:rsidRDefault="00557788" w:rsidP="00557788">
      <w:r>
        <w:t>176.9422</w:t>
      </w:r>
      <w:r>
        <w:tab/>
        <w:t>4.089e0</w:t>
      </w:r>
    </w:p>
    <w:p w:rsidR="00557788" w:rsidRDefault="00557788" w:rsidP="00557788">
      <w:r>
        <w:t>176.9492</w:t>
      </w:r>
      <w:r>
        <w:tab/>
        <w:t>2.917e0</w:t>
      </w:r>
    </w:p>
    <w:p w:rsidR="00557788" w:rsidRDefault="00557788" w:rsidP="00557788">
      <w:r>
        <w:t>176.9565</w:t>
      </w:r>
      <w:r>
        <w:tab/>
        <w:t>1.013e0</w:t>
      </w:r>
    </w:p>
    <w:p w:rsidR="00557788" w:rsidRDefault="00557788" w:rsidP="00557788">
      <w:r>
        <w:t>176.9679</w:t>
      </w:r>
      <w:r>
        <w:tab/>
        <w:t>4.063e0</w:t>
      </w:r>
    </w:p>
    <w:p w:rsidR="00557788" w:rsidRDefault="00557788" w:rsidP="00557788">
      <w:r>
        <w:t>176.9888</w:t>
      </w:r>
      <w:r>
        <w:tab/>
        <w:t>3.051e0</w:t>
      </w:r>
    </w:p>
    <w:p w:rsidR="00557788" w:rsidRDefault="00557788" w:rsidP="00557788">
      <w:r>
        <w:t>177.0016</w:t>
      </w:r>
      <w:r>
        <w:tab/>
        <w:t>3.798e-2</w:t>
      </w:r>
    </w:p>
    <w:p w:rsidR="00557788" w:rsidRDefault="00557788" w:rsidP="00557788">
      <w:r>
        <w:t>177.0050</w:t>
      </w:r>
      <w:r>
        <w:tab/>
        <w:t>3.038e0</w:t>
      </w:r>
    </w:p>
    <w:p w:rsidR="00557788" w:rsidRDefault="00557788" w:rsidP="00557788">
      <w:r>
        <w:t>177.0070</w:t>
      </w:r>
      <w:r>
        <w:tab/>
        <w:t>3.798e-2</w:t>
      </w:r>
    </w:p>
    <w:p w:rsidR="00557788" w:rsidRDefault="00557788" w:rsidP="00557788">
      <w:r>
        <w:t>177.0147</w:t>
      </w:r>
      <w:r>
        <w:tab/>
        <w:t>2.025e0</w:t>
      </w:r>
    </w:p>
    <w:p w:rsidR="00557788" w:rsidRDefault="00557788" w:rsidP="00557788">
      <w:r>
        <w:t>177.0248</w:t>
      </w:r>
      <w:r>
        <w:tab/>
        <w:t>1.038e0</w:t>
      </w:r>
    </w:p>
    <w:p w:rsidR="00557788" w:rsidRDefault="00557788" w:rsidP="00557788">
      <w:r>
        <w:t>177.0269</w:t>
      </w:r>
      <w:r>
        <w:tab/>
        <w:t>2.005e0</w:t>
      </w:r>
    </w:p>
    <w:p w:rsidR="00557788" w:rsidRDefault="00557788" w:rsidP="00557788">
      <w:r>
        <w:t>177.0303</w:t>
      </w:r>
      <w:r>
        <w:tab/>
        <w:t>1.025e0</w:t>
      </w:r>
    </w:p>
    <w:p w:rsidR="00557788" w:rsidRDefault="00557788" w:rsidP="00557788">
      <w:r>
        <w:t>177.0338</w:t>
      </w:r>
      <w:r>
        <w:tab/>
        <w:t>1.013e0</w:t>
      </w:r>
    </w:p>
    <w:p w:rsidR="00557788" w:rsidRDefault="00557788" w:rsidP="00557788">
      <w:r>
        <w:t>177.0364</w:t>
      </w:r>
      <w:r>
        <w:tab/>
        <w:t>4.801e0</w:t>
      </w:r>
    </w:p>
    <w:p w:rsidR="00557788" w:rsidRDefault="00557788" w:rsidP="00557788">
      <w:r>
        <w:t>177.0438</w:t>
      </w:r>
      <w:r>
        <w:tab/>
        <w:t>2.076e0</w:t>
      </w:r>
    </w:p>
    <w:p w:rsidR="00557788" w:rsidRDefault="00557788" w:rsidP="00557788">
      <w:r>
        <w:lastRenderedPageBreak/>
        <w:t>177.0477</w:t>
      </w:r>
      <w:r>
        <w:tab/>
        <w:t>3.949e0</w:t>
      </w:r>
    </w:p>
    <w:p w:rsidR="00557788" w:rsidRDefault="00557788" w:rsidP="00557788">
      <w:r>
        <w:t>177.0493</w:t>
      </w:r>
      <w:r>
        <w:tab/>
        <w:t>4.542e0</w:t>
      </w:r>
    </w:p>
    <w:p w:rsidR="00557788" w:rsidRDefault="00557788" w:rsidP="00557788">
      <w:r>
        <w:t>177.0551</w:t>
      </w:r>
      <w:r>
        <w:tab/>
        <w:t>4.051e0</w:t>
      </w:r>
    </w:p>
    <w:p w:rsidR="00557788" w:rsidRDefault="00557788" w:rsidP="00557788">
      <w:r>
        <w:t>177.0812</w:t>
      </w:r>
      <w:r>
        <w:tab/>
        <w:t>5.321e0</w:t>
      </w:r>
    </w:p>
    <w:p w:rsidR="00557788" w:rsidRDefault="00557788" w:rsidP="00557788">
      <w:r>
        <w:t>177.0830</w:t>
      </w:r>
      <w:r>
        <w:tab/>
        <w:t>3.747e0</w:t>
      </w:r>
    </w:p>
    <w:p w:rsidR="00557788" w:rsidRDefault="00557788" w:rsidP="00557788">
      <w:r>
        <w:t>177.0943</w:t>
      </w:r>
      <w:r>
        <w:tab/>
        <w:t>3.348e0</w:t>
      </w:r>
    </w:p>
    <w:p w:rsidR="00557788" w:rsidRDefault="00557788" w:rsidP="00557788">
      <w:r>
        <w:t>177.1030</w:t>
      </w:r>
      <w:r>
        <w:tab/>
        <w:t>3.908e0</w:t>
      </w:r>
    </w:p>
    <w:p w:rsidR="00557788" w:rsidRDefault="00557788" w:rsidP="00557788">
      <w:r>
        <w:t>177.1252</w:t>
      </w:r>
      <w:r>
        <w:tab/>
        <w:t>7.529e-1</w:t>
      </w:r>
    </w:p>
    <w:p w:rsidR="00557788" w:rsidRDefault="00557788" w:rsidP="00557788">
      <w:r>
        <w:t>177.1307</w:t>
      </w:r>
      <w:r>
        <w:tab/>
        <w:t>1.071e0</w:t>
      </w:r>
    </w:p>
    <w:p w:rsidR="00557788" w:rsidRDefault="00557788" w:rsidP="00557788">
      <w:r>
        <w:t>177.1435</w:t>
      </w:r>
      <w:r>
        <w:tab/>
        <w:t>8.548e0</w:t>
      </w:r>
    </w:p>
    <w:p w:rsidR="00557788" w:rsidRDefault="00557788" w:rsidP="00557788">
      <w:r>
        <w:t>177.1552</w:t>
      </w:r>
      <w:r>
        <w:tab/>
        <w:t>4.323e0</w:t>
      </w:r>
    </w:p>
    <w:p w:rsidR="00557788" w:rsidRDefault="00557788" w:rsidP="00557788">
      <w:r>
        <w:t>177.1613</w:t>
      </w:r>
      <w:r>
        <w:tab/>
        <w:t>1.858e0</w:t>
      </w:r>
    </w:p>
    <w:p w:rsidR="00557788" w:rsidRDefault="00557788" w:rsidP="00557788">
      <w:r>
        <w:t>177.1660</w:t>
      </w:r>
      <w:r>
        <w:tab/>
        <w:t>1.205e0</w:t>
      </w:r>
    </w:p>
    <w:p w:rsidR="00557788" w:rsidRDefault="00557788" w:rsidP="00557788">
      <w:r>
        <w:t>177.1675</w:t>
      </w:r>
      <w:r>
        <w:tab/>
        <w:t>1.117e0</w:t>
      </w:r>
    </w:p>
    <w:p w:rsidR="00557788" w:rsidRDefault="00557788" w:rsidP="00557788">
      <w:r>
        <w:t>177.1706</w:t>
      </w:r>
      <w:r>
        <w:tab/>
        <w:t>1.544e0</w:t>
      </w:r>
    </w:p>
    <w:p w:rsidR="00557788" w:rsidRDefault="00557788" w:rsidP="00557788">
      <w:r>
        <w:t>177.1899</w:t>
      </w:r>
      <w:r>
        <w:tab/>
        <w:t>1.025e0</w:t>
      </w:r>
    </w:p>
    <w:p w:rsidR="00557788" w:rsidRDefault="00557788" w:rsidP="00557788">
      <w:r>
        <w:t>177.2002</w:t>
      </w:r>
      <w:r>
        <w:tab/>
        <w:t>1.266e-2</w:t>
      </w:r>
    </w:p>
    <w:p w:rsidR="00557788" w:rsidRDefault="00557788" w:rsidP="00557788">
      <w:r>
        <w:t>177.2052</w:t>
      </w:r>
      <w:r>
        <w:tab/>
        <w:t>2.025e0</w:t>
      </w:r>
    </w:p>
    <w:p w:rsidR="00557788" w:rsidRDefault="00557788" w:rsidP="00557788">
      <w:r>
        <w:t>177.2072</w:t>
      </w:r>
      <w:r>
        <w:tab/>
        <w:t>1.266e-2</w:t>
      </w:r>
    </w:p>
    <w:p w:rsidR="00557788" w:rsidRDefault="00557788" w:rsidP="00557788">
      <w:r>
        <w:lastRenderedPageBreak/>
        <w:t>177.2141</w:t>
      </w:r>
      <w:r>
        <w:tab/>
        <w:t>1.266e-2</w:t>
      </w:r>
    </w:p>
    <w:p w:rsidR="00557788" w:rsidRDefault="00557788" w:rsidP="00557788">
      <w:r>
        <w:t>177.2172</w:t>
      </w:r>
      <w:r>
        <w:tab/>
        <w:t>2.025e0</w:t>
      </w:r>
    </w:p>
    <w:p w:rsidR="00557788" w:rsidRDefault="00557788" w:rsidP="00557788">
      <w:r>
        <w:t>177.2186</w:t>
      </w:r>
      <w:r>
        <w:tab/>
        <w:t>2.038e0</w:t>
      </w:r>
    </w:p>
    <w:p w:rsidR="00557788" w:rsidRDefault="00557788" w:rsidP="00557788">
      <w:r>
        <w:t>177.2353</w:t>
      </w:r>
      <w:r>
        <w:tab/>
        <w:t>2.025e0</w:t>
      </w:r>
    </w:p>
    <w:p w:rsidR="00557788" w:rsidRDefault="00557788" w:rsidP="00557788">
      <w:r>
        <w:t>177.2442</w:t>
      </w:r>
      <w:r>
        <w:tab/>
        <w:t>2.532e-2</w:t>
      </w:r>
    </w:p>
    <w:p w:rsidR="00557788" w:rsidRDefault="00557788" w:rsidP="00557788">
      <w:r>
        <w:t>177.2558</w:t>
      </w:r>
      <w:r>
        <w:tab/>
        <w:t>1.051e0</w:t>
      </w:r>
    </w:p>
    <w:p w:rsidR="00557788" w:rsidRDefault="00557788" w:rsidP="00557788">
      <w:r>
        <w:t>177.2639</w:t>
      </w:r>
      <w:r>
        <w:tab/>
        <w:t>3.798e-2</w:t>
      </w:r>
    </w:p>
    <w:p w:rsidR="00557788" w:rsidRDefault="00557788" w:rsidP="00557788">
      <w:r>
        <w:t>177.2817</w:t>
      </w:r>
      <w:r>
        <w:tab/>
        <w:t>1.266e-2</w:t>
      </w:r>
    </w:p>
    <w:p w:rsidR="00557788" w:rsidRDefault="00557788" w:rsidP="00557788">
      <w:r>
        <w:t>177.2924</w:t>
      </w:r>
      <w:r>
        <w:tab/>
        <w:t>2.051e0</w:t>
      </w:r>
    </w:p>
    <w:p w:rsidR="00557788" w:rsidRDefault="00557788" w:rsidP="00557788">
      <w:r>
        <w:t>177.3102</w:t>
      </w:r>
      <w:r>
        <w:tab/>
        <w:t>2.025e0</w:t>
      </w:r>
    </w:p>
    <w:p w:rsidR="00557788" w:rsidRDefault="00557788" w:rsidP="00557788">
      <w:r>
        <w:t>177.3173</w:t>
      </w:r>
      <w:r>
        <w:tab/>
        <w:t>1.038e0</w:t>
      </w:r>
    </w:p>
    <w:p w:rsidR="00557788" w:rsidRDefault="00557788" w:rsidP="00557788">
      <w:r>
        <w:t>177.3209</w:t>
      </w:r>
      <w:r>
        <w:tab/>
        <w:t>1.266e-2</w:t>
      </w:r>
    </w:p>
    <w:p w:rsidR="00557788" w:rsidRDefault="00557788" w:rsidP="00557788">
      <w:r>
        <w:t>177.3316</w:t>
      </w:r>
      <w:r>
        <w:tab/>
        <w:t>1.013e0</w:t>
      </w:r>
    </w:p>
    <w:p w:rsidR="00557788" w:rsidRDefault="00557788" w:rsidP="00557788">
      <w:r>
        <w:t>177.3334</w:t>
      </w:r>
      <w:r>
        <w:tab/>
        <w:t>2.025e0</w:t>
      </w:r>
    </w:p>
    <w:p w:rsidR="00557788" w:rsidRDefault="00557788" w:rsidP="00557788">
      <w:r>
        <w:t>177.3352</w:t>
      </w:r>
      <w:r>
        <w:tab/>
        <w:t>2.532e-2</w:t>
      </w:r>
    </w:p>
    <w:p w:rsidR="00557788" w:rsidRDefault="00557788" w:rsidP="00557788">
      <w:r>
        <w:t>177.3441</w:t>
      </w:r>
      <w:r>
        <w:tab/>
        <w:t>2.025e0</w:t>
      </w:r>
    </w:p>
    <w:p w:rsidR="00557788" w:rsidRDefault="00557788" w:rsidP="00557788">
      <w:r>
        <w:t>177.3739</w:t>
      </w:r>
      <w:r>
        <w:tab/>
        <w:t>1.025e0</w:t>
      </w:r>
    </w:p>
    <w:p w:rsidR="00557788" w:rsidRDefault="00557788" w:rsidP="00557788">
      <w:r>
        <w:t>177.3791</w:t>
      </w:r>
      <w:r>
        <w:tab/>
        <w:t>3.038e0</w:t>
      </w:r>
    </w:p>
    <w:p w:rsidR="00557788" w:rsidRDefault="00557788" w:rsidP="00557788">
      <w:r>
        <w:t>177.3808</w:t>
      </w:r>
      <w:r>
        <w:tab/>
        <w:t>1.266e-2</w:t>
      </w:r>
    </w:p>
    <w:p w:rsidR="00557788" w:rsidRDefault="00557788" w:rsidP="00557788">
      <w:r>
        <w:lastRenderedPageBreak/>
        <w:t>177.3842</w:t>
      </w:r>
      <w:r>
        <w:tab/>
        <w:t>1.266e-2</w:t>
      </w:r>
    </w:p>
    <w:p w:rsidR="00557788" w:rsidRDefault="00557788" w:rsidP="00557788">
      <w:r>
        <w:t>177.3965</w:t>
      </w:r>
      <w:r>
        <w:tab/>
        <w:t>2.025e0</w:t>
      </w:r>
    </w:p>
    <w:p w:rsidR="00557788" w:rsidRDefault="00557788" w:rsidP="00557788">
      <w:r>
        <w:t>177.4054</w:t>
      </w:r>
      <w:r>
        <w:tab/>
        <w:t>5.076e0</w:t>
      </w:r>
    </w:p>
    <w:p w:rsidR="00557788" w:rsidRDefault="00557788" w:rsidP="00557788">
      <w:r>
        <w:t>177.4086</w:t>
      </w:r>
      <w:r>
        <w:tab/>
        <w:t>1.038e0</w:t>
      </w:r>
    </w:p>
    <w:p w:rsidR="00557788" w:rsidRDefault="00557788" w:rsidP="00557788">
      <w:r>
        <w:t>177.4288</w:t>
      </w:r>
      <w:r>
        <w:tab/>
        <w:t>4.051e0</w:t>
      </w:r>
    </w:p>
    <w:p w:rsidR="00557788" w:rsidRDefault="00557788" w:rsidP="00557788">
      <w:r>
        <w:t>177.4366</w:t>
      </w:r>
      <w:r>
        <w:tab/>
        <w:t>3.063e0</w:t>
      </w:r>
    </w:p>
    <w:p w:rsidR="00557788" w:rsidRDefault="00557788" w:rsidP="00557788">
      <w:r>
        <w:t>177.4438</w:t>
      </w:r>
      <w:r>
        <w:tab/>
        <w:t>5.076e0</w:t>
      </w:r>
    </w:p>
    <w:p w:rsidR="00557788" w:rsidRDefault="00557788" w:rsidP="00557788">
      <w:r>
        <w:t>177.4451</w:t>
      </w:r>
      <w:r>
        <w:tab/>
        <w:t>3.798e-2</w:t>
      </w:r>
    </w:p>
    <w:p w:rsidR="00557788" w:rsidRDefault="00557788" w:rsidP="00557788">
      <w:r>
        <w:t>177.4622</w:t>
      </w:r>
      <w:r>
        <w:tab/>
        <w:t>2.025e0</w:t>
      </w:r>
    </w:p>
    <w:p w:rsidR="00557788" w:rsidRDefault="00557788" w:rsidP="00557788">
      <w:r>
        <w:t>177.4657</w:t>
      </w:r>
      <w:r>
        <w:tab/>
        <w:t>2.025e0</w:t>
      </w:r>
    </w:p>
    <w:p w:rsidR="00557788" w:rsidRDefault="00557788" w:rsidP="00557788">
      <w:r>
        <w:t>177.4764</w:t>
      </w:r>
      <w:r>
        <w:tab/>
        <w:t>1.013e0</w:t>
      </w:r>
    </w:p>
    <w:p w:rsidR="00557788" w:rsidRDefault="00557788" w:rsidP="00557788">
      <w:r>
        <w:t>177.4782</w:t>
      </w:r>
      <w:r>
        <w:tab/>
        <w:t>2.025e0</w:t>
      </w:r>
    </w:p>
    <w:p w:rsidR="00557788" w:rsidRDefault="00557788" w:rsidP="00557788">
      <w:r>
        <w:t>177.4853</w:t>
      </w:r>
      <w:r>
        <w:tab/>
        <w:t>2.025e0</w:t>
      </w:r>
    </w:p>
    <w:p w:rsidR="00557788" w:rsidRDefault="00557788" w:rsidP="00557788">
      <w:r>
        <w:t>177.4906</w:t>
      </w:r>
      <w:r>
        <w:tab/>
        <w:t>1.013e0</w:t>
      </w:r>
    </w:p>
    <w:p w:rsidR="00557788" w:rsidRDefault="00557788" w:rsidP="00557788">
      <w:r>
        <w:t>177.4996</w:t>
      </w:r>
      <w:r>
        <w:tab/>
        <w:t>2.025e0</w:t>
      </w:r>
    </w:p>
    <w:p w:rsidR="00557788" w:rsidRDefault="00557788" w:rsidP="00557788">
      <w:r>
        <w:t>177.5013</w:t>
      </w:r>
      <w:r>
        <w:tab/>
        <w:t>1.013e0</w:t>
      </w:r>
    </w:p>
    <w:p w:rsidR="00557788" w:rsidRDefault="00557788" w:rsidP="00557788">
      <w:r>
        <w:t>177.5157</w:t>
      </w:r>
      <w:r>
        <w:tab/>
        <w:t>1.013e0</w:t>
      </w:r>
    </w:p>
    <w:p w:rsidR="00557788" w:rsidRDefault="00557788" w:rsidP="00557788">
      <w:r>
        <w:t>177.5264</w:t>
      </w:r>
      <w:r>
        <w:tab/>
        <w:t>3.051e0</w:t>
      </w:r>
    </w:p>
    <w:p w:rsidR="00557788" w:rsidRDefault="00557788" w:rsidP="00557788">
      <w:r>
        <w:t>177.5401</w:t>
      </w:r>
      <w:r>
        <w:tab/>
        <w:t>3.798e-2</w:t>
      </w:r>
    </w:p>
    <w:p w:rsidR="00557788" w:rsidRDefault="00557788" w:rsidP="00557788">
      <w:r>
        <w:lastRenderedPageBreak/>
        <w:t>177.5579</w:t>
      </w:r>
      <w:r>
        <w:tab/>
        <w:t>1.063e0</w:t>
      </w:r>
    </w:p>
    <w:p w:rsidR="00557788" w:rsidRDefault="00557788" w:rsidP="00557788">
      <w:r>
        <w:t>177.5597</w:t>
      </w:r>
      <w:r>
        <w:tab/>
        <w:t>2.025e0</w:t>
      </w:r>
    </w:p>
    <w:p w:rsidR="00557788" w:rsidRDefault="00557788" w:rsidP="00557788">
      <w:r>
        <w:t>177.5718</w:t>
      </w:r>
      <w:r>
        <w:tab/>
        <w:t>2.038e0</w:t>
      </w:r>
    </w:p>
    <w:p w:rsidR="00557788" w:rsidRDefault="00557788" w:rsidP="00557788">
      <w:r>
        <w:t>177.5753</w:t>
      </w:r>
      <w:r>
        <w:tab/>
        <w:t>2.038e0</w:t>
      </w:r>
    </w:p>
    <w:p w:rsidR="00557788" w:rsidRDefault="00557788" w:rsidP="00557788">
      <w:r>
        <w:t>177.5823</w:t>
      </w:r>
      <w:r>
        <w:tab/>
        <w:t>1.266e-2</w:t>
      </w:r>
    </w:p>
    <w:p w:rsidR="00557788" w:rsidRDefault="00557788" w:rsidP="00557788">
      <w:r>
        <w:t>177.5853</w:t>
      </w:r>
      <w:r>
        <w:tab/>
        <w:t>3.063e0</w:t>
      </w:r>
    </w:p>
    <w:p w:rsidR="00557788" w:rsidRDefault="00557788" w:rsidP="00557788">
      <w:r>
        <w:t>177.6070</w:t>
      </w:r>
      <w:r>
        <w:tab/>
        <w:t>1.266e-2</w:t>
      </w:r>
    </w:p>
    <w:p w:rsidR="00557788" w:rsidRDefault="00557788" w:rsidP="00557788">
      <w:r>
        <w:t>177.6154</w:t>
      </w:r>
      <w:r>
        <w:tab/>
        <w:t>1.038e0</w:t>
      </w:r>
    </w:p>
    <w:p w:rsidR="00557788" w:rsidRDefault="00557788" w:rsidP="00557788">
      <w:r>
        <w:t>177.6178</w:t>
      </w:r>
      <w:r>
        <w:tab/>
        <w:t>1.013e0</w:t>
      </w:r>
    </w:p>
    <w:p w:rsidR="00557788" w:rsidRDefault="00557788" w:rsidP="00557788">
      <w:r>
        <w:t>177.6320</w:t>
      </w:r>
      <w:r>
        <w:tab/>
        <w:t>1.266e-2</w:t>
      </w:r>
    </w:p>
    <w:p w:rsidR="00557788" w:rsidRDefault="00557788" w:rsidP="00557788">
      <w:r>
        <w:t>177.6356</w:t>
      </w:r>
      <w:r>
        <w:tab/>
        <w:t>2.089e0</w:t>
      </w:r>
    </w:p>
    <w:p w:rsidR="00557788" w:rsidRDefault="00557788" w:rsidP="00557788">
      <w:r>
        <w:t>177.6499</w:t>
      </w:r>
      <w:r>
        <w:tab/>
        <w:t>1.266e-2</w:t>
      </w:r>
    </w:p>
    <w:p w:rsidR="00557788" w:rsidRDefault="00557788" w:rsidP="00557788">
      <w:r>
        <w:t>177.6676</w:t>
      </w:r>
      <w:r>
        <w:tab/>
        <w:t>1.266e-2</w:t>
      </w:r>
    </w:p>
    <w:p w:rsidR="00557788" w:rsidRDefault="00557788" w:rsidP="00557788">
      <w:r>
        <w:t>177.6712</w:t>
      </w:r>
      <w:r>
        <w:tab/>
        <w:t>1.025e0</w:t>
      </w:r>
    </w:p>
    <w:p w:rsidR="00557788" w:rsidRDefault="00557788" w:rsidP="00557788">
      <w:r>
        <w:t>177.6783</w:t>
      </w:r>
      <w:r>
        <w:tab/>
        <w:t>1.013e0</w:t>
      </w:r>
    </w:p>
    <w:p w:rsidR="00557788" w:rsidRDefault="00557788" w:rsidP="00557788">
      <w:r>
        <w:t>177.7070</w:t>
      </w:r>
      <w:r>
        <w:tab/>
        <w:t>1.013e0</w:t>
      </w:r>
    </w:p>
    <w:p w:rsidR="00557788" w:rsidRDefault="00557788" w:rsidP="00557788">
      <w:r>
        <w:t>177.7141</w:t>
      </w:r>
      <w:r>
        <w:tab/>
        <w:t>3.038e0</w:t>
      </w:r>
    </w:p>
    <w:p w:rsidR="00557788" w:rsidRDefault="00557788" w:rsidP="00557788">
      <w:r>
        <w:t>177.7283</w:t>
      </w:r>
      <w:r>
        <w:tab/>
        <w:t>1.266e-2</w:t>
      </w:r>
    </w:p>
    <w:p w:rsidR="00557788" w:rsidRDefault="00557788" w:rsidP="00557788">
      <w:r>
        <w:t>177.7632</w:t>
      </w:r>
      <w:r>
        <w:tab/>
        <w:t>6.076e0</w:t>
      </w:r>
    </w:p>
    <w:p w:rsidR="00557788" w:rsidRDefault="00557788" w:rsidP="00557788">
      <w:r>
        <w:lastRenderedPageBreak/>
        <w:t>177.7654</w:t>
      </w:r>
      <w:r>
        <w:tab/>
        <w:t>3.038e0</w:t>
      </w:r>
    </w:p>
    <w:p w:rsidR="00557788" w:rsidRDefault="00557788" w:rsidP="00557788">
      <w:r>
        <w:t>177.7947</w:t>
      </w:r>
      <w:r>
        <w:tab/>
        <w:t>1.266e-2</w:t>
      </w:r>
    </w:p>
    <w:p w:rsidR="00557788" w:rsidRDefault="00557788" w:rsidP="00557788">
      <w:r>
        <w:t>177.7983</w:t>
      </w:r>
      <w:r>
        <w:tab/>
        <w:t>2.025e0</w:t>
      </w:r>
    </w:p>
    <w:p w:rsidR="00557788" w:rsidRDefault="00557788" w:rsidP="00557788">
      <w:r>
        <w:t>177.8019</w:t>
      </w:r>
      <w:r>
        <w:tab/>
        <w:t>3.797e-2</w:t>
      </w:r>
    </w:p>
    <w:p w:rsidR="00557788" w:rsidRDefault="00557788" w:rsidP="00557788">
      <w:r>
        <w:t>177.8198</w:t>
      </w:r>
      <w:r>
        <w:tab/>
        <w:t>1.266e-2</w:t>
      </w:r>
    </w:p>
    <w:p w:rsidR="00557788" w:rsidRDefault="00557788" w:rsidP="00557788">
      <w:r>
        <w:t>177.8234</w:t>
      </w:r>
      <w:r>
        <w:tab/>
        <w:t>1.266e-2</w:t>
      </w:r>
    </w:p>
    <w:p w:rsidR="00557788" w:rsidRDefault="00557788" w:rsidP="00557788">
      <w:r>
        <w:t>177.8251</w:t>
      </w:r>
      <w:r>
        <w:tab/>
        <w:t>2.025e0</w:t>
      </w:r>
    </w:p>
    <w:p w:rsidR="00557788" w:rsidRDefault="00557788" w:rsidP="00557788">
      <w:r>
        <w:t>177.8341</w:t>
      </w:r>
      <w:r>
        <w:tab/>
        <w:t>2.025e0</w:t>
      </w:r>
    </w:p>
    <w:p w:rsidR="00557788" w:rsidRDefault="00557788" w:rsidP="00557788">
      <w:r>
        <w:t>177.8412</w:t>
      </w:r>
      <w:r>
        <w:tab/>
        <w:t>1.025e0</w:t>
      </w:r>
    </w:p>
    <w:p w:rsidR="00557788" w:rsidRDefault="00557788" w:rsidP="00557788">
      <w:r>
        <w:t>177.8432</w:t>
      </w:r>
      <w:r>
        <w:tab/>
        <w:t>3.798e-2</w:t>
      </w:r>
    </w:p>
    <w:p w:rsidR="00557788" w:rsidRDefault="00557788" w:rsidP="00557788">
      <w:r>
        <w:t>177.8483</w:t>
      </w:r>
      <w:r>
        <w:tab/>
        <w:t>5.063e0</w:t>
      </w:r>
    </w:p>
    <w:p w:rsidR="00557788" w:rsidRDefault="00557788" w:rsidP="00557788">
      <w:r>
        <w:t>177.8501</w:t>
      </w:r>
      <w:r>
        <w:tab/>
        <w:t>2.051e0</w:t>
      </w:r>
    </w:p>
    <w:p w:rsidR="00557788" w:rsidRDefault="00557788" w:rsidP="00557788">
      <w:r>
        <w:t>177.8671</w:t>
      </w:r>
      <w:r>
        <w:tab/>
        <w:t>5.063e-2</w:t>
      </w:r>
    </w:p>
    <w:p w:rsidR="00557788" w:rsidRDefault="00557788" w:rsidP="00557788">
      <w:r>
        <w:t>177.8804</w:t>
      </w:r>
      <w:r>
        <w:tab/>
        <w:t>1.013e0</w:t>
      </w:r>
    </w:p>
    <w:p w:rsidR="00557788" w:rsidRDefault="00557788" w:rsidP="00557788">
      <w:r>
        <w:t>177.8840</w:t>
      </w:r>
      <w:r>
        <w:tab/>
        <w:t>1.025e0</w:t>
      </w:r>
    </w:p>
    <w:p w:rsidR="00557788" w:rsidRDefault="00557788" w:rsidP="00557788">
      <w:r>
        <w:t>177.8875</w:t>
      </w:r>
      <w:r>
        <w:tab/>
        <w:t>1.266e-2</w:t>
      </w:r>
    </w:p>
    <w:p w:rsidR="00557788" w:rsidRDefault="00557788" w:rsidP="00557788">
      <w:r>
        <w:t>177.8965</w:t>
      </w:r>
      <w:r>
        <w:tab/>
        <w:t>2.532e-2</w:t>
      </w:r>
    </w:p>
    <w:p w:rsidR="00557788" w:rsidRDefault="00557788" w:rsidP="00557788">
      <w:r>
        <w:t>177.9036</w:t>
      </w:r>
      <w:r>
        <w:tab/>
        <w:t>2.532e-2</w:t>
      </w:r>
    </w:p>
    <w:p w:rsidR="00557788" w:rsidRDefault="00557788" w:rsidP="00557788">
      <w:r>
        <w:t>177.9055</w:t>
      </w:r>
      <w:r>
        <w:tab/>
        <w:t>1.266e-2</w:t>
      </w:r>
    </w:p>
    <w:p w:rsidR="00557788" w:rsidRDefault="00557788" w:rsidP="00557788">
      <w:r>
        <w:lastRenderedPageBreak/>
        <w:t>177.9178</w:t>
      </w:r>
      <w:r>
        <w:tab/>
        <w:t>3.038e0</w:t>
      </w:r>
    </w:p>
    <w:p w:rsidR="00557788" w:rsidRDefault="00557788" w:rsidP="00557788">
      <w:r>
        <w:t>177.9212</w:t>
      </w:r>
      <w:r>
        <w:tab/>
        <w:t>3.038e0</w:t>
      </w:r>
    </w:p>
    <w:p w:rsidR="00557788" w:rsidRDefault="00557788" w:rsidP="00557788">
      <w:r>
        <w:t>177.9261</w:t>
      </w:r>
      <w:r>
        <w:tab/>
        <w:t>5.063e0</w:t>
      </w:r>
    </w:p>
    <w:p w:rsidR="00557788" w:rsidRDefault="00557788" w:rsidP="00557788">
      <w:r>
        <w:t>177.9353</w:t>
      </w:r>
      <w:r>
        <w:tab/>
        <w:t>2.532e-2</w:t>
      </w:r>
    </w:p>
    <w:p w:rsidR="00557788" w:rsidRDefault="00557788" w:rsidP="00557788">
      <w:r>
        <w:t>177.9510</w:t>
      </w:r>
      <w:r>
        <w:tab/>
        <w:t>1.025e0</w:t>
      </w:r>
    </w:p>
    <w:p w:rsidR="00557788" w:rsidRDefault="00557788" w:rsidP="00557788">
      <w:r>
        <w:t>177.9528</w:t>
      </w:r>
      <w:r>
        <w:tab/>
        <w:t>2.025e0</w:t>
      </w:r>
    </w:p>
    <w:p w:rsidR="00557788" w:rsidRDefault="00557788" w:rsidP="00557788">
      <w:r>
        <w:t>177.9545</w:t>
      </w:r>
      <w:r>
        <w:tab/>
        <w:t>2.532e-2</w:t>
      </w:r>
    </w:p>
    <w:p w:rsidR="00557788" w:rsidRDefault="00557788" w:rsidP="00557788">
      <w:r>
        <w:t>177.9598</w:t>
      </w:r>
      <w:r>
        <w:tab/>
        <w:t>3.038e0</w:t>
      </w:r>
    </w:p>
    <w:p w:rsidR="00557788" w:rsidRDefault="00557788" w:rsidP="00557788">
      <w:r>
        <w:t>177.9615</w:t>
      </w:r>
      <w:r>
        <w:tab/>
        <w:t>1.266e-2</w:t>
      </w:r>
    </w:p>
    <w:p w:rsidR="00557788" w:rsidRDefault="00557788" w:rsidP="00557788">
      <w:r>
        <w:t>177.9789</w:t>
      </w:r>
      <w:r>
        <w:tab/>
        <w:t>1.013e0</w:t>
      </w:r>
    </w:p>
    <w:p w:rsidR="00557788" w:rsidRDefault="00557788" w:rsidP="00557788">
      <w:r>
        <w:t>177.9807</w:t>
      </w:r>
      <w:r>
        <w:tab/>
        <w:t>2.025e0</w:t>
      </w:r>
    </w:p>
    <w:p w:rsidR="00557788" w:rsidRDefault="00557788" w:rsidP="00557788">
      <w:r>
        <w:t>177.9825</w:t>
      </w:r>
      <w:r>
        <w:tab/>
        <w:t>3.798e-2</w:t>
      </w:r>
    </w:p>
    <w:p w:rsidR="00557788" w:rsidRDefault="00557788" w:rsidP="00557788">
      <w:r>
        <w:t>177.9904</w:t>
      </w:r>
      <w:r>
        <w:tab/>
        <w:t>4.051e0</w:t>
      </w:r>
    </w:p>
    <w:p w:rsidR="00557788" w:rsidRDefault="00557788" w:rsidP="00557788">
      <w:r>
        <w:t>177.9933</w:t>
      </w:r>
      <w:r>
        <w:tab/>
        <w:t>1.013e0</w:t>
      </w:r>
    </w:p>
    <w:p w:rsidR="00557788" w:rsidRDefault="00557788" w:rsidP="00557788">
      <w:r>
        <w:t>177.9986</w:t>
      </w:r>
      <w:r>
        <w:tab/>
        <w:t>2.532e-2</w:t>
      </w:r>
    </w:p>
    <w:p w:rsidR="00557788" w:rsidRDefault="00557788" w:rsidP="00557788">
      <w:r>
        <w:t>178.0112</w:t>
      </w:r>
      <w:r>
        <w:tab/>
        <w:t>6.329e-2</w:t>
      </w:r>
    </w:p>
    <w:p w:rsidR="00557788" w:rsidRDefault="00557788" w:rsidP="00557788">
      <w:r>
        <w:t>178.0355</w:t>
      </w:r>
      <w:r>
        <w:tab/>
        <w:t>6.069e0</w:t>
      </w:r>
    </w:p>
    <w:p w:rsidR="00557788" w:rsidRDefault="00557788" w:rsidP="00557788">
      <w:r>
        <w:t>178.0490</w:t>
      </w:r>
      <w:r>
        <w:tab/>
        <w:t>3.405e0</w:t>
      </w:r>
    </w:p>
    <w:p w:rsidR="00557788" w:rsidRDefault="00557788" w:rsidP="00557788">
      <w:r>
        <w:t>178.0636</w:t>
      </w:r>
      <w:r>
        <w:tab/>
        <w:t>1.089e0</w:t>
      </w:r>
    </w:p>
    <w:p w:rsidR="00557788" w:rsidRDefault="00557788" w:rsidP="00557788">
      <w:r>
        <w:lastRenderedPageBreak/>
        <w:t>178.0656</w:t>
      </w:r>
      <w:r>
        <w:tab/>
        <w:t>1.423e1</w:t>
      </w:r>
    </w:p>
    <w:p w:rsidR="00557788" w:rsidRDefault="00557788" w:rsidP="00557788">
      <w:r>
        <w:t>178.0718</w:t>
      </w:r>
      <w:r>
        <w:tab/>
        <w:t>1.424e0</w:t>
      </w:r>
    </w:p>
    <w:p w:rsidR="00557788" w:rsidRDefault="00557788" w:rsidP="00557788">
      <w:r>
        <w:t>178.0769</w:t>
      </w:r>
      <w:r>
        <w:tab/>
        <w:t>6.066e0</w:t>
      </w:r>
    </w:p>
    <w:p w:rsidR="00557788" w:rsidRDefault="00557788" w:rsidP="00557788">
      <w:r>
        <w:t>178.0823</w:t>
      </w:r>
      <w:r>
        <w:tab/>
        <w:t>1.244e0</w:t>
      </w:r>
    </w:p>
    <w:p w:rsidR="00557788" w:rsidRDefault="00557788" w:rsidP="00557788">
      <w:r>
        <w:t>178.1030</w:t>
      </w:r>
      <w:r>
        <w:tab/>
        <w:t>5.385e0</w:t>
      </w:r>
    </w:p>
    <w:p w:rsidR="00557788" w:rsidRDefault="00557788" w:rsidP="00557788">
      <w:r>
        <w:t>178.1061</w:t>
      </w:r>
      <w:r>
        <w:tab/>
        <w:t>2.005e1</w:t>
      </w:r>
    </w:p>
    <w:p w:rsidR="00557788" w:rsidRDefault="00557788" w:rsidP="00557788">
      <w:r>
        <w:t>178.1145</w:t>
      </w:r>
      <w:r>
        <w:tab/>
        <w:t>4.026e1</w:t>
      </w:r>
    </w:p>
    <w:p w:rsidR="00557788" w:rsidRDefault="00557788" w:rsidP="00557788">
      <w:r>
        <w:t>178.1379</w:t>
      </w:r>
      <w:r>
        <w:tab/>
        <w:t>6.214e0</w:t>
      </w:r>
    </w:p>
    <w:p w:rsidR="00557788" w:rsidRDefault="00557788" w:rsidP="00557788">
      <w:r>
        <w:t>178.1415</w:t>
      </w:r>
      <w:r>
        <w:tab/>
        <w:t>1.050e1</w:t>
      </w:r>
    </w:p>
    <w:p w:rsidR="00557788" w:rsidRDefault="00557788" w:rsidP="00557788">
      <w:r>
        <w:t>178.1566</w:t>
      </w:r>
      <w:r>
        <w:tab/>
        <w:t>4.224e0</w:t>
      </w:r>
    </w:p>
    <w:p w:rsidR="00557788" w:rsidRDefault="00557788" w:rsidP="00557788">
      <w:r>
        <w:t>178.1665</w:t>
      </w:r>
      <w:r>
        <w:tab/>
        <w:t>5.700e0</w:t>
      </w:r>
    </w:p>
    <w:p w:rsidR="00557788" w:rsidRDefault="00557788" w:rsidP="00557788">
      <w:r>
        <w:t>178.1990</w:t>
      </w:r>
      <w:r>
        <w:tab/>
        <w:t>3.038e0</w:t>
      </w:r>
    </w:p>
    <w:p w:rsidR="00557788" w:rsidRDefault="00557788" w:rsidP="00557788">
      <w:r>
        <w:t>178.2026</w:t>
      </w:r>
      <w:r>
        <w:tab/>
        <w:t>2.038e0</w:t>
      </w:r>
    </w:p>
    <w:p w:rsidR="00557788" w:rsidRDefault="00557788" w:rsidP="00557788">
      <w:r>
        <w:t>178.2098</w:t>
      </w:r>
      <w:r>
        <w:tab/>
        <w:t>2.025e0</w:t>
      </w:r>
    </w:p>
    <w:p w:rsidR="00557788" w:rsidRDefault="00557788" w:rsidP="00557788">
      <w:r>
        <w:t>178.2190</w:t>
      </w:r>
      <w:r>
        <w:tab/>
        <w:t>3.063e0</w:t>
      </w:r>
    </w:p>
    <w:p w:rsidR="00557788" w:rsidRDefault="00557788" w:rsidP="00557788">
      <w:r>
        <w:t>178.2205</w:t>
      </w:r>
      <w:r>
        <w:tab/>
        <w:t>1.266e-2</w:t>
      </w:r>
    </w:p>
    <w:p w:rsidR="00557788" w:rsidRDefault="00557788" w:rsidP="00557788">
      <w:r>
        <w:t>178.2241</w:t>
      </w:r>
      <w:r>
        <w:tab/>
        <w:t>2.532e-2</w:t>
      </w:r>
    </w:p>
    <w:p w:rsidR="00557788" w:rsidRDefault="00557788" w:rsidP="00557788">
      <w:r>
        <w:t>178.2294</w:t>
      </w:r>
      <w:r>
        <w:tab/>
        <w:t>2.025e0</w:t>
      </w:r>
    </w:p>
    <w:p w:rsidR="00557788" w:rsidRDefault="00557788" w:rsidP="00557788">
      <w:r>
        <w:t>178.2330</w:t>
      </w:r>
      <w:r>
        <w:tab/>
        <w:t>2.025e0</w:t>
      </w:r>
    </w:p>
    <w:p w:rsidR="00557788" w:rsidRDefault="00557788" w:rsidP="00557788">
      <w:r>
        <w:lastRenderedPageBreak/>
        <w:t>178.2491</w:t>
      </w:r>
      <w:r>
        <w:tab/>
        <w:t>1.266e-2</w:t>
      </w:r>
    </w:p>
    <w:p w:rsidR="00557788" w:rsidRDefault="00557788" w:rsidP="00557788">
      <w:r>
        <w:t>178.2526</w:t>
      </w:r>
      <w:r>
        <w:tab/>
        <w:t>1.013e0</w:t>
      </w:r>
    </w:p>
    <w:p w:rsidR="00557788" w:rsidRDefault="00557788" w:rsidP="00557788">
      <w:r>
        <w:t>178.2598</w:t>
      </w:r>
      <w:r>
        <w:tab/>
        <w:t>1.266e-2</w:t>
      </w:r>
    </w:p>
    <w:p w:rsidR="00557788" w:rsidRDefault="00557788" w:rsidP="00557788">
      <w:r>
        <w:t>178.2651</w:t>
      </w:r>
      <w:r>
        <w:tab/>
        <w:t>2.025e0</w:t>
      </w:r>
    </w:p>
    <w:p w:rsidR="00557788" w:rsidRDefault="00557788" w:rsidP="00557788">
      <w:r>
        <w:t>178.2705</w:t>
      </w:r>
      <w:r>
        <w:tab/>
        <w:t>2.532e-2</w:t>
      </w:r>
    </w:p>
    <w:p w:rsidR="00557788" w:rsidRDefault="00557788" w:rsidP="00557788">
      <w:r>
        <w:t>178.2783</w:t>
      </w:r>
      <w:r>
        <w:tab/>
        <w:t>3.051e0</w:t>
      </w:r>
    </w:p>
    <w:p w:rsidR="00557788" w:rsidRDefault="00557788" w:rsidP="00557788">
      <w:r>
        <w:t>178.2817</w:t>
      </w:r>
      <w:r>
        <w:tab/>
        <w:t>4.089e0</w:t>
      </w:r>
    </w:p>
    <w:p w:rsidR="00557788" w:rsidRDefault="00557788" w:rsidP="00557788">
      <w:r>
        <w:t>178.2860</w:t>
      </w:r>
      <w:r>
        <w:tab/>
        <w:t>4.051e0</w:t>
      </w:r>
    </w:p>
    <w:p w:rsidR="00557788" w:rsidRDefault="00557788" w:rsidP="00557788">
      <w:r>
        <w:t>178.3011</w:t>
      </w:r>
      <w:r>
        <w:tab/>
        <w:t>3.038e0</w:t>
      </w:r>
    </w:p>
    <w:p w:rsidR="00557788" w:rsidRDefault="00557788" w:rsidP="00557788">
      <w:r>
        <w:t>178.3027</w:t>
      </w:r>
      <w:r>
        <w:tab/>
        <w:t>2.201e0</w:t>
      </w:r>
    </w:p>
    <w:p w:rsidR="00557788" w:rsidRDefault="00557788" w:rsidP="00557788">
      <w:r>
        <w:t>178.3042</w:t>
      </w:r>
      <w:r>
        <w:tab/>
        <w:t>5.063e0</w:t>
      </w:r>
    </w:p>
    <w:p w:rsidR="00557788" w:rsidRDefault="00557788" w:rsidP="00557788">
      <w:r>
        <w:t>178.3098</w:t>
      </w:r>
      <w:r>
        <w:tab/>
        <w:t>1.025e0</w:t>
      </w:r>
    </w:p>
    <w:p w:rsidR="00557788" w:rsidRDefault="00557788" w:rsidP="00557788">
      <w:r>
        <w:t>178.3117</w:t>
      </w:r>
      <w:r>
        <w:tab/>
        <w:t>2.025e0</w:t>
      </w:r>
    </w:p>
    <w:p w:rsidR="00557788" w:rsidRDefault="00557788" w:rsidP="00557788">
      <w:r>
        <w:t>178.3221</w:t>
      </w:r>
      <w:r>
        <w:tab/>
        <w:t>2.025e0</w:t>
      </w:r>
    </w:p>
    <w:p w:rsidR="00557788" w:rsidRDefault="00557788" w:rsidP="00557788">
      <w:r>
        <w:t>178.3310</w:t>
      </w:r>
      <w:r>
        <w:tab/>
        <w:t>2.038e0</w:t>
      </w:r>
    </w:p>
    <w:p w:rsidR="00557788" w:rsidRDefault="00557788" w:rsidP="00557788">
      <w:r>
        <w:t>178.3414</w:t>
      </w:r>
      <w:r>
        <w:tab/>
        <w:t>1.013e0</w:t>
      </w:r>
    </w:p>
    <w:p w:rsidR="00557788" w:rsidRDefault="00557788" w:rsidP="00557788">
      <w:r>
        <w:t>178.3449</w:t>
      </w:r>
      <w:r>
        <w:tab/>
        <w:t>1.013e0</w:t>
      </w:r>
    </w:p>
    <w:p w:rsidR="00557788" w:rsidRDefault="00557788" w:rsidP="00557788">
      <w:r>
        <w:t>178.3693</w:t>
      </w:r>
      <w:r>
        <w:tab/>
        <w:t>2.025e0</w:t>
      </w:r>
    </w:p>
    <w:p w:rsidR="00557788" w:rsidRDefault="00557788" w:rsidP="00557788">
      <w:r>
        <w:t>178.3712</w:t>
      </w:r>
      <w:r>
        <w:tab/>
        <w:t>2.532e-2</w:t>
      </w:r>
    </w:p>
    <w:p w:rsidR="00557788" w:rsidRDefault="00557788" w:rsidP="00557788">
      <w:r>
        <w:lastRenderedPageBreak/>
        <w:t>178.3726</w:t>
      </w:r>
      <w:r>
        <w:tab/>
        <w:t>2.038e0</w:t>
      </w:r>
    </w:p>
    <w:p w:rsidR="00557788" w:rsidRDefault="00557788" w:rsidP="00557788">
      <w:r>
        <w:t>178.3748</w:t>
      </w:r>
      <w:r>
        <w:tab/>
        <w:t>3.038e0</w:t>
      </w:r>
    </w:p>
    <w:p w:rsidR="00557788" w:rsidRDefault="00557788" w:rsidP="00557788">
      <w:r>
        <w:t>178.3823</w:t>
      </w:r>
      <w:r>
        <w:tab/>
        <w:t>6.329e-2</w:t>
      </w:r>
    </w:p>
    <w:p w:rsidR="00557788" w:rsidRDefault="00557788" w:rsidP="00557788">
      <w:r>
        <w:t>178.3887</w:t>
      </w:r>
      <w:r>
        <w:tab/>
        <w:t>2.532e-2</w:t>
      </w:r>
    </w:p>
    <w:p w:rsidR="00557788" w:rsidRDefault="00557788" w:rsidP="00557788">
      <w:r>
        <w:t>178.4049</w:t>
      </w:r>
      <w:r>
        <w:tab/>
        <w:t>1.013e0</w:t>
      </w:r>
    </w:p>
    <w:p w:rsidR="00557788" w:rsidRDefault="00557788" w:rsidP="00557788">
      <w:r>
        <w:t>178.4085</w:t>
      </w:r>
      <w:r>
        <w:tab/>
        <w:t>1.013e0</w:t>
      </w:r>
    </w:p>
    <w:p w:rsidR="00557788" w:rsidRDefault="00557788" w:rsidP="00557788">
      <w:r>
        <w:t>178.4213</w:t>
      </w:r>
      <w:r>
        <w:tab/>
        <w:t>5.063e0</w:t>
      </w:r>
    </w:p>
    <w:p w:rsidR="00557788" w:rsidRDefault="00557788" w:rsidP="00557788">
      <w:r>
        <w:t>178.4228</w:t>
      </w:r>
      <w:r>
        <w:tab/>
        <w:t>2.025e0</w:t>
      </w:r>
    </w:p>
    <w:p w:rsidR="00557788" w:rsidRDefault="00557788" w:rsidP="00557788">
      <w:r>
        <w:t>178.4371</w:t>
      </w:r>
      <w:r>
        <w:tab/>
        <w:t>1.025e0</w:t>
      </w:r>
    </w:p>
    <w:p w:rsidR="00557788" w:rsidRDefault="00557788" w:rsidP="00557788">
      <w:r>
        <w:t>178.4565</w:t>
      </w:r>
      <w:r>
        <w:tab/>
        <w:t>1.038e0</w:t>
      </w:r>
    </w:p>
    <w:p w:rsidR="00557788" w:rsidRDefault="00557788" w:rsidP="00557788">
      <w:r>
        <w:t>178.4719</w:t>
      </w:r>
      <w:r>
        <w:tab/>
        <w:t>3.038e0</w:t>
      </w:r>
    </w:p>
    <w:p w:rsidR="00557788" w:rsidRDefault="00557788" w:rsidP="00557788">
      <w:r>
        <w:t>178.4748</w:t>
      </w:r>
      <w:r>
        <w:tab/>
        <w:t>3.038e0</w:t>
      </w:r>
    </w:p>
    <w:p w:rsidR="00557788" w:rsidRDefault="00557788" w:rsidP="00557788">
      <w:r>
        <w:t>178.4763</w:t>
      </w:r>
      <w:r>
        <w:tab/>
        <w:t>1.266e-2</w:t>
      </w:r>
    </w:p>
    <w:p w:rsidR="00557788" w:rsidRDefault="00557788" w:rsidP="00557788">
      <w:r>
        <w:t>178.4781</w:t>
      </w:r>
      <w:r>
        <w:tab/>
        <w:t>2.025e0</w:t>
      </w:r>
    </w:p>
    <w:p w:rsidR="00557788" w:rsidRDefault="00557788" w:rsidP="00557788">
      <w:r>
        <w:t>178.4799</w:t>
      </w:r>
      <w:r>
        <w:tab/>
        <w:t>2.038e0</w:t>
      </w:r>
    </w:p>
    <w:p w:rsidR="00557788" w:rsidRDefault="00557788" w:rsidP="00557788">
      <w:r>
        <w:t>178.4817</w:t>
      </w:r>
      <w:r>
        <w:tab/>
        <w:t>2.025e0</w:t>
      </w:r>
    </w:p>
    <w:p w:rsidR="00557788" w:rsidRDefault="00557788" w:rsidP="00557788">
      <w:r>
        <w:t>178.4978</w:t>
      </w:r>
      <w:r>
        <w:tab/>
        <w:t>3.797e-2</w:t>
      </w:r>
    </w:p>
    <w:p w:rsidR="00557788" w:rsidRDefault="00557788" w:rsidP="00557788">
      <w:r>
        <w:t>178.5032</w:t>
      </w:r>
      <w:r>
        <w:tab/>
        <w:t>2.025e0</w:t>
      </w:r>
    </w:p>
    <w:p w:rsidR="00557788" w:rsidRDefault="00557788" w:rsidP="00557788">
      <w:r>
        <w:t>178.5121</w:t>
      </w:r>
      <w:r>
        <w:tab/>
        <w:t>2.532e-2</w:t>
      </w:r>
    </w:p>
    <w:p w:rsidR="00557788" w:rsidRDefault="00557788" w:rsidP="00557788">
      <w:r>
        <w:lastRenderedPageBreak/>
        <w:t>178.5193</w:t>
      </w:r>
      <w:r>
        <w:tab/>
        <w:t>2.025e0</w:t>
      </w:r>
    </w:p>
    <w:p w:rsidR="00557788" w:rsidRDefault="00557788" w:rsidP="00557788">
      <w:r>
        <w:t>178.5229</w:t>
      </w:r>
      <w:r>
        <w:tab/>
        <w:t>1.013e0</w:t>
      </w:r>
    </w:p>
    <w:p w:rsidR="00557788" w:rsidRDefault="00557788" w:rsidP="00557788">
      <w:r>
        <w:t>178.5305</w:t>
      </w:r>
      <w:r>
        <w:tab/>
        <w:t>4.063e0</w:t>
      </w:r>
    </w:p>
    <w:p w:rsidR="00557788" w:rsidRDefault="00557788" w:rsidP="00557788">
      <w:r>
        <w:t>178.5368</w:t>
      </w:r>
      <w:r>
        <w:tab/>
        <w:t>1.025e0</w:t>
      </w:r>
    </w:p>
    <w:p w:rsidR="00557788" w:rsidRDefault="00557788" w:rsidP="00557788">
      <w:r>
        <w:t>178.5458</w:t>
      </w:r>
      <w:r>
        <w:tab/>
        <w:t>2.051e0</w:t>
      </w:r>
    </w:p>
    <w:p w:rsidR="00557788" w:rsidRDefault="00557788" w:rsidP="00557788">
      <w:r>
        <w:t>178.5508</w:t>
      </w:r>
      <w:r>
        <w:tab/>
        <w:t>2.532e-2</w:t>
      </w:r>
    </w:p>
    <w:p w:rsidR="00557788" w:rsidRDefault="00557788" w:rsidP="00557788">
      <w:r>
        <w:t>178.5555</w:t>
      </w:r>
      <w:r>
        <w:tab/>
        <w:t>3.038e0</w:t>
      </w:r>
    </w:p>
    <w:p w:rsidR="00557788" w:rsidRDefault="00557788" w:rsidP="00557788">
      <w:r>
        <w:t>178.5613</w:t>
      </w:r>
      <w:r>
        <w:tab/>
        <w:t>2.532e-2</w:t>
      </w:r>
    </w:p>
    <w:p w:rsidR="00557788" w:rsidRDefault="00557788" w:rsidP="00557788">
      <w:r>
        <w:t>178.5683</w:t>
      </w:r>
      <w:r>
        <w:tab/>
        <w:t>1.013e0</w:t>
      </w:r>
    </w:p>
    <w:p w:rsidR="00557788" w:rsidRDefault="00557788" w:rsidP="00557788">
      <w:r>
        <w:t>178.5717</w:t>
      </w:r>
      <w:r>
        <w:tab/>
        <w:t>1.025e0</w:t>
      </w:r>
    </w:p>
    <w:p w:rsidR="00557788" w:rsidRDefault="00557788" w:rsidP="00557788">
      <w:r>
        <w:t>178.5763</w:t>
      </w:r>
      <w:r>
        <w:tab/>
        <w:t>5.063e0</w:t>
      </w:r>
    </w:p>
    <w:p w:rsidR="00557788" w:rsidRDefault="00557788" w:rsidP="00557788">
      <w:r>
        <w:t>178.5798</w:t>
      </w:r>
      <w:r>
        <w:tab/>
        <w:t>4.051e0</w:t>
      </w:r>
    </w:p>
    <w:p w:rsidR="00557788" w:rsidRDefault="00557788" w:rsidP="00557788">
      <w:r>
        <w:t>178.6072</w:t>
      </w:r>
      <w:r>
        <w:tab/>
        <w:t>1.013e0</w:t>
      </w:r>
    </w:p>
    <w:p w:rsidR="00557788" w:rsidRDefault="00557788" w:rsidP="00557788">
      <w:r>
        <w:t>178.6085</w:t>
      </w:r>
      <w:r>
        <w:tab/>
        <w:t>4.051e0</w:t>
      </w:r>
    </w:p>
    <w:p w:rsidR="00557788" w:rsidRDefault="00557788" w:rsidP="00557788">
      <w:r>
        <w:t>178.6180</w:t>
      </w:r>
      <w:r>
        <w:tab/>
        <w:t>1.013e0</w:t>
      </w:r>
    </w:p>
    <w:p w:rsidR="00557788" w:rsidRDefault="00557788" w:rsidP="00557788">
      <w:r>
        <w:t>178.6251</w:t>
      </w:r>
      <w:r>
        <w:tab/>
        <w:t>2.532e-2</w:t>
      </w:r>
    </w:p>
    <w:p w:rsidR="00557788" w:rsidRDefault="00557788" w:rsidP="00557788">
      <w:r>
        <w:t>178.6323</w:t>
      </w:r>
      <w:r>
        <w:tab/>
        <w:t>1.013e0</w:t>
      </w:r>
    </w:p>
    <w:p w:rsidR="00557788" w:rsidRDefault="00557788" w:rsidP="00557788">
      <w:r>
        <w:t>178.6430</w:t>
      </w:r>
      <w:r>
        <w:tab/>
        <w:t>3.038e0</w:t>
      </w:r>
    </w:p>
    <w:p w:rsidR="00557788" w:rsidRDefault="00557788" w:rsidP="00557788">
      <w:r>
        <w:t>178.6502</w:t>
      </w:r>
      <w:r>
        <w:tab/>
        <w:t>1.266e-2</w:t>
      </w:r>
    </w:p>
    <w:p w:rsidR="00557788" w:rsidRDefault="00557788" w:rsidP="00557788">
      <w:r>
        <w:lastRenderedPageBreak/>
        <w:t>178.6573</w:t>
      </w:r>
      <w:r>
        <w:tab/>
        <w:t>3.038e0</w:t>
      </w:r>
    </w:p>
    <w:p w:rsidR="00557788" w:rsidRDefault="00557788" w:rsidP="00557788">
      <w:r>
        <w:t>178.6609</w:t>
      </w:r>
      <w:r>
        <w:tab/>
        <w:t>2.532e-2</w:t>
      </w:r>
    </w:p>
    <w:p w:rsidR="00557788" w:rsidRDefault="00557788" w:rsidP="00557788">
      <w:r>
        <w:t>178.6644</w:t>
      </w:r>
      <w:r>
        <w:tab/>
        <w:t>1.266e-2</w:t>
      </w:r>
    </w:p>
    <w:p w:rsidR="00557788" w:rsidRDefault="00557788" w:rsidP="00557788">
      <w:r>
        <w:t>178.6859</w:t>
      </w:r>
      <w:r>
        <w:tab/>
        <w:t>1.266e-2</w:t>
      </w:r>
    </w:p>
    <w:p w:rsidR="00557788" w:rsidRDefault="00557788" w:rsidP="00557788">
      <w:r>
        <w:t>178.6882</w:t>
      </w:r>
      <w:r>
        <w:tab/>
        <w:t>3.038e0</w:t>
      </w:r>
    </w:p>
    <w:p w:rsidR="00557788" w:rsidRDefault="00557788" w:rsidP="00557788">
      <w:r>
        <w:t>178.6912</w:t>
      </w:r>
      <w:r>
        <w:tab/>
        <w:t>2.025e0</w:t>
      </w:r>
    </w:p>
    <w:p w:rsidR="00557788" w:rsidRDefault="00557788" w:rsidP="00557788">
      <w:r>
        <w:t>178.6930</w:t>
      </w:r>
      <w:r>
        <w:tab/>
        <w:t>2.025e0</w:t>
      </w:r>
    </w:p>
    <w:p w:rsidR="00557788" w:rsidRDefault="00557788" w:rsidP="00557788">
      <w:r>
        <w:t>178.6948</w:t>
      </w:r>
      <w:r>
        <w:tab/>
        <w:t>2.532e-2</w:t>
      </w:r>
    </w:p>
    <w:p w:rsidR="00557788" w:rsidRDefault="00557788" w:rsidP="00557788">
      <w:r>
        <w:t>178.7038</w:t>
      </w:r>
      <w:r>
        <w:tab/>
        <w:t>1.025e0</w:t>
      </w:r>
    </w:p>
    <w:p w:rsidR="00557788" w:rsidRDefault="00557788" w:rsidP="00557788">
      <w:r>
        <w:t>178.7127</w:t>
      </w:r>
      <w:r>
        <w:tab/>
        <w:t>2.225e0</w:t>
      </w:r>
    </w:p>
    <w:p w:rsidR="00557788" w:rsidRDefault="00557788" w:rsidP="00557788">
      <w:r>
        <w:t>178.7181</w:t>
      </w:r>
      <w:r>
        <w:tab/>
        <w:t>1.266e-2</w:t>
      </w:r>
    </w:p>
    <w:p w:rsidR="00557788" w:rsidRDefault="00557788" w:rsidP="00557788">
      <w:r>
        <w:t>178.7289</w:t>
      </w:r>
      <w:r>
        <w:tab/>
        <w:t>1.013e0</w:t>
      </w:r>
    </w:p>
    <w:p w:rsidR="00557788" w:rsidRDefault="00557788" w:rsidP="00557788">
      <w:r>
        <w:t>178.7313</w:t>
      </w:r>
      <w:r>
        <w:tab/>
        <w:t>4.847e0</w:t>
      </w:r>
    </w:p>
    <w:p w:rsidR="00557788" w:rsidRDefault="00557788" w:rsidP="00557788">
      <w:r>
        <w:t>178.7359</w:t>
      </w:r>
      <w:r>
        <w:tab/>
        <w:t>1.013e0</w:t>
      </w:r>
    </w:p>
    <w:p w:rsidR="00557788" w:rsidRDefault="00557788" w:rsidP="00557788">
      <w:r>
        <w:t>178.7423</w:t>
      </w:r>
      <w:r>
        <w:tab/>
        <w:t>1.051e0</w:t>
      </w:r>
    </w:p>
    <w:p w:rsidR="00557788" w:rsidRDefault="00557788" w:rsidP="00557788">
      <w:r>
        <w:t>178.7639</w:t>
      </w:r>
      <w:r>
        <w:tab/>
        <w:t>1.013e0</w:t>
      </w:r>
    </w:p>
    <w:p w:rsidR="00557788" w:rsidRDefault="00557788" w:rsidP="00557788">
      <w:r>
        <w:t>178.7674</w:t>
      </w:r>
      <w:r>
        <w:tab/>
        <w:t>1.266e-2</w:t>
      </w:r>
    </w:p>
    <w:p w:rsidR="00557788" w:rsidRDefault="00557788" w:rsidP="00557788">
      <w:r>
        <w:t>178.7688</w:t>
      </w:r>
      <w:r>
        <w:tab/>
        <w:t>3.986e0</w:t>
      </w:r>
    </w:p>
    <w:p w:rsidR="00557788" w:rsidRDefault="00557788" w:rsidP="00557788">
      <w:r>
        <w:t>178.7754</w:t>
      </w:r>
      <w:r>
        <w:tab/>
        <w:t>2.038e0</w:t>
      </w:r>
    </w:p>
    <w:p w:rsidR="00557788" w:rsidRDefault="00557788" w:rsidP="00557788">
      <w:r>
        <w:lastRenderedPageBreak/>
        <w:t>178.7803</w:t>
      </w:r>
      <w:r>
        <w:tab/>
        <w:t>3.798e-2</w:t>
      </w:r>
    </w:p>
    <w:p w:rsidR="00557788" w:rsidRDefault="00557788" w:rsidP="00557788">
      <w:r>
        <w:t>178.7849</w:t>
      </w:r>
      <w:r>
        <w:tab/>
        <w:t>1.013e0</w:t>
      </w:r>
    </w:p>
    <w:p w:rsidR="00557788" w:rsidRDefault="00557788" w:rsidP="00557788">
      <w:r>
        <w:t>178.7915</w:t>
      </w:r>
      <w:r>
        <w:tab/>
        <w:t>5.063e0</w:t>
      </w:r>
    </w:p>
    <w:p w:rsidR="00557788" w:rsidRDefault="00557788" w:rsidP="00557788">
      <w:r>
        <w:t>178.7968</w:t>
      </w:r>
      <w:r>
        <w:tab/>
        <w:t>3.038e0</w:t>
      </w:r>
    </w:p>
    <w:p w:rsidR="00557788" w:rsidRDefault="00557788" w:rsidP="00557788">
      <w:r>
        <w:t>178.8132</w:t>
      </w:r>
      <w:r>
        <w:tab/>
        <w:t>1.266e-2</w:t>
      </w:r>
    </w:p>
    <w:p w:rsidR="00557788" w:rsidRDefault="00557788" w:rsidP="00557788">
      <w:r>
        <w:t>178.8188</w:t>
      </w:r>
      <w:r>
        <w:tab/>
        <w:t>5.063e0</w:t>
      </w:r>
    </w:p>
    <w:p w:rsidR="00557788" w:rsidRDefault="00557788" w:rsidP="00557788">
      <w:r>
        <w:t>178.8234</w:t>
      </w:r>
      <w:r>
        <w:tab/>
        <w:t>1.051e0</w:t>
      </w:r>
    </w:p>
    <w:p w:rsidR="00557788" w:rsidRDefault="00557788" w:rsidP="00557788">
      <w:r>
        <w:t>178.8312</w:t>
      </w:r>
      <w:r>
        <w:tab/>
        <w:t>1.013e0</w:t>
      </w:r>
    </w:p>
    <w:p w:rsidR="00557788" w:rsidRDefault="00557788" w:rsidP="00557788">
      <w:r>
        <w:t>178.8365</w:t>
      </w:r>
      <w:r>
        <w:tab/>
        <w:t>2.025e0</w:t>
      </w:r>
    </w:p>
    <w:p w:rsidR="00557788" w:rsidRDefault="00557788" w:rsidP="00557788">
      <w:r>
        <w:t>178.8544</w:t>
      </w:r>
      <w:r>
        <w:tab/>
        <w:t>2.532e-2</w:t>
      </w:r>
    </w:p>
    <w:p w:rsidR="00557788" w:rsidRDefault="00557788" w:rsidP="00557788">
      <w:r>
        <w:t>178.8580</w:t>
      </w:r>
      <w:r>
        <w:tab/>
        <w:t>2.532e-2</w:t>
      </w:r>
    </w:p>
    <w:p w:rsidR="00557788" w:rsidRDefault="00557788" w:rsidP="00557788">
      <w:r>
        <w:t>178.8616</w:t>
      </w:r>
      <w:r>
        <w:tab/>
        <w:t>2.025e0</w:t>
      </w:r>
    </w:p>
    <w:p w:rsidR="00557788" w:rsidRDefault="00557788" w:rsidP="00557788">
      <w:r>
        <w:t>178.8901</w:t>
      </w:r>
      <w:r>
        <w:tab/>
        <w:t>2.532e-2</w:t>
      </w:r>
    </w:p>
    <w:p w:rsidR="00557788" w:rsidRDefault="00557788" w:rsidP="00557788">
      <w:r>
        <w:t>178.8937</w:t>
      </w:r>
      <w:r>
        <w:tab/>
        <w:t>2.025e0</w:t>
      </w:r>
    </w:p>
    <w:p w:rsidR="00557788" w:rsidRDefault="00557788" w:rsidP="00557788">
      <w:r>
        <w:t>178.9044</w:t>
      </w:r>
      <w:r>
        <w:tab/>
        <w:t>2.025e0</w:t>
      </w:r>
    </w:p>
    <w:p w:rsidR="00557788" w:rsidRDefault="00557788" w:rsidP="00557788">
      <w:r>
        <w:t>178.9152</w:t>
      </w:r>
      <w:r>
        <w:tab/>
        <w:t>2.532e-2</w:t>
      </w:r>
    </w:p>
    <w:p w:rsidR="00557788" w:rsidRDefault="00557788" w:rsidP="00557788">
      <w:r>
        <w:t>178.9277</w:t>
      </w:r>
      <w:r>
        <w:tab/>
        <w:t>2.532e-2</w:t>
      </w:r>
    </w:p>
    <w:p w:rsidR="00557788" w:rsidRDefault="00557788" w:rsidP="00557788">
      <w:r>
        <w:t>178.9421</w:t>
      </w:r>
      <w:r>
        <w:tab/>
        <w:t>2.025e0</w:t>
      </w:r>
    </w:p>
    <w:p w:rsidR="00557788" w:rsidRDefault="00557788" w:rsidP="00557788">
      <w:r>
        <w:t>178.9458</w:t>
      </w:r>
      <w:r>
        <w:tab/>
        <w:t>2.532e-2</w:t>
      </w:r>
    </w:p>
    <w:p w:rsidR="00557788" w:rsidRDefault="00557788" w:rsidP="00557788">
      <w:r>
        <w:lastRenderedPageBreak/>
        <w:t>178.9473</w:t>
      </w:r>
      <w:r>
        <w:tab/>
        <w:t>4.051e0</w:t>
      </w:r>
    </w:p>
    <w:p w:rsidR="00557788" w:rsidRDefault="00557788" w:rsidP="00557788">
      <w:r>
        <w:t>178.9667</w:t>
      </w:r>
      <w:r>
        <w:tab/>
        <w:t>2.025e0</w:t>
      </w:r>
    </w:p>
    <w:p w:rsidR="00557788" w:rsidRDefault="00557788" w:rsidP="00557788">
      <w:r>
        <w:t>178.9984</w:t>
      </w:r>
      <w:r>
        <w:tab/>
        <w:t>9.005e0</w:t>
      </w:r>
    </w:p>
    <w:p w:rsidR="00557788" w:rsidRDefault="00557788" w:rsidP="00557788">
      <w:r>
        <w:t>179.0190</w:t>
      </w:r>
      <w:r>
        <w:tab/>
        <w:t>2.436e1</w:t>
      </w:r>
    </w:p>
    <w:p w:rsidR="00557788" w:rsidRDefault="00557788" w:rsidP="00557788">
      <w:r>
        <w:t>179.0204</w:t>
      </w:r>
      <w:r>
        <w:tab/>
        <w:t>2.236e1</w:t>
      </w:r>
    </w:p>
    <w:p w:rsidR="00557788" w:rsidRDefault="00557788" w:rsidP="00557788">
      <w:r>
        <w:t>179.0572</w:t>
      </w:r>
      <w:r>
        <w:tab/>
        <w:t>4.682e0</w:t>
      </w:r>
    </w:p>
    <w:p w:rsidR="00557788" w:rsidRDefault="00557788" w:rsidP="00557788">
      <w:r>
        <w:t>179.0652</w:t>
      </w:r>
      <w:r>
        <w:tab/>
        <w:t>1.160e1</w:t>
      </w:r>
    </w:p>
    <w:p w:rsidR="00557788" w:rsidRDefault="00557788" w:rsidP="00557788">
      <w:r>
        <w:t>179.0735</w:t>
      </w:r>
      <w:r>
        <w:tab/>
        <w:t>2.718e0</w:t>
      </w:r>
    </w:p>
    <w:p w:rsidR="00557788" w:rsidRDefault="00557788" w:rsidP="00557788">
      <w:r>
        <w:t>179.0869</w:t>
      </w:r>
      <w:r>
        <w:tab/>
        <w:t>1.780e0</w:t>
      </w:r>
    </w:p>
    <w:p w:rsidR="00557788" w:rsidRDefault="00557788" w:rsidP="00557788">
      <w:r>
        <w:t>179.0880</w:t>
      </w:r>
      <w:r>
        <w:tab/>
        <w:t>1.620e1</w:t>
      </w:r>
    </w:p>
    <w:p w:rsidR="00557788" w:rsidRDefault="00557788" w:rsidP="00557788">
      <w:r>
        <w:t>179.1035</w:t>
      </w:r>
      <w:r>
        <w:tab/>
        <w:t>4.624e0</w:t>
      </w:r>
    </w:p>
    <w:p w:rsidR="00557788" w:rsidRDefault="00557788" w:rsidP="00557788">
      <w:r>
        <w:t>179.1045</w:t>
      </w:r>
      <w:r>
        <w:tab/>
        <w:t>1.262e-1</w:t>
      </w:r>
    </w:p>
    <w:p w:rsidR="00557788" w:rsidRDefault="00557788" w:rsidP="00557788">
      <w:r>
        <w:t>179.1174</w:t>
      </w:r>
      <w:r>
        <w:tab/>
        <w:t>4.109e0</w:t>
      </w:r>
    </w:p>
    <w:p w:rsidR="00557788" w:rsidRDefault="00557788" w:rsidP="00557788">
      <w:r>
        <w:t>179.1188</w:t>
      </w:r>
      <w:r>
        <w:tab/>
        <w:t>8.714e0</w:t>
      </w:r>
    </w:p>
    <w:p w:rsidR="00557788" w:rsidRDefault="00557788" w:rsidP="00557788">
      <w:r>
        <w:t>179.1214</w:t>
      </w:r>
      <w:r>
        <w:tab/>
        <w:t>5.299e-1</w:t>
      </w:r>
    </w:p>
    <w:p w:rsidR="00557788" w:rsidRDefault="00557788" w:rsidP="00557788">
      <w:r>
        <w:t>179.1254</w:t>
      </w:r>
      <w:r>
        <w:tab/>
        <w:t>1.689e1</w:t>
      </w:r>
    </w:p>
    <w:p w:rsidR="00557788" w:rsidRDefault="00557788" w:rsidP="00557788">
      <w:r>
        <w:t>179.1412</w:t>
      </w:r>
      <w:r>
        <w:tab/>
        <w:t>1.170e-1</w:t>
      </w:r>
    </w:p>
    <w:p w:rsidR="00557788" w:rsidRDefault="00557788" w:rsidP="00557788">
      <w:r>
        <w:t>179.1590</w:t>
      </w:r>
      <w:r>
        <w:tab/>
        <w:t>2.052e0</w:t>
      </w:r>
    </w:p>
    <w:p w:rsidR="00557788" w:rsidRDefault="00557788" w:rsidP="00557788">
      <w:r>
        <w:t>179.1711</w:t>
      </w:r>
      <w:r>
        <w:tab/>
        <w:t>2.159e0</w:t>
      </w:r>
    </w:p>
    <w:p w:rsidR="00557788" w:rsidRDefault="00557788" w:rsidP="00557788">
      <w:r>
        <w:lastRenderedPageBreak/>
        <w:t>179.1780</w:t>
      </w:r>
      <w:r>
        <w:tab/>
        <w:t>1.026e0</w:t>
      </w:r>
    </w:p>
    <w:p w:rsidR="00557788" w:rsidRDefault="00557788" w:rsidP="00557788">
      <w:r>
        <w:t>179.1962</w:t>
      </w:r>
      <w:r>
        <w:tab/>
        <w:t>2.532e-2</w:t>
      </w:r>
    </w:p>
    <w:p w:rsidR="00557788" w:rsidRDefault="00557788" w:rsidP="00557788">
      <w:r>
        <w:t>179.2188</w:t>
      </w:r>
      <w:r>
        <w:tab/>
        <w:t>1.013e0</w:t>
      </w:r>
    </w:p>
    <w:p w:rsidR="00557788" w:rsidRDefault="00557788" w:rsidP="00557788">
      <w:r>
        <w:t>179.2239</w:t>
      </w:r>
      <w:r>
        <w:tab/>
        <w:t>4.051e0</w:t>
      </w:r>
    </w:p>
    <w:p w:rsidR="00557788" w:rsidRDefault="00557788" w:rsidP="00557788">
      <w:r>
        <w:t>179.2255</w:t>
      </w:r>
      <w:r>
        <w:tab/>
        <w:t>1.025e0</w:t>
      </w:r>
    </w:p>
    <w:p w:rsidR="00557788" w:rsidRDefault="00557788" w:rsidP="00557788">
      <w:r>
        <w:t>179.2330</w:t>
      </w:r>
      <w:r>
        <w:tab/>
        <w:t>2.051e0</w:t>
      </w:r>
    </w:p>
    <w:p w:rsidR="00557788" w:rsidRDefault="00557788" w:rsidP="00557788">
      <w:r>
        <w:t>179.2360</w:t>
      </w:r>
      <w:r>
        <w:tab/>
        <w:t>2.025e0</w:t>
      </w:r>
    </w:p>
    <w:p w:rsidR="00557788" w:rsidRDefault="00557788" w:rsidP="00557788">
      <w:r>
        <w:t>179.2541</w:t>
      </w:r>
      <w:r>
        <w:tab/>
        <w:t>1.266e-2</w:t>
      </w:r>
    </w:p>
    <w:p w:rsidR="00557788" w:rsidRDefault="00557788" w:rsidP="00557788">
      <w:r>
        <w:t>179.2613</w:t>
      </w:r>
      <w:r>
        <w:tab/>
        <w:t>1.013e0</w:t>
      </w:r>
    </w:p>
    <w:p w:rsidR="00557788" w:rsidRDefault="00557788" w:rsidP="00557788">
      <w:r>
        <w:t>179.2685</w:t>
      </w:r>
      <w:r>
        <w:tab/>
        <w:t>1.266e-2</w:t>
      </w:r>
    </w:p>
    <w:p w:rsidR="00557788" w:rsidRDefault="00557788" w:rsidP="00557788">
      <w:r>
        <w:t>179.2792</w:t>
      </w:r>
      <w:r>
        <w:tab/>
        <w:t>3.038e0</w:t>
      </w:r>
    </w:p>
    <w:p w:rsidR="00557788" w:rsidRDefault="00557788" w:rsidP="00557788">
      <w:r>
        <w:t>179.2936</w:t>
      </w:r>
      <w:r>
        <w:tab/>
        <w:t>1.013e0</w:t>
      </w:r>
    </w:p>
    <w:p w:rsidR="00557788" w:rsidRDefault="00557788" w:rsidP="00557788">
      <w:r>
        <w:t>179.2962</w:t>
      </w:r>
      <w:r>
        <w:tab/>
        <w:t>3.063e0</w:t>
      </w:r>
    </w:p>
    <w:p w:rsidR="00557788" w:rsidRDefault="00557788" w:rsidP="00557788">
      <w:r>
        <w:t>179.3043</w:t>
      </w:r>
      <w:r>
        <w:tab/>
        <w:t>2.025e0</w:t>
      </w:r>
    </w:p>
    <w:p w:rsidR="00557788" w:rsidRDefault="00557788" w:rsidP="00557788">
      <w:r>
        <w:t>179.3079</w:t>
      </w:r>
      <w:r>
        <w:tab/>
        <w:t>1.013e0</w:t>
      </w:r>
    </w:p>
    <w:p w:rsidR="00557788" w:rsidRDefault="00557788" w:rsidP="00557788">
      <w:r>
        <w:t>179.3222</w:t>
      </w:r>
      <w:r>
        <w:tab/>
        <w:t>1.013e0</w:t>
      </w:r>
    </w:p>
    <w:p w:rsidR="00557788" w:rsidRDefault="00557788" w:rsidP="00557788">
      <w:r>
        <w:t>179.3257</w:t>
      </w:r>
      <w:r>
        <w:tab/>
        <w:t>2.025e0</w:t>
      </w:r>
    </w:p>
    <w:p w:rsidR="00557788" w:rsidRDefault="00557788" w:rsidP="00557788">
      <w:r>
        <w:t>179.3329</w:t>
      </w:r>
      <w:r>
        <w:tab/>
        <w:t>2.038e0</w:t>
      </w:r>
    </w:p>
    <w:p w:rsidR="00557788" w:rsidRDefault="00557788" w:rsidP="00557788">
      <w:r>
        <w:t>179.3464</w:t>
      </w:r>
      <w:r>
        <w:tab/>
        <w:t>2.063e0</w:t>
      </w:r>
    </w:p>
    <w:p w:rsidR="00557788" w:rsidRDefault="00557788" w:rsidP="00557788">
      <w:r>
        <w:lastRenderedPageBreak/>
        <w:t>179.3562</w:t>
      </w:r>
      <w:r>
        <w:tab/>
        <w:t>2.025e0</w:t>
      </w:r>
    </w:p>
    <w:p w:rsidR="00557788" w:rsidRDefault="00557788" w:rsidP="00557788">
      <w:r>
        <w:t>179.3741</w:t>
      </w:r>
      <w:r>
        <w:tab/>
        <w:t>2.025e0</w:t>
      </w:r>
    </w:p>
    <w:p w:rsidR="00557788" w:rsidRDefault="00557788" w:rsidP="00557788">
      <w:r>
        <w:t>179.3777</w:t>
      </w:r>
      <w:r>
        <w:tab/>
        <w:t>2.025e0</w:t>
      </w:r>
    </w:p>
    <w:p w:rsidR="00557788" w:rsidRDefault="00557788" w:rsidP="00557788">
      <w:r>
        <w:t>179.3813</w:t>
      </w:r>
      <w:r>
        <w:tab/>
        <w:t>2.025e0</w:t>
      </w:r>
    </w:p>
    <w:p w:rsidR="00557788" w:rsidRDefault="00557788" w:rsidP="00557788">
      <w:r>
        <w:t>179.3939</w:t>
      </w:r>
      <w:r>
        <w:tab/>
        <w:t>2.025e0</w:t>
      </w:r>
    </w:p>
    <w:p w:rsidR="00557788" w:rsidRDefault="00557788" w:rsidP="00557788">
      <w:r>
        <w:t>179.4080</w:t>
      </w:r>
      <w:r>
        <w:tab/>
        <w:t>3.038e0</w:t>
      </w:r>
    </w:p>
    <w:p w:rsidR="00557788" w:rsidRDefault="00557788" w:rsidP="00557788">
      <w:r>
        <w:t>179.4326</w:t>
      </w:r>
      <w:r>
        <w:tab/>
        <w:t>4.051e0</w:t>
      </w:r>
    </w:p>
    <w:p w:rsidR="00557788" w:rsidRDefault="00557788" w:rsidP="00557788">
      <w:r>
        <w:t>179.4351</w:t>
      </w:r>
      <w:r>
        <w:tab/>
        <w:t>3.038e0</w:t>
      </w:r>
    </w:p>
    <w:p w:rsidR="00557788" w:rsidRDefault="00557788" w:rsidP="00557788">
      <w:r>
        <w:t>179.4501</w:t>
      </w:r>
      <w:r>
        <w:tab/>
        <w:t>1.038e0</w:t>
      </w:r>
    </w:p>
    <w:p w:rsidR="00557788" w:rsidRDefault="00557788" w:rsidP="00557788">
      <w:r>
        <w:t>179.4554</w:t>
      </w:r>
      <w:r>
        <w:tab/>
        <w:t>2.025e0</w:t>
      </w:r>
    </w:p>
    <w:p w:rsidR="00557788" w:rsidRDefault="00557788" w:rsidP="00557788">
      <w:r>
        <w:t>179.4606</w:t>
      </w:r>
      <w:r>
        <w:tab/>
        <w:t>1.013e0</w:t>
      </w:r>
    </w:p>
    <w:p w:rsidR="00557788" w:rsidRDefault="00557788" w:rsidP="00557788">
      <w:r>
        <w:t>179.4626</w:t>
      </w:r>
      <w:r>
        <w:tab/>
        <w:t>3.038e0</w:t>
      </w:r>
    </w:p>
    <w:p w:rsidR="00557788" w:rsidRDefault="00557788" w:rsidP="00557788">
      <w:r>
        <w:t>179.4747</w:t>
      </w:r>
      <w:r>
        <w:tab/>
        <w:t>6.076e0</w:t>
      </w:r>
    </w:p>
    <w:p w:rsidR="00557788" w:rsidRDefault="00557788" w:rsidP="00557788">
      <w:r>
        <w:t>179.4891</w:t>
      </w:r>
      <w:r>
        <w:tab/>
        <w:t>1.266e-2</w:t>
      </w:r>
    </w:p>
    <w:p w:rsidR="00557788" w:rsidRDefault="00557788" w:rsidP="00557788">
      <w:r>
        <w:t>179.4963</w:t>
      </w:r>
      <w:r>
        <w:tab/>
        <w:t>2.025e0</w:t>
      </w:r>
    </w:p>
    <w:p w:rsidR="00557788" w:rsidRDefault="00557788" w:rsidP="00557788">
      <w:r>
        <w:t>179.4986</w:t>
      </w:r>
      <w:r>
        <w:tab/>
        <w:t>3.063e0</w:t>
      </w:r>
    </w:p>
    <w:p w:rsidR="00557788" w:rsidRDefault="00557788" w:rsidP="00557788">
      <w:r>
        <w:t>179.5016</w:t>
      </w:r>
      <w:r>
        <w:tab/>
        <w:t>2.532e-2</w:t>
      </w:r>
    </w:p>
    <w:p w:rsidR="00557788" w:rsidRDefault="00557788" w:rsidP="00557788">
      <w:r>
        <w:t>179.5223</w:t>
      </w:r>
      <w:r>
        <w:tab/>
        <w:t>2.353e0</w:t>
      </w:r>
    </w:p>
    <w:p w:rsidR="00557788" w:rsidRDefault="00557788" w:rsidP="00557788">
      <w:r>
        <w:t>179.5267</w:t>
      </w:r>
      <w:r>
        <w:tab/>
        <w:t>1.038e0</w:t>
      </w:r>
    </w:p>
    <w:p w:rsidR="00557788" w:rsidRDefault="00557788" w:rsidP="00557788">
      <w:r>
        <w:lastRenderedPageBreak/>
        <w:t>179.5321</w:t>
      </w:r>
      <w:r>
        <w:tab/>
        <w:t>1.025e0</w:t>
      </w:r>
    </w:p>
    <w:p w:rsidR="00557788" w:rsidRDefault="00557788" w:rsidP="00557788">
      <w:r>
        <w:t>179.5339</w:t>
      </w:r>
      <w:r>
        <w:tab/>
        <w:t>2.025e0</w:t>
      </w:r>
    </w:p>
    <w:p w:rsidR="00557788" w:rsidRDefault="00557788" w:rsidP="00557788">
      <w:r>
        <w:t>179.5357</w:t>
      </w:r>
      <w:r>
        <w:tab/>
        <w:t>1.013e0</w:t>
      </w:r>
    </w:p>
    <w:p w:rsidR="00557788" w:rsidRDefault="00557788" w:rsidP="00557788">
      <w:r>
        <w:t>179.5375</w:t>
      </w:r>
      <w:r>
        <w:tab/>
        <w:t>3.798e-2</w:t>
      </w:r>
    </w:p>
    <w:p w:rsidR="00557788" w:rsidRDefault="00557788" w:rsidP="00557788">
      <w:r>
        <w:t>179.5416</w:t>
      </w:r>
      <w:r>
        <w:tab/>
        <w:t>4.051e0</w:t>
      </w:r>
    </w:p>
    <w:p w:rsidR="00557788" w:rsidRDefault="00557788" w:rsidP="00557788">
      <w:r>
        <w:t>179.5445</w:t>
      </w:r>
      <w:r>
        <w:tab/>
        <w:t>8.101e0</w:t>
      </w:r>
    </w:p>
    <w:p w:rsidR="00557788" w:rsidRDefault="00557788" w:rsidP="00557788">
      <w:r>
        <w:t>179.5571</w:t>
      </w:r>
      <w:r>
        <w:tab/>
        <w:t>1.025e0</w:t>
      </w:r>
    </w:p>
    <w:p w:rsidR="00557788" w:rsidRDefault="00557788" w:rsidP="00557788">
      <w:r>
        <w:t>179.5587</w:t>
      </w:r>
      <w:r>
        <w:tab/>
        <w:t>1.928e0</w:t>
      </w:r>
    </w:p>
    <w:p w:rsidR="00557788" w:rsidRDefault="00557788" w:rsidP="00557788">
      <w:r>
        <w:t>179.5604</w:t>
      </w:r>
      <w:r>
        <w:tab/>
        <w:t>4.076e0</w:t>
      </w:r>
    </w:p>
    <w:p w:rsidR="00557788" w:rsidRDefault="00557788" w:rsidP="00557788">
      <w:r>
        <w:t>179.5715</w:t>
      </w:r>
      <w:r>
        <w:tab/>
        <w:t>1.266e-2</w:t>
      </w:r>
    </w:p>
    <w:p w:rsidR="00557788" w:rsidRDefault="00557788" w:rsidP="00557788">
      <w:r>
        <w:t>179.5733</w:t>
      </w:r>
      <w:r>
        <w:tab/>
        <w:t>2.025e0</w:t>
      </w:r>
    </w:p>
    <w:p w:rsidR="00557788" w:rsidRDefault="00557788" w:rsidP="00557788">
      <w:r>
        <w:t>179.5786</w:t>
      </w:r>
      <w:r>
        <w:tab/>
        <w:t>1.025e0</w:t>
      </w:r>
    </w:p>
    <w:p w:rsidR="00557788" w:rsidRDefault="00557788" w:rsidP="00557788">
      <w:r>
        <w:t>179.5894</w:t>
      </w:r>
      <w:r>
        <w:tab/>
        <w:t>1.013e0</w:t>
      </w:r>
    </w:p>
    <w:p w:rsidR="00557788" w:rsidRDefault="00557788" w:rsidP="00557788">
      <w:r>
        <w:t>179.5965</w:t>
      </w:r>
      <w:r>
        <w:tab/>
        <w:t>3.051e0</w:t>
      </w:r>
    </w:p>
    <w:p w:rsidR="00557788" w:rsidRDefault="00557788" w:rsidP="00557788">
      <w:r>
        <w:t>179.6001</w:t>
      </w:r>
      <w:r>
        <w:tab/>
        <w:t>2.532e-2</w:t>
      </w:r>
    </w:p>
    <w:p w:rsidR="00557788" w:rsidRDefault="00557788" w:rsidP="00557788">
      <w:r>
        <w:t>179.6019</w:t>
      </w:r>
      <w:r>
        <w:tab/>
        <w:t>2.025e0</w:t>
      </w:r>
    </w:p>
    <w:p w:rsidR="00557788" w:rsidRDefault="00557788" w:rsidP="00557788">
      <w:r>
        <w:t>179.6091</w:t>
      </w:r>
      <w:r>
        <w:tab/>
        <w:t>2.532e-2</w:t>
      </w:r>
    </w:p>
    <w:p w:rsidR="00557788" w:rsidRDefault="00557788" w:rsidP="00557788">
      <w:r>
        <w:t>179.6289</w:t>
      </w:r>
      <w:r>
        <w:tab/>
        <w:t>1.266e-2</w:t>
      </w:r>
    </w:p>
    <w:p w:rsidR="00557788" w:rsidRDefault="00557788" w:rsidP="00557788">
      <w:r>
        <w:t>179.6397</w:t>
      </w:r>
      <w:r>
        <w:tab/>
        <w:t>1.038e0</w:t>
      </w:r>
    </w:p>
    <w:p w:rsidR="00557788" w:rsidRDefault="00557788" w:rsidP="00557788">
      <w:r>
        <w:lastRenderedPageBreak/>
        <w:t>179.6430</w:t>
      </w:r>
      <w:r>
        <w:tab/>
        <w:t>1.025e0</w:t>
      </w:r>
    </w:p>
    <w:p w:rsidR="00557788" w:rsidRDefault="00557788" w:rsidP="00557788">
      <w:r>
        <w:t>179.6449</w:t>
      </w:r>
      <w:r>
        <w:tab/>
        <w:t>5.063e0</w:t>
      </w:r>
    </w:p>
    <w:p w:rsidR="00557788" w:rsidRDefault="00557788" w:rsidP="00557788">
      <w:r>
        <w:t>179.6623</w:t>
      </w:r>
      <w:r>
        <w:tab/>
        <w:t>2.025e0</w:t>
      </w:r>
    </w:p>
    <w:p w:rsidR="00557788" w:rsidRDefault="00557788" w:rsidP="00557788">
      <w:r>
        <w:t>179.6641</w:t>
      </w:r>
      <w:r>
        <w:tab/>
        <w:t>1.013e0</w:t>
      </w:r>
    </w:p>
    <w:p w:rsidR="00557788" w:rsidRDefault="00557788" w:rsidP="00557788">
      <w:r>
        <w:t>179.6676</w:t>
      </w:r>
      <w:r>
        <w:tab/>
        <w:t>1.013e0</w:t>
      </w:r>
    </w:p>
    <w:p w:rsidR="00557788" w:rsidRDefault="00557788" w:rsidP="00557788">
      <w:r>
        <w:t>179.6711</w:t>
      </w:r>
      <w:r>
        <w:tab/>
        <w:t>1.013e0</w:t>
      </w:r>
    </w:p>
    <w:p w:rsidR="00557788" w:rsidRDefault="00557788" w:rsidP="00557788">
      <w:r>
        <w:t>179.6887</w:t>
      </w:r>
      <w:r>
        <w:tab/>
        <w:t>1.013e0</w:t>
      </w:r>
    </w:p>
    <w:p w:rsidR="00557788" w:rsidRDefault="00557788" w:rsidP="00557788">
      <w:r>
        <w:t>179.6922</w:t>
      </w:r>
      <w:r>
        <w:tab/>
        <w:t>1.025e0</w:t>
      </w:r>
    </w:p>
    <w:p w:rsidR="00557788" w:rsidRDefault="00557788" w:rsidP="00557788">
      <w:r>
        <w:t>179.7097</w:t>
      </w:r>
      <w:r>
        <w:tab/>
        <w:t>2.025e0</w:t>
      </w:r>
    </w:p>
    <w:p w:rsidR="00557788" w:rsidRDefault="00557788" w:rsidP="00557788">
      <w:r>
        <w:t>179.7116</w:t>
      </w:r>
      <w:r>
        <w:tab/>
        <w:t>4.051e0</w:t>
      </w:r>
    </w:p>
    <w:p w:rsidR="00557788" w:rsidRDefault="00557788" w:rsidP="00557788">
      <w:r>
        <w:t>179.7151</w:t>
      </w:r>
      <w:r>
        <w:tab/>
        <w:t>2.025e0</w:t>
      </w:r>
    </w:p>
    <w:p w:rsidR="00557788" w:rsidRDefault="00557788" w:rsidP="00557788">
      <w:r>
        <w:t>179.7205</w:t>
      </w:r>
      <w:r>
        <w:tab/>
        <w:t>2.025e0</w:t>
      </w:r>
    </w:p>
    <w:p w:rsidR="00557788" w:rsidRDefault="00557788" w:rsidP="00557788">
      <w:r>
        <w:t>179.7313</w:t>
      </w:r>
      <w:r>
        <w:tab/>
        <w:t>2.025e0</w:t>
      </w:r>
    </w:p>
    <w:p w:rsidR="00557788" w:rsidRDefault="00557788" w:rsidP="00557788">
      <w:r>
        <w:t>179.7331</w:t>
      </w:r>
      <w:r>
        <w:tab/>
        <w:t>2.532e-2</w:t>
      </w:r>
    </w:p>
    <w:p w:rsidR="00557788" w:rsidRDefault="00557788" w:rsidP="00557788">
      <w:r>
        <w:t>179.7349</w:t>
      </w:r>
      <w:r>
        <w:tab/>
        <w:t>3.038e0</w:t>
      </w:r>
    </w:p>
    <w:p w:rsidR="00557788" w:rsidRDefault="00557788" w:rsidP="00557788">
      <w:r>
        <w:t>179.7564</w:t>
      </w:r>
      <w:r>
        <w:tab/>
        <w:t>1.013e0</w:t>
      </w:r>
    </w:p>
    <w:p w:rsidR="00557788" w:rsidRDefault="00557788" w:rsidP="00557788">
      <w:r>
        <w:t>179.7618</w:t>
      </w:r>
      <w:r>
        <w:tab/>
        <w:t>2.025e0</w:t>
      </w:r>
    </w:p>
    <w:p w:rsidR="00557788" w:rsidRDefault="00557788" w:rsidP="00557788">
      <w:r>
        <w:t>179.7636</w:t>
      </w:r>
      <w:r>
        <w:tab/>
        <w:t>1.266e-2</w:t>
      </w:r>
    </w:p>
    <w:p w:rsidR="00557788" w:rsidRDefault="00557788" w:rsidP="00557788">
      <w:r>
        <w:t>179.7662</w:t>
      </w:r>
      <w:r>
        <w:tab/>
        <w:t>3.038e0</w:t>
      </w:r>
    </w:p>
    <w:p w:rsidR="00557788" w:rsidRDefault="00557788" w:rsidP="00557788">
      <w:r>
        <w:lastRenderedPageBreak/>
        <w:t>179.7689</w:t>
      </w:r>
      <w:r>
        <w:tab/>
        <w:t>2.025e0</w:t>
      </w:r>
    </w:p>
    <w:p w:rsidR="00557788" w:rsidRDefault="00557788" w:rsidP="00557788">
      <w:r>
        <w:t>179.7708</w:t>
      </w:r>
      <w:r>
        <w:tab/>
        <w:t>1.013e0</w:t>
      </w:r>
    </w:p>
    <w:p w:rsidR="00557788" w:rsidRDefault="00557788" w:rsidP="00557788">
      <w:r>
        <w:t>179.7958</w:t>
      </w:r>
      <w:r>
        <w:tab/>
        <w:t>3.038e0</w:t>
      </w:r>
    </w:p>
    <w:p w:rsidR="00557788" w:rsidRDefault="00557788" w:rsidP="00557788">
      <w:r>
        <w:t>179.8054</w:t>
      </w:r>
      <w:r>
        <w:tab/>
        <w:t>1.063e0</w:t>
      </w:r>
    </w:p>
    <w:p w:rsidR="00557788" w:rsidRDefault="00557788" w:rsidP="00557788">
      <w:r>
        <w:t>179.8101</w:t>
      </w:r>
      <w:r>
        <w:tab/>
        <w:t>1.025e0</w:t>
      </w:r>
    </w:p>
    <w:p w:rsidR="00557788" w:rsidRDefault="00557788" w:rsidP="00557788">
      <w:r>
        <w:t>179.8137</w:t>
      </w:r>
      <w:r>
        <w:tab/>
        <w:t>1.013e0</w:t>
      </w:r>
    </w:p>
    <w:p w:rsidR="00557788" w:rsidRDefault="00557788" w:rsidP="00557788">
      <w:r>
        <w:t>179.8173</w:t>
      </w:r>
      <w:r>
        <w:tab/>
        <w:t>1.025e0</w:t>
      </w:r>
    </w:p>
    <w:p w:rsidR="00557788" w:rsidRDefault="00557788" w:rsidP="00557788">
      <w:r>
        <w:t>179.8484</w:t>
      </w:r>
      <w:r>
        <w:tab/>
        <w:t>3.063e0</w:t>
      </w:r>
    </w:p>
    <w:p w:rsidR="00557788" w:rsidRDefault="00557788" w:rsidP="00557788">
      <w:r>
        <w:t>179.8532</w:t>
      </w:r>
      <w:r>
        <w:tab/>
        <w:t>1.013e0</w:t>
      </w:r>
    </w:p>
    <w:p w:rsidR="00557788" w:rsidRDefault="00557788" w:rsidP="00557788">
      <w:r>
        <w:t>179.8568</w:t>
      </w:r>
      <w:r>
        <w:tab/>
        <w:t>3.038e0</w:t>
      </w:r>
    </w:p>
    <w:p w:rsidR="00557788" w:rsidRDefault="00557788" w:rsidP="00557788">
      <w:r>
        <w:t>179.8676</w:t>
      </w:r>
      <w:r>
        <w:tab/>
        <w:t>1.266e-2</w:t>
      </w:r>
    </w:p>
    <w:p w:rsidR="00557788" w:rsidRDefault="00557788" w:rsidP="00557788">
      <w:r>
        <w:t>179.8728</w:t>
      </w:r>
      <w:r>
        <w:tab/>
        <w:t>2.025e0</w:t>
      </w:r>
    </w:p>
    <w:p w:rsidR="00557788" w:rsidRDefault="00557788" w:rsidP="00557788">
      <w:r>
        <w:t>179.8822</w:t>
      </w:r>
      <w:r>
        <w:tab/>
        <w:t>3.798e-2</w:t>
      </w:r>
    </w:p>
    <w:p w:rsidR="00557788" w:rsidRDefault="00557788" w:rsidP="00557788">
      <w:r>
        <w:t>179.8940</w:t>
      </w:r>
      <w:r>
        <w:tab/>
        <w:t>2.532e-2</w:t>
      </w:r>
    </w:p>
    <w:p w:rsidR="00557788" w:rsidRDefault="00557788" w:rsidP="00557788">
      <w:r>
        <w:t>179.8960</w:t>
      </w:r>
      <w:r>
        <w:tab/>
        <w:t>1.051e0</w:t>
      </w:r>
    </w:p>
    <w:p w:rsidR="00557788" w:rsidRDefault="00557788" w:rsidP="00557788">
      <w:r>
        <w:t>179.9029</w:t>
      </w:r>
      <w:r>
        <w:tab/>
        <w:t>1.013e0</w:t>
      </w:r>
    </w:p>
    <w:p w:rsidR="00557788" w:rsidRDefault="00557788" w:rsidP="00557788">
      <w:r>
        <w:t>179.9131</w:t>
      </w:r>
      <w:r>
        <w:tab/>
        <w:t>4.063e0</w:t>
      </w:r>
    </w:p>
    <w:p w:rsidR="00557788" w:rsidRDefault="00557788" w:rsidP="00557788">
      <w:r>
        <w:t>179.9342</w:t>
      </w:r>
      <w:r>
        <w:tab/>
        <w:t>4.051e0</w:t>
      </w:r>
    </w:p>
    <w:p w:rsidR="00557788" w:rsidRDefault="00557788" w:rsidP="00557788">
      <w:r>
        <w:t>179.9361</w:t>
      </w:r>
      <w:r>
        <w:tab/>
        <w:t>4.051e0</w:t>
      </w:r>
    </w:p>
    <w:p w:rsidR="00557788" w:rsidRDefault="00557788" w:rsidP="00557788">
      <w:r>
        <w:lastRenderedPageBreak/>
        <w:t>179.9592</w:t>
      </w:r>
      <w:r>
        <w:tab/>
        <w:t>1.013e0</w:t>
      </w:r>
    </w:p>
    <w:p w:rsidR="00557788" w:rsidRDefault="00557788" w:rsidP="00557788">
      <w:r>
        <w:t>179.9676</w:t>
      </w:r>
      <w:r>
        <w:tab/>
        <w:t>3.038e0</w:t>
      </w:r>
    </w:p>
    <w:p w:rsidR="00557788" w:rsidRDefault="00557788" w:rsidP="00557788">
      <w:r>
        <w:t>179.9700</w:t>
      </w:r>
      <w:r>
        <w:tab/>
        <w:t>1.013e0</w:t>
      </w:r>
    </w:p>
    <w:p w:rsidR="00557788" w:rsidRDefault="00557788" w:rsidP="00557788">
      <w:r>
        <w:t>179.9718</w:t>
      </w:r>
      <w:r>
        <w:tab/>
        <w:t>2.025e0</w:t>
      </w:r>
    </w:p>
    <w:p w:rsidR="00557788" w:rsidRDefault="00557788" w:rsidP="00557788">
      <w:r>
        <w:t>179.9736</w:t>
      </w:r>
      <w:r>
        <w:tab/>
        <w:t>2.025e0</w:t>
      </w:r>
    </w:p>
    <w:p w:rsidR="00557788" w:rsidRDefault="00557788" w:rsidP="00557788">
      <w:r>
        <w:t>179.9844</w:t>
      </w:r>
      <w:r>
        <w:tab/>
        <w:t>3.038e0</w:t>
      </w:r>
    </w:p>
    <w:p w:rsidR="00557788" w:rsidRDefault="00557788" w:rsidP="00557788">
      <w:r>
        <w:t>179.9856</w:t>
      </w:r>
      <w:r>
        <w:tab/>
        <w:t>3.038e0</w:t>
      </w:r>
    </w:p>
    <w:p w:rsidR="00557788" w:rsidRDefault="00557788" w:rsidP="00557788">
      <w:r>
        <w:t>179.9916</w:t>
      </w:r>
      <w:r>
        <w:tab/>
        <w:t>2.025e0</w:t>
      </w:r>
    </w:p>
    <w:p w:rsidR="00557788" w:rsidRDefault="00557788" w:rsidP="00557788">
      <w:r>
        <w:t>179.9986</w:t>
      </w:r>
      <w:r>
        <w:tab/>
        <w:t>4.051e0</w:t>
      </w:r>
    </w:p>
    <w:p w:rsidR="00557788" w:rsidRDefault="00557788" w:rsidP="00557788">
      <w:r>
        <w:t>180.0094</w:t>
      </w:r>
      <w:r>
        <w:tab/>
        <w:t>5.063e-2</w:t>
      </w:r>
    </w:p>
    <w:p w:rsidR="00557788" w:rsidRDefault="00557788" w:rsidP="00557788">
      <w:r>
        <w:t>180.0113</w:t>
      </w:r>
      <w:r>
        <w:tab/>
        <w:t>2.532e-2</w:t>
      </w:r>
    </w:p>
    <w:p w:rsidR="00557788" w:rsidRDefault="00557788" w:rsidP="00557788">
      <w:r>
        <w:t>180.0183</w:t>
      </w:r>
      <w:r>
        <w:tab/>
        <w:t>6.329e-2</w:t>
      </w:r>
    </w:p>
    <w:p w:rsidR="00557788" w:rsidRDefault="00557788" w:rsidP="00557788">
      <w:r>
        <w:t>180.0203</w:t>
      </w:r>
      <w:r>
        <w:tab/>
        <w:t>6.547e-1</w:t>
      </w:r>
    </w:p>
    <w:p w:rsidR="00557788" w:rsidRDefault="00557788" w:rsidP="00557788">
      <w:r>
        <w:t>180.0308</w:t>
      </w:r>
      <w:r>
        <w:tab/>
        <w:t>6.870e0</w:t>
      </w:r>
    </w:p>
    <w:p w:rsidR="00557788" w:rsidRDefault="00557788" w:rsidP="00557788">
      <w:r>
        <w:t>180.0389</w:t>
      </w:r>
      <w:r>
        <w:tab/>
        <w:t>1.176e1</w:t>
      </w:r>
    </w:p>
    <w:p w:rsidR="00557788" w:rsidRDefault="00557788" w:rsidP="00557788">
      <w:r>
        <w:t>180.0413</w:t>
      </w:r>
      <w:r>
        <w:tab/>
        <w:t>4.841e0</w:t>
      </w:r>
    </w:p>
    <w:p w:rsidR="00557788" w:rsidRDefault="00557788" w:rsidP="00557788">
      <w:r>
        <w:t>180.0429</w:t>
      </w:r>
      <w:r>
        <w:tab/>
        <w:t>5.188e-1</w:t>
      </w:r>
    </w:p>
    <w:p w:rsidR="00557788" w:rsidRDefault="00557788" w:rsidP="00557788">
      <w:r>
        <w:t>180.0442</w:t>
      </w:r>
      <w:r>
        <w:tab/>
        <w:t>5.063e0</w:t>
      </w:r>
    </w:p>
    <w:p w:rsidR="00557788" w:rsidRDefault="00557788" w:rsidP="00557788">
      <w:r>
        <w:t>180.0716</w:t>
      </w:r>
      <w:r>
        <w:tab/>
        <w:t>8.707e0</w:t>
      </w:r>
    </w:p>
    <w:p w:rsidR="00557788" w:rsidRDefault="00557788" w:rsidP="00557788">
      <w:r>
        <w:lastRenderedPageBreak/>
        <w:t>180.0769</w:t>
      </w:r>
      <w:r>
        <w:tab/>
        <w:t>1.025e0</w:t>
      </w:r>
    </w:p>
    <w:p w:rsidR="00557788" w:rsidRDefault="00557788" w:rsidP="00557788">
      <w:r>
        <w:t>180.0789</w:t>
      </w:r>
      <w:r>
        <w:tab/>
        <w:t>2.088e0</w:t>
      </w:r>
    </w:p>
    <w:p w:rsidR="00557788" w:rsidRDefault="00557788" w:rsidP="00557788">
      <w:r>
        <w:t>180.0800</w:t>
      </w:r>
      <w:r>
        <w:tab/>
        <w:t>5.489e0</w:t>
      </w:r>
    </w:p>
    <w:p w:rsidR="00557788" w:rsidRDefault="00557788" w:rsidP="00557788">
      <w:r>
        <w:t>180.1110</w:t>
      </w:r>
      <w:r>
        <w:tab/>
        <w:t>4.496e0</w:t>
      </w:r>
    </w:p>
    <w:p w:rsidR="00557788" w:rsidRDefault="00557788" w:rsidP="00557788">
      <w:r>
        <w:t>180.1268</w:t>
      </w:r>
      <w:r>
        <w:tab/>
        <w:t>1.945e0</w:t>
      </w:r>
    </w:p>
    <w:p w:rsidR="00557788" w:rsidRDefault="00557788" w:rsidP="00557788">
      <w:r>
        <w:t>180.1470</w:t>
      </w:r>
      <w:r>
        <w:tab/>
        <w:t>4.660e0</w:t>
      </w:r>
    </w:p>
    <w:p w:rsidR="00557788" w:rsidRDefault="00557788" w:rsidP="00557788">
      <w:r>
        <w:t>180.1519</w:t>
      </w:r>
      <w:r>
        <w:tab/>
        <w:t>1.861e0</w:t>
      </w:r>
    </w:p>
    <w:p w:rsidR="00557788" w:rsidRDefault="00557788" w:rsidP="00557788">
      <w:r>
        <w:t>180.1664</w:t>
      </w:r>
      <w:r>
        <w:tab/>
        <w:t>9.987e0</w:t>
      </w:r>
    </w:p>
    <w:p w:rsidR="00557788" w:rsidRDefault="00557788" w:rsidP="00557788">
      <w:r>
        <w:t>180.1765</w:t>
      </w:r>
      <w:r>
        <w:tab/>
        <w:t>4.418e0</w:t>
      </w:r>
    </w:p>
    <w:p w:rsidR="00557788" w:rsidRDefault="00557788" w:rsidP="00557788">
      <w:r>
        <w:t>180.1825</w:t>
      </w:r>
      <w:r>
        <w:tab/>
        <w:t>1.763e0</w:t>
      </w:r>
    </w:p>
    <w:p w:rsidR="00557788" w:rsidRDefault="00557788" w:rsidP="00557788">
      <w:r>
        <w:t>180.1913</w:t>
      </w:r>
      <w:r>
        <w:tab/>
        <w:t>1.266e-2</w:t>
      </w:r>
    </w:p>
    <w:p w:rsidR="00557788" w:rsidRDefault="00557788" w:rsidP="00557788">
      <w:r>
        <w:t>180.2018</w:t>
      </w:r>
      <w:r>
        <w:tab/>
        <w:t>2.123e0</w:t>
      </w:r>
    </w:p>
    <w:p w:rsidR="00557788" w:rsidRDefault="00557788" w:rsidP="00557788">
      <w:r>
        <w:t>180.2087</w:t>
      </w:r>
      <w:r>
        <w:tab/>
        <w:t>1.025e0</w:t>
      </w:r>
    </w:p>
    <w:p w:rsidR="00557788" w:rsidRDefault="00557788" w:rsidP="00557788">
      <w:r>
        <w:t>180.2124</w:t>
      </w:r>
      <w:r>
        <w:tab/>
        <w:t>3.038e0</w:t>
      </w:r>
    </w:p>
    <w:p w:rsidR="00557788" w:rsidRDefault="00557788" w:rsidP="00557788">
      <w:r>
        <w:t>180.2215</w:t>
      </w:r>
      <w:r>
        <w:tab/>
        <w:t>2.025e0</w:t>
      </w:r>
    </w:p>
    <w:p w:rsidR="00557788" w:rsidRDefault="00557788" w:rsidP="00557788">
      <w:r>
        <w:t>180.2242</w:t>
      </w:r>
      <w:r>
        <w:tab/>
        <w:t>5.243e0</w:t>
      </w:r>
    </w:p>
    <w:p w:rsidR="00557788" w:rsidRDefault="00557788" w:rsidP="00557788">
      <w:r>
        <w:t>180.2305</w:t>
      </w:r>
      <w:r>
        <w:tab/>
        <w:t>1.063e0</w:t>
      </w:r>
    </w:p>
    <w:p w:rsidR="00557788" w:rsidRDefault="00557788" w:rsidP="00557788">
      <w:r>
        <w:t>180.2340</w:t>
      </w:r>
      <w:r>
        <w:tab/>
        <w:t>5.063e0</w:t>
      </w:r>
    </w:p>
    <w:p w:rsidR="00557788" w:rsidRDefault="00557788" w:rsidP="00557788">
      <w:r>
        <w:t>180.2448</w:t>
      </w:r>
      <w:r>
        <w:tab/>
        <w:t>1.013e0</w:t>
      </w:r>
    </w:p>
    <w:p w:rsidR="00557788" w:rsidRDefault="00557788" w:rsidP="00557788">
      <w:r>
        <w:lastRenderedPageBreak/>
        <w:t>180.2484</w:t>
      </w:r>
      <w:r>
        <w:tab/>
        <w:t>1.266e-2</w:t>
      </w:r>
    </w:p>
    <w:p w:rsidR="00557788" w:rsidRDefault="00557788" w:rsidP="00557788">
      <w:r>
        <w:t>180.2567</w:t>
      </w:r>
      <w:r>
        <w:tab/>
        <w:t>2.330e0</w:t>
      </w:r>
    </w:p>
    <w:p w:rsidR="00557788" w:rsidRDefault="00557788" w:rsidP="00557788">
      <w:r>
        <w:t>180.2628</w:t>
      </w:r>
      <w:r>
        <w:tab/>
        <w:t>3.038e0</w:t>
      </w:r>
    </w:p>
    <w:p w:rsidR="00557788" w:rsidRDefault="00557788" w:rsidP="00557788">
      <w:r>
        <w:t>180.2807</w:t>
      </w:r>
      <w:r>
        <w:tab/>
        <w:t>2.025e0</w:t>
      </w:r>
    </w:p>
    <w:p w:rsidR="00557788" w:rsidRDefault="00557788" w:rsidP="00557788">
      <w:r>
        <w:t>180.2843</w:t>
      </w:r>
      <w:r>
        <w:tab/>
        <w:t>1.013e0</w:t>
      </w:r>
    </w:p>
    <w:p w:rsidR="00557788" w:rsidRDefault="00557788" w:rsidP="00557788">
      <w:r>
        <w:t>180.2950</w:t>
      </w:r>
      <w:r>
        <w:tab/>
        <w:t>2.532e-2</w:t>
      </w:r>
    </w:p>
    <w:p w:rsidR="00557788" w:rsidRDefault="00557788" w:rsidP="00557788">
      <w:r>
        <w:t>180.3058</w:t>
      </w:r>
      <w:r>
        <w:tab/>
        <w:t>2.025e0</w:t>
      </w:r>
    </w:p>
    <w:p w:rsidR="00557788" w:rsidRDefault="00557788" w:rsidP="00557788">
      <w:r>
        <w:t>180.3094</w:t>
      </w:r>
      <w:r>
        <w:tab/>
        <w:t>1.013e0</w:t>
      </w:r>
    </w:p>
    <w:p w:rsidR="00557788" w:rsidRDefault="00557788" w:rsidP="00557788">
      <w:r>
        <w:t>180.3129</w:t>
      </w:r>
      <w:r>
        <w:tab/>
        <w:t>2.025e0</w:t>
      </w:r>
    </w:p>
    <w:p w:rsidR="00557788" w:rsidRDefault="00557788" w:rsidP="00557788">
      <w:r>
        <w:t>180.3148</w:t>
      </w:r>
      <w:r>
        <w:tab/>
        <w:t>2.025e0</w:t>
      </w:r>
    </w:p>
    <w:p w:rsidR="00557788" w:rsidRDefault="00557788" w:rsidP="00557788">
      <w:r>
        <w:t>180.3357</w:t>
      </w:r>
      <w:r>
        <w:tab/>
        <w:t>4.656e0</w:t>
      </w:r>
    </w:p>
    <w:p w:rsidR="00557788" w:rsidRDefault="00557788" w:rsidP="00557788">
      <w:r>
        <w:t>180.3381</w:t>
      </w:r>
      <w:r>
        <w:tab/>
        <w:t>2.532e-2</w:t>
      </w:r>
    </w:p>
    <w:p w:rsidR="00557788" w:rsidRDefault="00557788" w:rsidP="00557788">
      <w:r>
        <w:t>180.3416</w:t>
      </w:r>
      <w:r>
        <w:tab/>
        <w:t>2.025e0</w:t>
      </w:r>
    </w:p>
    <w:p w:rsidR="00557788" w:rsidRDefault="00557788" w:rsidP="00557788">
      <w:r>
        <w:t>180.3452</w:t>
      </w:r>
      <w:r>
        <w:tab/>
        <w:t>2.025e0</w:t>
      </w:r>
    </w:p>
    <w:p w:rsidR="00557788" w:rsidRDefault="00557788" w:rsidP="00557788">
      <w:r>
        <w:t>180.3596</w:t>
      </w:r>
      <w:r>
        <w:tab/>
        <w:t>2.532e-2</w:t>
      </w:r>
    </w:p>
    <w:p w:rsidR="00557788" w:rsidRDefault="00557788" w:rsidP="00557788">
      <w:r>
        <w:t>180.3723</w:t>
      </w:r>
      <w:r>
        <w:tab/>
        <w:t>3.038e0</w:t>
      </w:r>
    </w:p>
    <w:p w:rsidR="00557788" w:rsidRDefault="00557788" w:rsidP="00557788">
      <w:r>
        <w:t>180.3752</w:t>
      </w:r>
      <w:r>
        <w:tab/>
        <w:t>3.038e0</w:t>
      </w:r>
    </w:p>
    <w:p w:rsidR="00557788" w:rsidRDefault="00557788" w:rsidP="00557788">
      <w:r>
        <w:t>180.3776</w:t>
      </w:r>
      <w:r>
        <w:tab/>
        <w:t>1.013e0</w:t>
      </w:r>
    </w:p>
    <w:p w:rsidR="00557788" w:rsidRDefault="00557788" w:rsidP="00557788">
      <w:r>
        <w:t>180.3990</w:t>
      </w:r>
      <w:r>
        <w:tab/>
        <w:t>1.025e0</w:t>
      </w:r>
    </w:p>
    <w:p w:rsidR="00557788" w:rsidRDefault="00557788" w:rsidP="00557788">
      <w:r>
        <w:lastRenderedPageBreak/>
        <w:t>180.4044</w:t>
      </w:r>
      <w:r>
        <w:tab/>
        <w:t>2.025e0</w:t>
      </w:r>
    </w:p>
    <w:p w:rsidR="00557788" w:rsidRDefault="00557788" w:rsidP="00557788">
      <w:r>
        <w:t>180.4236</w:t>
      </w:r>
      <w:r>
        <w:tab/>
        <w:t>1.013e0</w:t>
      </w:r>
    </w:p>
    <w:p w:rsidR="00557788" w:rsidRDefault="00557788" w:rsidP="00557788">
      <w:r>
        <w:t>180.4271</w:t>
      </w:r>
      <w:r>
        <w:tab/>
        <w:t>1.013e0</w:t>
      </w:r>
    </w:p>
    <w:p w:rsidR="00557788" w:rsidRDefault="00557788" w:rsidP="00557788">
      <w:r>
        <w:t>180.4284</w:t>
      </w:r>
      <w:r>
        <w:tab/>
        <w:t>1.038e0</w:t>
      </w:r>
    </w:p>
    <w:p w:rsidR="00557788" w:rsidRDefault="00557788" w:rsidP="00557788">
      <w:r>
        <w:t>180.4400</w:t>
      </w:r>
      <w:r>
        <w:tab/>
        <w:t>1.038e0</w:t>
      </w:r>
    </w:p>
    <w:p w:rsidR="00557788" w:rsidRDefault="00557788" w:rsidP="00557788">
      <w:r>
        <w:t>180.4447</w:t>
      </w:r>
      <w:r>
        <w:tab/>
        <w:t>1.038e0</w:t>
      </w:r>
    </w:p>
    <w:p w:rsidR="00557788" w:rsidRDefault="00557788" w:rsidP="00557788">
      <w:r>
        <w:t>180.4499</w:t>
      </w:r>
      <w:r>
        <w:tab/>
        <w:t>2.025e0</w:t>
      </w:r>
    </w:p>
    <w:p w:rsidR="00557788" w:rsidRDefault="00557788" w:rsidP="00557788">
      <w:r>
        <w:t>180.4588</w:t>
      </w:r>
      <w:r>
        <w:tab/>
        <w:t>2.038e0</w:t>
      </w:r>
    </w:p>
    <w:p w:rsidR="00557788" w:rsidRDefault="00557788" w:rsidP="00557788">
      <w:r>
        <w:t>180.4729</w:t>
      </w:r>
      <w:r>
        <w:tab/>
        <w:t>1.013e0</w:t>
      </w:r>
    </w:p>
    <w:p w:rsidR="00557788" w:rsidRDefault="00557788" w:rsidP="00557788">
      <w:r>
        <w:t>180.4838</w:t>
      </w:r>
      <w:r>
        <w:tab/>
        <w:t>2.025e0</w:t>
      </w:r>
    </w:p>
    <w:p w:rsidR="00557788" w:rsidRDefault="00557788" w:rsidP="00557788">
      <w:r>
        <w:t>180.4874</w:t>
      </w:r>
      <w:r>
        <w:tab/>
        <w:t>1.013e0</w:t>
      </w:r>
    </w:p>
    <w:p w:rsidR="00557788" w:rsidRDefault="00557788" w:rsidP="00557788">
      <w:r>
        <w:t>180.4928</w:t>
      </w:r>
      <w:r>
        <w:tab/>
        <w:t>2.063e0</w:t>
      </w:r>
    </w:p>
    <w:p w:rsidR="00557788" w:rsidRDefault="00557788" w:rsidP="00557788">
      <w:r>
        <w:t>180.4946</w:t>
      </w:r>
      <w:r>
        <w:tab/>
        <w:t>1.266e-2</w:t>
      </w:r>
    </w:p>
    <w:p w:rsidR="00557788" w:rsidRDefault="00557788" w:rsidP="00557788">
      <w:r>
        <w:t>180.5107</w:t>
      </w:r>
      <w:r>
        <w:tab/>
        <w:t>2.025e0</w:t>
      </w:r>
    </w:p>
    <w:p w:rsidR="00557788" w:rsidRDefault="00557788" w:rsidP="00557788">
      <w:r>
        <w:t>180.5143</w:t>
      </w:r>
      <w:r>
        <w:tab/>
        <w:t>2.025e0</w:t>
      </w:r>
    </w:p>
    <w:p w:rsidR="00557788" w:rsidRDefault="00557788" w:rsidP="00557788">
      <w:r>
        <w:t>180.5215</w:t>
      </w:r>
      <w:r>
        <w:tab/>
        <w:t>2.025e0</w:t>
      </w:r>
    </w:p>
    <w:p w:rsidR="00557788" w:rsidRDefault="00557788" w:rsidP="00557788">
      <w:r>
        <w:t>180.5233</w:t>
      </w:r>
      <w:r>
        <w:tab/>
        <w:t>1.025e0</w:t>
      </w:r>
    </w:p>
    <w:p w:rsidR="00557788" w:rsidRDefault="00557788" w:rsidP="00557788">
      <w:r>
        <w:t>180.5262</w:t>
      </w:r>
      <w:r>
        <w:tab/>
        <w:t>4.051e0</w:t>
      </w:r>
    </w:p>
    <w:p w:rsidR="00557788" w:rsidRDefault="00557788" w:rsidP="00557788">
      <w:r>
        <w:t>180.5413</w:t>
      </w:r>
      <w:r>
        <w:tab/>
        <w:t>1.013e0</w:t>
      </w:r>
    </w:p>
    <w:p w:rsidR="00557788" w:rsidRDefault="00557788" w:rsidP="00557788">
      <w:r>
        <w:lastRenderedPageBreak/>
        <w:t>180.5451</w:t>
      </w:r>
      <w:r>
        <w:tab/>
        <w:t>1.562e0</w:t>
      </w:r>
    </w:p>
    <w:p w:rsidR="00557788" w:rsidRDefault="00557788" w:rsidP="00557788">
      <w:r>
        <w:t>180.5474</w:t>
      </w:r>
      <w:r>
        <w:tab/>
        <w:t>3.434e0</w:t>
      </w:r>
    </w:p>
    <w:p w:rsidR="00557788" w:rsidRDefault="00557788" w:rsidP="00557788">
      <w:r>
        <w:t>180.5716</w:t>
      </w:r>
      <w:r>
        <w:tab/>
        <w:t>3.038e0</w:t>
      </w:r>
    </w:p>
    <w:p w:rsidR="00557788" w:rsidRDefault="00557788" w:rsidP="00557788">
      <w:r>
        <w:t>180.5745</w:t>
      </w:r>
      <w:r>
        <w:tab/>
        <w:t>1.063e0</w:t>
      </w:r>
    </w:p>
    <w:p w:rsidR="00557788" w:rsidRDefault="00557788" w:rsidP="00557788">
      <w:r>
        <w:t>180.5771</w:t>
      </w:r>
      <w:r>
        <w:tab/>
        <w:t>1.266e-2</w:t>
      </w:r>
    </w:p>
    <w:p w:rsidR="00557788" w:rsidRDefault="00557788" w:rsidP="00557788">
      <w:r>
        <w:t>180.5871</w:t>
      </w:r>
      <w:r>
        <w:tab/>
        <w:t>6.076e0</w:t>
      </w:r>
    </w:p>
    <w:p w:rsidR="00557788" w:rsidRDefault="00557788" w:rsidP="00557788">
      <w:r>
        <w:t>180.5887</w:t>
      </w:r>
      <w:r>
        <w:tab/>
        <w:t>2.063e0</w:t>
      </w:r>
    </w:p>
    <w:p w:rsidR="00557788" w:rsidRDefault="00557788" w:rsidP="00557788">
      <w:r>
        <w:t>180.6131</w:t>
      </w:r>
      <w:r>
        <w:tab/>
        <w:t>3.684e0</w:t>
      </w:r>
    </w:p>
    <w:p w:rsidR="00557788" w:rsidRDefault="00557788" w:rsidP="00557788">
      <w:r>
        <w:t>180.6238</w:t>
      </w:r>
      <w:r>
        <w:tab/>
        <w:t>1.266e-2</w:t>
      </w:r>
    </w:p>
    <w:p w:rsidR="00557788" w:rsidRDefault="00557788" w:rsidP="00557788">
      <w:r>
        <w:t>180.6250</w:t>
      </w:r>
      <w:r>
        <w:tab/>
        <w:t>3.798e-2</w:t>
      </w:r>
    </w:p>
    <w:p w:rsidR="00557788" w:rsidRDefault="00557788" w:rsidP="00557788">
      <w:r>
        <w:t>180.6292</w:t>
      </w:r>
      <w:r>
        <w:tab/>
        <w:t>5.063e-2</w:t>
      </w:r>
    </w:p>
    <w:p w:rsidR="00557788" w:rsidRDefault="00557788" w:rsidP="00557788">
      <w:r>
        <w:t>180.6364</w:t>
      </w:r>
      <w:r>
        <w:tab/>
        <w:t>2.025e0</w:t>
      </w:r>
    </w:p>
    <w:p w:rsidR="00557788" w:rsidRDefault="00557788" w:rsidP="00557788">
      <w:r>
        <w:t>180.6418</w:t>
      </w:r>
      <w:r>
        <w:tab/>
        <w:t>1.266e-2</w:t>
      </w:r>
    </w:p>
    <w:p w:rsidR="00557788" w:rsidRDefault="00557788" w:rsidP="00557788">
      <w:r>
        <w:t>180.6543</w:t>
      </w:r>
      <w:r>
        <w:tab/>
        <w:t>2.025e0</w:t>
      </w:r>
    </w:p>
    <w:p w:rsidR="00557788" w:rsidRDefault="00557788" w:rsidP="00557788">
      <w:r>
        <w:t>180.6562</w:t>
      </w:r>
      <w:r>
        <w:tab/>
        <w:t>2.025e0</w:t>
      </w:r>
    </w:p>
    <w:p w:rsidR="00557788" w:rsidRDefault="00557788" w:rsidP="00557788">
      <w:r>
        <w:t>180.6668</w:t>
      </w:r>
      <w:r>
        <w:tab/>
        <w:t>1.013e0</w:t>
      </w:r>
    </w:p>
    <w:p w:rsidR="00557788" w:rsidRDefault="00557788" w:rsidP="00557788">
      <w:r>
        <w:t>180.6703</w:t>
      </w:r>
      <w:r>
        <w:tab/>
        <w:t>1.266e-2</w:t>
      </w:r>
    </w:p>
    <w:p w:rsidR="00557788" w:rsidRDefault="00557788" w:rsidP="00557788">
      <w:r>
        <w:t>180.6739</w:t>
      </w:r>
      <w:r>
        <w:tab/>
        <w:t>1.105e0</w:t>
      </w:r>
    </w:p>
    <w:p w:rsidR="00557788" w:rsidRDefault="00557788" w:rsidP="00557788">
      <w:r>
        <w:t>180.6985</w:t>
      </w:r>
      <w:r>
        <w:tab/>
        <w:t>1.013e0</w:t>
      </w:r>
    </w:p>
    <w:p w:rsidR="00557788" w:rsidRDefault="00557788" w:rsidP="00557788">
      <w:r>
        <w:lastRenderedPageBreak/>
        <w:t>180.7004</w:t>
      </w:r>
      <w:r>
        <w:tab/>
        <w:t>1.015e0</w:t>
      </w:r>
    </w:p>
    <w:p w:rsidR="00557788" w:rsidRDefault="00557788" w:rsidP="00557788">
      <w:r>
        <w:t>180.7021</w:t>
      </w:r>
      <w:r>
        <w:tab/>
        <w:t>1.266e-2</w:t>
      </w:r>
    </w:p>
    <w:p w:rsidR="00557788" w:rsidRDefault="00557788" w:rsidP="00557788">
      <w:r>
        <w:t>180.7126</w:t>
      </w:r>
      <w:r>
        <w:tab/>
        <w:t>1.266e-2</w:t>
      </w:r>
    </w:p>
    <w:p w:rsidR="00557788" w:rsidRDefault="00557788" w:rsidP="00557788">
      <w:r>
        <w:t>180.7151</w:t>
      </w:r>
      <w:r>
        <w:tab/>
        <w:t>5.976e0</w:t>
      </w:r>
    </w:p>
    <w:p w:rsidR="00557788" w:rsidRDefault="00557788" w:rsidP="00557788">
      <w:r>
        <w:t>180.7162</w:t>
      </w:r>
      <w:r>
        <w:tab/>
        <w:t>1.013e0</w:t>
      </w:r>
    </w:p>
    <w:p w:rsidR="00557788" w:rsidRDefault="00557788" w:rsidP="00557788">
      <w:r>
        <w:t>180.7226</w:t>
      </w:r>
      <w:r>
        <w:tab/>
        <w:t>6.076e0</w:t>
      </w:r>
    </w:p>
    <w:p w:rsidR="00557788" w:rsidRDefault="00557788" w:rsidP="00557788">
      <w:r>
        <w:t>180.7302</w:t>
      </w:r>
      <w:r>
        <w:tab/>
        <w:t>4.076e0</w:t>
      </w:r>
    </w:p>
    <w:p w:rsidR="00557788" w:rsidRDefault="00557788" w:rsidP="00557788">
      <w:r>
        <w:t>180.7338</w:t>
      </w:r>
      <w:r>
        <w:tab/>
        <w:t>1.266e-2</w:t>
      </w:r>
    </w:p>
    <w:p w:rsidR="00557788" w:rsidRDefault="00557788" w:rsidP="00557788">
      <w:r>
        <w:t>180.7480</w:t>
      </w:r>
      <w:r>
        <w:tab/>
        <w:t>1.025e0</w:t>
      </w:r>
    </w:p>
    <w:p w:rsidR="00557788" w:rsidRDefault="00557788" w:rsidP="00557788">
      <w:r>
        <w:t>180.7516</w:t>
      </w:r>
      <w:r>
        <w:tab/>
        <w:t>1.063e0</w:t>
      </w:r>
    </w:p>
    <w:p w:rsidR="00557788" w:rsidRDefault="00557788" w:rsidP="00557788">
      <w:r>
        <w:t>180.7696</w:t>
      </w:r>
      <w:r>
        <w:tab/>
        <w:t>1.013e0</w:t>
      </w:r>
    </w:p>
    <w:p w:rsidR="00557788" w:rsidRDefault="00557788" w:rsidP="00557788">
      <w:r>
        <w:t>180.7711</w:t>
      </w:r>
      <w:r>
        <w:tab/>
        <w:t>1.038e0</w:t>
      </w:r>
    </w:p>
    <w:p w:rsidR="00557788" w:rsidRDefault="00557788" w:rsidP="00557788">
      <w:r>
        <w:t>180.7876</w:t>
      </w:r>
      <w:r>
        <w:tab/>
        <w:t>1.013e0</w:t>
      </w:r>
    </w:p>
    <w:p w:rsidR="00557788" w:rsidRDefault="00557788" w:rsidP="00557788">
      <w:r>
        <w:t>180.7948</w:t>
      </w:r>
      <w:r>
        <w:tab/>
        <w:t>1.013e0</w:t>
      </w:r>
    </w:p>
    <w:p w:rsidR="00557788" w:rsidRDefault="00557788" w:rsidP="00557788">
      <w:r>
        <w:t>180.8020</w:t>
      </w:r>
      <w:r>
        <w:tab/>
        <w:t>1.266e-2</w:t>
      </w:r>
    </w:p>
    <w:p w:rsidR="00557788" w:rsidRDefault="00557788" w:rsidP="00557788">
      <w:r>
        <w:t>180.8109</w:t>
      </w:r>
      <w:r>
        <w:tab/>
        <w:t>2.025e0</w:t>
      </w:r>
    </w:p>
    <w:p w:rsidR="00557788" w:rsidRDefault="00557788" w:rsidP="00557788">
      <w:r>
        <w:t>180.8151</w:t>
      </w:r>
      <w:r>
        <w:tab/>
        <w:t>3.798e-2</w:t>
      </w:r>
    </w:p>
    <w:p w:rsidR="00557788" w:rsidRDefault="00557788" w:rsidP="00557788">
      <w:r>
        <w:t>180.8163</w:t>
      </w:r>
      <w:r>
        <w:tab/>
        <w:t>1.013e0</w:t>
      </w:r>
    </w:p>
    <w:p w:rsidR="00557788" w:rsidRDefault="00557788" w:rsidP="00557788">
      <w:r>
        <w:t>180.8181</w:t>
      </w:r>
      <w:r>
        <w:tab/>
        <w:t>2.025e0</w:t>
      </w:r>
    </w:p>
    <w:p w:rsidR="00557788" w:rsidRDefault="00557788" w:rsidP="00557788">
      <w:r>
        <w:lastRenderedPageBreak/>
        <w:t>180.8343</w:t>
      </w:r>
      <w:r>
        <w:tab/>
        <w:t>2.025e0</w:t>
      </w:r>
    </w:p>
    <w:p w:rsidR="00557788" w:rsidRDefault="00557788" w:rsidP="00557788">
      <w:r>
        <w:t>180.8378</w:t>
      </w:r>
      <w:r>
        <w:tab/>
        <w:t>1.013e0</w:t>
      </w:r>
    </w:p>
    <w:p w:rsidR="00557788" w:rsidRDefault="00557788" w:rsidP="00557788">
      <w:r>
        <w:t>180.8408</w:t>
      </w:r>
      <w:r>
        <w:tab/>
        <w:t>1.038e0</w:t>
      </w:r>
    </w:p>
    <w:p w:rsidR="00557788" w:rsidRDefault="00557788" w:rsidP="00557788">
      <w:r>
        <w:t>180.8506</w:t>
      </w:r>
      <w:r>
        <w:tab/>
        <w:t>3.038e0</w:t>
      </w:r>
    </w:p>
    <w:p w:rsidR="00557788" w:rsidRDefault="00557788" w:rsidP="00557788">
      <w:r>
        <w:t>180.8558</w:t>
      </w:r>
      <w:r>
        <w:tab/>
        <w:t>1.025e0</w:t>
      </w:r>
    </w:p>
    <w:p w:rsidR="00557788" w:rsidRDefault="00557788" w:rsidP="00557788">
      <w:r>
        <w:t>180.8773</w:t>
      </w:r>
      <w:r>
        <w:tab/>
        <w:t>1.013e0</w:t>
      </w:r>
    </w:p>
    <w:p w:rsidR="00557788" w:rsidRDefault="00557788" w:rsidP="00557788">
      <w:r>
        <w:t>180.8845</w:t>
      </w:r>
      <w:r>
        <w:tab/>
        <w:t>3.038e0</w:t>
      </w:r>
    </w:p>
    <w:p w:rsidR="00557788" w:rsidRDefault="00557788" w:rsidP="00557788">
      <w:r>
        <w:t>180.8899</w:t>
      </w:r>
      <w:r>
        <w:tab/>
        <w:t>2.025e0</w:t>
      </w:r>
    </w:p>
    <w:p w:rsidR="00557788" w:rsidRDefault="00557788" w:rsidP="00557788">
      <w:r>
        <w:t>180.8917</w:t>
      </w:r>
      <w:r>
        <w:tab/>
        <w:t>1.013e0</w:t>
      </w:r>
    </w:p>
    <w:p w:rsidR="00557788" w:rsidRDefault="00557788" w:rsidP="00557788">
      <w:r>
        <w:t>180.8935</w:t>
      </w:r>
      <w:r>
        <w:tab/>
        <w:t>2.025e0</w:t>
      </w:r>
    </w:p>
    <w:p w:rsidR="00557788" w:rsidRDefault="00557788" w:rsidP="00557788">
      <w:r>
        <w:t>180.9061</w:t>
      </w:r>
      <w:r>
        <w:tab/>
        <w:t>2.532e-2</w:t>
      </w:r>
    </w:p>
    <w:p w:rsidR="00557788" w:rsidRDefault="00557788" w:rsidP="00557788">
      <w:r>
        <w:t>180.9115</w:t>
      </w:r>
      <w:r>
        <w:tab/>
        <w:t>2.025e0</w:t>
      </w:r>
    </w:p>
    <w:p w:rsidR="00557788" w:rsidRDefault="00557788" w:rsidP="00557788">
      <w:r>
        <w:t>180.9282</w:t>
      </w:r>
      <w:r>
        <w:tab/>
        <w:t>3.051e0</w:t>
      </w:r>
    </w:p>
    <w:p w:rsidR="00557788" w:rsidRDefault="00557788" w:rsidP="00557788">
      <w:r>
        <w:t>180.9368</w:t>
      </w:r>
      <w:r>
        <w:tab/>
        <w:t>2.025e0</w:t>
      </w:r>
    </w:p>
    <w:p w:rsidR="00557788" w:rsidRDefault="00557788" w:rsidP="00557788">
      <w:r>
        <w:t>180.9386</w:t>
      </w:r>
      <w:r>
        <w:tab/>
        <w:t>1.025e0</w:t>
      </w:r>
    </w:p>
    <w:p w:rsidR="00557788" w:rsidRDefault="00557788" w:rsidP="00557788">
      <w:r>
        <w:t>180.9456</w:t>
      </w:r>
      <w:r>
        <w:tab/>
        <w:t>2.532e-2</w:t>
      </w:r>
    </w:p>
    <w:p w:rsidR="00557788" w:rsidRDefault="00557788" w:rsidP="00557788">
      <w:r>
        <w:t>180.9561</w:t>
      </w:r>
      <w:r>
        <w:tab/>
        <w:t>1.013e0</w:t>
      </w:r>
    </w:p>
    <w:p w:rsidR="00557788" w:rsidRDefault="00557788" w:rsidP="00557788">
      <w:r>
        <w:t>180.9632</w:t>
      </w:r>
      <w:r>
        <w:tab/>
        <w:t>3.038e0</w:t>
      </w:r>
    </w:p>
    <w:p w:rsidR="00557788" w:rsidRDefault="00557788" w:rsidP="00557788">
      <w:r>
        <w:t>180.9809</w:t>
      </w:r>
      <w:r>
        <w:tab/>
        <w:t>2.025e0</w:t>
      </w:r>
    </w:p>
    <w:p w:rsidR="00557788" w:rsidRDefault="00557788" w:rsidP="00557788">
      <w:r>
        <w:lastRenderedPageBreak/>
        <w:t>180.9854</w:t>
      </w:r>
      <w:r>
        <w:tab/>
        <w:t>1.038e0</w:t>
      </w:r>
    </w:p>
    <w:p w:rsidR="00557788" w:rsidRDefault="00557788" w:rsidP="00557788">
      <w:r>
        <w:t>180.9938</w:t>
      </w:r>
      <w:r>
        <w:tab/>
        <w:t>3.038e0</w:t>
      </w:r>
    </w:p>
    <w:p w:rsidR="00557788" w:rsidRDefault="00557788" w:rsidP="00557788">
      <w:r>
        <w:t>181.0040</w:t>
      </w:r>
      <w:r>
        <w:tab/>
        <w:t>8.121e0</w:t>
      </w:r>
    </w:p>
    <w:p w:rsidR="00557788" w:rsidRDefault="00557788" w:rsidP="00557788">
      <w:r>
        <w:t>181.0278</w:t>
      </w:r>
      <w:r>
        <w:tab/>
        <w:t>3.038e0</w:t>
      </w:r>
    </w:p>
    <w:p w:rsidR="00557788" w:rsidRDefault="00557788" w:rsidP="00557788">
      <w:r>
        <w:t>181.0484</w:t>
      </w:r>
      <w:r>
        <w:tab/>
        <w:t>2.969e0</w:t>
      </w:r>
    </w:p>
    <w:p w:rsidR="00557788" w:rsidRDefault="00557788" w:rsidP="00557788">
      <w:r>
        <w:t>181.0767</w:t>
      </w:r>
      <w:r>
        <w:tab/>
        <w:t>2.476e0</w:t>
      </w:r>
    </w:p>
    <w:p w:rsidR="00557788" w:rsidRDefault="00557788" w:rsidP="00557788">
      <w:r>
        <w:t>181.0786</w:t>
      </w:r>
      <w:r>
        <w:tab/>
        <w:t>9.399e-3</w:t>
      </w:r>
    </w:p>
    <w:p w:rsidR="00557788" w:rsidRDefault="00557788" w:rsidP="00557788">
      <w:r>
        <w:t>181.0805</w:t>
      </w:r>
      <w:r>
        <w:tab/>
        <w:t>2.743e0</w:t>
      </w:r>
    </w:p>
    <w:p w:rsidR="00557788" w:rsidRDefault="00557788" w:rsidP="00557788">
      <w:r>
        <w:t>181.0975</w:t>
      </w:r>
      <w:r>
        <w:tab/>
        <w:t>2.376e0</w:t>
      </w:r>
    </w:p>
    <w:p w:rsidR="00557788" w:rsidRDefault="00557788" w:rsidP="00557788">
      <w:r>
        <w:t>181.0994</w:t>
      </w:r>
      <w:r>
        <w:tab/>
        <w:t>1.806e0</w:t>
      </w:r>
    </w:p>
    <w:p w:rsidR="00557788" w:rsidRDefault="00557788" w:rsidP="00557788">
      <w:r>
        <w:t>181.1171</w:t>
      </w:r>
      <w:r>
        <w:tab/>
        <w:t>1.153e0</w:t>
      </w:r>
    </w:p>
    <w:p w:rsidR="00557788" w:rsidRDefault="00557788" w:rsidP="00557788">
      <w:r>
        <w:t>181.1218</w:t>
      </w:r>
      <w:r>
        <w:tab/>
        <w:t>5.980e0</w:t>
      </w:r>
    </w:p>
    <w:p w:rsidR="00557788" w:rsidRDefault="00557788" w:rsidP="00557788">
      <w:r>
        <w:t>181.1386</w:t>
      </w:r>
      <w:r>
        <w:tab/>
        <w:t>6.552e0</w:t>
      </w:r>
    </w:p>
    <w:p w:rsidR="00557788" w:rsidRDefault="00557788" w:rsidP="00557788">
      <w:r>
        <w:t>181.1704</w:t>
      </w:r>
      <w:r>
        <w:tab/>
        <w:t>8.336e0</w:t>
      </w:r>
    </w:p>
    <w:p w:rsidR="00557788" w:rsidRDefault="00557788" w:rsidP="00557788">
      <w:r>
        <w:t>181.1736</w:t>
      </w:r>
      <w:r>
        <w:tab/>
        <w:t>4.895e0</w:t>
      </w:r>
    </w:p>
    <w:p w:rsidR="00557788" w:rsidRDefault="00557788" w:rsidP="00557788">
      <w:r>
        <w:t>181.1810</w:t>
      </w:r>
      <w:r>
        <w:tab/>
        <w:t>1.666e0</w:t>
      </w:r>
    </w:p>
    <w:p w:rsidR="00557788" w:rsidRDefault="00557788" w:rsidP="00557788">
      <w:r>
        <w:t>181.2011</w:t>
      </w:r>
      <w:r>
        <w:tab/>
        <w:t>2.025e0</w:t>
      </w:r>
    </w:p>
    <w:p w:rsidR="00557788" w:rsidRDefault="00557788" w:rsidP="00557788">
      <w:r>
        <w:t>181.2047</w:t>
      </w:r>
      <w:r>
        <w:tab/>
        <w:t>2.025e0</w:t>
      </w:r>
    </w:p>
    <w:p w:rsidR="00557788" w:rsidRDefault="00557788" w:rsidP="00557788">
      <w:r>
        <w:t>181.2065</w:t>
      </w:r>
      <w:r>
        <w:tab/>
        <w:t>1.025e0</w:t>
      </w:r>
    </w:p>
    <w:p w:rsidR="00557788" w:rsidRDefault="00557788" w:rsidP="00557788">
      <w:r>
        <w:lastRenderedPageBreak/>
        <w:t>181.2137</w:t>
      </w:r>
      <w:r>
        <w:tab/>
        <w:t>1.266e-2</w:t>
      </w:r>
    </w:p>
    <w:p w:rsidR="00557788" w:rsidRDefault="00557788" w:rsidP="00557788">
      <w:r>
        <w:t>181.2173</w:t>
      </w:r>
      <w:r>
        <w:tab/>
        <w:t>1.025e0</w:t>
      </w:r>
    </w:p>
    <w:p w:rsidR="00557788" w:rsidRDefault="00557788" w:rsidP="00557788">
      <w:r>
        <w:t>181.2282</w:t>
      </w:r>
      <w:r>
        <w:tab/>
        <w:t>2.051e0</w:t>
      </w:r>
    </w:p>
    <w:p w:rsidR="00557788" w:rsidRDefault="00557788" w:rsidP="00557788">
      <w:r>
        <w:t>181.2318</w:t>
      </w:r>
      <w:r>
        <w:tab/>
        <w:t>2.025e0</w:t>
      </w:r>
    </w:p>
    <w:p w:rsidR="00557788" w:rsidRDefault="00557788" w:rsidP="00557788">
      <w:r>
        <w:t>181.2494</w:t>
      </w:r>
      <w:r>
        <w:tab/>
        <w:t>2.025e0</w:t>
      </w:r>
    </w:p>
    <w:p w:rsidR="00557788" w:rsidRDefault="00557788" w:rsidP="00557788">
      <w:r>
        <w:t>181.2530</w:t>
      </w:r>
      <w:r>
        <w:tab/>
        <w:t>2.532e-2</w:t>
      </w:r>
    </w:p>
    <w:p w:rsidR="00557788" w:rsidRDefault="00557788" w:rsidP="00557788">
      <w:r>
        <w:t>181.2567</w:t>
      </w:r>
      <w:r>
        <w:tab/>
        <w:t>3.038e0</w:t>
      </w:r>
    </w:p>
    <w:p w:rsidR="00557788" w:rsidRDefault="00557788" w:rsidP="00557788">
      <w:r>
        <w:t>181.2600</w:t>
      </w:r>
      <w:r>
        <w:tab/>
        <w:t>1.266e-2</w:t>
      </w:r>
    </w:p>
    <w:p w:rsidR="00557788" w:rsidRDefault="00557788" w:rsidP="00557788">
      <w:r>
        <w:t>181.2696</w:t>
      </w:r>
      <w:r>
        <w:tab/>
        <w:t>3.038e0</w:t>
      </w:r>
    </w:p>
    <w:p w:rsidR="00557788" w:rsidRDefault="00557788" w:rsidP="00557788">
      <w:r>
        <w:t>181.2777</w:t>
      </w:r>
      <w:r>
        <w:tab/>
        <w:t>1.025e0</w:t>
      </w:r>
    </w:p>
    <w:p w:rsidR="00557788" w:rsidRDefault="00557788" w:rsidP="00557788">
      <w:r>
        <w:t>181.2800</w:t>
      </w:r>
      <w:r>
        <w:tab/>
        <w:t>3.038e0</w:t>
      </w:r>
    </w:p>
    <w:p w:rsidR="00557788" w:rsidRDefault="00557788" w:rsidP="00557788">
      <w:r>
        <w:t>181.3077</w:t>
      </w:r>
      <w:r>
        <w:tab/>
        <w:t>2.063e0</w:t>
      </w:r>
    </w:p>
    <w:p w:rsidR="00557788" w:rsidRDefault="00557788" w:rsidP="00557788">
      <w:r>
        <w:t>181.3131</w:t>
      </w:r>
      <w:r>
        <w:tab/>
        <w:t>1.266e-2</w:t>
      </w:r>
    </w:p>
    <w:p w:rsidR="00557788" w:rsidRDefault="00557788" w:rsidP="00557788">
      <w:r>
        <w:t>181.3147</w:t>
      </w:r>
      <w:r>
        <w:tab/>
        <w:t>3.038e0</w:t>
      </w:r>
    </w:p>
    <w:p w:rsidR="00557788" w:rsidRDefault="00557788" w:rsidP="00557788">
      <w:r>
        <w:t>181.3253</w:t>
      </w:r>
      <w:r>
        <w:tab/>
        <w:t>2.532e-2</w:t>
      </w:r>
    </w:p>
    <w:p w:rsidR="00557788" w:rsidRDefault="00557788" w:rsidP="00557788">
      <w:r>
        <w:t>181.3398</w:t>
      </w:r>
      <w:r>
        <w:tab/>
        <w:t>2.025e0</w:t>
      </w:r>
    </w:p>
    <w:p w:rsidR="00557788" w:rsidRDefault="00557788" w:rsidP="00557788">
      <w:r>
        <w:t>181.3525</w:t>
      </w:r>
      <w:r>
        <w:tab/>
        <w:t>1.013e0</w:t>
      </w:r>
    </w:p>
    <w:p w:rsidR="00557788" w:rsidRDefault="00557788" w:rsidP="00557788">
      <w:r>
        <w:t>181.3543</w:t>
      </w:r>
      <w:r>
        <w:tab/>
        <w:t>2.025e0</w:t>
      </w:r>
    </w:p>
    <w:p w:rsidR="00557788" w:rsidRDefault="00557788" w:rsidP="00557788">
      <w:r>
        <w:t>181.3633</w:t>
      </w:r>
      <w:r>
        <w:tab/>
        <w:t>1.013e0</w:t>
      </w:r>
    </w:p>
    <w:p w:rsidR="00557788" w:rsidRDefault="00557788" w:rsidP="00557788">
      <w:r>
        <w:lastRenderedPageBreak/>
        <w:t>181.3729</w:t>
      </w:r>
      <w:r>
        <w:tab/>
        <w:t>3.038e0</w:t>
      </w:r>
    </w:p>
    <w:p w:rsidR="00557788" w:rsidRDefault="00557788" w:rsidP="00557788">
      <w:r>
        <w:t>181.3758</w:t>
      </w:r>
      <w:r>
        <w:tab/>
        <w:t>2.532e-2</w:t>
      </w:r>
    </w:p>
    <w:p w:rsidR="00557788" w:rsidRDefault="00557788" w:rsidP="00557788">
      <w:r>
        <w:t>181.3777</w:t>
      </w:r>
      <w:r>
        <w:tab/>
        <w:t>1.266e-2</w:t>
      </w:r>
    </w:p>
    <w:p w:rsidR="00557788" w:rsidRDefault="00557788" w:rsidP="00557788">
      <w:r>
        <w:t>181.3838</w:t>
      </w:r>
      <w:r>
        <w:tab/>
        <w:t>1.038e0</w:t>
      </w:r>
    </w:p>
    <w:p w:rsidR="00557788" w:rsidRDefault="00557788" w:rsidP="00557788">
      <w:r>
        <w:t>181.3868</w:t>
      </w:r>
      <w:r>
        <w:tab/>
        <w:t>3.038e0</w:t>
      </w:r>
    </w:p>
    <w:p w:rsidR="00557788" w:rsidRDefault="00557788" w:rsidP="00557788">
      <w:r>
        <w:t>181.3885</w:t>
      </w:r>
      <w:r>
        <w:tab/>
        <w:t>1.013e0</w:t>
      </w:r>
    </w:p>
    <w:p w:rsidR="00557788" w:rsidRDefault="00557788" w:rsidP="00557788">
      <w:r>
        <w:t>181.4136</w:t>
      </w:r>
      <w:r>
        <w:tab/>
        <w:t>1.013e0</w:t>
      </w:r>
    </w:p>
    <w:p w:rsidR="00557788" w:rsidRDefault="00557788" w:rsidP="00557788">
      <w:r>
        <w:t>181.4244</w:t>
      </w:r>
      <w:r>
        <w:tab/>
        <w:t>3.797e-2</w:t>
      </w:r>
    </w:p>
    <w:p w:rsidR="00557788" w:rsidRDefault="00557788" w:rsidP="00557788">
      <w:r>
        <w:t>181.4299</w:t>
      </w:r>
      <w:r>
        <w:tab/>
        <w:t>3.038e0</w:t>
      </w:r>
    </w:p>
    <w:p w:rsidR="00557788" w:rsidRDefault="00557788" w:rsidP="00557788">
      <w:r>
        <w:t>181.4334</w:t>
      </w:r>
      <w:r>
        <w:tab/>
        <w:t>2.025e0</w:t>
      </w:r>
    </w:p>
    <w:p w:rsidR="00557788" w:rsidRDefault="00557788" w:rsidP="00557788">
      <w:r>
        <w:t>181.4460</w:t>
      </w:r>
      <w:r>
        <w:tab/>
        <w:t>1.013e0</w:t>
      </w:r>
    </w:p>
    <w:p w:rsidR="00557788" w:rsidRDefault="00557788" w:rsidP="00557788">
      <w:r>
        <w:t>181.4567</w:t>
      </w:r>
      <w:r>
        <w:tab/>
        <w:t>2.025e0</w:t>
      </w:r>
    </w:p>
    <w:p w:rsidR="00557788" w:rsidRDefault="00557788" w:rsidP="00557788">
      <w:r>
        <w:t>181.4585</w:t>
      </w:r>
      <w:r>
        <w:tab/>
        <w:t>2.025e0</w:t>
      </w:r>
    </w:p>
    <w:p w:rsidR="00557788" w:rsidRDefault="00557788" w:rsidP="00557788">
      <w:r>
        <w:t>181.4711</w:t>
      </w:r>
      <w:r>
        <w:tab/>
        <w:t>1.266e-2</w:t>
      </w:r>
    </w:p>
    <w:p w:rsidR="00557788" w:rsidRDefault="00557788" w:rsidP="00557788">
      <w:r>
        <w:t>181.4747</w:t>
      </w:r>
      <w:r>
        <w:tab/>
        <w:t>1.013e0</w:t>
      </w:r>
    </w:p>
    <w:p w:rsidR="00557788" w:rsidRDefault="00557788" w:rsidP="00557788">
      <w:r>
        <w:t>181.4783</w:t>
      </w:r>
      <w:r>
        <w:tab/>
        <w:t>1.013e0</w:t>
      </w:r>
    </w:p>
    <w:p w:rsidR="00557788" w:rsidRDefault="00557788" w:rsidP="00557788">
      <w:r>
        <w:t>181.5035</w:t>
      </w:r>
      <w:r>
        <w:tab/>
        <w:t>2.025e0</w:t>
      </w:r>
    </w:p>
    <w:p w:rsidR="00557788" w:rsidRDefault="00557788" w:rsidP="00557788">
      <w:r>
        <w:t>181.5071</w:t>
      </w:r>
      <w:r>
        <w:tab/>
        <w:t>1.013e0</w:t>
      </w:r>
    </w:p>
    <w:p w:rsidR="00557788" w:rsidRDefault="00557788" w:rsidP="00557788">
      <w:r>
        <w:t>181.5179</w:t>
      </w:r>
      <w:r>
        <w:tab/>
        <w:t>2.025e0</w:t>
      </w:r>
    </w:p>
    <w:p w:rsidR="00557788" w:rsidRDefault="00557788" w:rsidP="00557788">
      <w:r>
        <w:lastRenderedPageBreak/>
        <w:t>181.5191</w:t>
      </w:r>
      <w:r>
        <w:tab/>
        <w:t>1.038e0</w:t>
      </w:r>
    </w:p>
    <w:p w:rsidR="00557788" w:rsidRDefault="00557788" w:rsidP="00557788">
      <w:r>
        <w:t>181.5270</w:t>
      </w:r>
      <w:r>
        <w:tab/>
        <w:t>2.532e-2</w:t>
      </w:r>
    </w:p>
    <w:p w:rsidR="00557788" w:rsidRDefault="00557788" w:rsidP="00557788">
      <w:r>
        <w:t>181.5359</w:t>
      </w:r>
      <w:r>
        <w:tab/>
        <w:t>1.013e0</w:t>
      </w:r>
    </w:p>
    <w:p w:rsidR="00557788" w:rsidRDefault="00557788" w:rsidP="00557788">
      <w:r>
        <w:t>181.5467</w:t>
      </w:r>
      <w:r>
        <w:tab/>
        <w:t>1.025e0</w:t>
      </w:r>
    </w:p>
    <w:p w:rsidR="00557788" w:rsidRDefault="00557788" w:rsidP="00557788">
      <w:r>
        <w:t>181.5525</w:t>
      </w:r>
      <w:r>
        <w:tab/>
        <w:t>3.798e-2</w:t>
      </w:r>
    </w:p>
    <w:p w:rsidR="00557788" w:rsidRDefault="00557788" w:rsidP="00557788">
      <w:r>
        <w:t>181.5537</w:t>
      </w:r>
      <w:r>
        <w:tab/>
        <w:t>3.798e-2</w:t>
      </w:r>
    </w:p>
    <w:p w:rsidR="00557788" w:rsidRDefault="00557788" w:rsidP="00557788">
      <w:r>
        <w:t>181.5680</w:t>
      </w:r>
      <w:r>
        <w:tab/>
        <w:t>2.025e0</w:t>
      </w:r>
    </w:p>
    <w:p w:rsidR="00557788" w:rsidRDefault="00557788" w:rsidP="00557788">
      <w:r>
        <w:t>181.5699</w:t>
      </w:r>
      <w:r>
        <w:tab/>
        <w:t>3.038e0</w:t>
      </w:r>
    </w:p>
    <w:p w:rsidR="00557788" w:rsidRDefault="00557788" w:rsidP="00557788">
      <w:r>
        <w:t>181.5769</w:t>
      </w:r>
      <w:r>
        <w:tab/>
        <w:t>2.025e0</w:t>
      </w:r>
    </w:p>
    <w:p w:rsidR="00557788" w:rsidRDefault="00557788" w:rsidP="00557788">
      <w:r>
        <w:t>181.5808</w:t>
      </w:r>
      <w:r>
        <w:tab/>
        <w:t>7.089e0</w:t>
      </w:r>
    </w:p>
    <w:p w:rsidR="00557788" w:rsidRDefault="00557788" w:rsidP="00557788">
      <w:r>
        <w:t>181.5856</w:t>
      </w:r>
      <w:r>
        <w:tab/>
        <w:t>1.013e0</w:t>
      </w:r>
    </w:p>
    <w:p w:rsidR="00557788" w:rsidRDefault="00557788" w:rsidP="00557788">
      <w:r>
        <w:t>181.5892</w:t>
      </w:r>
      <w:r>
        <w:tab/>
        <w:t>3.063e0</w:t>
      </w:r>
    </w:p>
    <w:p w:rsidR="00557788" w:rsidRDefault="00557788" w:rsidP="00557788">
      <w:r>
        <w:t>181.5927</w:t>
      </w:r>
      <w:r>
        <w:tab/>
        <w:t>1.025e0</w:t>
      </w:r>
    </w:p>
    <w:p w:rsidR="00557788" w:rsidRDefault="00557788" w:rsidP="00557788">
      <w:r>
        <w:t>181.5962</w:t>
      </w:r>
      <w:r>
        <w:tab/>
        <w:t>1.013e0</w:t>
      </w:r>
    </w:p>
    <w:p w:rsidR="00557788" w:rsidRDefault="00557788" w:rsidP="00557788">
      <w:r>
        <w:t>181.6191</w:t>
      </w:r>
      <w:r>
        <w:tab/>
        <w:t>2.025e0</w:t>
      </w:r>
    </w:p>
    <w:p w:rsidR="00557788" w:rsidRDefault="00557788" w:rsidP="00557788">
      <w:r>
        <w:t>181.6281</w:t>
      </w:r>
      <w:r>
        <w:tab/>
        <w:t>1.025e0</w:t>
      </w:r>
    </w:p>
    <w:p w:rsidR="00557788" w:rsidRDefault="00557788" w:rsidP="00557788">
      <w:r>
        <w:t>181.6514</w:t>
      </w:r>
      <w:r>
        <w:tab/>
        <w:t>2.025e0</w:t>
      </w:r>
    </w:p>
    <w:p w:rsidR="00557788" w:rsidRDefault="00557788" w:rsidP="00557788">
      <w:r>
        <w:t>181.6567</w:t>
      </w:r>
      <w:r>
        <w:tab/>
        <w:t>2.038e0</w:t>
      </w:r>
    </w:p>
    <w:p w:rsidR="00557788" w:rsidRDefault="00557788" w:rsidP="00557788">
      <w:r>
        <w:t>181.6585</w:t>
      </w:r>
      <w:r>
        <w:tab/>
        <w:t>4.051e0</w:t>
      </w:r>
    </w:p>
    <w:p w:rsidR="00557788" w:rsidRDefault="00557788" w:rsidP="00557788">
      <w:r>
        <w:lastRenderedPageBreak/>
        <w:t>181.6603</w:t>
      </w:r>
      <w:r>
        <w:tab/>
        <w:t>2.532e-2</w:t>
      </w:r>
    </w:p>
    <w:p w:rsidR="00557788" w:rsidRDefault="00557788" w:rsidP="00557788">
      <w:r>
        <w:t>181.6748</w:t>
      </w:r>
      <w:r>
        <w:tab/>
        <w:t>1.025e0</w:t>
      </w:r>
    </w:p>
    <w:p w:rsidR="00557788" w:rsidRDefault="00557788" w:rsidP="00557788">
      <w:r>
        <w:t>181.6855</w:t>
      </w:r>
      <w:r>
        <w:tab/>
        <w:t>2.532e-2</w:t>
      </w:r>
    </w:p>
    <w:p w:rsidR="00557788" w:rsidRDefault="00557788" w:rsidP="00557788">
      <w:r>
        <w:t>181.6872</w:t>
      </w:r>
      <w:r>
        <w:tab/>
        <w:t>5.063e0</w:t>
      </w:r>
    </w:p>
    <w:p w:rsidR="00557788" w:rsidRDefault="00557788" w:rsidP="00557788">
      <w:r>
        <w:t>181.6892</w:t>
      </w:r>
      <w:r>
        <w:tab/>
        <w:t>1.266e-2</w:t>
      </w:r>
    </w:p>
    <w:p w:rsidR="00557788" w:rsidRDefault="00557788" w:rsidP="00557788">
      <w:r>
        <w:t>181.7072</w:t>
      </w:r>
      <w:r>
        <w:tab/>
        <w:t>4.063e0</w:t>
      </w:r>
    </w:p>
    <w:p w:rsidR="00557788" w:rsidRDefault="00557788" w:rsidP="00557788">
      <w:r>
        <w:t>181.7108</w:t>
      </w:r>
      <w:r>
        <w:tab/>
        <w:t>1.038e0</w:t>
      </w:r>
    </w:p>
    <w:p w:rsidR="00557788" w:rsidRDefault="00557788" w:rsidP="00557788">
      <w:r>
        <w:t>181.7503</w:t>
      </w:r>
      <w:r>
        <w:tab/>
        <w:t>2.025e0</w:t>
      </w:r>
    </w:p>
    <w:p w:rsidR="00557788" w:rsidRDefault="00557788" w:rsidP="00557788">
      <w:r>
        <w:t>181.7539</w:t>
      </w:r>
      <w:r>
        <w:tab/>
        <w:t>2.532e-2</w:t>
      </w:r>
    </w:p>
    <w:p w:rsidR="00557788" w:rsidRDefault="00557788" w:rsidP="00557788">
      <w:r>
        <w:t>181.7557</w:t>
      </w:r>
      <w:r>
        <w:tab/>
        <w:t>2.025e0</w:t>
      </w:r>
    </w:p>
    <w:p w:rsidR="00557788" w:rsidRDefault="00557788" w:rsidP="00557788">
      <w:r>
        <w:t>181.7683</w:t>
      </w:r>
      <w:r>
        <w:tab/>
        <w:t>1.266e-2</w:t>
      </w:r>
    </w:p>
    <w:p w:rsidR="00557788" w:rsidRDefault="00557788" w:rsidP="00557788">
      <w:r>
        <w:t>181.7800</w:t>
      </w:r>
      <w:r>
        <w:tab/>
        <w:t>2.038e0</w:t>
      </w:r>
    </w:p>
    <w:p w:rsidR="00557788" w:rsidRDefault="00557788" w:rsidP="00557788">
      <w:r>
        <w:t>181.7935</w:t>
      </w:r>
      <w:r>
        <w:tab/>
        <w:t>1.266e-2</w:t>
      </w:r>
    </w:p>
    <w:p w:rsidR="00557788" w:rsidRDefault="00557788" w:rsidP="00557788">
      <w:r>
        <w:t>181.7971</w:t>
      </w:r>
      <w:r>
        <w:tab/>
        <w:t>2.532e-2</w:t>
      </w:r>
    </w:p>
    <w:p w:rsidR="00557788" w:rsidRDefault="00557788" w:rsidP="00557788">
      <w:r>
        <w:t>181.8062</w:t>
      </w:r>
      <w:r>
        <w:tab/>
        <w:t>1.051e0</w:t>
      </w:r>
    </w:p>
    <w:p w:rsidR="00557788" w:rsidRDefault="00557788" w:rsidP="00557788">
      <w:r>
        <w:t>181.8079</w:t>
      </w:r>
      <w:r>
        <w:tab/>
        <w:t>1.013e0</w:t>
      </w:r>
    </w:p>
    <w:p w:rsidR="00557788" w:rsidRDefault="00557788" w:rsidP="00557788">
      <w:r>
        <w:t>181.8187</w:t>
      </w:r>
      <w:r>
        <w:tab/>
        <w:t>3.038e0</w:t>
      </w:r>
    </w:p>
    <w:p w:rsidR="00557788" w:rsidRDefault="00557788" w:rsidP="00557788">
      <w:r>
        <w:t>181.8223</w:t>
      </w:r>
      <w:r>
        <w:tab/>
        <w:t>1.013e0</w:t>
      </w:r>
    </w:p>
    <w:p w:rsidR="00557788" w:rsidRDefault="00557788" w:rsidP="00557788">
      <w:r>
        <w:t>181.8235</w:t>
      </w:r>
      <w:r>
        <w:tab/>
        <w:t>3.038e0</w:t>
      </w:r>
    </w:p>
    <w:p w:rsidR="00557788" w:rsidRDefault="00557788" w:rsidP="00557788">
      <w:r>
        <w:lastRenderedPageBreak/>
        <w:t>181.8331</w:t>
      </w:r>
      <w:r>
        <w:tab/>
        <w:t>2.025e0</w:t>
      </w:r>
    </w:p>
    <w:p w:rsidR="00557788" w:rsidRDefault="00557788" w:rsidP="00557788">
      <w:r>
        <w:t>181.8367</w:t>
      </w:r>
      <w:r>
        <w:tab/>
        <w:t>1.013e0</w:t>
      </w:r>
    </w:p>
    <w:p w:rsidR="00557788" w:rsidRDefault="00557788" w:rsidP="00557788">
      <w:r>
        <w:t>181.8511</w:t>
      </w:r>
      <w:r>
        <w:tab/>
        <w:t>1.266e-2</w:t>
      </w:r>
    </w:p>
    <w:p w:rsidR="00557788" w:rsidRDefault="00557788" w:rsidP="00557788">
      <w:r>
        <w:t>181.8579</w:t>
      </w:r>
      <w:r>
        <w:tab/>
        <w:t>1.051e0</w:t>
      </w:r>
    </w:p>
    <w:p w:rsidR="00557788" w:rsidRDefault="00557788" w:rsidP="00557788">
      <w:r>
        <w:t>181.8653</w:t>
      </w:r>
      <w:r>
        <w:tab/>
        <w:t>2.038e0</w:t>
      </w:r>
    </w:p>
    <w:p w:rsidR="00557788" w:rsidRDefault="00557788" w:rsidP="00557788">
      <w:r>
        <w:t>181.8676</w:t>
      </w:r>
      <w:r>
        <w:tab/>
        <w:t>3.038e0</w:t>
      </w:r>
    </w:p>
    <w:p w:rsidR="00557788" w:rsidRDefault="00557788" w:rsidP="00557788">
      <w:r>
        <w:t>181.8762</w:t>
      </w:r>
      <w:r>
        <w:tab/>
        <w:t>1.013e0</w:t>
      </w:r>
    </w:p>
    <w:p w:rsidR="00557788" w:rsidRDefault="00557788" w:rsidP="00557788">
      <w:r>
        <w:t>181.8787</w:t>
      </w:r>
      <w:r>
        <w:tab/>
        <w:t>3.798e-2</w:t>
      </w:r>
    </w:p>
    <w:p w:rsidR="00557788" w:rsidRDefault="00557788" w:rsidP="00557788">
      <w:r>
        <w:t>181.8833</w:t>
      </w:r>
      <w:r>
        <w:tab/>
        <w:t>1.266e-2</w:t>
      </w:r>
    </w:p>
    <w:p w:rsidR="00557788" w:rsidRDefault="00557788" w:rsidP="00557788">
      <w:r>
        <w:t>181.9100</w:t>
      </w:r>
      <w:r>
        <w:tab/>
        <w:t>2.532e-2</w:t>
      </w:r>
    </w:p>
    <w:p w:rsidR="00557788" w:rsidRDefault="00557788" w:rsidP="00557788">
      <w:r>
        <w:t>181.9152</w:t>
      </w:r>
      <w:r>
        <w:tab/>
        <w:t>1.025e0</w:t>
      </w:r>
    </w:p>
    <w:p w:rsidR="00557788" w:rsidRDefault="00557788" w:rsidP="00557788">
      <w:r>
        <w:t>181.9172</w:t>
      </w:r>
      <w:r>
        <w:tab/>
        <w:t>3.798e-2</w:t>
      </w:r>
    </w:p>
    <w:p w:rsidR="00557788" w:rsidRDefault="00557788" w:rsidP="00557788">
      <w:r>
        <w:t>181.9240</w:t>
      </w:r>
      <w:r>
        <w:tab/>
        <w:t>2.532e-2</w:t>
      </w:r>
    </w:p>
    <w:p w:rsidR="00557788" w:rsidRDefault="00557788" w:rsidP="00557788">
      <w:r>
        <w:t>181.9294</w:t>
      </w:r>
      <w:r>
        <w:tab/>
        <w:t>1.013e0</w:t>
      </w:r>
    </w:p>
    <w:p w:rsidR="00557788" w:rsidRDefault="00557788" w:rsidP="00557788">
      <w:r>
        <w:t>181.9312</w:t>
      </w:r>
      <w:r>
        <w:tab/>
        <w:t>4.051e0</w:t>
      </w:r>
    </w:p>
    <w:p w:rsidR="00557788" w:rsidRDefault="00557788" w:rsidP="00557788">
      <w:r>
        <w:t>181.9451</w:t>
      </w:r>
      <w:r>
        <w:tab/>
        <w:t>5.063e0</w:t>
      </w:r>
    </w:p>
    <w:p w:rsidR="00557788" w:rsidRDefault="00557788" w:rsidP="00557788">
      <w:r>
        <w:t>181.9613</w:t>
      </w:r>
      <w:r>
        <w:tab/>
        <w:t>3.038e0</w:t>
      </w:r>
    </w:p>
    <w:p w:rsidR="00557788" w:rsidRDefault="00557788" w:rsidP="00557788">
      <w:r>
        <w:t>181.9774</w:t>
      </w:r>
      <w:r>
        <w:tab/>
        <w:t>1.051e0</w:t>
      </w:r>
    </w:p>
    <w:p w:rsidR="00557788" w:rsidRDefault="00557788" w:rsidP="00557788">
      <w:r>
        <w:t>181.9999</w:t>
      </w:r>
      <w:r>
        <w:tab/>
        <w:t>3.063e0</w:t>
      </w:r>
    </w:p>
    <w:p w:rsidR="00557788" w:rsidRDefault="00557788" w:rsidP="00557788">
      <w:r>
        <w:lastRenderedPageBreak/>
        <w:t>182.0011</w:t>
      </w:r>
      <w:r>
        <w:tab/>
        <w:t>7.946e-1</w:t>
      </w:r>
    </w:p>
    <w:p w:rsidR="00557788" w:rsidRDefault="00557788" w:rsidP="00557788">
      <w:r>
        <w:t>182.0069</w:t>
      </w:r>
      <w:r>
        <w:tab/>
        <w:t>5.063e-2</w:t>
      </w:r>
    </w:p>
    <w:p w:rsidR="00557788" w:rsidRDefault="00557788" w:rsidP="00557788">
      <w:r>
        <w:t>182.0095</w:t>
      </w:r>
      <w:r>
        <w:tab/>
        <w:t>2.748e0</w:t>
      </w:r>
    </w:p>
    <w:p w:rsidR="00557788" w:rsidRDefault="00557788" w:rsidP="00557788">
      <w:r>
        <w:t>182.0156</w:t>
      </w:r>
      <w:r>
        <w:tab/>
        <w:t>4.051e0</w:t>
      </w:r>
    </w:p>
    <w:p w:rsidR="00557788" w:rsidRDefault="00557788" w:rsidP="00557788">
      <w:r>
        <w:t>182.0215</w:t>
      </w:r>
      <w:r>
        <w:tab/>
        <w:t>3.038e0</w:t>
      </w:r>
    </w:p>
    <w:p w:rsidR="00557788" w:rsidRDefault="00557788" w:rsidP="00557788">
      <w:r>
        <w:t>182.0270</w:t>
      </w:r>
      <w:r>
        <w:tab/>
        <w:t>9.667e-1</w:t>
      </w:r>
    </w:p>
    <w:p w:rsidR="00557788" w:rsidRDefault="00557788" w:rsidP="00557788">
      <w:r>
        <w:t>182.0291</w:t>
      </w:r>
      <w:r>
        <w:tab/>
        <w:t>2.905e0</w:t>
      </w:r>
    </w:p>
    <w:p w:rsidR="00557788" w:rsidRDefault="00557788" w:rsidP="00557788">
      <w:r>
        <w:t>182.0345</w:t>
      </w:r>
      <w:r>
        <w:tab/>
        <w:t>3.992e0</w:t>
      </w:r>
    </w:p>
    <w:p w:rsidR="00557788" w:rsidRDefault="00557788" w:rsidP="00557788">
      <w:r>
        <w:t>182.0405</w:t>
      </w:r>
      <w:r>
        <w:tab/>
        <w:t>2.025e0</w:t>
      </w:r>
    </w:p>
    <w:p w:rsidR="00557788" w:rsidRDefault="00557788" w:rsidP="00557788">
      <w:r>
        <w:t>182.0566</w:t>
      </w:r>
      <w:r>
        <w:tab/>
        <w:t>2.025e0</w:t>
      </w:r>
    </w:p>
    <w:p w:rsidR="00557788" w:rsidRDefault="00557788" w:rsidP="00557788">
      <w:r>
        <w:t>182.0592</w:t>
      </w:r>
      <w:r>
        <w:tab/>
        <w:t>2.141e0</w:t>
      </w:r>
    </w:p>
    <w:p w:rsidR="00557788" w:rsidRDefault="00557788" w:rsidP="00557788">
      <w:r>
        <w:t>182.0602</w:t>
      </w:r>
      <w:r>
        <w:tab/>
        <w:t>1.902e0</w:t>
      </w:r>
    </w:p>
    <w:p w:rsidR="00557788" w:rsidRDefault="00557788" w:rsidP="00557788">
      <w:r>
        <w:t>182.0680</w:t>
      </w:r>
      <w:r>
        <w:tab/>
        <w:t>1.035e1</w:t>
      </w:r>
    </w:p>
    <w:p w:rsidR="00557788" w:rsidRDefault="00557788" w:rsidP="00557788">
      <w:r>
        <w:t>182.0693</w:t>
      </w:r>
      <w:r>
        <w:tab/>
        <w:t>1.789e0</w:t>
      </w:r>
    </w:p>
    <w:p w:rsidR="00557788" w:rsidRDefault="00557788" w:rsidP="00557788">
      <w:r>
        <w:t>182.0740</w:t>
      </w:r>
      <w:r>
        <w:tab/>
        <w:t>4.845e0</w:t>
      </w:r>
    </w:p>
    <w:p w:rsidR="00557788" w:rsidRDefault="00557788" w:rsidP="00557788">
      <w:r>
        <w:t>182.0880</w:t>
      </w:r>
      <w:r>
        <w:tab/>
        <w:t>4.490e0</w:t>
      </w:r>
    </w:p>
    <w:p w:rsidR="00557788" w:rsidRDefault="00557788" w:rsidP="00557788">
      <w:r>
        <w:t>182.0892</w:t>
      </w:r>
      <w:r>
        <w:tab/>
        <w:t>2.438e0</w:t>
      </w:r>
    </w:p>
    <w:p w:rsidR="00557788" w:rsidRDefault="00557788" w:rsidP="00557788">
      <w:r>
        <w:t>182.1084</w:t>
      </w:r>
      <w:r>
        <w:tab/>
        <w:t>3.539e0</w:t>
      </w:r>
    </w:p>
    <w:p w:rsidR="00557788" w:rsidRDefault="00557788" w:rsidP="00557788">
      <w:r>
        <w:t>182.1105</w:t>
      </w:r>
      <w:r>
        <w:tab/>
        <w:t>1.738e0</w:t>
      </w:r>
    </w:p>
    <w:p w:rsidR="00557788" w:rsidRDefault="00557788" w:rsidP="00557788">
      <w:r>
        <w:lastRenderedPageBreak/>
        <w:t>182.1194</w:t>
      </w:r>
      <w:r>
        <w:tab/>
        <w:t>1.030e0</w:t>
      </w:r>
    </w:p>
    <w:p w:rsidR="00557788" w:rsidRDefault="00557788" w:rsidP="00557788">
      <w:r>
        <w:t>182.1317</w:t>
      </w:r>
      <w:r>
        <w:tab/>
        <w:t>1.196e1</w:t>
      </w:r>
    </w:p>
    <w:p w:rsidR="00557788" w:rsidRDefault="00557788" w:rsidP="00557788">
      <w:r>
        <w:t>182.1416</w:t>
      </w:r>
      <w:r>
        <w:tab/>
        <w:t>2.811e0</w:t>
      </w:r>
    </w:p>
    <w:p w:rsidR="00557788" w:rsidRDefault="00557788" w:rsidP="00557788">
      <w:r>
        <w:t>182.1559</w:t>
      </w:r>
      <w:r>
        <w:tab/>
        <w:t>3.268e0</w:t>
      </w:r>
    </w:p>
    <w:p w:rsidR="00557788" w:rsidRDefault="00557788" w:rsidP="00557788">
      <w:r>
        <w:t>182.1576</w:t>
      </w:r>
      <w:r>
        <w:tab/>
        <w:t>1.002e0</w:t>
      </w:r>
    </w:p>
    <w:p w:rsidR="00557788" w:rsidRDefault="00557788" w:rsidP="00557788">
      <w:r>
        <w:t>182.1684</w:t>
      </w:r>
      <w:r>
        <w:tab/>
        <w:t>5.179e0</w:t>
      </w:r>
    </w:p>
    <w:p w:rsidR="00557788" w:rsidRDefault="00557788" w:rsidP="00557788">
      <w:r>
        <w:t>182.1786</w:t>
      </w:r>
      <w:r>
        <w:tab/>
        <w:t>1.282e0</w:t>
      </w:r>
    </w:p>
    <w:p w:rsidR="00557788" w:rsidRDefault="00557788" w:rsidP="00557788">
      <w:r>
        <w:t>182.1990</w:t>
      </w:r>
      <w:r>
        <w:tab/>
        <w:t>7.872e0</w:t>
      </w:r>
    </w:p>
    <w:p w:rsidR="00557788" w:rsidRDefault="00557788" w:rsidP="00557788">
      <w:r>
        <w:t>182.2153</w:t>
      </w:r>
      <w:r>
        <w:tab/>
        <w:t>3.181e0</w:t>
      </w:r>
    </w:p>
    <w:p w:rsidR="00557788" w:rsidRDefault="00557788" w:rsidP="00557788">
      <w:r>
        <w:t>182.2240</w:t>
      </w:r>
      <w:r>
        <w:tab/>
        <w:t>1.013e0</w:t>
      </w:r>
    </w:p>
    <w:p w:rsidR="00557788" w:rsidRDefault="00557788" w:rsidP="00557788">
      <w:r>
        <w:t>182.2262</w:t>
      </w:r>
      <w:r>
        <w:tab/>
        <w:t>6.951e0</w:t>
      </w:r>
    </w:p>
    <w:p w:rsidR="00557788" w:rsidRDefault="00557788" w:rsidP="00557788">
      <w:r>
        <w:t>182.2436</w:t>
      </w:r>
      <w:r>
        <w:tab/>
        <w:t>2.025e0</w:t>
      </w:r>
    </w:p>
    <w:p w:rsidR="00557788" w:rsidRDefault="00557788" w:rsidP="00557788">
      <w:r>
        <w:t>182.2524</w:t>
      </w:r>
      <w:r>
        <w:tab/>
        <w:t>1.266e-2</w:t>
      </w:r>
    </w:p>
    <w:p w:rsidR="00557788" w:rsidRDefault="00557788" w:rsidP="00557788">
      <w:r>
        <w:t>182.2560</w:t>
      </w:r>
      <w:r>
        <w:tab/>
        <w:t>2.532e-2</w:t>
      </w:r>
    </w:p>
    <w:p w:rsidR="00557788" w:rsidRDefault="00557788" w:rsidP="00557788">
      <w:r>
        <w:t>182.2595</w:t>
      </w:r>
      <w:r>
        <w:tab/>
        <w:t>1.013e0</w:t>
      </w:r>
    </w:p>
    <w:p w:rsidR="00557788" w:rsidRDefault="00557788" w:rsidP="00557788">
      <w:r>
        <w:t>182.2702</w:t>
      </w:r>
      <w:r>
        <w:tab/>
        <w:t>2.038e0</w:t>
      </w:r>
    </w:p>
    <w:p w:rsidR="00557788" w:rsidRDefault="00557788" w:rsidP="00557788">
      <w:r>
        <w:t>182.2844</w:t>
      </w:r>
      <w:r>
        <w:tab/>
        <w:t>1.266e-2</w:t>
      </w:r>
    </w:p>
    <w:p w:rsidR="00557788" w:rsidRDefault="00557788" w:rsidP="00557788">
      <w:r>
        <w:t>182.2950</w:t>
      </w:r>
      <w:r>
        <w:tab/>
        <w:t>1.013e0</w:t>
      </w:r>
    </w:p>
    <w:p w:rsidR="00557788" w:rsidRDefault="00557788" w:rsidP="00557788">
      <w:r>
        <w:t>182.2968</w:t>
      </w:r>
      <w:r>
        <w:tab/>
        <w:t>4.051e0</w:t>
      </w:r>
    </w:p>
    <w:p w:rsidR="00557788" w:rsidRDefault="00557788" w:rsidP="00557788">
      <w:r>
        <w:lastRenderedPageBreak/>
        <w:t>182.3005</w:t>
      </w:r>
      <w:r>
        <w:tab/>
        <w:t>2.088e0</w:t>
      </w:r>
    </w:p>
    <w:p w:rsidR="00557788" w:rsidRDefault="00557788" w:rsidP="00557788">
      <w:r>
        <w:t>182.3022</w:t>
      </w:r>
      <w:r>
        <w:tab/>
        <w:t>1.266e-2</w:t>
      </w:r>
    </w:p>
    <w:p w:rsidR="00557788" w:rsidRDefault="00557788" w:rsidP="00557788">
      <w:r>
        <w:t>182.3057</w:t>
      </w:r>
      <w:r>
        <w:tab/>
        <w:t>1.025e0</w:t>
      </w:r>
    </w:p>
    <w:p w:rsidR="00557788" w:rsidRDefault="00557788" w:rsidP="00557788">
      <w:r>
        <w:t>182.3343</w:t>
      </w:r>
      <w:r>
        <w:tab/>
        <w:t>3.038e0</w:t>
      </w:r>
    </w:p>
    <w:p w:rsidR="00557788" w:rsidRDefault="00557788" w:rsidP="00557788">
      <w:r>
        <w:t>182.3416</w:t>
      </w:r>
      <w:r>
        <w:tab/>
        <w:t>1.051e0</w:t>
      </w:r>
    </w:p>
    <w:p w:rsidR="00557788" w:rsidRDefault="00557788" w:rsidP="00557788">
      <w:r>
        <w:t>182.3523</w:t>
      </w:r>
      <w:r>
        <w:tab/>
        <w:t>2.038e0</w:t>
      </w:r>
    </w:p>
    <w:p w:rsidR="00557788" w:rsidRDefault="00557788" w:rsidP="00557788">
      <w:r>
        <w:t>182.3559</w:t>
      </w:r>
      <w:r>
        <w:tab/>
        <w:t>2.025e0</w:t>
      </w:r>
    </w:p>
    <w:p w:rsidR="00557788" w:rsidRDefault="00557788" w:rsidP="00557788">
      <w:r>
        <w:t>182.3595</w:t>
      </w:r>
      <w:r>
        <w:tab/>
        <w:t>1.025e0</w:t>
      </w:r>
    </w:p>
    <w:p w:rsidR="00557788" w:rsidRDefault="00557788" w:rsidP="00557788">
      <w:r>
        <w:t>182.3722</w:t>
      </w:r>
      <w:r>
        <w:tab/>
        <w:t>2.025e0</w:t>
      </w:r>
    </w:p>
    <w:p w:rsidR="00557788" w:rsidRDefault="00557788" w:rsidP="00557788">
      <w:r>
        <w:t>182.3776</w:t>
      </w:r>
      <w:r>
        <w:tab/>
        <w:t>2.038e0</w:t>
      </w:r>
    </w:p>
    <w:p w:rsidR="00557788" w:rsidRDefault="00557788" w:rsidP="00557788">
      <w:r>
        <w:t>182.3920</w:t>
      </w:r>
      <w:r>
        <w:tab/>
        <w:t>1.266e-2</w:t>
      </w:r>
    </w:p>
    <w:p w:rsidR="00557788" w:rsidRDefault="00557788" w:rsidP="00557788">
      <w:r>
        <w:t>182.4100</w:t>
      </w:r>
      <w:r>
        <w:tab/>
        <w:t>1.266e-2</w:t>
      </w:r>
    </w:p>
    <w:p w:rsidR="00557788" w:rsidRDefault="00557788" w:rsidP="00557788">
      <w:r>
        <w:t>182.4172</w:t>
      </w:r>
      <w:r>
        <w:tab/>
        <w:t>1.266e-2</w:t>
      </w:r>
    </w:p>
    <w:p w:rsidR="00557788" w:rsidRDefault="00557788" w:rsidP="00557788">
      <w:r>
        <w:t>182.4208</w:t>
      </w:r>
      <w:r>
        <w:tab/>
        <w:t>6.089e0</w:t>
      </w:r>
    </w:p>
    <w:p w:rsidR="00557788" w:rsidRDefault="00557788" w:rsidP="00557788">
      <w:r>
        <w:t>182.4424</w:t>
      </w:r>
      <w:r>
        <w:tab/>
        <w:t>3.038e0</w:t>
      </w:r>
    </w:p>
    <w:p w:rsidR="00557788" w:rsidRDefault="00557788" w:rsidP="00557788">
      <w:r>
        <w:t>182.4460</w:t>
      </w:r>
      <w:r>
        <w:tab/>
        <w:t>1.013e0</w:t>
      </w:r>
    </w:p>
    <w:p w:rsidR="00557788" w:rsidRDefault="00557788" w:rsidP="00557788">
      <w:r>
        <w:t>182.4640</w:t>
      </w:r>
      <w:r>
        <w:tab/>
        <w:t>3.038e0</w:t>
      </w:r>
    </w:p>
    <w:p w:rsidR="00557788" w:rsidRDefault="00557788" w:rsidP="00557788">
      <w:r>
        <w:t>182.4748</w:t>
      </w:r>
      <w:r>
        <w:tab/>
        <w:t>2.025e0</w:t>
      </w:r>
    </w:p>
    <w:p w:rsidR="00557788" w:rsidRDefault="00557788" w:rsidP="00557788">
      <w:r>
        <w:t>182.4936</w:t>
      </w:r>
      <w:r>
        <w:tab/>
        <w:t>4.051e0</w:t>
      </w:r>
    </w:p>
    <w:p w:rsidR="00557788" w:rsidRDefault="00557788" w:rsidP="00557788">
      <w:r>
        <w:lastRenderedPageBreak/>
        <w:t>182.4964</w:t>
      </w:r>
      <w:r>
        <w:tab/>
        <w:t>1.266e-2</w:t>
      </w:r>
    </w:p>
    <w:p w:rsidR="00557788" w:rsidRDefault="00557788" w:rsidP="00557788">
      <w:r>
        <w:t>182.5079</w:t>
      </w:r>
      <w:r>
        <w:tab/>
        <w:t>5.063e0</w:t>
      </w:r>
    </w:p>
    <w:p w:rsidR="00557788" w:rsidRDefault="00557788" w:rsidP="00557788">
      <w:r>
        <w:t>182.5109</w:t>
      </w:r>
      <w:r>
        <w:tab/>
        <w:t>1.013e0</w:t>
      </w:r>
    </w:p>
    <w:p w:rsidR="00557788" w:rsidRDefault="00557788" w:rsidP="00557788">
      <w:r>
        <w:t>182.5145</w:t>
      </w:r>
      <w:r>
        <w:tab/>
        <w:t>2.025e0</w:t>
      </w:r>
    </w:p>
    <w:p w:rsidR="00557788" w:rsidRDefault="00557788" w:rsidP="00557788">
      <w:r>
        <w:t>182.5364</w:t>
      </w:r>
      <w:r>
        <w:tab/>
        <w:t>7.089e0</w:t>
      </w:r>
    </w:p>
    <w:p w:rsidR="00557788" w:rsidRDefault="00557788" w:rsidP="00557788">
      <w:r>
        <w:t>182.5649</w:t>
      </w:r>
      <w:r>
        <w:tab/>
        <w:t>8.258e0</w:t>
      </w:r>
    </w:p>
    <w:p w:rsidR="00557788" w:rsidRDefault="00557788" w:rsidP="00557788">
      <w:r>
        <w:t>182.5751</w:t>
      </w:r>
      <w:r>
        <w:tab/>
        <w:t>1.215e1</w:t>
      </w:r>
    </w:p>
    <w:p w:rsidR="00557788" w:rsidRDefault="00557788" w:rsidP="00557788">
      <w:r>
        <w:t>182.6044</w:t>
      </w:r>
      <w:r>
        <w:tab/>
        <w:t>1.013e0</w:t>
      </w:r>
    </w:p>
    <w:p w:rsidR="00557788" w:rsidRDefault="00557788" w:rsidP="00557788">
      <w:r>
        <w:t>182.6129</w:t>
      </w:r>
      <w:r>
        <w:tab/>
        <w:t>3.038e0</w:t>
      </w:r>
    </w:p>
    <w:p w:rsidR="00557788" w:rsidRDefault="00557788" w:rsidP="00557788">
      <w:r>
        <w:t>182.6150</w:t>
      </w:r>
      <w:r>
        <w:tab/>
        <w:t>1.013e0</w:t>
      </w:r>
    </w:p>
    <w:p w:rsidR="00557788" w:rsidRDefault="00557788" w:rsidP="00557788">
      <w:r>
        <w:t>182.6252</w:t>
      </w:r>
      <w:r>
        <w:tab/>
        <w:t>3.051e0</w:t>
      </w:r>
    </w:p>
    <w:p w:rsidR="00557788" w:rsidRDefault="00557788" w:rsidP="00557788">
      <w:r>
        <w:t>182.6506</w:t>
      </w:r>
      <w:r>
        <w:tab/>
        <w:t>1.266e-2</w:t>
      </w:r>
    </w:p>
    <w:p w:rsidR="00557788" w:rsidRDefault="00557788" w:rsidP="00557788">
      <w:r>
        <w:t>182.6577</w:t>
      </w:r>
      <w:r>
        <w:tab/>
        <w:t>2.532e-2</w:t>
      </w:r>
    </w:p>
    <w:p w:rsidR="00557788" w:rsidRDefault="00557788" w:rsidP="00557788">
      <w:r>
        <w:t>182.6648</w:t>
      </w:r>
      <w:r>
        <w:tab/>
        <w:t>1.025e0</w:t>
      </w:r>
    </w:p>
    <w:p w:rsidR="00557788" w:rsidRDefault="00557788" w:rsidP="00557788">
      <w:r>
        <w:t>182.6684</w:t>
      </w:r>
      <w:r>
        <w:tab/>
        <w:t>1.266e-2</w:t>
      </w:r>
    </w:p>
    <w:p w:rsidR="00557788" w:rsidRDefault="00557788" w:rsidP="00557788">
      <w:r>
        <w:t>182.6703</w:t>
      </w:r>
      <w:r>
        <w:tab/>
        <w:t>2.025e0</w:t>
      </w:r>
    </w:p>
    <w:p w:rsidR="00557788" w:rsidRDefault="00557788" w:rsidP="00557788">
      <w:r>
        <w:t>182.6755</w:t>
      </w:r>
      <w:r>
        <w:tab/>
        <w:t>3.038e0</w:t>
      </w:r>
    </w:p>
    <w:p w:rsidR="00557788" w:rsidRDefault="00557788" w:rsidP="00557788">
      <w:r>
        <w:t>182.6772</w:t>
      </w:r>
      <w:r>
        <w:tab/>
        <w:t>2.025e0</w:t>
      </w:r>
    </w:p>
    <w:p w:rsidR="00557788" w:rsidRDefault="00557788" w:rsidP="00557788">
      <w:r>
        <w:t>182.6953</w:t>
      </w:r>
      <w:r>
        <w:tab/>
        <w:t>4.051e0</w:t>
      </w:r>
    </w:p>
    <w:p w:rsidR="00557788" w:rsidRDefault="00557788" w:rsidP="00557788">
      <w:r>
        <w:lastRenderedPageBreak/>
        <w:t>182.7005</w:t>
      </w:r>
      <w:r>
        <w:tab/>
        <w:t>1.013e0</w:t>
      </w:r>
    </w:p>
    <w:p w:rsidR="00557788" w:rsidRDefault="00557788" w:rsidP="00557788">
      <w:r>
        <w:t>182.7072</w:t>
      </w:r>
      <w:r>
        <w:tab/>
        <w:t>5.063e0</w:t>
      </w:r>
    </w:p>
    <w:p w:rsidR="00557788" w:rsidRDefault="00557788" w:rsidP="00557788">
      <w:r>
        <w:t>182.7185</w:t>
      </w:r>
      <w:r>
        <w:tab/>
        <w:t>1.013e0</w:t>
      </w:r>
    </w:p>
    <w:p w:rsidR="00557788" w:rsidRDefault="00557788" w:rsidP="00557788">
      <w:r>
        <w:t>182.7221</w:t>
      </w:r>
      <w:r>
        <w:tab/>
        <w:t>1.266e-2</w:t>
      </w:r>
    </w:p>
    <w:p w:rsidR="00557788" w:rsidRDefault="00557788" w:rsidP="00557788">
      <w:r>
        <w:t>182.7329</w:t>
      </w:r>
      <w:r>
        <w:tab/>
        <w:t>1.013e0</w:t>
      </w:r>
    </w:p>
    <w:p w:rsidR="00557788" w:rsidRDefault="00557788" w:rsidP="00557788">
      <w:r>
        <w:t>182.7365</w:t>
      </w:r>
      <w:r>
        <w:tab/>
        <w:t>1.013e0</w:t>
      </w:r>
    </w:p>
    <w:p w:rsidR="00557788" w:rsidRDefault="00557788" w:rsidP="00557788">
      <w:r>
        <w:t>182.7446</w:t>
      </w:r>
      <w:r>
        <w:tab/>
        <w:t>3.038e0</w:t>
      </w:r>
    </w:p>
    <w:p w:rsidR="00557788" w:rsidRDefault="00557788" w:rsidP="00557788">
      <w:r>
        <w:t>182.7600</w:t>
      </w:r>
      <w:r>
        <w:tab/>
        <w:t>2.532e-2</w:t>
      </w:r>
    </w:p>
    <w:p w:rsidR="00557788" w:rsidRDefault="00557788" w:rsidP="00557788">
      <w:r>
        <w:t>182.7816</w:t>
      </w:r>
      <w:r>
        <w:tab/>
        <w:t>2.025e0</w:t>
      </w:r>
    </w:p>
    <w:p w:rsidR="00557788" w:rsidRDefault="00557788" w:rsidP="00557788">
      <w:r>
        <w:t>182.7907</w:t>
      </w:r>
      <w:r>
        <w:tab/>
        <w:t>1.013e0</w:t>
      </w:r>
    </w:p>
    <w:p w:rsidR="00557788" w:rsidRDefault="00557788" w:rsidP="00557788">
      <w:r>
        <w:t>182.7997</w:t>
      </w:r>
      <w:r>
        <w:tab/>
        <w:t>2.025e0</w:t>
      </w:r>
    </w:p>
    <w:p w:rsidR="00557788" w:rsidRDefault="00557788" w:rsidP="00557788">
      <w:r>
        <w:t>182.8123</w:t>
      </w:r>
      <w:r>
        <w:tab/>
        <w:t>3.798e-2</w:t>
      </w:r>
    </w:p>
    <w:p w:rsidR="00557788" w:rsidRDefault="00557788" w:rsidP="00557788">
      <w:r>
        <w:t>182.8140</w:t>
      </w:r>
      <w:r>
        <w:tab/>
        <w:t>3.038e0</w:t>
      </w:r>
    </w:p>
    <w:p w:rsidR="00557788" w:rsidRDefault="00557788" w:rsidP="00557788">
      <w:r>
        <w:t>182.8231</w:t>
      </w:r>
      <w:r>
        <w:tab/>
        <w:t>1.013e0</w:t>
      </w:r>
    </w:p>
    <w:p w:rsidR="00557788" w:rsidRDefault="00557788" w:rsidP="00557788">
      <w:r>
        <w:t>182.8283</w:t>
      </w:r>
      <w:r>
        <w:tab/>
        <w:t>7.089e0</w:t>
      </w:r>
    </w:p>
    <w:p w:rsidR="00557788" w:rsidRDefault="00557788" w:rsidP="00557788">
      <w:r>
        <w:t>182.8321</w:t>
      </w:r>
      <w:r>
        <w:tab/>
        <w:t>2.025e0</w:t>
      </w:r>
    </w:p>
    <w:p w:rsidR="00557788" w:rsidRDefault="00557788" w:rsidP="00557788">
      <w:r>
        <w:t>182.8339</w:t>
      </w:r>
      <w:r>
        <w:tab/>
        <w:t>1.266e-2</w:t>
      </w:r>
    </w:p>
    <w:p w:rsidR="00557788" w:rsidRDefault="00557788" w:rsidP="00557788">
      <w:r>
        <w:t>182.8615</w:t>
      </w:r>
      <w:r>
        <w:tab/>
        <w:t>5.063e0</w:t>
      </w:r>
    </w:p>
    <w:p w:rsidR="00557788" w:rsidRDefault="00557788" w:rsidP="00557788">
      <w:r>
        <w:t>182.8844</w:t>
      </w:r>
      <w:r>
        <w:tab/>
        <w:t>1.013e0</w:t>
      </w:r>
    </w:p>
    <w:p w:rsidR="00557788" w:rsidRDefault="00557788" w:rsidP="00557788">
      <w:r>
        <w:lastRenderedPageBreak/>
        <w:t>182.8880</w:t>
      </w:r>
      <w:r>
        <w:tab/>
        <w:t>2.025e0</w:t>
      </w:r>
    </w:p>
    <w:p w:rsidR="00557788" w:rsidRDefault="00557788" w:rsidP="00557788">
      <w:r>
        <w:t>182.8916</w:t>
      </w:r>
      <w:r>
        <w:tab/>
        <w:t>1.013e0</w:t>
      </w:r>
    </w:p>
    <w:p w:rsidR="00557788" w:rsidRDefault="00557788" w:rsidP="00557788">
      <w:r>
        <w:t>182.8952</w:t>
      </w:r>
      <w:r>
        <w:tab/>
        <w:t>2.532e-2</w:t>
      </w:r>
    </w:p>
    <w:p w:rsidR="00557788" w:rsidRDefault="00557788" w:rsidP="00557788">
      <w:r>
        <w:t>182.9024</w:t>
      </w:r>
      <w:r>
        <w:tab/>
        <w:t>1.038e0</w:t>
      </w:r>
    </w:p>
    <w:p w:rsidR="00557788" w:rsidRDefault="00557788" w:rsidP="00557788">
      <w:r>
        <w:t>182.9096</w:t>
      </w:r>
      <w:r>
        <w:tab/>
        <w:t>2.532e-2</w:t>
      </w:r>
    </w:p>
    <w:p w:rsidR="00557788" w:rsidRDefault="00557788" w:rsidP="00557788">
      <w:r>
        <w:t>182.9132</w:t>
      </w:r>
      <w:r>
        <w:tab/>
        <w:t>2.038e0</w:t>
      </w:r>
    </w:p>
    <w:p w:rsidR="00557788" w:rsidRDefault="00557788" w:rsidP="00557788">
      <w:r>
        <w:t>182.9151</w:t>
      </w:r>
      <w:r>
        <w:tab/>
        <w:t>2.025e0</w:t>
      </w:r>
    </w:p>
    <w:p w:rsidR="00557788" w:rsidRDefault="00557788" w:rsidP="00557788">
      <w:r>
        <w:t>182.9313</w:t>
      </w:r>
      <w:r>
        <w:tab/>
        <w:t>2.025e0</w:t>
      </w:r>
    </w:p>
    <w:p w:rsidR="00557788" w:rsidRDefault="00557788" w:rsidP="00557788">
      <w:r>
        <w:t>182.9529</w:t>
      </w:r>
      <w:r>
        <w:tab/>
        <w:t>1.252e0</w:t>
      </w:r>
    </w:p>
    <w:p w:rsidR="00557788" w:rsidRDefault="00557788" w:rsidP="00557788">
      <w:r>
        <w:t>182.9602</w:t>
      </w:r>
      <w:r>
        <w:tab/>
        <w:t>1.013e0</w:t>
      </w:r>
    </w:p>
    <w:p w:rsidR="00557788" w:rsidRDefault="00557788" w:rsidP="00557788">
      <w:r>
        <w:t>182.9638</w:t>
      </w:r>
      <w:r>
        <w:tab/>
        <w:t>2.025e0</w:t>
      </w:r>
    </w:p>
    <w:p w:rsidR="00557788" w:rsidRDefault="00557788" w:rsidP="00557788">
      <w:r>
        <w:t>182.9674</w:t>
      </w:r>
      <w:r>
        <w:tab/>
        <w:t>2.025e0</w:t>
      </w:r>
    </w:p>
    <w:p w:rsidR="00557788" w:rsidRDefault="00557788" w:rsidP="00557788">
      <w:r>
        <w:t>182.9825</w:t>
      </w:r>
      <w:r>
        <w:tab/>
        <w:t>2.533e0</w:t>
      </w:r>
    </w:p>
    <w:p w:rsidR="00557788" w:rsidRDefault="00557788" w:rsidP="00557788">
      <w:r>
        <w:t>182.9856</w:t>
      </w:r>
      <w:r>
        <w:tab/>
        <w:t>5.389e0</w:t>
      </w:r>
    </w:p>
    <w:p w:rsidR="00557788" w:rsidRDefault="00557788" w:rsidP="00557788">
      <w:r>
        <w:t>182.9883</w:t>
      </w:r>
      <w:r>
        <w:tab/>
        <w:t>1.124e1</w:t>
      </w:r>
    </w:p>
    <w:p w:rsidR="00557788" w:rsidRDefault="00557788" w:rsidP="00557788">
      <w:r>
        <w:t>182.9946</w:t>
      </w:r>
      <w:r>
        <w:tab/>
        <w:t>1.722e1</w:t>
      </w:r>
    </w:p>
    <w:p w:rsidR="00557788" w:rsidRDefault="00557788" w:rsidP="00557788">
      <w:r>
        <w:t>183.0010</w:t>
      </w:r>
      <w:r>
        <w:tab/>
        <w:t>6.842e0</w:t>
      </w:r>
    </w:p>
    <w:p w:rsidR="00557788" w:rsidRDefault="00557788" w:rsidP="00557788">
      <w:r>
        <w:t>183.0054</w:t>
      </w:r>
      <w:r>
        <w:tab/>
        <w:t>4.949e0</w:t>
      </w:r>
    </w:p>
    <w:p w:rsidR="00557788" w:rsidRDefault="00557788" w:rsidP="00557788">
      <w:r>
        <w:t>183.0064</w:t>
      </w:r>
      <w:r>
        <w:tab/>
        <w:t>6.024e0</w:t>
      </w:r>
    </w:p>
    <w:p w:rsidR="00557788" w:rsidRDefault="00557788" w:rsidP="00557788">
      <w:r>
        <w:lastRenderedPageBreak/>
        <w:t>183.0086</w:t>
      </w:r>
      <w:r>
        <w:tab/>
        <w:t>6.130e0</w:t>
      </w:r>
    </w:p>
    <w:p w:rsidR="00557788" w:rsidRDefault="00557788" w:rsidP="00557788">
      <w:r>
        <w:t>183.0139</w:t>
      </w:r>
      <w:r>
        <w:tab/>
        <w:t>8.940e-1</w:t>
      </w:r>
    </w:p>
    <w:p w:rsidR="00557788" w:rsidRDefault="00557788" w:rsidP="00557788">
      <w:r>
        <w:t>183.0191</w:t>
      </w:r>
      <w:r>
        <w:tab/>
        <w:t>7.089e0</w:t>
      </w:r>
    </w:p>
    <w:p w:rsidR="00557788" w:rsidRDefault="00557788" w:rsidP="00557788">
      <w:r>
        <w:t>183.0415</w:t>
      </w:r>
      <w:r>
        <w:tab/>
        <w:t>1.319e0</w:t>
      </w:r>
    </w:p>
    <w:p w:rsidR="00557788" w:rsidRDefault="00557788" w:rsidP="00557788">
      <w:r>
        <w:t>183.0460</w:t>
      </w:r>
      <w:r>
        <w:tab/>
        <w:t>1.997e0</w:t>
      </w:r>
    </w:p>
    <w:p w:rsidR="00557788" w:rsidRDefault="00557788" w:rsidP="00557788">
      <w:r>
        <w:t>183.0584</w:t>
      </w:r>
      <w:r>
        <w:tab/>
        <w:t>2.025e0</w:t>
      </w:r>
    </w:p>
    <w:p w:rsidR="00557788" w:rsidRDefault="00557788" w:rsidP="00557788">
      <w:r>
        <w:t>183.0973</w:t>
      </w:r>
      <w:r>
        <w:tab/>
        <w:t>2.261e0</w:t>
      </w:r>
    </w:p>
    <w:p w:rsidR="00557788" w:rsidRDefault="00557788" w:rsidP="00557788">
      <w:r>
        <w:t>183.1000</w:t>
      </w:r>
      <w:r>
        <w:tab/>
        <w:t>2.180e0</w:t>
      </w:r>
    </w:p>
    <w:p w:rsidR="00557788" w:rsidRDefault="00557788" w:rsidP="00557788">
      <w:r>
        <w:t>183.1015</w:t>
      </w:r>
      <w:r>
        <w:tab/>
        <w:t>2.321e0</w:t>
      </w:r>
    </w:p>
    <w:p w:rsidR="00557788" w:rsidRDefault="00557788" w:rsidP="00557788">
      <w:r>
        <w:t>183.1205</w:t>
      </w:r>
      <w:r>
        <w:tab/>
        <w:t>4.025e0</w:t>
      </w:r>
    </w:p>
    <w:p w:rsidR="00557788" w:rsidRDefault="00557788" w:rsidP="00557788">
      <w:r>
        <w:t>183.1443</w:t>
      </w:r>
      <w:r>
        <w:tab/>
        <w:t>3.809e0</w:t>
      </w:r>
    </w:p>
    <w:p w:rsidR="00557788" w:rsidRDefault="00557788" w:rsidP="00557788">
      <w:r>
        <w:t>183.1458</w:t>
      </w:r>
      <w:r>
        <w:tab/>
        <w:t>1.385e0</w:t>
      </w:r>
    </w:p>
    <w:p w:rsidR="00557788" w:rsidRDefault="00557788" w:rsidP="00557788">
      <w:r>
        <w:t>183.1492</w:t>
      </w:r>
      <w:r>
        <w:tab/>
        <w:t>2.622e-1</w:t>
      </w:r>
    </w:p>
    <w:p w:rsidR="00557788" w:rsidRDefault="00557788" w:rsidP="00557788">
      <w:r>
        <w:t>183.1575</w:t>
      </w:r>
      <w:r>
        <w:tab/>
        <w:t>2.083e0</w:t>
      </w:r>
    </w:p>
    <w:p w:rsidR="00557788" w:rsidRDefault="00557788" w:rsidP="00557788">
      <w:r>
        <w:t>183.1642</w:t>
      </w:r>
      <w:r>
        <w:tab/>
        <w:t>2.565e-1</w:t>
      </w:r>
    </w:p>
    <w:p w:rsidR="00557788" w:rsidRDefault="00557788" w:rsidP="00557788">
      <w:r>
        <w:t>183.1794</w:t>
      </w:r>
      <w:r>
        <w:tab/>
        <w:t>4.449e0</w:t>
      </w:r>
    </w:p>
    <w:p w:rsidR="00557788" w:rsidRDefault="00557788" w:rsidP="00557788">
      <w:r>
        <w:t>183.1846</w:t>
      </w:r>
      <w:r>
        <w:tab/>
        <w:t>1.067e0</w:t>
      </w:r>
    </w:p>
    <w:p w:rsidR="00557788" w:rsidRDefault="00557788" w:rsidP="00557788">
      <w:r>
        <w:t>183.1897</w:t>
      </w:r>
      <w:r>
        <w:tab/>
        <w:t>1.013e0</w:t>
      </w:r>
    </w:p>
    <w:p w:rsidR="00557788" w:rsidRDefault="00557788" w:rsidP="00557788">
      <w:r>
        <w:t>183.1981</w:t>
      </w:r>
      <w:r>
        <w:tab/>
        <w:t>5.063e0</w:t>
      </w:r>
    </w:p>
    <w:p w:rsidR="00557788" w:rsidRDefault="00557788" w:rsidP="00557788">
      <w:r>
        <w:lastRenderedPageBreak/>
        <w:t>183.2113</w:t>
      </w:r>
      <w:r>
        <w:tab/>
        <w:t>1.013e0</w:t>
      </w:r>
    </w:p>
    <w:p w:rsidR="00557788" w:rsidRDefault="00557788" w:rsidP="00557788">
      <w:r>
        <w:t>183.2185</w:t>
      </w:r>
      <w:r>
        <w:tab/>
        <w:t>2.025e0</w:t>
      </w:r>
    </w:p>
    <w:p w:rsidR="00557788" w:rsidRDefault="00557788" w:rsidP="00557788">
      <w:r>
        <w:t>183.2257</w:t>
      </w:r>
      <w:r>
        <w:tab/>
        <w:t>1.266e-2</w:t>
      </w:r>
    </w:p>
    <w:p w:rsidR="00557788" w:rsidRDefault="00557788" w:rsidP="00557788">
      <w:r>
        <w:t>183.2294</w:t>
      </w:r>
      <w:r>
        <w:tab/>
        <w:t>3.797e-2</w:t>
      </w:r>
    </w:p>
    <w:p w:rsidR="00557788" w:rsidRDefault="00557788" w:rsidP="00557788">
      <w:r>
        <w:t>183.2510</w:t>
      </w:r>
      <w:r>
        <w:tab/>
        <w:t>1.013e0</w:t>
      </w:r>
    </w:p>
    <w:p w:rsidR="00557788" w:rsidRDefault="00557788" w:rsidP="00557788">
      <w:r>
        <w:t>183.2526</w:t>
      </w:r>
      <w:r>
        <w:tab/>
        <w:t>3.038e0</w:t>
      </w:r>
    </w:p>
    <w:p w:rsidR="00557788" w:rsidRDefault="00557788" w:rsidP="00557788">
      <w:r>
        <w:t>183.2537</w:t>
      </w:r>
      <w:r>
        <w:tab/>
        <w:t>1.051e0</w:t>
      </w:r>
    </w:p>
    <w:p w:rsidR="00557788" w:rsidRDefault="00557788" w:rsidP="00557788">
      <w:r>
        <w:t>183.2600</w:t>
      </w:r>
      <w:r>
        <w:tab/>
        <w:t>2.025e0</w:t>
      </w:r>
    </w:p>
    <w:p w:rsidR="00557788" w:rsidRDefault="00557788" w:rsidP="00557788">
      <w:r>
        <w:t>183.2690</w:t>
      </w:r>
      <w:r>
        <w:tab/>
        <w:t>1.266e-2</w:t>
      </w:r>
    </w:p>
    <w:p w:rsidR="00557788" w:rsidRDefault="00557788" w:rsidP="00557788">
      <w:r>
        <w:t>183.2732</w:t>
      </w:r>
      <w:r>
        <w:tab/>
        <w:t>4.089e0</w:t>
      </w:r>
    </w:p>
    <w:p w:rsidR="00557788" w:rsidRDefault="00557788" w:rsidP="00557788">
      <w:r>
        <w:t>183.2834</w:t>
      </w:r>
      <w:r>
        <w:tab/>
        <w:t>2.038e0</w:t>
      </w:r>
    </w:p>
    <w:p w:rsidR="00557788" w:rsidRDefault="00557788" w:rsidP="00557788">
      <w:r>
        <w:t>183.2907</w:t>
      </w:r>
      <w:r>
        <w:tab/>
        <w:t>1.266e-2</w:t>
      </w:r>
    </w:p>
    <w:p w:rsidR="00557788" w:rsidRDefault="00557788" w:rsidP="00557788">
      <w:r>
        <w:t>183.2923</w:t>
      </w:r>
      <w:r>
        <w:tab/>
        <w:t>3.038e0</w:t>
      </w:r>
    </w:p>
    <w:p w:rsidR="00557788" w:rsidRDefault="00557788" w:rsidP="00557788">
      <w:r>
        <w:t>183.2979</w:t>
      </w:r>
      <w:r>
        <w:tab/>
        <w:t>2.532e-2</w:t>
      </w:r>
    </w:p>
    <w:p w:rsidR="00557788" w:rsidRDefault="00557788" w:rsidP="00557788">
      <w:r>
        <w:t>183.3015</w:t>
      </w:r>
      <w:r>
        <w:tab/>
        <w:t>1.038e0</w:t>
      </w:r>
    </w:p>
    <w:p w:rsidR="00557788" w:rsidRDefault="00557788" w:rsidP="00557788">
      <w:r>
        <w:t>183.3123</w:t>
      </w:r>
      <w:r>
        <w:tab/>
        <w:t>2.025e0</w:t>
      </w:r>
    </w:p>
    <w:p w:rsidR="00557788" w:rsidRDefault="00557788" w:rsidP="00557788">
      <w:r>
        <w:t>183.3177</w:t>
      </w:r>
      <w:r>
        <w:tab/>
        <w:t>2.532e-2</w:t>
      </w:r>
    </w:p>
    <w:p w:rsidR="00557788" w:rsidRDefault="00557788" w:rsidP="00557788">
      <w:r>
        <w:t>183.3231</w:t>
      </w:r>
      <w:r>
        <w:tab/>
        <w:t>1.013e0</w:t>
      </w:r>
    </w:p>
    <w:p w:rsidR="00557788" w:rsidRDefault="00557788" w:rsidP="00557788">
      <w:r>
        <w:t>183.3250</w:t>
      </w:r>
      <w:r>
        <w:tab/>
        <w:t>2.532e-2</w:t>
      </w:r>
    </w:p>
    <w:p w:rsidR="00557788" w:rsidRDefault="00557788" w:rsidP="00557788">
      <w:r>
        <w:lastRenderedPageBreak/>
        <w:t>183.3268</w:t>
      </w:r>
      <w:r>
        <w:tab/>
        <w:t>1.025e0</w:t>
      </w:r>
    </w:p>
    <w:p w:rsidR="00557788" w:rsidRDefault="00557788" w:rsidP="00557788">
      <w:r>
        <w:t>183.3484</w:t>
      </w:r>
      <w:r>
        <w:tab/>
        <w:t>5.063e0</w:t>
      </w:r>
    </w:p>
    <w:p w:rsidR="00557788" w:rsidRDefault="00557788" w:rsidP="00557788">
      <w:r>
        <w:t>183.3629</w:t>
      </w:r>
      <w:r>
        <w:tab/>
        <w:t>1.013e0</w:t>
      </w:r>
    </w:p>
    <w:p w:rsidR="00557788" w:rsidRDefault="00557788" w:rsidP="00557788">
      <w:r>
        <w:t>183.3665</w:t>
      </w:r>
      <w:r>
        <w:tab/>
        <w:t>1.013e0</w:t>
      </w:r>
    </w:p>
    <w:p w:rsidR="00557788" w:rsidRDefault="00557788" w:rsidP="00557788">
      <w:r>
        <w:t>183.3701</w:t>
      </w:r>
      <w:r>
        <w:tab/>
        <w:t>1.025e0</w:t>
      </w:r>
    </w:p>
    <w:p w:rsidR="00557788" w:rsidRDefault="00557788" w:rsidP="00557788">
      <w:r>
        <w:t>183.3718</w:t>
      </w:r>
      <w:r>
        <w:tab/>
        <w:t>3.038e0</w:t>
      </w:r>
    </w:p>
    <w:p w:rsidR="00557788" w:rsidRDefault="00557788" w:rsidP="00557788">
      <w:r>
        <w:t>183.3882</w:t>
      </w:r>
      <w:r>
        <w:tab/>
        <w:t>3.051e0</w:t>
      </w:r>
    </w:p>
    <w:p w:rsidR="00557788" w:rsidRDefault="00557788" w:rsidP="00557788">
      <w:r>
        <w:t>183.3954</w:t>
      </w:r>
      <w:r>
        <w:tab/>
        <w:t>2.532e-2</w:t>
      </w:r>
    </w:p>
    <w:p w:rsidR="00557788" w:rsidRDefault="00557788" w:rsidP="00557788">
      <w:r>
        <w:t>183.3972</w:t>
      </w:r>
      <w:r>
        <w:tab/>
        <w:t>2.025e0</w:t>
      </w:r>
    </w:p>
    <w:p w:rsidR="00557788" w:rsidRDefault="00557788" w:rsidP="00557788">
      <w:r>
        <w:t>183.3990</w:t>
      </w:r>
      <w:r>
        <w:tab/>
        <w:t>2.532e-2</w:t>
      </w:r>
    </w:p>
    <w:p w:rsidR="00557788" w:rsidRDefault="00557788" w:rsidP="00557788">
      <w:r>
        <w:t>183.4099</w:t>
      </w:r>
      <w:r>
        <w:tab/>
        <w:t>3.038e0</w:t>
      </w:r>
    </w:p>
    <w:p w:rsidR="00557788" w:rsidRDefault="00557788" w:rsidP="00557788">
      <w:r>
        <w:t>183.4135</w:t>
      </w:r>
      <w:r>
        <w:tab/>
        <w:t>1.266e-2</w:t>
      </w:r>
    </w:p>
    <w:p w:rsidR="00557788" w:rsidRDefault="00557788" w:rsidP="00557788">
      <w:r>
        <w:t>183.4223</w:t>
      </w:r>
      <w:r>
        <w:tab/>
        <w:t>2.025e0</w:t>
      </w:r>
    </w:p>
    <w:p w:rsidR="00557788" w:rsidRDefault="00557788" w:rsidP="00557788">
      <w:r>
        <w:t>183.4385</w:t>
      </w:r>
      <w:r>
        <w:tab/>
        <w:t>1.013e0</w:t>
      </w:r>
    </w:p>
    <w:p w:rsidR="00557788" w:rsidRDefault="00557788" w:rsidP="00557788">
      <w:r>
        <w:t>183.4528</w:t>
      </w:r>
      <w:r>
        <w:tab/>
        <w:t>1.013e0</w:t>
      </w:r>
    </w:p>
    <w:p w:rsidR="00557788" w:rsidRDefault="00557788" w:rsidP="00557788">
      <w:r>
        <w:t>183.4564</w:t>
      </w:r>
      <w:r>
        <w:tab/>
        <w:t>1.013e0</w:t>
      </w:r>
    </w:p>
    <w:p w:rsidR="00557788" w:rsidRDefault="00557788" w:rsidP="00557788">
      <w:r>
        <w:t>183.4600</w:t>
      </w:r>
      <w:r>
        <w:tab/>
        <w:t>1.025e0</w:t>
      </w:r>
    </w:p>
    <w:p w:rsidR="00557788" w:rsidRDefault="00557788" w:rsidP="00557788">
      <w:r>
        <w:t>183.4688</w:t>
      </w:r>
      <w:r>
        <w:tab/>
        <w:t>2.532e-2</w:t>
      </w:r>
    </w:p>
    <w:p w:rsidR="00557788" w:rsidRDefault="00557788" w:rsidP="00557788">
      <w:r>
        <w:t>183.4707</w:t>
      </w:r>
      <w:r>
        <w:tab/>
        <w:t>1.266e-2</w:t>
      </w:r>
    </w:p>
    <w:p w:rsidR="00557788" w:rsidRDefault="00557788" w:rsidP="00557788">
      <w:r>
        <w:lastRenderedPageBreak/>
        <w:t>183.4742</w:t>
      </w:r>
      <w:r>
        <w:tab/>
        <w:t>3.038e0</w:t>
      </w:r>
    </w:p>
    <w:p w:rsidR="00557788" w:rsidRDefault="00557788" w:rsidP="00557788">
      <w:r>
        <w:t>183.4778</w:t>
      </w:r>
      <w:r>
        <w:tab/>
        <w:t>1.025e0</w:t>
      </w:r>
    </w:p>
    <w:p w:rsidR="00557788" w:rsidRDefault="00557788" w:rsidP="00557788">
      <w:r>
        <w:t>183.4850</w:t>
      </w:r>
      <w:r>
        <w:tab/>
        <w:t>1.013e0</w:t>
      </w:r>
    </w:p>
    <w:p w:rsidR="00557788" w:rsidRDefault="00557788" w:rsidP="00557788">
      <w:r>
        <w:t>183.4957</w:t>
      </w:r>
      <w:r>
        <w:tab/>
        <w:t>2.025e0</w:t>
      </w:r>
    </w:p>
    <w:p w:rsidR="00557788" w:rsidRDefault="00557788" w:rsidP="00557788">
      <w:r>
        <w:t>183.5028</w:t>
      </w:r>
      <w:r>
        <w:tab/>
        <w:t>1.266e-2</w:t>
      </w:r>
    </w:p>
    <w:p w:rsidR="00557788" w:rsidRDefault="00557788" w:rsidP="00557788">
      <w:r>
        <w:t>183.5043</w:t>
      </w:r>
      <w:r>
        <w:tab/>
        <w:t>5.063e0</w:t>
      </w:r>
    </w:p>
    <w:p w:rsidR="00557788" w:rsidRDefault="00557788" w:rsidP="00557788">
      <w:r>
        <w:t>183.5190</w:t>
      </w:r>
      <w:r>
        <w:tab/>
        <w:t>2.025e0</w:t>
      </w:r>
    </w:p>
    <w:p w:rsidR="00557788" w:rsidRDefault="00557788" w:rsidP="00557788">
      <w:r>
        <w:t>183.5207</w:t>
      </w:r>
      <w:r>
        <w:tab/>
        <w:t>3.038e0</w:t>
      </w:r>
    </w:p>
    <w:p w:rsidR="00557788" w:rsidRDefault="00557788" w:rsidP="00557788">
      <w:r>
        <w:t>183.5242</w:t>
      </w:r>
      <w:r>
        <w:tab/>
        <w:t>2.038e0</w:t>
      </w:r>
    </w:p>
    <w:p w:rsidR="00557788" w:rsidRDefault="00557788" w:rsidP="00557788">
      <w:r>
        <w:t>183.5262</w:t>
      </w:r>
      <w:r>
        <w:tab/>
        <w:t>3.038e0</w:t>
      </w:r>
    </w:p>
    <w:p w:rsidR="00557788" w:rsidRDefault="00557788" w:rsidP="00557788">
      <w:r>
        <w:t>183.5421</w:t>
      </w:r>
      <w:r>
        <w:tab/>
        <w:t>2.532e-2</w:t>
      </w:r>
    </w:p>
    <w:p w:rsidR="00557788" w:rsidRDefault="00557788" w:rsidP="00557788">
      <w:r>
        <w:t>183.5527</w:t>
      </w:r>
      <w:r>
        <w:tab/>
        <w:t>3.797e-2</w:t>
      </w:r>
    </w:p>
    <w:p w:rsidR="00557788" w:rsidRDefault="00557788" w:rsidP="00557788">
      <w:r>
        <w:t>183.5559</w:t>
      </w:r>
      <w:r>
        <w:tab/>
        <w:t>3.051e0</w:t>
      </w:r>
    </w:p>
    <w:p w:rsidR="00557788" w:rsidRDefault="00557788" w:rsidP="00557788">
      <w:r>
        <w:t>183.5580</w:t>
      </w:r>
      <w:r>
        <w:tab/>
        <w:t>3.038e0</w:t>
      </w:r>
    </w:p>
    <w:p w:rsidR="00557788" w:rsidRDefault="00557788" w:rsidP="00557788">
      <w:r>
        <w:t>183.5600</w:t>
      </w:r>
      <w:r>
        <w:tab/>
        <w:t>1.013e0</w:t>
      </w:r>
    </w:p>
    <w:p w:rsidR="00557788" w:rsidRDefault="00557788" w:rsidP="00557788">
      <w:r>
        <w:t>183.5620</w:t>
      </w:r>
      <w:r>
        <w:tab/>
        <w:t>2.025e0</w:t>
      </w:r>
    </w:p>
    <w:p w:rsidR="00557788" w:rsidRDefault="00557788" w:rsidP="00557788">
      <w:r>
        <w:t>183.5750</w:t>
      </w:r>
      <w:r>
        <w:tab/>
        <w:t>2.038e0</w:t>
      </w:r>
    </w:p>
    <w:p w:rsidR="00557788" w:rsidRDefault="00557788" w:rsidP="00557788">
      <w:r>
        <w:t>183.5762</w:t>
      </w:r>
      <w:r>
        <w:tab/>
        <w:t>2.532e-2</w:t>
      </w:r>
    </w:p>
    <w:p w:rsidR="00557788" w:rsidRDefault="00557788" w:rsidP="00557788">
      <w:r>
        <w:t>183.5853</w:t>
      </w:r>
      <w:r>
        <w:tab/>
        <w:t>1.266e-2</w:t>
      </w:r>
    </w:p>
    <w:p w:rsidR="00557788" w:rsidRDefault="00557788" w:rsidP="00557788">
      <w:r>
        <w:lastRenderedPageBreak/>
        <w:t>183.5871</w:t>
      </w:r>
      <w:r>
        <w:tab/>
        <w:t>2.025e0</w:t>
      </w:r>
    </w:p>
    <w:p w:rsidR="00557788" w:rsidRDefault="00557788" w:rsidP="00557788">
      <w:r>
        <w:t>183.5979</w:t>
      </w:r>
      <w:r>
        <w:tab/>
        <w:t>2.025e0</w:t>
      </w:r>
    </w:p>
    <w:p w:rsidR="00557788" w:rsidRDefault="00557788" w:rsidP="00557788">
      <w:r>
        <w:t>183.5997</w:t>
      </w:r>
      <w:r>
        <w:tab/>
        <w:t>1.025e0</w:t>
      </w:r>
    </w:p>
    <w:p w:rsidR="00557788" w:rsidRDefault="00557788" w:rsidP="00557788">
      <w:r>
        <w:t>183.6033</w:t>
      </w:r>
      <w:r>
        <w:tab/>
        <w:t>2.532e-2</w:t>
      </w:r>
    </w:p>
    <w:p w:rsidR="00557788" w:rsidRDefault="00557788" w:rsidP="00557788">
      <w:r>
        <w:t>183.6069</w:t>
      </w:r>
      <w:r>
        <w:tab/>
        <w:t>5.063e0</w:t>
      </w:r>
    </w:p>
    <w:p w:rsidR="00557788" w:rsidRDefault="00557788" w:rsidP="00557788">
      <w:r>
        <w:t>183.6091</w:t>
      </w:r>
      <w:r>
        <w:tab/>
        <w:t>3.063e0</w:t>
      </w:r>
    </w:p>
    <w:p w:rsidR="00557788" w:rsidRDefault="00557788" w:rsidP="00557788">
      <w:r>
        <w:t>183.6214</w:t>
      </w:r>
      <w:r>
        <w:tab/>
        <w:t>1.266e-2</w:t>
      </w:r>
    </w:p>
    <w:p w:rsidR="00557788" w:rsidRDefault="00557788" w:rsidP="00557788">
      <w:r>
        <w:t>183.6250</w:t>
      </w:r>
      <w:r>
        <w:tab/>
        <w:t>1.025e0</w:t>
      </w:r>
    </w:p>
    <w:p w:rsidR="00557788" w:rsidRDefault="00557788" w:rsidP="00557788">
      <w:r>
        <w:t>183.6323</w:t>
      </w:r>
      <w:r>
        <w:tab/>
        <w:t>4.051e0</w:t>
      </w:r>
    </w:p>
    <w:p w:rsidR="00557788" w:rsidRDefault="00557788" w:rsidP="00557788">
      <w:r>
        <w:t>183.6341</w:t>
      </w:r>
      <w:r>
        <w:tab/>
        <w:t>2.025e0</w:t>
      </w:r>
    </w:p>
    <w:p w:rsidR="00557788" w:rsidRDefault="00557788" w:rsidP="00557788">
      <w:r>
        <w:t>183.6381</w:t>
      </w:r>
      <w:r>
        <w:tab/>
        <w:t>1.310e0</w:t>
      </w:r>
    </w:p>
    <w:p w:rsidR="00557788" w:rsidRDefault="00557788" w:rsidP="00557788">
      <w:r>
        <w:t>183.6395</w:t>
      </w:r>
      <w:r>
        <w:tab/>
        <w:t>1.266e-2</w:t>
      </w:r>
    </w:p>
    <w:p w:rsidR="00557788" w:rsidRDefault="00557788" w:rsidP="00557788">
      <w:r>
        <w:t>183.6426</w:t>
      </w:r>
      <w:r>
        <w:tab/>
        <w:t>3.051e0</w:t>
      </w:r>
    </w:p>
    <w:p w:rsidR="00557788" w:rsidRDefault="00557788" w:rsidP="00557788">
      <w:r>
        <w:t>183.6467</w:t>
      </w:r>
      <w:r>
        <w:tab/>
        <w:t>2.350e0</w:t>
      </w:r>
    </w:p>
    <w:p w:rsidR="00557788" w:rsidRDefault="00557788" w:rsidP="00557788">
      <w:r>
        <w:t>183.6522</w:t>
      </w:r>
      <w:r>
        <w:tab/>
        <w:t>2.025e0</w:t>
      </w:r>
    </w:p>
    <w:p w:rsidR="00557788" w:rsidRDefault="00557788" w:rsidP="00557788">
      <w:r>
        <w:t>183.6576</w:t>
      </w:r>
      <w:r>
        <w:tab/>
        <w:t>1.038e0</w:t>
      </w:r>
    </w:p>
    <w:p w:rsidR="00557788" w:rsidRDefault="00557788" w:rsidP="00557788">
      <w:r>
        <w:t>183.6684</w:t>
      </w:r>
      <w:r>
        <w:tab/>
        <w:t>1.266e-2</w:t>
      </w:r>
    </w:p>
    <w:p w:rsidR="00557788" w:rsidRDefault="00557788" w:rsidP="00557788">
      <w:r>
        <w:t>183.6904</w:t>
      </w:r>
      <w:r>
        <w:tab/>
        <w:t>9.114e0</w:t>
      </w:r>
    </w:p>
    <w:p w:rsidR="00557788" w:rsidRDefault="00557788" w:rsidP="00557788">
      <w:r>
        <w:t>183.7090</w:t>
      </w:r>
      <w:r>
        <w:tab/>
        <w:t>3.798e-2</w:t>
      </w:r>
    </w:p>
    <w:p w:rsidR="00557788" w:rsidRDefault="00557788" w:rsidP="00557788">
      <w:r>
        <w:lastRenderedPageBreak/>
        <w:t>183.7172</w:t>
      </w:r>
      <w:r>
        <w:tab/>
        <w:t>2.025e0</w:t>
      </w:r>
    </w:p>
    <w:p w:rsidR="00557788" w:rsidRDefault="00557788" w:rsidP="00557788">
      <w:r>
        <w:t>183.7262</w:t>
      </w:r>
      <w:r>
        <w:tab/>
        <w:t>1.051e0</w:t>
      </w:r>
    </w:p>
    <w:p w:rsidR="00557788" w:rsidRDefault="00557788" w:rsidP="00557788">
      <w:r>
        <w:t>183.7361</w:t>
      </w:r>
      <w:r>
        <w:tab/>
        <w:t>3.038e0</w:t>
      </w:r>
    </w:p>
    <w:p w:rsidR="00557788" w:rsidRDefault="00557788" w:rsidP="00557788">
      <w:r>
        <w:t>183.7406</w:t>
      </w:r>
      <w:r>
        <w:tab/>
        <w:t>1.013e0</w:t>
      </w:r>
    </w:p>
    <w:p w:rsidR="00557788" w:rsidRDefault="00557788" w:rsidP="00557788">
      <w:r>
        <w:t>183.7442</w:t>
      </w:r>
      <w:r>
        <w:tab/>
        <w:t>1.266e-2</w:t>
      </w:r>
    </w:p>
    <w:p w:rsidR="00557788" w:rsidRDefault="00557788" w:rsidP="00557788">
      <w:r>
        <w:t>183.7587</w:t>
      </w:r>
      <w:r>
        <w:tab/>
        <w:t>1.013e0</w:t>
      </w:r>
    </w:p>
    <w:p w:rsidR="00557788" w:rsidRDefault="00557788" w:rsidP="00557788">
      <w:r>
        <w:t>183.7803</w:t>
      </w:r>
      <w:r>
        <w:tab/>
        <w:t>2.025e0</w:t>
      </w:r>
    </w:p>
    <w:p w:rsidR="00557788" w:rsidRDefault="00557788" w:rsidP="00557788">
      <w:r>
        <w:t>183.7912</w:t>
      </w:r>
      <w:r>
        <w:tab/>
        <w:t>4.063e0</w:t>
      </w:r>
    </w:p>
    <w:p w:rsidR="00557788" w:rsidRDefault="00557788" w:rsidP="00557788">
      <w:r>
        <w:t>183.8037</w:t>
      </w:r>
      <w:r>
        <w:tab/>
        <w:t>3.038e0</w:t>
      </w:r>
    </w:p>
    <w:p w:rsidR="00557788" w:rsidRDefault="00557788" w:rsidP="00557788">
      <w:r>
        <w:t>183.8056</w:t>
      </w:r>
      <w:r>
        <w:tab/>
        <w:t>3.038e0</w:t>
      </w:r>
    </w:p>
    <w:p w:rsidR="00557788" w:rsidRDefault="00557788" w:rsidP="00557788">
      <w:r>
        <w:t>183.8111</w:t>
      </w:r>
      <w:r>
        <w:tab/>
        <w:t>2.532e-2</w:t>
      </w:r>
    </w:p>
    <w:p w:rsidR="00557788" w:rsidRDefault="00557788" w:rsidP="00557788">
      <w:r>
        <w:t>183.8237</w:t>
      </w:r>
      <w:r>
        <w:tab/>
        <w:t>1.025e0</w:t>
      </w:r>
    </w:p>
    <w:p w:rsidR="00557788" w:rsidRDefault="00557788" w:rsidP="00557788">
      <w:r>
        <w:t>183.8292</w:t>
      </w:r>
      <w:r>
        <w:tab/>
        <w:t>2.532e-2</w:t>
      </w:r>
    </w:p>
    <w:p w:rsidR="00557788" w:rsidRDefault="00557788" w:rsidP="00557788">
      <w:r>
        <w:t>183.8309</w:t>
      </w:r>
      <w:r>
        <w:tab/>
        <w:t>2.038e0</w:t>
      </w:r>
    </w:p>
    <w:p w:rsidR="00557788" w:rsidRDefault="00557788" w:rsidP="00557788">
      <w:r>
        <w:t>183.8403</w:t>
      </w:r>
      <w:r>
        <w:tab/>
        <w:t>3.038e0</w:t>
      </w:r>
    </w:p>
    <w:p w:rsidR="00557788" w:rsidRDefault="00557788" w:rsidP="00557788">
      <w:r>
        <w:t>183.8490</w:t>
      </w:r>
      <w:r>
        <w:tab/>
        <w:t>1.025e0</w:t>
      </w:r>
    </w:p>
    <w:p w:rsidR="00557788" w:rsidRDefault="00557788" w:rsidP="00557788">
      <w:r>
        <w:t>183.8537</w:t>
      </w:r>
      <w:r>
        <w:tab/>
        <w:t>7.460e-1</w:t>
      </w:r>
    </w:p>
    <w:p w:rsidR="00557788" w:rsidRDefault="00557788" w:rsidP="00557788">
      <w:r>
        <w:t>183.8778</w:t>
      </w:r>
      <w:r>
        <w:tab/>
        <w:t>8.877e0</w:t>
      </w:r>
    </w:p>
    <w:p w:rsidR="00557788" w:rsidRDefault="00557788" w:rsidP="00557788">
      <w:r>
        <w:t>183.8816</w:t>
      </w:r>
      <w:r>
        <w:tab/>
        <w:t>2.025e0</w:t>
      </w:r>
    </w:p>
    <w:p w:rsidR="00557788" w:rsidRDefault="00557788" w:rsidP="00557788">
      <w:r>
        <w:lastRenderedPageBreak/>
        <w:t>183.8889</w:t>
      </w:r>
      <w:r>
        <w:tab/>
        <w:t>2.025e0</w:t>
      </w:r>
    </w:p>
    <w:p w:rsidR="00557788" w:rsidRDefault="00557788" w:rsidP="00557788">
      <w:r>
        <w:t>183.9106</w:t>
      </w:r>
      <w:r>
        <w:tab/>
        <w:t>1.025e0</w:t>
      </w:r>
    </w:p>
    <w:p w:rsidR="00557788" w:rsidRDefault="00557788" w:rsidP="00557788">
      <w:r>
        <w:t>183.9141</w:t>
      </w:r>
      <w:r>
        <w:tab/>
        <w:t>1.013e0</w:t>
      </w:r>
    </w:p>
    <w:p w:rsidR="00557788" w:rsidRDefault="00557788" w:rsidP="00557788">
      <w:r>
        <w:t>183.9248</w:t>
      </w:r>
      <w:r>
        <w:tab/>
        <w:t>2.025e0</w:t>
      </w:r>
    </w:p>
    <w:p w:rsidR="00557788" w:rsidRDefault="00557788" w:rsidP="00557788">
      <w:r>
        <w:t>183.9391</w:t>
      </w:r>
      <w:r>
        <w:tab/>
        <w:t>3.038e0</w:t>
      </w:r>
    </w:p>
    <w:p w:rsidR="00557788" w:rsidRDefault="00557788" w:rsidP="00557788">
      <w:r>
        <w:t>183.9414</w:t>
      </w:r>
      <w:r>
        <w:tab/>
        <w:t>3.038e0</w:t>
      </w:r>
    </w:p>
    <w:p w:rsidR="00557788" w:rsidRDefault="00557788" w:rsidP="00557788">
      <w:r>
        <w:t>183.9642</w:t>
      </w:r>
      <w:r>
        <w:tab/>
        <w:t>1.013e0</w:t>
      </w:r>
    </w:p>
    <w:p w:rsidR="00557788" w:rsidRDefault="00557788" w:rsidP="00557788">
      <w:r>
        <w:t>183.9704</w:t>
      </w:r>
      <w:r>
        <w:tab/>
        <w:t>4.051e0</w:t>
      </w:r>
    </w:p>
    <w:p w:rsidR="00557788" w:rsidRDefault="00557788" w:rsidP="00557788">
      <w:r>
        <w:t>183.9731</w:t>
      </w:r>
      <w:r>
        <w:tab/>
        <w:t>2.025e0</w:t>
      </w:r>
    </w:p>
    <w:p w:rsidR="00557788" w:rsidRDefault="00557788" w:rsidP="00557788">
      <w:r>
        <w:t>183.9785</w:t>
      </w:r>
      <w:r>
        <w:tab/>
        <w:t>2.532e-2</w:t>
      </w:r>
    </w:p>
    <w:p w:rsidR="00557788" w:rsidRDefault="00557788" w:rsidP="00557788">
      <w:r>
        <w:t>183.9811</w:t>
      </w:r>
      <w:r>
        <w:tab/>
        <w:t>3.798e-2</w:t>
      </w:r>
    </w:p>
    <w:p w:rsidR="00557788" w:rsidRDefault="00557788" w:rsidP="00557788">
      <w:r>
        <w:t>183.9833</w:t>
      </w:r>
      <w:r>
        <w:tab/>
        <w:t>3.038e0</w:t>
      </w:r>
    </w:p>
    <w:p w:rsidR="00557788" w:rsidRDefault="00557788" w:rsidP="00557788">
      <w:r>
        <w:t>183.9857</w:t>
      </w:r>
      <w:r>
        <w:tab/>
        <w:t>3.038e0</w:t>
      </w:r>
    </w:p>
    <w:p w:rsidR="00557788" w:rsidRDefault="00557788" w:rsidP="00557788">
      <w:r>
        <w:t>183.9982</w:t>
      </w:r>
      <w:r>
        <w:tab/>
        <w:t>2.025e0</w:t>
      </w:r>
    </w:p>
    <w:p w:rsidR="00557788" w:rsidRDefault="00557788" w:rsidP="00557788">
      <w:r>
        <w:t>184.0013</w:t>
      </w:r>
      <w:r>
        <w:tab/>
        <w:t>4.051e0</w:t>
      </w:r>
    </w:p>
    <w:p w:rsidR="00557788" w:rsidRDefault="00557788" w:rsidP="00557788">
      <w:r>
        <w:t>184.0107</w:t>
      </w:r>
      <w:r>
        <w:tab/>
        <w:t>2.532e-2</w:t>
      </w:r>
    </w:p>
    <w:p w:rsidR="00557788" w:rsidRDefault="00557788" w:rsidP="00557788">
      <w:r>
        <w:t>184.0215</w:t>
      </w:r>
      <w:r>
        <w:tab/>
        <w:t>1.013e0</w:t>
      </w:r>
    </w:p>
    <w:p w:rsidR="00557788" w:rsidRDefault="00557788" w:rsidP="00557788">
      <w:r>
        <w:t>184.0233</w:t>
      </w:r>
      <w:r>
        <w:tab/>
        <w:t>2.025e0</w:t>
      </w:r>
    </w:p>
    <w:p w:rsidR="00557788" w:rsidRDefault="00557788" w:rsidP="00557788">
      <w:r>
        <w:t>184.0250</w:t>
      </w:r>
      <w:r>
        <w:tab/>
        <w:t>1.560e0</w:t>
      </w:r>
    </w:p>
    <w:p w:rsidR="00557788" w:rsidRDefault="00557788" w:rsidP="00557788">
      <w:r>
        <w:lastRenderedPageBreak/>
        <w:t>184.0298</w:t>
      </w:r>
      <w:r>
        <w:tab/>
        <w:t>2.907e0</w:t>
      </w:r>
    </w:p>
    <w:p w:rsidR="00557788" w:rsidRDefault="00557788" w:rsidP="00557788">
      <w:r>
        <w:t>184.0411</w:t>
      </w:r>
      <w:r>
        <w:tab/>
        <w:t>1.796e0</w:t>
      </w:r>
    </w:p>
    <w:p w:rsidR="00557788" w:rsidRDefault="00557788" w:rsidP="00557788">
      <w:r>
        <w:t>184.0439</w:t>
      </w:r>
      <w:r>
        <w:tab/>
        <w:t>1.539e-1</w:t>
      </w:r>
    </w:p>
    <w:p w:rsidR="00557788" w:rsidRDefault="00557788" w:rsidP="00557788">
      <w:r>
        <w:t>184.0548</w:t>
      </w:r>
      <w:r>
        <w:tab/>
        <w:t>2.776e0</w:t>
      </w:r>
    </w:p>
    <w:p w:rsidR="00557788" w:rsidRDefault="00557788" w:rsidP="00557788">
      <w:r>
        <w:t>184.0609</w:t>
      </w:r>
      <w:r>
        <w:tab/>
        <w:t>1.908e0</w:t>
      </w:r>
    </w:p>
    <w:p w:rsidR="00557788" w:rsidRDefault="00557788" w:rsidP="00557788">
      <w:r>
        <w:t>184.0652</w:t>
      </w:r>
      <w:r>
        <w:tab/>
        <w:t>6.216e0</w:t>
      </w:r>
    </w:p>
    <w:p w:rsidR="00557788" w:rsidRDefault="00557788" w:rsidP="00557788">
      <w:r>
        <w:t>184.0743</w:t>
      </w:r>
      <w:r>
        <w:tab/>
        <w:t>2.742e0</w:t>
      </w:r>
    </w:p>
    <w:p w:rsidR="00557788" w:rsidRDefault="00557788" w:rsidP="00557788">
      <w:r>
        <w:t>184.0788</w:t>
      </w:r>
      <w:r>
        <w:tab/>
        <w:t>6.602e-2</w:t>
      </w:r>
    </w:p>
    <w:p w:rsidR="00557788" w:rsidRDefault="00557788" w:rsidP="00557788">
      <w:r>
        <w:t>184.1133</w:t>
      </w:r>
      <w:r>
        <w:tab/>
        <w:t>9.733e0</w:t>
      </w:r>
    </w:p>
    <w:p w:rsidR="00557788" w:rsidRDefault="00557788" w:rsidP="00557788">
      <w:r>
        <w:t>184.1144</w:t>
      </w:r>
      <w:r>
        <w:tab/>
        <w:t>2.786e0</w:t>
      </w:r>
    </w:p>
    <w:p w:rsidR="00557788" w:rsidRDefault="00557788" w:rsidP="00557788">
      <w:r>
        <w:t>184.1173</w:t>
      </w:r>
      <w:r>
        <w:tab/>
        <w:t>1.049e0</w:t>
      </w:r>
    </w:p>
    <w:p w:rsidR="00557788" w:rsidRDefault="00557788" w:rsidP="00557788">
      <w:r>
        <w:t>184.1272</w:t>
      </w:r>
      <w:r>
        <w:tab/>
        <w:t>2.688e0</w:t>
      </w:r>
    </w:p>
    <w:p w:rsidR="00557788" w:rsidRDefault="00557788" w:rsidP="00557788">
      <w:r>
        <w:t>184.1367</w:t>
      </w:r>
      <w:r>
        <w:tab/>
        <w:t>2.622e0</w:t>
      </w:r>
    </w:p>
    <w:p w:rsidR="00557788" w:rsidRDefault="00557788" w:rsidP="00557788">
      <w:r>
        <w:t>184.1437</w:t>
      </w:r>
      <w:r>
        <w:tab/>
        <w:t>8.380e0</w:t>
      </w:r>
    </w:p>
    <w:p w:rsidR="00557788" w:rsidRDefault="00557788" w:rsidP="00557788">
      <w:r>
        <w:t>184.1458</w:t>
      </w:r>
      <w:r>
        <w:tab/>
        <w:t>7.309e0</w:t>
      </w:r>
    </w:p>
    <w:p w:rsidR="00557788" w:rsidRDefault="00557788" w:rsidP="00557788">
      <w:r>
        <w:t>184.1635</w:t>
      </w:r>
      <w:r>
        <w:tab/>
        <w:t>1.229e0</w:t>
      </w:r>
    </w:p>
    <w:p w:rsidR="00557788" w:rsidRDefault="00557788" w:rsidP="00557788">
      <w:r>
        <w:t>184.1672</w:t>
      </w:r>
      <w:r>
        <w:tab/>
        <w:t>1.258e0</w:t>
      </w:r>
    </w:p>
    <w:p w:rsidR="00557788" w:rsidRDefault="00557788" w:rsidP="00557788">
      <w:r>
        <w:t>184.1695</w:t>
      </w:r>
      <w:r>
        <w:tab/>
        <w:t>7.484e-1</w:t>
      </w:r>
    </w:p>
    <w:p w:rsidR="00557788" w:rsidRDefault="00557788" w:rsidP="00557788">
      <w:r>
        <w:t>184.1729</w:t>
      </w:r>
      <w:r>
        <w:tab/>
        <w:t>3.133e0</w:t>
      </w:r>
    </w:p>
    <w:p w:rsidR="00557788" w:rsidRDefault="00557788" w:rsidP="00557788">
      <w:r>
        <w:lastRenderedPageBreak/>
        <w:t>184.1769</w:t>
      </w:r>
      <w:r>
        <w:tab/>
        <w:t>6.315e0</w:t>
      </w:r>
    </w:p>
    <w:p w:rsidR="00557788" w:rsidRDefault="00557788" w:rsidP="00557788">
      <w:r>
        <w:t>184.1824</w:t>
      </w:r>
      <w:r>
        <w:tab/>
        <w:t>1.996e0</w:t>
      </w:r>
    </w:p>
    <w:p w:rsidR="00557788" w:rsidRDefault="00557788" w:rsidP="00557788">
      <w:r>
        <w:t>184.1900</w:t>
      </w:r>
      <w:r>
        <w:tab/>
        <w:t>3.038e0</w:t>
      </w:r>
    </w:p>
    <w:p w:rsidR="00557788" w:rsidRDefault="00557788" w:rsidP="00557788">
      <w:r>
        <w:t>184.2073</w:t>
      </w:r>
      <w:r>
        <w:tab/>
        <w:t>2.025e0</w:t>
      </w:r>
    </w:p>
    <w:p w:rsidR="00557788" w:rsidRDefault="00557788" w:rsidP="00557788">
      <w:r>
        <w:t>184.2091</w:t>
      </w:r>
      <w:r>
        <w:tab/>
        <w:t>1.013e0</w:t>
      </w:r>
    </w:p>
    <w:p w:rsidR="00557788" w:rsidRDefault="00557788" w:rsidP="00557788">
      <w:r>
        <w:t>184.2127</w:t>
      </w:r>
      <w:r>
        <w:tab/>
        <w:t>1.025e0</w:t>
      </w:r>
    </w:p>
    <w:p w:rsidR="00557788" w:rsidRDefault="00557788" w:rsidP="00557788">
      <w:r>
        <w:t>184.2139</w:t>
      </w:r>
      <w:r>
        <w:tab/>
        <w:t>3.038e0</w:t>
      </w:r>
    </w:p>
    <w:p w:rsidR="00557788" w:rsidRDefault="00557788" w:rsidP="00557788">
      <w:r>
        <w:t>184.2272</w:t>
      </w:r>
      <w:r>
        <w:tab/>
        <w:t>2.025e0</w:t>
      </w:r>
    </w:p>
    <w:p w:rsidR="00557788" w:rsidRDefault="00557788" w:rsidP="00557788">
      <w:r>
        <w:t>184.2325</w:t>
      </w:r>
      <w:r>
        <w:tab/>
        <w:t>3.038e0</w:t>
      </w:r>
    </w:p>
    <w:p w:rsidR="00557788" w:rsidRDefault="00557788" w:rsidP="00557788">
      <w:r>
        <w:t>184.2362</w:t>
      </w:r>
      <w:r>
        <w:tab/>
        <w:t>2.532e-2</w:t>
      </w:r>
    </w:p>
    <w:p w:rsidR="00557788" w:rsidRDefault="00557788" w:rsidP="00557788">
      <w:r>
        <w:t>184.2543</w:t>
      </w:r>
      <w:r>
        <w:tab/>
        <w:t>2.532e-2</w:t>
      </w:r>
    </w:p>
    <w:p w:rsidR="00557788" w:rsidRDefault="00557788" w:rsidP="00557788">
      <w:r>
        <w:t>184.2615</w:t>
      </w:r>
      <w:r>
        <w:tab/>
        <w:t>2.532e-2</w:t>
      </w:r>
    </w:p>
    <w:p w:rsidR="00557788" w:rsidRDefault="00557788" w:rsidP="00557788">
      <w:r>
        <w:t>184.2669</w:t>
      </w:r>
      <w:r>
        <w:tab/>
        <w:t>1.266e-2</w:t>
      </w:r>
    </w:p>
    <w:p w:rsidR="00557788" w:rsidRDefault="00557788" w:rsidP="00557788">
      <w:r>
        <w:t>184.2832</w:t>
      </w:r>
      <w:r>
        <w:tab/>
        <w:t>2.025e0</w:t>
      </w:r>
    </w:p>
    <w:p w:rsidR="00557788" w:rsidRDefault="00557788" w:rsidP="00557788">
      <w:r>
        <w:t>184.3031</w:t>
      </w:r>
      <w:r>
        <w:tab/>
        <w:t>2.532e-2</w:t>
      </w:r>
    </w:p>
    <w:p w:rsidR="00557788" w:rsidRDefault="00557788" w:rsidP="00557788">
      <w:r>
        <w:t>184.3103</w:t>
      </w:r>
      <w:r>
        <w:tab/>
        <w:t>2.025e0</w:t>
      </w:r>
    </w:p>
    <w:p w:rsidR="00557788" w:rsidRDefault="00557788" w:rsidP="00557788">
      <w:r>
        <w:t>184.3175</w:t>
      </w:r>
      <w:r>
        <w:tab/>
        <w:t>2.532e-2</w:t>
      </w:r>
    </w:p>
    <w:p w:rsidR="00557788" w:rsidRDefault="00557788" w:rsidP="00557788">
      <w:r>
        <w:t>184.3230</w:t>
      </w:r>
      <w:r>
        <w:tab/>
        <w:t>2.025e0</w:t>
      </w:r>
    </w:p>
    <w:p w:rsidR="00557788" w:rsidRDefault="00557788" w:rsidP="00557788">
      <w:r>
        <w:t>184.3248</w:t>
      </w:r>
      <w:r>
        <w:tab/>
        <w:t>4.051e0</w:t>
      </w:r>
    </w:p>
    <w:p w:rsidR="00557788" w:rsidRDefault="00557788" w:rsidP="00557788">
      <w:r>
        <w:lastRenderedPageBreak/>
        <w:t>184.3356</w:t>
      </w:r>
      <w:r>
        <w:tab/>
        <w:t>1.013e0</w:t>
      </w:r>
    </w:p>
    <w:p w:rsidR="00557788" w:rsidRDefault="00557788" w:rsidP="00557788">
      <w:r>
        <w:t>184.3457</w:t>
      </w:r>
      <w:r>
        <w:tab/>
        <w:t>2.374e0</w:t>
      </w:r>
    </w:p>
    <w:p w:rsidR="00557788" w:rsidRDefault="00557788" w:rsidP="00557788">
      <w:r>
        <w:t>184.3519</w:t>
      </w:r>
      <w:r>
        <w:tab/>
        <w:t>2.025e0</w:t>
      </w:r>
    </w:p>
    <w:p w:rsidR="00557788" w:rsidRDefault="00557788" w:rsidP="00557788">
      <w:r>
        <w:t>184.3576</w:t>
      </w:r>
      <w:r>
        <w:tab/>
        <w:t>5.076e0</w:t>
      </w:r>
    </w:p>
    <w:p w:rsidR="00557788" w:rsidRDefault="00557788" w:rsidP="00557788">
      <w:r>
        <w:t>184.3827</w:t>
      </w:r>
      <w:r>
        <w:tab/>
        <w:t>2.051e0</w:t>
      </w:r>
    </w:p>
    <w:p w:rsidR="00557788" w:rsidRDefault="00557788" w:rsidP="00557788">
      <w:r>
        <w:t>184.3972</w:t>
      </w:r>
      <w:r>
        <w:tab/>
        <w:t>4.051e0</w:t>
      </w:r>
    </w:p>
    <w:p w:rsidR="00557788" w:rsidRDefault="00557788" w:rsidP="00557788">
      <w:r>
        <w:t>184.4044</w:t>
      </w:r>
      <w:r>
        <w:tab/>
        <w:t>2.038e0</w:t>
      </w:r>
    </w:p>
    <w:p w:rsidR="00557788" w:rsidRDefault="00557788" w:rsidP="00557788">
      <w:r>
        <w:t>184.4230</w:t>
      </w:r>
      <w:r>
        <w:tab/>
        <w:t>1.241e0</w:t>
      </w:r>
    </w:p>
    <w:p w:rsidR="00557788" w:rsidRDefault="00557788" w:rsidP="00557788">
      <w:r>
        <w:t>184.4261</w:t>
      </w:r>
      <w:r>
        <w:tab/>
        <w:t>2.532e-2</w:t>
      </w:r>
    </w:p>
    <w:p w:rsidR="00557788" w:rsidRDefault="00557788" w:rsidP="00557788">
      <w:r>
        <w:t>184.4298</w:t>
      </w:r>
      <w:r>
        <w:tab/>
        <w:t>3.038e0</w:t>
      </w:r>
    </w:p>
    <w:p w:rsidR="00557788" w:rsidRDefault="00557788" w:rsidP="00557788">
      <w:r>
        <w:t>184.4334</w:t>
      </w:r>
      <w:r>
        <w:tab/>
        <w:t>1.266e-2</w:t>
      </w:r>
    </w:p>
    <w:p w:rsidR="00557788" w:rsidRDefault="00557788" w:rsidP="00557788">
      <w:r>
        <w:t>184.4352</w:t>
      </w:r>
      <w:r>
        <w:tab/>
        <w:t>2.025e0</w:t>
      </w:r>
    </w:p>
    <w:p w:rsidR="00557788" w:rsidRDefault="00557788" w:rsidP="00557788">
      <w:r>
        <w:t>184.4443</w:t>
      </w:r>
      <w:r>
        <w:tab/>
        <w:t>1.025e0</w:t>
      </w:r>
    </w:p>
    <w:p w:rsidR="00557788" w:rsidRDefault="00557788" w:rsidP="00557788">
      <w:r>
        <w:t>184.4479</w:t>
      </w:r>
      <w:r>
        <w:tab/>
        <w:t>1.013e0</w:t>
      </w:r>
    </w:p>
    <w:p w:rsidR="00557788" w:rsidRDefault="00557788" w:rsidP="00557788">
      <w:r>
        <w:t>184.4642</w:t>
      </w:r>
      <w:r>
        <w:tab/>
        <w:t>2.025e0</w:t>
      </w:r>
    </w:p>
    <w:p w:rsidR="00557788" w:rsidRDefault="00557788" w:rsidP="00557788">
      <w:r>
        <w:t>184.4696</w:t>
      </w:r>
      <w:r>
        <w:tab/>
        <w:t>1.025e0</w:t>
      </w:r>
    </w:p>
    <w:p w:rsidR="00557788" w:rsidRDefault="00557788" w:rsidP="00557788">
      <w:r>
        <w:t>184.4751</w:t>
      </w:r>
      <w:r>
        <w:tab/>
        <w:t>4.051e0</w:t>
      </w:r>
    </w:p>
    <w:p w:rsidR="00557788" w:rsidRDefault="00557788" w:rsidP="00557788">
      <w:r>
        <w:t>184.4768</w:t>
      </w:r>
      <w:r>
        <w:tab/>
        <w:t>1.013e0</w:t>
      </w:r>
    </w:p>
    <w:p w:rsidR="00557788" w:rsidRDefault="00557788" w:rsidP="00557788">
      <w:r>
        <w:t>184.4837</w:t>
      </w:r>
      <w:r>
        <w:tab/>
        <w:t>1.051e0</w:t>
      </w:r>
    </w:p>
    <w:p w:rsidR="00557788" w:rsidRDefault="00557788" w:rsidP="00557788">
      <w:r>
        <w:lastRenderedPageBreak/>
        <w:t>184.4983</w:t>
      </w:r>
      <w:r>
        <w:tab/>
        <w:t>1.013e0</w:t>
      </w:r>
    </w:p>
    <w:p w:rsidR="00557788" w:rsidRDefault="00557788" w:rsidP="00557788">
      <w:r>
        <w:t>184.5072</w:t>
      </w:r>
      <w:r>
        <w:tab/>
        <w:t>2.025e0</w:t>
      </w:r>
    </w:p>
    <w:p w:rsidR="00557788" w:rsidRDefault="00557788" w:rsidP="00557788">
      <w:r>
        <w:t>184.5120</w:t>
      </w:r>
      <w:r>
        <w:tab/>
        <w:t>4.051e0</w:t>
      </w:r>
    </w:p>
    <w:p w:rsidR="00557788" w:rsidRDefault="00557788" w:rsidP="00557788">
      <w:r>
        <w:t>184.5223</w:t>
      </w:r>
      <w:r>
        <w:tab/>
        <w:t>3.798e-2</w:t>
      </w:r>
    </w:p>
    <w:p w:rsidR="00557788" w:rsidRDefault="00557788" w:rsidP="00557788">
      <w:r>
        <w:t>184.5253</w:t>
      </w:r>
      <w:r>
        <w:tab/>
        <w:t>5.063e0</w:t>
      </w:r>
    </w:p>
    <w:p w:rsidR="00557788" w:rsidRDefault="00557788" w:rsidP="00557788">
      <w:r>
        <w:t>184.5359</w:t>
      </w:r>
      <w:r>
        <w:tab/>
        <w:t>2.025e0</w:t>
      </w:r>
    </w:p>
    <w:p w:rsidR="00557788" w:rsidRDefault="00557788" w:rsidP="00557788">
      <w:r>
        <w:t>184.5396</w:t>
      </w:r>
      <w:r>
        <w:tab/>
        <w:t>2.025e0</w:t>
      </w:r>
    </w:p>
    <w:p w:rsidR="00557788" w:rsidRDefault="00557788" w:rsidP="00557788">
      <w:r>
        <w:t>184.5450</w:t>
      </w:r>
      <w:r>
        <w:tab/>
        <w:t>2.532e-2</w:t>
      </w:r>
    </w:p>
    <w:p w:rsidR="00557788" w:rsidRDefault="00557788" w:rsidP="00557788">
      <w:r>
        <w:t>184.5603</w:t>
      </w:r>
      <w:r>
        <w:tab/>
        <w:t>3.035e0</w:t>
      </w:r>
    </w:p>
    <w:p w:rsidR="00557788" w:rsidRDefault="00557788" w:rsidP="00557788">
      <w:r>
        <w:t>184.5629</w:t>
      </w:r>
      <w:r>
        <w:tab/>
        <w:t>1.038e0</w:t>
      </w:r>
    </w:p>
    <w:p w:rsidR="00557788" w:rsidRDefault="00557788" w:rsidP="00557788">
      <w:r>
        <w:t>184.5737</w:t>
      </w:r>
      <w:r>
        <w:tab/>
        <w:t>1.013e0</w:t>
      </w:r>
    </w:p>
    <w:p w:rsidR="00557788" w:rsidRDefault="00557788" w:rsidP="00557788">
      <w:r>
        <w:t>184.5790</w:t>
      </w:r>
      <w:r>
        <w:tab/>
        <w:t>2.025e0</w:t>
      </w:r>
    </w:p>
    <w:p w:rsidR="00557788" w:rsidRDefault="00557788" w:rsidP="00557788">
      <w:r>
        <w:t>184.5899</w:t>
      </w:r>
      <w:r>
        <w:tab/>
        <w:t>3.063e0</w:t>
      </w:r>
    </w:p>
    <w:p w:rsidR="00557788" w:rsidRDefault="00557788" w:rsidP="00557788">
      <w:r>
        <w:t>184.5952</w:t>
      </w:r>
      <w:r>
        <w:tab/>
        <w:t>1.025e0</w:t>
      </w:r>
    </w:p>
    <w:p w:rsidR="00557788" w:rsidRDefault="00557788" w:rsidP="00557788">
      <w:r>
        <w:t>184.6005</w:t>
      </w:r>
      <w:r>
        <w:tab/>
        <w:t>2.025e0</w:t>
      </w:r>
    </w:p>
    <w:p w:rsidR="00557788" w:rsidRDefault="00557788" w:rsidP="00557788">
      <w:r>
        <w:t>184.6136</w:t>
      </w:r>
      <w:r>
        <w:tab/>
        <w:t>2.051e0</w:t>
      </w:r>
    </w:p>
    <w:p w:rsidR="00557788" w:rsidRDefault="00557788" w:rsidP="00557788">
      <w:r>
        <w:t>184.6155</w:t>
      </w:r>
      <w:r>
        <w:tab/>
        <w:t>3.038e0</w:t>
      </w:r>
    </w:p>
    <w:p w:rsidR="00557788" w:rsidRDefault="00557788" w:rsidP="00557788">
      <w:r>
        <w:t>184.6185</w:t>
      </w:r>
      <w:r>
        <w:tab/>
        <w:t>2.532e-2</w:t>
      </w:r>
    </w:p>
    <w:p w:rsidR="00557788" w:rsidRDefault="00557788" w:rsidP="00557788">
      <w:r>
        <w:t>184.6277</w:t>
      </w:r>
      <w:r>
        <w:tab/>
        <w:t>3.038e0</w:t>
      </w:r>
    </w:p>
    <w:p w:rsidR="00557788" w:rsidRDefault="00557788" w:rsidP="00557788">
      <w:r>
        <w:lastRenderedPageBreak/>
        <w:t>184.6311</w:t>
      </w:r>
      <w:r>
        <w:tab/>
        <w:t>2.532e-2</w:t>
      </w:r>
    </w:p>
    <w:p w:rsidR="00557788" w:rsidRDefault="00557788" w:rsidP="00557788">
      <w:r>
        <w:t>184.6424</w:t>
      </w:r>
      <w:r>
        <w:tab/>
        <w:t>4.076e0</w:t>
      </w:r>
    </w:p>
    <w:p w:rsidR="00557788" w:rsidRDefault="00557788" w:rsidP="00557788">
      <w:r>
        <w:t>184.6599</w:t>
      </w:r>
      <w:r>
        <w:tab/>
        <w:t>1.266e-2</w:t>
      </w:r>
    </w:p>
    <w:p w:rsidR="00557788" w:rsidRDefault="00557788" w:rsidP="00557788">
      <w:r>
        <w:t>184.6742</w:t>
      </w:r>
      <w:r>
        <w:tab/>
        <w:t>1.013e0</w:t>
      </w:r>
    </w:p>
    <w:p w:rsidR="00557788" w:rsidRDefault="00557788" w:rsidP="00557788">
      <w:r>
        <w:t>184.6759</w:t>
      </w:r>
      <w:r>
        <w:tab/>
        <w:t>3.798e-2</w:t>
      </w:r>
    </w:p>
    <w:p w:rsidR="00557788" w:rsidRDefault="00557788" w:rsidP="00557788">
      <w:r>
        <w:t>184.6798</w:t>
      </w:r>
      <w:r>
        <w:tab/>
        <w:t>2.025e0</w:t>
      </w:r>
    </w:p>
    <w:p w:rsidR="00557788" w:rsidRDefault="00557788" w:rsidP="00557788">
      <w:r>
        <w:t>184.6831</w:t>
      </w:r>
      <w:r>
        <w:tab/>
        <w:t>1.834e0</w:t>
      </w:r>
    </w:p>
    <w:p w:rsidR="00557788" w:rsidRDefault="00557788" w:rsidP="00557788">
      <w:r>
        <w:t>184.6863</w:t>
      </w:r>
      <w:r>
        <w:tab/>
        <w:t>3.798e-2</w:t>
      </w:r>
    </w:p>
    <w:p w:rsidR="00557788" w:rsidRDefault="00557788" w:rsidP="00557788">
      <w:r>
        <w:t>184.6924</w:t>
      </w:r>
      <w:r>
        <w:tab/>
        <w:t>1.266e-2</w:t>
      </w:r>
    </w:p>
    <w:p w:rsidR="00557788" w:rsidRDefault="00557788" w:rsidP="00557788">
      <w:r>
        <w:t>184.6942</w:t>
      </w:r>
      <w:r>
        <w:tab/>
        <w:t>2.532e-2</w:t>
      </w:r>
    </w:p>
    <w:p w:rsidR="00557788" w:rsidRDefault="00557788" w:rsidP="00557788">
      <w:r>
        <w:t>184.7050</w:t>
      </w:r>
      <w:r>
        <w:tab/>
        <w:t>3.798e-2</w:t>
      </w:r>
    </w:p>
    <w:p w:rsidR="00557788" w:rsidRDefault="00557788" w:rsidP="00557788">
      <w:r>
        <w:t>184.7068</w:t>
      </w:r>
      <w:r>
        <w:tab/>
        <w:t>2.532e-2</w:t>
      </w:r>
    </w:p>
    <w:p w:rsidR="00557788" w:rsidRDefault="00557788" w:rsidP="00557788">
      <w:r>
        <w:t>184.7160</w:t>
      </w:r>
      <w:r>
        <w:tab/>
        <w:t>3.038e0</w:t>
      </w:r>
    </w:p>
    <w:p w:rsidR="00557788" w:rsidRDefault="00557788" w:rsidP="00557788">
      <w:r>
        <w:t>184.7322</w:t>
      </w:r>
      <w:r>
        <w:tab/>
        <w:t>2.025e0</w:t>
      </w:r>
    </w:p>
    <w:p w:rsidR="00557788" w:rsidRDefault="00557788" w:rsidP="00557788">
      <w:r>
        <w:t>184.7395</w:t>
      </w:r>
      <w:r>
        <w:tab/>
        <w:t>2.025e0</w:t>
      </w:r>
    </w:p>
    <w:p w:rsidR="00557788" w:rsidRDefault="00557788" w:rsidP="00557788">
      <w:r>
        <w:t>184.7522</w:t>
      </w:r>
      <w:r>
        <w:tab/>
        <w:t>2.025e0</w:t>
      </w:r>
    </w:p>
    <w:p w:rsidR="00557788" w:rsidRDefault="00557788" w:rsidP="00557788">
      <w:r>
        <w:t>184.7540</w:t>
      </w:r>
      <w:r>
        <w:tab/>
        <w:t>2.038e0</w:t>
      </w:r>
    </w:p>
    <w:p w:rsidR="00557788" w:rsidRDefault="00557788" w:rsidP="00557788">
      <w:r>
        <w:t>184.7576</w:t>
      </w:r>
      <w:r>
        <w:tab/>
        <w:t>2.025e0</w:t>
      </w:r>
    </w:p>
    <w:p w:rsidR="00557788" w:rsidRDefault="00557788" w:rsidP="00557788">
      <w:r>
        <w:t>184.7648</w:t>
      </w:r>
      <w:r>
        <w:tab/>
        <w:t>2.025e0</w:t>
      </w:r>
    </w:p>
    <w:p w:rsidR="00557788" w:rsidRDefault="00557788" w:rsidP="00557788">
      <w:r>
        <w:lastRenderedPageBreak/>
        <w:t>184.7675</w:t>
      </w:r>
      <w:r>
        <w:tab/>
        <w:t>3.038e0</w:t>
      </w:r>
    </w:p>
    <w:p w:rsidR="00557788" w:rsidRDefault="00557788" w:rsidP="00557788">
      <w:r>
        <w:t>184.7811</w:t>
      </w:r>
      <w:r>
        <w:tab/>
        <w:t>2.532e-2</w:t>
      </w:r>
    </w:p>
    <w:p w:rsidR="00557788" w:rsidRDefault="00557788" w:rsidP="00557788">
      <w:r>
        <w:t>184.7848</w:t>
      </w:r>
      <w:r>
        <w:tab/>
        <w:t>2.025e0</w:t>
      </w:r>
    </w:p>
    <w:p w:rsidR="00557788" w:rsidRDefault="00557788" w:rsidP="00557788">
      <w:r>
        <w:t>184.7992</w:t>
      </w:r>
      <w:r>
        <w:tab/>
        <w:t>2.025e0</w:t>
      </w:r>
    </w:p>
    <w:p w:rsidR="00557788" w:rsidRDefault="00557788" w:rsidP="00557788">
      <w:r>
        <w:t>184.8011</w:t>
      </w:r>
      <w:r>
        <w:tab/>
        <w:t>1.013e0</w:t>
      </w:r>
    </w:p>
    <w:p w:rsidR="00557788" w:rsidRDefault="00557788" w:rsidP="00557788">
      <w:r>
        <w:t>184.8155</w:t>
      </w:r>
      <w:r>
        <w:tab/>
        <w:t>1.013e0</w:t>
      </w:r>
    </w:p>
    <w:p w:rsidR="00557788" w:rsidRDefault="00557788" w:rsidP="00557788">
      <w:r>
        <w:t>184.8282</w:t>
      </w:r>
      <w:r>
        <w:tab/>
        <w:t>2.025e0</w:t>
      </w:r>
    </w:p>
    <w:p w:rsidR="00557788" w:rsidRDefault="00557788" w:rsidP="00557788">
      <w:r>
        <w:t>184.8336</w:t>
      </w:r>
      <w:r>
        <w:tab/>
        <w:t>1.013e0</w:t>
      </w:r>
    </w:p>
    <w:p w:rsidR="00557788" w:rsidRDefault="00557788" w:rsidP="00557788">
      <w:r>
        <w:t>184.8427</w:t>
      </w:r>
      <w:r>
        <w:tab/>
        <w:t>2.025e0</w:t>
      </w:r>
    </w:p>
    <w:p w:rsidR="00557788" w:rsidRDefault="00557788" w:rsidP="00557788">
      <w:r>
        <w:t>184.8445</w:t>
      </w:r>
      <w:r>
        <w:tab/>
        <w:t>1.025e0</w:t>
      </w:r>
    </w:p>
    <w:p w:rsidR="00557788" w:rsidRDefault="00557788" w:rsidP="00557788">
      <w:r>
        <w:t>184.8506</w:t>
      </w:r>
      <w:r>
        <w:tab/>
        <w:t>4.051e0</w:t>
      </w:r>
    </w:p>
    <w:p w:rsidR="00557788" w:rsidRDefault="00557788" w:rsidP="00557788">
      <w:r>
        <w:t>184.8517</w:t>
      </w:r>
      <w:r>
        <w:tab/>
        <w:t>3.038e0</w:t>
      </w:r>
    </w:p>
    <w:p w:rsidR="00557788" w:rsidRDefault="00557788" w:rsidP="00557788">
      <w:r>
        <w:t>184.8535</w:t>
      </w:r>
      <w:r>
        <w:tab/>
        <w:t>2.025e0</w:t>
      </w:r>
    </w:p>
    <w:p w:rsidR="00557788" w:rsidRDefault="00557788" w:rsidP="00557788">
      <w:r>
        <w:t>184.8735</w:t>
      </w:r>
      <w:r>
        <w:tab/>
        <w:t>1.013e0</w:t>
      </w:r>
    </w:p>
    <w:p w:rsidR="00557788" w:rsidRDefault="00557788" w:rsidP="00557788">
      <w:r>
        <w:t>184.8843</w:t>
      </w:r>
      <w:r>
        <w:tab/>
        <w:t>1.266e-2</w:t>
      </w:r>
    </w:p>
    <w:p w:rsidR="00557788" w:rsidRDefault="00557788" w:rsidP="00557788">
      <w:r>
        <w:t>184.8925</w:t>
      </w:r>
      <w:r>
        <w:tab/>
        <w:t>1.038e0</w:t>
      </w:r>
    </w:p>
    <w:p w:rsidR="00557788" w:rsidRDefault="00557788" w:rsidP="00557788">
      <w:r>
        <w:t>184.8952</w:t>
      </w:r>
      <w:r>
        <w:tab/>
        <w:t>1.013e0</w:t>
      </w:r>
    </w:p>
    <w:p w:rsidR="00557788" w:rsidRDefault="00557788" w:rsidP="00557788">
      <w:r>
        <w:t>184.9133</w:t>
      </w:r>
      <w:r>
        <w:tab/>
        <w:t>3.038e0</w:t>
      </w:r>
    </w:p>
    <w:p w:rsidR="00557788" w:rsidRDefault="00557788" w:rsidP="00557788">
      <w:r>
        <w:t>184.9277</w:t>
      </w:r>
      <w:r>
        <w:tab/>
        <w:t>1.025e0</w:t>
      </w:r>
    </w:p>
    <w:p w:rsidR="00557788" w:rsidRDefault="00557788" w:rsidP="00557788">
      <w:r>
        <w:lastRenderedPageBreak/>
        <w:t>184.9342</w:t>
      </w:r>
      <w:r>
        <w:tab/>
        <w:t>4.051e0</w:t>
      </w:r>
    </w:p>
    <w:p w:rsidR="00557788" w:rsidRDefault="00557788" w:rsidP="00557788">
      <w:r>
        <w:t>184.9386</w:t>
      </w:r>
      <w:r>
        <w:tab/>
        <w:t>2.532e-2</w:t>
      </w:r>
    </w:p>
    <w:p w:rsidR="00557788" w:rsidRDefault="00557788" w:rsidP="00557788">
      <w:r>
        <w:t>184.9477</w:t>
      </w:r>
      <w:r>
        <w:tab/>
        <w:t>2.051e0</w:t>
      </w:r>
    </w:p>
    <w:p w:rsidR="00557788" w:rsidRDefault="00557788" w:rsidP="00557788">
      <w:r>
        <w:t>184.9494</w:t>
      </w:r>
      <w:r>
        <w:tab/>
        <w:t>1.025e0</w:t>
      </w:r>
    </w:p>
    <w:p w:rsidR="00557788" w:rsidRDefault="00557788" w:rsidP="00557788">
      <w:r>
        <w:t>184.9577</w:t>
      </w:r>
      <w:r>
        <w:tab/>
        <w:t>2.038e0</w:t>
      </w:r>
    </w:p>
    <w:p w:rsidR="00557788" w:rsidRDefault="00557788" w:rsidP="00557788">
      <w:r>
        <w:t>184.9603</w:t>
      </w:r>
      <w:r>
        <w:tab/>
        <w:t>1.013e0</w:t>
      </w:r>
    </w:p>
    <w:p w:rsidR="00557788" w:rsidRDefault="00557788" w:rsidP="00557788">
      <w:r>
        <w:t>184.9639</w:t>
      </w:r>
      <w:r>
        <w:tab/>
        <w:t>3.038e0</w:t>
      </w:r>
    </w:p>
    <w:p w:rsidR="00557788" w:rsidRDefault="00557788" w:rsidP="00557788">
      <w:r>
        <w:t>184.9784</w:t>
      </w:r>
      <w:r>
        <w:tab/>
        <w:t>1.025e0</w:t>
      </w:r>
    </w:p>
    <w:p w:rsidR="00557788" w:rsidRDefault="00557788" w:rsidP="00557788">
      <w:r>
        <w:t>184.9820</w:t>
      </w:r>
      <w:r>
        <w:tab/>
        <w:t>2.025e0</w:t>
      </w:r>
    </w:p>
    <w:p w:rsidR="00557788" w:rsidRDefault="00557788" w:rsidP="00557788">
      <w:r>
        <w:t>184.9839</w:t>
      </w:r>
      <w:r>
        <w:tab/>
        <w:t>2.532e-2</w:t>
      </w:r>
    </w:p>
    <w:p w:rsidR="00557788" w:rsidRDefault="00557788" w:rsidP="00557788">
      <w:r>
        <w:t>184.9875</w:t>
      </w:r>
      <w:r>
        <w:tab/>
        <w:t>2.025e0</w:t>
      </w:r>
    </w:p>
    <w:p w:rsidR="00557788" w:rsidRDefault="00557788" w:rsidP="00557788">
      <w:r>
        <w:t>185.0020</w:t>
      </w:r>
      <w:r>
        <w:tab/>
        <w:t>3.038e0</w:t>
      </w:r>
    </w:p>
    <w:p w:rsidR="00557788" w:rsidRDefault="00557788" w:rsidP="00557788">
      <w:r>
        <w:t>185.0038</w:t>
      </w:r>
      <w:r>
        <w:tab/>
        <w:t>4.051e0</w:t>
      </w:r>
    </w:p>
    <w:p w:rsidR="00557788" w:rsidRDefault="00557788" w:rsidP="00557788">
      <w:r>
        <w:t>185.0070</w:t>
      </w:r>
      <w:r>
        <w:tab/>
        <w:t>7.101e0</w:t>
      </w:r>
    </w:p>
    <w:p w:rsidR="00557788" w:rsidRDefault="00557788" w:rsidP="00557788">
      <w:r>
        <w:t>185.0204</w:t>
      </w:r>
      <w:r>
        <w:tab/>
        <w:t>4.393e0</w:t>
      </w:r>
    </w:p>
    <w:p w:rsidR="00557788" w:rsidRDefault="00557788" w:rsidP="00557788">
      <w:r>
        <w:t>185.0247</w:t>
      </w:r>
      <w:r>
        <w:tab/>
        <w:t>1.930e0</w:t>
      </w:r>
    </w:p>
    <w:p w:rsidR="00557788" w:rsidRDefault="00557788" w:rsidP="00557788">
      <w:r>
        <w:t>185.0328</w:t>
      </w:r>
      <w:r>
        <w:tab/>
        <w:t>2.025e0</w:t>
      </w:r>
    </w:p>
    <w:p w:rsidR="00557788" w:rsidRDefault="00557788" w:rsidP="00557788">
      <w:r>
        <w:t>185.0510</w:t>
      </w:r>
      <w:r>
        <w:tab/>
        <w:t>1.643e0</w:t>
      </w:r>
    </w:p>
    <w:p w:rsidR="00557788" w:rsidRDefault="00557788" w:rsidP="00557788">
      <w:r>
        <w:t>185.0657</w:t>
      </w:r>
      <w:r>
        <w:tab/>
        <w:t>3.154e0</w:t>
      </w:r>
    </w:p>
    <w:p w:rsidR="00557788" w:rsidRDefault="00557788" w:rsidP="00557788">
      <w:r>
        <w:lastRenderedPageBreak/>
        <w:t>185.0750</w:t>
      </w:r>
      <w:r>
        <w:tab/>
        <w:t>4.345e0</w:t>
      </w:r>
    </w:p>
    <w:p w:rsidR="00557788" w:rsidRDefault="00557788" w:rsidP="00557788">
      <w:r>
        <w:t>185.0763</w:t>
      </w:r>
      <w:r>
        <w:tab/>
        <w:t>1.149e0</w:t>
      </w:r>
    </w:p>
    <w:p w:rsidR="00557788" w:rsidRDefault="00557788" w:rsidP="00557788">
      <w:r>
        <w:t>185.0814</w:t>
      </w:r>
      <w:r>
        <w:tab/>
        <w:t>3.744e0</w:t>
      </w:r>
    </w:p>
    <w:p w:rsidR="00557788" w:rsidRDefault="00557788" w:rsidP="00557788">
      <w:r>
        <w:t>185.0953</w:t>
      </w:r>
      <w:r>
        <w:tab/>
        <w:t>2.800e0</w:t>
      </w:r>
    </w:p>
    <w:p w:rsidR="00557788" w:rsidRDefault="00557788" w:rsidP="00557788">
      <w:r>
        <w:t>185.1027</w:t>
      </w:r>
      <w:r>
        <w:tab/>
        <w:t>3.947e0</w:t>
      </w:r>
    </w:p>
    <w:p w:rsidR="00557788" w:rsidRDefault="00557788" w:rsidP="00557788">
      <w:r>
        <w:t>185.1222</w:t>
      </w:r>
      <w:r>
        <w:tab/>
        <w:t>4.762e0</w:t>
      </w:r>
    </w:p>
    <w:p w:rsidR="00557788" w:rsidRDefault="00557788" w:rsidP="00557788">
      <w:r>
        <w:t>185.1271</w:t>
      </w:r>
      <w:r>
        <w:tab/>
        <w:t>4.451e0</w:t>
      </w:r>
    </w:p>
    <w:p w:rsidR="00557788" w:rsidRDefault="00557788" w:rsidP="00557788">
      <w:r>
        <w:t>185.1305</w:t>
      </w:r>
      <w:r>
        <w:tab/>
        <w:t>2.864e0</w:t>
      </w:r>
    </w:p>
    <w:p w:rsidR="00557788" w:rsidRDefault="00557788" w:rsidP="00557788">
      <w:r>
        <w:t>185.1332</w:t>
      </w:r>
      <w:r>
        <w:tab/>
        <w:t>4.578e-1</w:t>
      </w:r>
    </w:p>
    <w:p w:rsidR="00557788" w:rsidRDefault="00557788" w:rsidP="00557788">
      <w:r>
        <w:t>185.1431</w:t>
      </w:r>
      <w:r>
        <w:tab/>
        <w:t>8.760e-2</w:t>
      </w:r>
    </w:p>
    <w:p w:rsidR="00557788" w:rsidRDefault="00557788" w:rsidP="00557788">
      <w:r>
        <w:t>185.1460</w:t>
      </w:r>
      <w:r>
        <w:tab/>
        <w:t>2.057e0</w:t>
      </w:r>
    </w:p>
    <w:p w:rsidR="00557788" w:rsidRDefault="00557788" w:rsidP="00557788">
      <w:r>
        <w:t>185.1532</w:t>
      </w:r>
      <w:r>
        <w:tab/>
        <w:t>2.914e0</w:t>
      </w:r>
    </w:p>
    <w:p w:rsidR="00557788" w:rsidRDefault="00557788" w:rsidP="00557788">
      <w:r>
        <w:t>185.1543</w:t>
      </w:r>
      <w:r>
        <w:tab/>
        <w:t>1.598e0</w:t>
      </w:r>
    </w:p>
    <w:p w:rsidR="00557788" w:rsidRDefault="00557788" w:rsidP="00557788">
      <w:r>
        <w:t>185.1555</w:t>
      </w:r>
      <w:r>
        <w:tab/>
        <w:t>3.283e0</w:t>
      </w:r>
    </w:p>
    <w:p w:rsidR="00557788" w:rsidRDefault="00557788" w:rsidP="00557788">
      <w:r>
        <w:t>185.1716</w:t>
      </w:r>
      <w:r>
        <w:tab/>
        <w:t>1.765e0</w:t>
      </w:r>
    </w:p>
    <w:p w:rsidR="00557788" w:rsidRDefault="00557788" w:rsidP="00557788">
      <w:r>
        <w:t>185.1815</w:t>
      </w:r>
      <w:r>
        <w:tab/>
        <w:t>5.306e0</w:t>
      </w:r>
    </w:p>
    <w:p w:rsidR="00557788" w:rsidRDefault="00557788" w:rsidP="00557788">
      <w:r>
        <w:t>185.1973</w:t>
      </w:r>
      <w:r>
        <w:tab/>
        <w:t>2.051e0</w:t>
      </w:r>
    </w:p>
    <w:p w:rsidR="00557788" w:rsidRDefault="00557788" w:rsidP="00557788">
      <w:r>
        <w:t>185.1992</w:t>
      </w:r>
      <w:r>
        <w:tab/>
        <w:t>1.013e0</w:t>
      </w:r>
    </w:p>
    <w:p w:rsidR="00557788" w:rsidRDefault="00557788" w:rsidP="00557788">
      <w:r>
        <w:t>185.2009</w:t>
      </w:r>
      <w:r>
        <w:tab/>
        <w:t>2.025e0</w:t>
      </w:r>
    </w:p>
    <w:p w:rsidR="00557788" w:rsidRDefault="00557788" w:rsidP="00557788">
      <w:r>
        <w:lastRenderedPageBreak/>
        <w:t>185.2028</w:t>
      </w:r>
      <w:r>
        <w:tab/>
        <w:t>2.025e0</w:t>
      </w:r>
    </w:p>
    <w:p w:rsidR="00557788" w:rsidRDefault="00557788" w:rsidP="00557788">
      <w:r>
        <w:t>185.2047</w:t>
      </w:r>
      <w:r>
        <w:tab/>
        <w:t>2.025e0</w:t>
      </w:r>
    </w:p>
    <w:p w:rsidR="00557788" w:rsidRDefault="00557788" w:rsidP="00557788">
      <w:r>
        <w:t>185.2081</w:t>
      </w:r>
      <w:r>
        <w:tab/>
        <w:t>2.025e0</w:t>
      </w:r>
    </w:p>
    <w:p w:rsidR="00557788" w:rsidRDefault="00557788" w:rsidP="00557788">
      <w:r>
        <w:t>185.2226</w:t>
      </w:r>
      <w:r>
        <w:tab/>
        <w:t>4.051e0</w:t>
      </w:r>
    </w:p>
    <w:p w:rsidR="00557788" w:rsidRDefault="00557788" w:rsidP="00557788">
      <w:r>
        <w:t>185.2244</w:t>
      </w:r>
      <w:r>
        <w:tab/>
        <w:t>2.532e-2</w:t>
      </w:r>
    </w:p>
    <w:p w:rsidR="00557788" w:rsidRDefault="00557788" w:rsidP="00557788">
      <w:r>
        <w:t>185.2281</w:t>
      </w:r>
      <w:r>
        <w:tab/>
        <w:t>2.532e-2</w:t>
      </w:r>
    </w:p>
    <w:p w:rsidR="00557788" w:rsidRDefault="00557788" w:rsidP="00557788">
      <w:r>
        <w:t>185.2342</w:t>
      </w:r>
      <w:r>
        <w:tab/>
        <w:t>4.051e0</w:t>
      </w:r>
    </w:p>
    <w:p w:rsidR="00557788" w:rsidRDefault="00557788" w:rsidP="00557788">
      <w:r>
        <w:t>185.2424</w:t>
      </w:r>
      <w:r>
        <w:tab/>
        <w:t>3.038e0</w:t>
      </w:r>
    </w:p>
    <w:p w:rsidR="00557788" w:rsidRDefault="00557788" w:rsidP="00557788">
      <w:r>
        <w:t>185.2461</w:t>
      </w:r>
      <w:r>
        <w:tab/>
        <w:t>2.025e0</w:t>
      </w:r>
    </w:p>
    <w:p w:rsidR="00557788" w:rsidRDefault="00557788" w:rsidP="00557788">
      <w:r>
        <w:t>185.2533</w:t>
      </w:r>
      <w:r>
        <w:tab/>
        <w:t>1.266e-2</w:t>
      </w:r>
    </w:p>
    <w:p w:rsidR="00557788" w:rsidRDefault="00557788" w:rsidP="00557788">
      <w:r>
        <w:t>185.2551</w:t>
      </w:r>
      <w:r>
        <w:tab/>
        <w:t>2.025e0</w:t>
      </w:r>
    </w:p>
    <w:p w:rsidR="00557788" w:rsidRDefault="00557788" w:rsidP="00557788">
      <w:r>
        <w:t>185.2622</w:t>
      </w:r>
      <w:r>
        <w:tab/>
        <w:t>2.025e0</w:t>
      </w:r>
    </w:p>
    <w:p w:rsidR="00557788" w:rsidRDefault="00557788" w:rsidP="00557788">
      <w:r>
        <w:t>185.2713</w:t>
      </w:r>
      <w:r>
        <w:tab/>
        <w:t>1.013e0</w:t>
      </w:r>
    </w:p>
    <w:p w:rsidR="00557788" w:rsidRDefault="00557788" w:rsidP="00557788">
      <w:r>
        <w:t>185.2731</w:t>
      </w:r>
      <w:r>
        <w:tab/>
        <w:t>2.025e0</w:t>
      </w:r>
    </w:p>
    <w:p w:rsidR="00557788" w:rsidRDefault="00557788" w:rsidP="00557788">
      <w:r>
        <w:t>185.2785</w:t>
      </w:r>
      <w:r>
        <w:tab/>
        <w:t>1.013e0</w:t>
      </w:r>
    </w:p>
    <w:p w:rsidR="00557788" w:rsidRDefault="00557788" w:rsidP="00557788">
      <w:r>
        <w:t>185.2893</w:t>
      </w:r>
      <w:r>
        <w:tab/>
        <w:t>2.025e0</w:t>
      </w:r>
    </w:p>
    <w:p w:rsidR="00557788" w:rsidRDefault="00557788" w:rsidP="00557788">
      <w:r>
        <w:t>185.2911</w:t>
      </w:r>
      <w:r>
        <w:tab/>
        <w:t>2.025e0</w:t>
      </w:r>
    </w:p>
    <w:p w:rsidR="00557788" w:rsidRDefault="00557788" w:rsidP="00557788">
      <w:r>
        <w:t>185.2929</w:t>
      </w:r>
      <w:r>
        <w:tab/>
        <w:t>3.038e0</w:t>
      </w:r>
    </w:p>
    <w:p w:rsidR="00557788" w:rsidRDefault="00557788" w:rsidP="00557788">
      <w:r>
        <w:t>185.2947</w:t>
      </w:r>
      <w:r>
        <w:tab/>
        <w:t>2.025e0</w:t>
      </w:r>
    </w:p>
    <w:p w:rsidR="00557788" w:rsidRDefault="00557788" w:rsidP="00557788">
      <w:r>
        <w:lastRenderedPageBreak/>
        <w:t>185.3145</w:t>
      </w:r>
      <w:r>
        <w:tab/>
        <w:t>1.013e0</w:t>
      </w:r>
    </w:p>
    <w:p w:rsidR="00557788" w:rsidRDefault="00557788" w:rsidP="00557788">
      <w:r>
        <w:t>185.3217</w:t>
      </w:r>
      <w:r>
        <w:tab/>
        <w:t>4.051e0</w:t>
      </w:r>
    </w:p>
    <w:p w:rsidR="00557788" w:rsidRDefault="00557788" w:rsidP="00557788">
      <w:r>
        <w:t>185.3235</w:t>
      </w:r>
      <w:r>
        <w:tab/>
        <w:t>2.025e0</w:t>
      </w:r>
    </w:p>
    <w:p w:rsidR="00557788" w:rsidRDefault="00557788" w:rsidP="00557788">
      <w:r>
        <w:t>185.3361</w:t>
      </w:r>
      <w:r>
        <w:tab/>
        <w:t>1.013e0</w:t>
      </w:r>
    </w:p>
    <w:p w:rsidR="00557788" w:rsidRDefault="00557788" w:rsidP="00557788">
      <w:r>
        <w:t>185.3397</w:t>
      </w:r>
      <w:r>
        <w:tab/>
        <w:t>1.013e0</w:t>
      </w:r>
    </w:p>
    <w:p w:rsidR="00557788" w:rsidRDefault="00557788" w:rsidP="00557788">
      <w:r>
        <w:t>185.3433</w:t>
      </w:r>
      <w:r>
        <w:tab/>
        <w:t>2.532e-2</w:t>
      </w:r>
    </w:p>
    <w:p w:rsidR="00557788" w:rsidRDefault="00557788" w:rsidP="00557788">
      <w:r>
        <w:t>185.3511</w:t>
      </w:r>
      <w:r>
        <w:tab/>
        <w:t>5.076e0</w:t>
      </w:r>
    </w:p>
    <w:p w:rsidR="00557788" w:rsidRDefault="00557788" w:rsidP="00557788">
      <w:r>
        <w:t>185.3541</w:t>
      </w:r>
      <w:r>
        <w:tab/>
        <w:t>2.025e0</w:t>
      </w:r>
    </w:p>
    <w:p w:rsidR="00557788" w:rsidRDefault="00557788" w:rsidP="00557788">
      <w:r>
        <w:t>185.3559</w:t>
      </w:r>
      <w:r>
        <w:tab/>
        <w:t>2.532e-2</w:t>
      </w:r>
    </w:p>
    <w:p w:rsidR="00557788" w:rsidRDefault="00557788" w:rsidP="00557788">
      <w:r>
        <w:t>185.3649</w:t>
      </w:r>
      <w:r>
        <w:tab/>
        <w:t>1.013e0</w:t>
      </w:r>
    </w:p>
    <w:p w:rsidR="00557788" w:rsidRDefault="00557788" w:rsidP="00557788">
      <w:r>
        <w:t>185.3685</w:t>
      </w:r>
      <w:r>
        <w:tab/>
        <w:t>1.266e-2</w:t>
      </w:r>
    </w:p>
    <w:p w:rsidR="00557788" w:rsidRDefault="00557788" w:rsidP="00557788">
      <w:r>
        <w:t>185.3793</w:t>
      </w:r>
      <w:r>
        <w:tab/>
        <w:t>2.532e-2</w:t>
      </w:r>
    </w:p>
    <w:p w:rsidR="00557788" w:rsidRDefault="00557788" w:rsidP="00557788">
      <w:r>
        <w:t>185.3938</w:t>
      </w:r>
      <w:r>
        <w:tab/>
        <w:t>1.266e-2</w:t>
      </w:r>
    </w:p>
    <w:p w:rsidR="00557788" w:rsidRDefault="00557788" w:rsidP="00557788">
      <w:r>
        <w:t>185.3974</w:t>
      </w:r>
      <w:r>
        <w:tab/>
        <w:t>1.013e0</w:t>
      </w:r>
    </w:p>
    <w:p w:rsidR="00557788" w:rsidRDefault="00557788" w:rsidP="00557788">
      <w:r>
        <w:t>185.4029</w:t>
      </w:r>
      <w:r>
        <w:tab/>
        <w:t>2.025e0</w:t>
      </w:r>
    </w:p>
    <w:p w:rsidR="00557788" w:rsidRDefault="00557788" w:rsidP="00557788">
      <w:r>
        <w:t>185.4081</w:t>
      </w:r>
      <w:r>
        <w:tab/>
        <w:t>2.038e0</w:t>
      </w:r>
    </w:p>
    <w:p w:rsidR="00557788" w:rsidRDefault="00557788" w:rsidP="00557788">
      <w:r>
        <w:t>185.4240</w:t>
      </w:r>
      <w:r>
        <w:tab/>
        <w:t>5.063e0</w:t>
      </w:r>
    </w:p>
    <w:p w:rsidR="00557788" w:rsidRDefault="00557788" w:rsidP="00557788">
      <w:r>
        <w:t>185.4285</w:t>
      </w:r>
      <w:r>
        <w:tab/>
        <w:t>5.063e0</w:t>
      </w:r>
    </w:p>
    <w:p w:rsidR="00557788" w:rsidRDefault="00557788" w:rsidP="00557788">
      <w:r>
        <w:t>185.4298</w:t>
      </w:r>
      <w:r>
        <w:tab/>
        <w:t>1.051e0</w:t>
      </w:r>
    </w:p>
    <w:p w:rsidR="00557788" w:rsidRDefault="00557788" w:rsidP="00557788">
      <w:r>
        <w:lastRenderedPageBreak/>
        <w:t>185.4390</w:t>
      </w:r>
      <w:r>
        <w:tab/>
        <w:t>2.025e0</w:t>
      </w:r>
    </w:p>
    <w:p w:rsidR="00557788" w:rsidRDefault="00557788" w:rsidP="00557788">
      <w:r>
        <w:t>185.4443</w:t>
      </w:r>
      <w:r>
        <w:tab/>
        <w:t>2.025e0</w:t>
      </w:r>
    </w:p>
    <w:p w:rsidR="00557788" w:rsidRDefault="00557788" w:rsidP="00557788">
      <w:r>
        <w:t>185.4625</w:t>
      </w:r>
      <w:r>
        <w:tab/>
        <w:t>1.266e-2</w:t>
      </w:r>
    </w:p>
    <w:p w:rsidR="00557788" w:rsidRDefault="00557788" w:rsidP="00557788">
      <w:r>
        <w:t>185.4734</w:t>
      </w:r>
      <w:r>
        <w:tab/>
        <w:t>2.532e-2</w:t>
      </w:r>
    </w:p>
    <w:p w:rsidR="00557788" w:rsidRDefault="00557788" w:rsidP="00557788">
      <w:r>
        <w:t>185.4843</w:t>
      </w:r>
      <w:r>
        <w:tab/>
        <w:t>1.025e0</w:t>
      </w:r>
    </w:p>
    <w:p w:rsidR="00557788" w:rsidRDefault="00557788" w:rsidP="00557788">
      <w:r>
        <w:t>185.4896</w:t>
      </w:r>
      <w:r>
        <w:tab/>
        <w:t>4.051e0</w:t>
      </w:r>
    </w:p>
    <w:p w:rsidR="00557788" w:rsidRDefault="00557788" w:rsidP="00557788">
      <w:r>
        <w:t>185.5060</w:t>
      </w:r>
      <w:r>
        <w:tab/>
        <w:t>1.013e0</w:t>
      </w:r>
    </w:p>
    <w:p w:rsidR="00557788" w:rsidRDefault="00557788" w:rsidP="00557788">
      <w:r>
        <w:t>185.5151</w:t>
      </w:r>
      <w:r>
        <w:tab/>
        <w:t>4.051e0</w:t>
      </w:r>
    </w:p>
    <w:p w:rsidR="00557788" w:rsidRDefault="00557788" w:rsidP="00557788">
      <w:r>
        <w:t>185.5242</w:t>
      </w:r>
      <w:r>
        <w:tab/>
        <w:t>1.025e0</w:t>
      </w:r>
    </w:p>
    <w:p w:rsidR="00557788" w:rsidRDefault="00557788" w:rsidP="00557788">
      <w:r>
        <w:t>185.5278</w:t>
      </w:r>
      <w:r>
        <w:tab/>
        <w:t>6.076e0</w:t>
      </w:r>
    </w:p>
    <w:p w:rsidR="00557788" w:rsidRDefault="00557788" w:rsidP="00557788">
      <w:r>
        <w:t>185.5482</w:t>
      </w:r>
      <w:r>
        <w:tab/>
        <w:t>6.076e0</w:t>
      </w:r>
    </w:p>
    <w:p w:rsidR="00557788" w:rsidRDefault="00557788" w:rsidP="00557788">
      <w:r>
        <w:t>185.5550</w:t>
      </w:r>
      <w:r>
        <w:tab/>
        <w:t>2.025e0</w:t>
      </w:r>
    </w:p>
    <w:p w:rsidR="00557788" w:rsidRDefault="00557788" w:rsidP="00557788">
      <w:r>
        <w:t>185.5620</w:t>
      </w:r>
      <w:r>
        <w:tab/>
        <w:t>1.038e0</w:t>
      </w:r>
    </w:p>
    <w:p w:rsidR="00557788" w:rsidRDefault="00557788" w:rsidP="00557788">
      <w:r>
        <w:t>185.5641</w:t>
      </w:r>
      <w:r>
        <w:tab/>
        <w:t>2.025e0</w:t>
      </w:r>
    </w:p>
    <w:p w:rsidR="00557788" w:rsidRDefault="00557788" w:rsidP="00557788">
      <w:r>
        <w:t>185.5731</w:t>
      </w:r>
      <w:r>
        <w:tab/>
        <w:t>2.025e0</w:t>
      </w:r>
    </w:p>
    <w:p w:rsidR="00557788" w:rsidRDefault="00557788" w:rsidP="00557788">
      <w:r>
        <w:t>185.5822</w:t>
      </w:r>
      <w:r>
        <w:tab/>
        <w:t>1.013e0</w:t>
      </w:r>
    </w:p>
    <w:p w:rsidR="00557788" w:rsidRDefault="00557788" w:rsidP="00557788">
      <w:r>
        <w:t>185.6003</w:t>
      </w:r>
      <w:r>
        <w:tab/>
        <w:t>1.025e0</w:t>
      </w:r>
    </w:p>
    <w:p w:rsidR="00557788" w:rsidRDefault="00557788" w:rsidP="00557788">
      <w:r>
        <w:t>185.6040</w:t>
      </w:r>
      <w:r>
        <w:tab/>
        <w:t>1.038e0</w:t>
      </w:r>
    </w:p>
    <w:p w:rsidR="00557788" w:rsidRDefault="00557788" w:rsidP="00557788">
      <w:r>
        <w:t>185.6094</w:t>
      </w:r>
      <w:r>
        <w:tab/>
        <w:t>2.025e0</w:t>
      </w:r>
    </w:p>
    <w:p w:rsidR="00557788" w:rsidRDefault="00557788" w:rsidP="00557788">
      <w:r>
        <w:lastRenderedPageBreak/>
        <w:t>185.6221</w:t>
      </w:r>
      <w:r>
        <w:tab/>
        <w:t>2.038e0</w:t>
      </w:r>
    </w:p>
    <w:p w:rsidR="00557788" w:rsidRDefault="00557788" w:rsidP="00557788">
      <w:r>
        <w:t>185.6257</w:t>
      </w:r>
      <w:r>
        <w:tab/>
        <w:t>1.266e-2</w:t>
      </w:r>
    </w:p>
    <w:p w:rsidR="00557788" w:rsidRDefault="00557788" w:rsidP="00557788">
      <w:r>
        <w:t>185.6293</w:t>
      </w:r>
      <w:r>
        <w:tab/>
        <w:t>4.063e0</w:t>
      </w:r>
    </w:p>
    <w:p w:rsidR="00557788" w:rsidRDefault="00557788" w:rsidP="00557788">
      <w:r>
        <w:t>185.6331</w:t>
      </w:r>
      <w:r>
        <w:tab/>
        <w:t>2.051e0</w:t>
      </w:r>
    </w:p>
    <w:p w:rsidR="00557788" w:rsidRDefault="00557788" w:rsidP="00557788">
      <w:r>
        <w:t>185.6429</w:t>
      </w:r>
      <w:r>
        <w:tab/>
        <w:t>3.798e-2</w:t>
      </w:r>
    </w:p>
    <w:p w:rsidR="00557788" w:rsidRDefault="00557788" w:rsidP="00557788">
      <w:r>
        <w:t>185.6511</w:t>
      </w:r>
      <w:r>
        <w:tab/>
        <w:t>1.013e0</w:t>
      </w:r>
    </w:p>
    <w:p w:rsidR="00557788" w:rsidRDefault="00557788" w:rsidP="00557788">
      <w:r>
        <w:t>185.6584</w:t>
      </w:r>
      <w:r>
        <w:tab/>
        <w:t>5.063e0</w:t>
      </w:r>
    </w:p>
    <w:p w:rsidR="00557788" w:rsidRDefault="00557788" w:rsidP="00557788">
      <w:r>
        <w:t>185.6712</w:t>
      </w:r>
      <w:r>
        <w:tab/>
        <w:t>3.038e0</w:t>
      </w:r>
    </w:p>
    <w:p w:rsidR="00557788" w:rsidRDefault="00557788" w:rsidP="00557788">
      <w:r>
        <w:t>185.6819</w:t>
      </w:r>
      <w:r>
        <w:tab/>
        <w:t>2.532e-2</w:t>
      </w:r>
    </w:p>
    <w:p w:rsidR="00557788" w:rsidRDefault="00557788" w:rsidP="00557788">
      <w:r>
        <w:t>185.6891</w:t>
      </w:r>
      <w:r>
        <w:tab/>
        <w:t>4.051e0</w:t>
      </w:r>
    </w:p>
    <w:p w:rsidR="00557788" w:rsidRDefault="00557788" w:rsidP="00557788">
      <w:r>
        <w:t>185.6910</w:t>
      </w:r>
      <w:r>
        <w:tab/>
        <w:t>2.038e0</w:t>
      </w:r>
    </w:p>
    <w:p w:rsidR="00557788" w:rsidRDefault="00557788" w:rsidP="00557788">
      <w:r>
        <w:t>185.6966</w:t>
      </w:r>
      <w:r>
        <w:tab/>
        <w:t>1.038e0</w:t>
      </w:r>
    </w:p>
    <w:p w:rsidR="00557788" w:rsidRDefault="00557788" w:rsidP="00557788">
      <w:r>
        <w:t>185.7001</w:t>
      </w:r>
      <w:r>
        <w:tab/>
        <w:t>2.025e0</w:t>
      </w:r>
    </w:p>
    <w:p w:rsidR="00557788" w:rsidRDefault="00557788" w:rsidP="00557788">
      <w:r>
        <w:t>185.7055</w:t>
      </w:r>
      <w:r>
        <w:tab/>
        <w:t>1.266e-2</w:t>
      </w:r>
    </w:p>
    <w:p w:rsidR="00557788" w:rsidRDefault="00557788" w:rsidP="00557788">
      <w:r>
        <w:t>185.7091</w:t>
      </w:r>
      <w:r>
        <w:tab/>
        <w:t>1.025e0</w:t>
      </w:r>
    </w:p>
    <w:p w:rsidR="00557788" w:rsidRDefault="00557788" w:rsidP="00557788">
      <w:r>
        <w:t>185.7146</w:t>
      </w:r>
      <w:r>
        <w:tab/>
        <w:t>2.025e0</w:t>
      </w:r>
    </w:p>
    <w:p w:rsidR="00557788" w:rsidRDefault="00557788" w:rsidP="00557788">
      <w:r>
        <w:t>185.7272</w:t>
      </w:r>
      <w:r>
        <w:tab/>
        <w:t>2.025e0</w:t>
      </w:r>
    </w:p>
    <w:p w:rsidR="00557788" w:rsidRDefault="00557788" w:rsidP="00557788">
      <w:r>
        <w:t>185.7372</w:t>
      </w:r>
      <w:r>
        <w:tab/>
        <w:t>1.038e0</w:t>
      </w:r>
    </w:p>
    <w:p w:rsidR="00557788" w:rsidRDefault="00557788" w:rsidP="00557788">
      <w:r>
        <w:t>185.7417</w:t>
      </w:r>
      <w:r>
        <w:tab/>
        <w:t>1.266e-2</w:t>
      </w:r>
    </w:p>
    <w:p w:rsidR="00557788" w:rsidRDefault="00557788" w:rsidP="00557788">
      <w:r>
        <w:lastRenderedPageBreak/>
        <w:t>185.7454</w:t>
      </w:r>
      <w:r>
        <w:tab/>
        <w:t>1.266e-2</w:t>
      </w:r>
    </w:p>
    <w:p w:rsidR="00557788" w:rsidRDefault="00557788" w:rsidP="00557788">
      <w:r>
        <w:t>185.7526</w:t>
      </w:r>
      <w:r>
        <w:tab/>
        <w:t>2.532e-2</w:t>
      </w:r>
    </w:p>
    <w:p w:rsidR="00557788" w:rsidRDefault="00557788" w:rsidP="00557788">
      <w:r>
        <w:t>185.7562</w:t>
      </w:r>
      <w:r>
        <w:tab/>
        <w:t>1.013e0</w:t>
      </w:r>
    </w:p>
    <w:p w:rsidR="00557788" w:rsidRDefault="00557788" w:rsidP="00557788">
      <w:r>
        <w:t>185.7581</w:t>
      </w:r>
      <w:r>
        <w:tab/>
        <w:t>2.532e-2</w:t>
      </w:r>
    </w:p>
    <w:p w:rsidR="00557788" w:rsidRDefault="00557788" w:rsidP="00557788">
      <w:r>
        <w:t>185.7599</w:t>
      </w:r>
      <w:r>
        <w:tab/>
        <w:t>1.013e0</w:t>
      </w:r>
    </w:p>
    <w:p w:rsidR="00557788" w:rsidRDefault="00557788" w:rsidP="00557788">
      <w:r>
        <w:t>185.7635</w:t>
      </w:r>
      <w:r>
        <w:tab/>
        <w:t>1.013e0</w:t>
      </w:r>
    </w:p>
    <w:p w:rsidR="00557788" w:rsidRDefault="00557788" w:rsidP="00557788">
      <w:r>
        <w:t>185.7671</w:t>
      </w:r>
      <w:r>
        <w:tab/>
        <w:t>2.532e-2</w:t>
      </w:r>
    </w:p>
    <w:p w:rsidR="00557788" w:rsidRDefault="00557788" w:rsidP="00557788">
      <w:r>
        <w:t>185.7690</w:t>
      </w:r>
      <w:r>
        <w:tab/>
        <w:t>2.025e0</w:t>
      </w:r>
    </w:p>
    <w:p w:rsidR="00557788" w:rsidRDefault="00557788" w:rsidP="00557788">
      <w:r>
        <w:t>185.7708</w:t>
      </w:r>
      <w:r>
        <w:tab/>
        <w:t>2.038e0</w:t>
      </w:r>
    </w:p>
    <w:p w:rsidR="00557788" w:rsidRDefault="00557788" w:rsidP="00557788">
      <w:r>
        <w:t>185.7780</w:t>
      </w:r>
      <w:r>
        <w:tab/>
        <w:t>2.025e0</w:t>
      </w:r>
    </w:p>
    <w:p w:rsidR="00557788" w:rsidRDefault="00557788" w:rsidP="00557788">
      <w:r>
        <w:t>185.8034</w:t>
      </w:r>
      <w:r>
        <w:tab/>
        <w:t>2.038e0</w:t>
      </w:r>
    </w:p>
    <w:p w:rsidR="00557788" w:rsidRDefault="00557788" w:rsidP="00557788">
      <w:r>
        <w:t>185.8106</w:t>
      </w:r>
      <w:r>
        <w:tab/>
        <w:t>1.013e0</w:t>
      </w:r>
    </w:p>
    <w:p w:rsidR="00557788" w:rsidRDefault="00557788" w:rsidP="00557788">
      <w:r>
        <w:t>185.8179</w:t>
      </w:r>
      <w:r>
        <w:tab/>
        <w:t>1.038e0</w:t>
      </w:r>
    </w:p>
    <w:p w:rsidR="00557788" w:rsidRDefault="00557788" w:rsidP="00557788">
      <w:r>
        <w:t>185.8197</w:t>
      </w:r>
      <w:r>
        <w:tab/>
        <w:t>2.025e0</w:t>
      </w:r>
    </w:p>
    <w:p w:rsidR="00557788" w:rsidRDefault="00557788" w:rsidP="00557788">
      <w:r>
        <w:t>185.8251</w:t>
      </w:r>
      <w:r>
        <w:tab/>
        <w:t>1.051e0</w:t>
      </w:r>
    </w:p>
    <w:p w:rsidR="00557788" w:rsidRDefault="00557788" w:rsidP="00557788">
      <w:r>
        <w:t>185.8297</w:t>
      </w:r>
      <w:r>
        <w:tab/>
        <w:t>4.051e0</w:t>
      </w:r>
    </w:p>
    <w:p w:rsidR="00557788" w:rsidRDefault="00557788" w:rsidP="00557788">
      <w:r>
        <w:t>185.8345</w:t>
      </w:r>
      <w:r>
        <w:tab/>
        <w:t>3.038e0</w:t>
      </w:r>
    </w:p>
    <w:p w:rsidR="00557788" w:rsidRDefault="00557788" w:rsidP="00557788">
      <w:r>
        <w:t>185.8396</w:t>
      </w:r>
      <w:r>
        <w:tab/>
        <w:t>2.038e0</w:t>
      </w:r>
    </w:p>
    <w:p w:rsidR="00557788" w:rsidRDefault="00557788" w:rsidP="00557788">
      <w:r>
        <w:t>185.8542</w:t>
      </w:r>
      <w:r>
        <w:tab/>
        <w:t>2.025e0</w:t>
      </w:r>
    </w:p>
    <w:p w:rsidR="00557788" w:rsidRDefault="00557788" w:rsidP="00557788">
      <w:r>
        <w:lastRenderedPageBreak/>
        <w:t>185.8561</w:t>
      </w:r>
      <w:r>
        <w:tab/>
        <w:t>3.038e0</w:t>
      </w:r>
    </w:p>
    <w:p w:rsidR="00557788" w:rsidRDefault="00557788" w:rsidP="00557788">
      <w:r>
        <w:t>185.8650</w:t>
      </w:r>
      <w:r>
        <w:tab/>
        <w:t>1.013e0</w:t>
      </w:r>
    </w:p>
    <w:p w:rsidR="00557788" w:rsidRDefault="00557788" w:rsidP="00557788">
      <w:r>
        <w:t>185.8778</w:t>
      </w:r>
      <w:r>
        <w:tab/>
        <w:t>2.025e0</w:t>
      </w:r>
    </w:p>
    <w:p w:rsidR="00557788" w:rsidRDefault="00557788" w:rsidP="00557788">
      <w:r>
        <w:t>185.8859</w:t>
      </w:r>
      <w:r>
        <w:tab/>
        <w:t>3.397e0</w:t>
      </w:r>
    </w:p>
    <w:p w:rsidR="00557788" w:rsidRDefault="00557788" w:rsidP="00557788">
      <w:r>
        <w:t>185.8941</w:t>
      </w:r>
      <w:r>
        <w:tab/>
        <w:t>1.013e0</w:t>
      </w:r>
    </w:p>
    <w:p w:rsidR="00557788" w:rsidRDefault="00557788" w:rsidP="00557788">
      <w:r>
        <w:t>185.9013</w:t>
      </w:r>
      <w:r>
        <w:tab/>
        <w:t>2.025e0</w:t>
      </w:r>
    </w:p>
    <w:p w:rsidR="00557788" w:rsidRDefault="00557788" w:rsidP="00557788">
      <w:r>
        <w:t>185.9076</w:t>
      </w:r>
      <w:r>
        <w:tab/>
        <w:t>3.038e0</w:t>
      </w:r>
    </w:p>
    <w:p w:rsidR="00557788" w:rsidRDefault="00557788" w:rsidP="00557788">
      <w:r>
        <w:t>185.9195</w:t>
      </w:r>
      <w:r>
        <w:tab/>
        <w:t>2.038e0</w:t>
      </w:r>
    </w:p>
    <w:p w:rsidR="00557788" w:rsidRDefault="00557788" w:rsidP="00557788">
      <w:r>
        <w:t>185.9231</w:t>
      </w:r>
      <w:r>
        <w:tab/>
        <w:t>1.025e0</w:t>
      </w:r>
    </w:p>
    <w:p w:rsidR="00557788" w:rsidRDefault="00557788" w:rsidP="00557788">
      <w:r>
        <w:t>185.9249</w:t>
      </w:r>
      <w:r>
        <w:tab/>
        <w:t>2.025e0</w:t>
      </w:r>
    </w:p>
    <w:p w:rsidR="00557788" w:rsidRDefault="00557788" w:rsidP="00557788">
      <w:r>
        <w:t>185.9304</w:t>
      </w:r>
      <w:r>
        <w:tab/>
        <w:t>1.025e0</w:t>
      </w:r>
    </w:p>
    <w:p w:rsidR="00557788" w:rsidRDefault="00557788" w:rsidP="00557788">
      <w:r>
        <w:t>185.9412</w:t>
      </w:r>
      <w:r>
        <w:tab/>
        <w:t>1.025e0</w:t>
      </w:r>
    </w:p>
    <w:p w:rsidR="00557788" w:rsidRDefault="00557788" w:rsidP="00557788">
      <w:r>
        <w:t>185.9449</w:t>
      </w:r>
      <w:r>
        <w:tab/>
        <w:t>1.038e0</w:t>
      </w:r>
    </w:p>
    <w:p w:rsidR="00557788" w:rsidRDefault="00557788" w:rsidP="00557788">
      <w:r>
        <w:t>185.9521</w:t>
      </w:r>
      <w:r>
        <w:tab/>
        <w:t>2.038e0</w:t>
      </w:r>
    </w:p>
    <w:p w:rsidR="00557788" w:rsidRDefault="00557788" w:rsidP="00557788">
      <w:r>
        <w:t>185.9558</w:t>
      </w:r>
      <w:r>
        <w:tab/>
        <w:t>2.532e-2</w:t>
      </w:r>
    </w:p>
    <w:p w:rsidR="00557788" w:rsidRDefault="00557788" w:rsidP="00557788">
      <w:r>
        <w:t>185.9685</w:t>
      </w:r>
      <w:r>
        <w:tab/>
        <w:t>2.025e0</w:t>
      </w:r>
    </w:p>
    <w:p w:rsidR="00557788" w:rsidRDefault="00557788" w:rsidP="00557788">
      <w:r>
        <w:t>185.9703</w:t>
      </w:r>
      <w:r>
        <w:tab/>
        <w:t>1.266e-2</w:t>
      </w:r>
    </w:p>
    <w:p w:rsidR="00557788" w:rsidRDefault="00557788" w:rsidP="00557788">
      <w:r>
        <w:t>185.9812</w:t>
      </w:r>
      <w:r>
        <w:tab/>
        <w:t>1.266e-2</w:t>
      </w:r>
    </w:p>
    <w:p w:rsidR="00557788" w:rsidRDefault="00557788" w:rsidP="00557788">
      <w:r>
        <w:t>186.0005</w:t>
      </w:r>
      <w:r>
        <w:tab/>
        <w:t>2.051e0</w:t>
      </w:r>
    </w:p>
    <w:p w:rsidR="00557788" w:rsidRDefault="00557788" w:rsidP="00557788">
      <w:r>
        <w:lastRenderedPageBreak/>
        <w:t>186.0017</w:t>
      </w:r>
      <w:r>
        <w:tab/>
        <w:t>4.051e0</w:t>
      </w:r>
    </w:p>
    <w:p w:rsidR="00557788" w:rsidRDefault="00557788" w:rsidP="00557788">
      <w:r>
        <w:t>186.0097</w:t>
      </w:r>
      <w:r>
        <w:tab/>
        <w:t>1.114e0</w:t>
      </w:r>
    </w:p>
    <w:p w:rsidR="00557788" w:rsidRDefault="00557788" w:rsidP="00557788">
      <w:r>
        <w:t>186.0266</w:t>
      </w:r>
      <w:r>
        <w:tab/>
        <w:t>2.955e0</w:t>
      </w:r>
    </w:p>
    <w:p w:rsidR="00557788" w:rsidRDefault="00557788" w:rsidP="00557788">
      <w:r>
        <w:t>186.0623</w:t>
      </w:r>
      <w:r>
        <w:tab/>
        <w:t>5.063e0</w:t>
      </w:r>
    </w:p>
    <w:p w:rsidR="00557788" w:rsidRDefault="00557788" w:rsidP="00557788">
      <w:r>
        <w:t>186.0682</w:t>
      </w:r>
      <w:r>
        <w:tab/>
        <w:t>3.038e0</w:t>
      </w:r>
    </w:p>
    <w:p w:rsidR="00557788" w:rsidRDefault="00557788" w:rsidP="00557788">
      <w:r>
        <w:t>186.0768</w:t>
      </w:r>
      <w:r>
        <w:tab/>
        <w:t>1.546e0</w:t>
      </w:r>
    </w:p>
    <w:p w:rsidR="00557788" w:rsidRDefault="00557788" w:rsidP="00557788">
      <w:r>
        <w:t>186.0795</w:t>
      </w:r>
      <w:r>
        <w:tab/>
        <w:t>2.952e0</w:t>
      </w:r>
    </w:p>
    <w:p w:rsidR="00557788" w:rsidRDefault="00557788" w:rsidP="00557788">
      <w:r>
        <w:t>186.1197</w:t>
      </w:r>
      <w:r>
        <w:tab/>
        <w:t>4.330e0</w:t>
      </w:r>
    </w:p>
    <w:p w:rsidR="00557788" w:rsidRDefault="00557788" w:rsidP="00557788">
      <w:r>
        <w:t>186.1318</w:t>
      </w:r>
      <w:r>
        <w:tab/>
        <w:t>9.880e0</w:t>
      </w:r>
    </w:p>
    <w:p w:rsidR="00557788" w:rsidRDefault="00557788" w:rsidP="00557788">
      <w:r>
        <w:t>186.1375</w:t>
      </w:r>
      <w:r>
        <w:tab/>
        <w:t>4.833e0</w:t>
      </w:r>
    </w:p>
    <w:p w:rsidR="00557788" w:rsidRDefault="00557788" w:rsidP="00557788">
      <w:r>
        <w:t>186.1552</w:t>
      </w:r>
      <w:r>
        <w:tab/>
        <w:t>9.447e-1</w:t>
      </w:r>
    </w:p>
    <w:p w:rsidR="00557788" w:rsidRDefault="00557788" w:rsidP="00557788">
      <w:r>
        <w:t>186.1687</w:t>
      </w:r>
      <w:r>
        <w:tab/>
        <w:t>3.180e-1</w:t>
      </w:r>
    </w:p>
    <w:p w:rsidR="00557788" w:rsidRDefault="00557788" w:rsidP="00557788">
      <w:r>
        <w:t>186.1795</w:t>
      </w:r>
      <w:r>
        <w:tab/>
        <w:t>1.513e0</w:t>
      </w:r>
    </w:p>
    <w:p w:rsidR="00557788" w:rsidRDefault="00557788" w:rsidP="00557788">
      <w:r>
        <w:t>186.1829</w:t>
      </w:r>
      <w:r>
        <w:tab/>
        <w:t>1.929e0</w:t>
      </w:r>
    </w:p>
    <w:p w:rsidR="00557788" w:rsidRDefault="00557788" w:rsidP="00557788">
      <w:r>
        <w:t>186.1883</w:t>
      </w:r>
      <w:r>
        <w:tab/>
        <w:t>3.678e0</w:t>
      </w:r>
    </w:p>
    <w:p w:rsidR="00557788" w:rsidRDefault="00557788" w:rsidP="00557788">
      <w:r>
        <w:t>186.1952</w:t>
      </w:r>
      <w:r>
        <w:tab/>
        <w:t>1.266e-2</w:t>
      </w:r>
    </w:p>
    <w:p w:rsidR="00557788" w:rsidRDefault="00557788" w:rsidP="00557788">
      <w:r>
        <w:t>186.2137</w:t>
      </w:r>
      <w:r>
        <w:tab/>
        <w:t>4.051e0</w:t>
      </w:r>
    </w:p>
    <w:p w:rsidR="00557788" w:rsidRDefault="00557788" w:rsidP="00557788">
      <w:r>
        <w:t>186.2215</w:t>
      </w:r>
      <w:r>
        <w:tab/>
        <w:t>5.063e-2</w:t>
      </w:r>
    </w:p>
    <w:p w:rsidR="00557788" w:rsidRDefault="00557788" w:rsidP="00557788">
      <w:r>
        <w:t>186.2276</w:t>
      </w:r>
      <w:r>
        <w:tab/>
        <w:t>4.051e0</w:t>
      </w:r>
    </w:p>
    <w:p w:rsidR="00557788" w:rsidRDefault="00557788" w:rsidP="00557788">
      <w:r>
        <w:lastRenderedPageBreak/>
        <w:t>186.2313</w:t>
      </w:r>
      <w:r>
        <w:tab/>
        <w:t>1.266e-2</w:t>
      </w:r>
    </w:p>
    <w:p w:rsidR="00557788" w:rsidRDefault="00557788" w:rsidP="00557788">
      <w:r>
        <w:t>186.2396</w:t>
      </w:r>
      <w:r>
        <w:tab/>
        <w:t>3.038e0</w:t>
      </w:r>
    </w:p>
    <w:p w:rsidR="00557788" w:rsidRDefault="00557788" w:rsidP="00557788">
      <w:r>
        <w:t>186.2603</w:t>
      </w:r>
      <w:r>
        <w:tab/>
        <w:t>2.025e0</w:t>
      </w:r>
    </w:p>
    <w:p w:rsidR="00557788" w:rsidRDefault="00557788" w:rsidP="00557788">
      <w:r>
        <w:t>186.2621</w:t>
      </w:r>
      <w:r>
        <w:tab/>
        <w:t>2.025e0</w:t>
      </w:r>
    </w:p>
    <w:p w:rsidR="00557788" w:rsidRDefault="00557788" w:rsidP="00557788">
      <w:r>
        <w:t>186.2720</w:t>
      </w:r>
      <w:r>
        <w:tab/>
        <w:t>1.051e0</w:t>
      </w:r>
    </w:p>
    <w:p w:rsidR="00557788" w:rsidRDefault="00557788" w:rsidP="00557788">
      <w:r>
        <w:t>186.2965</w:t>
      </w:r>
      <w:r>
        <w:tab/>
        <w:t>2.025e0</w:t>
      </w:r>
    </w:p>
    <w:p w:rsidR="00557788" w:rsidRDefault="00557788" w:rsidP="00557788">
      <w:r>
        <w:t>186.2982</w:t>
      </w:r>
      <w:r>
        <w:tab/>
        <w:t>2.025e0</w:t>
      </w:r>
    </w:p>
    <w:p w:rsidR="00557788" w:rsidRDefault="00557788" w:rsidP="00557788">
      <w:r>
        <w:t>186.3055</w:t>
      </w:r>
      <w:r>
        <w:tab/>
        <w:t>2.025e0</w:t>
      </w:r>
    </w:p>
    <w:p w:rsidR="00557788" w:rsidRDefault="00557788" w:rsidP="00557788">
      <w:r>
        <w:t>186.3074</w:t>
      </w:r>
      <w:r>
        <w:tab/>
        <w:t>2.532e-2</w:t>
      </w:r>
    </w:p>
    <w:p w:rsidR="00557788" w:rsidRDefault="00557788" w:rsidP="00557788">
      <w:r>
        <w:t>186.3182</w:t>
      </w:r>
      <w:r>
        <w:tab/>
        <w:t>1.013e0</w:t>
      </w:r>
    </w:p>
    <w:p w:rsidR="00557788" w:rsidRDefault="00557788" w:rsidP="00557788">
      <w:r>
        <w:t>186.3363</w:t>
      </w:r>
      <w:r>
        <w:tab/>
        <w:t>1.266e-2</w:t>
      </w:r>
    </w:p>
    <w:p w:rsidR="00557788" w:rsidRDefault="00557788" w:rsidP="00557788">
      <w:r>
        <w:t>186.3640</w:t>
      </w:r>
      <w:r>
        <w:tab/>
        <w:t>3.038e0</w:t>
      </w:r>
    </w:p>
    <w:p w:rsidR="00557788" w:rsidRDefault="00557788" w:rsidP="00557788">
      <w:r>
        <w:t>186.3652</w:t>
      </w:r>
      <w:r>
        <w:tab/>
        <w:t>1.266e-2</w:t>
      </w:r>
    </w:p>
    <w:p w:rsidR="00557788" w:rsidRDefault="00557788" w:rsidP="00557788">
      <w:r>
        <w:t>186.3664</w:t>
      </w:r>
      <w:r>
        <w:tab/>
        <w:t>3.038e0</w:t>
      </w:r>
    </w:p>
    <w:p w:rsidR="00557788" w:rsidRDefault="00557788" w:rsidP="00557788">
      <w:r>
        <w:t>186.3712</w:t>
      </w:r>
      <w:r>
        <w:tab/>
        <w:t>3.038e0</w:t>
      </w:r>
    </w:p>
    <w:p w:rsidR="00557788" w:rsidRDefault="00557788" w:rsidP="00557788">
      <w:r>
        <w:t>186.3761</w:t>
      </w:r>
      <w:r>
        <w:tab/>
        <w:t>2.025e0</w:t>
      </w:r>
    </w:p>
    <w:p w:rsidR="00557788" w:rsidRDefault="00557788" w:rsidP="00557788">
      <w:r>
        <w:t>186.3833</w:t>
      </w:r>
      <w:r>
        <w:tab/>
        <w:t>2.025e0</w:t>
      </w:r>
    </w:p>
    <w:p w:rsidR="00557788" w:rsidRDefault="00557788" w:rsidP="00557788">
      <w:r>
        <w:t>186.3922</w:t>
      </w:r>
      <w:r>
        <w:tab/>
        <w:t>3.038e0</w:t>
      </w:r>
    </w:p>
    <w:p w:rsidR="00557788" w:rsidRDefault="00557788" w:rsidP="00557788">
      <w:r>
        <w:t>186.3960</w:t>
      </w:r>
      <w:r>
        <w:tab/>
        <w:t>2.025e0</w:t>
      </w:r>
    </w:p>
    <w:p w:rsidR="00557788" w:rsidRDefault="00557788" w:rsidP="00557788">
      <w:r>
        <w:lastRenderedPageBreak/>
        <w:t>186.4050</w:t>
      </w:r>
      <w:r>
        <w:tab/>
        <w:t>2.532e-2</w:t>
      </w:r>
    </w:p>
    <w:p w:rsidR="00557788" w:rsidRDefault="00557788" w:rsidP="00557788">
      <w:r>
        <w:t>186.4123</w:t>
      </w:r>
      <w:r>
        <w:tab/>
        <w:t>3.051e0</w:t>
      </w:r>
    </w:p>
    <w:p w:rsidR="00557788" w:rsidRDefault="00557788" w:rsidP="00557788">
      <w:r>
        <w:t>186.4159</w:t>
      </w:r>
      <w:r>
        <w:tab/>
        <w:t>1.266e-2</w:t>
      </w:r>
    </w:p>
    <w:p w:rsidR="00557788" w:rsidRDefault="00557788" w:rsidP="00557788">
      <w:r>
        <w:t>186.4267</w:t>
      </w:r>
      <w:r>
        <w:tab/>
        <w:t>2.025e0</w:t>
      </w:r>
    </w:p>
    <w:p w:rsidR="00557788" w:rsidRDefault="00557788" w:rsidP="00557788">
      <w:r>
        <w:t>186.4466</w:t>
      </w:r>
      <w:r>
        <w:tab/>
        <w:t>2.025e0</w:t>
      </w:r>
    </w:p>
    <w:p w:rsidR="00557788" w:rsidRDefault="00557788" w:rsidP="00557788">
      <w:r>
        <w:t>186.4702</w:t>
      </w:r>
      <w:r>
        <w:tab/>
        <w:t>2.025e0</w:t>
      </w:r>
    </w:p>
    <w:p w:rsidR="00557788" w:rsidRDefault="00557788" w:rsidP="00557788">
      <w:r>
        <w:t>186.4847</w:t>
      </w:r>
      <w:r>
        <w:tab/>
        <w:t>2.051e0</w:t>
      </w:r>
    </w:p>
    <w:p w:rsidR="00557788" w:rsidRDefault="00557788" w:rsidP="00557788">
      <w:r>
        <w:t>186.4955</w:t>
      </w:r>
      <w:r>
        <w:tab/>
        <w:t>4.051e0</w:t>
      </w:r>
    </w:p>
    <w:p w:rsidR="00557788" w:rsidRDefault="00557788" w:rsidP="00557788">
      <w:r>
        <w:t>186.5064</w:t>
      </w:r>
      <w:r>
        <w:tab/>
        <w:t>1.013e0</w:t>
      </w:r>
    </w:p>
    <w:p w:rsidR="00557788" w:rsidRDefault="00557788" w:rsidP="00557788">
      <w:r>
        <w:t>186.5112</w:t>
      </w:r>
      <w:r>
        <w:tab/>
        <w:t>3.038e0</w:t>
      </w:r>
    </w:p>
    <w:p w:rsidR="00557788" w:rsidRDefault="00557788" w:rsidP="00557788">
      <w:r>
        <w:t>186.5209</w:t>
      </w:r>
      <w:r>
        <w:tab/>
        <w:t>1.013e0</w:t>
      </w:r>
    </w:p>
    <w:p w:rsidR="00557788" w:rsidRDefault="00557788" w:rsidP="00557788">
      <w:r>
        <w:t>186.5245</w:t>
      </w:r>
      <w:r>
        <w:tab/>
        <w:t>1.025e0</w:t>
      </w:r>
    </w:p>
    <w:p w:rsidR="00557788" w:rsidRDefault="00557788" w:rsidP="00557788">
      <w:r>
        <w:t>186.5489</w:t>
      </w:r>
      <w:r>
        <w:tab/>
        <w:t>4.051e0</w:t>
      </w:r>
    </w:p>
    <w:p w:rsidR="00557788" w:rsidRDefault="00557788" w:rsidP="00557788">
      <w:r>
        <w:t>186.5626</w:t>
      </w:r>
      <w:r>
        <w:tab/>
        <w:t>2.051e0</w:t>
      </w:r>
    </w:p>
    <w:p w:rsidR="00557788" w:rsidRDefault="00557788" w:rsidP="00557788">
      <w:r>
        <w:t>186.5752</w:t>
      </w:r>
      <w:r>
        <w:tab/>
        <w:t>1.266e-2</w:t>
      </w:r>
    </w:p>
    <w:p w:rsidR="00557788" w:rsidRDefault="00557788" w:rsidP="00557788">
      <w:r>
        <w:t>186.5789</w:t>
      </w:r>
      <w:r>
        <w:tab/>
        <w:t>2.532e-2</w:t>
      </w:r>
    </w:p>
    <w:p w:rsidR="00557788" w:rsidRDefault="00557788" w:rsidP="00557788">
      <w:r>
        <w:t>186.5820</w:t>
      </w:r>
      <w:r>
        <w:tab/>
        <w:t>3.906e0</w:t>
      </w:r>
    </w:p>
    <w:p w:rsidR="00557788" w:rsidRDefault="00557788" w:rsidP="00557788">
      <w:r>
        <w:t>186.5855</w:t>
      </w:r>
      <w:r>
        <w:tab/>
        <w:t>5.063e0</w:t>
      </w:r>
    </w:p>
    <w:p w:rsidR="00557788" w:rsidRDefault="00557788" w:rsidP="00557788">
      <w:r>
        <w:t>186.5990</w:t>
      </w:r>
      <w:r>
        <w:tab/>
        <w:t>2.025e0</w:t>
      </w:r>
    </w:p>
    <w:p w:rsidR="00557788" w:rsidRDefault="00557788" w:rsidP="00557788">
      <w:r>
        <w:lastRenderedPageBreak/>
        <w:t>186.6006</w:t>
      </w:r>
      <w:r>
        <w:tab/>
        <w:t>1.266e-2</w:t>
      </w:r>
    </w:p>
    <w:p w:rsidR="00557788" w:rsidRDefault="00557788" w:rsidP="00557788">
      <w:r>
        <w:t>186.6026</w:t>
      </w:r>
      <w:r>
        <w:tab/>
        <w:t>2.025e0</w:t>
      </w:r>
    </w:p>
    <w:p w:rsidR="00557788" w:rsidRDefault="00557788" w:rsidP="00557788">
      <w:r>
        <w:t>186.6106</w:t>
      </w:r>
      <w:r>
        <w:tab/>
        <w:t>3.798e-2</w:t>
      </w:r>
    </w:p>
    <w:p w:rsidR="00557788" w:rsidRDefault="00557788" w:rsidP="00557788">
      <w:r>
        <w:t>186.6177</w:t>
      </w:r>
      <w:r>
        <w:tab/>
        <w:t>1.051e0</w:t>
      </w:r>
    </w:p>
    <w:p w:rsidR="00557788" w:rsidRDefault="00557788" w:rsidP="00557788">
      <w:r>
        <w:t>186.6223</w:t>
      </w:r>
      <w:r>
        <w:tab/>
        <w:t>1.038e0</w:t>
      </w:r>
    </w:p>
    <w:p w:rsidR="00557788" w:rsidRDefault="00557788" w:rsidP="00557788">
      <w:r>
        <w:t>186.6316</w:t>
      </w:r>
      <w:r>
        <w:tab/>
        <w:t>2.025e0</w:t>
      </w:r>
    </w:p>
    <w:p w:rsidR="00557788" w:rsidRDefault="00557788" w:rsidP="00557788">
      <w:r>
        <w:t>186.6352</w:t>
      </w:r>
      <w:r>
        <w:tab/>
        <w:t>2.532e-2</w:t>
      </w:r>
    </w:p>
    <w:p w:rsidR="00557788" w:rsidRDefault="00557788" w:rsidP="00557788">
      <w:r>
        <w:t>186.6368</w:t>
      </w:r>
      <w:r>
        <w:tab/>
        <w:t>2.025e0</w:t>
      </w:r>
    </w:p>
    <w:p w:rsidR="00557788" w:rsidRDefault="00557788" w:rsidP="00557788">
      <w:r>
        <w:t>186.6455</w:t>
      </w:r>
      <w:r>
        <w:tab/>
        <w:t>3.038e0</w:t>
      </w:r>
    </w:p>
    <w:p w:rsidR="00557788" w:rsidRDefault="00557788" w:rsidP="00557788">
      <w:r>
        <w:t>186.6478</w:t>
      </w:r>
      <w:r>
        <w:tab/>
        <w:t>3.797e-2</w:t>
      </w:r>
    </w:p>
    <w:p w:rsidR="00557788" w:rsidRDefault="00557788" w:rsidP="00557788">
      <w:r>
        <w:t>186.6550</w:t>
      </w:r>
      <w:r>
        <w:tab/>
        <w:t>1.013e0</w:t>
      </w:r>
    </w:p>
    <w:p w:rsidR="00557788" w:rsidRDefault="00557788" w:rsidP="00557788">
      <w:r>
        <w:t>186.6587</w:t>
      </w:r>
      <w:r>
        <w:tab/>
        <w:t>2.025e0</w:t>
      </w:r>
    </w:p>
    <w:p w:rsidR="00557788" w:rsidRDefault="00557788" w:rsidP="00557788">
      <w:r>
        <w:t>186.6659</w:t>
      </w:r>
      <w:r>
        <w:tab/>
        <w:t>1.266e-2</w:t>
      </w:r>
    </w:p>
    <w:p w:rsidR="00557788" w:rsidRDefault="00557788" w:rsidP="00557788">
      <w:r>
        <w:t>186.6751</w:t>
      </w:r>
      <w:r>
        <w:tab/>
        <w:t>2.025e0</w:t>
      </w:r>
    </w:p>
    <w:p w:rsidR="00557788" w:rsidRDefault="00557788" w:rsidP="00557788">
      <w:r>
        <w:t>186.6841</w:t>
      </w:r>
      <w:r>
        <w:tab/>
        <w:t>3.038e0</w:t>
      </w:r>
    </w:p>
    <w:p w:rsidR="00557788" w:rsidRDefault="00557788" w:rsidP="00557788">
      <w:r>
        <w:t>186.6950</w:t>
      </w:r>
      <w:r>
        <w:tab/>
        <w:t>1.266e-2</w:t>
      </w:r>
    </w:p>
    <w:p w:rsidR="00557788" w:rsidRDefault="00557788" w:rsidP="00557788">
      <w:r>
        <w:t>186.6968</w:t>
      </w:r>
      <w:r>
        <w:tab/>
        <w:t>2.025e0</w:t>
      </w:r>
    </w:p>
    <w:p w:rsidR="00557788" w:rsidRDefault="00557788" w:rsidP="00557788">
      <w:r>
        <w:t>186.7059</w:t>
      </w:r>
      <w:r>
        <w:tab/>
        <w:t>2.532e-2</w:t>
      </w:r>
    </w:p>
    <w:p w:rsidR="00557788" w:rsidRDefault="00557788" w:rsidP="00557788">
      <w:r>
        <w:t>186.7350</w:t>
      </w:r>
      <w:r>
        <w:tab/>
        <w:t>2.532e-2</w:t>
      </w:r>
    </w:p>
    <w:p w:rsidR="00557788" w:rsidRDefault="00557788" w:rsidP="00557788">
      <w:r>
        <w:lastRenderedPageBreak/>
        <w:t>186.7423</w:t>
      </w:r>
      <w:r>
        <w:tab/>
        <w:t>2.532e-2</w:t>
      </w:r>
    </w:p>
    <w:p w:rsidR="00557788" w:rsidRDefault="00557788" w:rsidP="00557788">
      <w:r>
        <w:t>186.7533</w:t>
      </w:r>
      <w:r>
        <w:tab/>
        <w:t>4.051e0</w:t>
      </w:r>
    </w:p>
    <w:p w:rsidR="00557788" w:rsidRDefault="00557788" w:rsidP="00557788">
      <w:r>
        <w:t>186.7732</w:t>
      </w:r>
      <w:r>
        <w:tab/>
        <w:t>4.051e0</w:t>
      </w:r>
    </w:p>
    <w:p w:rsidR="00557788" w:rsidRDefault="00557788" w:rsidP="00557788">
      <w:r>
        <w:t>186.7786</w:t>
      </w:r>
      <w:r>
        <w:tab/>
        <w:t>2.025e0</w:t>
      </w:r>
    </w:p>
    <w:p w:rsidR="00557788" w:rsidRDefault="00557788" w:rsidP="00557788">
      <w:r>
        <w:t>186.7828</w:t>
      </w:r>
      <w:r>
        <w:tab/>
        <w:t>1.804e0</w:t>
      </w:r>
    </w:p>
    <w:p w:rsidR="00557788" w:rsidRDefault="00557788" w:rsidP="00557788">
      <w:r>
        <w:t>186.7968</w:t>
      </w:r>
      <w:r>
        <w:tab/>
        <w:t>2.025e0</w:t>
      </w:r>
    </w:p>
    <w:p w:rsidR="00557788" w:rsidRDefault="00557788" w:rsidP="00557788">
      <w:r>
        <w:t>186.8095</w:t>
      </w:r>
      <w:r>
        <w:tab/>
        <w:t>2.025e0</w:t>
      </w:r>
    </w:p>
    <w:p w:rsidR="00557788" w:rsidRDefault="00557788" w:rsidP="00557788">
      <w:r>
        <w:t>186.8223</w:t>
      </w:r>
      <w:r>
        <w:tab/>
        <w:t>4.063e0</w:t>
      </w:r>
    </w:p>
    <w:p w:rsidR="00557788" w:rsidRDefault="00557788" w:rsidP="00557788">
      <w:r>
        <w:t>186.8259</w:t>
      </w:r>
      <w:r>
        <w:tab/>
        <w:t>3.038e0</w:t>
      </w:r>
    </w:p>
    <w:p w:rsidR="00557788" w:rsidRDefault="00557788" w:rsidP="00557788">
      <w:r>
        <w:t>186.8295</w:t>
      </w:r>
      <w:r>
        <w:tab/>
        <w:t>1.013e0</w:t>
      </w:r>
    </w:p>
    <w:p w:rsidR="00557788" w:rsidRDefault="00557788" w:rsidP="00557788">
      <w:r>
        <w:t>186.8405</w:t>
      </w:r>
      <w:r>
        <w:tab/>
        <w:t>2.532e-2</w:t>
      </w:r>
    </w:p>
    <w:p w:rsidR="00557788" w:rsidRDefault="00557788" w:rsidP="00557788">
      <w:r>
        <w:t>186.8586</w:t>
      </w:r>
      <w:r>
        <w:tab/>
        <w:t>2.025e0</w:t>
      </w:r>
    </w:p>
    <w:p w:rsidR="00557788" w:rsidRDefault="00557788" w:rsidP="00557788">
      <w:r>
        <w:t>186.8641</w:t>
      </w:r>
      <w:r>
        <w:tab/>
        <w:t>2.532e-2</w:t>
      </w:r>
    </w:p>
    <w:p w:rsidR="00557788" w:rsidRDefault="00557788" w:rsidP="00557788">
      <w:r>
        <w:t>186.8659</w:t>
      </w:r>
      <w:r>
        <w:tab/>
        <w:t>1.266e-2</w:t>
      </w:r>
    </w:p>
    <w:p w:rsidR="00557788" w:rsidRDefault="00557788" w:rsidP="00557788">
      <w:r>
        <w:t>186.8828</w:t>
      </w:r>
      <w:r>
        <w:tab/>
        <w:t>1.038e0</w:t>
      </w:r>
    </w:p>
    <w:p w:rsidR="00557788" w:rsidRDefault="00557788" w:rsidP="00557788">
      <w:r>
        <w:t>186.8859</w:t>
      </w:r>
      <w:r>
        <w:tab/>
        <w:t>2.025e0</w:t>
      </w:r>
    </w:p>
    <w:p w:rsidR="00557788" w:rsidRDefault="00557788" w:rsidP="00557788">
      <w:r>
        <w:t>186.8877</w:t>
      </w:r>
      <w:r>
        <w:tab/>
        <w:t>2.038e0</w:t>
      </w:r>
    </w:p>
    <w:p w:rsidR="00557788" w:rsidRDefault="00557788" w:rsidP="00557788">
      <w:r>
        <w:t>186.9168</w:t>
      </w:r>
      <w:r>
        <w:tab/>
        <w:t>1.038e0</w:t>
      </w:r>
    </w:p>
    <w:p w:rsidR="00557788" w:rsidRDefault="00557788" w:rsidP="00557788">
      <w:r>
        <w:t>186.9241</w:t>
      </w:r>
      <w:r>
        <w:tab/>
        <w:t>1.038e0</w:t>
      </w:r>
    </w:p>
    <w:p w:rsidR="00557788" w:rsidRDefault="00557788" w:rsidP="00557788">
      <w:r>
        <w:lastRenderedPageBreak/>
        <w:t>186.9286</w:t>
      </w:r>
      <w:r>
        <w:tab/>
        <w:t>3.038e0</w:t>
      </w:r>
    </w:p>
    <w:p w:rsidR="00557788" w:rsidRDefault="00557788" w:rsidP="00557788">
      <w:r>
        <w:t>186.9314</w:t>
      </w:r>
      <w:r>
        <w:tab/>
        <w:t>1.266e-2</w:t>
      </w:r>
    </w:p>
    <w:p w:rsidR="00557788" w:rsidRDefault="00557788" w:rsidP="00557788">
      <w:r>
        <w:t>186.9423</w:t>
      </w:r>
      <w:r>
        <w:tab/>
        <w:t>1.063e0</w:t>
      </w:r>
    </w:p>
    <w:p w:rsidR="00557788" w:rsidRDefault="00557788" w:rsidP="00557788">
      <w:r>
        <w:t>186.9495</w:t>
      </w:r>
      <w:r>
        <w:tab/>
        <w:t>2.025e0</w:t>
      </w:r>
    </w:p>
    <w:p w:rsidR="00557788" w:rsidRDefault="00557788" w:rsidP="00557788">
      <w:r>
        <w:t>186.9604</w:t>
      </w:r>
      <w:r>
        <w:tab/>
        <w:t>1.013e0</w:t>
      </w:r>
    </w:p>
    <w:p w:rsidR="00557788" w:rsidRDefault="00557788" w:rsidP="00557788">
      <w:r>
        <w:t>186.9657</w:t>
      </w:r>
      <w:r>
        <w:tab/>
        <w:t>3.038e0</w:t>
      </w:r>
    </w:p>
    <w:p w:rsidR="00557788" w:rsidRDefault="00557788" w:rsidP="00557788">
      <w:r>
        <w:t>186.9695</w:t>
      </w:r>
      <w:r>
        <w:tab/>
        <w:t>2.025e0</w:t>
      </w:r>
    </w:p>
    <w:p w:rsidR="00557788" w:rsidRDefault="00557788" w:rsidP="00557788">
      <w:r>
        <w:t>186.9714</w:t>
      </w:r>
      <w:r>
        <w:tab/>
        <w:t>1.013e0</w:t>
      </w:r>
    </w:p>
    <w:p w:rsidR="00557788" w:rsidRDefault="00557788" w:rsidP="00557788">
      <w:r>
        <w:t>186.9805</w:t>
      </w:r>
      <w:r>
        <w:tab/>
        <w:t>3.038e0</w:t>
      </w:r>
    </w:p>
    <w:p w:rsidR="00557788" w:rsidRDefault="00557788" w:rsidP="00557788">
      <w:r>
        <w:t>186.9913</w:t>
      </w:r>
      <w:r>
        <w:tab/>
        <w:t>2.025e0</w:t>
      </w:r>
    </w:p>
    <w:p w:rsidR="00557788" w:rsidRDefault="00557788" w:rsidP="00557788">
      <w:r>
        <w:t>187.0002</w:t>
      </w:r>
      <w:r>
        <w:tab/>
        <w:t>6.076e0</w:t>
      </w:r>
    </w:p>
    <w:p w:rsidR="00557788" w:rsidRDefault="00557788" w:rsidP="00557788">
      <w:r>
        <w:t>187.0066</w:t>
      </w:r>
      <w:r>
        <w:tab/>
        <w:t>3.063e0</w:t>
      </w:r>
    </w:p>
    <w:p w:rsidR="00557788" w:rsidRDefault="00557788" w:rsidP="00557788">
      <w:r>
        <w:t>187.0186</w:t>
      </w:r>
      <w:r>
        <w:tab/>
        <w:t>1.013e0</w:t>
      </w:r>
    </w:p>
    <w:p w:rsidR="00557788" w:rsidRDefault="00557788" w:rsidP="00557788">
      <w:r>
        <w:t>187.0246</w:t>
      </w:r>
      <w:r>
        <w:tab/>
        <w:t>3.822e0</w:t>
      </w:r>
    </w:p>
    <w:p w:rsidR="00557788" w:rsidRDefault="00557788" w:rsidP="00557788">
      <w:r>
        <w:t>187.0368</w:t>
      </w:r>
      <w:r>
        <w:tab/>
        <w:t>2.038e0</w:t>
      </w:r>
    </w:p>
    <w:p w:rsidR="00557788" w:rsidRDefault="00557788" w:rsidP="00557788">
      <w:r>
        <w:t>187.0485</w:t>
      </w:r>
      <w:r>
        <w:tab/>
        <w:t>2.907e-1</w:t>
      </w:r>
    </w:p>
    <w:p w:rsidR="00557788" w:rsidRDefault="00557788" w:rsidP="00557788">
      <w:r>
        <w:t>187.0550</w:t>
      </w:r>
      <w:r>
        <w:tab/>
        <w:t>1.955e0</w:t>
      </w:r>
    </w:p>
    <w:p w:rsidR="00557788" w:rsidRDefault="00557788" w:rsidP="00557788">
      <w:r>
        <w:t>187.0616</w:t>
      </w:r>
      <w:r>
        <w:tab/>
        <w:t>2.532e0</w:t>
      </w:r>
    </w:p>
    <w:p w:rsidR="00557788" w:rsidRDefault="00557788" w:rsidP="00557788">
      <w:r>
        <w:t>187.0677</w:t>
      </w:r>
      <w:r>
        <w:tab/>
        <w:t>2.051e0</w:t>
      </w:r>
    </w:p>
    <w:p w:rsidR="00557788" w:rsidRDefault="00557788" w:rsidP="00557788">
      <w:r>
        <w:lastRenderedPageBreak/>
        <w:t>187.0695</w:t>
      </w:r>
      <w:r>
        <w:tab/>
        <w:t>1.013e0</w:t>
      </w:r>
    </w:p>
    <w:p w:rsidR="00557788" w:rsidRDefault="00557788" w:rsidP="00557788">
      <w:r>
        <w:t>187.0711</w:t>
      </w:r>
      <w:r>
        <w:tab/>
        <w:t>8.392e-1</w:t>
      </w:r>
    </w:p>
    <w:p w:rsidR="00557788" w:rsidRDefault="00557788" w:rsidP="00557788">
      <w:r>
        <w:t>187.0746</w:t>
      </w:r>
      <w:r>
        <w:tab/>
        <w:t>5.593e0</w:t>
      </w:r>
    </w:p>
    <w:p w:rsidR="00557788" w:rsidRDefault="00557788" w:rsidP="00557788">
      <w:r>
        <w:t>187.0835</w:t>
      </w:r>
      <w:r>
        <w:tab/>
        <w:t>1.854e0</w:t>
      </w:r>
    </w:p>
    <w:p w:rsidR="00557788" w:rsidRDefault="00557788" w:rsidP="00557788">
      <w:r>
        <w:t>187.0980</w:t>
      </w:r>
      <w:r>
        <w:tab/>
        <w:t>7.201e0</w:t>
      </w:r>
    </w:p>
    <w:p w:rsidR="00557788" w:rsidRDefault="00557788" w:rsidP="00557788">
      <w:r>
        <w:t>187.1146</w:t>
      </w:r>
      <w:r>
        <w:tab/>
        <w:t>2.947e-1</w:t>
      </w:r>
    </w:p>
    <w:p w:rsidR="00557788" w:rsidRDefault="00557788" w:rsidP="00557788">
      <w:r>
        <w:t>187.1244</w:t>
      </w:r>
      <w:r>
        <w:tab/>
        <w:t>2.073e0</w:t>
      </w:r>
    </w:p>
    <w:p w:rsidR="00557788" w:rsidRDefault="00557788" w:rsidP="00557788">
      <w:r>
        <w:t>187.1327</w:t>
      </w:r>
      <w:r>
        <w:tab/>
        <w:t>3.620e0</w:t>
      </w:r>
    </w:p>
    <w:p w:rsidR="00557788" w:rsidRDefault="00557788" w:rsidP="00557788">
      <w:r>
        <w:t>187.1387</w:t>
      </w:r>
      <w:r>
        <w:tab/>
        <w:t>5.235e0</w:t>
      </w:r>
    </w:p>
    <w:p w:rsidR="00557788" w:rsidRDefault="00557788" w:rsidP="00557788">
      <w:r>
        <w:t>187.1584</w:t>
      </w:r>
      <w:r>
        <w:tab/>
        <w:t>2.081e0</w:t>
      </w:r>
    </w:p>
    <w:p w:rsidR="00557788" w:rsidRDefault="00557788" w:rsidP="00557788">
      <w:r>
        <w:t>187.1692</w:t>
      </w:r>
      <w:r>
        <w:tab/>
        <w:t>3.095e0</w:t>
      </w:r>
    </w:p>
    <w:p w:rsidR="00557788" w:rsidRDefault="00557788" w:rsidP="00557788">
      <w:r>
        <w:t>187.1836</w:t>
      </w:r>
      <w:r>
        <w:tab/>
        <w:t>1.326e0</w:t>
      </w:r>
    </w:p>
    <w:p w:rsidR="00557788" w:rsidRDefault="00557788" w:rsidP="00557788">
      <w:r>
        <w:t>187.1914</w:t>
      </w:r>
      <w:r>
        <w:tab/>
        <w:t>1.864e0</w:t>
      </w:r>
    </w:p>
    <w:p w:rsidR="00557788" w:rsidRDefault="00557788" w:rsidP="00557788">
      <w:r>
        <w:t>187.1932</w:t>
      </w:r>
      <w:r>
        <w:tab/>
        <w:t>9.769e-1</w:t>
      </w:r>
    </w:p>
    <w:p w:rsidR="00557788" w:rsidRDefault="00557788" w:rsidP="00557788">
      <w:r>
        <w:t>187.1950</w:t>
      </w:r>
      <w:r>
        <w:tab/>
        <w:t>2.025e0</w:t>
      </w:r>
    </w:p>
    <w:p w:rsidR="00557788" w:rsidRDefault="00557788" w:rsidP="00557788">
      <w:r>
        <w:t>187.2077</w:t>
      </w:r>
      <w:r>
        <w:tab/>
        <w:t>3.038e0</w:t>
      </w:r>
    </w:p>
    <w:p w:rsidR="00557788" w:rsidRDefault="00557788" w:rsidP="00557788">
      <w:r>
        <w:t>187.2146</w:t>
      </w:r>
      <w:r>
        <w:tab/>
        <w:t>5.063e0</w:t>
      </w:r>
    </w:p>
    <w:p w:rsidR="00557788" w:rsidRDefault="00557788" w:rsidP="00557788">
      <w:r>
        <w:t>187.2250</w:t>
      </w:r>
      <w:r>
        <w:tab/>
        <w:t>1.038e0</w:t>
      </w:r>
    </w:p>
    <w:p w:rsidR="00557788" w:rsidRDefault="00557788" w:rsidP="00557788">
      <w:r>
        <w:t>187.2314</w:t>
      </w:r>
      <w:r>
        <w:tab/>
        <w:t>1.051e0</w:t>
      </w:r>
    </w:p>
    <w:p w:rsidR="00557788" w:rsidRDefault="00557788" w:rsidP="00557788">
      <w:r>
        <w:lastRenderedPageBreak/>
        <w:t>187.2368</w:t>
      </w:r>
      <w:r>
        <w:tab/>
        <w:t>1.013e0</w:t>
      </w:r>
    </w:p>
    <w:p w:rsidR="00557788" w:rsidRDefault="00557788" w:rsidP="00557788">
      <w:r>
        <w:t>187.2514</w:t>
      </w:r>
      <w:r>
        <w:tab/>
        <w:t>3.051e0</w:t>
      </w:r>
    </w:p>
    <w:p w:rsidR="00557788" w:rsidRDefault="00557788" w:rsidP="00557788">
      <w:r>
        <w:t>187.2550</w:t>
      </w:r>
      <w:r>
        <w:tab/>
        <w:t>1.013e0</w:t>
      </w:r>
    </w:p>
    <w:p w:rsidR="00557788" w:rsidRDefault="00557788" w:rsidP="00557788">
      <w:r>
        <w:t>187.2587</w:t>
      </w:r>
      <w:r>
        <w:tab/>
        <w:t>2.532e-2</w:t>
      </w:r>
    </w:p>
    <w:p w:rsidR="00557788" w:rsidRDefault="00557788" w:rsidP="00557788">
      <w:r>
        <w:t>187.2635</w:t>
      </w:r>
      <w:r>
        <w:tab/>
        <w:t>3.038e0</w:t>
      </w:r>
    </w:p>
    <w:p w:rsidR="00557788" w:rsidRDefault="00557788" w:rsidP="00557788">
      <w:r>
        <w:t>187.2660</w:t>
      </w:r>
      <w:r>
        <w:tab/>
        <w:t>2.025e0</w:t>
      </w:r>
    </w:p>
    <w:p w:rsidR="00557788" w:rsidRDefault="00557788" w:rsidP="00557788">
      <w:r>
        <w:t>187.2696</w:t>
      </w:r>
      <w:r>
        <w:tab/>
        <w:t>2.532e-2</w:t>
      </w:r>
    </w:p>
    <w:p w:rsidR="00557788" w:rsidRDefault="00557788" w:rsidP="00557788">
      <w:r>
        <w:t>187.2750</w:t>
      </w:r>
      <w:r>
        <w:tab/>
        <w:t>2.025e0</w:t>
      </w:r>
    </w:p>
    <w:p w:rsidR="00557788" w:rsidRDefault="00557788" w:rsidP="00557788">
      <w:r>
        <w:t>187.2861</w:t>
      </w:r>
      <w:r>
        <w:tab/>
        <w:t>3.038e0</w:t>
      </w:r>
    </w:p>
    <w:p w:rsidR="00557788" w:rsidRDefault="00557788" w:rsidP="00557788">
      <w:r>
        <w:t>187.2878</w:t>
      </w:r>
      <w:r>
        <w:tab/>
        <w:t>3.038e0</w:t>
      </w:r>
    </w:p>
    <w:p w:rsidR="00557788" w:rsidRDefault="00557788" w:rsidP="00557788">
      <w:r>
        <w:t>187.2914</w:t>
      </w:r>
      <w:r>
        <w:tab/>
        <w:t>1.013e0</w:t>
      </w:r>
    </w:p>
    <w:p w:rsidR="00557788" w:rsidRDefault="00557788" w:rsidP="00557788">
      <w:r>
        <w:t>187.2968</w:t>
      </w:r>
      <w:r>
        <w:tab/>
        <w:t>2.532e-2</w:t>
      </w:r>
    </w:p>
    <w:p w:rsidR="00557788" w:rsidRDefault="00557788" w:rsidP="00557788">
      <w:r>
        <w:t>187.3096</w:t>
      </w:r>
      <w:r>
        <w:tab/>
        <w:t>1.025e0</w:t>
      </w:r>
    </w:p>
    <w:p w:rsidR="00557788" w:rsidRDefault="00557788" w:rsidP="00557788">
      <w:r>
        <w:t>187.3132</w:t>
      </w:r>
      <w:r>
        <w:tab/>
        <w:t>1.266e-2</w:t>
      </w:r>
    </w:p>
    <w:p w:rsidR="00557788" w:rsidRDefault="00557788" w:rsidP="00557788">
      <w:r>
        <w:t>187.3278</w:t>
      </w:r>
      <w:r>
        <w:tab/>
        <w:t>1.266e-2</w:t>
      </w:r>
    </w:p>
    <w:p w:rsidR="00557788" w:rsidRDefault="00557788" w:rsidP="00557788">
      <w:r>
        <w:t>187.3314</w:t>
      </w:r>
      <w:r>
        <w:tab/>
        <w:t>1.266e-2</w:t>
      </w:r>
    </w:p>
    <w:p w:rsidR="00557788" w:rsidRDefault="00557788" w:rsidP="00557788">
      <w:r>
        <w:t>187.3333</w:t>
      </w:r>
      <w:r>
        <w:tab/>
        <w:t>2.025e0</w:t>
      </w:r>
    </w:p>
    <w:p w:rsidR="00557788" w:rsidRDefault="00557788" w:rsidP="00557788">
      <w:r>
        <w:t>187.3569</w:t>
      </w:r>
      <w:r>
        <w:tab/>
        <w:t>2.025e0</w:t>
      </w:r>
    </w:p>
    <w:p w:rsidR="00557788" w:rsidRDefault="00557788" w:rsidP="00557788">
      <w:r>
        <w:t>187.3582</w:t>
      </w:r>
      <w:r>
        <w:tab/>
        <w:t>3.063e0</w:t>
      </w:r>
    </w:p>
    <w:p w:rsidR="00557788" w:rsidRDefault="00557788" w:rsidP="00557788">
      <w:r>
        <w:lastRenderedPageBreak/>
        <w:t>187.3642</w:t>
      </w:r>
      <w:r>
        <w:tab/>
        <w:t>3.038e0</w:t>
      </w:r>
    </w:p>
    <w:p w:rsidR="00557788" w:rsidRDefault="00557788" w:rsidP="00557788">
      <w:r>
        <w:t>187.3805</w:t>
      </w:r>
      <w:r>
        <w:tab/>
        <w:t>2.025e0</w:t>
      </w:r>
    </w:p>
    <w:p w:rsidR="00557788" w:rsidRDefault="00557788" w:rsidP="00557788">
      <w:r>
        <w:t>187.3824</w:t>
      </w:r>
      <w:r>
        <w:tab/>
        <w:t>1.266e-2</w:t>
      </w:r>
    </w:p>
    <w:p w:rsidR="00557788" w:rsidRDefault="00557788" w:rsidP="00557788">
      <w:r>
        <w:t>187.3896</w:t>
      </w:r>
      <w:r>
        <w:tab/>
        <w:t>1.013e0</w:t>
      </w:r>
    </w:p>
    <w:p w:rsidR="00557788" w:rsidRDefault="00557788" w:rsidP="00557788">
      <w:r>
        <w:t>187.3951</w:t>
      </w:r>
      <w:r>
        <w:tab/>
        <w:t>2.025e0</w:t>
      </w:r>
    </w:p>
    <w:p w:rsidR="00557788" w:rsidRDefault="00557788" w:rsidP="00557788">
      <w:r>
        <w:t>187.4060</w:t>
      </w:r>
      <w:r>
        <w:tab/>
        <w:t>2.025e0</w:t>
      </w:r>
    </w:p>
    <w:p w:rsidR="00557788" w:rsidRDefault="00557788" w:rsidP="00557788">
      <w:r>
        <w:t>187.4093</w:t>
      </w:r>
      <w:r>
        <w:tab/>
        <w:t>7.673e0</w:t>
      </w:r>
    </w:p>
    <w:p w:rsidR="00557788" w:rsidRDefault="00557788" w:rsidP="00557788">
      <w:r>
        <w:t>187.4110</w:t>
      </w:r>
      <w:r>
        <w:tab/>
        <w:t>2.051e0</w:t>
      </w:r>
    </w:p>
    <w:p w:rsidR="00557788" w:rsidRDefault="00557788" w:rsidP="00557788">
      <w:r>
        <w:t>187.4224</w:t>
      </w:r>
      <w:r>
        <w:tab/>
        <w:t>1.025e0</w:t>
      </w:r>
    </w:p>
    <w:p w:rsidR="00557788" w:rsidRDefault="00557788" w:rsidP="00557788">
      <w:r>
        <w:t>187.4297</w:t>
      </w:r>
      <w:r>
        <w:tab/>
        <w:t>1.013e0</w:t>
      </w:r>
    </w:p>
    <w:p w:rsidR="00557788" w:rsidRDefault="00557788" w:rsidP="00557788">
      <w:r>
        <w:t>187.4515</w:t>
      </w:r>
      <w:r>
        <w:tab/>
        <w:t>1.266e-2</w:t>
      </w:r>
    </w:p>
    <w:p w:rsidR="00557788" w:rsidRDefault="00557788" w:rsidP="00557788">
      <w:r>
        <w:t>187.4569</w:t>
      </w:r>
      <w:r>
        <w:tab/>
        <w:t>2.025e0</w:t>
      </w:r>
    </w:p>
    <w:p w:rsidR="00557788" w:rsidRDefault="00557788" w:rsidP="00557788">
      <w:r>
        <w:t>187.4661</w:t>
      </w:r>
      <w:r>
        <w:tab/>
        <w:t>3.038e0</w:t>
      </w:r>
    </w:p>
    <w:p w:rsidR="00557788" w:rsidRDefault="00557788" w:rsidP="00557788">
      <w:r>
        <w:t>187.4751</w:t>
      </w:r>
      <w:r>
        <w:tab/>
        <w:t>2.025e0</w:t>
      </w:r>
    </w:p>
    <w:p w:rsidR="00557788" w:rsidRDefault="00557788" w:rsidP="00557788">
      <w:r>
        <w:t>187.4824</w:t>
      </w:r>
      <w:r>
        <w:tab/>
        <w:t>2.025e0</w:t>
      </w:r>
    </w:p>
    <w:p w:rsidR="00557788" w:rsidRDefault="00557788" w:rsidP="00557788">
      <w:r>
        <w:t>187.4843</w:t>
      </w:r>
      <w:r>
        <w:tab/>
        <w:t>1.025e0</w:t>
      </w:r>
    </w:p>
    <w:p w:rsidR="00557788" w:rsidRDefault="00557788" w:rsidP="00557788">
      <w:r>
        <w:t>187.4879</w:t>
      </w:r>
      <w:r>
        <w:tab/>
        <w:t>2.025e0</w:t>
      </w:r>
    </w:p>
    <w:p w:rsidR="00557788" w:rsidRDefault="00557788" w:rsidP="00557788">
      <w:r>
        <w:t>187.4952</w:t>
      </w:r>
      <w:r>
        <w:tab/>
        <w:t>1.013e0</w:t>
      </w:r>
    </w:p>
    <w:p w:rsidR="00557788" w:rsidRDefault="00557788" w:rsidP="00557788">
      <w:r>
        <w:t>187.4969</w:t>
      </w:r>
      <w:r>
        <w:tab/>
        <w:t>3.038e0</w:t>
      </w:r>
    </w:p>
    <w:p w:rsidR="00557788" w:rsidRDefault="00557788" w:rsidP="00557788">
      <w:r>
        <w:lastRenderedPageBreak/>
        <w:t>187.5134</w:t>
      </w:r>
      <w:r>
        <w:tab/>
        <w:t>1.013e0</w:t>
      </w:r>
    </w:p>
    <w:p w:rsidR="00557788" w:rsidRDefault="00557788" w:rsidP="00557788">
      <w:r>
        <w:t>187.5209</w:t>
      </w:r>
      <w:r>
        <w:tab/>
        <w:t>4.051e0</w:t>
      </w:r>
    </w:p>
    <w:p w:rsidR="00557788" w:rsidRDefault="00557788" w:rsidP="00557788">
      <w:r>
        <w:t>187.5279</w:t>
      </w:r>
      <w:r>
        <w:tab/>
        <w:t>4.051e0</w:t>
      </w:r>
    </w:p>
    <w:p w:rsidR="00557788" w:rsidRDefault="00557788" w:rsidP="00557788">
      <w:r>
        <w:t>187.5443</w:t>
      </w:r>
      <w:r>
        <w:tab/>
        <w:t>2.025e0</w:t>
      </w:r>
    </w:p>
    <w:p w:rsidR="00557788" w:rsidRDefault="00557788" w:rsidP="00557788">
      <w:r>
        <w:t>187.5571</w:t>
      </w:r>
      <w:r>
        <w:tab/>
        <w:t>2.025e0</w:t>
      </w:r>
    </w:p>
    <w:p w:rsidR="00557788" w:rsidRDefault="00557788" w:rsidP="00557788">
      <w:r>
        <w:t>187.5665</w:t>
      </w:r>
      <w:r>
        <w:tab/>
        <w:t>2.596e0</w:t>
      </w:r>
    </w:p>
    <w:p w:rsidR="00557788" w:rsidRDefault="00557788" w:rsidP="00557788">
      <w:r>
        <w:t>187.5680</w:t>
      </w:r>
      <w:r>
        <w:tab/>
        <w:t>2.038e0</w:t>
      </w:r>
    </w:p>
    <w:p w:rsidR="00557788" w:rsidRDefault="00557788" w:rsidP="00557788">
      <w:r>
        <w:t>187.5807</w:t>
      </w:r>
      <w:r>
        <w:tab/>
        <w:t>4.051e0</w:t>
      </w:r>
    </w:p>
    <w:p w:rsidR="00557788" w:rsidRDefault="00557788" w:rsidP="00557788">
      <w:r>
        <w:t>187.5825</w:t>
      </w:r>
      <w:r>
        <w:tab/>
        <w:t>2.025e0</w:t>
      </w:r>
    </w:p>
    <w:p w:rsidR="00557788" w:rsidRDefault="00557788" w:rsidP="00557788">
      <w:r>
        <w:t>187.5843</w:t>
      </w:r>
      <w:r>
        <w:tab/>
        <w:t>5.063e-2</w:t>
      </w:r>
    </w:p>
    <w:p w:rsidR="00557788" w:rsidRDefault="00557788" w:rsidP="00557788">
      <w:r>
        <w:t>187.5907</w:t>
      </w:r>
      <w:r>
        <w:tab/>
        <w:t>3.051e0</w:t>
      </w:r>
    </w:p>
    <w:p w:rsidR="00557788" w:rsidRDefault="00557788" w:rsidP="00557788">
      <w:r>
        <w:t>187.5953</w:t>
      </w:r>
      <w:r>
        <w:tab/>
        <w:t>2.532e-2</w:t>
      </w:r>
    </w:p>
    <w:p w:rsidR="00557788" w:rsidRDefault="00557788" w:rsidP="00557788">
      <w:r>
        <w:t>187.6062</w:t>
      </w:r>
      <w:r>
        <w:tab/>
        <w:t>2.025e0</w:t>
      </w:r>
    </w:p>
    <w:p w:rsidR="00557788" w:rsidRDefault="00557788" w:rsidP="00557788">
      <w:r>
        <w:t>187.6080</w:t>
      </w:r>
      <w:r>
        <w:tab/>
        <w:t>1.025e0</w:t>
      </w:r>
    </w:p>
    <w:p w:rsidR="00557788" w:rsidRDefault="00557788" w:rsidP="00557788">
      <w:r>
        <w:t>187.6117</w:t>
      </w:r>
      <w:r>
        <w:tab/>
        <w:t>1.025e0</w:t>
      </w:r>
    </w:p>
    <w:p w:rsidR="00557788" w:rsidRDefault="00557788" w:rsidP="00557788">
      <w:r>
        <w:t>187.6143</w:t>
      </w:r>
      <w:r>
        <w:tab/>
        <w:t>3.038e0</w:t>
      </w:r>
    </w:p>
    <w:p w:rsidR="00557788" w:rsidRDefault="00557788" w:rsidP="00557788">
      <w:r>
        <w:t>187.6189</w:t>
      </w:r>
      <w:r>
        <w:tab/>
        <w:t>1.266e-2</w:t>
      </w:r>
    </w:p>
    <w:p w:rsidR="00557788" w:rsidRDefault="00557788" w:rsidP="00557788">
      <w:r>
        <w:t>187.6208</w:t>
      </w:r>
      <w:r>
        <w:tab/>
        <w:t>2.025e0</w:t>
      </w:r>
    </w:p>
    <w:p w:rsidR="00557788" w:rsidRDefault="00557788" w:rsidP="00557788">
      <w:r>
        <w:t>187.6488</w:t>
      </w:r>
      <w:r>
        <w:tab/>
        <w:t>1.038e0</w:t>
      </w:r>
    </w:p>
    <w:p w:rsidR="00557788" w:rsidRDefault="00557788" w:rsidP="00557788">
      <w:r>
        <w:lastRenderedPageBreak/>
        <w:t>187.6553</w:t>
      </w:r>
      <w:r>
        <w:tab/>
        <w:t>3.038e0</w:t>
      </w:r>
    </w:p>
    <w:p w:rsidR="00557788" w:rsidRDefault="00557788" w:rsidP="00557788">
      <w:r>
        <w:t>187.6580</w:t>
      </w:r>
      <w:r>
        <w:tab/>
        <w:t>6.329e-2</w:t>
      </w:r>
    </w:p>
    <w:p w:rsidR="00557788" w:rsidRDefault="00557788" w:rsidP="00557788">
      <w:r>
        <w:t>187.6699</w:t>
      </w:r>
      <w:r>
        <w:tab/>
        <w:t>2.025e0</w:t>
      </w:r>
    </w:p>
    <w:p w:rsidR="00557788" w:rsidRDefault="00557788" w:rsidP="00557788">
      <w:r>
        <w:t>187.6789</w:t>
      </w:r>
      <w:r>
        <w:tab/>
        <w:t>3.038e0</w:t>
      </w:r>
    </w:p>
    <w:p w:rsidR="00557788" w:rsidRDefault="00557788" w:rsidP="00557788">
      <w:r>
        <w:t>187.6808</w:t>
      </w:r>
      <w:r>
        <w:tab/>
        <w:t>2.025e0</w:t>
      </w:r>
    </w:p>
    <w:p w:rsidR="00557788" w:rsidRDefault="00557788" w:rsidP="00557788">
      <w:r>
        <w:t>187.6918</w:t>
      </w:r>
      <w:r>
        <w:tab/>
        <w:t>1.025e0</w:t>
      </w:r>
    </w:p>
    <w:p w:rsidR="00557788" w:rsidRDefault="00557788" w:rsidP="00557788">
      <w:r>
        <w:t>187.6990</w:t>
      </w:r>
      <w:r>
        <w:tab/>
        <w:t>1.013e0</w:t>
      </w:r>
    </w:p>
    <w:p w:rsidR="00557788" w:rsidRDefault="00557788" w:rsidP="00557788">
      <w:r>
        <w:t>187.7027</w:t>
      </w:r>
      <w:r>
        <w:tab/>
        <w:t>1.013e0</w:t>
      </w:r>
    </w:p>
    <w:p w:rsidR="00557788" w:rsidRDefault="00557788" w:rsidP="00557788">
      <w:r>
        <w:t>187.7063</w:t>
      </w:r>
      <w:r>
        <w:tab/>
        <w:t>3.038e0</w:t>
      </w:r>
    </w:p>
    <w:p w:rsidR="00557788" w:rsidRDefault="00557788" w:rsidP="00557788">
      <w:r>
        <w:t>187.7209</w:t>
      </w:r>
      <w:r>
        <w:tab/>
        <w:t>1.025e0</w:t>
      </w:r>
    </w:p>
    <w:p w:rsidR="00557788" w:rsidRDefault="00557788" w:rsidP="00557788">
      <w:r>
        <w:t>187.7263</w:t>
      </w:r>
      <w:r>
        <w:tab/>
        <w:t>2.025e0</w:t>
      </w:r>
    </w:p>
    <w:p w:rsidR="00557788" w:rsidRDefault="00557788" w:rsidP="00557788">
      <w:r>
        <w:t>187.7318</w:t>
      </w:r>
      <w:r>
        <w:tab/>
        <w:t>1.013e0</w:t>
      </w:r>
    </w:p>
    <w:p w:rsidR="00557788" w:rsidRDefault="00557788" w:rsidP="00557788">
      <w:r>
        <w:t>187.7427</w:t>
      </w:r>
      <w:r>
        <w:tab/>
        <w:t>2.038e0</w:t>
      </w:r>
    </w:p>
    <w:p w:rsidR="00557788" w:rsidRDefault="00557788" w:rsidP="00557788">
      <w:r>
        <w:t>187.7464</w:t>
      </w:r>
      <w:r>
        <w:tab/>
        <w:t>2.051e0</w:t>
      </w:r>
    </w:p>
    <w:p w:rsidR="00557788" w:rsidRDefault="00557788" w:rsidP="00557788">
      <w:r>
        <w:t>187.7646</w:t>
      </w:r>
      <w:r>
        <w:tab/>
        <w:t>2.025e0</w:t>
      </w:r>
    </w:p>
    <w:p w:rsidR="00557788" w:rsidRDefault="00557788" w:rsidP="00557788">
      <w:r>
        <w:t>187.7662</w:t>
      </w:r>
      <w:r>
        <w:tab/>
        <w:t>3.038e0</w:t>
      </w:r>
    </w:p>
    <w:p w:rsidR="00557788" w:rsidRDefault="00557788" w:rsidP="00557788">
      <w:r>
        <w:t>187.7682</w:t>
      </w:r>
      <w:r>
        <w:tab/>
        <w:t>1.266e-2</w:t>
      </w:r>
    </w:p>
    <w:p w:rsidR="00557788" w:rsidRDefault="00557788" w:rsidP="00557788">
      <w:r>
        <w:t>187.7711</w:t>
      </w:r>
      <w:r>
        <w:tab/>
        <w:t>4.051e0</w:t>
      </w:r>
    </w:p>
    <w:p w:rsidR="00557788" w:rsidRDefault="00557788" w:rsidP="00557788">
      <w:r>
        <w:t>187.7848</w:t>
      </w:r>
      <w:r>
        <w:tab/>
        <w:t>4.051e0</w:t>
      </w:r>
    </w:p>
    <w:p w:rsidR="00557788" w:rsidRDefault="00557788" w:rsidP="00557788">
      <w:r>
        <w:lastRenderedPageBreak/>
        <w:t>187.7955</w:t>
      </w:r>
      <w:r>
        <w:tab/>
        <w:t>2.025e0</w:t>
      </w:r>
    </w:p>
    <w:p w:rsidR="00557788" w:rsidRDefault="00557788" w:rsidP="00557788">
      <w:r>
        <w:t>187.7973</w:t>
      </w:r>
      <w:r>
        <w:tab/>
        <w:t>1.013e0</w:t>
      </w:r>
    </w:p>
    <w:p w:rsidR="00557788" w:rsidRDefault="00557788" w:rsidP="00557788">
      <w:r>
        <w:t>187.8010</w:t>
      </w:r>
      <w:r>
        <w:tab/>
        <w:t>3.076e0</w:t>
      </w:r>
    </w:p>
    <w:p w:rsidR="00557788" w:rsidRDefault="00557788" w:rsidP="00557788">
      <w:r>
        <w:t>187.8228</w:t>
      </w:r>
      <w:r>
        <w:tab/>
        <w:t>3.051e0</w:t>
      </w:r>
    </w:p>
    <w:p w:rsidR="00557788" w:rsidRDefault="00557788" w:rsidP="00557788">
      <w:r>
        <w:t>187.8265</w:t>
      </w:r>
      <w:r>
        <w:tab/>
        <w:t>1.013e0</w:t>
      </w:r>
    </w:p>
    <w:p w:rsidR="00557788" w:rsidRDefault="00557788" w:rsidP="00557788">
      <w:r>
        <w:t>187.8292</w:t>
      </w:r>
      <w:r>
        <w:tab/>
        <w:t>3.038e0</w:t>
      </w:r>
    </w:p>
    <w:p w:rsidR="00557788" w:rsidRDefault="00557788" w:rsidP="00557788">
      <w:r>
        <w:t>187.8363</w:t>
      </w:r>
      <w:r>
        <w:tab/>
        <w:t>4.051e0</w:t>
      </w:r>
    </w:p>
    <w:p w:rsidR="00557788" w:rsidRDefault="00557788" w:rsidP="00557788">
      <w:r>
        <w:t>187.8520</w:t>
      </w:r>
      <w:r>
        <w:tab/>
        <w:t>2.025e0</w:t>
      </w:r>
    </w:p>
    <w:p w:rsidR="00557788" w:rsidRDefault="00557788" w:rsidP="00557788">
      <w:r>
        <w:t>187.8629</w:t>
      </w:r>
      <w:r>
        <w:tab/>
        <w:t>2.532e-2</w:t>
      </w:r>
    </w:p>
    <w:p w:rsidR="00557788" w:rsidRDefault="00557788" w:rsidP="00557788">
      <w:r>
        <w:t>187.8665</w:t>
      </w:r>
      <w:r>
        <w:tab/>
        <w:t>1.013e0</w:t>
      </w:r>
    </w:p>
    <w:p w:rsidR="00557788" w:rsidRDefault="00557788" w:rsidP="00557788">
      <w:r>
        <w:t>187.8702</w:t>
      </w:r>
      <w:r>
        <w:tab/>
        <w:t>2.025e0</w:t>
      </w:r>
    </w:p>
    <w:p w:rsidR="00557788" w:rsidRDefault="00557788" w:rsidP="00557788">
      <w:r>
        <w:t>187.8775</w:t>
      </w:r>
      <w:r>
        <w:tab/>
        <w:t>1.266e-2</w:t>
      </w:r>
    </w:p>
    <w:p w:rsidR="00557788" w:rsidRDefault="00557788" w:rsidP="00557788">
      <w:r>
        <w:t>187.8811</w:t>
      </w:r>
      <w:r>
        <w:tab/>
        <w:t>1.025e0</w:t>
      </w:r>
    </w:p>
    <w:p w:rsidR="00557788" w:rsidRDefault="00557788" w:rsidP="00557788">
      <w:r>
        <w:t>187.8848</w:t>
      </w:r>
      <w:r>
        <w:tab/>
        <w:t>1.025e0</w:t>
      </w:r>
    </w:p>
    <w:p w:rsidR="00557788" w:rsidRDefault="00557788" w:rsidP="00557788">
      <w:r>
        <w:t>187.8993</w:t>
      </w:r>
      <w:r>
        <w:tab/>
        <w:t>1.025e0</w:t>
      </w:r>
    </w:p>
    <w:p w:rsidR="00557788" w:rsidRDefault="00557788" w:rsidP="00557788">
      <w:r>
        <w:t>187.9258</w:t>
      </w:r>
      <w:r>
        <w:tab/>
        <w:t>2.038e0</w:t>
      </w:r>
    </w:p>
    <w:p w:rsidR="00557788" w:rsidRDefault="00557788" w:rsidP="00557788">
      <w:r>
        <w:t>187.9285</w:t>
      </w:r>
      <w:r>
        <w:tab/>
        <w:t>2.025e0</w:t>
      </w:r>
    </w:p>
    <w:p w:rsidR="00557788" w:rsidRDefault="00557788" w:rsidP="00557788">
      <w:r>
        <w:t>187.9412</w:t>
      </w:r>
      <w:r>
        <w:tab/>
        <w:t>2.025e0</w:t>
      </w:r>
    </w:p>
    <w:p w:rsidR="00557788" w:rsidRDefault="00557788" w:rsidP="00557788">
      <w:r>
        <w:t>187.9521</w:t>
      </w:r>
      <w:r>
        <w:tab/>
        <w:t>4.051e0</w:t>
      </w:r>
    </w:p>
    <w:p w:rsidR="00557788" w:rsidRDefault="00557788" w:rsidP="00557788">
      <w:r>
        <w:lastRenderedPageBreak/>
        <w:t>187.9704</w:t>
      </w:r>
      <w:r>
        <w:tab/>
        <w:t>2.025e0</w:t>
      </w:r>
    </w:p>
    <w:p w:rsidR="00557788" w:rsidRDefault="00557788" w:rsidP="00557788">
      <w:r>
        <w:t>187.9783</w:t>
      </w:r>
      <w:r>
        <w:tab/>
        <w:t>3.038e0</w:t>
      </w:r>
    </w:p>
    <w:p w:rsidR="00557788" w:rsidRDefault="00557788" w:rsidP="00557788">
      <w:r>
        <w:t>187.9904</w:t>
      </w:r>
      <w:r>
        <w:tab/>
        <w:t>2.025e0</w:t>
      </w:r>
    </w:p>
    <w:p w:rsidR="00557788" w:rsidRDefault="00557788" w:rsidP="00557788">
      <w:r>
        <w:t>187.9995</w:t>
      </w:r>
      <w:r>
        <w:tab/>
        <w:t>1.051e0</w:t>
      </w:r>
    </w:p>
    <w:p w:rsidR="00557788" w:rsidRDefault="00557788" w:rsidP="00557788">
      <w:r>
        <w:t>188.0122</w:t>
      </w:r>
      <w:r>
        <w:tab/>
        <w:t>3.038e0</w:t>
      </w:r>
    </w:p>
    <w:p w:rsidR="00557788" w:rsidRDefault="00557788" w:rsidP="00557788">
      <w:r>
        <w:t>188.0177</w:t>
      </w:r>
      <w:r>
        <w:tab/>
        <w:t>2.025e0</w:t>
      </w:r>
    </w:p>
    <w:p w:rsidR="00557788" w:rsidRDefault="00557788" w:rsidP="00557788">
      <w:r>
        <w:t>188.0210</w:t>
      </w:r>
      <w:r>
        <w:tab/>
        <w:t>4.051e0</w:t>
      </w:r>
    </w:p>
    <w:p w:rsidR="00557788" w:rsidRDefault="00557788" w:rsidP="00557788">
      <w:r>
        <w:t>188.0232</w:t>
      </w:r>
      <w:r>
        <w:tab/>
        <w:t>2.532e-2</w:t>
      </w:r>
    </w:p>
    <w:p w:rsidR="00557788" w:rsidRDefault="00557788" w:rsidP="00557788">
      <w:r>
        <w:t>188.0307</w:t>
      </w:r>
      <w:r>
        <w:tab/>
        <w:t>2.676e0</w:t>
      </w:r>
    </w:p>
    <w:p w:rsidR="00557788" w:rsidRDefault="00557788" w:rsidP="00557788">
      <w:r>
        <w:t>188.0468</w:t>
      </w:r>
      <w:r>
        <w:tab/>
        <w:t>2.025e0</w:t>
      </w:r>
    </w:p>
    <w:p w:rsidR="00557788" w:rsidRDefault="00557788" w:rsidP="00557788">
      <w:r>
        <w:t>188.0687</w:t>
      </w:r>
      <w:r>
        <w:tab/>
        <w:t>3.038e0</w:t>
      </w:r>
    </w:p>
    <w:p w:rsidR="00557788" w:rsidRDefault="00557788" w:rsidP="00557788">
      <w:r>
        <w:t>188.0817</w:t>
      </w:r>
      <w:r>
        <w:tab/>
        <w:t>3.300e0</w:t>
      </w:r>
    </w:p>
    <w:p w:rsidR="00557788" w:rsidRDefault="00557788" w:rsidP="00557788">
      <w:r>
        <w:t>188.0943</w:t>
      </w:r>
      <w:r>
        <w:tab/>
        <w:t>4.328e0</w:t>
      </w:r>
    </w:p>
    <w:p w:rsidR="00557788" w:rsidRDefault="00557788" w:rsidP="00557788">
      <w:r>
        <w:t>188.1035</w:t>
      </w:r>
      <w:r>
        <w:tab/>
        <w:t>3.313e0</w:t>
      </w:r>
    </w:p>
    <w:p w:rsidR="00557788" w:rsidRDefault="00557788" w:rsidP="00557788">
      <w:r>
        <w:t>188.1318</w:t>
      </w:r>
      <w:r>
        <w:tab/>
        <w:t>7.275e1</w:t>
      </w:r>
    </w:p>
    <w:p w:rsidR="00557788" w:rsidRDefault="00557788" w:rsidP="00557788">
      <w:r>
        <w:t>188.1709</w:t>
      </w:r>
      <w:r>
        <w:tab/>
        <w:t>7.139e0</w:t>
      </w:r>
    </w:p>
    <w:p w:rsidR="00557788" w:rsidRDefault="00557788" w:rsidP="00557788">
      <w:r>
        <w:t>188.1750</w:t>
      </w:r>
      <w:r>
        <w:tab/>
        <w:t>3.513e0</w:t>
      </w:r>
    </w:p>
    <w:p w:rsidR="00557788" w:rsidRDefault="00557788" w:rsidP="00557788">
      <w:r>
        <w:t>188.1815</w:t>
      </w:r>
      <w:r>
        <w:tab/>
        <w:t>2.487e0</w:t>
      </w:r>
    </w:p>
    <w:p w:rsidR="00557788" w:rsidRDefault="00557788" w:rsidP="00557788">
      <w:r>
        <w:t>188.1989</w:t>
      </w:r>
      <w:r>
        <w:tab/>
        <w:t>3.444e0</w:t>
      </w:r>
    </w:p>
    <w:p w:rsidR="00557788" w:rsidRDefault="00557788" w:rsidP="00557788">
      <w:r>
        <w:lastRenderedPageBreak/>
        <w:t>188.2044</w:t>
      </w:r>
      <w:r>
        <w:tab/>
        <w:t>3.038e0</w:t>
      </w:r>
    </w:p>
    <w:p w:rsidR="00557788" w:rsidRDefault="00557788" w:rsidP="00557788">
      <w:r>
        <w:t>188.2127</w:t>
      </w:r>
      <w:r>
        <w:tab/>
        <w:t>2.025e0</w:t>
      </w:r>
    </w:p>
    <w:p w:rsidR="00557788" w:rsidRDefault="00557788" w:rsidP="00557788">
      <w:r>
        <w:t>188.2263</w:t>
      </w:r>
      <w:r>
        <w:tab/>
        <w:t>3.051e0</w:t>
      </w:r>
    </w:p>
    <w:p w:rsidR="00557788" w:rsidRDefault="00557788" w:rsidP="00557788">
      <w:r>
        <w:t>188.2292</w:t>
      </w:r>
      <w:r>
        <w:tab/>
        <w:t>3.038e0</w:t>
      </w:r>
    </w:p>
    <w:p w:rsidR="00557788" w:rsidRDefault="00557788" w:rsidP="00557788">
      <w:r>
        <w:t>188.2345</w:t>
      </w:r>
      <w:r>
        <w:tab/>
        <w:t>1.266e-2</w:t>
      </w:r>
    </w:p>
    <w:p w:rsidR="00557788" w:rsidRDefault="00557788" w:rsidP="00557788">
      <w:r>
        <w:t>188.2418</w:t>
      </w:r>
      <w:r>
        <w:tab/>
        <w:t>2.038e0</w:t>
      </w:r>
    </w:p>
    <w:p w:rsidR="00557788" w:rsidRDefault="00557788" w:rsidP="00557788">
      <w:r>
        <w:t>188.2564</w:t>
      </w:r>
      <w:r>
        <w:tab/>
        <w:t>2.025e0</w:t>
      </w:r>
    </w:p>
    <w:p w:rsidR="00557788" w:rsidRDefault="00557788" w:rsidP="00557788">
      <w:r>
        <w:t>188.2637</w:t>
      </w:r>
      <w:r>
        <w:tab/>
        <w:t>1.266e-2</w:t>
      </w:r>
    </w:p>
    <w:p w:rsidR="00557788" w:rsidRDefault="00557788" w:rsidP="00557788">
      <w:r>
        <w:t>188.2655</w:t>
      </w:r>
      <w:r>
        <w:tab/>
        <w:t>2.025e0</w:t>
      </w:r>
    </w:p>
    <w:p w:rsidR="00557788" w:rsidRDefault="00557788" w:rsidP="00557788">
      <w:r>
        <w:t>188.2755</w:t>
      </w:r>
      <w:r>
        <w:tab/>
        <w:t>3.798e-2</w:t>
      </w:r>
    </w:p>
    <w:p w:rsidR="00557788" w:rsidRDefault="00557788" w:rsidP="00557788">
      <w:r>
        <w:t>188.2837</w:t>
      </w:r>
      <w:r>
        <w:tab/>
        <w:t>2.025e0</w:t>
      </w:r>
    </w:p>
    <w:p w:rsidR="00557788" w:rsidRDefault="00557788" w:rsidP="00557788">
      <w:r>
        <w:t>188.2892</w:t>
      </w:r>
      <w:r>
        <w:tab/>
        <w:t>2.532e-2</w:t>
      </w:r>
    </w:p>
    <w:p w:rsidR="00557788" w:rsidRDefault="00557788" w:rsidP="00557788">
      <w:r>
        <w:t>188.3038</w:t>
      </w:r>
      <w:r>
        <w:tab/>
        <w:t>3.797e-2</w:t>
      </w:r>
    </w:p>
    <w:p w:rsidR="00557788" w:rsidRDefault="00557788" w:rsidP="00557788">
      <w:r>
        <w:t>188.3111</w:t>
      </w:r>
      <w:r>
        <w:tab/>
        <w:t>2.051e0</w:t>
      </w:r>
    </w:p>
    <w:p w:rsidR="00557788" w:rsidRDefault="00557788" w:rsidP="00557788">
      <w:r>
        <w:t>188.3147</w:t>
      </w:r>
      <w:r>
        <w:tab/>
        <w:t>1.013e0</w:t>
      </w:r>
    </w:p>
    <w:p w:rsidR="00557788" w:rsidRDefault="00557788" w:rsidP="00557788">
      <w:r>
        <w:t>188.3220</w:t>
      </w:r>
      <w:r>
        <w:tab/>
        <w:t>1.025e0</w:t>
      </w:r>
    </w:p>
    <w:p w:rsidR="00557788" w:rsidRDefault="00557788" w:rsidP="00557788">
      <w:r>
        <w:t>188.3281</w:t>
      </w:r>
      <w:r>
        <w:tab/>
        <w:t>3.038e0</w:t>
      </w:r>
    </w:p>
    <w:p w:rsidR="00557788" w:rsidRDefault="00557788" w:rsidP="00557788">
      <w:r>
        <w:t>188.3384</w:t>
      </w:r>
      <w:r>
        <w:tab/>
        <w:t>2.532e-2</w:t>
      </w:r>
    </w:p>
    <w:p w:rsidR="00557788" w:rsidRDefault="00557788" w:rsidP="00557788">
      <w:r>
        <w:t>188.3493</w:t>
      </w:r>
      <w:r>
        <w:tab/>
        <w:t>2.025e0</w:t>
      </w:r>
    </w:p>
    <w:p w:rsidR="00557788" w:rsidRDefault="00557788" w:rsidP="00557788">
      <w:r>
        <w:lastRenderedPageBreak/>
        <w:t>188.3512</w:t>
      </w:r>
      <w:r>
        <w:tab/>
        <w:t>2.025e0</w:t>
      </w:r>
    </w:p>
    <w:p w:rsidR="00557788" w:rsidRDefault="00557788" w:rsidP="00557788">
      <w:r>
        <w:t>188.3530</w:t>
      </w:r>
      <w:r>
        <w:tab/>
        <w:t>2.025e0</w:t>
      </w:r>
    </w:p>
    <w:p w:rsidR="00557788" w:rsidRDefault="00557788" w:rsidP="00557788">
      <w:r>
        <w:t>188.3548</w:t>
      </w:r>
      <w:r>
        <w:tab/>
        <w:t>3.798e-2</w:t>
      </w:r>
    </w:p>
    <w:p w:rsidR="00557788" w:rsidRDefault="00557788" w:rsidP="00557788">
      <w:r>
        <w:t>188.3621</w:t>
      </w:r>
      <w:r>
        <w:tab/>
        <w:t>1.013e0</w:t>
      </w:r>
    </w:p>
    <w:p w:rsidR="00557788" w:rsidRDefault="00557788" w:rsidP="00557788">
      <w:r>
        <w:t>188.3748</w:t>
      </w:r>
      <w:r>
        <w:tab/>
        <w:t>2.025e0</w:t>
      </w:r>
    </w:p>
    <w:p w:rsidR="00557788" w:rsidRDefault="00557788" w:rsidP="00557788">
      <w:r>
        <w:t>188.3876</w:t>
      </w:r>
      <w:r>
        <w:tab/>
        <w:t>1.013e0</w:t>
      </w:r>
    </w:p>
    <w:p w:rsidR="00557788" w:rsidRDefault="00557788" w:rsidP="00557788">
      <w:r>
        <w:t>188.3913</w:t>
      </w:r>
      <w:r>
        <w:tab/>
        <w:t>2.025e0</w:t>
      </w:r>
    </w:p>
    <w:p w:rsidR="00557788" w:rsidRDefault="00557788" w:rsidP="00557788">
      <w:r>
        <w:t>188.3949</w:t>
      </w:r>
      <w:r>
        <w:tab/>
        <w:t>1.266e-2</w:t>
      </w:r>
    </w:p>
    <w:p w:rsidR="00557788" w:rsidRDefault="00557788" w:rsidP="00557788">
      <w:r>
        <w:t>188.3967</w:t>
      </w:r>
      <w:r>
        <w:tab/>
        <w:t>2.025e0</w:t>
      </w:r>
    </w:p>
    <w:p w:rsidR="00557788" w:rsidRDefault="00557788" w:rsidP="00557788">
      <w:r>
        <w:t>188.4058</w:t>
      </w:r>
      <w:r>
        <w:tab/>
        <w:t>4.051e0</w:t>
      </w:r>
    </w:p>
    <w:p w:rsidR="00557788" w:rsidRDefault="00557788" w:rsidP="00557788">
      <w:r>
        <w:t>188.4350</w:t>
      </w:r>
      <w:r>
        <w:tab/>
        <w:t>1.025e0</w:t>
      </w:r>
    </w:p>
    <w:p w:rsidR="00557788" w:rsidRDefault="00557788" w:rsidP="00557788">
      <w:r>
        <w:t>188.4460</w:t>
      </w:r>
      <w:r>
        <w:tab/>
        <w:t>1.266e-2</w:t>
      </w:r>
    </w:p>
    <w:p w:rsidR="00557788" w:rsidRDefault="00557788" w:rsidP="00557788">
      <w:r>
        <w:t>188.4478</w:t>
      </w:r>
      <w:r>
        <w:tab/>
        <w:t>2.025e0</w:t>
      </w:r>
    </w:p>
    <w:p w:rsidR="00557788" w:rsidRDefault="00557788" w:rsidP="00557788">
      <w:r>
        <w:t>188.4605</w:t>
      </w:r>
      <w:r>
        <w:tab/>
        <w:t>2.038e0</w:t>
      </w:r>
    </w:p>
    <w:p w:rsidR="00557788" w:rsidRDefault="00557788" w:rsidP="00557788">
      <w:r>
        <w:t>188.4642</w:t>
      </w:r>
      <w:r>
        <w:tab/>
        <w:t>1.266e-2</w:t>
      </w:r>
    </w:p>
    <w:p w:rsidR="00557788" w:rsidRDefault="00557788" w:rsidP="00557788">
      <w:r>
        <w:t>188.4657</w:t>
      </w:r>
      <w:r>
        <w:tab/>
        <w:t>3.798e-2</w:t>
      </w:r>
    </w:p>
    <w:p w:rsidR="00557788" w:rsidRDefault="00557788" w:rsidP="00557788">
      <w:r>
        <w:t>188.4678</w:t>
      </w:r>
      <w:r>
        <w:tab/>
        <w:t>1.013e0</w:t>
      </w:r>
    </w:p>
    <w:p w:rsidR="00557788" w:rsidRDefault="00557788" w:rsidP="00557788">
      <w:r>
        <w:t>188.4696</w:t>
      </w:r>
      <w:r>
        <w:tab/>
        <w:t>2.025e0</w:t>
      </w:r>
    </w:p>
    <w:p w:rsidR="00557788" w:rsidRDefault="00557788" w:rsidP="00557788">
      <w:r>
        <w:t>188.4871</w:t>
      </w:r>
      <w:r>
        <w:tab/>
        <w:t>6.076e0</w:t>
      </w:r>
    </w:p>
    <w:p w:rsidR="00557788" w:rsidRDefault="00557788" w:rsidP="00557788">
      <w:r>
        <w:lastRenderedPageBreak/>
        <w:t>188.5006</w:t>
      </w:r>
      <w:r>
        <w:tab/>
        <w:t>1.025e0</w:t>
      </w:r>
    </w:p>
    <w:p w:rsidR="00557788" w:rsidRDefault="00557788" w:rsidP="00557788">
      <w:r>
        <w:t>188.5152</w:t>
      </w:r>
      <w:r>
        <w:tab/>
        <w:t>1.038e0</w:t>
      </w:r>
    </w:p>
    <w:p w:rsidR="00557788" w:rsidRDefault="00557788" w:rsidP="00557788">
      <w:r>
        <w:t>188.5314</w:t>
      </w:r>
      <w:r>
        <w:tab/>
        <w:t>1.038e0</w:t>
      </w:r>
    </w:p>
    <w:p w:rsidR="00557788" w:rsidRDefault="00557788" w:rsidP="00557788">
      <w:r>
        <w:t>188.5352</w:t>
      </w:r>
      <w:r>
        <w:tab/>
        <w:t>2.025e0</w:t>
      </w:r>
    </w:p>
    <w:p w:rsidR="00557788" w:rsidRDefault="00557788" w:rsidP="00557788">
      <w:r>
        <w:t>188.5371</w:t>
      </w:r>
      <w:r>
        <w:tab/>
        <w:t>1.266e-2</w:t>
      </w:r>
    </w:p>
    <w:p w:rsidR="00557788" w:rsidRDefault="00557788" w:rsidP="00557788">
      <w:r>
        <w:t>188.5407</w:t>
      </w:r>
      <w:r>
        <w:tab/>
        <w:t>1.266e-2</w:t>
      </w:r>
    </w:p>
    <w:p w:rsidR="00557788" w:rsidRDefault="00557788" w:rsidP="00557788">
      <w:r>
        <w:t>188.5498</w:t>
      </w:r>
      <w:r>
        <w:tab/>
        <w:t>2.532e-2</w:t>
      </w:r>
    </w:p>
    <w:p w:rsidR="00557788" w:rsidRDefault="00557788" w:rsidP="00557788">
      <w:r>
        <w:t>188.5517</w:t>
      </w:r>
      <w:r>
        <w:tab/>
        <w:t>3.038e0</w:t>
      </w:r>
    </w:p>
    <w:p w:rsidR="00557788" w:rsidRDefault="00557788" w:rsidP="00557788">
      <w:r>
        <w:t>188.5580</w:t>
      </w:r>
      <w:r>
        <w:tab/>
        <w:t>1.268e0</w:t>
      </w:r>
    </w:p>
    <w:p w:rsidR="00557788" w:rsidRDefault="00557788" w:rsidP="00557788">
      <w:r>
        <w:t>188.5699</w:t>
      </w:r>
      <w:r>
        <w:tab/>
        <w:t>1.013e0</w:t>
      </w:r>
    </w:p>
    <w:p w:rsidR="00557788" w:rsidRDefault="00557788" w:rsidP="00557788">
      <w:r>
        <w:t>188.5717</w:t>
      </w:r>
      <w:r>
        <w:tab/>
        <w:t>2.532e-2</w:t>
      </w:r>
    </w:p>
    <w:p w:rsidR="00557788" w:rsidRDefault="00557788" w:rsidP="00557788">
      <w:r>
        <w:t>188.5808</w:t>
      </w:r>
      <w:r>
        <w:tab/>
        <w:t>2.025e0</w:t>
      </w:r>
    </w:p>
    <w:p w:rsidR="00557788" w:rsidRDefault="00557788" w:rsidP="00557788">
      <w:r>
        <w:t>188.5825</w:t>
      </w:r>
      <w:r>
        <w:tab/>
        <w:t>3.038e0</w:t>
      </w:r>
    </w:p>
    <w:p w:rsidR="00557788" w:rsidRDefault="00557788" w:rsidP="00557788">
      <w:r>
        <w:t>188.5845</w:t>
      </w:r>
      <w:r>
        <w:tab/>
        <w:t>2.025e0</w:t>
      </w:r>
    </w:p>
    <w:p w:rsidR="00557788" w:rsidRDefault="00557788" w:rsidP="00557788">
      <w:r>
        <w:t>188.6062</w:t>
      </w:r>
      <w:r>
        <w:tab/>
        <w:t>4.051e0</w:t>
      </w:r>
    </w:p>
    <w:p w:rsidR="00557788" w:rsidRDefault="00557788" w:rsidP="00557788">
      <w:r>
        <w:t>188.6149</w:t>
      </w:r>
      <w:r>
        <w:tab/>
        <w:t>5.063e0</w:t>
      </w:r>
    </w:p>
    <w:p w:rsidR="00557788" w:rsidRDefault="00557788" w:rsidP="00557788">
      <w:r>
        <w:t>188.6163</w:t>
      </w:r>
      <w:r>
        <w:tab/>
        <w:t>3.038e0</w:t>
      </w:r>
    </w:p>
    <w:p w:rsidR="00557788" w:rsidRDefault="00557788" w:rsidP="00557788">
      <w:r>
        <w:t>188.6191</w:t>
      </w:r>
      <w:r>
        <w:tab/>
        <w:t>2.025e0</w:t>
      </w:r>
    </w:p>
    <w:p w:rsidR="00557788" w:rsidRDefault="00557788" w:rsidP="00557788">
      <w:r>
        <w:t>188.6209</w:t>
      </w:r>
      <w:r>
        <w:tab/>
        <w:t>2.025e0</w:t>
      </w:r>
    </w:p>
    <w:p w:rsidR="00557788" w:rsidRDefault="00557788" w:rsidP="00557788">
      <w:r>
        <w:lastRenderedPageBreak/>
        <w:t>188.6355</w:t>
      </w:r>
      <w:r>
        <w:tab/>
        <w:t>3.038e0</w:t>
      </w:r>
    </w:p>
    <w:p w:rsidR="00557788" w:rsidRDefault="00557788" w:rsidP="00557788">
      <w:r>
        <w:t>188.6383</w:t>
      </w:r>
      <w:r>
        <w:tab/>
        <w:t>6.076e0</w:t>
      </w:r>
    </w:p>
    <w:p w:rsidR="00557788" w:rsidRDefault="00557788" w:rsidP="00557788">
      <w:r>
        <w:t>188.6405</w:t>
      </w:r>
      <w:r>
        <w:tab/>
        <w:t>5.063e-2</w:t>
      </w:r>
    </w:p>
    <w:p w:rsidR="00557788" w:rsidRDefault="00557788" w:rsidP="00557788">
      <w:r>
        <w:t>188.6501</w:t>
      </w:r>
      <w:r>
        <w:tab/>
        <w:t>1.013e0</w:t>
      </w:r>
    </w:p>
    <w:p w:rsidR="00557788" w:rsidRDefault="00557788" w:rsidP="00557788">
      <w:r>
        <w:t>188.6537</w:t>
      </w:r>
      <w:r>
        <w:tab/>
        <w:t>1.266e-2</w:t>
      </w:r>
    </w:p>
    <w:p w:rsidR="00557788" w:rsidRDefault="00557788" w:rsidP="00557788">
      <w:r>
        <w:t>188.6610</w:t>
      </w:r>
      <w:r>
        <w:tab/>
        <w:t>1.013e0</w:t>
      </w:r>
    </w:p>
    <w:p w:rsidR="00557788" w:rsidRDefault="00557788" w:rsidP="00557788">
      <w:r>
        <w:t>188.6812</w:t>
      </w:r>
      <w:r>
        <w:tab/>
        <w:t>2.532e-2</w:t>
      </w:r>
    </w:p>
    <w:p w:rsidR="00557788" w:rsidRDefault="00557788" w:rsidP="00557788">
      <w:r>
        <w:t>188.6847</w:t>
      </w:r>
      <w:r>
        <w:tab/>
        <w:t>2.025e0</w:t>
      </w:r>
    </w:p>
    <w:p w:rsidR="00557788" w:rsidRDefault="00557788" w:rsidP="00557788">
      <w:r>
        <w:t>188.6902</w:t>
      </w:r>
      <w:r>
        <w:tab/>
        <w:t>1.013e0</w:t>
      </w:r>
    </w:p>
    <w:p w:rsidR="00557788" w:rsidRDefault="00557788" w:rsidP="00557788">
      <w:r>
        <w:t>188.7011</w:t>
      </w:r>
      <w:r>
        <w:tab/>
        <w:t>1.266e-2</w:t>
      </w:r>
    </w:p>
    <w:p w:rsidR="00557788" w:rsidRDefault="00557788" w:rsidP="00557788">
      <w:r>
        <w:t>188.7084</w:t>
      </w:r>
      <w:r>
        <w:tab/>
        <w:t>1.013e0</w:t>
      </w:r>
    </w:p>
    <w:p w:rsidR="00557788" w:rsidRDefault="00557788" w:rsidP="00557788">
      <w:r>
        <w:t>188.7157</w:t>
      </w:r>
      <w:r>
        <w:tab/>
        <w:t>2.025e0</w:t>
      </w:r>
    </w:p>
    <w:p w:rsidR="00557788" w:rsidRDefault="00557788" w:rsidP="00557788">
      <w:r>
        <w:t>188.7339</w:t>
      </w:r>
      <w:r>
        <w:tab/>
        <w:t>1.266e-2</w:t>
      </w:r>
    </w:p>
    <w:p w:rsidR="00557788" w:rsidRDefault="00557788" w:rsidP="00557788">
      <w:r>
        <w:t>188.7376</w:t>
      </w:r>
      <w:r>
        <w:tab/>
        <w:t>3.038e0</w:t>
      </w:r>
    </w:p>
    <w:p w:rsidR="00557788" w:rsidRDefault="00557788" w:rsidP="00557788">
      <w:r>
        <w:t>188.7413</w:t>
      </w:r>
      <w:r>
        <w:tab/>
        <w:t>1.013e0</w:t>
      </w:r>
    </w:p>
    <w:p w:rsidR="00557788" w:rsidRDefault="00557788" w:rsidP="00557788">
      <w:r>
        <w:t>188.7576</w:t>
      </w:r>
      <w:r>
        <w:tab/>
        <w:t>3.038e0</w:t>
      </w:r>
    </w:p>
    <w:p w:rsidR="00557788" w:rsidRDefault="00557788" w:rsidP="00557788">
      <w:r>
        <w:t>188.7632</w:t>
      </w:r>
      <w:r>
        <w:tab/>
        <w:t>1.266e-2</w:t>
      </w:r>
    </w:p>
    <w:p w:rsidR="00557788" w:rsidRDefault="00557788" w:rsidP="00557788">
      <w:r>
        <w:t>188.7689</w:t>
      </w:r>
      <w:r>
        <w:tab/>
        <w:t>2.532e-2</w:t>
      </w:r>
    </w:p>
    <w:p w:rsidR="00557788" w:rsidRDefault="00557788" w:rsidP="00557788">
      <w:r>
        <w:t>188.7770</w:t>
      </w:r>
      <w:r>
        <w:tab/>
        <w:t>3.038e0</w:t>
      </w:r>
    </w:p>
    <w:p w:rsidR="00557788" w:rsidRDefault="00557788" w:rsidP="00557788">
      <w:r>
        <w:lastRenderedPageBreak/>
        <w:t>188.7815</w:t>
      </w:r>
      <w:r>
        <w:tab/>
        <w:t>2.038e0</w:t>
      </w:r>
    </w:p>
    <w:p w:rsidR="00557788" w:rsidRDefault="00557788" w:rsidP="00557788">
      <w:r>
        <w:t>188.7962</w:t>
      </w:r>
      <w:r>
        <w:tab/>
        <w:t>1.013e0</w:t>
      </w:r>
    </w:p>
    <w:p w:rsidR="00557788" w:rsidRDefault="00557788" w:rsidP="00557788">
      <w:r>
        <w:t>188.8018</w:t>
      </w:r>
      <w:r>
        <w:tab/>
        <w:t>3.038e0</w:t>
      </w:r>
    </w:p>
    <w:p w:rsidR="00557788" w:rsidRDefault="00557788" w:rsidP="00557788">
      <w:r>
        <w:t>188.8156</w:t>
      </w:r>
      <w:r>
        <w:tab/>
        <w:t>1.051e0</w:t>
      </w:r>
    </w:p>
    <w:p w:rsidR="00557788" w:rsidRDefault="00557788" w:rsidP="00557788">
      <w:r>
        <w:t>188.8218</w:t>
      </w:r>
      <w:r>
        <w:tab/>
        <w:t>1.266e-2</w:t>
      </w:r>
    </w:p>
    <w:p w:rsidR="00557788" w:rsidRDefault="00557788" w:rsidP="00557788">
      <w:r>
        <w:t>188.8254</w:t>
      </w:r>
      <w:r>
        <w:tab/>
        <w:t>2.532e-2</w:t>
      </w:r>
    </w:p>
    <w:p w:rsidR="00557788" w:rsidRDefault="00557788" w:rsidP="00557788">
      <w:r>
        <w:t>188.8547</w:t>
      </w:r>
      <w:r>
        <w:tab/>
        <w:t>2.038e0</w:t>
      </w:r>
    </w:p>
    <w:p w:rsidR="00557788" w:rsidRDefault="00557788" w:rsidP="00557788">
      <w:r>
        <w:t>188.8657</w:t>
      </w:r>
      <w:r>
        <w:tab/>
        <w:t>3.038e0</w:t>
      </w:r>
    </w:p>
    <w:p w:rsidR="00557788" w:rsidRDefault="00557788" w:rsidP="00557788">
      <w:r>
        <w:t>188.8694</w:t>
      </w:r>
      <w:r>
        <w:tab/>
        <w:t>1.025e0</w:t>
      </w:r>
    </w:p>
    <w:p w:rsidR="00557788" w:rsidRDefault="00557788" w:rsidP="00557788">
      <w:r>
        <w:t>188.8803</w:t>
      </w:r>
      <w:r>
        <w:tab/>
        <w:t>1.266e-2</w:t>
      </w:r>
    </w:p>
    <w:p w:rsidR="00557788" w:rsidRDefault="00557788" w:rsidP="00557788">
      <w:r>
        <w:t>188.8822</w:t>
      </w:r>
      <w:r>
        <w:tab/>
        <w:t>2.025e0</w:t>
      </w:r>
    </w:p>
    <w:p w:rsidR="00557788" w:rsidRDefault="00557788" w:rsidP="00557788">
      <w:r>
        <w:t>188.8855</w:t>
      </w:r>
      <w:r>
        <w:tab/>
        <w:t>4.051e0</w:t>
      </w:r>
    </w:p>
    <w:p w:rsidR="00557788" w:rsidRDefault="00557788" w:rsidP="00557788">
      <w:r>
        <w:t>188.8876</w:t>
      </w:r>
      <w:r>
        <w:tab/>
        <w:t>1.266e-2</w:t>
      </w:r>
    </w:p>
    <w:p w:rsidR="00557788" w:rsidRDefault="00557788" w:rsidP="00557788">
      <w:r>
        <w:t>188.9023</w:t>
      </w:r>
      <w:r>
        <w:tab/>
        <w:t>2.532e-2</w:t>
      </w:r>
    </w:p>
    <w:p w:rsidR="00557788" w:rsidRDefault="00557788" w:rsidP="00557788">
      <w:r>
        <w:t>188.9042</w:t>
      </w:r>
      <w:r>
        <w:tab/>
        <w:t>2.025e0</w:t>
      </w:r>
    </w:p>
    <w:p w:rsidR="00557788" w:rsidRDefault="00557788" w:rsidP="00557788">
      <w:r>
        <w:t>188.9096</w:t>
      </w:r>
      <w:r>
        <w:tab/>
        <w:t>1.025e0</w:t>
      </w:r>
    </w:p>
    <w:p w:rsidR="00557788" w:rsidRDefault="00557788" w:rsidP="00557788">
      <w:r>
        <w:t>188.9133</w:t>
      </w:r>
      <w:r>
        <w:tab/>
        <w:t>1.013e0</w:t>
      </w:r>
    </w:p>
    <w:p w:rsidR="00557788" w:rsidRDefault="00557788" w:rsidP="00557788">
      <w:r>
        <w:t>188.9316</w:t>
      </w:r>
      <w:r>
        <w:tab/>
        <w:t>2.038e0</w:t>
      </w:r>
    </w:p>
    <w:p w:rsidR="00557788" w:rsidRDefault="00557788" w:rsidP="00557788">
      <w:r>
        <w:t>188.9335</w:t>
      </w:r>
      <w:r>
        <w:tab/>
        <w:t>2.025e0</w:t>
      </w:r>
    </w:p>
    <w:p w:rsidR="00557788" w:rsidRDefault="00557788" w:rsidP="00557788">
      <w:r>
        <w:lastRenderedPageBreak/>
        <w:t>188.9364</w:t>
      </w:r>
      <w:r>
        <w:tab/>
        <w:t>9.939e-1</w:t>
      </w:r>
    </w:p>
    <w:p w:rsidR="00557788" w:rsidRDefault="00557788" w:rsidP="00557788">
      <w:r>
        <w:t>188.9572</w:t>
      </w:r>
      <w:r>
        <w:tab/>
        <w:t>2.025e0</w:t>
      </w:r>
    </w:p>
    <w:p w:rsidR="00557788" w:rsidRDefault="00557788" w:rsidP="00557788">
      <w:r>
        <w:t>188.9584</w:t>
      </w:r>
      <w:r>
        <w:tab/>
        <w:t>3.038e0</w:t>
      </w:r>
    </w:p>
    <w:p w:rsidR="00557788" w:rsidRDefault="00557788" w:rsidP="00557788">
      <w:r>
        <w:t>188.9645</w:t>
      </w:r>
      <w:r>
        <w:tab/>
        <w:t>3.063e0</w:t>
      </w:r>
    </w:p>
    <w:p w:rsidR="00557788" w:rsidRDefault="00557788" w:rsidP="00557788">
      <w:r>
        <w:t>188.9719</w:t>
      </w:r>
      <w:r>
        <w:tab/>
        <w:t>2.051e0</w:t>
      </w:r>
    </w:p>
    <w:p w:rsidR="00557788" w:rsidRDefault="00557788" w:rsidP="00557788">
      <w:r>
        <w:t>188.9817</w:t>
      </w:r>
      <w:r>
        <w:tab/>
        <w:t>3.025e0</w:t>
      </w:r>
    </w:p>
    <w:p w:rsidR="00557788" w:rsidRDefault="00557788" w:rsidP="00557788">
      <w:r>
        <w:t>188.9862</w:t>
      </w:r>
      <w:r>
        <w:tab/>
        <w:t>3.038e0</w:t>
      </w:r>
    </w:p>
    <w:p w:rsidR="00557788" w:rsidRDefault="00557788" w:rsidP="00557788">
      <w:r>
        <w:t>188.9939</w:t>
      </w:r>
      <w:r>
        <w:tab/>
        <w:t>1.025e0</w:t>
      </w:r>
    </w:p>
    <w:p w:rsidR="00557788" w:rsidRDefault="00557788" w:rsidP="00557788">
      <w:r>
        <w:t>188.9975</w:t>
      </w:r>
      <w:r>
        <w:tab/>
        <w:t>2.025e0</w:t>
      </w:r>
    </w:p>
    <w:p w:rsidR="00557788" w:rsidRDefault="00557788" w:rsidP="00557788">
      <w:r>
        <w:t>189.0030</w:t>
      </w:r>
      <w:r>
        <w:tab/>
        <w:t>2.025e0</w:t>
      </w:r>
    </w:p>
    <w:p w:rsidR="00557788" w:rsidRDefault="00557788" w:rsidP="00557788">
      <w:r>
        <w:t>189.0066</w:t>
      </w:r>
      <w:r>
        <w:tab/>
        <w:t>2.025e0</w:t>
      </w:r>
    </w:p>
    <w:p w:rsidR="00557788" w:rsidRDefault="00557788" w:rsidP="00557788">
      <w:r>
        <w:t>189.0121</w:t>
      </w:r>
      <w:r>
        <w:tab/>
        <w:t>1.266e-2</w:t>
      </w:r>
    </w:p>
    <w:p w:rsidR="00557788" w:rsidRDefault="00557788" w:rsidP="00557788">
      <w:r>
        <w:t>189.0139</w:t>
      </w:r>
      <w:r>
        <w:tab/>
        <w:t>2.025e0</w:t>
      </w:r>
    </w:p>
    <w:p w:rsidR="00557788" w:rsidRDefault="00557788" w:rsidP="00557788">
      <w:r>
        <w:t>189.0182</w:t>
      </w:r>
      <w:r>
        <w:tab/>
        <w:t>3.038e0</w:t>
      </w:r>
    </w:p>
    <w:p w:rsidR="00557788" w:rsidRDefault="00557788" w:rsidP="00557788">
      <w:r>
        <w:t>189.0349</w:t>
      </w:r>
      <w:r>
        <w:tab/>
        <w:t>4.051e0</w:t>
      </w:r>
    </w:p>
    <w:p w:rsidR="00557788" w:rsidRDefault="00557788" w:rsidP="00557788">
      <w:r>
        <w:t>189.0359</w:t>
      </w:r>
      <w:r>
        <w:tab/>
        <w:t>2.025e0</w:t>
      </w:r>
    </w:p>
    <w:p w:rsidR="00557788" w:rsidRDefault="00557788" w:rsidP="00557788">
      <w:r>
        <w:t>189.0442</w:t>
      </w:r>
      <w:r>
        <w:tab/>
        <w:t>4.051e0</w:t>
      </w:r>
    </w:p>
    <w:p w:rsidR="00557788" w:rsidRDefault="00557788" w:rsidP="00557788">
      <w:r>
        <w:t>189.0547</w:t>
      </w:r>
      <w:r>
        <w:tab/>
        <w:t>5.089e0</w:t>
      </w:r>
    </w:p>
    <w:p w:rsidR="00557788" w:rsidRDefault="00557788" w:rsidP="00557788">
      <w:r>
        <w:t>189.0645</w:t>
      </w:r>
      <w:r>
        <w:tab/>
        <w:t>7.647e0</w:t>
      </w:r>
    </w:p>
    <w:p w:rsidR="00557788" w:rsidRDefault="00557788" w:rsidP="00557788">
      <w:r>
        <w:lastRenderedPageBreak/>
        <w:t>189.0781</w:t>
      </w:r>
      <w:r>
        <w:tab/>
        <w:t>1.029e-1</w:t>
      </w:r>
    </w:p>
    <w:p w:rsidR="00557788" w:rsidRDefault="00557788" w:rsidP="00557788">
      <w:r>
        <w:t>189.0919</w:t>
      </w:r>
      <w:r>
        <w:tab/>
        <w:t>2.121e0</w:t>
      </w:r>
    </w:p>
    <w:p w:rsidR="00557788" w:rsidRDefault="00557788" w:rsidP="00557788">
      <w:r>
        <w:t>189.1091</w:t>
      </w:r>
      <w:r>
        <w:tab/>
        <w:t>1.341e0</w:t>
      </w:r>
    </w:p>
    <w:p w:rsidR="00557788" w:rsidRDefault="00557788" w:rsidP="00557788">
      <w:r>
        <w:t>189.1213</w:t>
      </w:r>
      <w:r>
        <w:tab/>
        <w:t>6.199e0</w:t>
      </w:r>
    </w:p>
    <w:p w:rsidR="00557788" w:rsidRDefault="00557788" w:rsidP="00557788">
      <w:r>
        <w:t>189.1224</w:t>
      </w:r>
      <w:r>
        <w:tab/>
        <w:t>4.416e0</w:t>
      </w:r>
    </w:p>
    <w:p w:rsidR="00557788" w:rsidRDefault="00557788" w:rsidP="00557788">
      <w:r>
        <w:t>189.1337</w:t>
      </w:r>
      <w:r>
        <w:tab/>
        <w:t>1.013e1</w:t>
      </w:r>
    </w:p>
    <w:p w:rsidR="00557788" w:rsidRDefault="00557788" w:rsidP="00557788">
      <w:r>
        <w:t>189.1523</w:t>
      </w:r>
      <w:r>
        <w:tab/>
        <w:t>2.261e0</w:t>
      </w:r>
    </w:p>
    <w:p w:rsidR="00557788" w:rsidRDefault="00557788" w:rsidP="00557788">
      <w:r>
        <w:t>189.1551</w:t>
      </w:r>
      <w:r>
        <w:tab/>
        <w:t>2.973e0</w:t>
      </w:r>
    </w:p>
    <w:p w:rsidR="00557788" w:rsidRDefault="00557788" w:rsidP="00557788">
      <w:r>
        <w:t>189.1590</w:t>
      </w:r>
      <w:r>
        <w:tab/>
        <w:t>2.758e0</w:t>
      </w:r>
    </w:p>
    <w:p w:rsidR="00557788" w:rsidRDefault="00557788" w:rsidP="00557788">
      <w:r>
        <w:t>189.1751</w:t>
      </w:r>
      <w:r>
        <w:tab/>
        <w:t>1.055e0</w:t>
      </w:r>
    </w:p>
    <w:p w:rsidR="00557788" w:rsidRDefault="00557788" w:rsidP="00557788">
      <w:r>
        <w:t>189.1860</w:t>
      </w:r>
      <w:r>
        <w:tab/>
        <w:t>1.742e0</w:t>
      </w:r>
    </w:p>
    <w:p w:rsidR="00557788" w:rsidRDefault="00557788" w:rsidP="00557788">
      <w:r>
        <w:t>189.1934</w:t>
      </w:r>
      <w:r>
        <w:tab/>
        <w:t>9.196e-1</w:t>
      </w:r>
    </w:p>
    <w:p w:rsidR="00557788" w:rsidRDefault="00557788" w:rsidP="00557788">
      <w:r>
        <w:t>189.2026</w:t>
      </w:r>
      <w:r>
        <w:tab/>
        <w:t>2.025e0</w:t>
      </w:r>
    </w:p>
    <w:p w:rsidR="00557788" w:rsidRDefault="00557788" w:rsidP="00557788">
      <w:r>
        <w:t>189.2063</w:t>
      </w:r>
      <w:r>
        <w:tab/>
        <w:t>1.013e0</w:t>
      </w:r>
    </w:p>
    <w:p w:rsidR="00557788" w:rsidRDefault="00557788" w:rsidP="00557788">
      <w:r>
        <w:t>189.2173</w:t>
      </w:r>
      <w:r>
        <w:tab/>
        <w:t>1.013e0</w:t>
      </w:r>
    </w:p>
    <w:p w:rsidR="00557788" w:rsidRDefault="00557788" w:rsidP="00557788">
      <w:r>
        <w:t>189.2210</w:t>
      </w:r>
      <w:r>
        <w:tab/>
        <w:t>4.051e0</w:t>
      </w:r>
    </w:p>
    <w:p w:rsidR="00557788" w:rsidRDefault="00557788" w:rsidP="00557788">
      <w:r>
        <w:t>189.2411</w:t>
      </w:r>
      <w:r>
        <w:tab/>
        <w:t>2.532e-2</w:t>
      </w:r>
    </w:p>
    <w:p w:rsidR="00557788" w:rsidRDefault="00557788" w:rsidP="00557788">
      <w:r>
        <w:t>189.2467</w:t>
      </w:r>
      <w:r>
        <w:tab/>
        <w:t>1.038e0</w:t>
      </w:r>
    </w:p>
    <w:p w:rsidR="00557788" w:rsidRDefault="00557788" w:rsidP="00557788">
      <w:r>
        <w:t>189.2592</w:t>
      </w:r>
      <w:r>
        <w:tab/>
        <w:t>2.214e0</w:t>
      </w:r>
    </w:p>
    <w:p w:rsidR="00557788" w:rsidRDefault="00557788" w:rsidP="00557788">
      <w:r>
        <w:lastRenderedPageBreak/>
        <w:t>189.2613</w:t>
      </w:r>
      <w:r>
        <w:tab/>
        <w:t>1.013e0</w:t>
      </w:r>
    </w:p>
    <w:p w:rsidR="00557788" w:rsidRDefault="00557788" w:rsidP="00557788">
      <w:r>
        <w:t>189.2666</w:t>
      </w:r>
      <w:r>
        <w:tab/>
        <w:t>2.025e0</w:t>
      </w:r>
    </w:p>
    <w:p w:rsidR="00557788" w:rsidRDefault="00557788" w:rsidP="00557788">
      <w:r>
        <w:t>189.2694</w:t>
      </w:r>
      <w:r>
        <w:tab/>
        <w:t>1.038e0</w:t>
      </w:r>
    </w:p>
    <w:p w:rsidR="00557788" w:rsidRDefault="00557788" w:rsidP="00557788">
      <w:r>
        <w:t>189.2758</w:t>
      </w:r>
      <w:r>
        <w:tab/>
        <w:t>1.013e0</w:t>
      </w:r>
    </w:p>
    <w:p w:rsidR="00557788" w:rsidRDefault="00557788" w:rsidP="00557788">
      <w:r>
        <w:t>189.2795</w:t>
      </w:r>
      <w:r>
        <w:tab/>
        <w:t>1.025e0</w:t>
      </w:r>
    </w:p>
    <w:p w:rsidR="00557788" w:rsidRDefault="00557788" w:rsidP="00557788">
      <w:r>
        <w:t>189.2885</w:t>
      </w:r>
      <w:r>
        <w:tab/>
        <w:t>2.025e0</w:t>
      </w:r>
    </w:p>
    <w:p w:rsidR="00557788" w:rsidRDefault="00557788" w:rsidP="00557788">
      <w:r>
        <w:t>189.2959</w:t>
      </w:r>
      <w:r>
        <w:tab/>
        <w:t>2.025e0</w:t>
      </w:r>
    </w:p>
    <w:p w:rsidR="00557788" w:rsidRDefault="00557788" w:rsidP="00557788">
      <w:r>
        <w:t>189.2977</w:t>
      </w:r>
      <w:r>
        <w:tab/>
        <w:t>1.025e0</w:t>
      </w:r>
    </w:p>
    <w:p w:rsidR="00557788" w:rsidRDefault="00557788" w:rsidP="00557788">
      <w:r>
        <w:t>189.3050</w:t>
      </w:r>
      <w:r>
        <w:tab/>
        <w:t>1.025e0</w:t>
      </w:r>
    </w:p>
    <w:p w:rsidR="00557788" w:rsidRDefault="00557788" w:rsidP="00557788">
      <w:r>
        <w:t>189.3105</w:t>
      </w:r>
      <w:r>
        <w:tab/>
        <w:t>2.025e0</w:t>
      </w:r>
    </w:p>
    <w:p w:rsidR="00557788" w:rsidRDefault="00557788" w:rsidP="00557788">
      <w:r>
        <w:t>189.3233</w:t>
      </w:r>
      <w:r>
        <w:tab/>
        <w:t>1.013e0</w:t>
      </w:r>
    </w:p>
    <w:p w:rsidR="00557788" w:rsidRDefault="00557788" w:rsidP="00557788">
      <w:r>
        <w:t>189.3316</w:t>
      </w:r>
      <w:r>
        <w:tab/>
        <w:t>1.038e0</w:t>
      </w:r>
    </w:p>
    <w:p w:rsidR="00557788" w:rsidRDefault="00557788" w:rsidP="00557788">
      <w:r>
        <w:t>189.3397</w:t>
      </w:r>
      <w:r>
        <w:tab/>
        <w:t>4.051e0</w:t>
      </w:r>
    </w:p>
    <w:p w:rsidR="00557788" w:rsidRDefault="00557788" w:rsidP="00557788">
      <w:r>
        <w:t>189.3561</w:t>
      </w:r>
      <w:r>
        <w:tab/>
        <w:t>1.266e-2</w:t>
      </w:r>
    </w:p>
    <w:p w:rsidR="00557788" w:rsidRDefault="00557788" w:rsidP="00557788">
      <w:r>
        <w:t>189.3634</w:t>
      </w:r>
      <w:r>
        <w:tab/>
        <w:t>1.013e0</w:t>
      </w:r>
    </w:p>
    <w:p w:rsidR="00557788" w:rsidRDefault="00557788" w:rsidP="00557788">
      <w:r>
        <w:t>189.3689</w:t>
      </w:r>
      <w:r>
        <w:tab/>
        <w:t>2.025e0</w:t>
      </w:r>
    </w:p>
    <w:p w:rsidR="00557788" w:rsidRDefault="00557788" w:rsidP="00557788">
      <w:r>
        <w:t>189.3744</w:t>
      </w:r>
      <w:r>
        <w:tab/>
        <w:t>1.013e0</w:t>
      </w:r>
    </w:p>
    <w:p w:rsidR="00557788" w:rsidRDefault="00557788" w:rsidP="00557788">
      <w:r>
        <w:t>189.3799</w:t>
      </w:r>
      <w:r>
        <w:tab/>
        <w:t>2.532e-2</w:t>
      </w:r>
    </w:p>
    <w:p w:rsidR="00557788" w:rsidRDefault="00557788" w:rsidP="00557788">
      <w:r>
        <w:t>189.3817</w:t>
      </w:r>
      <w:r>
        <w:tab/>
        <w:t>2.025e0</w:t>
      </w:r>
    </w:p>
    <w:p w:rsidR="00557788" w:rsidRDefault="00557788" w:rsidP="00557788">
      <w:r>
        <w:lastRenderedPageBreak/>
        <w:t>189.3872</w:t>
      </w:r>
      <w:r>
        <w:tab/>
        <w:t>2.025e0</w:t>
      </w:r>
    </w:p>
    <w:p w:rsidR="00557788" w:rsidRDefault="00557788" w:rsidP="00557788">
      <w:r>
        <w:t>189.3908</w:t>
      </w:r>
      <w:r>
        <w:tab/>
        <w:t>2.025e0</w:t>
      </w:r>
    </w:p>
    <w:p w:rsidR="00557788" w:rsidRDefault="00557788" w:rsidP="00557788">
      <w:r>
        <w:t>189.3926</w:t>
      </w:r>
      <w:r>
        <w:tab/>
        <w:t>1.025e0</w:t>
      </w:r>
    </w:p>
    <w:p w:rsidR="00557788" w:rsidRDefault="00557788" w:rsidP="00557788">
      <w:r>
        <w:t>189.4036</w:t>
      </w:r>
      <w:r>
        <w:tab/>
        <w:t>1.013e0</w:t>
      </w:r>
    </w:p>
    <w:p w:rsidR="00557788" w:rsidRDefault="00557788" w:rsidP="00557788">
      <w:r>
        <w:t>189.4091</w:t>
      </w:r>
      <w:r>
        <w:tab/>
        <w:t>2.025e0</w:t>
      </w:r>
    </w:p>
    <w:p w:rsidR="00557788" w:rsidRDefault="00557788" w:rsidP="00557788">
      <w:r>
        <w:t>189.4109</w:t>
      </w:r>
      <w:r>
        <w:tab/>
        <w:t>2.025e0</w:t>
      </w:r>
    </w:p>
    <w:p w:rsidR="00557788" w:rsidRDefault="00557788" w:rsidP="00557788">
      <w:r>
        <w:t>189.4218</w:t>
      </w:r>
      <w:r>
        <w:tab/>
        <w:t>1.013e0</w:t>
      </w:r>
    </w:p>
    <w:p w:rsidR="00557788" w:rsidRDefault="00557788" w:rsidP="00557788">
      <w:r>
        <w:t>189.4437</w:t>
      </w:r>
      <w:r>
        <w:tab/>
        <w:t>2.025e0</w:t>
      </w:r>
    </w:p>
    <w:p w:rsidR="00557788" w:rsidRDefault="00557788" w:rsidP="00557788">
      <w:r>
        <w:t>189.4510</w:t>
      </w:r>
      <w:r>
        <w:tab/>
        <w:t>8.101e0</w:t>
      </w:r>
    </w:p>
    <w:p w:rsidR="00557788" w:rsidRDefault="00557788" w:rsidP="00557788">
      <w:r>
        <w:t>189.4566</w:t>
      </w:r>
      <w:r>
        <w:tab/>
        <w:t>2.025e0</w:t>
      </w:r>
    </w:p>
    <w:p w:rsidR="00557788" w:rsidRDefault="00557788" w:rsidP="00557788">
      <w:r>
        <w:t>189.4584</w:t>
      </w:r>
      <w:r>
        <w:tab/>
        <w:t>1.266e-2</w:t>
      </w:r>
    </w:p>
    <w:p w:rsidR="00557788" w:rsidRDefault="00557788" w:rsidP="00557788">
      <w:r>
        <w:t>189.4803</w:t>
      </w:r>
      <w:r>
        <w:tab/>
        <w:t>1.013e0</w:t>
      </w:r>
    </w:p>
    <w:p w:rsidR="00557788" w:rsidRDefault="00557788" w:rsidP="00557788">
      <w:r>
        <w:t>189.4876</w:t>
      </w:r>
      <w:r>
        <w:tab/>
        <w:t>2.532e-2</w:t>
      </w:r>
    </w:p>
    <w:p w:rsidR="00557788" w:rsidRDefault="00557788" w:rsidP="00557788">
      <w:r>
        <w:t>189.4921</w:t>
      </w:r>
      <w:r>
        <w:tab/>
        <w:t>3.688e0</w:t>
      </w:r>
    </w:p>
    <w:p w:rsidR="00557788" w:rsidRDefault="00557788" w:rsidP="00557788">
      <w:r>
        <w:t>189.5003</w:t>
      </w:r>
      <w:r>
        <w:tab/>
        <w:t>5.063e0</w:t>
      </w:r>
    </w:p>
    <w:p w:rsidR="00557788" w:rsidRDefault="00557788" w:rsidP="00557788">
      <w:r>
        <w:t>189.5022</w:t>
      </w:r>
      <w:r>
        <w:tab/>
        <w:t>3.038e0</w:t>
      </w:r>
    </w:p>
    <w:p w:rsidR="00557788" w:rsidRDefault="00557788" w:rsidP="00557788">
      <w:r>
        <w:t>189.5040</w:t>
      </w:r>
      <w:r>
        <w:tab/>
        <w:t>1.051e0</w:t>
      </w:r>
    </w:p>
    <w:p w:rsidR="00557788" w:rsidRDefault="00557788" w:rsidP="00557788">
      <w:r>
        <w:t>189.5168</w:t>
      </w:r>
      <w:r>
        <w:tab/>
        <w:t>1.266e-2</w:t>
      </w:r>
    </w:p>
    <w:p w:rsidR="00557788" w:rsidRDefault="00557788" w:rsidP="00557788">
      <w:r>
        <w:t>189.5223</w:t>
      </w:r>
      <w:r>
        <w:tab/>
        <w:t>2.532e-2</w:t>
      </w:r>
    </w:p>
    <w:p w:rsidR="00557788" w:rsidRDefault="00557788" w:rsidP="00557788">
      <w:r>
        <w:lastRenderedPageBreak/>
        <w:t>189.5278</w:t>
      </w:r>
      <w:r>
        <w:tab/>
        <w:t>1.013e0</w:t>
      </w:r>
    </w:p>
    <w:p w:rsidR="00557788" w:rsidRDefault="00557788" w:rsidP="00557788">
      <w:r>
        <w:t>189.5390</w:t>
      </w:r>
      <w:r>
        <w:tab/>
        <w:t>2.484e0</w:t>
      </w:r>
    </w:p>
    <w:p w:rsidR="00557788" w:rsidRDefault="00557788" w:rsidP="00557788">
      <w:r>
        <w:t>189.5460</w:t>
      </w:r>
      <w:r>
        <w:tab/>
        <w:t>3.038e0</w:t>
      </w:r>
    </w:p>
    <w:p w:rsidR="00557788" w:rsidRDefault="00557788" w:rsidP="00557788">
      <w:r>
        <w:t>189.5497</w:t>
      </w:r>
      <w:r>
        <w:tab/>
        <w:t>2.025e0</w:t>
      </w:r>
    </w:p>
    <w:p w:rsidR="00557788" w:rsidRDefault="00557788" w:rsidP="00557788">
      <w:r>
        <w:t>189.5607</w:t>
      </w:r>
      <w:r>
        <w:tab/>
        <w:t>2.662e0</w:t>
      </w:r>
    </w:p>
    <w:p w:rsidR="00557788" w:rsidRDefault="00557788" w:rsidP="00557788">
      <w:r>
        <w:t>189.5619</w:t>
      </w:r>
      <w:r>
        <w:tab/>
        <w:t>5.063e0</w:t>
      </w:r>
    </w:p>
    <w:p w:rsidR="00557788" w:rsidRDefault="00557788" w:rsidP="00557788">
      <w:r>
        <w:t>189.5753</w:t>
      </w:r>
      <w:r>
        <w:tab/>
        <w:t>2.038e0</w:t>
      </w:r>
    </w:p>
    <w:p w:rsidR="00557788" w:rsidRDefault="00557788" w:rsidP="00557788">
      <w:r>
        <w:t>189.5802</w:t>
      </w:r>
      <w:r>
        <w:tab/>
        <w:t>5.063e0</w:t>
      </w:r>
    </w:p>
    <w:p w:rsidR="00557788" w:rsidRDefault="00557788" w:rsidP="00557788">
      <w:r>
        <w:t>189.5844</w:t>
      </w:r>
      <w:r>
        <w:tab/>
        <w:t>4.051e0</w:t>
      </w:r>
    </w:p>
    <w:p w:rsidR="00557788" w:rsidRDefault="00557788" w:rsidP="00557788">
      <w:r>
        <w:t>189.5972</w:t>
      </w:r>
      <w:r>
        <w:tab/>
        <w:t>1.025e0</w:t>
      </w:r>
    </w:p>
    <w:p w:rsidR="00557788" w:rsidRDefault="00557788" w:rsidP="00557788">
      <w:r>
        <w:t>189.6045</w:t>
      </w:r>
      <w:r>
        <w:tab/>
        <w:t>1.013e0</w:t>
      </w:r>
    </w:p>
    <w:p w:rsidR="00557788" w:rsidRDefault="00557788" w:rsidP="00557788">
      <w:r>
        <w:t>189.6192</w:t>
      </w:r>
      <w:r>
        <w:tab/>
        <w:t>4.063e0</w:t>
      </w:r>
    </w:p>
    <w:p w:rsidR="00557788" w:rsidRDefault="00557788" w:rsidP="00557788">
      <w:r>
        <w:t>189.6319</w:t>
      </w:r>
      <w:r>
        <w:tab/>
        <w:t>2.025e0</w:t>
      </w:r>
    </w:p>
    <w:p w:rsidR="00557788" w:rsidRDefault="00557788" w:rsidP="00557788">
      <w:r>
        <w:t>189.6447</w:t>
      </w:r>
      <w:r>
        <w:tab/>
        <w:t>1.025e0</w:t>
      </w:r>
    </w:p>
    <w:p w:rsidR="00557788" w:rsidRDefault="00557788" w:rsidP="00557788">
      <w:r>
        <w:t>189.6461</w:t>
      </w:r>
      <w:r>
        <w:tab/>
        <w:t>5.063e0</w:t>
      </w:r>
    </w:p>
    <w:p w:rsidR="00557788" w:rsidRDefault="00557788" w:rsidP="00557788">
      <w:r>
        <w:t>189.6520</w:t>
      </w:r>
      <w:r>
        <w:tab/>
        <w:t>2.521e0</w:t>
      </w:r>
    </w:p>
    <w:p w:rsidR="00557788" w:rsidRDefault="00557788" w:rsidP="00557788">
      <w:r>
        <w:t>189.6557</w:t>
      </w:r>
      <w:r>
        <w:tab/>
        <w:t>1.025e0</w:t>
      </w:r>
    </w:p>
    <w:p w:rsidR="00557788" w:rsidRDefault="00557788" w:rsidP="00557788">
      <w:r>
        <w:t>189.6630</w:t>
      </w:r>
      <w:r>
        <w:tab/>
        <w:t>1.013e0</w:t>
      </w:r>
    </w:p>
    <w:p w:rsidR="00557788" w:rsidRDefault="00557788" w:rsidP="00557788">
      <w:r>
        <w:t>189.6850</w:t>
      </w:r>
      <w:r>
        <w:tab/>
        <w:t>3.038e0</w:t>
      </w:r>
    </w:p>
    <w:p w:rsidR="00557788" w:rsidRDefault="00557788" w:rsidP="00557788">
      <w:r>
        <w:lastRenderedPageBreak/>
        <w:t>189.7105</w:t>
      </w:r>
      <w:r>
        <w:tab/>
        <w:t>1.013e0</w:t>
      </w:r>
    </w:p>
    <w:p w:rsidR="00557788" w:rsidRDefault="00557788" w:rsidP="00557788">
      <w:r>
        <w:t>189.7159</w:t>
      </w:r>
      <w:r>
        <w:tab/>
        <w:t>7.089e0</w:t>
      </w:r>
    </w:p>
    <w:p w:rsidR="00557788" w:rsidRDefault="00557788" w:rsidP="00557788">
      <w:r>
        <w:t>189.7337</w:t>
      </w:r>
      <w:r>
        <w:tab/>
        <w:t>3.063e0</w:t>
      </w:r>
    </w:p>
    <w:p w:rsidR="00557788" w:rsidRDefault="00557788" w:rsidP="00557788">
      <w:r>
        <w:t>189.7398</w:t>
      </w:r>
      <w:r>
        <w:tab/>
        <w:t>1.025e0</w:t>
      </w:r>
    </w:p>
    <w:p w:rsidR="00557788" w:rsidRDefault="00557788" w:rsidP="00557788">
      <w:r>
        <w:t>189.7409</w:t>
      </w:r>
      <w:r>
        <w:tab/>
        <w:t>4.051e0</w:t>
      </w:r>
    </w:p>
    <w:p w:rsidR="00557788" w:rsidRDefault="00557788" w:rsidP="00557788">
      <w:r>
        <w:t>189.7507</w:t>
      </w:r>
      <w:r>
        <w:tab/>
        <w:t>1.266e-2</w:t>
      </w:r>
    </w:p>
    <w:p w:rsidR="00557788" w:rsidRDefault="00557788" w:rsidP="00557788">
      <w:r>
        <w:t>189.7526</w:t>
      </w:r>
      <w:r>
        <w:tab/>
        <w:t>2.025e0</w:t>
      </w:r>
    </w:p>
    <w:p w:rsidR="00557788" w:rsidRDefault="00557788" w:rsidP="00557788">
      <w:r>
        <w:t>189.7690</w:t>
      </w:r>
      <w:r>
        <w:tab/>
        <w:t>1.266e-2</w:t>
      </w:r>
    </w:p>
    <w:p w:rsidR="00557788" w:rsidRDefault="00557788" w:rsidP="00557788">
      <w:r>
        <w:t>189.7727</w:t>
      </w:r>
      <w:r>
        <w:tab/>
        <w:t>1.013e0</w:t>
      </w:r>
    </w:p>
    <w:p w:rsidR="00557788" w:rsidRDefault="00557788" w:rsidP="00557788">
      <w:r>
        <w:t>189.7836</w:t>
      </w:r>
      <w:r>
        <w:tab/>
        <w:t>1.025e0</w:t>
      </w:r>
    </w:p>
    <w:p w:rsidR="00557788" w:rsidRDefault="00557788" w:rsidP="00557788">
      <w:r>
        <w:t>189.7856</w:t>
      </w:r>
      <w:r>
        <w:tab/>
        <w:t>3.038e0</w:t>
      </w:r>
    </w:p>
    <w:p w:rsidR="00557788" w:rsidRDefault="00557788" w:rsidP="00557788">
      <w:r>
        <w:t>189.7910</w:t>
      </w:r>
      <w:r>
        <w:tab/>
        <w:t>1.013e0</w:t>
      </w:r>
    </w:p>
    <w:p w:rsidR="00557788" w:rsidRDefault="00557788" w:rsidP="00557788">
      <w:r>
        <w:t>189.7946</w:t>
      </w:r>
      <w:r>
        <w:tab/>
        <w:t>2.025e0</w:t>
      </w:r>
    </w:p>
    <w:p w:rsidR="00557788" w:rsidRDefault="00557788" w:rsidP="00557788">
      <w:r>
        <w:t>189.8000</w:t>
      </w:r>
      <w:r>
        <w:tab/>
        <w:t>2.532e-2</w:t>
      </w:r>
    </w:p>
    <w:p w:rsidR="00557788" w:rsidRDefault="00557788" w:rsidP="00557788">
      <w:r>
        <w:t>189.8129</w:t>
      </w:r>
      <w:r>
        <w:tab/>
        <w:t>1.025e0</w:t>
      </w:r>
    </w:p>
    <w:p w:rsidR="00557788" w:rsidRDefault="00557788" w:rsidP="00557788">
      <w:r>
        <w:t>189.8147</w:t>
      </w:r>
      <w:r>
        <w:tab/>
        <w:t>2.025e0</w:t>
      </w:r>
    </w:p>
    <w:p w:rsidR="00557788" w:rsidRDefault="00557788" w:rsidP="00557788">
      <w:r>
        <w:t>189.8202</w:t>
      </w:r>
      <w:r>
        <w:tab/>
        <w:t>2.025e0</w:t>
      </w:r>
    </w:p>
    <w:p w:rsidR="00557788" w:rsidRDefault="00557788" w:rsidP="00557788">
      <w:r>
        <w:t>189.8238</w:t>
      </w:r>
      <w:r>
        <w:tab/>
        <w:t>3.051e0</w:t>
      </w:r>
    </w:p>
    <w:p w:rsidR="00557788" w:rsidRDefault="00557788" w:rsidP="00557788">
      <w:r>
        <w:t>189.8384</w:t>
      </w:r>
      <w:r>
        <w:tab/>
        <w:t>1.266e-2</w:t>
      </w:r>
    </w:p>
    <w:p w:rsidR="00557788" w:rsidRDefault="00557788" w:rsidP="00557788">
      <w:r>
        <w:lastRenderedPageBreak/>
        <w:t>189.8476</w:t>
      </w:r>
      <w:r>
        <w:tab/>
        <w:t>2.025e0</w:t>
      </w:r>
    </w:p>
    <w:p w:rsidR="00557788" w:rsidRDefault="00557788" w:rsidP="00557788">
      <w:r>
        <w:t>189.8494</w:t>
      </w:r>
      <w:r>
        <w:tab/>
        <w:t>1.266e-2</w:t>
      </w:r>
    </w:p>
    <w:p w:rsidR="00557788" w:rsidRDefault="00557788" w:rsidP="00557788">
      <w:r>
        <w:t>189.8531</w:t>
      </w:r>
      <w:r>
        <w:tab/>
        <w:t>2.025e0</w:t>
      </w:r>
    </w:p>
    <w:p w:rsidR="00557788" w:rsidRDefault="00557788" w:rsidP="00557788">
      <w:r>
        <w:t>189.8564</w:t>
      </w:r>
      <w:r>
        <w:tab/>
        <w:t>7.909e-1</w:t>
      </w:r>
    </w:p>
    <w:p w:rsidR="00557788" w:rsidRDefault="00557788" w:rsidP="00557788">
      <w:r>
        <w:t>189.8732</w:t>
      </w:r>
      <w:r>
        <w:tab/>
        <w:t>2.025e0</w:t>
      </w:r>
    </w:p>
    <w:p w:rsidR="00557788" w:rsidRDefault="00557788" w:rsidP="00557788">
      <w:r>
        <w:t>189.8859</w:t>
      </w:r>
      <w:r>
        <w:tab/>
        <w:t>2.025e0</w:t>
      </w:r>
    </w:p>
    <w:p w:rsidR="00557788" w:rsidRDefault="00557788" w:rsidP="00557788">
      <w:r>
        <w:t>189.8896</w:t>
      </w:r>
      <w:r>
        <w:tab/>
        <w:t>2.025e0</w:t>
      </w:r>
    </w:p>
    <w:p w:rsidR="00557788" w:rsidRDefault="00557788" w:rsidP="00557788">
      <w:r>
        <w:t>189.9032</w:t>
      </w:r>
      <w:r>
        <w:tab/>
        <w:t>3.038e0</w:t>
      </w:r>
    </w:p>
    <w:p w:rsidR="00557788" w:rsidRDefault="00557788" w:rsidP="00557788">
      <w:r>
        <w:t>189.9097</w:t>
      </w:r>
      <w:r>
        <w:tab/>
        <w:t>2.025e0</w:t>
      </w:r>
    </w:p>
    <w:p w:rsidR="00557788" w:rsidRDefault="00557788" w:rsidP="00557788">
      <w:r>
        <w:t>189.9115</w:t>
      </w:r>
      <w:r>
        <w:tab/>
        <w:t>1.013e0</w:t>
      </w:r>
    </w:p>
    <w:p w:rsidR="00557788" w:rsidRDefault="00557788" w:rsidP="00557788">
      <w:r>
        <w:t>189.9170</w:t>
      </w:r>
      <w:r>
        <w:tab/>
        <w:t>2.532e-2</w:t>
      </w:r>
    </w:p>
    <w:p w:rsidR="00557788" w:rsidRDefault="00557788" w:rsidP="00557788">
      <w:r>
        <w:t>189.9261</w:t>
      </w:r>
      <w:r>
        <w:tab/>
        <w:t>1.266e-2</w:t>
      </w:r>
    </w:p>
    <w:p w:rsidR="00557788" w:rsidRDefault="00557788" w:rsidP="00557788">
      <w:r>
        <w:t>189.9317</w:t>
      </w:r>
      <w:r>
        <w:tab/>
        <w:t>2.025e0</w:t>
      </w:r>
    </w:p>
    <w:p w:rsidR="00557788" w:rsidRDefault="00557788" w:rsidP="00557788">
      <w:r>
        <w:t>189.9444</w:t>
      </w:r>
      <w:r>
        <w:tab/>
        <w:t>3.038e0</w:t>
      </w:r>
    </w:p>
    <w:p w:rsidR="00557788" w:rsidRDefault="00557788" w:rsidP="00557788">
      <w:r>
        <w:t>189.9642</w:t>
      </w:r>
      <w:r>
        <w:tab/>
        <w:t>4.051e0</w:t>
      </w:r>
    </w:p>
    <w:p w:rsidR="00557788" w:rsidRDefault="00557788" w:rsidP="00557788">
      <w:r>
        <w:t>189.9668</w:t>
      </w:r>
      <w:r>
        <w:tab/>
        <w:t>6.076e0</w:t>
      </w:r>
    </w:p>
    <w:p w:rsidR="00557788" w:rsidRDefault="00557788" w:rsidP="00557788">
      <w:r>
        <w:t>189.9766</w:t>
      </w:r>
      <w:r>
        <w:tab/>
        <w:t>1.038e0</w:t>
      </w:r>
    </w:p>
    <w:p w:rsidR="00557788" w:rsidRDefault="00557788" w:rsidP="00557788">
      <w:r>
        <w:t>189.9787</w:t>
      </w:r>
      <w:r>
        <w:tab/>
        <w:t>6.076e0</w:t>
      </w:r>
    </w:p>
    <w:p w:rsidR="00557788" w:rsidRDefault="00557788" w:rsidP="00557788">
      <w:r>
        <w:t>189.9828</w:t>
      </w:r>
      <w:r>
        <w:tab/>
        <w:t>3.038e0</w:t>
      </w:r>
    </w:p>
    <w:p w:rsidR="00557788" w:rsidRDefault="00557788" w:rsidP="00557788">
      <w:r>
        <w:lastRenderedPageBreak/>
        <w:t>189.9915</w:t>
      </w:r>
      <w:r>
        <w:tab/>
        <w:t>1.038e0</w:t>
      </w:r>
    </w:p>
    <w:p w:rsidR="00557788" w:rsidRDefault="00557788" w:rsidP="00557788">
      <w:r>
        <w:t>190.0033</w:t>
      </w:r>
      <w:r>
        <w:tab/>
        <w:t>2.532e-2</w:t>
      </w:r>
    </w:p>
    <w:p w:rsidR="00557788" w:rsidRDefault="00557788" w:rsidP="00557788">
      <w:r>
        <w:t>190.0105</w:t>
      </w:r>
      <w:r>
        <w:tab/>
        <w:t>1.013e0</w:t>
      </w:r>
    </w:p>
    <w:p w:rsidR="00557788" w:rsidRDefault="00557788" w:rsidP="00557788">
      <w:r>
        <w:t>190.0116</w:t>
      </w:r>
      <w:r>
        <w:tab/>
        <w:t>4.162e0</w:t>
      </w:r>
    </w:p>
    <w:p w:rsidR="00557788" w:rsidRDefault="00557788" w:rsidP="00557788">
      <w:r>
        <w:t>190.0235</w:t>
      </w:r>
      <w:r>
        <w:tab/>
        <w:t>1.076e0</w:t>
      </w:r>
    </w:p>
    <w:p w:rsidR="00557788" w:rsidRDefault="00557788" w:rsidP="00557788">
      <w:r>
        <w:t>190.0330</w:t>
      </w:r>
      <w:r>
        <w:tab/>
        <w:t>1.922e0</w:t>
      </w:r>
    </w:p>
    <w:p w:rsidR="00557788" w:rsidRDefault="00557788" w:rsidP="00557788">
      <w:r>
        <w:t>190.0363</w:t>
      </w:r>
      <w:r>
        <w:tab/>
        <w:t>2.977e0</w:t>
      </w:r>
    </w:p>
    <w:p w:rsidR="00557788" w:rsidRDefault="00557788" w:rsidP="00557788">
      <w:r>
        <w:t>190.0435</w:t>
      </w:r>
      <w:r>
        <w:tab/>
        <w:t>5.178e0</w:t>
      </w:r>
    </w:p>
    <w:p w:rsidR="00557788" w:rsidRDefault="00557788" w:rsidP="00557788">
      <w:r>
        <w:t>190.0547</w:t>
      </w:r>
      <w:r>
        <w:tab/>
        <w:t>1.013e0</w:t>
      </w:r>
    </w:p>
    <w:p w:rsidR="00557788" w:rsidRDefault="00557788" w:rsidP="00557788">
      <w:r>
        <w:t>190.0566</w:t>
      </w:r>
      <w:r>
        <w:tab/>
        <w:t>1.181e0</w:t>
      </w:r>
    </w:p>
    <w:p w:rsidR="00557788" w:rsidRDefault="00557788" w:rsidP="00557788">
      <w:r>
        <w:t>190.0618</w:t>
      </w:r>
      <w:r>
        <w:tab/>
        <w:t>6.307e0</w:t>
      </w:r>
    </w:p>
    <w:p w:rsidR="00557788" w:rsidRDefault="00557788" w:rsidP="00557788">
      <w:r>
        <w:t>190.0976</w:t>
      </w:r>
      <w:r>
        <w:tab/>
        <w:t>3.459e0</w:t>
      </w:r>
    </w:p>
    <w:p w:rsidR="00557788" w:rsidRDefault="00557788" w:rsidP="00557788">
      <w:r>
        <w:t>190.0988</w:t>
      </w:r>
      <w:r>
        <w:tab/>
        <w:t>5.769e-1</w:t>
      </w:r>
    </w:p>
    <w:p w:rsidR="00557788" w:rsidRDefault="00557788" w:rsidP="00557788">
      <w:r>
        <w:t>190.1093</w:t>
      </w:r>
      <w:r>
        <w:tab/>
        <w:t>1.678e0</w:t>
      </w:r>
    </w:p>
    <w:p w:rsidR="00557788" w:rsidRDefault="00557788" w:rsidP="00557788">
      <w:r>
        <w:t>190.1190</w:t>
      </w:r>
      <w:r>
        <w:tab/>
        <w:t>1.412e0</w:t>
      </w:r>
    </w:p>
    <w:p w:rsidR="00557788" w:rsidRDefault="00557788" w:rsidP="00557788">
      <w:r>
        <w:t>190.1282</w:t>
      </w:r>
      <w:r>
        <w:tab/>
        <w:t>1.417e0</w:t>
      </w:r>
    </w:p>
    <w:p w:rsidR="00557788" w:rsidRDefault="00557788" w:rsidP="00557788">
      <w:r>
        <w:t>190.1362</w:t>
      </w:r>
      <w:r>
        <w:tab/>
        <w:t>1.553e0</w:t>
      </w:r>
    </w:p>
    <w:p w:rsidR="00557788" w:rsidRDefault="00557788" w:rsidP="00557788">
      <w:r>
        <w:t>190.1465</w:t>
      </w:r>
      <w:r>
        <w:tab/>
        <w:t>3.845e0</w:t>
      </w:r>
    </w:p>
    <w:p w:rsidR="00557788" w:rsidRDefault="00557788" w:rsidP="00557788">
      <w:r>
        <w:t>190.1512</w:t>
      </w:r>
      <w:r>
        <w:tab/>
        <w:t>7.122e0</w:t>
      </w:r>
    </w:p>
    <w:p w:rsidR="00557788" w:rsidRDefault="00557788" w:rsidP="00557788">
      <w:r>
        <w:lastRenderedPageBreak/>
        <w:t>190.1528</w:t>
      </w:r>
      <w:r>
        <w:tab/>
        <w:t>1.922e0</w:t>
      </w:r>
    </w:p>
    <w:p w:rsidR="00557788" w:rsidRDefault="00557788" w:rsidP="00557788">
      <w:r>
        <w:t>190.1548</w:t>
      </w:r>
      <w:r>
        <w:tab/>
        <w:t>5.141e0</w:t>
      </w:r>
    </w:p>
    <w:p w:rsidR="00557788" w:rsidRDefault="00557788" w:rsidP="00557788">
      <w:r>
        <w:t>190.1620</w:t>
      </w:r>
      <w:r>
        <w:tab/>
        <w:t>2.833e0</w:t>
      </w:r>
    </w:p>
    <w:p w:rsidR="00557788" w:rsidRDefault="00557788" w:rsidP="00557788">
      <w:r>
        <w:t>190.1742</w:t>
      </w:r>
      <w:r>
        <w:tab/>
        <w:t>1.161e0</w:t>
      </w:r>
    </w:p>
    <w:p w:rsidR="00557788" w:rsidRDefault="00557788" w:rsidP="00557788">
      <w:r>
        <w:t>190.1971</w:t>
      </w:r>
      <w:r>
        <w:tab/>
        <w:t>4.051e0</w:t>
      </w:r>
    </w:p>
    <w:p w:rsidR="00557788" w:rsidRDefault="00557788" w:rsidP="00557788">
      <w:r>
        <w:t>190.1983</w:t>
      </w:r>
      <w:r>
        <w:tab/>
        <w:t>5.076e0</w:t>
      </w:r>
    </w:p>
    <w:p w:rsidR="00557788" w:rsidRDefault="00557788" w:rsidP="00557788">
      <w:r>
        <w:t>190.2106</w:t>
      </w:r>
      <w:r>
        <w:tab/>
        <w:t>3.038e0</w:t>
      </w:r>
    </w:p>
    <w:p w:rsidR="00557788" w:rsidRDefault="00557788" w:rsidP="00557788">
      <w:r>
        <w:t>190.2203</w:t>
      </w:r>
      <w:r>
        <w:tab/>
        <w:t>1.013e0</w:t>
      </w:r>
    </w:p>
    <w:p w:rsidR="00557788" w:rsidRDefault="00557788" w:rsidP="00557788">
      <w:r>
        <w:t>190.2353</w:t>
      </w:r>
      <w:r>
        <w:tab/>
        <w:t>3.798e-2</w:t>
      </w:r>
    </w:p>
    <w:p w:rsidR="00557788" w:rsidRDefault="00557788" w:rsidP="00557788">
      <w:r>
        <w:t>190.2403</w:t>
      </w:r>
      <w:r>
        <w:tab/>
        <w:t>2.532e-2</w:t>
      </w:r>
    </w:p>
    <w:p w:rsidR="00557788" w:rsidRDefault="00557788" w:rsidP="00557788">
      <w:r>
        <w:t>190.2440</w:t>
      </w:r>
      <w:r>
        <w:tab/>
        <w:t>2.532e-2</w:t>
      </w:r>
    </w:p>
    <w:p w:rsidR="00557788" w:rsidRDefault="00557788" w:rsidP="00557788">
      <w:r>
        <w:t>190.2453</w:t>
      </w:r>
      <w:r>
        <w:tab/>
        <w:t>3.038e0</w:t>
      </w:r>
    </w:p>
    <w:p w:rsidR="00557788" w:rsidRDefault="00557788" w:rsidP="00557788">
      <w:r>
        <w:t>190.2587</w:t>
      </w:r>
      <w:r>
        <w:tab/>
        <w:t>2.025e0</w:t>
      </w:r>
    </w:p>
    <w:p w:rsidR="00557788" w:rsidRDefault="00557788" w:rsidP="00557788">
      <w:r>
        <w:t>190.2698</w:t>
      </w:r>
      <w:r>
        <w:tab/>
        <w:t>2.025e0</w:t>
      </w:r>
    </w:p>
    <w:p w:rsidR="00557788" w:rsidRDefault="00557788" w:rsidP="00557788">
      <w:r>
        <w:t>190.2789</w:t>
      </w:r>
      <w:r>
        <w:tab/>
        <w:t>1.013e0</w:t>
      </w:r>
    </w:p>
    <w:p w:rsidR="00557788" w:rsidRDefault="00557788" w:rsidP="00557788">
      <w:r>
        <w:t>190.2843</w:t>
      </w:r>
      <w:r>
        <w:tab/>
        <w:t>2.532e-2</w:t>
      </w:r>
    </w:p>
    <w:p w:rsidR="00557788" w:rsidRDefault="00557788" w:rsidP="00557788">
      <w:r>
        <w:t>190.2953</w:t>
      </w:r>
      <w:r>
        <w:tab/>
        <w:t>2.025e0</w:t>
      </w:r>
    </w:p>
    <w:p w:rsidR="00557788" w:rsidRDefault="00557788" w:rsidP="00557788">
      <w:r>
        <w:t>190.3045</w:t>
      </w:r>
      <w:r>
        <w:tab/>
        <w:t>1.266e-2</w:t>
      </w:r>
    </w:p>
    <w:p w:rsidR="00557788" w:rsidRDefault="00557788" w:rsidP="00557788">
      <w:r>
        <w:t>190.3173</w:t>
      </w:r>
      <w:r>
        <w:tab/>
        <w:t>2.025e0</w:t>
      </w:r>
    </w:p>
    <w:p w:rsidR="00557788" w:rsidRDefault="00557788" w:rsidP="00557788">
      <w:r>
        <w:lastRenderedPageBreak/>
        <w:t>190.3191</w:t>
      </w:r>
      <w:r>
        <w:tab/>
        <w:t>1.025e0</w:t>
      </w:r>
    </w:p>
    <w:p w:rsidR="00557788" w:rsidRDefault="00557788" w:rsidP="00557788">
      <w:r>
        <w:t>190.3264</w:t>
      </w:r>
      <w:r>
        <w:tab/>
        <w:t>2.038e0</w:t>
      </w:r>
    </w:p>
    <w:p w:rsidR="00557788" w:rsidRDefault="00557788" w:rsidP="00557788">
      <w:r>
        <w:t>190.3301</w:t>
      </w:r>
      <w:r>
        <w:tab/>
        <w:t>1.025e0</w:t>
      </w:r>
    </w:p>
    <w:p w:rsidR="00557788" w:rsidRDefault="00557788" w:rsidP="00557788">
      <w:r>
        <w:t>190.3374</w:t>
      </w:r>
      <w:r>
        <w:tab/>
        <w:t>1.013e0</w:t>
      </w:r>
    </w:p>
    <w:p w:rsidR="00557788" w:rsidRDefault="00557788" w:rsidP="00557788">
      <w:r>
        <w:t>190.3447</w:t>
      </w:r>
      <w:r>
        <w:tab/>
        <w:t>2.532e-2</w:t>
      </w:r>
    </w:p>
    <w:p w:rsidR="00557788" w:rsidRDefault="00557788" w:rsidP="00557788">
      <w:r>
        <w:t>190.3465</w:t>
      </w:r>
      <w:r>
        <w:tab/>
        <w:t>3.038e0</w:t>
      </w:r>
    </w:p>
    <w:p w:rsidR="00557788" w:rsidRDefault="00557788" w:rsidP="00557788">
      <w:r>
        <w:t>190.3483</w:t>
      </w:r>
      <w:r>
        <w:tab/>
        <w:t>2.025e0</w:t>
      </w:r>
    </w:p>
    <w:p w:rsidR="00557788" w:rsidRDefault="00557788" w:rsidP="00557788">
      <w:r>
        <w:t>190.3630</w:t>
      </w:r>
      <w:r>
        <w:tab/>
        <w:t>1.013e0</w:t>
      </w:r>
    </w:p>
    <w:p w:rsidR="00557788" w:rsidRDefault="00557788" w:rsidP="00557788">
      <w:r>
        <w:t>190.3809</w:t>
      </w:r>
      <w:r>
        <w:tab/>
        <w:t>2.063e0</w:t>
      </w:r>
    </w:p>
    <w:p w:rsidR="00557788" w:rsidRDefault="00557788" w:rsidP="00557788">
      <w:r>
        <w:t>190.3849</w:t>
      </w:r>
      <w:r>
        <w:tab/>
        <w:t>1.013e0</w:t>
      </w:r>
    </w:p>
    <w:p w:rsidR="00557788" w:rsidRDefault="00557788" w:rsidP="00557788">
      <w:r>
        <w:t>190.3904</w:t>
      </w:r>
      <w:r>
        <w:tab/>
        <w:t>2.025e0</w:t>
      </w:r>
    </w:p>
    <w:p w:rsidR="00557788" w:rsidRDefault="00557788" w:rsidP="00557788">
      <w:r>
        <w:t>190.3952</w:t>
      </w:r>
      <w:r>
        <w:tab/>
        <w:t>4.051e0</w:t>
      </w:r>
    </w:p>
    <w:p w:rsidR="00557788" w:rsidRDefault="00557788" w:rsidP="00557788">
      <w:r>
        <w:t>190.4032</w:t>
      </w:r>
      <w:r>
        <w:tab/>
        <w:t>1.025e0</w:t>
      </w:r>
    </w:p>
    <w:p w:rsidR="00557788" w:rsidRDefault="00557788" w:rsidP="00557788">
      <w:r>
        <w:t>190.4215</w:t>
      </w:r>
      <w:r>
        <w:tab/>
        <w:t>1.063e0</w:t>
      </w:r>
    </w:p>
    <w:p w:rsidR="00557788" w:rsidRDefault="00557788" w:rsidP="00557788">
      <w:r>
        <w:t>190.4234</w:t>
      </w:r>
      <w:r>
        <w:tab/>
        <w:t>4.051e0</w:t>
      </w:r>
    </w:p>
    <w:p w:rsidR="00557788" w:rsidRDefault="00557788" w:rsidP="00557788">
      <w:r>
        <w:t>190.4343</w:t>
      </w:r>
      <w:r>
        <w:tab/>
        <w:t>2.025e0</w:t>
      </w:r>
    </w:p>
    <w:p w:rsidR="00557788" w:rsidRDefault="00557788" w:rsidP="00557788">
      <w:r>
        <w:t>190.4453</w:t>
      </w:r>
      <w:r>
        <w:tab/>
        <w:t>2.025e0</w:t>
      </w:r>
    </w:p>
    <w:p w:rsidR="00557788" w:rsidRDefault="00557788" w:rsidP="00557788">
      <w:r>
        <w:t>190.4490</w:t>
      </w:r>
      <w:r>
        <w:tab/>
        <w:t>2.025e0</w:t>
      </w:r>
    </w:p>
    <w:p w:rsidR="00557788" w:rsidRDefault="00557788" w:rsidP="00557788">
      <w:r>
        <w:t>190.4508</w:t>
      </w:r>
      <w:r>
        <w:tab/>
        <w:t>1.038e0</w:t>
      </w:r>
    </w:p>
    <w:p w:rsidR="00557788" w:rsidRDefault="00557788" w:rsidP="00557788">
      <w:r>
        <w:lastRenderedPageBreak/>
        <w:t>190.4581</w:t>
      </w:r>
      <w:r>
        <w:tab/>
        <w:t>1.266e-2</w:t>
      </w:r>
    </w:p>
    <w:p w:rsidR="00557788" w:rsidRDefault="00557788" w:rsidP="00557788">
      <w:r>
        <w:t>190.4655</w:t>
      </w:r>
      <w:r>
        <w:tab/>
        <w:t>1.013e0</w:t>
      </w:r>
    </w:p>
    <w:p w:rsidR="00557788" w:rsidRDefault="00557788" w:rsidP="00557788">
      <w:r>
        <w:t>190.4698</w:t>
      </w:r>
      <w:r>
        <w:tab/>
        <w:t>4.063e0</w:t>
      </w:r>
    </w:p>
    <w:p w:rsidR="00557788" w:rsidRDefault="00557788" w:rsidP="00557788">
      <w:r>
        <w:t>190.4764</w:t>
      </w:r>
      <w:r>
        <w:tab/>
        <w:t>1.013e0</w:t>
      </w:r>
    </w:p>
    <w:p w:rsidR="00557788" w:rsidRDefault="00557788" w:rsidP="00557788">
      <w:r>
        <w:t>190.4801</w:t>
      </w:r>
      <w:r>
        <w:tab/>
        <w:t>2.532e-2</w:t>
      </w:r>
    </w:p>
    <w:p w:rsidR="00557788" w:rsidRDefault="00557788" w:rsidP="00557788">
      <w:r>
        <w:t>190.4899</w:t>
      </w:r>
      <w:r>
        <w:tab/>
        <w:t>3.038e0</w:t>
      </w:r>
    </w:p>
    <w:p w:rsidR="00557788" w:rsidRDefault="00557788" w:rsidP="00557788">
      <w:r>
        <w:t>190.5021</w:t>
      </w:r>
      <w:r>
        <w:tab/>
        <w:t>2.025e0</w:t>
      </w:r>
    </w:p>
    <w:p w:rsidR="00557788" w:rsidRDefault="00557788" w:rsidP="00557788">
      <w:r>
        <w:t>190.5038</w:t>
      </w:r>
      <w:r>
        <w:tab/>
        <w:t>3.038e0</w:t>
      </w:r>
    </w:p>
    <w:p w:rsidR="00557788" w:rsidRDefault="00557788" w:rsidP="00557788">
      <w:r>
        <w:t>190.5057</w:t>
      </w:r>
      <w:r>
        <w:tab/>
        <w:t>3.038e0</w:t>
      </w:r>
    </w:p>
    <w:p w:rsidR="00557788" w:rsidRDefault="00557788" w:rsidP="00557788">
      <w:r>
        <w:t>190.5094</w:t>
      </w:r>
      <w:r>
        <w:tab/>
        <w:t>1.266e-2</w:t>
      </w:r>
    </w:p>
    <w:p w:rsidR="00557788" w:rsidRDefault="00557788" w:rsidP="00557788">
      <w:r>
        <w:t>190.5131</w:t>
      </w:r>
      <w:r>
        <w:tab/>
        <w:t>1.013e0</w:t>
      </w:r>
    </w:p>
    <w:p w:rsidR="00557788" w:rsidRDefault="00557788" w:rsidP="00557788">
      <w:r>
        <w:t>190.5277</w:t>
      </w:r>
      <w:r>
        <w:tab/>
        <w:t>1.013e0</w:t>
      </w:r>
    </w:p>
    <w:p w:rsidR="00557788" w:rsidRDefault="00557788" w:rsidP="00557788">
      <w:r>
        <w:t>190.5350</w:t>
      </w:r>
      <w:r>
        <w:tab/>
        <w:t>1.013e0</w:t>
      </w:r>
    </w:p>
    <w:p w:rsidR="00557788" w:rsidRDefault="00557788" w:rsidP="00557788">
      <w:r>
        <w:t>190.5401</w:t>
      </w:r>
      <w:r>
        <w:tab/>
        <w:t>2.051e0</w:t>
      </w:r>
    </w:p>
    <w:p w:rsidR="00557788" w:rsidRDefault="00557788" w:rsidP="00557788">
      <w:r>
        <w:t>190.5540</w:t>
      </w:r>
      <w:r>
        <w:tab/>
        <w:t>7.101e0</w:t>
      </w:r>
    </w:p>
    <w:p w:rsidR="00557788" w:rsidRDefault="00557788" w:rsidP="00557788">
      <w:r>
        <w:t>190.5551</w:t>
      </w:r>
      <w:r>
        <w:tab/>
        <w:t>2.025e0</w:t>
      </w:r>
    </w:p>
    <w:p w:rsidR="00557788" w:rsidRDefault="00557788" w:rsidP="00557788">
      <w:r>
        <w:t>190.5583</w:t>
      </w:r>
      <w:r>
        <w:tab/>
        <w:t>2.127e0</w:t>
      </w:r>
    </w:p>
    <w:p w:rsidR="00557788" w:rsidRDefault="00557788" w:rsidP="00557788">
      <w:r>
        <w:t>190.5723</w:t>
      </w:r>
      <w:r>
        <w:tab/>
        <w:t>4.051e0</w:t>
      </w:r>
    </w:p>
    <w:p w:rsidR="00557788" w:rsidRDefault="00557788" w:rsidP="00557788">
      <w:r>
        <w:t>190.5753</w:t>
      </w:r>
      <w:r>
        <w:tab/>
        <w:t>4.051e0</w:t>
      </w:r>
    </w:p>
    <w:p w:rsidR="00557788" w:rsidRDefault="00557788" w:rsidP="00557788">
      <w:r>
        <w:lastRenderedPageBreak/>
        <w:t>190.5767</w:t>
      </w:r>
      <w:r>
        <w:tab/>
        <w:t>3.427e0</w:t>
      </w:r>
    </w:p>
    <w:p w:rsidR="00557788" w:rsidRDefault="00557788" w:rsidP="00557788">
      <w:r>
        <w:t>190.5844</w:t>
      </w:r>
      <w:r>
        <w:tab/>
        <w:t>2.532e-2</w:t>
      </w:r>
    </w:p>
    <w:p w:rsidR="00557788" w:rsidRDefault="00557788" w:rsidP="00557788">
      <w:r>
        <w:t>190.5913</w:t>
      </w:r>
      <w:r>
        <w:tab/>
        <w:t>5.063e0</w:t>
      </w:r>
    </w:p>
    <w:p w:rsidR="00557788" w:rsidRDefault="00557788" w:rsidP="00557788">
      <w:r>
        <w:t>190.6082</w:t>
      </w:r>
      <w:r>
        <w:tab/>
        <w:t>1.013e0</w:t>
      </w:r>
    </w:p>
    <w:p w:rsidR="00557788" w:rsidRDefault="00557788" w:rsidP="00557788">
      <w:r>
        <w:t>190.6137</w:t>
      </w:r>
      <w:r>
        <w:tab/>
        <w:t>4.051e0</w:t>
      </w:r>
    </w:p>
    <w:p w:rsidR="00557788" w:rsidRDefault="00557788" w:rsidP="00557788">
      <w:r>
        <w:t>190.6156</w:t>
      </w:r>
      <w:r>
        <w:tab/>
        <w:t>1.013e0</w:t>
      </w:r>
    </w:p>
    <w:p w:rsidR="00557788" w:rsidRDefault="00557788" w:rsidP="00557788">
      <w:r>
        <w:t>190.6247</w:t>
      </w:r>
      <w:r>
        <w:tab/>
        <w:t>2.025e0</w:t>
      </w:r>
    </w:p>
    <w:p w:rsidR="00557788" w:rsidRDefault="00557788" w:rsidP="00557788">
      <w:r>
        <w:t>190.6302</w:t>
      </w:r>
      <w:r>
        <w:tab/>
        <w:t>1.013e0</w:t>
      </w:r>
    </w:p>
    <w:p w:rsidR="00557788" w:rsidRDefault="00557788" w:rsidP="00557788">
      <w:r>
        <w:t>190.6430</w:t>
      </w:r>
      <w:r>
        <w:tab/>
        <w:t>2.532e-2</w:t>
      </w:r>
    </w:p>
    <w:p w:rsidR="00557788" w:rsidRDefault="00557788" w:rsidP="00557788">
      <w:r>
        <w:t>190.6576</w:t>
      </w:r>
      <w:r>
        <w:tab/>
        <w:t>2.025e0</w:t>
      </w:r>
    </w:p>
    <w:p w:rsidR="00557788" w:rsidRDefault="00557788" w:rsidP="00557788">
      <w:r>
        <w:t>190.6595</w:t>
      </w:r>
      <w:r>
        <w:tab/>
        <w:t>1.013e0</w:t>
      </w:r>
    </w:p>
    <w:p w:rsidR="00557788" w:rsidRDefault="00557788" w:rsidP="00557788">
      <w:r>
        <w:t>190.6613</w:t>
      </w:r>
      <w:r>
        <w:tab/>
        <w:t>2.025e0</w:t>
      </w:r>
    </w:p>
    <w:p w:rsidR="00557788" w:rsidRDefault="00557788" w:rsidP="00557788">
      <w:r>
        <w:t>190.6686</w:t>
      </w:r>
      <w:r>
        <w:tab/>
        <w:t>2.025e0</w:t>
      </w:r>
    </w:p>
    <w:p w:rsidR="00557788" w:rsidRDefault="00557788" w:rsidP="00557788">
      <w:r>
        <w:t>190.6723</w:t>
      </w:r>
      <w:r>
        <w:tab/>
        <w:t>2.025e0</w:t>
      </w:r>
    </w:p>
    <w:p w:rsidR="00557788" w:rsidRDefault="00557788" w:rsidP="00557788">
      <w:r>
        <w:t>190.6770</w:t>
      </w:r>
      <w:r>
        <w:tab/>
        <w:t>4.300e0</w:t>
      </w:r>
    </w:p>
    <w:p w:rsidR="00557788" w:rsidRDefault="00557788" w:rsidP="00557788">
      <w:r>
        <w:t>190.6814</w:t>
      </w:r>
      <w:r>
        <w:tab/>
        <w:t>2.532e-2</w:t>
      </w:r>
    </w:p>
    <w:p w:rsidR="00557788" w:rsidRDefault="00557788" w:rsidP="00557788">
      <w:r>
        <w:t>190.6851</w:t>
      </w:r>
      <w:r>
        <w:tab/>
        <w:t>1.266e-2</w:t>
      </w:r>
    </w:p>
    <w:p w:rsidR="00557788" w:rsidRDefault="00557788" w:rsidP="00557788">
      <w:r>
        <w:t>190.6914</w:t>
      </w:r>
      <w:r>
        <w:tab/>
        <w:t>6.329e-2</w:t>
      </w:r>
    </w:p>
    <w:p w:rsidR="00557788" w:rsidRDefault="00557788" w:rsidP="00557788">
      <w:r>
        <w:t>190.7016</w:t>
      </w:r>
      <w:r>
        <w:tab/>
        <w:t>2.025e0</w:t>
      </w:r>
    </w:p>
    <w:p w:rsidR="00557788" w:rsidRDefault="00557788" w:rsidP="00557788">
      <w:r>
        <w:lastRenderedPageBreak/>
        <w:t>190.7033</w:t>
      </w:r>
      <w:r>
        <w:tab/>
        <w:t>3.051e0</w:t>
      </w:r>
    </w:p>
    <w:p w:rsidR="00557788" w:rsidRDefault="00557788" w:rsidP="00557788">
      <w:r>
        <w:t>190.7217</w:t>
      </w:r>
      <w:r>
        <w:tab/>
        <w:t>1.025e0</w:t>
      </w:r>
    </w:p>
    <w:p w:rsidR="00557788" w:rsidRDefault="00557788" w:rsidP="00557788">
      <w:r>
        <w:t>190.7402</w:t>
      </w:r>
      <w:r>
        <w:tab/>
        <w:t>3.038e0</w:t>
      </w:r>
    </w:p>
    <w:p w:rsidR="00557788" w:rsidRDefault="00557788" w:rsidP="00557788">
      <w:r>
        <w:t>190.7438</w:t>
      </w:r>
      <w:r>
        <w:tab/>
        <w:t>3.038e0</w:t>
      </w:r>
    </w:p>
    <w:p w:rsidR="00557788" w:rsidRDefault="00557788" w:rsidP="00557788">
      <w:r>
        <w:t>190.7647</w:t>
      </w:r>
      <w:r>
        <w:tab/>
        <w:t>3.798e-2</w:t>
      </w:r>
    </w:p>
    <w:p w:rsidR="00557788" w:rsidRDefault="00557788" w:rsidP="00557788">
      <w:r>
        <w:t>190.7679</w:t>
      </w:r>
      <w:r>
        <w:tab/>
        <w:t>4.051e0</w:t>
      </w:r>
    </w:p>
    <w:p w:rsidR="00557788" w:rsidRDefault="00557788" w:rsidP="00557788">
      <w:r>
        <w:t>190.7771</w:t>
      </w:r>
      <w:r>
        <w:tab/>
        <w:t>5.063e0</w:t>
      </w:r>
    </w:p>
    <w:p w:rsidR="00557788" w:rsidRDefault="00557788" w:rsidP="00557788">
      <w:r>
        <w:t>190.7790</w:t>
      </w:r>
      <w:r>
        <w:tab/>
        <w:t>2.025e0</w:t>
      </w:r>
    </w:p>
    <w:p w:rsidR="00557788" w:rsidRDefault="00557788" w:rsidP="00557788">
      <w:r>
        <w:t>190.7955</w:t>
      </w:r>
      <w:r>
        <w:tab/>
        <w:t>1.025e0</w:t>
      </w:r>
    </w:p>
    <w:p w:rsidR="00557788" w:rsidRDefault="00557788" w:rsidP="00557788">
      <w:r>
        <w:t>190.7974</w:t>
      </w:r>
      <w:r>
        <w:tab/>
        <w:t>2.025e0</w:t>
      </w:r>
    </w:p>
    <w:p w:rsidR="00557788" w:rsidRDefault="00557788" w:rsidP="00557788">
      <w:r>
        <w:t>190.7992</w:t>
      </w:r>
      <w:r>
        <w:tab/>
        <w:t>1.013e0</w:t>
      </w:r>
    </w:p>
    <w:p w:rsidR="00557788" w:rsidRDefault="00557788" w:rsidP="00557788">
      <w:r>
        <w:t>190.8040</w:t>
      </w:r>
      <w:r>
        <w:tab/>
        <w:t>3.038e0</w:t>
      </w:r>
    </w:p>
    <w:p w:rsidR="00557788" w:rsidRDefault="00557788" w:rsidP="00557788">
      <w:r>
        <w:t>190.8158</w:t>
      </w:r>
      <w:r>
        <w:tab/>
        <w:t>2.025e0</w:t>
      </w:r>
    </w:p>
    <w:p w:rsidR="00557788" w:rsidRDefault="00557788" w:rsidP="00557788">
      <w:r>
        <w:t>190.8275</w:t>
      </w:r>
      <w:r>
        <w:tab/>
        <w:t>3.038e0</w:t>
      </w:r>
    </w:p>
    <w:p w:rsidR="00557788" w:rsidRDefault="00557788" w:rsidP="00557788">
      <w:r>
        <w:t>190.8361</w:t>
      </w:r>
      <w:r>
        <w:tab/>
        <w:t>1.025e0</w:t>
      </w:r>
    </w:p>
    <w:p w:rsidR="00557788" w:rsidRDefault="00557788" w:rsidP="00557788">
      <w:r>
        <w:t>190.8472</w:t>
      </w:r>
      <w:r>
        <w:tab/>
        <w:t>2.025e0</w:t>
      </w:r>
    </w:p>
    <w:p w:rsidR="00557788" w:rsidRDefault="00557788" w:rsidP="00557788">
      <w:r>
        <w:t>190.8508</w:t>
      </w:r>
      <w:r>
        <w:tab/>
        <w:t>1.266e-2</w:t>
      </w:r>
    </w:p>
    <w:p w:rsidR="00557788" w:rsidRDefault="00557788" w:rsidP="00557788">
      <w:r>
        <w:t>190.8581</w:t>
      </w:r>
      <w:r>
        <w:tab/>
        <w:t>1.025e0</w:t>
      </w:r>
    </w:p>
    <w:p w:rsidR="00557788" w:rsidRDefault="00557788" w:rsidP="00557788">
      <w:r>
        <w:t>190.8704</w:t>
      </w:r>
      <w:r>
        <w:tab/>
        <w:t>3.038e0</w:t>
      </w:r>
    </w:p>
    <w:p w:rsidR="00557788" w:rsidRDefault="00557788" w:rsidP="00557788">
      <w:r>
        <w:lastRenderedPageBreak/>
        <w:t>190.8766</w:t>
      </w:r>
      <w:r>
        <w:tab/>
        <w:t>3.051e0</w:t>
      </w:r>
    </w:p>
    <w:p w:rsidR="00557788" w:rsidRDefault="00557788" w:rsidP="00557788">
      <w:r>
        <w:t>190.8804</w:t>
      </w:r>
      <w:r>
        <w:tab/>
        <w:t>3.038e0</w:t>
      </w:r>
    </w:p>
    <w:p w:rsidR="00557788" w:rsidRDefault="00557788" w:rsidP="00557788">
      <w:r>
        <w:t>190.9025</w:t>
      </w:r>
      <w:r>
        <w:tab/>
        <w:t>3.797e-2</w:t>
      </w:r>
    </w:p>
    <w:p w:rsidR="00557788" w:rsidRDefault="00557788" w:rsidP="00557788">
      <w:r>
        <w:t>190.9043</w:t>
      </w:r>
      <w:r>
        <w:tab/>
        <w:t>2.025e0</w:t>
      </w:r>
    </w:p>
    <w:p w:rsidR="00557788" w:rsidRDefault="00557788" w:rsidP="00557788">
      <w:r>
        <w:t>190.9061</w:t>
      </w:r>
      <w:r>
        <w:tab/>
        <w:t>5.207e0</w:t>
      </w:r>
    </w:p>
    <w:p w:rsidR="00557788" w:rsidRDefault="00557788" w:rsidP="00557788">
      <w:r>
        <w:t>190.9108</w:t>
      </w:r>
      <w:r>
        <w:tab/>
        <w:t>3.038e0</w:t>
      </w:r>
    </w:p>
    <w:p w:rsidR="00557788" w:rsidRDefault="00557788" w:rsidP="00557788">
      <w:r>
        <w:t>190.9256</w:t>
      </w:r>
      <w:r>
        <w:tab/>
        <w:t>2.038e0</w:t>
      </w:r>
    </w:p>
    <w:p w:rsidR="00557788" w:rsidRDefault="00557788" w:rsidP="00557788">
      <w:r>
        <w:t>190.9321</w:t>
      </w:r>
      <w:r>
        <w:tab/>
        <w:t>1.025e0</w:t>
      </w:r>
    </w:p>
    <w:p w:rsidR="00557788" w:rsidRDefault="00557788" w:rsidP="00557788">
      <w:r>
        <w:t>190.9395</w:t>
      </w:r>
      <w:r>
        <w:tab/>
        <w:t>2.025e0</w:t>
      </w:r>
    </w:p>
    <w:p w:rsidR="00557788" w:rsidRDefault="00557788" w:rsidP="00557788">
      <w:r>
        <w:t>190.9523</w:t>
      </w:r>
      <w:r>
        <w:tab/>
        <w:t>2.025e0</w:t>
      </w:r>
    </w:p>
    <w:p w:rsidR="00557788" w:rsidRDefault="00557788" w:rsidP="00557788">
      <w:r>
        <w:t>190.9626</w:t>
      </w:r>
      <w:r>
        <w:tab/>
        <w:t>4.290e0</w:t>
      </w:r>
    </w:p>
    <w:p w:rsidR="00557788" w:rsidRDefault="00557788" w:rsidP="00557788">
      <w:r>
        <w:t>190.9650</w:t>
      </w:r>
      <w:r>
        <w:tab/>
        <w:t>3.038e0</w:t>
      </w:r>
    </w:p>
    <w:p w:rsidR="00557788" w:rsidRDefault="00557788" w:rsidP="00557788">
      <w:r>
        <w:t>190.9700</w:t>
      </w:r>
      <w:r>
        <w:tab/>
        <w:t>5.063e0</w:t>
      </w:r>
    </w:p>
    <w:p w:rsidR="00557788" w:rsidRDefault="00557788" w:rsidP="00557788">
      <w:r>
        <w:t>190.9778</w:t>
      </w:r>
      <w:r>
        <w:tab/>
        <w:t>5.063e0</w:t>
      </w:r>
    </w:p>
    <w:p w:rsidR="00557788" w:rsidRDefault="00557788" w:rsidP="00557788">
      <w:r>
        <w:t>190.9846</w:t>
      </w:r>
      <w:r>
        <w:tab/>
        <w:t>1.089e0</w:t>
      </w:r>
    </w:p>
    <w:p w:rsidR="00557788" w:rsidRDefault="00557788" w:rsidP="00557788">
      <w:r>
        <w:t>190.9861</w:t>
      </w:r>
      <w:r>
        <w:tab/>
        <w:t>7.089e0</w:t>
      </w:r>
    </w:p>
    <w:p w:rsidR="00557788" w:rsidRDefault="00557788" w:rsidP="00557788">
      <w:r>
        <w:t>191.0022</w:t>
      </w:r>
      <w:r>
        <w:tab/>
        <w:t>2.063e0</w:t>
      </w:r>
    </w:p>
    <w:p w:rsidR="00557788" w:rsidRDefault="00557788" w:rsidP="00557788">
      <w:r>
        <w:t>191.0042</w:t>
      </w:r>
      <w:r>
        <w:tab/>
        <w:t>4.800e0</w:t>
      </w:r>
    </w:p>
    <w:p w:rsidR="00557788" w:rsidRDefault="00557788" w:rsidP="00557788">
      <w:r>
        <w:t>191.0190</w:t>
      </w:r>
      <w:r>
        <w:tab/>
        <w:t>1.038e0</w:t>
      </w:r>
    </w:p>
    <w:p w:rsidR="00557788" w:rsidRDefault="00557788" w:rsidP="00557788">
      <w:r>
        <w:lastRenderedPageBreak/>
        <w:t>191.0375</w:t>
      </w:r>
      <w:r>
        <w:tab/>
        <w:t>1.056e0</w:t>
      </w:r>
    </w:p>
    <w:p w:rsidR="00557788" w:rsidRDefault="00557788" w:rsidP="00557788">
      <w:r>
        <w:t>191.0389</w:t>
      </w:r>
      <w:r>
        <w:tab/>
        <w:t>2.387e0</w:t>
      </w:r>
    </w:p>
    <w:p w:rsidR="00557788" w:rsidRDefault="00557788" w:rsidP="00557788">
      <w:r>
        <w:t>191.0456</w:t>
      </w:r>
      <w:r>
        <w:tab/>
        <w:t>1.013e0</w:t>
      </w:r>
    </w:p>
    <w:p w:rsidR="00557788" w:rsidRDefault="00557788" w:rsidP="00557788">
      <w:r>
        <w:t>191.0535</w:t>
      </w:r>
      <w:r>
        <w:tab/>
        <w:t>5.029e0</w:t>
      </w:r>
    </w:p>
    <w:p w:rsidR="00557788" w:rsidRDefault="00557788" w:rsidP="00557788">
      <w:r>
        <w:t>191.0658</w:t>
      </w:r>
      <w:r>
        <w:tab/>
        <w:t>3.038e0</w:t>
      </w:r>
    </w:p>
    <w:p w:rsidR="00557788" w:rsidRDefault="00557788" w:rsidP="00557788">
      <w:r>
        <w:t>191.0672</w:t>
      </w:r>
      <w:r>
        <w:tab/>
        <w:t>1.048e0</w:t>
      </w:r>
    </w:p>
    <w:p w:rsidR="00557788" w:rsidRDefault="00557788" w:rsidP="00557788">
      <w:r>
        <w:t>191.0731</w:t>
      </w:r>
      <w:r>
        <w:tab/>
        <w:t>3.798e-2</w:t>
      </w:r>
    </w:p>
    <w:p w:rsidR="00557788" w:rsidRDefault="00557788" w:rsidP="00557788">
      <w:r>
        <w:t>191.0812</w:t>
      </w:r>
      <w:r>
        <w:tab/>
        <w:t>7.615e0</w:t>
      </w:r>
    </w:p>
    <w:p w:rsidR="00557788" w:rsidRDefault="00557788" w:rsidP="00557788">
      <w:r>
        <w:t>191.0835</w:t>
      </w:r>
      <w:r>
        <w:tab/>
        <w:t>1.527e0</w:t>
      </w:r>
    </w:p>
    <w:p w:rsidR="00557788" w:rsidRDefault="00557788" w:rsidP="00557788">
      <w:r>
        <w:t>191.0858</w:t>
      </w:r>
      <w:r>
        <w:tab/>
        <w:t>9.521e-3</w:t>
      </w:r>
    </w:p>
    <w:p w:rsidR="00557788" w:rsidRDefault="00557788" w:rsidP="00557788">
      <w:r>
        <w:t>191.1033</w:t>
      </w:r>
      <w:r>
        <w:tab/>
        <w:t>2.445e0</w:t>
      </w:r>
    </w:p>
    <w:p w:rsidR="00557788" w:rsidRDefault="00557788" w:rsidP="00557788">
      <w:r>
        <w:t>191.1134</w:t>
      </w:r>
      <w:r>
        <w:tab/>
        <w:t>1.074e0</w:t>
      </w:r>
    </w:p>
    <w:p w:rsidR="00557788" w:rsidRDefault="00557788" w:rsidP="00557788">
      <w:r>
        <w:t>191.1149</w:t>
      </w:r>
      <w:r>
        <w:tab/>
        <w:t>1.905e0</w:t>
      </w:r>
    </w:p>
    <w:p w:rsidR="00557788" w:rsidRDefault="00557788" w:rsidP="00557788">
      <w:r>
        <w:t>191.1363</w:t>
      </w:r>
      <w:r>
        <w:tab/>
        <w:t>5.226e0</w:t>
      </w:r>
    </w:p>
    <w:p w:rsidR="00557788" w:rsidRDefault="00557788" w:rsidP="00557788">
      <w:r>
        <w:t>191.1418</w:t>
      </w:r>
      <w:r>
        <w:tab/>
        <w:t>5.579e0</w:t>
      </w:r>
    </w:p>
    <w:p w:rsidR="00557788" w:rsidRDefault="00557788" w:rsidP="00557788">
      <w:r>
        <w:t>191.1437</w:t>
      </w:r>
      <w:r>
        <w:tab/>
        <w:t>3.181e0</w:t>
      </w:r>
    </w:p>
    <w:p w:rsidR="00557788" w:rsidRDefault="00557788" w:rsidP="00557788">
      <w:r>
        <w:t>191.1533</w:t>
      </w:r>
      <w:r>
        <w:tab/>
        <w:t>1.299e1</w:t>
      </w:r>
    </w:p>
    <w:p w:rsidR="00557788" w:rsidRDefault="00557788" w:rsidP="00557788">
      <w:r>
        <w:t>191.1548</w:t>
      </w:r>
      <w:r>
        <w:tab/>
        <w:t>9.247e-1</w:t>
      </w:r>
    </w:p>
    <w:p w:rsidR="00557788" w:rsidRDefault="00557788" w:rsidP="00557788">
      <w:r>
        <w:t>191.1652</w:t>
      </w:r>
      <w:r>
        <w:tab/>
        <w:t>3.362e0</w:t>
      </w:r>
    </w:p>
    <w:p w:rsidR="00557788" w:rsidRDefault="00557788" w:rsidP="00557788">
      <w:r>
        <w:lastRenderedPageBreak/>
        <w:t>191.1792</w:t>
      </w:r>
      <w:r>
        <w:tab/>
        <w:t>1.282e0</w:t>
      </w:r>
    </w:p>
    <w:p w:rsidR="00557788" w:rsidRDefault="00557788" w:rsidP="00557788">
      <w:r>
        <w:t>191.1957</w:t>
      </w:r>
      <w:r>
        <w:tab/>
        <w:t>2.197e0</w:t>
      </w:r>
    </w:p>
    <w:p w:rsidR="00557788" w:rsidRDefault="00557788" w:rsidP="00557788">
      <w:r>
        <w:t>191.1995</w:t>
      </w:r>
      <w:r>
        <w:tab/>
        <w:t>1.025e0</w:t>
      </w:r>
    </w:p>
    <w:p w:rsidR="00557788" w:rsidRDefault="00557788" w:rsidP="00557788">
      <w:r>
        <w:t>191.2179</w:t>
      </w:r>
      <w:r>
        <w:tab/>
        <w:t>1.025e0</w:t>
      </w:r>
    </w:p>
    <w:p w:rsidR="00557788" w:rsidRDefault="00557788" w:rsidP="00557788">
      <w:r>
        <w:t>191.2252</w:t>
      </w:r>
      <w:r>
        <w:tab/>
        <w:t>3.038e0</w:t>
      </w:r>
    </w:p>
    <w:p w:rsidR="00557788" w:rsidRDefault="00557788" w:rsidP="00557788">
      <w:r>
        <w:t>191.2325</w:t>
      </w:r>
      <w:r>
        <w:tab/>
        <w:t>1.013e0</w:t>
      </w:r>
    </w:p>
    <w:p w:rsidR="00557788" w:rsidRDefault="00557788" w:rsidP="00557788">
      <w:r>
        <w:t>191.2380</w:t>
      </w:r>
      <w:r>
        <w:tab/>
        <w:t>2.532e-2</w:t>
      </w:r>
    </w:p>
    <w:p w:rsidR="00557788" w:rsidRDefault="00557788" w:rsidP="00557788">
      <w:r>
        <w:t>191.2437</w:t>
      </w:r>
      <w:r>
        <w:tab/>
        <w:t>5.089e0</w:t>
      </w:r>
    </w:p>
    <w:p w:rsidR="00557788" w:rsidRDefault="00557788" w:rsidP="00557788">
      <w:r>
        <w:t>191.2472</w:t>
      </w:r>
      <w:r>
        <w:tab/>
        <w:t>1.025e0</w:t>
      </w:r>
    </w:p>
    <w:p w:rsidR="00557788" w:rsidRDefault="00557788" w:rsidP="00557788">
      <w:r>
        <w:t>191.2673</w:t>
      </w:r>
      <w:r>
        <w:tab/>
        <w:t>2.532e-2</w:t>
      </w:r>
    </w:p>
    <w:p w:rsidR="00557788" w:rsidRDefault="00557788" w:rsidP="00557788">
      <w:r>
        <w:t>191.2746</w:t>
      </w:r>
      <w:r>
        <w:tab/>
        <w:t>2.025e0</w:t>
      </w:r>
    </w:p>
    <w:p w:rsidR="00557788" w:rsidRDefault="00557788" w:rsidP="00557788">
      <w:r>
        <w:t>191.2783</w:t>
      </w:r>
      <w:r>
        <w:tab/>
        <w:t>2.025e0</w:t>
      </w:r>
    </w:p>
    <w:p w:rsidR="00557788" w:rsidRDefault="00557788" w:rsidP="00557788">
      <w:r>
        <w:t>191.2801</w:t>
      </w:r>
      <w:r>
        <w:tab/>
        <w:t>1.025e0</w:t>
      </w:r>
    </w:p>
    <w:p w:rsidR="00557788" w:rsidRDefault="00557788" w:rsidP="00557788">
      <w:r>
        <w:t>191.2856</w:t>
      </w:r>
      <w:r>
        <w:tab/>
        <w:t>2.025e0</w:t>
      </w:r>
    </w:p>
    <w:p w:rsidR="00557788" w:rsidRDefault="00557788" w:rsidP="00557788">
      <w:r>
        <w:t>191.3096</w:t>
      </w:r>
      <w:r>
        <w:tab/>
        <w:t>4.051e0</w:t>
      </w:r>
    </w:p>
    <w:p w:rsidR="00557788" w:rsidRDefault="00557788" w:rsidP="00557788">
      <w:r>
        <w:t>191.3277</w:t>
      </w:r>
      <w:r>
        <w:tab/>
        <w:t>3.798e-2</w:t>
      </w:r>
    </w:p>
    <w:p w:rsidR="00557788" w:rsidRDefault="00557788" w:rsidP="00557788">
      <w:r>
        <w:t>191.3298</w:t>
      </w:r>
      <w:r>
        <w:tab/>
        <w:t>2.025e0</w:t>
      </w:r>
    </w:p>
    <w:p w:rsidR="00557788" w:rsidRDefault="00557788" w:rsidP="00557788">
      <w:r>
        <w:t>191.3351</w:t>
      </w:r>
      <w:r>
        <w:tab/>
        <w:t>2.025e0</w:t>
      </w:r>
    </w:p>
    <w:p w:rsidR="00557788" w:rsidRDefault="00557788" w:rsidP="00557788">
      <w:r>
        <w:t>191.3519</w:t>
      </w:r>
      <w:r>
        <w:tab/>
        <w:t>2.532e-2</w:t>
      </w:r>
    </w:p>
    <w:p w:rsidR="00557788" w:rsidRDefault="00557788" w:rsidP="00557788">
      <w:r>
        <w:lastRenderedPageBreak/>
        <w:t>191.3555</w:t>
      </w:r>
      <w:r>
        <w:tab/>
        <w:t>2.025e0</w:t>
      </w:r>
    </w:p>
    <w:p w:rsidR="00557788" w:rsidRDefault="00557788" w:rsidP="00557788">
      <w:r>
        <w:t>191.3721</w:t>
      </w:r>
      <w:r>
        <w:tab/>
        <w:t>1.013e0</w:t>
      </w:r>
    </w:p>
    <w:p w:rsidR="00557788" w:rsidRDefault="00557788" w:rsidP="00557788">
      <w:r>
        <w:t>191.3814</w:t>
      </w:r>
      <w:r>
        <w:tab/>
        <w:t>4.051e0</w:t>
      </w:r>
    </w:p>
    <w:p w:rsidR="00557788" w:rsidRDefault="00557788" w:rsidP="00557788">
      <w:r>
        <w:t>191.3962</w:t>
      </w:r>
      <w:r>
        <w:tab/>
        <w:t>2.025e0</w:t>
      </w:r>
    </w:p>
    <w:p w:rsidR="00557788" w:rsidRDefault="00557788" w:rsidP="00557788">
      <w:r>
        <w:t>191.3980</w:t>
      </w:r>
      <w:r>
        <w:tab/>
        <w:t>1.266e-2</w:t>
      </w:r>
    </w:p>
    <w:p w:rsidR="00557788" w:rsidRDefault="00557788" w:rsidP="00557788">
      <w:r>
        <w:t>191.4054</w:t>
      </w:r>
      <w:r>
        <w:tab/>
        <w:t>2.532e-2</w:t>
      </w:r>
    </w:p>
    <w:p w:rsidR="00557788" w:rsidRDefault="00557788" w:rsidP="00557788">
      <w:r>
        <w:t>191.4313</w:t>
      </w:r>
      <w:r>
        <w:tab/>
        <w:t>1.266e-2</w:t>
      </w:r>
    </w:p>
    <w:p w:rsidR="00557788" w:rsidRDefault="00557788" w:rsidP="00557788">
      <w:r>
        <w:t>191.4350</w:t>
      </w:r>
      <w:r>
        <w:tab/>
        <w:t>1.266e-2</w:t>
      </w:r>
    </w:p>
    <w:p w:rsidR="00557788" w:rsidRDefault="00557788" w:rsidP="00557788">
      <w:r>
        <w:t>191.4424</w:t>
      </w:r>
      <w:r>
        <w:tab/>
        <w:t>3.038e0</w:t>
      </w:r>
    </w:p>
    <w:p w:rsidR="00557788" w:rsidRDefault="00557788" w:rsidP="00557788">
      <w:r>
        <w:t>191.4535</w:t>
      </w:r>
      <w:r>
        <w:tab/>
        <w:t>1.013e0</w:t>
      </w:r>
    </w:p>
    <w:p w:rsidR="00557788" w:rsidRDefault="00557788" w:rsidP="00557788">
      <w:r>
        <w:t>191.4609</w:t>
      </w:r>
      <w:r>
        <w:tab/>
        <w:t>2.025e0</w:t>
      </w:r>
    </w:p>
    <w:p w:rsidR="00557788" w:rsidRDefault="00557788" w:rsidP="00557788">
      <w:r>
        <w:t>191.4682</w:t>
      </w:r>
      <w:r>
        <w:tab/>
        <w:t>3.051e0</w:t>
      </w:r>
    </w:p>
    <w:p w:rsidR="00557788" w:rsidRDefault="00557788" w:rsidP="00557788">
      <w:r>
        <w:t>191.4720</w:t>
      </w:r>
      <w:r>
        <w:tab/>
        <w:t>2.532e-2</w:t>
      </w:r>
    </w:p>
    <w:p w:rsidR="00557788" w:rsidRDefault="00557788" w:rsidP="00557788">
      <w:r>
        <w:t>191.4794</w:t>
      </w:r>
      <w:r>
        <w:tab/>
        <w:t>1.013e0</w:t>
      </w:r>
    </w:p>
    <w:p w:rsidR="00557788" w:rsidRDefault="00557788" w:rsidP="00557788">
      <w:r>
        <w:t>191.4805</w:t>
      </w:r>
      <w:r>
        <w:tab/>
        <w:t>3.038e0</w:t>
      </w:r>
    </w:p>
    <w:p w:rsidR="00557788" w:rsidRDefault="00557788" w:rsidP="00557788">
      <w:r>
        <w:t>191.4943</w:t>
      </w:r>
      <w:r>
        <w:tab/>
        <w:t>1.013e0</w:t>
      </w:r>
    </w:p>
    <w:p w:rsidR="00557788" w:rsidRDefault="00557788" w:rsidP="00557788">
      <w:r>
        <w:t>191.5053</w:t>
      </w:r>
      <w:r>
        <w:tab/>
        <w:t>2.038e0</w:t>
      </w:r>
    </w:p>
    <w:p w:rsidR="00557788" w:rsidRDefault="00557788" w:rsidP="00557788">
      <w:r>
        <w:t>191.5114</w:t>
      </w:r>
      <w:r>
        <w:tab/>
        <w:t>3.038e0</w:t>
      </w:r>
    </w:p>
    <w:p w:rsidR="00557788" w:rsidRDefault="00557788" w:rsidP="00557788">
      <w:r>
        <w:t>191.5144</w:t>
      </w:r>
      <w:r>
        <w:tab/>
        <w:t>2.025e0</w:t>
      </w:r>
    </w:p>
    <w:p w:rsidR="00557788" w:rsidRDefault="00557788" w:rsidP="00557788">
      <w:r>
        <w:lastRenderedPageBreak/>
        <w:t>191.5201</w:t>
      </w:r>
      <w:r>
        <w:tab/>
        <w:t>1.013e0</w:t>
      </w:r>
    </w:p>
    <w:p w:rsidR="00557788" w:rsidRDefault="00557788" w:rsidP="00557788">
      <w:r>
        <w:t>191.5361</w:t>
      </w:r>
      <w:r>
        <w:tab/>
        <w:t>5.063e0</w:t>
      </w:r>
    </w:p>
    <w:p w:rsidR="00557788" w:rsidRDefault="00557788" w:rsidP="00557788">
      <w:r>
        <w:t>191.5421</w:t>
      </w:r>
      <w:r>
        <w:tab/>
        <w:t>3.038e0</w:t>
      </w:r>
    </w:p>
    <w:p w:rsidR="00557788" w:rsidRDefault="00557788" w:rsidP="00557788">
      <w:r>
        <w:t>191.5612</w:t>
      </w:r>
      <w:r>
        <w:tab/>
        <w:t>3.846e0</w:t>
      </w:r>
    </w:p>
    <w:p w:rsidR="00557788" w:rsidRDefault="00557788" w:rsidP="00557788">
      <w:r>
        <w:t>191.5695</w:t>
      </w:r>
      <w:r>
        <w:tab/>
        <w:t>4.051e0</w:t>
      </w:r>
    </w:p>
    <w:p w:rsidR="00557788" w:rsidRDefault="00557788" w:rsidP="00557788">
      <w:r>
        <w:t>191.5732</w:t>
      </w:r>
      <w:r>
        <w:tab/>
        <w:t>2.025e0</w:t>
      </w:r>
    </w:p>
    <w:p w:rsidR="00557788" w:rsidRDefault="00557788" w:rsidP="00557788">
      <w:r>
        <w:t>191.5860</w:t>
      </w:r>
      <w:r>
        <w:tab/>
        <w:t>1.013e0</w:t>
      </w:r>
    </w:p>
    <w:p w:rsidR="00557788" w:rsidRDefault="00557788" w:rsidP="00557788">
      <w:r>
        <w:t>191.5933</w:t>
      </w:r>
      <w:r>
        <w:tab/>
        <w:t>2.025e0</w:t>
      </w:r>
    </w:p>
    <w:p w:rsidR="00557788" w:rsidRDefault="00557788" w:rsidP="00557788">
      <w:r>
        <w:t>191.5952</w:t>
      </w:r>
      <w:r>
        <w:tab/>
        <w:t>2.025e0</w:t>
      </w:r>
    </w:p>
    <w:p w:rsidR="00557788" w:rsidRDefault="00557788" w:rsidP="00557788">
      <w:r>
        <w:t>191.6043</w:t>
      </w:r>
      <w:r>
        <w:tab/>
        <w:t>1.013e0</w:t>
      </w:r>
    </w:p>
    <w:p w:rsidR="00557788" w:rsidRDefault="00557788" w:rsidP="00557788">
      <w:r>
        <w:t>191.6099</w:t>
      </w:r>
      <w:r>
        <w:tab/>
        <w:t>2.025e0</w:t>
      </w:r>
    </w:p>
    <w:p w:rsidR="00557788" w:rsidRDefault="00557788" w:rsidP="00557788">
      <w:r>
        <w:t>191.6172</w:t>
      </w:r>
      <w:r>
        <w:tab/>
        <w:t>2.025e0</w:t>
      </w:r>
    </w:p>
    <w:p w:rsidR="00557788" w:rsidRDefault="00557788" w:rsidP="00557788">
      <w:r>
        <w:t>191.6300</w:t>
      </w:r>
      <w:r>
        <w:tab/>
        <w:t>2.532e-2</w:t>
      </w:r>
    </w:p>
    <w:p w:rsidR="00557788" w:rsidRDefault="00557788" w:rsidP="00557788">
      <w:r>
        <w:t>191.6373</w:t>
      </w:r>
      <w:r>
        <w:tab/>
        <w:t>1.013e0</w:t>
      </w:r>
    </w:p>
    <w:p w:rsidR="00557788" w:rsidRDefault="00557788" w:rsidP="00557788">
      <w:r>
        <w:t>191.6538</w:t>
      </w:r>
      <w:r>
        <w:tab/>
        <w:t>2.025e0</w:t>
      </w:r>
    </w:p>
    <w:p w:rsidR="00557788" w:rsidRDefault="00557788" w:rsidP="00557788">
      <w:r>
        <w:t>191.6557</w:t>
      </w:r>
      <w:r>
        <w:tab/>
        <w:t>2.532e-2</w:t>
      </w:r>
    </w:p>
    <w:p w:rsidR="00557788" w:rsidRDefault="00557788" w:rsidP="00557788">
      <w:r>
        <w:t>191.6667</w:t>
      </w:r>
      <w:r>
        <w:tab/>
        <w:t>2.025e0</w:t>
      </w:r>
    </w:p>
    <w:p w:rsidR="00557788" w:rsidRDefault="00557788" w:rsidP="00557788">
      <w:r>
        <w:t>191.6759</w:t>
      </w:r>
      <w:r>
        <w:tab/>
        <w:t>2.025e0</w:t>
      </w:r>
    </w:p>
    <w:p w:rsidR="00557788" w:rsidRDefault="00557788" w:rsidP="00557788">
      <w:r>
        <w:t>191.6887</w:t>
      </w:r>
      <w:r>
        <w:tab/>
        <w:t>1.013e0</w:t>
      </w:r>
    </w:p>
    <w:p w:rsidR="00557788" w:rsidRDefault="00557788" w:rsidP="00557788">
      <w:r>
        <w:lastRenderedPageBreak/>
        <w:t>191.7034</w:t>
      </w:r>
      <w:r>
        <w:tab/>
        <w:t>3.038e0</w:t>
      </w:r>
    </w:p>
    <w:p w:rsidR="00557788" w:rsidRDefault="00557788" w:rsidP="00557788">
      <w:r>
        <w:t>191.7071</w:t>
      </w:r>
      <w:r>
        <w:tab/>
        <w:t>2.025e0</w:t>
      </w:r>
    </w:p>
    <w:p w:rsidR="00557788" w:rsidRDefault="00557788" w:rsidP="00557788">
      <w:r>
        <w:t>191.7144</w:t>
      </w:r>
      <w:r>
        <w:tab/>
        <w:t>1.025e0</w:t>
      </w:r>
    </w:p>
    <w:p w:rsidR="00557788" w:rsidRDefault="00557788" w:rsidP="00557788">
      <w:r>
        <w:t>191.7208</w:t>
      </w:r>
      <w:r>
        <w:tab/>
        <w:t>1.038e0</w:t>
      </w:r>
    </w:p>
    <w:p w:rsidR="00557788" w:rsidRDefault="00557788" w:rsidP="00557788">
      <w:r>
        <w:t>191.7328</w:t>
      </w:r>
      <w:r>
        <w:tab/>
        <w:t>1.025e0</w:t>
      </w:r>
    </w:p>
    <w:p w:rsidR="00557788" w:rsidRDefault="00557788" w:rsidP="00557788">
      <w:r>
        <w:t>191.7355</w:t>
      </w:r>
      <w:r>
        <w:tab/>
        <w:t>1.038e0</w:t>
      </w:r>
    </w:p>
    <w:p w:rsidR="00557788" w:rsidRDefault="00557788" w:rsidP="00557788">
      <w:r>
        <w:t>191.7410</w:t>
      </w:r>
      <w:r>
        <w:tab/>
        <w:t>3.051e0</w:t>
      </w:r>
    </w:p>
    <w:p w:rsidR="00557788" w:rsidRDefault="00557788" w:rsidP="00557788">
      <w:r>
        <w:t>191.7445</w:t>
      </w:r>
      <w:r>
        <w:tab/>
        <w:t>5.076e0</w:t>
      </w:r>
    </w:p>
    <w:p w:rsidR="00557788" w:rsidRDefault="00557788" w:rsidP="00557788">
      <w:r>
        <w:t>191.7456</w:t>
      </w:r>
      <w:r>
        <w:tab/>
        <w:t>2.025e0</w:t>
      </w:r>
    </w:p>
    <w:p w:rsidR="00557788" w:rsidRDefault="00557788" w:rsidP="00557788">
      <w:r>
        <w:t>191.7529</w:t>
      </w:r>
      <w:r>
        <w:tab/>
        <w:t>2.025e0</w:t>
      </w:r>
    </w:p>
    <w:p w:rsidR="00557788" w:rsidRDefault="00557788" w:rsidP="00557788">
      <w:r>
        <w:t>191.7670</w:t>
      </w:r>
      <w:r>
        <w:tab/>
        <w:t>3.038e0</w:t>
      </w:r>
    </w:p>
    <w:p w:rsidR="00557788" w:rsidRDefault="00557788" w:rsidP="00557788">
      <w:r>
        <w:t>191.7805</w:t>
      </w:r>
      <w:r>
        <w:tab/>
        <w:t>2.038e0</w:t>
      </w:r>
    </w:p>
    <w:p w:rsidR="00557788" w:rsidRDefault="00557788" w:rsidP="00557788">
      <w:r>
        <w:t>191.7914</w:t>
      </w:r>
      <w:r>
        <w:tab/>
        <w:t>1.051e0</w:t>
      </w:r>
    </w:p>
    <w:p w:rsidR="00557788" w:rsidRDefault="00557788" w:rsidP="00557788">
      <w:r>
        <w:t>191.8004</w:t>
      </w:r>
      <w:r>
        <w:tab/>
        <w:t>6.076e0</w:t>
      </w:r>
    </w:p>
    <w:p w:rsidR="00557788" w:rsidRDefault="00557788" w:rsidP="00557788">
      <w:r>
        <w:t>191.8153</w:t>
      </w:r>
      <w:r>
        <w:tab/>
        <w:t>2.025e0</w:t>
      </w:r>
    </w:p>
    <w:p w:rsidR="00557788" w:rsidRDefault="00557788" w:rsidP="00557788">
      <w:r>
        <w:t>191.8182</w:t>
      </w:r>
      <w:r>
        <w:tab/>
        <w:t>6.894e0</w:t>
      </w:r>
    </w:p>
    <w:p w:rsidR="00557788" w:rsidRDefault="00557788" w:rsidP="00557788">
      <w:r>
        <w:t>191.8268</w:t>
      </w:r>
      <w:r>
        <w:tab/>
        <w:t>2.051e0</w:t>
      </w:r>
    </w:p>
    <w:p w:rsidR="00557788" w:rsidRDefault="00557788" w:rsidP="00557788">
      <w:r>
        <w:t>191.8295</w:t>
      </w:r>
      <w:r>
        <w:tab/>
        <w:t>7.089e0</w:t>
      </w:r>
    </w:p>
    <w:p w:rsidR="00557788" w:rsidRDefault="00557788" w:rsidP="00557788">
      <w:r>
        <w:t>191.8411</w:t>
      </w:r>
      <w:r>
        <w:tab/>
        <w:t>4.270e0</w:t>
      </w:r>
    </w:p>
    <w:p w:rsidR="00557788" w:rsidRDefault="00557788" w:rsidP="00557788">
      <w:r>
        <w:lastRenderedPageBreak/>
        <w:t>191.8464</w:t>
      </w:r>
      <w:r>
        <w:tab/>
        <w:t>2.025e0</w:t>
      </w:r>
    </w:p>
    <w:p w:rsidR="00557788" w:rsidRDefault="00557788" w:rsidP="00557788">
      <w:r>
        <w:t>191.8521</w:t>
      </w:r>
      <w:r>
        <w:tab/>
        <w:t>2.025e0</w:t>
      </w:r>
    </w:p>
    <w:p w:rsidR="00557788" w:rsidRDefault="00557788" w:rsidP="00557788">
      <w:r>
        <w:t>191.8686</w:t>
      </w:r>
      <w:r>
        <w:tab/>
        <w:t>1.266e-2</w:t>
      </w:r>
    </w:p>
    <w:p w:rsidR="00557788" w:rsidRDefault="00557788" w:rsidP="00557788">
      <w:r>
        <w:t>191.8730</w:t>
      </w:r>
      <w:r>
        <w:tab/>
        <w:t>3.038e0</w:t>
      </w:r>
    </w:p>
    <w:p w:rsidR="00557788" w:rsidRDefault="00557788" w:rsidP="00557788">
      <w:r>
        <w:t>191.8910</w:t>
      </w:r>
      <w:r>
        <w:tab/>
        <w:t>1.025e0</w:t>
      </w:r>
    </w:p>
    <w:p w:rsidR="00557788" w:rsidRDefault="00557788" w:rsidP="00557788">
      <w:r>
        <w:t>191.9019</w:t>
      </w:r>
      <w:r>
        <w:tab/>
        <w:t>1.013e0</w:t>
      </w:r>
    </w:p>
    <w:p w:rsidR="00557788" w:rsidRDefault="00557788" w:rsidP="00557788">
      <w:r>
        <w:t>191.9039</w:t>
      </w:r>
      <w:r>
        <w:tab/>
        <w:t>2.532e-2</w:t>
      </w:r>
    </w:p>
    <w:p w:rsidR="00557788" w:rsidRDefault="00557788" w:rsidP="00557788">
      <w:r>
        <w:t>191.9094</w:t>
      </w:r>
      <w:r>
        <w:tab/>
        <w:t>1.266e-2</w:t>
      </w:r>
    </w:p>
    <w:p w:rsidR="00557788" w:rsidRDefault="00557788" w:rsidP="00557788">
      <w:r>
        <w:t>191.9131</w:t>
      </w:r>
      <w:r>
        <w:tab/>
        <w:t>1.013e0</w:t>
      </w:r>
    </w:p>
    <w:p w:rsidR="00557788" w:rsidRDefault="00557788" w:rsidP="00557788">
      <w:r>
        <w:t>191.9150</w:t>
      </w:r>
      <w:r>
        <w:tab/>
        <w:t>2.532e-2</w:t>
      </w:r>
    </w:p>
    <w:p w:rsidR="00557788" w:rsidRDefault="00557788" w:rsidP="00557788">
      <w:r>
        <w:t>191.9317</w:t>
      </w:r>
      <w:r>
        <w:tab/>
        <w:t>3.038e0</w:t>
      </w:r>
    </w:p>
    <w:p w:rsidR="00557788" w:rsidRDefault="00557788" w:rsidP="00557788">
      <w:r>
        <w:t>191.9408</w:t>
      </w:r>
      <w:r>
        <w:tab/>
        <w:t>2.025e0</w:t>
      </w:r>
    </w:p>
    <w:p w:rsidR="00557788" w:rsidRDefault="00557788" w:rsidP="00557788">
      <w:r>
        <w:t>191.9501</w:t>
      </w:r>
      <w:r>
        <w:tab/>
        <w:t>2.038e0</w:t>
      </w:r>
    </w:p>
    <w:p w:rsidR="00557788" w:rsidRDefault="00557788" w:rsidP="00557788">
      <w:r>
        <w:t>191.9613</w:t>
      </w:r>
      <w:r>
        <w:tab/>
        <w:t>1.266e-2</w:t>
      </w:r>
    </w:p>
    <w:p w:rsidR="00557788" w:rsidRDefault="00557788" w:rsidP="00557788">
      <w:r>
        <w:t>191.9762</w:t>
      </w:r>
      <w:r>
        <w:tab/>
        <w:t>1.013e0</w:t>
      </w:r>
    </w:p>
    <w:p w:rsidR="00557788" w:rsidRDefault="00557788" w:rsidP="00557788">
      <w:r>
        <w:t>191.9788</w:t>
      </w:r>
      <w:r>
        <w:tab/>
        <w:t>5.101e0</w:t>
      </w:r>
    </w:p>
    <w:p w:rsidR="00557788" w:rsidRDefault="00557788" w:rsidP="00557788">
      <w:r>
        <w:t>191.9836</w:t>
      </w:r>
      <w:r>
        <w:tab/>
        <w:t>1.013e0</w:t>
      </w:r>
    </w:p>
    <w:p w:rsidR="00557788" w:rsidRDefault="00557788" w:rsidP="00557788">
      <w:r>
        <w:t>191.9872</w:t>
      </w:r>
      <w:r>
        <w:tab/>
        <w:t>2.025e0</w:t>
      </w:r>
    </w:p>
    <w:p w:rsidR="00557788" w:rsidRDefault="00557788" w:rsidP="00557788">
      <w:r>
        <w:t>191.9908</w:t>
      </w:r>
      <w:r>
        <w:tab/>
        <w:t>2.532e-2</w:t>
      </w:r>
    </w:p>
    <w:p w:rsidR="00557788" w:rsidRDefault="00557788" w:rsidP="00557788">
      <w:r>
        <w:lastRenderedPageBreak/>
        <w:t>192.0112</w:t>
      </w:r>
      <w:r>
        <w:tab/>
        <w:t>2.025e0</w:t>
      </w:r>
    </w:p>
    <w:p w:rsidR="00557788" w:rsidRDefault="00557788" w:rsidP="00557788">
      <w:r>
        <w:t>192.0283</w:t>
      </w:r>
      <w:r>
        <w:tab/>
        <w:t>3.262e0</w:t>
      </w:r>
    </w:p>
    <w:p w:rsidR="00557788" w:rsidRDefault="00557788" w:rsidP="00557788">
      <w:r>
        <w:t>192.0700</w:t>
      </w:r>
      <w:r>
        <w:tab/>
        <w:t>1.015e1</w:t>
      </w:r>
    </w:p>
    <w:p w:rsidR="00557788" w:rsidRDefault="00557788" w:rsidP="00557788">
      <w:r>
        <w:t>192.1438</w:t>
      </w:r>
      <w:r>
        <w:tab/>
        <w:t>2.601e0</w:t>
      </w:r>
    </w:p>
    <w:p w:rsidR="00557788" w:rsidRDefault="00557788" w:rsidP="00557788">
      <w:r>
        <w:t>192.1454</w:t>
      </w:r>
      <w:r>
        <w:tab/>
        <w:t>1.125e0</w:t>
      </w:r>
    </w:p>
    <w:p w:rsidR="00557788" w:rsidRDefault="00557788" w:rsidP="00557788">
      <w:r>
        <w:t>192.1612</w:t>
      </w:r>
      <w:r>
        <w:tab/>
        <w:t>4.131e0</w:t>
      </w:r>
    </w:p>
    <w:p w:rsidR="00557788" w:rsidRDefault="00557788" w:rsidP="00557788">
      <w:r>
        <w:t>192.1698</w:t>
      </w:r>
      <w:r>
        <w:tab/>
        <w:t>6.779e-1</w:t>
      </w:r>
    </w:p>
    <w:p w:rsidR="00557788" w:rsidRDefault="00557788" w:rsidP="00557788">
      <w:r>
        <w:t>192.1846</w:t>
      </w:r>
      <w:r>
        <w:tab/>
        <w:t>5.179e0</w:t>
      </w:r>
    </w:p>
    <w:p w:rsidR="00557788" w:rsidRDefault="00557788" w:rsidP="00557788">
      <w:r>
        <w:t>192.1938</w:t>
      </w:r>
      <w:r>
        <w:tab/>
        <w:t>3.429e0</w:t>
      </w:r>
    </w:p>
    <w:p w:rsidR="00557788" w:rsidRDefault="00557788" w:rsidP="00557788">
      <w:r>
        <w:t>192.1967</w:t>
      </w:r>
      <w:r>
        <w:tab/>
        <w:t>3.889e0</w:t>
      </w:r>
    </w:p>
    <w:p w:rsidR="00557788" w:rsidRDefault="00557788" w:rsidP="00557788">
      <w:r>
        <w:t>192.2115</w:t>
      </w:r>
      <w:r>
        <w:tab/>
        <w:t>1.013e0</w:t>
      </w:r>
    </w:p>
    <w:p w:rsidR="00557788" w:rsidRDefault="00557788" w:rsidP="00557788">
      <w:r>
        <w:t>192.2133</w:t>
      </w:r>
      <w:r>
        <w:tab/>
        <w:t>2.025e0</w:t>
      </w:r>
    </w:p>
    <w:p w:rsidR="00557788" w:rsidRDefault="00557788" w:rsidP="00557788">
      <w:r>
        <w:t>192.2225</w:t>
      </w:r>
      <w:r>
        <w:tab/>
        <w:t>1.266e-2</w:t>
      </w:r>
    </w:p>
    <w:p w:rsidR="00557788" w:rsidRDefault="00557788" w:rsidP="00557788">
      <w:r>
        <w:t>192.2317</w:t>
      </w:r>
      <w:r>
        <w:tab/>
        <w:t>2.025e0</w:t>
      </w:r>
    </w:p>
    <w:p w:rsidR="00557788" w:rsidRDefault="00557788" w:rsidP="00557788">
      <w:r>
        <w:t>192.2335</w:t>
      </w:r>
      <w:r>
        <w:tab/>
        <w:t>1.013e0</w:t>
      </w:r>
    </w:p>
    <w:p w:rsidR="00557788" w:rsidRDefault="00557788" w:rsidP="00557788">
      <w:r>
        <w:t>192.2372</w:t>
      </w:r>
      <w:r>
        <w:tab/>
        <w:t>1.266e-2</w:t>
      </w:r>
    </w:p>
    <w:p w:rsidR="00557788" w:rsidRDefault="00557788" w:rsidP="00557788">
      <w:r>
        <w:t>192.2445</w:t>
      </w:r>
      <w:r>
        <w:tab/>
        <w:t>1.013e0</w:t>
      </w:r>
    </w:p>
    <w:p w:rsidR="00557788" w:rsidRDefault="00557788" w:rsidP="00557788">
      <w:r>
        <w:t>192.2565</w:t>
      </w:r>
      <w:r>
        <w:tab/>
        <w:t>2.038e0</w:t>
      </w:r>
    </w:p>
    <w:p w:rsidR="00557788" w:rsidRDefault="00557788" w:rsidP="00557788">
      <w:r>
        <w:t>192.2619</w:t>
      </w:r>
      <w:r>
        <w:tab/>
        <w:t>3.051e0</w:t>
      </w:r>
    </w:p>
    <w:p w:rsidR="00557788" w:rsidRDefault="00557788" w:rsidP="00557788">
      <w:r>
        <w:lastRenderedPageBreak/>
        <w:t>192.2665</w:t>
      </w:r>
      <w:r>
        <w:tab/>
        <w:t>3.038e0</w:t>
      </w:r>
    </w:p>
    <w:p w:rsidR="00557788" w:rsidRDefault="00557788" w:rsidP="00557788">
      <w:r>
        <w:t>192.2757</w:t>
      </w:r>
      <w:r>
        <w:tab/>
        <w:t>2.532e-2</w:t>
      </w:r>
    </w:p>
    <w:p w:rsidR="00557788" w:rsidRDefault="00557788" w:rsidP="00557788">
      <w:r>
        <w:t>192.2995</w:t>
      </w:r>
      <w:r>
        <w:tab/>
        <w:t>4.290e0</w:t>
      </w:r>
    </w:p>
    <w:p w:rsidR="00557788" w:rsidRDefault="00557788" w:rsidP="00557788">
      <w:r>
        <w:t>192.3105</w:t>
      </w:r>
      <w:r>
        <w:tab/>
        <w:t>1.266e-2</w:t>
      </w:r>
    </w:p>
    <w:p w:rsidR="00557788" w:rsidRDefault="00557788" w:rsidP="00557788">
      <w:r>
        <w:t>192.3284</w:t>
      </w:r>
      <w:r>
        <w:tab/>
        <w:t>3.038e0</w:t>
      </w:r>
    </w:p>
    <w:p w:rsidR="00557788" w:rsidRDefault="00557788" w:rsidP="00557788">
      <w:r>
        <w:t>192.3327</w:t>
      </w:r>
      <w:r>
        <w:tab/>
        <w:t>2.532e-2</w:t>
      </w:r>
    </w:p>
    <w:p w:rsidR="00557788" w:rsidRDefault="00557788" w:rsidP="00557788">
      <w:r>
        <w:t>192.3346</w:t>
      </w:r>
      <w:r>
        <w:tab/>
        <w:t>2.025e0</w:t>
      </w:r>
    </w:p>
    <w:p w:rsidR="00557788" w:rsidRDefault="00557788" w:rsidP="00557788">
      <w:r>
        <w:t>192.3403</w:t>
      </w:r>
      <w:r>
        <w:tab/>
        <w:t>1.025e0</w:t>
      </w:r>
    </w:p>
    <w:p w:rsidR="00557788" w:rsidRDefault="00557788" w:rsidP="00557788">
      <w:r>
        <w:t>192.3470</w:t>
      </w:r>
      <w:r>
        <w:tab/>
        <w:t>2.038e0</w:t>
      </w:r>
    </w:p>
    <w:p w:rsidR="00557788" w:rsidRDefault="00557788" w:rsidP="00557788">
      <w:r>
        <w:t>192.3549</w:t>
      </w:r>
      <w:r>
        <w:tab/>
        <w:t>1.013e0</w:t>
      </w:r>
    </w:p>
    <w:p w:rsidR="00557788" w:rsidRDefault="00557788" w:rsidP="00557788">
      <w:r>
        <w:t>192.3587</w:t>
      </w:r>
      <w:r>
        <w:tab/>
        <w:t>2.038e0</w:t>
      </w:r>
    </w:p>
    <w:p w:rsidR="00557788" w:rsidRDefault="00557788" w:rsidP="00557788">
      <w:r>
        <w:t>192.3602</w:t>
      </w:r>
      <w:r>
        <w:tab/>
        <w:t>3.038e0</w:t>
      </w:r>
    </w:p>
    <w:p w:rsidR="00557788" w:rsidRDefault="00557788" w:rsidP="00557788">
      <w:r>
        <w:t>192.3681</w:t>
      </w:r>
      <w:r>
        <w:tab/>
        <w:t>2.025e0</w:t>
      </w:r>
    </w:p>
    <w:p w:rsidR="00557788" w:rsidRDefault="00557788" w:rsidP="00557788">
      <w:r>
        <w:t>192.3736</w:t>
      </w:r>
      <w:r>
        <w:tab/>
        <w:t>1.266e-2</w:t>
      </w:r>
    </w:p>
    <w:p w:rsidR="00557788" w:rsidRDefault="00557788" w:rsidP="00557788">
      <w:r>
        <w:t>192.3840</w:t>
      </w:r>
      <w:r>
        <w:tab/>
        <w:t>2.051e0</w:t>
      </w:r>
    </w:p>
    <w:p w:rsidR="00557788" w:rsidRDefault="00557788" w:rsidP="00557788">
      <w:r>
        <w:t>192.3861</w:t>
      </w:r>
      <w:r>
        <w:tab/>
        <w:t>3.038e0</w:t>
      </w:r>
    </w:p>
    <w:p w:rsidR="00557788" w:rsidRDefault="00557788" w:rsidP="00557788">
      <w:r>
        <w:t>192.3921</w:t>
      </w:r>
      <w:r>
        <w:tab/>
        <w:t>1.013e0</w:t>
      </w:r>
    </w:p>
    <w:p w:rsidR="00557788" w:rsidRDefault="00557788" w:rsidP="00557788">
      <w:r>
        <w:t>192.3981</w:t>
      </w:r>
      <w:r>
        <w:tab/>
        <w:t>7.089e0</w:t>
      </w:r>
    </w:p>
    <w:p w:rsidR="00557788" w:rsidRDefault="00557788" w:rsidP="00557788">
      <w:r>
        <w:t>192.3995</w:t>
      </w:r>
      <w:r>
        <w:tab/>
        <w:t>3.038e0</w:t>
      </w:r>
    </w:p>
    <w:p w:rsidR="00557788" w:rsidRDefault="00557788" w:rsidP="00557788">
      <w:r>
        <w:lastRenderedPageBreak/>
        <w:t>192.4070</w:t>
      </w:r>
      <w:r>
        <w:tab/>
        <w:t>1.025e0</w:t>
      </w:r>
    </w:p>
    <w:p w:rsidR="00557788" w:rsidRDefault="00557788" w:rsidP="00557788">
      <w:r>
        <w:t>192.4181</w:t>
      </w:r>
      <w:r>
        <w:tab/>
        <w:t>2.038e0</w:t>
      </w:r>
    </w:p>
    <w:p w:rsidR="00557788" w:rsidRDefault="00557788" w:rsidP="00557788">
      <w:r>
        <w:t>192.4303</w:t>
      </w:r>
      <w:r>
        <w:tab/>
        <w:t>1.051e0</w:t>
      </w:r>
    </w:p>
    <w:p w:rsidR="00557788" w:rsidRDefault="00557788" w:rsidP="00557788">
      <w:r>
        <w:t>192.4330</w:t>
      </w:r>
      <w:r>
        <w:tab/>
        <w:t>1.266e-2</w:t>
      </w:r>
    </w:p>
    <w:p w:rsidR="00557788" w:rsidRDefault="00557788" w:rsidP="00557788">
      <w:r>
        <w:t>192.4477</w:t>
      </w:r>
      <w:r>
        <w:tab/>
        <w:t>1.038e0</w:t>
      </w:r>
    </w:p>
    <w:p w:rsidR="00557788" w:rsidRDefault="00557788" w:rsidP="00557788">
      <w:r>
        <w:t>192.4504</w:t>
      </w:r>
      <w:r>
        <w:tab/>
        <w:t>3.193e0</w:t>
      </w:r>
    </w:p>
    <w:p w:rsidR="00557788" w:rsidRDefault="00557788" w:rsidP="00557788">
      <w:r>
        <w:t>192.4534</w:t>
      </w:r>
      <w:r>
        <w:tab/>
        <w:t>2.025e0</w:t>
      </w:r>
    </w:p>
    <w:p w:rsidR="00557788" w:rsidRDefault="00557788" w:rsidP="00557788">
      <w:r>
        <w:t>192.4775</w:t>
      </w:r>
      <w:r>
        <w:tab/>
        <w:t>2.532e-2</w:t>
      </w:r>
    </w:p>
    <w:p w:rsidR="00557788" w:rsidRDefault="00557788" w:rsidP="00557788">
      <w:r>
        <w:t>192.4833</w:t>
      </w:r>
      <w:r>
        <w:tab/>
        <w:t>5.063e0</w:t>
      </w:r>
    </w:p>
    <w:p w:rsidR="00557788" w:rsidRDefault="00557788" w:rsidP="00557788">
      <w:r>
        <w:t>192.4866</w:t>
      </w:r>
      <w:r>
        <w:tab/>
        <w:t>8.127e0</w:t>
      </w:r>
    </w:p>
    <w:p w:rsidR="00557788" w:rsidRDefault="00557788" w:rsidP="00557788">
      <w:r>
        <w:t>192.4885</w:t>
      </w:r>
      <w:r>
        <w:tab/>
        <w:t>1.266e-2</w:t>
      </w:r>
    </w:p>
    <w:p w:rsidR="00557788" w:rsidRDefault="00557788" w:rsidP="00557788">
      <w:r>
        <w:t>192.5087</w:t>
      </w:r>
      <w:r>
        <w:tab/>
        <w:t>2.025e0</w:t>
      </w:r>
    </w:p>
    <w:p w:rsidR="00557788" w:rsidRDefault="00557788" w:rsidP="00557788">
      <w:r>
        <w:t>192.5122</w:t>
      </w:r>
      <w:r>
        <w:tab/>
        <w:t>4.051e0</w:t>
      </w:r>
    </w:p>
    <w:p w:rsidR="00557788" w:rsidRDefault="00557788" w:rsidP="00557788">
      <w:r>
        <w:t>192.5215</w:t>
      </w:r>
      <w:r>
        <w:tab/>
        <w:t>1.266e-2</w:t>
      </w:r>
    </w:p>
    <w:p w:rsidR="00557788" w:rsidRDefault="00557788" w:rsidP="00557788">
      <w:r>
        <w:t>192.5228</w:t>
      </w:r>
      <w:r>
        <w:tab/>
        <w:t>6.076e0</w:t>
      </w:r>
    </w:p>
    <w:p w:rsidR="00557788" w:rsidRDefault="00557788" w:rsidP="00557788">
      <w:r>
        <w:t>192.5270</w:t>
      </w:r>
      <w:r>
        <w:tab/>
        <w:t>2.025e0</w:t>
      </w:r>
    </w:p>
    <w:p w:rsidR="00557788" w:rsidRDefault="00557788" w:rsidP="00557788">
      <w:r>
        <w:t>192.5288</w:t>
      </w:r>
      <w:r>
        <w:tab/>
        <w:t>1.266e-2</w:t>
      </w:r>
    </w:p>
    <w:p w:rsidR="00557788" w:rsidRDefault="00557788" w:rsidP="00557788">
      <w:r>
        <w:t>192.5435</w:t>
      </w:r>
      <w:r>
        <w:tab/>
        <w:t>1.025e0</w:t>
      </w:r>
    </w:p>
    <w:p w:rsidR="00557788" w:rsidRDefault="00557788" w:rsidP="00557788">
      <w:r>
        <w:t>192.5509</w:t>
      </w:r>
      <w:r>
        <w:tab/>
        <w:t>1.266e-2</w:t>
      </w:r>
    </w:p>
    <w:p w:rsidR="00557788" w:rsidRDefault="00557788" w:rsidP="00557788">
      <w:r>
        <w:lastRenderedPageBreak/>
        <w:t>192.5555</w:t>
      </w:r>
      <w:r>
        <w:tab/>
        <w:t>3.798e-2</w:t>
      </w:r>
    </w:p>
    <w:p w:rsidR="00557788" w:rsidRDefault="00557788" w:rsidP="00557788">
      <w:r>
        <w:t>192.5593</w:t>
      </w:r>
      <w:r>
        <w:tab/>
        <w:t>2.051e0</w:t>
      </w:r>
    </w:p>
    <w:p w:rsidR="00557788" w:rsidRDefault="00557788" w:rsidP="00557788">
      <w:r>
        <w:t>192.5606</w:t>
      </w:r>
      <w:r>
        <w:tab/>
        <w:t>4.051e0</w:t>
      </w:r>
    </w:p>
    <w:p w:rsidR="00557788" w:rsidRDefault="00557788" w:rsidP="00557788">
      <w:r>
        <w:t>192.5876</w:t>
      </w:r>
      <w:r>
        <w:tab/>
        <w:t>1.013e0</w:t>
      </w:r>
    </w:p>
    <w:p w:rsidR="00557788" w:rsidRDefault="00557788" w:rsidP="00557788">
      <w:r>
        <w:t>192.5913</w:t>
      </w:r>
      <w:r>
        <w:tab/>
        <w:t>1.013e0</w:t>
      </w:r>
    </w:p>
    <w:p w:rsidR="00557788" w:rsidRDefault="00557788" w:rsidP="00557788">
      <w:r>
        <w:t>192.5950</w:t>
      </w:r>
      <w:r>
        <w:tab/>
        <w:t>1.266e-2</w:t>
      </w:r>
    </w:p>
    <w:p w:rsidR="00557788" w:rsidRDefault="00557788" w:rsidP="00557788">
      <w:r>
        <w:t>192.6020</w:t>
      </w:r>
      <w:r>
        <w:tab/>
        <w:t>2.051e0</w:t>
      </w:r>
    </w:p>
    <w:p w:rsidR="00557788" w:rsidRDefault="00557788" w:rsidP="00557788">
      <w:r>
        <w:t>192.6189</w:t>
      </w:r>
      <w:r>
        <w:tab/>
        <w:t>2.532e-2</w:t>
      </w:r>
    </w:p>
    <w:p w:rsidR="00557788" w:rsidRDefault="00557788" w:rsidP="00557788">
      <w:r>
        <w:t>192.6207</w:t>
      </w:r>
      <w:r>
        <w:tab/>
        <w:t>1.266e-2</w:t>
      </w:r>
    </w:p>
    <w:p w:rsidR="00557788" w:rsidRDefault="00557788" w:rsidP="00557788">
      <w:r>
        <w:t>192.6220</w:t>
      </w:r>
      <w:r>
        <w:tab/>
        <w:t>5.063e0</w:t>
      </w:r>
    </w:p>
    <w:p w:rsidR="00557788" w:rsidRDefault="00557788" w:rsidP="00557788">
      <w:r>
        <w:t>192.6281</w:t>
      </w:r>
      <w:r>
        <w:tab/>
        <w:t>1.266e-2</w:t>
      </w:r>
    </w:p>
    <w:p w:rsidR="00557788" w:rsidRDefault="00557788" w:rsidP="00557788">
      <w:r>
        <w:t>192.6391</w:t>
      </w:r>
      <w:r>
        <w:tab/>
        <w:t>2.532e-2</w:t>
      </w:r>
    </w:p>
    <w:p w:rsidR="00557788" w:rsidRDefault="00557788" w:rsidP="00557788">
      <w:r>
        <w:t>192.6428</w:t>
      </w:r>
      <w:r>
        <w:tab/>
        <w:t>2.532e-2</w:t>
      </w:r>
    </w:p>
    <w:p w:rsidR="00557788" w:rsidRDefault="00557788" w:rsidP="00557788">
      <w:r>
        <w:t>192.6583</w:t>
      </w:r>
      <w:r>
        <w:tab/>
        <w:t>1.038e0</w:t>
      </w:r>
    </w:p>
    <w:p w:rsidR="00557788" w:rsidRDefault="00557788" w:rsidP="00557788">
      <w:r>
        <w:t>192.6722</w:t>
      </w:r>
      <w:r>
        <w:tab/>
        <w:t>5.063e0</w:t>
      </w:r>
    </w:p>
    <w:p w:rsidR="00557788" w:rsidRDefault="00557788" w:rsidP="00557788">
      <w:r>
        <w:t>192.7052</w:t>
      </w:r>
      <w:r>
        <w:tab/>
        <w:t>1.266e-2</w:t>
      </w:r>
    </w:p>
    <w:p w:rsidR="00557788" w:rsidRDefault="00557788" w:rsidP="00557788">
      <w:r>
        <w:t>192.7070</w:t>
      </w:r>
      <w:r>
        <w:tab/>
        <w:t>2.025e0</w:t>
      </w:r>
    </w:p>
    <w:p w:rsidR="00557788" w:rsidRDefault="00557788" w:rsidP="00557788">
      <w:r>
        <w:t>192.7181</w:t>
      </w:r>
      <w:r>
        <w:tab/>
        <w:t>2.532e-2</w:t>
      </w:r>
    </w:p>
    <w:p w:rsidR="00557788" w:rsidRDefault="00557788" w:rsidP="00557788">
      <w:r>
        <w:t>192.7217</w:t>
      </w:r>
      <w:r>
        <w:tab/>
        <w:t>2.532e-2</w:t>
      </w:r>
    </w:p>
    <w:p w:rsidR="00557788" w:rsidRDefault="00557788" w:rsidP="00557788">
      <w:r>
        <w:lastRenderedPageBreak/>
        <w:t>192.7236</w:t>
      </w:r>
      <w:r>
        <w:tab/>
        <w:t>2.025e0</w:t>
      </w:r>
    </w:p>
    <w:p w:rsidR="00557788" w:rsidRDefault="00557788" w:rsidP="00557788">
      <w:r>
        <w:t>192.7254</w:t>
      </w:r>
      <w:r>
        <w:tab/>
        <w:t>2.025e0</w:t>
      </w:r>
    </w:p>
    <w:p w:rsidR="00557788" w:rsidRDefault="00557788" w:rsidP="00557788">
      <w:r>
        <w:t>192.7456</w:t>
      </w:r>
      <w:r>
        <w:tab/>
        <w:t>3.038e0</w:t>
      </w:r>
    </w:p>
    <w:p w:rsidR="00557788" w:rsidRDefault="00557788" w:rsidP="00557788">
      <w:r>
        <w:t>192.7599</w:t>
      </w:r>
      <w:r>
        <w:tab/>
        <w:t>1.038e0</w:t>
      </w:r>
    </w:p>
    <w:p w:rsidR="00557788" w:rsidRDefault="00557788" w:rsidP="00557788">
      <w:r>
        <w:t>192.7642</w:t>
      </w:r>
      <w:r>
        <w:tab/>
        <w:t>1.013e0</w:t>
      </w:r>
    </w:p>
    <w:p w:rsidR="00557788" w:rsidRDefault="00557788" w:rsidP="00557788">
      <w:r>
        <w:t>192.7716</w:t>
      </w:r>
      <w:r>
        <w:tab/>
        <w:t>1.013e0</w:t>
      </w:r>
    </w:p>
    <w:p w:rsidR="00557788" w:rsidRDefault="00557788" w:rsidP="00557788">
      <w:r>
        <w:t>192.7750</w:t>
      </w:r>
      <w:r>
        <w:tab/>
        <w:t>4.089e0</w:t>
      </w:r>
    </w:p>
    <w:p w:rsidR="00557788" w:rsidRDefault="00557788" w:rsidP="00557788">
      <w:r>
        <w:t>192.7940</w:t>
      </w:r>
      <w:r>
        <w:tab/>
        <w:t>1.013e0</w:t>
      </w:r>
    </w:p>
    <w:p w:rsidR="00557788" w:rsidRDefault="00557788" w:rsidP="00557788">
      <w:r>
        <w:t>192.8015</w:t>
      </w:r>
      <w:r>
        <w:tab/>
        <w:t>2.100e0</w:t>
      </w:r>
    </w:p>
    <w:p w:rsidR="00557788" w:rsidRDefault="00557788" w:rsidP="00557788">
      <w:r>
        <w:t>192.8163</w:t>
      </w:r>
      <w:r>
        <w:tab/>
        <w:t>2.532e-2</w:t>
      </w:r>
    </w:p>
    <w:p w:rsidR="00557788" w:rsidRDefault="00557788" w:rsidP="00557788">
      <w:r>
        <w:t>192.8312</w:t>
      </w:r>
      <w:r>
        <w:tab/>
        <w:t>1.266e-2</w:t>
      </w:r>
    </w:p>
    <w:p w:rsidR="00557788" w:rsidRDefault="00557788" w:rsidP="00557788">
      <w:r>
        <w:t>192.8404</w:t>
      </w:r>
      <w:r>
        <w:tab/>
        <w:t>2.025e0</w:t>
      </w:r>
    </w:p>
    <w:p w:rsidR="00557788" w:rsidRDefault="00557788" w:rsidP="00557788">
      <w:r>
        <w:t>192.8424</w:t>
      </w:r>
      <w:r>
        <w:tab/>
        <w:t>1.266e-2</w:t>
      </w:r>
    </w:p>
    <w:p w:rsidR="00557788" w:rsidRDefault="00557788" w:rsidP="00557788">
      <w:r>
        <w:t>192.8446</w:t>
      </w:r>
      <w:r>
        <w:tab/>
        <w:t>5.063e0</w:t>
      </w:r>
    </w:p>
    <w:p w:rsidR="00557788" w:rsidRDefault="00557788" w:rsidP="00557788">
      <w:r>
        <w:t>192.8722</w:t>
      </w:r>
      <w:r>
        <w:tab/>
        <w:t>1.013e0</w:t>
      </w:r>
    </w:p>
    <w:p w:rsidR="00557788" w:rsidRDefault="00557788" w:rsidP="00557788">
      <w:r>
        <w:t>192.8834</w:t>
      </w:r>
      <w:r>
        <w:tab/>
        <w:t>1.013e0</w:t>
      </w:r>
    </w:p>
    <w:p w:rsidR="00557788" w:rsidRDefault="00557788" w:rsidP="00557788">
      <w:r>
        <w:t>192.8980</w:t>
      </w:r>
      <w:r>
        <w:tab/>
        <w:t>3.797e-2</w:t>
      </w:r>
    </w:p>
    <w:p w:rsidR="00557788" w:rsidRDefault="00557788" w:rsidP="00557788">
      <w:r>
        <w:t>192.9035</w:t>
      </w:r>
      <w:r>
        <w:tab/>
        <w:t>2.532e-2</w:t>
      </w:r>
    </w:p>
    <w:p w:rsidR="00557788" w:rsidRDefault="00557788" w:rsidP="00557788">
      <w:r>
        <w:t>192.9053</w:t>
      </w:r>
      <w:r>
        <w:tab/>
        <w:t>3.063e0</w:t>
      </w:r>
    </w:p>
    <w:p w:rsidR="00557788" w:rsidRDefault="00557788" w:rsidP="00557788">
      <w:r>
        <w:lastRenderedPageBreak/>
        <w:t>192.9090</w:t>
      </w:r>
      <w:r>
        <w:tab/>
        <w:t>1.025e0</w:t>
      </w:r>
    </w:p>
    <w:p w:rsidR="00557788" w:rsidRDefault="00557788" w:rsidP="00557788">
      <w:r>
        <w:t>192.9127</w:t>
      </w:r>
      <w:r>
        <w:tab/>
        <w:t>1.013e0</w:t>
      </w:r>
    </w:p>
    <w:p w:rsidR="00557788" w:rsidRDefault="00557788" w:rsidP="00557788">
      <w:r>
        <w:t>192.9237</w:t>
      </w:r>
      <w:r>
        <w:tab/>
        <w:t>1.013e0</w:t>
      </w:r>
    </w:p>
    <w:p w:rsidR="00557788" w:rsidRDefault="00557788" w:rsidP="00557788">
      <w:r>
        <w:t>192.9366</w:t>
      </w:r>
      <w:r>
        <w:tab/>
        <w:t>2.025e0</w:t>
      </w:r>
    </w:p>
    <w:p w:rsidR="00557788" w:rsidRDefault="00557788" w:rsidP="00557788">
      <w:r>
        <w:t>192.9504</w:t>
      </w:r>
      <w:r>
        <w:tab/>
        <w:t>3.038e0</w:t>
      </w:r>
    </w:p>
    <w:p w:rsidR="00557788" w:rsidRDefault="00557788" w:rsidP="00557788">
      <w:r>
        <w:t>192.9614</w:t>
      </w:r>
      <w:r>
        <w:tab/>
        <w:t>3.038e0</w:t>
      </w:r>
    </w:p>
    <w:p w:rsidR="00557788" w:rsidRDefault="00557788" w:rsidP="00557788">
      <w:r>
        <w:t>192.9659</w:t>
      </w:r>
      <w:r>
        <w:tab/>
        <w:t>2.025e0</w:t>
      </w:r>
    </w:p>
    <w:p w:rsidR="00557788" w:rsidRDefault="00557788" w:rsidP="00557788">
      <w:r>
        <w:t>192.9697</w:t>
      </w:r>
      <w:r>
        <w:tab/>
        <w:t>2.025e0</w:t>
      </w:r>
    </w:p>
    <w:p w:rsidR="00557788" w:rsidRDefault="00557788" w:rsidP="00557788">
      <w:r>
        <w:t>192.9754</w:t>
      </w:r>
      <w:r>
        <w:tab/>
        <w:t>5.089e0</w:t>
      </w:r>
    </w:p>
    <w:p w:rsidR="00557788" w:rsidRDefault="00557788" w:rsidP="00557788">
      <w:r>
        <w:t>192.9801</w:t>
      </w:r>
      <w:r>
        <w:tab/>
        <w:t>3.063e0</w:t>
      </w:r>
    </w:p>
    <w:p w:rsidR="00557788" w:rsidRDefault="00557788" w:rsidP="00557788">
      <w:r>
        <w:t>192.9825</w:t>
      </w:r>
      <w:r>
        <w:tab/>
        <w:t>2.038e0</w:t>
      </w:r>
    </w:p>
    <w:p w:rsidR="00557788" w:rsidRDefault="00557788" w:rsidP="00557788">
      <w:r>
        <w:t>192.9935</w:t>
      </w:r>
      <w:r>
        <w:tab/>
        <w:t>2.025e0</w:t>
      </w:r>
    </w:p>
    <w:p w:rsidR="00557788" w:rsidRDefault="00557788" w:rsidP="00557788">
      <w:r>
        <w:t>192.9967</w:t>
      </w:r>
      <w:r>
        <w:tab/>
        <w:t>2.596e0</w:t>
      </w:r>
    </w:p>
    <w:p w:rsidR="00557788" w:rsidRDefault="00557788" w:rsidP="00557788">
      <w:r>
        <w:t>193.0009</w:t>
      </w:r>
      <w:r>
        <w:tab/>
        <w:t>1.025e0</w:t>
      </w:r>
    </w:p>
    <w:p w:rsidR="00557788" w:rsidRDefault="00557788" w:rsidP="00557788">
      <w:r>
        <w:t>193.0083</w:t>
      </w:r>
      <w:r>
        <w:tab/>
        <w:t>1.013e0</w:t>
      </w:r>
    </w:p>
    <w:p w:rsidR="00557788" w:rsidRDefault="00557788" w:rsidP="00557788">
      <w:r>
        <w:t>193.0137</w:t>
      </w:r>
      <w:r>
        <w:tab/>
        <w:t>2.532e-2</w:t>
      </w:r>
    </w:p>
    <w:p w:rsidR="00557788" w:rsidRDefault="00557788" w:rsidP="00557788">
      <w:r>
        <w:t>193.0266</w:t>
      </w:r>
      <w:r>
        <w:tab/>
        <w:t>2.025e0</w:t>
      </w:r>
    </w:p>
    <w:p w:rsidR="00557788" w:rsidRDefault="00557788" w:rsidP="00557788">
      <w:r>
        <w:t>193.0462</w:t>
      </w:r>
      <w:r>
        <w:tab/>
        <w:t>4.051e0</w:t>
      </w:r>
    </w:p>
    <w:p w:rsidR="00557788" w:rsidRDefault="00557788" w:rsidP="00557788">
      <w:r>
        <w:t>193.0734</w:t>
      </w:r>
      <w:r>
        <w:tab/>
        <w:t>1.005e0</w:t>
      </w:r>
    </w:p>
    <w:p w:rsidR="00557788" w:rsidRDefault="00557788" w:rsidP="00557788">
      <w:r>
        <w:lastRenderedPageBreak/>
        <w:t>193.0745</w:t>
      </w:r>
      <w:r>
        <w:tab/>
        <w:t>7.288e0</w:t>
      </w:r>
    </w:p>
    <w:p w:rsidR="00557788" w:rsidRDefault="00557788" w:rsidP="00557788">
      <w:r>
        <w:t>193.0764</w:t>
      </w:r>
      <w:r>
        <w:tab/>
        <w:t>9.790e0</w:t>
      </w:r>
    </w:p>
    <w:p w:rsidR="00557788" w:rsidRDefault="00557788" w:rsidP="00557788">
      <w:r>
        <w:t>193.0819</w:t>
      </w:r>
      <w:r>
        <w:tab/>
        <w:t>7.212e0</w:t>
      </w:r>
    </w:p>
    <w:p w:rsidR="00557788" w:rsidRDefault="00557788" w:rsidP="00557788">
      <w:r>
        <w:t>193.0839</w:t>
      </w:r>
      <w:r>
        <w:tab/>
        <w:t>1.472e1</w:t>
      </w:r>
    </w:p>
    <w:p w:rsidR="00557788" w:rsidRDefault="00557788" w:rsidP="00557788">
      <w:r>
        <w:t>193.1091</w:t>
      </w:r>
      <w:r>
        <w:tab/>
        <w:t>6.652e0</w:t>
      </w:r>
    </w:p>
    <w:p w:rsidR="00557788" w:rsidRDefault="00557788" w:rsidP="00557788">
      <w:r>
        <w:t>193.1182</w:t>
      </w:r>
      <w:r>
        <w:tab/>
        <w:t>1.061e0</w:t>
      </w:r>
    </w:p>
    <w:p w:rsidR="00557788" w:rsidRDefault="00557788" w:rsidP="00557788">
      <w:r>
        <w:t>193.1385</w:t>
      </w:r>
      <w:r>
        <w:tab/>
        <w:t>1.730e-1</w:t>
      </w:r>
    </w:p>
    <w:p w:rsidR="00557788" w:rsidRDefault="00557788" w:rsidP="00557788">
      <w:r>
        <w:t>193.1420</w:t>
      </w:r>
      <w:r>
        <w:tab/>
        <w:t>2.083e0</w:t>
      </w:r>
    </w:p>
    <w:p w:rsidR="00557788" w:rsidRDefault="00557788" w:rsidP="00557788">
      <w:r>
        <w:t>193.1440</w:t>
      </w:r>
      <w:r>
        <w:tab/>
        <w:t>7.144e0</w:t>
      </w:r>
    </w:p>
    <w:p w:rsidR="00557788" w:rsidRDefault="00557788" w:rsidP="00557788">
      <w:r>
        <w:t>193.1477</w:t>
      </w:r>
      <w:r>
        <w:tab/>
        <w:t>5.103e-1</w:t>
      </w:r>
    </w:p>
    <w:p w:rsidR="00557788" w:rsidRDefault="00557788" w:rsidP="00557788">
      <w:r>
        <w:t>193.1509</w:t>
      </w:r>
      <w:r>
        <w:tab/>
        <w:t>3.154e0</w:t>
      </w:r>
    </w:p>
    <w:p w:rsidR="00557788" w:rsidRDefault="00557788" w:rsidP="00557788">
      <w:r>
        <w:t>193.1577</w:t>
      </w:r>
      <w:r>
        <w:tab/>
        <w:t>2.610e0</w:t>
      </w:r>
    </w:p>
    <w:p w:rsidR="00557788" w:rsidRDefault="00557788" w:rsidP="00557788">
      <w:r>
        <w:t>193.1605</w:t>
      </w:r>
      <w:r>
        <w:tab/>
        <w:t>2.550e0</w:t>
      </w:r>
    </w:p>
    <w:p w:rsidR="00557788" w:rsidRDefault="00557788" w:rsidP="00557788">
      <w:r>
        <w:t>193.1785</w:t>
      </w:r>
      <w:r>
        <w:tab/>
        <w:t>3.413e0</w:t>
      </w:r>
    </w:p>
    <w:p w:rsidR="00557788" w:rsidRDefault="00557788" w:rsidP="00557788">
      <w:r>
        <w:t>193.1930</w:t>
      </w:r>
      <w:r>
        <w:tab/>
        <w:t>5.487e-1</w:t>
      </w:r>
    </w:p>
    <w:p w:rsidR="00557788" w:rsidRDefault="00557788" w:rsidP="00557788">
      <w:r>
        <w:t>193.2003</w:t>
      </w:r>
      <w:r>
        <w:tab/>
        <w:t>2.025e0</w:t>
      </w:r>
    </w:p>
    <w:p w:rsidR="00557788" w:rsidRDefault="00557788" w:rsidP="00557788">
      <w:r>
        <w:t>193.2040</w:t>
      </w:r>
      <w:r>
        <w:tab/>
        <w:t>1.013e0</w:t>
      </w:r>
    </w:p>
    <w:p w:rsidR="00557788" w:rsidRDefault="00557788" w:rsidP="00557788">
      <w:r>
        <w:t>193.2077</w:t>
      </w:r>
      <w:r>
        <w:tab/>
        <w:t>1.266e-2</w:t>
      </w:r>
    </w:p>
    <w:p w:rsidR="00557788" w:rsidRDefault="00557788" w:rsidP="00557788">
      <w:r>
        <w:t>193.2152</w:t>
      </w:r>
      <w:r>
        <w:tab/>
        <w:t>1.013e0</w:t>
      </w:r>
    </w:p>
    <w:p w:rsidR="00557788" w:rsidRDefault="00557788" w:rsidP="00557788">
      <w:r>
        <w:lastRenderedPageBreak/>
        <w:t>193.2163</w:t>
      </w:r>
      <w:r>
        <w:tab/>
        <w:t>2.038e0</w:t>
      </w:r>
    </w:p>
    <w:p w:rsidR="00557788" w:rsidRDefault="00557788" w:rsidP="00557788">
      <w:r>
        <w:t>193.2281</w:t>
      </w:r>
      <w:r>
        <w:tab/>
        <w:t>2.129e0</w:t>
      </w:r>
    </w:p>
    <w:p w:rsidR="00557788" w:rsidRDefault="00557788" w:rsidP="00557788">
      <w:r>
        <w:t>193.2562</w:t>
      </w:r>
      <w:r>
        <w:tab/>
        <w:t>1.013e0</w:t>
      </w:r>
    </w:p>
    <w:p w:rsidR="00557788" w:rsidRDefault="00557788" w:rsidP="00557788">
      <w:r>
        <w:t>193.2637</w:t>
      </w:r>
      <w:r>
        <w:tab/>
        <w:t>1.266e-2</w:t>
      </w:r>
    </w:p>
    <w:p w:rsidR="00557788" w:rsidRDefault="00557788" w:rsidP="00557788">
      <w:r>
        <w:t>193.2875</w:t>
      </w:r>
      <w:r>
        <w:tab/>
        <w:t>2.025e0</w:t>
      </w:r>
    </w:p>
    <w:p w:rsidR="00557788" w:rsidRDefault="00557788" w:rsidP="00557788">
      <w:r>
        <w:t>193.2930</w:t>
      </w:r>
      <w:r>
        <w:tab/>
        <w:t>1.076e0</w:t>
      </w:r>
    </w:p>
    <w:p w:rsidR="00557788" w:rsidRDefault="00557788" w:rsidP="00557788">
      <w:r>
        <w:t>193.2949</w:t>
      </w:r>
      <w:r>
        <w:tab/>
        <w:t>2.025e0</w:t>
      </w:r>
    </w:p>
    <w:p w:rsidR="00557788" w:rsidRDefault="00557788" w:rsidP="00557788">
      <w:r>
        <w:t>193.3004</w:t>
      </w:r>
      <w:r>
        <w:tab/>
        <w:t>1.013e0</w:t>
      </w:r>
    </w:p>
    <w:p w:rsidR="00557788" w:rsidRDefault="00557788" w:rsidP="00557788">
      <w:r>
        <w:t>193.3041</w:t>
      </w:r>
      <w:r>
        <w:tab/>
        <w:t>2.025e0</w:t>
      </w:r>
    </w:p>
    <w:p w:rsidR="00557788" w:rsidRDefault="00557788" w:rsidP="00557788">
      <w:r>
        <w:t>193.3059</w:t>
      </w:r>
      <w:r>
        <w:tab/>
        <w:t>2.532e-2</w:t>
      </w:r>
    </w:p>
    <w:p w:rsidR="00557788" w:rsidRDefault="00557788" w:rsidP="00557788">
      <w:r>
        <w:t>193.3244</w:t>
      </w:r>
      <w:r>
        <w:tab/>
        <w:t>4.051e0</w:t>
      </w:r>
    </w:p>
    <w:p w:rsidR="00557788" w:rsidRDefault="00557788" w:rsidP="00557788">
      <w:r>
        <w:t>193.3371</w:t>
      </w:r>
      <w:r>
        <w:tab/>
        <w:t>1.013e0</w:t>
      </w:r>
    </w:p>
    <w:p w:rsidR="00557788" w:rsidRDefault="00557788" w:rsidP="00557788">
      <w:r>
        <w:t>193.3501</w:t>
      </w:r>
      <w:r>
        <w:tab/>
        <w:t>2.025e0</w:t>
      </w:r>
    </w:p>
    <w:p w:rsidR="00557788" w:rsidRDefault="00557788" w:rsidP="00557788">
      <w:r>
        <w:t>193.3621</w:t>
      </w:r>
      <w:r>
        <w:tab/>
        <w:t>3.038e0</w:t>
      </w:r>
    </w:p>
    <w:p w:rsidR="00557788" w:rsidRDefault="00557788" w:rsidP="00557788">
      <w:r>
        <w:t>193.3720</w:t>
      </w:r>
      <w:r>
        <w:tab/>
        <w:t>3.038e0</w:t>
      </w:r>
    </w:p>
    <w:p w:rsidR="00557788" w:rsidRDefault="00557788" w:rsidP="00557788">
      <w:r>
        <w:t>193.3739</w:t>
      </w:r>
      <w:r>
        <w:tab/>
        <w:t>1.266e-2</w:t>
      </w:r>
    </w:p>
    <w:p w:rsidR="00557788" w:rsidRDefault="00557788" w:rsidP="00557788">
      <w:r>
        <w:t>193.3758</w:t>
      </w:r>
      <w:r>
        <w:tab/>
        <w:t>2.025e0</w:t>
      </w:r>
    </w:p>
    <w:p w:rsidR="00557788" w:rsidRDefault="00557788" w:rsidP="00557788">
      <w:r>
        <w:t>193.3813</w:t>
      </w:r>
      <w:r>
        <w:tab/>
        <w:t>1.266e-2</w:t>
      </w:r>
    </w:p>
    <w:p w:rsidR="00557788" w:rsidRDefault="00557788" w:rsidP="00557788">
      <w:r>
        <w:t>193.3850</w:t>
      </w:r>
      <w:r>
        <w:tab/>
        <w:t>4.051e0</w:t>
      </w:r>
    </w:p>
    <w:p w:rsidR="00557788" w:rsidRDefault="00557788" w:rsidP="00557788">
      <w:r>
        <w:lastRenderedPageBreak/>
        <w:t>193.4071</w:t>
      </w:r>
      <w:r>
        <w:tab/>
        <w:t>1.266e-2</w:t>
      </w:r>
    </w:p>
    <w:p w:rsidR="00557788" w:rsidRDefault="00557788" w:rsidP="00557788">
      <w:r>
        <w:t>193.4100</w:t>
      </w:r>
      <w:r>
        <w:tab/>
        <w:t>2.038e0</w:t>
      </w:r>
    </w:p>
    <w:p w:rsidR="00557788" w:rsidRDefault="00557788" w:rsidP="00557788">
      <w:r>
        <w:t>193.4182</w:t>
      </w:r>
      <w:r>
        <w:tab/>
        <w:t>5.508e0</w:t>
      </w:r>
    </w:p>
    <w:p w:rsidR="00557788" w:rsidRDefault="00557788" w:rsidP="00557788">
      <w:r>
        <w:t>193.4200</w:t>
      </w:r>
      <w:r>
        <w:tab/>
        <w:t>2.025e0</w:t>
      </w:r>
    </w:p>
    <w:p w:rsidR="00557788" w:rsidRDefault="00557788" w:rsidP="00557788">
      <w:r>
        <w:t>193.4402</w:t>
      </w:r>
      <w:r>
        <w:tab/>
        <w:t>4.063e0</w:t>
      </w:r>
    </w:p>
    <w:p w:rsidR="00557788" w:rsidRDefault="00557788" w:rsidP="00557788">
      <w:r>
        <w:t>193.4476</w:t>
      </w:r>
      <w:r>
        <w:tab/>
        <w:t>1.013e0</w:t>
      </w:r>
    </w:p>
    <w:p w:rsidR="00557788" w:rsidRDefault="00557788" w:rsidP="00557788">
      <w:r>
        <w:t>193.4623</w:t>
      </w:r>
      <w:r>
        <w:tab/>
        <w:t>1.013e0</w:t>
      </w:r>
    </w:p>
    <w:p w:rsidR="00557788" w:rsidRDefault="00557788" w:rsidP="00557788">
      <w:r>
        <w:t>193.4678</w:t>
      </w:r>
      <w:r>
        <w:tab/>
        <w:t>2.025e0</w:t>
      </w:r>
    </w:p>
    <w:p w:rsidR="00557788" w:rsidRDefault="00557788" w:rsidP="00557788">
      <w:r>
        <w:t>193.4715</w:t>
      </w:r>
      <w:r>
        <w:tab/>
        <w:t>2.532e-2</w:t>
      </w:r>
    </w:p>
    <w:p w:rsidR="00557788" w:rsidRDefault="00557788" w:rsidP="00557788">
      <w:r>
        <w:t>193.4733</w:t>
      </w:r>
      <w:r>
        <w:tab/>
        <w:t>1.025e0</w:t>
      </w:r>
    </w:p>
    <w:p w:rsidR="00557788" w:rsidRDefault="00557788" w:rsidP="00557788">
      <w:r>
        <w:t>193.4880</w:t>
      </w:r>
      <w:r>
        <w:tab/>
        <w:t>2.025e0</w:t>
      </w:r>
    </w:p>
    <w:p w:rsidR="00557788" w:rsidRDefault="00557788" w:rsidP="00557788">
      <w:r>
        <w:t>193.5010</w:t>
      </w:r>
      <w:r>
        <w:tab/>
        <w:t>2.025e0</w:t>
      </w:r>
    </w:p>
    <w:p w:rsidR="00557788" w:rsidRDefault="00557788" w:rsidP="00557788">
      <w:r>
        <w:t>193.5044</w:t>
      </w:r>
      <w:r>
        <w:tab/>
        <w:t>5.063e0</w:t>
      </w:r>
    </w:p>
    <w:p w:rsidR="00557788" w:rsidRDefault="00557788" w:rsidP="00557788">
      <w:r>
        <w:t>193.5101</w:t>
      </w:r>
      <w:r>
        <w:tab/>
        <w:t>1.266e-2</w:t>
      </w:r>
    </w:p>
    <w:p w:rsidR="00557788" w:rsidRDefault="00557788" w:rsidP="00557788">
      <w:r>
        <w:t>193.5213</w:t>
      </w:r>
      <w:r>
        <w:tab/>
        <w:t>1.266e-2</w:t>
      </w:r>
    </w:p>
    <w:p w:rsidR="00557788" w:rsidRDefault="00557788" w:rsidP="00557788">
      <w:r>
        <w:t>193.5271</w:t>
      </w:r>
      <w:r>
        <w:tab/>
        <w:t>2.025e0</w:t>
      </w:r>
    </w:p>
    <w:p w:rsidR="00557788" w:rsidRDefault="00557788" w:rsidP="00557788">
      <w:r>
        <w:t>193.5401</w:t>
      </w:r>
      <w:r>
        <w:tab/>
        <w:t>3.797e-2</w:t>
      </w:r>
    </w:p>
    <w:p w:rsidR="00557788" w:rsidRDefault="00557788" w:rsidP="00557788">
      <w:r>
        <w:t>193.5420</w:t>
      </w:r>
      <w:r>
        <w:tab/>
        <w:t>2.025e0</w:t>
      </w:r>
    </w:p>
    <w:p w:rsidR="00557788" w:rsidRDefault="00557788" w:rsidP="00557788">
      <w:r>
        <w:t>193.5624</w:t>
      </w:r>
      <w:r>
        <w:tab/>
        <w:t>2.071e0</w:t>
      </w:r>
    </w:p>
    <w:p w:rsidR="00557788" w:rsidRDefault="00557788" w:rsidP="00557788">
      <w:r>
        <w:lastRenderedPageBreak/>
        <w:t>193.5737</w:t>
      </w:r>
      <w:r>
        <w:tab/>
        <w:t>1.266e-2</w:t>
      </w:r>
    </w:p>
    <w:p w:rsidR="00557788" w:rsidRDefault="00557788" w:rsidP="00557788">
      <w:r>
        <w:t>193.5764</w:t>
      </w:r>
      <w:r>
        <w:tab/>
        <w:t>5.063e0</w:t>
      </w:r>
    </w:p>
    <w:p w:rsidR="00557788" w:rsidRDefault="00557788" w:rsidP="00557788">
      <w:r>
        <w:t>193.5794</w:t>
      </w:r>
      <w:r>
        <w:tab/>
        <w:t>3.038e0</w:t>
      </w:r>
    </w:p>
    <w:p w:rsidR="00557788" w:rsidRDefault="00557788" w:rsidP="00557788">
      <w:r>
        <w:t>193.5941</w:t>
      </w:r>
      <w:r>
        <w:tab/>
        <w:t>2.532e-2</w:t>
      </w:r>
    </w:p>
    <w:p w:rsidR="00557788" w:rsidRDefault="00557788" w:rsidP="00557788">
      <w:r>
        <w:t>193.5960</w:t>
      </w:r>
      <w:r>
        <w:tab/>
        <w:t>3.051e0</w:t>
      </w:r>
    </w:p>
    <w:p w:rsidR="00557788" w:rsidRDefault="00557788" w:rsidP="00557788">
      <w:r>
        <w:t>193.5994</w:t>
      </w:r>
      <w:r>
        <w:tab/>
        <w:t>9.856e-1</w:t>
      </w:r>
    </w:p>
    <w:p w:rsidR="00557788" w:rsidRDefault="00557788" w:rsidP="00557788">
      <w:r>
        <w:t>193.6035</w:t>
      </w:r>
      <w:r>
        <w:tab/>
        <w:t>2.025e0</w:t>
      </w:r>
    </w:p>
    <w:p w:rsidR="00557788" w:rsidRDefault="00557788" w:rsidP="00557788">
      <w:r>
        <w:t>193.6082</w:t>
      </w:r>
      <w:r>
        <w:tab/>
        <w:t>3.798e-2</w:t>
      </w:r>
    </w:p>
    <w:p w:rsidR="00557788" w:rsidRDefault="00557788" w:rsidP="00557788">
      <w:r>
        <w:t>193.6201</w:t>
      </w:r>
      <w:r>
        <w:tab/>
        <w:t>2.025e0</w:t>
      </w:r>
    </w:p>
    <w:p w:rsidR="00557788" w:rsidRDefault="00557788" w:rsidP="00557788">
      <w:r>
        <w:t>193.6331</w:t>
      </w:r>
      <w:r>
        <w:tab/>
        <w:t>5.076e0</w:t>
      </w:r>
    </w:p>
    <w:p w:rsidR="00557788" w:rsidRDefault="00557788" w:rsidP="00557788">
      <w:r>
        <w:t>193.6369</w:t>
      </w:r>
      <w:r>
        <w:tab/>
        <w:t>8.101e0</w:t>
      </w:r>
    </w:p>
    <w:p w:rsidR="00557788" w:rsidRDefault="00557788" w:rsidP="00557788">
      <w:r>
        <w:t>193.6479</w:t>
      </w:r>
      <w:r>
        <w:tab/>
        <w:t>1.266e-2</w:t>
      </w:r>
    </w:p>
    <w:p w:rsidR="00557788" w:rsidRDefault="00557788" w:rsidP="00557788">
      <w:r>
        <w:t>193.6553</w:t>
      </w:r>
      <w:r>
        <w:tab/>
        <w:t>1.013e0</w:t>
      </w:r>
    </w:p>
    <w:p w:rsidR="00557788" w:rsidRDefault="00557788" w:rsidP="00557788">
      <w:r>
        <w:t>193.6627</w:t>
      </w:r>
      <w:r>
        <w:tab/>
        <w:t>2.038e0</w:t>
      </w:r>
    </w:p>
    <w:p w:rsidR="00557788" w:rsidRDefault="00557788" w:rsidP="00557788">
      <w:r>
        <w:t>193.6710</w:t>
      </w:r>
      <w:r>
        <w:tab/>
        <w:t>3.038e0</w:t>
      </w:r>
    </w:p>
    <w:p w:rsidR="00557788" w:rsidRDefault="00557788" w:rsidP="00557788">
      <w:r>
        <w:t>193.6820</w:t>
      </w:r>
      <w:r>
        <w:tab/>
        <w:t>1.038e0</w:t>
      </w:r>
    </w:p>
    <w:p w:rsidR="00557788" w:rsidRDefault="00557788" w:rsidP="00557788">
      <w:r>
        <w:t>193.6838</w:t>
      </w:r>
      <w:r>
        <w:tab/>
        <w:t>2.051e0</w:t>
      </w:r>
    </w:p>
    <w:p w:rsidR="00557788" w:rsidRDefault="00557788" w:rsidP="00557788">
      <w:r>
        <w:t>193.6866</w:t>
      </w:r>
      <w:r>
        <w:tab/>
        <w:t>2.025e0</w:t>
      </w:r>
    </w:p>
    <w:p w:rsidR="00557788" w:rsidRDefault="00557788" w:rsidP="00557788">
      <w:r>
        <w:t>193.7031</w:t>
      </w:r>
      <w:r>
        <w:tab/>
        <w:t>2.038e0</w:t>
      </w:r>
    </w:p>
    <w:p w:rsidR="00557788" w:rsidRDefault="00557788" w:rsidP="00557788">
      <w:r>
        <w:lastRenderedPageBreak/>
        <w:t>193.7105</w:t>
      </w:r>
      <w:r>
        <w:tab/>
        <w:t>1.013e0</w:t>
      </w:r>
    </w:p>
    <w:p w:rsidR="00557788" w:rsidRDefault="00557788" w:rsidP="00557788">
      <w:r>
        <w:t>193.7159</w:t>
      </w:r>
      <w:r>
        <w:tab/>
        <w:t>3.038e0</w:t>
      </w:r>
    </w:p>
    <w:p w:rsidR="00557788" w:rsidRDefault="00557788" w:rsidP="00557788">
      <w:r>
        <w:t>193.7307</w:t>
      </w:r>
      <w:r>
        <w:tab/>
        <w:t>2.025e0</w:t>
      </w:r>
    </w:p>
    <w:p w:rsidR="00557788" w:rsidRDefault="00557788" w:rsidP="00557788">
      <w:r>
        <w:t>193.7418</w:t>
      </w:r>
      <w:r>
        <w:tab/>
        <w:t>2.025e0</w:t>
      </w:r>
    </w:p>
    <w:p w:rsidR="00557788" w:rsidRDefault="00557788" w:rsidP="00557788">
      <w:r>
        <w:t>193.7436</w:t>
      </w:r>
      <w:r>
        <w:tab/>
        <w:t>1.025e0</w:t>
      </w:r>
    </w:p>
    <w:p w:rsidR="00557788" w:rsidRDefault="00557788" w:rsidP="00557788">
      <w:r>
        <w:t>193.7492</w:t>
      </w:r>
      <w:r>
        <w:tab/>
        <w:t>2.025e0</w:t>
      </w:r>
    </w:p>
    <w:p w:rsidR="00557788" w:rsidRDefault="00557788" w:rsidP="00557788">
      <w:r>
        <w:t>193.7584</w:t>
      </w:r>
      <w:r>
        <w:tab/>
        <w:t>1.266e-2</w:t>
      </w:r>
    </w:p>
    <w:p w:rsidR="00557788" w:rsidRDefault="00557788" w:rsidP="00557788">
      <w:r>
        <w:t>193.7602</w:t>
      </w:r>
      <w:r>
        <w:tab/>
        <w:t>4.051e0</w:t>
      </w:r>
    </w:p>
    <w:p w:rsidR="00557788" w:rsidRDefault="00557788" w:rsidP="00557788">
      <w:r>
        <w:t>193.7731</w:t>
      </w:r>
      <w:r>
        <w:tab/>
        <w:t>1.266e-2</w:t>
      </w:r>
    </w:p>
    <w:p w:rsidR="00557788" w:rsidRDefault="00557788" w:rsidP="00557788">
      <w:r>
        <w:t>193.7805</w:t>
      </w:r>
      <w:r>
        <w:tab/>
        <w:t>1.266e-2</w:t>
      </w:r>
    </w:p>
    <w:p w:rsidR="00557788" w:rsidRDefault="00557788" w:rsidP="00557788">
      <w:r>
        <w:t>193.7894</w:t>
      </w:r>
      <w:r>
        <w:tab/>
        <w:t>1.038e0</w:t>
      </w:r>
    </w:p>
    <w:p w:rsidR="00557788" w:rsidRDefault="00557788" w:rsidP="00557788">
      <w:r>
        <w:t>193.7952</w:t>
      </w:r>
      <w:r>
        <w:tab/>
        <w:t>3.051e0</w:t>
      </w:r>
    </w:p>
    <w:p w:rsidR="00557788" w:rsidRDefault="00557788" w:rsidP="00557788">
      <w:r>
        <w:t>193.7989</w:t>
      </w:r>
      <w:r>
        <w:tab/>
        <w:t>1.013e0</w:t>
      </w:r>
    </w:p>
    <w:p w:rsidR="00557788" w:rsidRDefault="00557788" w:rsidP="00557788">
      <w:r>
        <w:t>193.8173</w:t>
      </w:r>
      <w:r>
        <w:tab/>
        <w:t>2.025e0</w:t>
      </w:r>
    </w:p>
    <w:p w:rsidR="00557788" w:rsidRDefault="00557788" w:rsidP="00557788">
      <w:r>
        <w:t>193.8283</w:t>
      </w:r>
      <w:r>
        <w:tab/>
        <w:t>1.266e-2</w:t>
      </w:r>
    </w:p>
    <w:p w:rsidR="00557788" w:rsidRDefault="00557788" w:rsidP="00557788">
      <w:r>
        <w:t>193.8430</w:t>
      </w:r>
      <w:r>
        <w:tab/>
        <w:t>1.266e-2</w:t>
      </w:r>
    </w:p>
    <w:p w:rsidR="00557788" w:rsidRDefault="00557788" w:rsidP="00557788">
      <w:r>
        <w:t>193.8487</w:t>
      </w:r>
      <w:r>
        <w:tab/>
        <w:t>2.025e0</w:t>
      </w:r>
    </w:p>
    <w:p w:rsidR="00557788" w:rsidRDefault="00557788" w:rsidP="00557788">
      <w:r>
        <w:t>193.8728</w:t>
      </w:r>
      <w:r>
        <w:tab/>
        <w:t>3.797e-2</w:t>
      </w:r>
    </w:p>
    <w:p w:rsidR="00557788" w:rsidRDefault="00557788" w:rsidP="00557788">
      <w:r>
        <w:t>193.8891</w:t>
      </w:r>
      <w:r>
        <w:tab/>
        <w:t>5.063e-2</w:t>
      </w:r>
    </w:p>
    <w:p w:rsidR="00557788" w:rsidRDefault="00557788" w:rsidP="00557788">
      <w:r>
        <w:lastRenderedPageBreak/>
        <w:t>193.8952</w:t>
      </w:r>
      <w:r>
        <w:tab/>
        <w:t>1.030e0</w:t>
      </w:r>
    </w:p>
    <w:p w:rsidR="00557788" w:rsidRDefault="00557788" w:rsidP="00557788">
      <w:r>
        <w:t>193.9064</w:t>
      </w:r>
      <w:r>
        <w:tab/>
        <w:t>1.266e-2</w:t>
      </w:r>
    </w:p>
    <w:p w:rsidR="00557788" w:rsidRDefault="00557788" w:rsidP="00557788">
      <w:r>
        <w:t>193.9162</w:t>
      </w:r>
      <w:r>
        <w:tab/>
        <w:t>3.038e0</w:t>
      </w:r>
    </w:p>
    <w:p w:rsidR="00557788" w:rsidRDefault="00557788" w:rsidP="00557788">
      <w:r>
        <w:t>193.9175</w:t>
      </w:r>
      <w:r>
        <w:tab/>
        <w:t>3.038e0</w:t>
      </w:r>
    </w:p>
    <w:p w:rsidR="00557788" w:rsidRDefault="00557788" w:rsidP="00557788">
      <w:r>
        <w:t>193.9214</w:t>
      </w:r>
      <w:r>
        <w:tab/>
        <w:t>1.013e0</w:t>
      </w:r>
    </w:p>
    <w:p w:rsidR="00557788" w:rsidRDefault="00557788" w:rsidP="00557788">
      <w:r>
        <w:t>193.9373</w:t>
      </w:r>
      <w:r>
        <w:tab/>
        <w:t>3.051e0</w:t>
      </w:r>
    </w:p>
    <w:p w:rsidR="00557788" w:rsidRDefault="00557788" w:rsidP="00557788">
      <w:r>
        <w:t>193.9476</w:t>
      </w:r>
      <w:r>
        <w:tab/>
        <w:t>3.038e0</w:t>
      </w:r>
    </w:p>
    <w:p w:rsidR="00557788" w:rsidRDefault="00557788" w:rsidP="00557788">
      <w:r>
        <w:t>193.9551</w:t>
      </w:r>
      <w:r>
        <w:tab/>
        <w:t>2.025e0</w:t>
      </w:r>
    </w:p>
    <w:p w:rsidR="00557788" w:rsidRDefault="00557788" w:rsidP="00557788">
      <w:r>
        <w:t>193.9736</w:t>
      </w:r>
      <w:r>
        <w:tab/>
        <w:t>1.025e0</w:t>
      </w:r>
    </w:p>
    <w:p w:rsidR="00557788" w:rsidRDefault="00557788" w:rsidP="00557788">
      <w:r>
        <w:t>193.9795</w:t>
      </w:r>
      <w:r>
        <w:tab/>
        <w:t>9.114e0</w:t>
      </w:r>
    </w:p>
    <w:p w:rsidR="00557788" w:rsidRDefault="00557788" w:rsidP="00557788">
      <w:r>
        <w:t>193.9865</w:t>
      </w:r>
      <w:r>
        <w:tab/>
        <w:t>2.532e-2</w:t>
      </w:r>
    </w:p>
    <w:p w:rsidR="00557788" w:rsidRDefault="00557788" w:rsidP="00557788">
      <w:r>
        <w:t>193.9883</w:t>
      </w:r>
      <w:r>
        <w:tab/>
        <w:t>6.329e-2</w:t>
      </w:r>
    </w:p>
    <w:p w:rsidR="00557788" w:rsidRDefault="00557788" w:rsidP="00557788">
      <w:r>
        <w:t>194.0067</w:t>
      </w:r>
      <w:r>
        <w:tab/>
        <w:t>1.025e0</w:t>
      </w:r>
    </w:p>
    <w:p w:rsidR="00557788" w:rsidRDefault="00557788" w:rsidP="00557788">
      <w:r>
        <w:t>194.0092</w:t>
      </w:r>
      <w:r>
        <w:tab/>
        <w:t>3.038e0</w:t>
      </w:r>
    </w:p>
    <w:p w:rsidR="00557788" w:rsidRDefault="00557788" w:rsidP="00557788">
      <w:r>
        <w:t>194.0285</w:t>
      </w:r>
      <w:r>
        <w:tab/>
        <w:t>4.063e0</w:t>
      </w:r>
    </w:p>
    <w:p w:rsidR="00557788" w:rsidRDefault="00557788" w:rsidP="00557788">
      <w:r>
        <w:t>194.0319</w:t>
      </w:r>
      <w:r>
        <w:tab/>
        <w:t>1.869e0</w:t>
      </w:r>
    </w:p>
    <w:p w:rsidR="00557788" w:rsidRDefault="00557788" w:rsidP="00557788">
      <w:r>
        <w:t>194.0343</w:t>
      </w:r>
      <w:r>
        <w:tab/>
        <w:t>2.532e-2</w:t>
      </w:r>
    </w:p>
    <w:p w:rsidR="00557788" w:rsidRDefault="00557788" w:rsidP="00557788">
      <w:r>
        <w:t>194.0398</w:t>
      </w:r>
      <w:r>
        <w:tab/>
        <w:t>1.942e0</w:t>
      </w:r>
    </w:p>
    <w:p w:rsidR="00557788" w:rsidRDefault="00557788" w:rsidP="00557788">
      <w:r>
        <w:t>194.0447</w:t>
      </w:r>
      <w:r>
        <w:tab/>
        <w:t>5.319e0</w:t>
      </w:r>
    </w:p>
    <w:p w:rsidR="00557788" w:rsidRDefault="00557788" w:rsidP="00557788">
      <w:r>
        <w:lastRenderedPageBreak/>
        <w:t>194.0618</w:t>
      </w:r>
      <w:r>
        <w:tab/>
        <w:t>1.457e1</w:t>
      </w:r>
    </w:p>
    <w:p w:rsidR="00557788" w:rsidRDefault="00557788" w:rsidP="00557788">
      <w:r>
        <w:t>194.0665</w:t>
      </w:r>
      <w:r>
        <w:tab/>
        <w:t>8.206e0</w:t>
      </w:r>
    </w:p>
    <w:p w:rsidR="00557788" w:rsidRDefault="00557788" w:rsidP="00557788">
      <w:r>
        <w:t>194.0712</w:t>
      </w:r>
      <w:r>
        <w:tab/>
        <w:t>1.027e1</w:t>
      </w:r>
    </w:p>
    <w:p w:rsidR="00557788" w:rsidRDefault="00557788" w:rsidP="00557788">
      <w:r>
        <w:t>194.0816</w:t>
      </w:r>
      <w:r>
        <w:tab/>
        <w:t>4.824e0</w:t>
      </w:r>
    </w:p>
    <w:p w:rsidR="00557788" w:rsidRDefault="00557788" w:rsidP="00557788">
      <w:r>
        <w:t>194.1095</w:t>
      </w:r>
      <w:r>
        <w:tab/>
        <w:t>4.243e0</w:t>
      </w:r>
    </w:p>
    <w:p w:rsidR="00557788" w:rsidRDefault="00557788" w:rsidP="00557788">
      <w:r>
        <w:t>194.1167</w:t>
      </w:r>
      <w:r>
        <w:tab/>
        <w:t>3.390e1</w:t>
      </w:r>
    </w:p>
    <w:p w:rsidR="00557788" w:rsidRDefault="00557788" w:rsidP="00557788">
      <w:r>
        <w:t>194.1236</w:t>
      </w:r>
      <w:r>
        <w:tab/>
        <w:t>1.417e1</w:t>
      </w:r>
    </w:p>
    <w:p w:rsidR="00557788" w:rsidRDefault="00557788" w:rsidP="00557788">
      <w:r>
        <w:t>194.1352</w:t>
      </w:r>
      <w:r>
        <w:tab/>
        <w:t>8.704e0</w:t>
      </w:r>
    </w:p>
    <w:p w:rsidR="00557788" w:rsidRDefault="00557788" w:rsidP="00557788">
      <w:r>
        <w:t>194.1496</w:t>
      </w:r>
      <w:r>
        <w:tab/>
        <w:t>4.809e0</w:t>
      </w:r>
    </w:p>
    <w:p w:rsidR="00557788" w:rsidRDefault="00557788" w:rsidP="00557788">
      <w:r>
        <w:t>194.1515</w:t>
      </w:r>
      <w:r>
        <w:tab/>
        <w:t>1.938e0</w:t>
      </w:r>
    </w:p>
    <w:p w:rsidR="00557788" w:rsidRDefault="00557788" w:rsidP="00557788">
      <w:r>
        <w:t>194.1652</w:t>
      </w:r>
      <w:r>
        <w:tab/>
        <w:t>9.107e-1</w:t>
      </w:r>
    </w:p>
    <w:p w:rsidR="00557788" w:rsidRDefault="00557788" w:rsidP="00557788">
      <w:r>
        <w:t>194.1671</w:t>
      </w:r>
      <w:r>
        <w:tab/>
        <w:t>4.371e0</w:t>
      </w:r>
    </w:p>
    <w:p w:rsidR="00557788" w:rsidRDefault="00557788" w:rsidP="00557788">
      <w:r>
        <w:t>194.1727</w:t>
      </w:r>
      <w:r>
        <w:tab/>
        <w:t>2.379e0</w:t>
      </w:r>
    </w:p>
    <w:p w:rsidR="00557788" w:rsidRDefault="00557788" w:rsidP="00557788">
      <w:r>
        <w:t>194.1901</w:t>
      </w:r>
      <w:r>
        <w:tab/>
        <w:t>4.385e0</w:t>
      </w:r>
    </w:p>
    <w:p w:rsidR="00557788" w:rsidRDefault="00557788" w:rsidP="00557788">
      <w:r>
        <w:t>194.1931</w:t>
      </w:r>
      <w:r>
        <w:tab/>
        <w:t>4.018e0</w:t>
      </w:r>
    </w:p>
    <w:p w:rsidR="00557788" w:rsidRDefault="00557788" w:rsidP="00557788">
      <w:r>
        <w:t>194.2135</w:t>
      </w:r>
      <w:r>
        <w:tab/>
        <w:t>2.025e0</w:t>
      </w:r>
    </w:p>
    <w:p w:rsidR="00557788" w:rsidRDefault="00557788" w:rsidP="00557788">
      <w:r>
        <w:t>194.2269</w:t>
      </w:r>
      <w:r>
        <w:tab/>
        <w:t>3.798e-2</w:t>
      </w:r>
    </w:p>
    <w:p w:rsidR="00557788" w:rsidRDefault="00557788" w:rsidP="00557788">
      <w:r>
        <w:t>194.2285</w:t>
      </w:r>
      <w:r>
        <w:tab/>
        <w:t>1.266e-2</w:t>
      </w:r>
    </w:p>
    <w:p w:rsidR="00557788" w:rsidRDefault="00557788" w:rsidP="00557788">
      <w:r>
        <w:t>194.2444</w:t>
      </w:r>
      <w:r>
        <w:tab/>
        <w:t>4.051e0</w:t>
      </w:r>
    </w:p>
    <w:p w:rsidR="00557788" w:rsidRDefault="00557788" w:rsidP="00557788">
      <w:r>
        <w:lastRenderedPageBreak/>
        <w:t>194.2472</w:t>
      </w:r>
      <w:r>
        <w:tab/>
        <w:t>1.013e0</w:t>
      </w:r>
    </w:p>
    <w:p w:rsidR="00557788" w:rsidRDefault="00557788" w:rsidP="00557788">
      <w:r>
        <w:t>194.2508</w:t>
      </w:r>
      <w:r>
        <w:tab/>
        <w:t>3.038e0</w:t>
      </w:r>
    </w:p>
    <w:p w:rsidR="00557788" w:rsidRDefault="00557788" w:rsidP="00557788">
      <w:r>
        <w:t>194.2548</w:t>
      </w:r>
      <w:r>
        <w:tab/>
        <w:t>1.013e0</w:t>
      </w:r>
    </w:p>
    <w:p w:rsidR="00557788" w:rsidRDefault="00557788" w:rsidP="00557788">
      <w:r>
        <w:t>194.2714</w:t>
      </w:r>
      <w:r>
        <w:tab/>
        <w:t>1.884e-1</w:t>
      </w:r>
    </w:p>
    <w:p w:rsidR="00557788" w:rsidRDefault="00557788" w:rsidP="00557788">
      <w:r>
        <w:t>194.2735</w:t>
      </w:r>
      <w:r>
        <w:tab/>
        <w:t>2.025e0</w:t>
      </w:r>
    </w:p>
    <w:p w:rsidR="00557788" w:rsidRDefault="00557788" w:rsidP="00557788">
      <w:r>
        <w:t>194.2772</w:t>
      </w:r>
      <w:r>
        <w:tab/>
        <w:t>1.025e0</w:t>
      </w:r>
    </w:p>
    <w:p w:rsidR="00557788" w:rsidRDefault="00557788" w:rsidP="00557788">
      <w:r>
        <w:t>194.2863</w:t>
      </w:r>
      <w:r>
        <w:tab/>
        <w:t>4.262e0</w:t>
      </w:r>
    </w:p>
    <w:p w:rsidR="00557788" w:rsidRDefault="00557788" w:rsidP="00557788">
      <w:r>
        <w:t>194.2993</w:t>
      </w:r>
      <w:r>
        <w:tab/>
        <w:t>1.038e0</w:t>
      </w:r>
    </w:p>
    <w:p w:rsidR="00557788" w:rsidRDefault="00557788" w:rsidP="00557788">
      <w:r>
        <w:t>194.3044</w:t>
      </w:r>
      <w:r>
        <w:tab/>
        <w:t>3.038e0</w:t>
      </w:r>
    </w:p>
    <w:p w:rsidR="00557788" w:rsidRDefault="00557788" w:rsidP="00557788">
      <w:r>
        <w:t>194.3068</w:t>
      </w:r>
      <w:r>
        <w:tab/>
        <w:t>1.266e-2</w:t>
      </w:r>
    </w:p>
    <w:p w:rsidR="00557788" w:rsidRDefault="00557788" w:rsidP="00557788">
      <w:r>
        <w:t>194.3138</w:t>
      </w:r>
      <w:r>
        <w:tab/>
        <w:t>6.076e0</w:t>
      </w:r>
    </w:p>
    <w:p w:rsidR="00557788" w:rsidRDefault="00557788" w:rsidP="00557788">
      <w:r>
        <w:t>194.3178</w:t>
      </w:r>
      <w:r>
        <w:tab/>
        <w:t>1.266e-2</w:t>
      </w:r>
    </w:p>
    <w:p w:rsidR="00557788" w:rsidRDefault="00557788" w:rsidP="00557788">
      <w:r>
        <w:t>194.3289</w:t>
      </w:r>
      <w:r>
        <w:tab/>
        <w:t>1.266e-2</w:t>
      </w:r>
    </w:p>
    <w:p w:rsidR="00557788" w:rsidRDefault="00557788" w:rsidP="00557788">
      <w:r>
        <w:t>194.3510</w:t>
      </w:r>
      <w:r>
        <w:tab/>
        <w:t>2.025e0</w:t>
      </w:r>
    </w:p>
    <w:p w:rsidR="00557788" w:rsidRDefault="00557788" w:rsidP="00557788">
      <w:r>
        <w:t>194.3546</w:t>
      </w:r>
      <w:r>
        <w:tab/>
        <w:t>1.025e0</w:t>
      </w:r>
    </w:p>
    <w:p w:rsidR="00557788" w:rsidRDefault="00557788" w:rsidP="00557788">
      <w:r>
        <w:t>194.3639</w:t>
      </w:r>
      <w:r>
        <w:tab/>
        <w:t>2.532e-2</w:t>
      </w:r>
    </w:p>
    <w:p w:rsidR="00557788" w:rsidRDefault="00557788" w:rsidP="00557788">
      <w:r>
        <w:t>194.3694</w:t>
      </w:r>
      <w:r>
        <w:tab/>
        <w:t>1.013e0</w:t>
      </w:r>
    </w:p>
    <w:p w:rsidR="00557788" w:rsidRDefault="00557788" w:rsidP="00557788">
      <w:r>
        <w:t>194.3842</w:t>
      </w:r>
      <w:r>
        <w:tab/>
        <w:t>1.025e0</w:t>
      </w:r>
    </w:p>
    <w:p w:rsidR="00557788" w:rsidRDefault="00557788" w:rsidP="00557788">
      <w:r>
        <w:t>194.3883</w:t>
      </w:r>
      <w:r>
        <w:tab/>
        <w:t>4.051e0</w:t>
      </w:r>
    </w:p>
    <w:p w:rsidR="00557788" w:rsidRDefault="00557788" w:rsidP="00557788">
      <w:r>
        <w:lastRenderedPageBreak/>
        <w:t>194.3921</w:t>
      </w:r>
      <w:r>
        <w:tab/>
        <w:t>1.076e0</w:t>
      </w:r>
    </w:p>
    <w:p w:rsidR="00557788" w:rsidRDefault="00557788" w:rsidP="00557788">
      <w:r>
        <w:t>194.3989</w:t>
      </w:r>
      <w:r>
        <w:tab/>
        <w:t>3.797e-2</w:t>
      </w:r>
    </w:p>
    <w:p w:rsidR="00557788" w:rsidRDefault="00557788" w:rsidP="00557788">
      <w:r>
        <w:t>194.4136</w:t>
      </w:r>
      <w:r>
        <w:tab/>
        <w:t>4.051e0</w:t>
      </w:r>
    </w:p>
    <w:p w:rsidR="00557788" w:rsidRDefault="00557788" w:rsidP="00557788">
      <w:r>
        <w:t>194.4174</w:t>
      </w:r>
      <w:r>
        <w:tab/>
        <w:t>2.025e0</w:t>
      </w:r>
    </w:p>
    <w:p w:rsidR="00557788" w:rsidRDefault="00557788" w:rsidP="00557788">
      <w:r>
        <w:t>194.4192</w:t>
      </w:r>
      <w:r>
        <w:tab/>
        <w:t>2.025e0</w:t>
      </w:r>
    </w:p>
    <w:p w:rsidR="00557788" w:rsidRDefault="00557788" w:rsidP="00557788">
      <w:r>
        <w:t>194.4247</w:t>
      </w:r>
      <w:r>
        <w:tab/>
        <w:t>3.798e-2</w:t>
      </w:r>
    </w:p>
    <w:p w:rsidR="00557788" w:rsidRDefault="00557788" w:rsidP="00557788">
      <w:r>
        <w:t>194.4395</w:t>
      </w:r>
      <w:r>
        <w:tab/>
        <w:t>2.532e-2</w:t>
      </w:r>
    </w:p>
    <w:p w:rsidR="00557788" w:rsidRDefault="00557788" w:rsidP="00557788">
      <w:r>
        <w:t>194.4422</w:t>
      </w:r>
      <w:r>
        <w:tab/>
        <w:t>1.038e0</w:t>
      </w:r>
    </w:p>
    <w:p w:rsidR="00557788" w:rsidRDefault="00557788" w:rsidP="00557788">
      <w:r>
        <w:t>194.4432</w:t>
      </w:r>
      <w:r>
        <w:tab/>
        <w:t>2.038e0</w:t>
      </w:r>
    </w:p>
    <w:p w:rsidR="00557788" w:rsidRDefault="00557788" w:rsidP="00557788">
      <w:r>
        <w:t>194.4552</w:t>
      </w:r>
      <w:r>
        <w:tab/>
        <w:t>3.038e0</w:t>
      </w:r>
    </w:p>
    <w:p w:rsidR="00557788" w:rsidRDefault="00557788" w:rsidP="00557788">
      <w:r>
        <w:t>194.4579</w:t>
      </w:r>
      <w:r>
        <w:tab/>
        <w:t>2.025e0</w:t>
      </w:r>
    </w:p>
    <w:p w:rsidR="00557788" w:rsidRDefault="00557788" w:rsidP="00557788">
      <w:r>
        <w:t>194.4652</w:t>
      </w:r>
      <w:r>
        <w:tab/>
        <w:t>1.013e0</w:t>
      </w:r>
    </w:p>
    <w:p w:rsidR="00557788" w:rsidRDefault="00557788" w:rsidP="00557788">
      <w:r>
        <w:t>194.4707</w:t>
      </w:r>
      <w:r>
        <w:tab/>
        <w:t>2.025e0</w:t>
      </w:r>
    </w:p>
    <w:p w:rsidR="00557788" w:rsidRDefault="00557788" w:rsidP="00557788">
      <w:r>
        <w:t>194.4799</w:t>
      </w:r>
      <w:r>
        <w:tab/>
        <w:t>1.266e-2</w:t>
      </w:r>
    </w:p>
    <w:p w:rsidR="00557788" w:rsidRDefault="00557788" w:rsidP="00557788">
      <w:r>
        <w:t>194.4859</w:t>
      </w:r>
      <w:r>
        <w:tab/>
        <w:t>3.038e0</w:t>
      </w:r>
    </w:p>
    <w:p w:rsidR="00557788" w:rsidRDefault="00557788" w:rsidP="00557788">
      <w:r>
        <w:t>194.4931</w:t>
      </w:r>
      <w:r>
        <w:tab/>
        <w:t>2.025e0</w:t>
      </w:r>
    </w:p>
    <w:p w:rsidR="00557788" w:rsidRDefault="00557788" w:rsidP="00557788">
      <w:r>
        <w:t>194.5173</w:t>
      </w:r>
      <w:r>
        <w:tab/>
        <w:t>3.089e0</w:t>
      </w:r>
    </w:p>
    <w:p w:rsidR="00557788" w:rsidRDefault="00557788" w:rsidP="00557788">
      <w:r>
        <w:t>194.5197</w:t>
      </w:r>
      <w:r>
        <w:tab/>
        <w:t>5.063e0</w:t>
      </w:r>
    </w:p>
    <w:p w:rsidR="00557788" w:rsidRDefault="00557788" w:rsidP="00557788">
      <w:r>
        <w:t>194.5376</w:t>
      </w:r>
      <w:r>
        <w:tab/>
        <w:t>3.134e0</w:t>
      </w:r>
    </w:p>
    <w:p w:rsidR="00557788" w:rsidRDefault="00557788" w:rsidP="00557788">
      <w:r>
        <w:lastRenderedPageBreak/>
        <w:t>194.5398</w:t>
      </w:r>
      <w:r>
        <w:tab/>
        <w:t>3.038e0</w:t>
      </w:r>
    </w:p>
    <w:p w:rsidR="00557788" w:rsidRDefault="00557788" w:rsidP="00557788">
      <w:r>
        <w:t>194.5517</w:t>
      </w:r>
      <w:r>
        <w:tab/>
        <w:t>3.063e0</w:t>
      </w:r>
    </w:p>
    <w:p w:rsidR="00557788" w:rsidRDefault="00557788" w:rsidP="00557788">
      <w:r>
        <w:t>194.5548</w:t>
      </w:r>
      <w:r>
        <w:tab/>
        <w:t>1.013e0</w:t>
      </w:r>
    </w:p>
    <w:p w:rsidR="00557788" w:rsidRDefault="00557788" w:rsidP="00557788">
      <w:r>
        <w:t>194.5629</w:t>
      </w:r>
      <w:r>
        <w:tab/>
        <w:t>5.063e-2</w:t>
      </w:r>
    </w:p>
    <w:p w:rsidR="00557788" w:rsidRDefault="00557788" w:rsidP="00557788">
      <w:r>
        <w:t>194.5715</w:t>
      </w:r>
      <w:r>
        <w:tab/>
        <w:t>2.025e0</w:t>
      </w:r>
    </w:p>
    <w:p w:rsidR="00557788" w:rsidRDefault="00557788" w:rsidP="00557788">
      <w:r>
        <w:t>194.5811</w:t>
      </w:r>
      <w:r>
        <w:tab/>
        <w:t>2.038e0</w:t>
      </w:r>
    </w:p>
    <w:p w:rsidR="00557788" w:rsidRDefault="00557788" w:rsidP="00557788">
      <w:r>
        <w:t>194.6015</w:t>
      </w:r>
      <w:r>
        <w:tab/>
        <w:t>2.025e0</w:t>
      </w:r>
    </w:p>
    <w:p w:rsidR="00557788" w:rsidRDefault="00557788" w:rsidP="00557788">
      <w:r>
        <w:t>194.6057</w:t>
      </w:r>
      <w:r>
        <w:tab/>
        <w:t>5.063e0</w:t>
      </w:r>
    </w:p>
    <w:p w:rsidR="00557788" w:rsidRDefault="00557788" w:rsidP="00557788">
      <w:r>
        <w:t>194.6070</w:t>
      </w:r>
      <w:r>
        <w:tab/>
        <w:t>2.025e0</w:t>
      </w:r>
    </w:p>
    <w:p w:rsidR="00557788" w:rsidRDefault="00557788" w:rsidP="00557788">
      <w:r>
        <w:t>194.6300</w:t>
      </w:r>
      <w:r>
        <w:tab/>
        <w:t>7.630e-1</w:t>
      </w:r>
    </w:p>
    <w:p w:rsidR="00557788" w:rsidRDefault="00557788" w:rsidP="00557788">
      <w:r>
        <w:t>194.6400</w:t>
      </w:r>
      <w:r>
        <w:tab/>
        <w:t>4.051e0</w:t>
      </w:r>
    </w:p>
    <w:p w:rsidR="00557788" w:rsidRDefault="00557788" w:rsidP="00557788">
      <w:r>
        <w:t>194.6420</w:t>
      </w:r>
      <w:r>
        <w:tab/>
        <w:t>2.532e-2</w:t>
      </w:r>
    </w:p>
    <w:p w:rsidR="00557788" w:rsidRDefault="00557788" w:rsidP="00557788">
      <w:r>
        <w:t>194.6438</w:t>
      </w:r>
      <w:r>
        <w:tab/>
        <w:t>2.025e0</w:t>
      </w:r>
    </w:p>
    <w:p w:rsidR="00557788" w:rsidRDefault="00557788" w:rsidP="00557788">
      <w:r>
        <w:t>194.6512</w:t>
      </w:r>
      <w:r>
        <w:tab/>
        <w:t>1.013e0</w:t>
      </w:r>
    </w:p>
    <w:p w:rsidR="00557788" w:rsidRDefault="00557788" w:rsidP="00557788">
      <w:r>
        <w:t>194.6733</w:t>
      </w:r>
      <w:r>
        <w:tab/>
        <w:t>1.266e-2</w:t>
      </w:r>
    </w:p>
    <w:p w:rsidR="00557788" w:rsidRDefault="00557788" w:rsidP="00557788">
      <w:r>
        <w:t>194.6770</w:t>
      </w:r>
      <w:r>
        <w:tab/>
        <w:t>1.013e0</w:t>
      </w:r>
    </w:p>
    <w:p w:rsidR="00557788" w:rsidRDefault="00557788" w:rsidP="00557788">
      <w:r>
        <w:t>194.6863</w:t>
      </w:r>
      <w:r>
        <w:tab/>
        <w:t>2.025e0</w:t>
      </w:r>
    </w:p>
    <w:p w:rsidR="00557788" w:rsidRDefault="00557788" w:rsidP="00557788">
      <w:r>
        <w:t>194.6918</w:t>
      </w:r>
      <w:r>
        <w:tab/>
        <w:t>2.025e0</w:t>
      </w:r>
    </w:p>
    <w:p w:rsidR="00557788" w:rsidRDefault="00557788" w:rsidP="00557788">
      <w:r>
        <w:t>194.6992</w:t>
      </w:r>
      <w:r>
        <w:tab/>
        <w:t>1.025e0</w:t>
      </w:r>
    </w:p>
    <w:p w:rsidR="00557788" w:rsidRDefault="00557788" w:rsidP="00557788">
      <w:r>
        <w:lastRenderedPageBreak/>
        <w:t>194.7029</w:t>
      </w:r>
      <w:r>
        <w:tab/>
        <w:t>2.025e0</w:t>
      </w:r>
    </w:p>
    <w:p w:rsidR="00557788" w:rsidRDefault="00557788" w:rsidP="00557788">
      <w:r>
        <w:t>194.7066</w:t>
      </w:r>
      <w:r>
        <w:tab/>
        <w:t>1.013e0</w:t>
      </w:r>
    </w:p>
    <w:p w:rsidR="00557788" w:rsidRDefault="00557788" w:rsidP="00557788">
      <w:r>
        <w:t>194.7139</w:t>
      </w:r>
      <w:r>
        <w:tab/>
        <w:t>1.038e0</w:t>
      </w:r>
    </w:p>
    <w:p w:rsidR="00557788" w:rsidRDefault="00557788" w:rsidP="00557788">
      <w:r>
        <w:t>194.7287</w:t>
      </w:r>
      <w:r>
        <w:tab/>
        <w:t>2.038e0</w:t>
      </w:r>
    </w:p>
    <w:p w:rsidR="00557788" w:rsidRDefault="00557788" w:rsidP="00557788">
      <w:r>
        <w:t>194.7361</w:t>
      </w:r>
      <w:r>
        <w:tab/>
        <w:t>1.013e0</w:t>
      </w:r>
    </w:p>
    <w:p w:rsidR="00557788" w:rsidRDefault="00557788" w:rsidP="00557788">
      <w:r>
        <w:t>194.7453</w:t>
      </w:r>
      <w:r>
        <w:tab/>
        <w:t>2.025e0</w:t>
      </w:r>
    </w:p>
    <w:p w:rsidR="00557788" w:rsidRDefault="00557788" w:rsidP="00557788">
      <w:r>
        <w:t>194.7471</w:t>
      </w:r>
      <w:r>
        <w:tab/>
        <w:t>2.051e0</w:t>
      </w:r>
    </w:p>
    <w:p w:rsidR="00557788" w:rsidRDefault="00557788" w:rsidP="00557788">
      <w:r>
        <w:t>194.7619</w:t>
      </w:r>
      <w:r>
        <w:tab/>
        <w:t>2.025e0</w:t>
      </w:r>
    </w:p>
    <w:p w:rsidR="00557788" w:rsidRDefault="00557788" w:rsidP="00557788">
      <w:r>
        <w:t>194.7766</w:t>
      </w:r>
      <w:r>
        <w:tab/>
        <w:t>2.038e0</w:t>
      </w:r>
    </w:p>
    <w:p w:rsidR="00557788" w:rsidRDefault="00557788" w:rsidP="00557788">
      <w:r>
        <w:t>194.7785</w:t>
      </w:r>
      <w:r>
        <w:tab/>
        <w:t>2.025e0</w:t>
      </w:r>
    </w:p>
    <w:p w:rsidR="00557788" w:rsidRDefault="00557788" w:rsidP="00557788">
      <w:r>
        <w:t>194.7944</w:t>
      </w:r>
      <w:r>
        <w:tab/>
        <w:t>4.063e0</w:t>
      </w:r>
    </w:p>
    <w:p w:rsidR="00557788" w:rsidRDefault="00557788" w:rsidP="00557788">
      <w:r>
        <w:t>194.7969</w:t>
      </w:r>
      <w:r>
        <w:tab/>
        <w:t>3.038e0</w:t>
      </w:r>
    </w:p>
    <w:p w:rsidR="00557788" w:rsidRDefault="00557788" w:rsidP="00557788">
      <w:r>
        <w:t>194.8139</w:t>
      </w:r>
      <w:r>
        <w:tab/>
        <w:t>2.532e-2</w:t>
      </w:r>
    </w:p>
    <w:p w:rsidR="00557788" w:rsidRDefault="00557788" w:rsidP="00557788">
      <w:r>
        <w:t>194.8177</w:t>
      </w:r>
      <w:r>
        <w:tab/>
        <w:t>2.025e0</w:t>
      </w:r>
    </w:p>
    <w:p w:rsidR="00557788" w:rsidRDefault="00557788" w:rsidP="00557788">
      <w:r>
        <w:t>194.8289</w:t>
      </w:r>
      <w:r>
        <w:tab/>
        <w:t>2.532e-2</w:t>
      </w:r>
    </w:p>
    <w:p w:rsidR="00557788" w:rsidRDefault="00557788" w:rsidP="00557788">
      <w:r>
        <w:t>194.8326</w:t>
      </w:r>
      <w:r>
        <w:tab/>
        <w:t>1.266e-2</w:t>
      </w:r>
    </w:p>
    <w:p w:rsidR="00557788" w:rsidRDefault="00557788" w:rsidP="00557788">
      <w:r>
        <w:t>194.8401</w:t>
      </w:r>
      <w:r>
        <w:tab/>
        <w:t>1.013e0</w:t>
      </w:r>
    </w:p>
    <w:p w:rsidR="00557788" w:rsidRDefault="00557788" w:rsidP="00557788">
      <w:r>
        <w:t>194.8477</w:t>
      </w:r>
      <w:r>
        <w:tab/>
        <w:t>1.013e0</w:t>
      </w:r>
    </w:p>
    <w:p w:rsidR="00557788" w:rsidRDefault="00557788" w:rsidP="00557788">
      <w:r>
        <w:t>194.8494</w:t>
      </w:r>
      <w:r>
        <w:tab/>
        <w:t>9.114e0</w:t>
      </w:r>
    </w:p>
    <w:p w:rsidR="00557788" w:rsidRDefault="00557788" w:rsidP="00557788">
      <w:r>
        <w:lastRenderedPageBreak/>
        <w:t>194.8682</w:t>
      </w:r>
      <w:r>
        <w:tab/>
        <w:t>2.025e0</w:t>
      </w:r>
    </w:p>
    <w:p w:rsidR="00557788" w:rsidRDefault="00557788" w:rsidP="00557788">
      <w:r>
        <w:t>194.8740</w:t>
      </w:r>
      <w:r>
        <w:tab/>
        <w:t>1.025e0</w:t>
      </w:r>
    </w:p>
    <w:p w:rsidR="00557788" w:rsidRDefault="00557788" w:rsidP="00557788">
      <w:r>
        <w:t>194.8757</w:t>
      </w:r>
      <w:r>
        <w:tab/>
        <w:t>2.532e-2</w:t>
      </w:r>
    </w:p>
    <w:p w:rsidR="00557788" w:rsidRDefault="00557788" w:rsidP="00557788">
      <w:r>
        <w:t>194.8812</w:t>
      </w:r>
      <w:r>
        <w:tab/>
        <w:t>1.025e0</w:t>
      </w:r>
    </w:p>
    <w:p w:rsidR="00557788" w:rsidRDefault="00557788" w:rsidP="00557788">
      <w:r>
        <w:t>194.8890</w:t>
      </w:r>
      <w:r>
        <w:tab/>
        <w:t>1.266e-2</w:t>
      </w:r>
    </w:p>
    <w:p w:rsidR="00557788" w:rsidRDefault="00557788" w:rsidP="00557788">
      <w:r>
        <w:t>194.8964</w:t>
      </w:r>
      <w:r>
        <w:tab/>
        <w:t>3.063e0</w:t>
      </w:r>
    </w:p>
    <w:p w:rsidR="00557788" w:rsidRDefault="00557788" w:rsidP="00557788">
      <w:r>
        <w:t>194.9111</w:t>
      </w:r>
      <w:r>
        <w:tab/>
        <w:t>1.025e0</w:t>
      </w:r>
    </w:p>
    <w:p w:rsidR="00557788" w:rsidRDefault="00557788" w:rsidP="00557788">
      <w:r>
        <w:t>194.9129</w:t>
      </w:r>
      <w:r>
        <w:tab/>
        <w:t>2.051e0</w:t>
      </w:r>
    </w:p>
    <w:p w:rsidR="00557788" w:rsidRDefault="00557788" w:rsidP="00557788">
      <w:r>
        <w:t>194.9173</w:t>
      </w:r>
      <w:r>
        <w:tab/>
        <w:t>2.336e0</w:t>
      </w:r>
    </w:p>
    <w:p w:rsidR="00557788" w:rsidRDefault="00557788" w:rsidP="00557788">
      <w:r>
        <w:t>194.9332</w:t>
      </w:r>
      <w:r>
        <w:tab/>
        <w:t>2.025e0</w:t>
      </w:r>
    </w:p>
    <w:p w:rsidR="00557788" w:rsidRDefault="00557788" w:rsidP="00557788">
      <w:r>
        <w:t>194.9368</w:t>
      </w:r>
      <w:r>
        <w:tab/>
        <w:t>2.025e0</w:t>
      </w:r>
    </w:p>
    <w:p w:rsidR="00557788" w:rsidRDefault="00557788" w:rsidP="00557788">
      <w:r>
        <w:t>194.9405</w:t>
      </w:r>
      <w:r>
        <w:tab/>
        <w:t>1.266e-2</w:t>
      </w:r>
    </w:p>
    <w:p w:rsidR="00557788" w:rsidRDefault="00557788" w:rsidP="00557788">
      <w:r>
        <w:t>194.9470</w:t>
      </w:r>
      <w:r>
        <w:tab/>
        <w:t>3.051e0</w:t>
      </w:r>
    </w:p>
    <w:p w:rsidR="00557788" w:rsidRDefault="00557788" w:rsidP="00557788">
      <w:r>
        <w:t>194.9590</w:t>
      </w:r>
      <w:r>
        <w:tab/>
        <w:t>1.266e-2</w:t>
      </w:r>
    </w:p>
    <w:p w:rsidR="00557788" w:rsidRDefault="00557788" w:rsidP="00557788">
      <w:r>
        <w:t>194.9664</w:t>
      </w:r>
      <w:r>
        <w:tab/>
        <w:t>2.025e0</w:t>
      </w:r>
    </w:p>
    <w:p w:rsidR="00557788" w:rsidRDefault="00557788" w:rsidP="00557788">
      <w:r>
        <w:t>194.9701</w:t>
      </w:r>
      <w:r>
        <w:tab/>
        <w:t>3.798e-2</w:t>
      </w:r>
    </w:p>
    <w:p w:rsidR="00557788" w:rsidRDefault="00557788" w:rsidP="00557788">
      <w:r>
        <w:t>194.9738</w:t>
      </w:r>
      <w:r>
        <w:tab/>
        <w:t>1.013e0</w:t>
      </w:r>
    </w:p>
    <w:p w:rsidR="00557788" w:rsidRDefault="00557788" w:rsidP="00557788">
      <w:r>
        <w:t>194.9765</w:t>
      </w:r>
      <w:r>
        <w:tab/>
        <w:t>3.038e0</w:t>
      </w:r>
    </w:p>
    <w:p w:rsidR="00557788" w:rsidRDefault="00557788" w:rsidP="00557788">
      <w:r>
        <w:t>194.9776</w:t>
      </w:r>
      <w:r>
        <w:tab/>
        <w:t>1.013e1</w:t>
      </w:r>
    </w:p>
    <w:p w:rsidR="00557788" w:rsidRDefault="00557788" w:rsidP="00557788">
      <w:r>
        <w:lastRenderedPageBreak/>
        <w:t>194.9899</w:t>
      </w:r>
      <w:r>
        <w:tab/>
        <w:t>4.051e0</w:t>
      </w:r>
    </w:p>
    <w:p w:rsidR="00557788" w:rsidRDefault="00557788" w:rsidP="00557788">
      <w:r>
        <w:t>194.9941</w:t>
      </w:r>
      <w:r>
        <w:tab/>
        <w:t>2.025e0</w:t>
      </w:r>
    </w:p>
    <w:p w:rsidR="00557788" w:rsidRDefault="00557788" w:rsidP="00557788">
      <w:r>
        <w:t>194.9987</w:t>
      </w:r>
      <w:r>
        <w:tab/>
        <w:t>2.063e0</w:t>
      </w:r>
    </w:p>
    <w:p w:rsidR="00557788" w:rsidRDefault="00557788" w:rsidP="00557788">
      <w:r>
        <w:t>195.0144</w:t>
      </w:r>
      <w:r>
        <w:tab/>
        <w:t>2.532e-2</w:t>
      </w:r>
    </w:p>
    <w:p w:rsidR="00557788" w:rsidRDefault="00557788" w:rsidP="00557788">
      <w:r>
        <w:t>195.0162</w:t>
      </w:r>
      <w:r>
        <w:tab/>
        <w:t>3.798e-2</w:t>
      </w:r>
    </w:p>
    <w:p w:rsidR="00557788" w:rsidRDefault="00557788" w:rsidP="00557788">
      <w:r>
        <w:t>195.0181</w:t>
      </w:r>
      <w:r>
        <w:tab/>
        <w:t>1.013e0</w:t>
      </w:r>
    </w:p>
    <w:p w:rsidR="00557788" w:rsidRDefault="00557788" w:rsidP="00557788">
      <w:r>
        <w:t>195.0203</w:t>
      </w:r>
      <w:r>
        <w:tab/>
        <w:t>5.572e-1</w:t>
      </w:r>
    </w:p>
    <w:p w:rsidR="00557788" w:rsidRDefault="00557788" w:rsidP="00557788">
      <w:r>
        <w:t>195.0236</w:t>
      </w:r>
      <w:r>
        <w:tab/>
        <w:t>1.982e0</w:t>
      </w:r>
    </w:p>
    <w:p w:rsidR="00557788" w:rsidRDefault="00557788" w:rsidP="00557788">
      <w:r>
        <w:t>195.0292</w:t>
      </w:r>
      <w:r>
        <w:tab/>
        <w:t>1.013e0</w:t>
      </w:r>
    </w:p>
    <w:p w:rsidR="00557788" w:rsidRDefault="00557788" w:rsidP="00557788">
      <w:r>
        <w:t>195.0329</w:t>
      </w:r>
      <w:r>
        <w:tab/>
        <w:t>3.038e0</w:t>
      </w:r>
    </w:p>
    <w:p w:rsidR="00557788" w:rsidRDefault="00557788" w:rsidP="00557788">
      <w:r>
        <w:t>195.0402</w:t>
      </w:r>
      <w:r>
        <w:tab/>
        <w:t>1.013e0</w:t>
      </w:r>
    </w:p>
    <w:p w:rsidR="00557788" w:rsidRDefault="00557788" w:rsidP="00557788">
      <w:r>
        <w:t>195.0513</w:t>
      </w:r>
      <w:r>
        <w:tab/>
        <w:t>2.103e0</w:t>
      </w:r>
    </w:p>
    <w:p w:rsidR="00557788" w:rsidRDefault="00557788" w:rsidP="00557788">
      <w:r>
        <w:t>195.0587</w:t>
      </w:r>
      <w:r>
        <w:tab/>
        <w:t>3.089e0</w:t>
      </w:r>
    </w:p>
    <w:p w:rsidR="00557788" w:rsidRDefault="00557788" w:rsidP="00557788">
      <w:r>
        <w:t>195.0656</w:t>
      </w:r>
      <w:r>
        <w:tab/>
        <w:t>4.051e0</w:t>
      </w:r>
    </w:p>
    <w:p w:rsidR="00557788" w:rsidRDefault="00557788" w:rsidP="00557788">
      <w:r>
        <w:t>195.0748</w:t>
      </w:r>
      <w:r>
        <w:tab/>
        <w:t>2.917e0</w:t>
      </w:r>
    </w:p>
    <w:p w:rsidR="00557788" w:rsidRDefault="00557788" w:rsidP="00557788">
      <w:r>
        <w:t>195.0771</w:t>
      </w:r>
      <w:r>
        <w:tab/>
        <w:t>3.051e0</w:t>
      </w:r>
    </w:p>
    <w:p w:rsidR="00557788" w:rsidRDefault="00557788" w:rsidP="00557788">
      <w:r>
        <w:t>195.0824</w:t>
      </w:r>
      <w:r>
        <w:tab/>
        <w:t>6.430e0</w:t>
      </w:r>
    </w:p>
    <w:p w:rsidR="00557788" w:rsidRDefault="00557788" w:rsidP="00557788">
      <w:r>
        <w:t>195.0841</w:t>
      </w:r>
      <w:r>
        <w:tab/>
        <w:t>3.620e0</w:t>
      </w:r>
    </w:p>
    <w:p w:rsidR="00557788" w:rsidRDefault="00557788" w:rsidP="00557788">
      <w:r>
        <w:t>195.1132</w:t>
      </w:r>
      <w:r>
        <w:tab/>
        <w:t>2.403e0</w:t>
      </w:r>
    </w:p>
    <w:p w:rsidR="00557788" w:rsidRDefault="00557788" w:rsidP="00557788">
      <w:r>
        <w:lastRenderedPageBreak/>
        <w:t>195.1207</w:t>
      </w:r>
      <w:r>
        <w:tab/>
        <w:t>8.340e0</w:t>
      </w:r>
    </w:p>
    <w:p w:rsidR="00557788" w:rsidRDefault="00557788" w:rsidP="00557788">
      <w:r>
        <w:t>195.1273</w:t>
      </w:r>
      <w:r>
        <w:tab/>
        <w:t>1.456e1</w:t>
      </w:r>
    </w:p>
    <w:p w:rsidR="00557788" w:rsidRDefault="00557788" w:rsidP="00557788">
      <w:r>
        <w:t>195.1336</w:t>
      </w:r>
      <w:r>
        <w:tab/>
        <w:t>1.906e1</w:t>
      </w:r>
    </w:p>
    <w:p w:rsidR="00557788" w:rsidRDefault="00557788" w:rsidP="00557788">
      <w:r>
        <w:t>195.1396</w:t>
      </w:r>
      <w:r>
        <w:tab/>
        <w:t>1.272e0</w:t>
      </w:r>
    </w:p>
    <w:p w:rsidR="00557788" w:rsidRDefault="00557788" w:rsidP="00557788">
      <w:r>
        <w:t>195.1446</w:t>
      </w:r>
      <w:r>
        <w:tab/>
        <w:t>4.273e0</w:t>
      </w:r>
    </w:p>
    <w:p w:rsidR="00557788" w:rsidRDefault="00557788" w:rsidP="00557788">
      <w:r>
        <w:t>195.1554</w:t>
      </w:r>
      <w:r>
        <w:tab/>
        <w:t>7.444e0</w:t>
      </w:r>
    </w:p>
    <w:p w:rsidR="00557788" w:rsidRDefault="00557788" w:rsidP="00557788">
      <w:r>
        <w:t>195.1609</w:t>
      </w:r>
      <w:r>
        <w:tab/>
        <w:t>3.435e0</w:t>
      </w:r>
    </w:p>
    <w:p w:rsidR="00557788" w:rsidRDefault="00557788" w:rsidP="00557788">
      <w:r>
        <w:t>195.1796</w:t>
      </w:r>
      <w:r>
        <w:tab/>
        <w:t>1.050e1</w:t>
      </w:r>
    </w:p>
    <w:p w:rsidR="00557788" w:rsidRDefault="00557788" w:rsidP="00557788">
      <w:r>
        <w:t>195.1848</w:t>
      </w:r>
      <w:r>
        <w:tab/>
        <w:t>8.314e0</w:t>
      </w:r>
    </w:p>
    <w:p w:rsidR="00557788" w:rsidRDefault="00557788" w:rsidP="00557788">
      <w:r>
        <w:t>195.1863</w:t>
      </w:r>
      <w:r>
        <w:tab/>
        <w:t>1.031e1</w:t>
      </w:r>
    </w:p>
    <w:p w:rsidR="00557788" w:rsidRDefault="00557788" w:rsidP="00557788">
      <w:r>
        <w:t>195.2081</w:t>
      </w:r>
      <w:r>
        <w:tab/>
        <w:t>2.063e0</w:t>
      </w:r>
    </w:p>
    <w:p w:rsidR="00557788" w:rsidRDefault="00557788" w:rsidP="00557788">
      <w:r>
        <w:t>195.2127</w:t>
      </w:r>
      <w:r>
        <w:tab/>
        <w:t>1.067e-1</w:t>
      </w:r>
    </w:p>
    <w:p w:rsidR="00557788" w:rsidRDefault="00557788" w:rsidP="00557788">
      <w:r>
        <w:t>195.2189</w:t>
      </w:r>
      <w:r>
        <w:tab/>
        <w:t>1.013e0</w:t>
      </w:r>
    </w:p>
    <w:p w:rsidR="00557788" w:rsidRDefault="00557788" w:rsidP="00557788">
      <w:r>
        <w:t>195.2208</w:t>
      </w:r>
      <w:r>
        <w:tab/>
        <w:t>2.025e0</w:t>
      </w:r>
    </w:p>
    <w:p w:rsidR="00557788" w:rsidRDefault="00557788" w:rsidP="00557788">
      <w:r>
        <w:t>195.2522</w:t>
      </w:r>
      <w:r>
        <w:tab/>
        <w:t>1.266e-2</w:t>
      </w:r>
    </w:p>
    <w:p w:rsidR="00557788" w:rsidRDefault="00557788" w:rsidP="00557788">
      <w:r>
        <w:t>195.2559</w:t>
      </w:r>
      <w:r>
        <w:tab/>
        <w:t>1.013e0</w:t>
      </w:r>
    </w:p>
    <w:p w:rsidR="00557788" w:rsidRDefault="00557788" w:rsidP="00557788">
      <w:r>
        <w:t>195.2605</w:t>
      </w:r>
      <w:r>
        <w:tab/>
        <w:t>3.038e0</w:t>
      </w:r>
    </w:p>
    <w:p w:rsidR="00557788" w:rsidRDefault="00557788" w:rsidP="00557788">
      <w:r>
        <w:t>195.2650</w:t>
      </w:r>
      <w:r>
        <w:tab/>
        <w:t>1.038e0</w:t>
      </w:r>
    </w:p>
    <w:p w:rsidR="00557788" w:rsidRDefault="00557788" w:rsidP="00557788">
      <w:r>
        <w:t>195.2707</w:t>
      </w:r>
      <w:r>
        <w:tab/>
        <w:t>2.532e-2</w:t>
      </w:r>
    </w:p>
    <w:p w:rsidR="00557788" w:rsidRDefault="00557788" w:rsidP="00557788">
      <w:r>
        <w:lastRenderedPageBreak/>
        <w:t>195.2831</w:t>
      </w:r>
      <w:r>
        <w:tab/>
        <w:t>4.051e0</w:t>
      </w:r>
    </w:p>
    <w:p w:rsidR="00557788" w:rsidRDefault="00557788" w:rsidP="00557788">
      <w:r>
        <w:t>195.2965</w:t>
      </w:r>
      <w:r>
        <w:tab/>
        <w:t>1.025e0</w:t>
      </w:r>
    </w:p>
    <w:p w:rsidR="00557788" w:rsidRDefault="00557788" w:rsidP="00557788">
      <w:r>
        <w:t>195.3076</w:t>
      </w:r>
      <w:r>
        <w:tab/>
        <w:t>1.025e0</w:t>
      </w:r>
    </w:p>
    <w:p w:rsidR="00557788" w:rsidRDefault="00557788" w:rsidP="00557788">
      <w:r>
        <w:t>195.3150</w:t>
      </w:r>
      <w:r>
        <w:tab/>
        <w:t>3.797e-2</w:t>
      </w:r>
    </w:p>
    <w:p w:rsidR="00557788" w:rsidRDefault="00557788" w:rsidP="00557788">
      <w:r>
        <w:t>195.3195</w:t>
      </w:r>
      <w:r>
        <w:tab/>
        <w:t>3.038e0</w:t>
      </w:r>
    </w:p>
    <w:p w:rsidR="00557788" w:rsidRDefault="00557788" w:rsidP="00557788">
      <w:r>
        <w:t>195.3223</w:t>
      </w:r>
      <w:r>
        <w:tab/>
        <w:t>5.063e-2</w:t>
      </w:r>
    </w:p>
    <w:p w:rsidR="00557788" w:rsidRDefault="00557788" w:rsidP="00557788">
      <w:r>
        <w:t>195.3407</w:t>
      </w:r>
      <w:r>
        <w:tab/>
        <w:t>2.532e-2</w:t>
      </w:r>
    </w:p>
    <w:p w:rsidR="00557788" w:rsidRDefault="00557788" w:rsidP="00557788">
      <w:r>
        <w:t>195.3444</w:t>
      </w:r>
      <w:r>
        <w:tab/>
        <w:t>1.013e0</w:t>
      </w:r>
    </w:p>
    <w:p w:rsidR="00557788" w:rsidRDefault="00557788" w:rsidP="00557788">
      <w:r>
        <w:t>195.3484</w:t>
      </w:r>
      <w:r>
        <w:tab/>
        <w:t>2.038e0</w:t>
      </w:r>
    </w:p>
    <w:p w:rsidR="00557788" w:rsidRDefault="00557788" w:rsidP="00557788">
      <w:r>
        <w:t>195.3518</w:t>
      </w:r>
      <w:r>
        <w:tab/>
        <w:t>1.013e0</w:t>
      </w:r>
    </w:p>
    <w:p w:rsidR="00557788" w:rsidRDefault="00557788" w:rsidP="00557788">
      <w:r>
        <w:t>195.3632</w:t>
      </w:r>
      <w:r>
        <w:tab/>
        <w:t>1.038e0</w:t>
      </w:r>
    </w:p>
    <w:p w:rsidR="00557788" w:rsidRDefault="00557788" w:rsidP="00557788">
      <w:r>
        <w:t>195.3820</w:t>
      </w:r>
      <w:r>
        <w:tab/>
        <w:t>3.051e0</w:t>
      </w:r>
    </w:p>
    <w:p w:rsidR="00557788" w:rsidRDefault="00557788" w:rsidP="00557788">
      <w:r>
        <w:t>195.3899</w:t>
      </w:r>
      <w:r>
        <w:tab/>
        <w:t>4.051e0</w:t>
      </w:r>
    </w:p>
    <w:p w:rsidR="00557788" w:rsidRDefault="00557788" w:rsidP="00557788">
      <w:r>
        <w:t>195.3913</w:t>
      </w:r>
      <w:r>
        <w:tab/>
        <w:t>2.025e0</w:t>
      </w:r>
    </w:p>
    <w:p w:rsidR="00557788" w:rsidRDefault="00557788" w:rsidP="00557788">
      <w:r>
        <w:t>195.3988</w:t>
      </w:r>
      <w:r>
        <w:tab/>
        <w:t>2.025e0</w:t>
      </w:r>
    </w:p>
    <w:p w:rsidR="00557788" w:rsidRDefault="00557788" w:rsidP="00557788">
      <w:r>
        <w:t>195.4007</w:t>
      </w:r>
      <w:r>
        <w:tab/>
        <w:t>1.013e0</w:t>
      </w:r>
    </w:p>
    <w:p w:rsidR="00557788" w:rsidRDefault="00557788" w:rsidP="00557788">
      <w:r>
        <w:t>195.4044</w:t>
      </w:r>
      <w:r>
        <w:tab/>
        <w:t>5.063e0</w:t>
      </w:r>
    </w:p>
    <w:p w:rsidR="00557788" w:rsidRDefault="00557788" w:rsidP="00557788">
      <w:r>
        <w:t>195.4082</w:t>
      </w:r>
      <w:r>
        <w:tab/>
        <w:t>1.266e-2</w:t>
      </w:r>
    </w:p>
    <w:p w:rsidR="00557788" w:rsidRDefault="00557788" w:rsidP="00557788">
      <w:r>
        <w:t>195.4308</w:t>
      </w:r>
      <w:r>
        <w:tab/>
        <w:t>1.025e0</w:t>
      </w:r>
    </w:p>
    <w:p w:rsidR="00557788" w:rsidRDefault="00557788" w:rsidP="00557788">
      <w:r>
        <w:lastRenderedPageBreak/>
        <w:t>195.4382</w:t>
      </w:r>
      <w:r>
        <w:tab/>
        <w:t>3.038e0</w:t>
      </w:r>
    </w:p>
    <w:p w:rsidR="00557788" w:rsidRDefault="00557788" w:rsidP="00557788">
      <w:r>
        <w:t>195.4496</w:t>
      </w:r>
      <w:r>
        <w:tab/>
        <w:t>1.013e0</w:t>
      </w:r>
    </w:p>
    <w:p w:rsidR="00557788" w:rsidRDefault="00557788" w:rsidP="00557788">
      <w:r>
        <w:t>195.4588</w:t>
      </w:r>
      <w:r>
        <w:tab/>
        <w:t>2.025e0</w:t>
      </w:r>
    </w:p>
    <w:p w:rsidR="00557788" w:rsidRDefault="00557788" w:rsidP="00557788">
      <w:r>
        <w:t>195.4606</w:t>
      </w:r>
      <w:r>
        <w:tab/>
        <w:t>1.266e-2</w:t>
      </w:r>
    </w:p>
    <w:p w:rsidR="00557788" w:rsidRDefault="00557788" w:rsidP="00557788">
      <w:r>
        <w:t>195.4662</w:t>
      </w:r>
      <w:r>
        <w:tab/>
        <w:t>2.025e0</w:t>
      </w:r>
    </w:p>
    <w:p w:rsidR="00557788" w:rsidRDefault="00557788" w:rsidP="00557788">
      <w:r>
        <w:t>195.4864</w:t>
      </w:r>
      <w:r>
        <w:tab/>
        <w:t>1.013e0</w:t>
      </w:r>
    </w:p>
    <w:p w:rsidR="00557788" w:rsidRDefault="00557788" w:rsidP="00557788">
      <w:r>
        <w:t>195.4901</w:t>
      </w:r>
      <w:r>
        <w:tab/>
        <w:t>1.013e0</w:t>
      </w:r>
    </w:p>
    <w:p w:rsidR="00557788" w:rsidRDefault="00557788" w:rsidP="00557788">
      <w:r>
        <w:t>195.4975</w:t>
      </w:r>
      <w:r>
        <w:tab/>
        <w:t>1.025e0</w:t>
      </w:r>
    </w:p>
    <w:p w:rsidR="00557788" w:rsidRDefault="00557788" w:rsidP="00557788">
      <w:r>
        <w:t>195.4986</w:t>
      </w:r>
      <w:r>
        <w:tab/>
        <w:t>4.051e0</w:t>
      </w:r>
    </w:p>
    <w:p w:rsidR="00557788" w:rsidRDefault="00557788" w:rsidP="00557788">
      <w:r>
        <w:t>195.5086</w:t>
      </w:r>
      <w:r>
        <w:tab/>
        <w:t>1.266e-2</w:t>
      </w:r>
    </w:p>
    <w:p w:rsidR="00557788" w:rsidRDefault="00557788" w:rsidP="00557788">
      <w:r>
        <w:t>195.5123</w:t>
      </w:r>
      <w:r>
        <w:tab/>
        <w:t>2.025e0</w:t>
      </w:r>
    </w:p>
    <w:p w:rsidR="00557788" w:rsidRDefault="00557788" w:rsidP="00557788">
      <w:r>
        <w:t>195.5215</w:t>
      </w:r>
      <w:r>
        <w:tab/>
        <w:t>2.025e0</w:t>
      </w:r>
    </w:p>
    <w:p w:rsidR="00557788" w:rsidRDefault="00557788" w:rsidP="00557788">
      <w:r>
        <w:t>195.5299</w:t>
      </w:r>
      <w:r>
        <w:tab/>
        <w:t>1.038e0</w:t>
      </w:r>
    </w:p>
    <w:p w:rsidR="00557788" w:rsidRDefault="00557788" w:rsidP="00557788">
      <w:r>
        <w:t>195.5309</w:t>
      </w:r>
      <w:r>
        <w:tab/>
        <w:t>4.063e0</w:t>
      </w:r>
    </w:p>
    <w:p w:rsidR="00557788" w:rsidRDefault="00557788" w:rsidP="00557788">
      <w:r>
        <w:t>195.5419</w:t>
      </w:r>
      <w:r>
        <w:tab/>
        <w:t>1.013e0</w:t>
      </w:r>
    </w:p>
    <w:p w:rsidR="00557788" w:rsidRDefault="00557788" w:rsidP="00557788">
      <w:r>
        <w:t>195.5585</w:t>
      </w:r>
      <w:r>
        <w:tab/>
        <w:t>2.025e0</w:t>
      </w:r>
    </w:p>
    <w:p w:rsidR="00557788" w:rsidRDefault="00557788" w:rsidP="00557788">
      <w:r>
        <w:t>195.5604</w:t>
      </w:r>
      <w:r>
        <w:tab/>
        <w:t>3.682e0</w:t>
      </w:r>
    </w:p>
    <w:p w:rsidR="00557788" w:rsidRDefault="00557788" w:rsidP="00557788">
      <w:r>
        <w:t>195.5733</w:t>
      </w:r>
      <w:r>
        <w:tab/>
        <w:t>3.798e-2</w:t>
      </w:r>
    </w:p>
    <w:p w:rsidR="00557788" w:rsidRDefault="00557788" w:rsidP="00557788">
      <w:r>
        <w:t>195.5751</w:t>
      </w:r>
      <w:r>
        <w:tab/>
        <w:t>1.013e0</w:t>
      </w:r>
    </w:p>
    <w:p w:rsidR="00557788" w:rsidRDefault="00557788" w:rsidP="00557788">
      <w:r>
        <w:lastRenderedPageBreak/>
        <w:t>195.5770</w:t>
      </w:r>
      <w:r>
        <w:tab/>
        <w:t>2.025e0</w:t>
      </w:r>
    </w:p>
    <w:p w:rsidR="00557788" w:rsidRDefault="00557788" w:rsidP="00557788">
      <w:r>
        <w:t>195.5881</w:t>
      </w:r>
      <w:r>
        <w:tab/>
        <w:t>3.391e0</w:t>
      </w:r>
    </w:p>
    <w:p w:rsidR="00557788" w:rsidRDefault="00557788" w:rsidP="00557788">
      <w:r>
        <w:t>195.5897</w:t>
      </w:r>
      <w:r>
        <w:tab/>
        <w:t>7.114e0</w:t>
      </w:r>
    </w:p>
    <w:p w:rsidR="00557788" w:rsidRDefault="00557788" w:rsidP="00557788">
      <w:r>
        <w:t>195.6046</w:t>
      </w:r>
      <w:r>
        <w:tab/>
        <w:t>2.025e0</w:t>
      </w:r>
    </w:p>
    <w:p w:rsidR="00557788" w:rsidRDefault="00557788" w:rsidP="00557788">
      <w:r>
        <w:t>195.6077</w:t>
      </w:r>
      <w:r>
        <w:tab/>
        <w:t>1.317e0</w:t>
      </w:r>
    </w:p>
    <w:p w:rsidR="00557788" w:rsidRDefault="00557788" w:rsidP="00557788">
      <w:r>
        <w:t>195.6120</w:t>
      </w:r>
      <w:r>
        <w:tab/>
        <w:t>1.025e0</w:t>
      </w:r>
    </w:p>
    <w:p w:rsidR="00557788" w:rsidRDefault="00557788" w:rsidP="00557788">
      <w:r>
        <w:t>195.6297</w:t>
      </w:r>
      <w:r>
        <w:tab/>
        <w:t>3.038e0</w:t>
      </w:r>
    </w:p>
    <w:p w:rsidR="00557788" w:rsidRDefault="00557788" w:rsidP="00557788">
      <w:r>
        <w:t>195.6308</w:t>
      </w:r>
      <w:r>
        <w:tab/>
        <w:t>2.051e0</w:t>
      </w:r>
    </w:p>
    <w:p w:rsidR="00557788" w:rsidRDefault="00557788" w:rsidP="00557788">
      <w:r>
        <w:t>195.6343</w:t>
      </w:r>
      <w:r>
        <w:tab/>
        <w:t>1.013e0</w:t>
      </w:r>
    </w:p>
    <w:p w:rsidR="00557788" w:rsidRDefault="00557788" w:rsidP="00557788">
      <w:r>
        <w:t>195.6401</w:t>
      </w:r>
      <w:r>
        <w:tab/>
        <w:t>2.025e0</w:t>
      </w:r>
    </w:p>
    <w:p w:rsidR="00557788" w:rsidRDefault="00557788" w:rsidP="00557788">
      <w:r>
        <w:t>195.6514</w:t>
      </w:r>
      <w:r>
        <w:tab/>
        <w:t>2.025e0</w:t>
      </w:r>
    </w:p>
    <w:p w:rsidR="00557788" w:rsidRDefault="00557788" w:rsidP="00557788">
      <w:r>
        <w:t>195.6530</w:t>
      </w:r>
      <w:r>
        <w:tab/>
        <w:t>1.051e0</w:t>
      </w:r>
    </w:p>
    <w:p w:rsidR="00557788" w:rsidRDefault="00557788" w:rsidP="00557788">
      <w:r>
        <w:t>195.6645</w:t>
      </w:r>
      <w:r>
        <w:tab/>
        <w:t>1.266e-2</w:t>
      </w:r>
    </w:p>
    <w:p w:rsidR="00557788" w:rsidRDefault="00557788" w:rsidP="00557788">
      <w:r>
        <w:t>195.6683</w:t>
      </w:r>
      <w:r>
        <w:tab/>
        <w:t>1.266e-2</w:t>
      </w:r>
    </w:p>
    <w:p w:rsidR="00557788" w:rsidRDefault="00557788" w:rsidP="00557788">
      <w:r>
        <w:t>195.6758</w:t>
      </w:r>
      <w:r>
        <w:tab/>
        <w:t>1.038e0</w:t>
      </w:r>
    </w:p>
    <w:p w:rsidR="00557788" w:rsidRDefault="00557788" w:rsidP="00557788">
      <w:r>
        <w:t>195.6796</w:t>
      </w:r>
      <w:r>
        <w:tab/>
        <w:t>2.025e0</w:t>
      </w:r>
    </w:p>
    <w:p w:rsidR="00557788" w:rsidRDefault="00557788" w:rsidP="00557788">
      <w:r>
        <w:t>195.6984</w:t>
      </w:r>
      <w:r>
        <w:tab/>
        <w:t>2.532e-2</w:t>
      </w:r>
    </w:p>
    <w:p w:rsidR="00557788" w:rsidRDefault="00557788" w:rsidP="00557788">
      <w:r>
        <w:t>195.7022</w:t>
      </w:r>
      <w:r>
        <w:tab/>
        <w:t>1.266e-2</w:t>
      </w:r>
    </w:p>
    <w:p w:rsidR="00557788" w:rsidRDefault="00557788" w:rsidP="00557788">
      <w:r>
        <w:t>195.7060</w:t>
      </w:r>
      <w:r>
        <w:tab/>
        <w:t>1.013e0</w:t>
      </w:r>
    </w:p>
    <w:p w:rsidR="00557788" w:rsidRDefault="00557788" w:rsidP="00557788">
      <w:r>
        <w:lastRenderedPageBreak/>
        <w:t>195.7077</w:t>
      </w:r>
      <w:r>
        <w:tab/>
        <w:t>2.025e0</w:t>
      </w:r>
    </w:p>
    <w:p w:rsidR="00557788" w:rsidRDefault="00557788" w:rsidP="00557788">
      <w:r>
        <w:t>195.7097</w:t>
      </w:r>
      <w:r>
        <w:tab/>
        <w:t>1.013e0</w:t>
      </w:r>
    </w:p>
    <w:p w:rsidR="00557788" w:rsidRDefault="00557788" w:rsidP="00557788">
      <w:r>
        <w:t>195.7292</w:t>
      </w:r>
      <w:r>
        <w:tab/>
        <w:t>2.038e0</w:t>
      </w:r>
    </w:p>
    <w:p w:rsidR="00557788" w:rsidRDefault="00557788" w:rsidP="00557788">
      <w:r>
        <w:t>195.7319</w:t>
      </w:r>
      <w:r>
        <w:tab/>
        <w:t>1.013e0</w:t>
      </w:r>
    </w:p>
    <w:p w:rsidR="00557788" w:rsidRDefault="00557788" w:rsidP="00557788">
      <w:r>
        <w:t>195.7384</w:t>
      </w:r>
      <w:r>
        <w:tab/>
        <w:t>4.051e0</w:t>
      </w:r>
    </w:p>
    <w:p w:rsidR="00557788" w:rsidRDefault="00557788" w:rsidP="00557788">
      <w:r>
        <w:t>195.7419</w:t>
      </w:r>
      <w:r>
        <w:tab/>
        <w:t>1.038e0</w:t>
      </w:r>
    </w:p>
    <w:p w:rsidR="00557788" w:rsidRDefault="00557788" w:rsidP="00557788">
      <w:r>
        <w:t>195.7448</w:t>
      </w:r>
      <w:r>
        <w:tab/>
        <w:t>1.051e0</w:t>
      </w:r>
    </w:p>
    <w:p w:rsidR="00557788" w:rsidRDefault="00557788" w:rsidP="00557788">
      <w:r>
        <w:t>195.7614</w:t>
      </w:r>
      <w:r>
        <w:tab/>
        <w:t>2.025e0</w:t>
      </w:r>
    </w:p>
    <w:p w:rsidR="00557788" w:rsidRDefault="00557788" w:rsidP="00557788">
      <w:r>
        <w:t>195.7762</w:t>
      </w:r>
      <w:r>
        <w:tab/>
        <w:t>1.266e-2</w:t>
      </w:r>
    </w:p>
    <w:p w:rsidR="00557788" w:rsidRDefault="00557788" w:rsidP="00557788">
      <w:r>
        <w:t>195.7910</w:t>
      </w:r>
      <w:r>
        <w:tab/>
        <w:t>1.025e0</w:t>
      </w:r>
    </w:p>
    <w:p w:rsidR="00557788" w:rsidRDefault="00557788" w:rsidP="00557788">
      <w:r>
        <w:t>195.7929</w:t>
      </w:r>
      <w:r>
        <w:tab/>
        <w:t>5.089e0</w:t>
      </w:r>
    </w:p>
    <w:p w:rsidR="00557788" w:rsidRDefault="00557788" w:rsidP="00557788">
      <w:r>
        <w:t>195.7984</w:t>
      </w:r>
      <w:r>
        <w:tab/>
        <w:t>1.013e0</w:t>
      </w:r>
    </w:p>
    <w:p w:rsidR="00557788" w:rsidRDefault="00557788" w:rsidP="00557788">
      <w:r>
        <w:t>195.8075</w:t>
      </w:r>
      <w:r>
        <w:tab/>
        <w:t>3.038e0</w:t>
      </w:r>
    </w:p>
    <w:p w:rsidR="00557788" w:rsidRDefault="00557788" w:rsidP="00557788">
      <w:r>
        <w:t>195.8113</w:t>
      </w:r>
      <w:r>
        <w:tab/>
        <w:t>2.025e0</w:t>
      </w:r>
    </w:p>
    <w:p w:rsidR="00557788" w:rsidRDefault="00557788" w:rsidP="00557788">
      <w:r>
        <w:t>195.8169</w:t>
      </w:r>
      <w:r>
        <w:tab/>
        <w:t>4.051e0</w:t>
      </w:r>
    </w:p>
    <w:p w:rsidR="00557788" w:rsidRDefault="00557788" w:rsidP="00557788">
      <w:r>
        <w:t>195.8391</w:t>
      </w:r>
      <w:r>
        <w:tab/>
        <w:t>2.532e-2</w:t>
      </w:r>
    </w:p>
    <w:p w:rsidR="00557788" w:rsidRDefault="00557788" w:rsidP="00557788">
      <w:r>
        <w:t>195.8462</w:t>
      </w:r>
      <w:r>
        <w:tab/>
        <w:t>3.038e0</w:t>
      </w:r>
    </w:p>
    <w:p w:rsidR="00557788" w:rsidRDefault="00557788" w:rsidP="00557788">
      <w:r>
        <w:t>195.8480</w:t>
      </w:r>
      <w:r>
        <w:tab/>
        <w:t>3.038e0</w:t>
      </w:r>
    </w:p>
    <w:p w:rsidR="00557788" w:rsidRDefault="00557788" w:rsidP="00557788">
      <w:r>
        <w:t>195.8612</w:t>
      </w:r>
      <w:r>
        <w:tab/>
        <w:t>1.013e0</w:t>
      </w:r>
    </w:p>
    <w:p w:rsidR="00557788" w:rsidRDefault="00557788" w:rsidP="00557788">
      <w:r>
        <w:lastRenderedPageBreak/>
        <w:t>195.8722</w:t>
      </w:r>
      <w:r>
        <w:tab/>
        <w:t>1.266e-2</w:t>
      </w:r>
    </w:p>
    <w:p w:rsidR="00557788" w:rsidRDefault="00557788" w:rsidP="00557788">
      <w:r>
        <w:t>195.8836</w:t>
      </w:r>
      <w:r>
        <w:tab/>
        <w:t>1.025e0</w:t>
      </w:r>
    </w:p>
    <w:p w:rsidR="00557788" w:rsidRDefault="00557788" w:rsidP="00557788">
      <w:r>
        <w:t>195.8871</w:t>
      </w:r>
      <w:r>
        <w:tab/>
        <w:t>2.025e0</w:t>
      </w:r>
    </w:p>
    <w:p w:rsidR="00557788" w:rsidRDefault="00557788" w:rsidP="00557788">
      <w:r>
        <w:t>195.8927</w:t>
      </w:r>
      <w:r>
        <w:tab/>
        <w:t>3.038e0</w:t>
      </w:r>
    </w:p>
    <w:p w:rsidR="00557788" w:rsidRDefault="00557788" w:rsidP="00557788">
      <w:r>
        <w:t>195.9005</w:t>
      </w:r>
      <w:r>
        <w:tab/>
        <w:t>2.532e-2</w:t>
      </w:r>
    </w:p>
    <w:p w:rsidR="00557788" w:rsidRDefault="00557788" w:rsidP="00557788">
      <w:r>
        <w:t>195.9022</w:t>
      </w:r>
      <w:r>
        <w:tab/>
        <w:t>1.266e-2</w:t>
      </w:r>
    </w:p>
    <w:p w:rsidR="00557788" w:rsidRDefault="00557788" w:rsidP="00557788">
      <w:r>
        <w:t>195.9165</w:t>
      </w:r>
      <w:r>
        <w:tab/>
        <w:t>1.051e0</w:t>
      </w:r>
    </w:p>
    <w:p w:rsidR="00557788" w:rsidRDefault="00557788" w:rsidP="00557788">
      <w:r>
        <w:t>195.9192</w:t>
      </w:r>
      <w:r>
        <w:tab/>
        <w:t>2.025e0</w:t>
      </w:r>
    </w:p>
    <w:p w:rsidR="00557788" w:rsidRDefault="00557788" w:rsidP="00557788">
      <w:r>
        <w:t>195.9348</w:t>
      </w:r>
      <w:r>
        <w:tab/>
        <w:t>6.076e0</w:t>
      </w:r>
    </w:p>
    <w:p w:rsidR="00557788" w:rsidRDefault="00557788" w:rsidP="00557788">
      <w:r>
        <w:t>195.9362</w:t>
      </w:r>
      <w:r>
        <w:tab/>
        <w:t>1.013e0</w:t>
      </w:r>
    </w:p>
    <w:p w:rsidR="00557788" w:rsidRDefault="00557788" w:rsidP="00557788">
      <w:r>
        <w:t>195.9421</w:t>
      </w:r>
      <w:r>
        <w:tab/>
        <w:t>1.038e0</w:t>
      </w:r>
    </w:p>
    <w:p w:rsidR="00557788" w:rsidRDefault="00557788" w:rsidP="00557788">
      <w:r>
        <w:t>195.9437</w:t>
      </w:r>
      <w:r>
        <w:tab/>
        <w:t>1.013e0</w:t>
      </w:r>
    </w:p>
    <w:p w:rsidR="00557788" w:rsidRDefault="00557788" w:rsidP="00557788">
      <w:r>
        <w:t>195.9513</w:t>
      </w:r>
      <w:r>
        <w:tab/>
        <w:t>2.025e0</w:t>
      </w:r>
    </w:p>
    <w:p w:rsidR="00557788" w:rsidRDefault="00557788" w:rsidP="00557788">
      <w:r>
        <w:t>195.9530</w:t>
      </w:r>
      <w:r>
        <w:tab/>
        <w:t>2.025e0</w:t>
      </w:r>
    </w:p>
    <w:p w:rsidR="00557788" w:rsidRDefault="00557788" w:rsidP="00557788">
      <w:r>
        <w:t>195.9654</w:t>
      </w:r>
      <w:r>
        <w:tab/>
        <w:t>4.051e0</w:t>
      </w:r>
    </w:p>
    <w:p w:rsidR="00557788" w:rsidRDefault="00557788" w:rsidP="00557788">
      <w:r>
        <w:t>195.9775</w:t>
      </w:r>
      <w:r>
        <w:tab/>
        <w:t>1.013e0</w:t>
      </w:r>
    </w:p>
    <w:p w:rsidR="00557788" w:rsidRDefault="00557788" w:rsidP="00557788">
      <w:r>
        <w:t>195.9872</w:t>
      </w:r>
      <w:r>
        <w:tab/>
        <w:t>4.340e0</w:t>
      </w:r>
    </w:p>
    <w:p w:rsidR="00557788" w:rsidRDefault="00557788" w:rsidP="00557788">
      <w:r>
        <w:t>195.9965</w:t>
      </w:r>
      <w:r>
        <w:tab/>
        <w:t>6.258e0</w:t>
      </w:r>
    </w:p>
    <w:p w:rsidR="00557788" w:rsidRDefault="00557788" w:rsidP="00557788">
      <w:r>
        <w:t>196.0123</w:t>
      </w:r>
      <w:r>
        <w:tab/>
        <w:t>1.087e1</w:t>
      </w:r>
    </w:p>
    <w:p w:rsidR="00557788" w:rsidRDefault="00557788" w:rsidP="00557788">
      <w:r>
        <w:lastRenderedPageBreak/>
        <w:t>196.0196</w:t>
      </w:r>
      <w:r>
        <w:tab/>
        <w:t>9.235e0</w:t>
      </w:r>
    </w:p>
    <w:p w:rsidR="00557788" w:rsidRDefault="00557788" w:rsidP="00557788">
      <w:r>
        <w:t>196.0214</w:t>
      </w:r>
      <w:r>
        <w:tab/>
        <w:t>2.805e0</w:t>
      </w:r>
    </w:p>
    <w:p w:rsidR="00557788" w:rsidRDefault="00557788" w:rsidP="00557788">
      <w:r>
        <w:t>196.0284</w:t>
      </w:r>
      <w:r>
        <w:tab/>
        <w:t>6.033e0</w:t>
      </w:r>
    </w:p>
    <w:p w:rsidR="00557788" w:rsidRDefault="00557788" w:rsidP="00557788">
      <w:r>
        <w:t>196.0532</w:t>
      </w:r>
      <w:r>
        <w:tab/>
        <w:t>1.811e0</w:t>
      </w:r>
    </w:p>
    <w:p w:rsidR="00557788" w:rsidRDefault="00557788" w:rsidP="00557788">
      <w:r>
        <w:t>196.0700</w:t>
      </w:r>
      <w:r>
        <w:tab/>
        <w:t>1.856e0</w:t>
      </w:r>
    </w:p>
    <w:p w:rsidR="00557788" w:rsidRDefault="00557788" w:rsidP="00557788">
      <w:r>
        <w:t>196.0754</w:t>
      </w:r>
      <w:r>
        <w:tab/>
        <w:t>6.283e0</w:t>
      </w:r>
    </w:p>
    <w:p w:rsidR="00557788" w:rsidRDefault="00557788" w:rsidP="00557788">
      <w:r>
        <w:t>196.0914</w:t>
      </w:r>
      <w:r>
        <w:tab/>
        <w:t>1.621e0</w:t>
      </w:r>
    </w:p>
    <w:p w:rsidR="00557788" w:rsidRDefault="00557788" w:rsidP="00557788">
      <w:r>
        <w:t>196.0950</w:t>
      </w:r>
      <w:r>
        <w:tab/>
        <w:t>5.065e0</w:t>
      </w:r>
    </w:p>
    <w:p w:rsidR="00557788" w:rsidRDefault="00557788" w:rsidP="00557788">
      <w:r>
        <w:t>196.0982</w:t>
      </w:r>
      <w:r>
        <w:tab/>
        <w:t>2.256e0</w:t>
      </w:r>
    </w:p>
    <w:p w:rsidR="00557788" w:rsidRDefault="00557788" w:rsidP="00557788">
      <w:r>
        <w:t>196.1051</w:t>
      </w:r>
      <w:r>
        <w:tab/>
        <w:t>5.967e-1</w:t>
      </w:r>
    </w:p>
    <w:p w:rsidR="00557788" w:rsidRDefault="00557788" w:rsidP="00557788">
      <w:r>
        <w:t>196.1076</w:t>
      </w:r>
      <w:r>
        <w:tab/>
        <w:t>1.625e0</w:t>
      </w:r>
    </w:p>
    <w:p w:rsidR="00557788" w:rsidRDefault="00557788" w:rsidP="00557788">
      <w:r>
        <w:t>196.1333</w:t>
      </w:r>
      <w:r>
        <w:tab/>
        <w:t>8.368e0</w:t>
      </w:r>
    </w:p>
    <w:p w:rsidR="00557788" w:rsidRDefault="00557788" w:rsidP="00557788">
      <w:r>
        <w:t>196.1397</w:t>
      </w:r>
      <w:r>
        <w:tab/>
        <w:t>3.469e0</w:t>
      </w:r>
    </w:p>
    <w:p w:rsidR="00557788" w:rsidRDefault="00557788" w:rsidP="00557788">
      <w:r>
        <w:t>196.1414</w:t>
      </w:r>
      <w:r>
        <w:tab/>
        <w:t>2.038e0</w:t>
      </w:r>
    </w:p>
    <w:p w:rsidR="00557788" w:rsidRDefault="00557788" w:rsidP="00557788">
      <w:r>
        <w:t>196.1516</w:t>
      </w:r>
      <w:r>
        <w:tab/>
        <w:t>1.235e0</w:t>
      </w:r>
    </w:p>
    <w:p w:rsidR="00557788" w:rsidRDefault="00557788" w:rsidP="00557788">
      <w:r>
        <w:t>196.1639</w:t>
      </w:r>
      <w:r>
        <w:tab/>
        <w:t>2.307e0</w:t>
      </w:r>
    </w:p>
    <w:p w:rsidR="00557788" w:rsidRDefault="00557788" w:rsidP="00557788">
      <w:r>
        <w:t>196.1661</w:t>
      </w:r>
      <w:r>
        <w:tab/>
        <w:t>3.779e0</w:t>
      </w:r>
    </w:p>
    <w:p w:rsidR="00557788" w:rsidRDefault="00557788" w:rsidP="00557788">
      <w:r>
        <w:t>196.1705</w:t>
      </w:r>
      <w:r>
        <w:tab/>
        <w:t>8.184e-1</w:t>
      </w:r>
    </w:p>
    <w:p w:rsidR="00557788" w:rsidRDefault="00557788" w:rsidP="00557788">
      <w:r>
        <w:t>196.1800</w:t>
      </w:r>
      <w:r>
        <w:tab/>
        <w:t>4.927e0</w:t>
      </w:r>
    </w:p>
    <w:p w:rsidR="00557788" w:rsidRDefault="00557788" w:rsidP="00557788">
      <w:r>
        <w:lastRenderedPageBreak/>
        <w:t>196.1886</w:t>
      </w:r>
      <w:r>
        <w:tab/>
        <w:t>3.206e0</w:t>
      </w:r>
    </w:p>
    <w:p w:rsidR="00557788" w:rsidRDefault="00557788" w:rsidP="00557788">
      <w:r>
        <w:t>196.1907</w:t>
      </w:r>
      <w:r>
        <w:tab/>
        <w:t>6.039e0</w:t>
      </w:r>
    </w:p>
    <w:p w:rsidR="00557788" w:rsidRDefault="00557788" w:rsidP="00557788">
      <w:r>
        <w:t>196.2087</w:t>
      </w:r>
      <w:r>
        <w:tab/>
        <w:t>8.284e0</w:t>
      </w:r>
    </w:p>
    <w:p w:rsidR="00557788" w:rsidRDefault="00557788" w:rsidP="00557788">
      <w:r>
        <w:t>196.2180</w:t>
      </w:r>
      <w:r>
        <w:tab/>
        <w:t>3.038e0</w:t>
      </w:r>
    </w:p>
    <w:p w:rsidR="00557788" w:rsidRDefault="00557788" w:rsidP="00557788">
      <w:r>
        <w:t>196.2212</w:t>
      </w:r>
      <w:r>
        <w:tab/>
        <w:t>2.025e0</w:t>
      </w:r>
    </w:p>
    <w:p w:rsidR="00557788" w:rsidRDefault="00557788" w:rsidP="00557788">
      <w:r>
        <w:t>196.2269</w:t>
      </w:r>
      <w:r>
        <w:tab/>
        <w:t>1.266e-2</w:t>
      </w:r>
    </w:p>
    <w:p w:rsidR="00557788" w:rsidRDefault="00557788" w:rsidP="00557788">
      <w:r>
        <w:t>196.2304</w:t>
      </w:r>
      <w:r>
        <w:tab/>
        <w:t>3.038e0</w:t>
      </w:r>
    </w:p>
    <w:p w:rsidR="00557788" w:rsidRDefault="00557788" w:rsidP="00557788">
      <w:r>
        <w:t>196.2453</w:t>
      </w:r>
      <w:r>
        <w:tab/>
        <w:t>2.025e0</w:t>
      </w:r>
    </w:p>
    <w:p w:rsidR="00557788" w:rsidRDefault="00557788" w:rsidP="00557788">
      <w:r>
        <w:t>196.2637</w:t>
      </w:r>
      <w:r>
        <w:tab/>
        <w:t>2.038e0</w:t>
      </w:r>
    </w:p>
    <w:p w:rsidR="00557788" w:rsidRDefault="00557788" w:rsidP="00557788">
      <w:r>
        <w:t>196.2785</w:t>
      </w:r>
      <w:r>
        <w:tab/>
        <w:t>2.532e-2</w:t>
      </w:r>
    </w:p>
    <w:p w:rsidR="00557788" w:rsidRDefault="00557788" w:rsidP="00557788">
      <w:r>
        <w:t>196.2841</w:t>
      </w:r>
      <w:r>
        <w:tab/>
        <w:t>2.025e0</w:t>
      </w:r>
    </w:p>
    <w:p w:rsidR="00557788" w:rsidRDefault="00557788" w:rsidP="00557788">
      <w:r>
        <w:t>196.2867</w:t>
      </w:r>
      <w:r>
        <w:tab/>
        <w:t>1.230e0</w:t>
      </w:r>
    </w:p>
    <w:p w:rsidR="00557788" w:rsidRDefault="00557788" w:rsidP="00557788">
      <w:r>
        <w:t>196.3119</w:t>
      </w:r>
      <w:r>
        <w:tab/>
        <w:t>1.051e0</w:t>
      </w:r>
    </w:p>
    <w:p w:rsidR="00557788" w:rsidRDefault="00557788" w:rsidP="00557788">
      <w:r>
        <w:t>196.3156</w:t>
      </w:r>
      <w:r>
        <w:tab/>
        <w:t>2.532e-2</w:t>
      </w:r>
    </w:p>
    <w:p w:rsidR="00557788" w:rsidRDefault="00557788" w:rsidP="00557788">
      <w:r>
        <w:t>196.3304</w:t>
      </w:r>
      <w:r>
        <w:tab/>
        <w:t>2.038e0</w:t>
      </w:r>
    </w:p>
    <w:p w:rsidR="00557788" w:rsidRDefault="00557788" w:rsidP="00557788">
      <w:r>
        <w:t>196.3449</w:t>
      </w:r>
      <w:r>
        <w:tab/>
        <w:t>2.038e0</w:t>
      </w:r>
    </w:p>
    <w:p w:rsidR="00557788" w:rsidRDefault="00557788" w:rsidP="00557788">
      <w:r>
        <w:t>196.3470</w:t>
      </w:r>
      <w:r>
        <w:tab/>
        <w:t>2.025e0</w:t>
      </w:r>
    </w:p>
    <w:p w:rsidR="00557788" w:rsidRDefault="00557788" w:rsidP="00557788">
      <w:r>
        <w:t>196.3525</w:t>
      </w:r>
      <w:r>
        <w:tab/>
        <w:t>4.051e0</w:t>
      </w:r>
    </w:p>
    <w:p w:rsidR="00557788" w:rsidRDefault="00557788" w:rsidP="00557788">
      <w:r>
        <w:t>196.3599</w:t>
      </w:r>
      <w:r>
        <w:tab/>
        <w:t>2.038e0</w:t>
      </w:r>
    </w:p>
    <w:p w:rsidR="00557788" w:rsidRDefault="00557788" w:rsidP="00557788">
      <w:r>
        <w:lastRenderedPageBreak/>
        <w:t>196.3636</w:t>
      </w:r>
      <w:r>
        <w:tab/>
        <w:t>1.013e0</w:t>
      </w:r>
    </w:p>
    <w:p w:rsidR="00557788" w:rsidRDefault="00557788" w:rsidP="00557788">
      <w:r>
        <w:t>196.3861</w:t>
      </w:r>
      <w:r>
        <w:tab/>
        <w:t>1.038e0</w:t>
      </w:r>
    </w:p>
    <w:p w:rsidR="00557788" w:rsidRDefault="00557788" w:rsidP="00557788">
      <w:r>
        <w:t>196.3936</w:t>
      </w:r>
      <w:r>
        <w:tab/>
        <w:t>3.038e0</w:t>
      </w:r>
    </w:p>
    <w:p w:rsidR="00557788" w:rsidRDefault="00557788" w:rsidP="00557788">
      <w:r>
        <w:t>196.4118</w:t>
      </w:r>
      <w:r>
        <w:tab/>
        <w:t>3.798e-2</w:t>
      </w:r>
    </w:p>
    <w:p w:rsidR="00557788" w:rsidRDefault="00557788" w:rsidP="00557788">
      <w:r>
        <w:t>196.4143</w:t>
      </w:r>
      <w:r>
        <w:tab/>
        <w:t>2.532e-2</w:t>
      </w:r>
    </w:p>
    <w:p w:rsidR="00557788" w:rsidRDefault="00557788" w:rsidP="00557788">
      <w:r>
        <w:t>196.4426</w:t>
      </w:r>
      <w:r>
        <w:tab/>
        <w:t>1.038e0</w:t>
      </w:r>
    </w:p>
    <w:p w:rsidR="00557788" w:rsidRDefault="00557788" w:rsidP="00557788">
      <w:r>
        <w:t>196.4464</w:t>
      </w:r>
      <w:r>
        <w:tab/>
        <w:t>3.051e0</w:t>
      </w:r>
    </w:p>
    <w:p w:rsidR="00557788" w:rsidRDefault="00557788" w:rsidP="00557788">
      <w:r>
        <w:t>196.4502</w:t>
      </w:r>
      <w:r>
        <w:tab/>
        <w:t>1.266e-2</w:t>
      </w:r>
    </w:p>
    <w:p w:rsidR="00557788" w:rsidRDefault="00557788" w:rsidP="00557788">
      <w:r>
        <w:t>196.4537</w:t>
      </w:r>
      <w:r>
        <w:tab/>
        <w:t>3.038e0</w:t>
      </w:r>
    </w:p>
    <w:p w:rsidR="00557788" w:rsidRDefault="00557788" w:rsidP="00557788">
      <w:r>
        <w:t>196.4652</w:t>
      </w:r>
      <w:r>
        <w:tab/>
        <w:t>1.266e-2</w:t>
      </w:r>
    </w:p>
    <w:p w:rsidR="00557788" w:rsidRDefault="00557788" w:rsidP="00557788">
      <w:r>
        <w:t>196.4763</w:t>
      </w:r>
      <w:r>
        <w:tab/>
        <w:t>1.025e0</w:t>
      </w:r>
    </w:p>
    <w:p w:rsidR="00557788" w:rsidRDefault="00557788" w:rsidP="00557788">
      <w:r>
        <w:t>196.4910</w:t>
      </w:r>
      <w:r>
        <w:tab/>
        <w:t>3.038e0</w:t>
      </w:r>
    </w:p>
    <w:p w:rsidR="00557788" w:rsidRDefault="00557788" w:rsidP="00557788">
      <w:r>
        <w:t>196.4966</w:t>
      </w:r>
      <w:r>
        <w:tab/>
        <w:t>2.025e0</w:t>
      </w:r>
    </w:p>
    <w:p w:rsidR="00557788" w:rsidRDefault="00557788" w:rsidP="00557788">
      <w:r>
        <w:t>196.5243</w:t>
      </w:r>
      <w:r>
        <w:tab/>
        <w:t>1.013e0</w:t>
      </w:r>
    </w:p>
    <w:p w:rsidR="00557788" w:rsidRDefault="00557788" w:rsidP="00557788">
      <w:r>
        <w:t>196.5262</w:t>
      </w:r>
      <w:r>
        <w:tab/>
        <w:t>2.025e0</w:t>
      </w:r>
    </w:p>
    <w:p w:rsidR="00557788" w:rsidRDefault="00557788" w:rsidP="00557788">
      <w:r>
        <w:t>196.5391</w:t>
      </w:r>
      <w:r>
        <w:tab/>
        <w:t>1.025e0</w:t>
      </w:r>
    </w:p>
    <w:p w:rsidR="00557788" w:rsidRDefault="00557788" w:rsidP="00557788">
      <w:r>
        <w:t>196.5465</w:t>
      </w:r>
      <w:r>
        <w:tab/>
        <w:t>2.038e0</w:t>
      </w:r>
    </w:p>
    <w:p w:rsidR="00557788" w:rsidRDefault="00557788" w:rsidP="00557788">
      <w:r>
        <w:t>196.5502</w:t>
      </w:r>
      <w:r>
        <w:tab/>
        <w:t>2.532e-2</w:t>
      </w:r>
    </w:p>
    <w:p w:rsidR="00557788" w:rsidRDefault="00557788" w:rsidP="00557788">
      <w:r>
        <w:t>196.5688</w:t>
      </w:r>
      <w:r>
        <w:tab/>
        <w:t>1.266e-2</w:t>
      </w:r>
    </w:p>
    <w:p w:rsidR="00557788" w:rsidRDefault="00557788" w:rsidP="00557788">
      <w:r>
        <w:lastRenderedPageBreak/>
        <w:t>196.5798</w:t>
      </w:r>
      <w:r>
        <w:tab/>
        <w:t>3.038e0</w:t>
      </w:r>
    </w:p>
    <w:p w:rsidR="00557788" w:rsidRDefault="00557788" w:rsidP="00557788">
      <w:r>
        <w:t>196.5811</w:t>
      </w:r>
      <w:r>
        <w:tab/>
        <w:t>5.089e0</w:t>
      </w:r>
    </w:p>
    <w:p w:rsidR="00557788" w:rsidRDefault="00557788" w:rsidP="00557788">
      <w:r>
        <w:t>196.5836</w:t>
      </w:r>
      <w:r>
        <w:tab/>
        <w:t>1.013e0</w:t>
      </w:r>
    </w:p>
    <w:p w:rsidR="00557788" w:rsidRDefault="00557788" w:rsidP="00557788">
      <w:r>
        <w:t>196.6020</w:t>
      </w:r>
      <w:r>
        <w:tab/>
        <w:t>6.329e-2</w:t>
      </w:r>
    </w:p>
    <w:p w:rsidR="00557788" w:rsidRDefault="00557788" w:rsidP="00557788">
      <w:r>
        <w:t>196.6130</w:t>
      </w:r>
      <w:r>
        <w:tab/>
        <w:t>1.025e0</w:t>
      </w:r>
    </w:p>
    <w:p w:rsidR="00557788" w:rsidRDefault="00557788" w:rsidP="00557788">
      <w:r>
        <w:t>196.6163</w:t>
      </w:r>
      <w:r>
        <w:tab/>
        <w:t>2.262e0</w:t>
      </w:r>
    </w:p>
    <w:p w:rsidR="00557788" w:rsidRDefault="00557788" w:rsidP="00557788">
      <w:r>
        <w:t>196.6318</w:t>
      </w:r>
      <w:r>
        <w:tab/>
        <w:t>1.013e0</w:t>
      </w:r>
    </w:p>
    <w:p w:rsidR="00557788" w:rsidRDefault="00557788" w:rsidP="00557788">
      <w:r>
        <w:t>196.6471</w:t>
      </w:r>
      <w:r>
        <w:tab/>
        <w:t>2.532e-2</w:t>
      </w:r>
    </w:p>
    <w:p w:rsidR="00557788" w:rsidRDefault="00557788" w:rsidP="00557788">
      <w:r>
        <w:t>196.6546</w:t>
      </w:r>
      <w:r>
        <w:tab/>
        <w:t>1.025e0</w:t>
      </w:r>
    </w:p>
    <w:p w:rsidR="00557788" w:rsidRDefault="00557788" w:rsidP="00557788">
      <w:r>
        <w:t>196.6584</w:t>
      </w:r>
      <w:r>
        <w:tab/>
        <w:t>2.051e0</w:t>
      </w:r>
    </w:p>
    <w:p w:rsidR="00557788" w:rsidRDefault="00557788" w:rsidP="00557788">
      <w:r>
        <w:t>196.6697</w:t>
      </w:r>
      <w:r>
        <w:tab/>
        <w:t>2.025e0</w:t>
      </w:r>
    </w:p>
    <w:p w:rsidR="00557788" w:rsidRDefault="00557788" w:rsidP="00557788">
      <w:r>
        <w:t>196.6962</w:t>
      </w:r>
      <w:r>
        <w:tab/>
        <w:t>2.025e0</w:t>
      </w:r>
    </w:p>
    <w:p w:rsidR="00557788" w:rsidRDefault="00557788" w:rsidP="00557788">
      <w:r>
        <w:t>196.7018</w:t>
      </w:r>
      <w:r>
        <w:tab/>
        <w:t>2.025e0</w:t>
      </w:r>
    </w:p>
    <w:p w:rsidR="00557788" w:rsidRDefault="00557788" w:rsidP="00557788">
      <w:r>
        <w:t>196.7074</w:t>
      </w:r>
      <w:r>
        <w:tab/>
        <w:t>2.532e-2</w:t>
      </w:r>
    </w:p>
    <w:p w:rsidR="00557788" w:rsidRDefault="00557788" w:rsidP="00557788">
      <w:r>
        <w:t>196.7129</w:t>
      </w:r>
      <w:r>
        <w:tab/>
        <w:t>2.532e-2</w:t>
      </w:r>
    </w:p>
    <w:p w:rsidR="00557788" w:rsidRDefault="00557788" w:rsidP="00557788">
      <w:r>
        <w:t>196.7184</w:t>
      </w:r>
      <w:r>
        <w:tab/>
        <w:t>1.266e-2</w:t>
      </w:r>
    </w:p>
    <w:p w:rsidR="00557788" w:rsidRDefault="00557788" w:rsidP="00557788">
      <w:r>
        <w:t>196.7205</w:t>
      </w:r>
      <w:r>
        <w:tab/>
        <w:t>1.038e0</w:t>
      </w:r>
    </w:p>
    <w:p w:rsidR="00557788" w:rsidRDefault="00557788" w:rsidP="00557788">
      <w:r>
        <w:t>196.7258</w:t>
      </w:r>
      <w:r>
        <w:tab/>
        <w:t>1.013e0</w:t>
      </w:r>
    </w:p>
    <w:p w:rsidR="00557788" w:rsidRDefault="00557788" w:rsidP="00557788">
      <w:r>
        <w:t>196.7406</w:t>
      </w:r>
      <w:r>
        <w:tab/>
        <w:t>1.013e0</w:t>
      </w:r>
    </w:p>
    <w:p w:rsidR="00557788" w:rsidRDefault="00557788" w:rsidP="00557788">
      <w:r>
        <w:lastRenderedPageBreak/>
        <w:t>196.7480</w:t>
      </w:r>
      <w:r>
        <w:tab/>
        <w:t>1.266e-2</w:t>
      </w:r>
    </w:p>
    <w:p w:rsidR="00557788" w:rsidRDefault="00557788" w:rsidP="00557788">
      <w:r>
        <w:t>196.7529</w:t>
      </w:r>
      <w:r>
        <w:tab/>
        <w:t>3.038e0</w:t>
      </w:r>
    </w:p>
    <w:p w:rsidR="00557788" w:rsidRDefault="00557788" w:rsidP="00557788">
      <w:r>
        <w:t>196.7665</w:t>
      </w:r>
      <w:r>
        <w:tab/>
        <w:t>2.532e-2</w:t>
      </w:r>
    </w:p>
    <w:p w:rsidR="00557788" w:rsidRDefault="00557788" w:rsidP="00557788">
      <w:r>
        <w:t>196.7739</w:t>
      </w:r>
      <w:r>
        <w:tab/>
        <w:t>2.532e-2</w:t>
      </w:r>
    </w:p>
    <w:p w:rsidR="00557788" w:rsidRDefault="00557788" w:rsidP="00557788">
      <w:r>
        <w:t>196.7776</w:t>
      </w:r>
      <w:r>
        <w:tab/>
        <w:t>1.013e0</w:t>
      </w:r>
    </w:p>
    <w:p w:rsidR="00557788" w:rsidRDefault="00557788" w:rsidP="00557788">
      <w:r>
        <w:t>196.7795</w:t>
      </w:r>
      <w:r>
        <w:tab/>
        <w:t>2.025e0</w:t>
      </w:r>
    </w:p>
    <w:p w:rsidR="00557788" w:rsidRDefault="00557788" w:rsidP="00557788">
      <w:r>
        <w:t>196.7962</w:t>
      </w:r>
      <w:r>
        <w:tab/>
        <w:t>1.013e0</w:t>
      </w:r>
    </w:p>
    <w:p w:rsidR="00557788" w:rsidRDefault="00557788" w:rsidP="00557788">
      <w:r>
        <w:t>196.7981</w:t>
      </w:r>
      <w:r>
        <w:tab/>
        <w:t>3.038e0</w:t>
      </w:r>
    </w:p>
    <w:p w:rsidR="00557788" w:rsidRDefault="00557788" w:rsidP="00557788">
      <w:r>
        <w:t>196.8073</w:t>
      </w:r>
      <w:r>
        <w:tab/>
        <w:t>1.013e0</w:t>
      </w:r>
    </w:p>
    <w:p w:rsidR="00557788" w:rsidRDefault="00557788" w:rsidP="00557788">
      <w:r>
        <w:t>196.8221</w:t>
      </w:r>
      <w:r>
        <w:tab/>
        <w:t>1.266e-2</w:t>
      </w:r>
    </w:p>
    <w:p w:rsidR="00557788" w:rsidRDefault="00557788" w:rsidP="00557788">
      <w:r>
        <w:t>196.8276</w:t>
      </w:r>
      <w:r>
        <w:tab/>
        <w:t>2.025e0</w:t>
      </w:r>
    </w:p>
    <w:p w:rsidR="00557788" w:rsidRDefault="00557788" w:rsidP="00557788">
      <w:r>
        <w:t>196.8387</w:t>
      </w:r>
      <w:r>
        <w:tab/>
        <w:t>2.025e0</w:t>
      </w:r>
    </w:p>
    <w:p w:rsidR="00557788" w:rsidRDefault="00557788" w:rsidP="00557788">
      <w:r>
        <w:t>196.8650</w:t>
      </w:r>
      <w:r>
        <w:tab/>
        <w:t>2.051e0</w:t>
      </w:r>
    </w:p>
    <w:p w:rsidR="00557788" w:rsidRDefault="00557788" w:rsidP="00557788">
      <w:r>
        <w:t>196.8669</w:t>
      </w:r>
      <w:r>
        <w:tab/>
        <w:t>1.038e0</w:t>
      </w:r>
    </w:p>
    <w:p w:rsidR="00557788" w:rsidRDefault="00557788" w:rsidP="00557788">
      <w:r>
        <w:t>196.8706</w:t>
      </w:r>
      <w:r>
        <w:tab/>
        <w:t>2.532e-2</w:t>
      </w:r>
    </w:p>
    <w:p w:rsidR="00557788" w:rsidRDefault="00557788" w:rsidP="00557788">
      <w:r>
        <w:t>196.8746</w:t>
      </w:r>
      <w:r>
        <w:tab/>
        <w:t>2.532e-2</w:t>
      </w:r>
    </w:p>
    <w:p w:rsidR="00557788" w:rsidRDefault="00557788" w:rsidP="00557788">
      <w:r>
        <w:t>196.8970</w:t>
      </w:r>
      <w:r>
        <w:tab/>
        <w:t>1.013e0</w:t>
      </w:r>
    </w:p>
    <w:p w:rsidR="00557788" w:rsidRDefault="00557788" w:rsidP="00557788">
      <w:r>
        <w:t>196.9013</w:t>
      </w:r>
      <w:r>
        <w:tab/>
        <w:t>5.063e0</w:t>
      </w:r>
    </w:p>
    <w:p w:rsidR="00557788" w:rsidRDefault="00557788" w:rsidP="00557788">
      <w:r>
        <w:t>196.9046</w:t>
      </w:r>
      <w:r>
        <w:tab/>
        <w:t>1.013e0</w:t>
      </w:r>
    </w:p>
    <w:p w:rsidR="00557788" w:rsidRDefault="00557788" w:rsidP="00557788">
      <w:r>
        <w:lastRenderedPageBreak/>
        <w:t>196.9084</w:t>
      </w:r>
      <w:r>
        <w:tab/>
        <w:t>1.266e-2</w:t>
      </w:r>
    </w:p>
    <w:p w:rsidR="00557788" w:rsidRDefault="00557788" w:rsidP="00557788">
      <w:r>
        <w:t>196.9177</w:t>
      </w:r>
      <w:r>
        <w:tab/>
        <w:t>2.025e0</w:t>
      </w:r>
    </w:p>
    <w:p w:rsidR="00557788" w:rsidRDefault="00557788" w:rsidP="00557788">
      <w:r>
        <w:t>196.9197</w:t>
      </w:r>
      <w:r>
        <w:tab/>
        <w:t>2.025e0</w:t>
      </w:r>
    </w:p>
    <w:p w:rsidR="00557788" w:rsidRDefault="00557788" w:rsidP="00557788">
      <w:r>
        <w:t>196.9274</w:t>
      </w:r>
      <w:r>
        <w:tab/>
        <w:t>1.013e0</w:t>
      </w:r>
    </w:p>
    <w:p w:rsidR="00557788" w:rsidRDefault="00557788" w:rsidP="00557788">
      <w:r>
        <w:t>196.9328</w:t>
      </w:r>
      <w:r>
        <w:tab/>
        <w:t>2.025e0</w:t>
      </w:r>
    </w:p>
    <w:p w:rsidR="00557788" w:rsidRDefault="00557788" w:rsidP="00557788">
      <w:r>
        <w:t>196.9346</w:t>
      </w:r>
      <w:r>
        <w:tab/>
        <w:t>4.076e0</w:t>
      </w:r>
    </w:p>
    <w:p w:rsidR="00557788" w:rsidRDefault="00557788" w:rsidP="00557788">
      <w:r>
        <w:t>196.9422</w:t>
      </w:r>
      <w:r>
        <w:tab/>
        <w:t>1.025e0</w:t>
      </w:r>
    </w:p>
    <w:p w:rsidR="00557788" w:rsidRDefault="00557788" w:rsidP="00557788">
      <w:r>
        <w:t>196.9440</w:t>
      </w:r>
      <w:r>
        <w:tab/>
        <w:t>2.025e0</w:t>
      </w:r>
    </w:p>
    <w:p w:rsidR="00557788" w:rsidRDefault="00557788" w:rsidP="00557788">
      <w:r>
        <w:t>196.9542</w:t>
      </w:r>
      <w:r>
        <w:tab/>
        <w:t>2.063e0</w:t>
      </w:r>
    </w:p>
    <w:p w:rsidR="00557788" w:rsidRDefault="00557788" w:rsidP="00557788">
      <w:r>
        <w:t>196.9570</w:t>
      </w:r>
      <w:r>
        <w:tab/>
        <w:t>1.013e0</w:t>
      </w:r>
    </w:p>
    <w:p w:rsidR="00557788" w:rsidRDefault="00557788" w:rsidP="00557788">
      <w:r>
        <w:t>196.9607</w:t>
      </w:r>
      <w:r>
        <w:tab/>
        <w:t>5.063e-2</w:t>
      </w:r>
    </w:p>
    <w:p w:rsidR="00557788" w:rsidRDefault="00557788" w:rsidP="00557788">
      <w:r>
        <w:t>196.9718</w:t>
      </w:r>
      <w:r>
        <w:tab/>
        <w:t>2.025e0</w:t>
      </w:r>
    </w:p>
    <w:p w:rsidR="00557788" w:rsidRDefault="00557788" w:rsidP="00557788">
      <w:r>
        <w:t>196.9977</w:t>
      </w:r>
      <w:r>
        <w:tab/>
        <w:t>1.013e0</w:t>
      </w:r>
    </w:p>
    <w:p w:rsidR="00557788" w:rsidRDefault="00557788" w:rsidP="00557788">
      <w:r>
        <w:t>196.9987</w:t>
      </w:r>
      <w:r>
        <w:tab/>
        <w:t>4.051e0</w:t>
      </w:r>
    </w:p>
    <w:p w:rsidR="00557788" w:rsidRDefault="00557788" w:rsidP="00557788">
      <w:r>
        <w:t>197.0051</w:t>
      </w:r>
      <w:r>
        <w:tab/>
        <w:t>1.051e0</w:t>
      </w:r>
    </w:p>
    <w:p w:rsidR="00557788" w:rsidRDefault="00557788" w:rsidP="00557788">
      <w:r>
        <w:t>197.0144</w:t>
      </w:r>
      <w:r>
        <w:tab/>
        <w:t>2.025e0</w:t>
      </w:r>
    </w:p>
    <w:p w:rsidR="00557788" w:rsidRDefault="00557788" w:rsidP="00557788">
      <w:r>
        <w:t>197.0382</w:t>
      </w:r>
      <w:r>
        <w:tab/>
        <w:t>1.591e1</w:t>
      </w:r>
    </w:p>
    <w:p w:rsidR="00557788" w:rsidRDefault="00557788" w:rsidP="00557788">
      <w:r>
        <w:t>197.0431</w:t>
      </w:r>
      <w:r>
        <w:tab/>
        <w:t>4.557e0</w:t>
      </w:r>
    </w:p>
    <w:p w:rsidR="00557788" w:rsidRDefault="00557788" w:rsidP="00557788">
      <w:r>
        <w:t>197.0445</w:t>
      </w:r>
      <w:r>
        <w:tab/>
        <w:t>3.363e0</w:t>
      </w:r>
    </w:p>
    <w:p w:rsidR="00557788" w:rsidRDefault="00557788" w:rsidP="00557788">
      <w:r>
        <w:lastRenderedPageBreak/>
        <w:t>197.0532</w:t>
      </w:r>
      <w:r>
        <w:tab/>
        <w:t>5.063e-2</w:t>
      </w:r>
    </w:p>
    <w:p w:rsidR="00557788" w:rsidRDefault="00557788" w:rsidP="00557788">
      <w:r>
        <w:t>197.0625</w:t>
      </w:r>
      <w:r>
        <w:tab/>
        <w:t>1.181e0</w:t>
      </w:r>
    </w:p>
    <w:p w:rsidR="00557788" w:rsidRDefault="00557788" w:rsidP="00557788">
      <w:r>
        <w:t>197.0812</w:t>
      </w:r>
      <w:r>
        <w:tab/>
        <w:t>8.246e0</w:t>
      </w:r>
    </w:p>
    <w:p w:rsidR="00557788" w:rsidRDefault="00557788" w:rsidP="00557788">
      <w:r>
        <w:t>197.0823</w:t>
      </w:r>
      <w:r>
        <w:tab/>
        <w:t>3.472e0</w:t>
      </w:r>
    </w:p>
    <w:p w:rsidR="00557788" w:rsidRDefault="00557788" w:rsidP="00557788">
      <w:r>
        <w:t>197.0957</w:t>
      </w:r>
      <w:r>
        <w:tab/>
        <w:t>2.994e0</w:t>
      </w:r>
    </w:p>
    <w:p w:rsidR="00557788" w:rsidRDefault="00557788" w:rsidP="00557788">
      <w:r>
        <w:t>197.1021</w:t>
      </w:r>
      <w:r>
        <w:tab/>
        <w:t>3.569e0</w:t>
      </w:r>
    </w:p>
    <w:p w:rsidR="00557788" w:rsidRDefault="00557788" w:rsidP="00557788">
      <w:r>
        <w:t>197.1052</w:t>
      </w:r>
      <w:r>
        <w:tab/>
        <w:t>5.089e0</w:t>
      </w:r>
    </w:p>
    <w:p w:rsidR="00557788" w:rsidRDefault="00557788" w:rsidP="00557788">
      <w:r>
        <w:t>197.1095</w:t>
      </w:r>
      <w:r>
        <w:tab/>
        <w:t>4.784e0</w:t>
      </w:r>
    </w:p>
    <w:p w:rsidR="00557788" w:rsidRDefault="00557788" w:rsidP="00557788">
      <w:r>
        <w:t>197.1425</w:t>
      </w:r>
      <w:r>
        <w:tab/>
        <w:t>4.722e0</w:t>
      </w:r>
    </w:p>
    <w:p w:rsidR="00557788" w:rsidRDefault="00557788" w:rsidP="00557788">
      <w:r>
        <w:t>197.1447</w:t>
      </w:r>
      <w:r>
        <w:tab/>
        <w:t>1.674e0</w:t>
      </w:r>
    </w:p>
    <w:p w:rsidR="00557788" w:rsidRDefault="00557788" w:rsidP="00557788">
      <w:r>
        <w:t>197.1486</w:t>
      </w:r>
      <w:r>
        <w:tab/>
        <w:t>3.385e0</w:t>
      </w:r>
    </w:p>
    <w:p w:rsidR="00557788" w:rsidRDefault="00557788" w:rsidP="00557788">
      <w:r>
        <w:t>197.1498</w:t>
      </w:r>
      <w:r>
        <w:tab/>
        <w:t>4.452e0</w:t>
      </w:r>
    </w:p>
    <w:p w:rsidR="00557788" w:rsidRDefault="00557788" w:rsidP="00557788">
      <w:r>
        <w:t>197.1594</w:t>
      </w:r>
      <w:r>
        <w:tab/>
        <w:t>4.128e0</w:t>
      </w:r>
    </w:p>
    <w:p w:rsidR="00557788" w:rsidRDefault="00557788" w:rsidP="00557788">
      <w:r>
        <w:t>197.1616</w:t>
      </w:r>
      <w:r>
        <w:tab/>
        <w:t>2.283e0</w:t>
      </w:r>
    </w:p>
    <w:p w:rsidR="00557788" w:rsidRDefault="00557788" w:rsidP="00557788">
      <w:r>
        <w:t>197.1716</w:t>
      </w:r>
      <w:r>
        <w:tab/>
        <w:t>1.108e0</w:t>
      </w:r>
    </w:p>
    <w:p w:rsidR="00557788" w:rsidRDefault="00557788" w:rsidP="00557788">
      <w:r>
        <w:t>197.1856</w:t>
      </w:r>
      <w:r>
        <w:tab/>
        <w:t>1.677e0</w:t>
      </w:r>
    </w:p>
    <w:p w:rsidR="00557788" w:rsidRDefault="00557788" w:rsidP="00557788">
      <w:r>
        <w:t>197.2104</w:t>
      </w:r>
      <w:r>
        <w:tab/>
        <w:t>2.038e0</w:t>
      </w:r>
    </w:p>
    <w:p w:rsidR="00557788" w:rsidRDefault="00557788" w:rsidP="00557788">
      <w:r>
        <w:t>197.2127</w:t>
      </w:r>
      <w:r>
        <w:tab/>
        <w:t>5.063e-2</w:t>
      </w:r>
    </w:p>
    <w:p w:rsidR="00557788" w:rsidRDefault="00557788" w:rsidP="00557788">
      <w:r>
        <w:t>197.2162</w:t>
      </w:r>
      <w:r>
        <w:tab/>
        <w:t>1.038e0</w:t>
      </w:r>
    </w:p>
    <w:p w:rsidR="00557788" w:rsidRDefault="00557788" w:rsidP="00557788">
      <w:r>
        <w:lastRenderedPageBreak/>
        <w:t>197.2215</w:t>
      </w:r>
      <w:r>
        <w:tab/>
        <w:t>2.025e0</w:t>
      </w:r>
    </w:p>
    <w:p w:rsidR="00557788" w:rsidRDefault="00557788" w:rsidP="00557788">
      <w:r>
        <w:t>197.2253</w:t>
      </w:r>
      <w:r>
        <w:tab/>
        <w:t>2.025e0</w:t>
      </w:r>
    </w:p>
    <w:p w:rsidR="00557788" w:rsidRDefault="00557788" w:rsidP="00557788">
      <w:r>
        <w:t>197.2345</w:t>
      </w:r>
      <w:r>
        <w:tab/>
        <w:t>2.532e-2</w:t>
      </w:r>
    </w:p>
    <w:p w:rsidR="00557788" w:rsidRDefault="00557788" w:rsidP="00557788">
      <w:r>
        <w:t>197.2462</w:t>
      </w:r>
      <w:r>
        <w:tab/>
        <w:t>4.051e0</w:t>
      </w:r>
    </w:p>
    <w:p w:rsidR="00557788" w:rsidRDefault="00557788" w:rsidP="00557788">
      <w:r>
        <w:t>197.2549</w:t>
      </w:r>
      <w:r>
        <w:tab/>
        <w:t>2.025e0</w:t>
      </w:r>
    </w:p>
    <w:p w:rsidR="00557788" w:rsidRDefault="00557788" w:rsidP="00557788">
      <w:r>
        <w:t>197.2569</w:t>
      </w:r>
      <w:r>
        <w:tab/>
        <w:t>3.798e-2</w:t>
      </w:r>
    </w:p>
    <w:p w:rsidR="00557788" w:rsidRDefault="00557788" w:rsidP="00557788">
      <w:r>
        <w:t>197.2660</w:t>
      </w:r>
      <w:r>
        <w:tab/>
        <w:t>1.013e0</w:t>
      </w:r>
    </w:p>
    <w:p w:rsidR="00557788" w:rsidRDefault="00557788" w:rsidP="00557788">
      <w:r>
        <w:t>197.2771</w:t>
      </w:r>
      <w:r>
        <w:tab/>
        <w:t>1.013e0</w:t>
      </w:r>
    </w:p>
    <w:p w:rsidR="00557788" w:rsidRDefault="00557788" w:rsidP="00557788">
      <w:r>
        <w:t>197.2845</w:t>
      </w:r>
      <w:r>
        <w:tab/>
        <w:t>1.013e0</w:t>
      </w:r>
    </w:p>
    <w:p w:rsidR="00557788" w:rsidRDefault="00557788" w:rsidP="00557788">
      <w:r>
        <w:t>197.2992</w:t>
      </w:r>
      <w:r>
        <w:tab/>
        <w:t>2.025e0</w:t>
      </w:r>
    </w:p>
    <w:p w:rsidR="00557788" w:rsidRDefault="00557788" w:rsidP="00557788">
      <w:r>
        <w:t>197.3006</w:t>
      </w:r>
      <w:r>
        <w:tab/>
        <w:t>3.038e0</w:t>
      </w:r>
    </w:p>
    <w:p w:rsidR="00557788" w:rsidRDefault="00557788" w:rsidP="00557788">
      <w:r>
        <w:t>197.3144</w:t>
      </w:r>
      <w:r>
        <w:tab/>
        <w:t>3.038e0</w:t>
      </w:r>
    </w:p>
    <w:p w:rsidR="00557788" w:rsidRDefault="00557788" w:rsidP="00557788">
      <w:r>
        <w:t>197.3224</w:t>
      </w:r>
      <w:r>
        <w:tab/>
        <w:t>1.025e0</w:t>
      </w:r>
    </w:p>
    <w:p w:rsidR="00557788" w:rsidRDefault="00557788" w:rsidP="00557788">
      <w:r>
        <w:t>197.3248</w:t>
      </w:r>
      <w:r>
        <w:tab/>
        <w:t>3.038e0</w:t>
      </w:r>
    </w:p>
    <w:p w:rsidR="00557788" w:rsidRDefault="00557788" w:rsidP="00557788">
      <w:r>
        <w:t>197.3258</w:t>
      </w:r>
      <w:r>
        <w:tab/>
        <w:t>1.266e-2</w:t>
      </w:r>
    </w:p>
    <w:p w:rsidR="00557788" w:rsidRDefault="00557788" w:rsidP="00557788">
      <w:r>
        <w:t>197.3297</w:t>
      </w:r>
      <w:r>
        <w:tab/>
        <w:t>4.063e0</w:t>
      </w:r>
    </w:p>
    <w:p w:rsidR="00557788" w:rsidRDefault="00557788" w:rsidP="00557788">
      <w:r>
        <w:t>197.3486</w:t>
      </w:r>
      <w:r>
        <w:tab/>
        <w:t>1.266e-2</w:t>
      </w:r>
    </w:p>
    <w:p w:rsidR="00557788" w:rsidRDefault="00557788" w:rsidP="00557788">
      <w:r>
        <w:t>197.3541</w:t>
      </w:r>
      <w:r>
        <w:tab/>
        <w:t>2.025e0</w:t>
      </w:r>
    </w:p>
    <w:p w:rsidR="00557788" w:rsidRDefault="00557788" w:rsidP="00557788">
      <w:r>
        <w:t>197.3562</w:t>
      </w:r>
      <w:r>
        <w:tab/>
        <w:t>1.025e0</w:t>
      </w:r>
    </w:p>
    <w:p w:rsidR="00557788" w:rsidRDefault="00557788" w:rsidP="00557788">
      <w:r>
        <w:lastRenderedPageBreak/>
        <w:t>197.3789</w:t>
      </w:r>
      <w:r>
        <w:tab/>
        <w:t>1.013e0</w:t>
      </w:r>
    </w:p>
    <w:p w:rsidR="00557788" w:rsidRDefault="00557788" w:rsidP="00557788">
      <w:r>
        <w:t>197.3826</w:t>
      </w:r>
      <w:r>
        <w:tab/>
        <w:t>3.038e0</w:t>
      </w:r>
    </w:p>
    <w:p w:rsidR="00557788" w:rsidRDefault="00557788" w:rsidP="00557788">
      <w:r>
        <w:t>197.3972</w:t>
      </w:r>
      <w:r>
        <w:tab/>
        <w:t>2.063e0</w:t>
      </w:r>
    </w:p>
    <w:p w:rsidR="00557788" w:rsidRDefault="00557788" w:rsidP="00557788">
      <w:r>
        <w:t>197.4047</w:t>
      </w:r>
      <w:r>
        <w:tab/>
        <w:t>3.038e0</w:t>
      </w:r>
    </w:p>
    <w:p w:rsidR="00557788" w:rsidRDefault="00557788" w:rsidP="00557788">
      <w:r>
        <w:t>197.4196</w:t>
      </w:r>
      <w:r>
        <w:tab/>
        <w:t>3.038e0</w:t>
      </w:r>
    </w:p>
    <w:p w:rsidR="00557788" w:rsidRDefault="00557788" w:rsidP="00557788">
      <w:r>
        <w:t>197.4275</w:t>
      </w:r>
      <w:r>
        <w:tab/>
        <w:t>3.051e0</w:t>
      </w:r>
    </w:p>
    <w:p w:rsidR="00557788" w:rsidRDefault="00557788" w:rsidP="00557788">
      <w:r>
        <w:t>197.4363</w:t>
      </w:r>
      <w:r>
        <w:tab/>
        <w:t>4.051e0</w:t>
      </w:r>
    </w:p>
    <w:p w:rsidR="00557788" w:rsidRDefault="00557788" w:rsidP="00557788">
      <w:r>
        <w:t>197.4542</w:t>
      </w:r>
      <w:r>
        <w:tab/>
        <w:t>4.051e0</w:t>
      </w:r>
    </w:p>
    <w:p w:rsidR="00557788" w:rsidRDefault="00557788" w:rsidP="00557788">
      <w:r>
        <w:t>197.4641</w:t>
      </w:r>
      <w:r>
        <w:tab/>
        <w:t>2.038e0</w:t>
      </w:r>
    </w:p>
    <w:p w:rsidR="00557788" w:rsidRDefault="00557788" w:rsidP="00557788">
      <w:r>
        <w:t>197.4657</w:t>
      </w:r>
      <w:r>
        <w:tab/>
        <w:t>3.038e0</w:t>
      </w:r>
    </w:p>
    <w:p w:rsidR="00557788" w:rsidRDefault="00557788" w:rsidP="00557788">
      <w:r>
        <w:t>197.4696</w:t>
      </w:r>
      <w:r>
        <w:tab/>
        <w:t>2.025e0</w:t>
      </w:r>
    </w:p>
    <w:p w:rsidR="00557788" w:rsidRDefault="00557788" w:rsidP="00557788">
      <w:r>
        <w:t>197.4937</w:t>
      </w:r>
      <w:r>
        <w:tab/>
        <w:t>1.038e0</w:t>
      </w:r>
    </w:p>
    <w:p w:rsidR="00557788" w:rsidRDefault="00557788" w:rsidP="00557788">
      <w:r>
        <w:t>197.4952</w:t>
      </w:r>
      <w:r>
        <w:tab/>
        <w:t>3.371e0</w:t>
      </w:r>
    </w:p>
    <w:p w:rsidR="00557788" w:rsidRDefault="00557788" w:rsidP="00557788">
      <w:r>
        <w:t>197.5001</w:t>
      </w:r>
      <w:r>
        <w:tab/>
        <w:t>3.038e0</w:t>
      </w:r>
    </w:p>
    <w:p w:rsidR="00557788" w:rsidRDefault="00557788" w:rsidP="00557788">
      <w:r>
        <w:t>197.5011</w:t>
      </w:r>
      <w:r>
        <w:tab/>
        <w:t>3.038e0</w:t>
      </w:r>
    </w:p>
    <w:p w:rsidR="00557788" w:rsidRDefault="00557788" w:rsidP="00557788">
      <w:r>
        <w:t>197.5196</w:t>
      </w:r>
      <w:r>
        <w:tab/>
        <w:t>1.013e0</w:t>
      </w:r>
    </w:p>
    <w:p w:rsidR="00557788" w:rsidRDefault="00557788" w:rsidP="00557788">
      <w:r>
        <w:t>197.5648</w:t>
      </w:r>
      <w:r>
        <w:tab/>
        <w:t>2.025e0</w:t>
      </w:r>
    </w:p>
    <w:p w:rsidR="00557788" w:rsidRDefault="00557788" w:rsidP="00557788">
      <w:r>
        <w:t>197.5728</w:t>
      </w:r>
      <w:r>
        <w:tab/>
        <w:t>1.025e0</w:t>
      </w:r>
    </w:p>
    <w:p w:rsidR="00557788" w:rsidRDefault="00557788" w:rsidP="00557788">
      <w:r>
        <w:t>197.5741</w:t>
      </w:r>
      <w:r>
        <w:tab/>
        <w:t>5.063e0</w:t>
      </w:r>
    </w:p>
    <w:p w:rsidR="00557788" w:rsidRDefault="00557788" w:rsidP="00557788">
      <w:r>
        <w:lastRenderedPageBreak/>
        <w:t>197.5763</w:t>
      </w:r>
      <w:r>
        <w:tab/>
        <w:t>2.063e0</w:t>
      </w:r>
    </w:p>
    <w:p w:rsidR="00557788" w:rsidRDefault="00557788" w:rsidP="00557788">
      <w:r>
        <w:t>197.5791</w:t>
      </w:r>
      <w:r>
        <w:tab/>
        <w:t>3.038e0</w:t>
      </w:r>
    </w:p>
    <w:p w:rsidR="00557788" w:rsidRDefault="00557788" w:rsidP="00557788">
      <w:r>
        <w:t>197.5819</w:t>
      </w:r>
      <w:r>
        <w:tab/>
        <w:t>6.076e0</w:t>
      </w:r>
    </w:p>
    <w:p w:rsidR="00557788" w:rsidRDefault="00557788" w:rsidP="00557788">
      <w:r>
        <w:t>197.5835</w:t>
      </w:r>
      <w:r>
        <w:tab/>
        <w:t>4.051e0</w:t>
      </w:r>
    </w:p>
    <w:p w:rsidR="00557788" w:rsidRDefault="00557788" w:rsidP="00557788">
      <w:r>
        <w:t>197.5993</w:t>
      </w:r>
      <w:r>
        <w:tab/>
        <w:t>1.838e0</w:t>
      </w:r>
    </w:p>
    <w:p w:rsidR="00557788" w:rsidRDefault="00557788" w:rsidP="00557788">
      <w:r>
        <w:t>197.6200</w:t>
      </w:r>
      <w:r>
        <w:tab/>
        <w:t>5.063e0</w:t>
      </w:r>
    </w:p>
    <w:p w:rsidR="00557788" w:rsidRDefault="00557788" w:rsidP="00557788">
      <w:r>
        <w:t>197.6250</w:t>
      </w:r>
      <w:r>
        <w:tab/>
        <w:t>1.013e0</w:t>
      </w:r>
    </w:p>
    <w:p w:rsidR="00557788" w:rsidRDefault="00557788" w:rsidP="00557788">
      <w:r>
        <w:t>197.6362</w:t>
      </w:r>
      <w:r>
        <w:tab/>
        <w:t>2.038e0</w:t>
      </w:r>
    </w:p>
    <w:p w:rsidR="00557788" w:rsidRDefault="00557788" w:rsidP="00557788">
      <w:r>
        <w:t>197.6399</w:t>
      </w:r>
      <w:r>
        <w:tab/>
        <w:t>1.013e0</w:t>
      </w:r>
    </w:p>
    <w:p w:rsidR="00557788" w:rsidRDefault="00557788" w:rsidP="00557788">
      <w:r>
        <w:t>197.6436</w:t>
      </w:r>
      <w:r>
        <w:tab/>
        <w:t>1.266e-2</w:t>
      </w:r>
    </w:p>
    <w:p w:rsidR="00557788" w:rsidRDefault="00557788" w:rsidP="00557788">
      <w:r>
        <w:t>197.6473</w:t>
      </w:r>
      <w:r>
        <w:tab/>
        <w:t>2.038e0</w:t>
      </w:r>
    </w:p>
    <w:p w:rsidR="00557788" w:rsidRDefault="00557788" w:rsidP="00557788">
      <w:r>
        <w:t>197.6492</w:t>
      </w:r>
      <w:r>
        <w:tab/>
        <w:t>1.038e0</w:t>
      </w:r>
    </w:p>
    <w:p w:rsidR="00557788" w:rsidRDefault="00557788" w:rsidP="00557788">
      <w:r>
        <w:t>197.6603</w:t>
      </w:r>
      <w:r>
        <w:tab/>
        <w:t>2.025e0</w:t>
      </w:r>
    </w:p>
    <w:p w:rsidR="00557788" w:rsidRDefault="00557788" w:rsidP="00557788">
      <w:r>
        <w:t>197.6659</w:t>
      </w:r>
      <w:r>
        <w:tab/>
        <w:t>1.266e-2</w:t>
      </w:r>
    </w:p>
    <w:p w:rsidR="00557788" w:rsidRDefault="00557788" w:rsidP="00557788">
      <w:r>
        <w:t>197.6677</w:t>
      </w:r>
      <w:r>
        <w:tab/>
        <w:t>2.025e0</w:t>
      </w:r>
    </w:p>
    <w:p w:rsidR="00557788" w:rsidRDefault="00557788" w:rsidP="00557788">
      <w:r>
        <w:t>197.6703</w:t>
      </w:r>
      <w:r>
        <w:tab/>
        <w:t>1.512e0</w:t>
      </w:r>
    </w:p>
    <w:p w:rsidR="00557788" w:rsidRDefault="00557788" w:rsidP="00557788">
      <w:r>
        <w:t>197.6770</w:t>
      </w:r>
      <w:r>
        <w:tab/>
        <w:t>1.013e0</w:t>
      </w:r>
    </w:p>
    <w:p w:rsidR="00557788" w:rsidRDefault="00557788" w:rsidP="00557788">
      <w:r>
        <w:t>197.6918</w:t>
      </w:r>
      <w:r>
        <w:tab/>
        <w:t>2.532e-2</w:t>
      </w:r>
    </w:p>
    <w:p w:rsidR="00557788" w:rsidRDefault="00557788" w:rsidP="00557788">
      <w:r>
        <w:t>197.6974</w:t>
      </w:r>
      <w:r>
        <w:tab/>
        <w:t>2.025e0</w:t>
      </w:r>
    </w:p>
    <w:p w:rsidR="00557788" w:rsidRDefault="00557788" w:rsidP="00557788">
      <w:r>
        <w:lastRenderedPageBreak/>
        <w:t>197.7131</w:t>
      </w:r>
      <w:r>
        <w:tab/>
        <w:t>7.089e0</w:t>
      </w:r>
    </w:p>
    <w:p w:rsidR="00557788" w:rsidRDefault="00557788" w:rsidP="00557788">
      <w:r>
        <w:t>197.7214</w:t>
      </w:r>
      <w:r>
        <w:tab/>
        <w:t>2.025e0</w:t>
      </w:r>
    </w:p>
    <w:p w:rsidR="00557788" w:rsidRDefault="00557788" w:rsidP="00557788">
      <w:r>
        <w:t>197.7377</w:t>
      </w:r>
      <w:r>
        <w:tab/>
        <w:t>1.038e0</w:t>
      </w:r>
    </w:p>
    <w:p w:rsidR="00557788" w:rsidRDefault="00557788" w:rsidP="00557788">
      <w:r>
        <w:t>197.7442</w:t>
      </w:r>
      <w:r>
        <w:tab/>
        <w:t>3.038e0</w:t>
      </w:r>
    </w:p>
    <w:p w:rsidR="00557788" w:rsidRDefault="00557788" w:rsidP="00557788">
      <w:r>
        <w:t>197.7630</w:t>
      </w:r>
      <w:r>
        <w:tab/>
        <w:t>1.266e-2</w:t>
      </w:r>
    </w:p>
    <w:p w:rsidR="00557788" w:rsidRDefault="00557788" w:rsidP="00557788">
      <w:r>
        <w:t>197.7706</w:t>
      </w:r>
      <w:r>
        <w:tab/>
        <w:t>1.013e0</w:t>
      </w:r>
    </w:p>
    <w:p w:rsidR="00557788" w:rsidRDefault="00557788" w:rsidP="00557788">
      <w:r>
        <w:t>197.7782</w:t>
      </w:r>
      <w:r>
        <w:tab/>
        <w:t>1.025e0</w:t>
      </w:r>
    </w:p>
    <w:p w:rsidR="00557788" w:rsidRDefault="00557788" w:rsidP="00557788">
      <w:r>
        <w:t>197.7895</w:t>
      </w:r>
      <w:r>
        <w:tab/>
        <w:t>4.051e0</w:t>
      </w:r>
    </w:p>
    <w:p w:rsidR="00557788" w:rsidRDefault="00557788" w:rsidP="00557788">
      <w:r>
        <w:t>197.7972</w:t>
      </w:r>
      <w:r>
        <w:tab/>
        <w:t>1.013e0</w:t>
      </w:r>
    </w:p>
    <w:p w:rsidR="00557788" w:rsidRDefault="00557788" w:rsidP="00557788">
      <w:r>
        <w:t>197.8017</w:t>
      </w:r>
      <w:r>
        <w:tab/>
        <w:t>4.942e0</w:t>
      </w:r>
    </w:p>
    <w:p w:rsidR="00557788" w:rsidRDefault="00557788" w:rsidP="00557788">
      <w:r>
        <w:t>197.8085</w:t>
      </w:r>
      <w:r>
        <w:tab/>
        <w:t>1.266e-2</w:t>
      </w:r>
    </w:p>
    <w:p w:rsidR="00557788" w:rsidRDefault="00557788" w:rsidP="00557788">
      <w:r>
        <w:t>197.8214</w:t>
      </w:r>
      <w:r>
        <w:tab/>
        <w:t>2.532e-2</w:t>
      </w:r>
    </w:p>
    <w:p w:rsidR="00557788" w:rsidRDefault="00557788" w:rsidP="00557788">
      <w:r>
        <w:t>197.8306</w:t>
      </w:r>
      <w:r>
        <w:tab/>
        <w:t>2.038e0</w:t>
      </w:r>
    </w:p>
    <w:p w:rsidR="00557788" w:rsidRDefault="00557788" w:rsidP="00557788">
      <w:r>
        <w:t>197.8362</w:t>
      </w:r>
      <w:r>
        <w:tab/>
        <w:t>3.038e0</w:t>
      </w:r>
    </w:p>
    <w:p w:rsidR="00557788" w:rsidRDefault="00557788" w:rsidP="00557788">
      <w:r>
        <w:t>197.8380</w:t>
      </w:r>
      <w:r>
        <w:tab/>
        <w:t>1.013e0</w:t>
      </w:r>
    </w:p>
    <w:p w:rsidR="00557788" w:rsidRDefault="00557788" w:rsidP="00557788">
      <w:r>
        <w:t>197.8474</w:t>
      </w:r>
      <w:r>
        <w:tab/>
        <w:t>4.051e0</w:t>
      </w:r>
    </w:p>
    <w:p w:rsidR="00557788" w:rsidRDefault="00557788" w:rsidP="00557788">
      <w:r>
        <w:t>197.8603</w:t>
      </w:r>
      <w:r>
        <w:tab/>
        <w:t>1.266e-2</w:t>
      </w:r>
    </w:p>
    <w:p w:rsidR="00557788" w:rsidRDefault="00557788" w:rsidP="00557788">
      <w:r>
        <w:t>197.8640</w:t>
      </w:r>
      <w:r>
        <w:tab/>
        <w:t>3.063e0</w:t>
      </w:r>
    </w:p>
    <w:p w:rsidR="00557788" w:rsidRDefault="00557788" w:rsidP="00557788">
      <w:r>
        <w:t>197.8789</w:t>
      </w:r>
      <w:r>
        <w:tab/>
        <w:t>2.025e0</w:t>
      </w:r>
    </w:p>
    <w:p w:rsidR="00557788" w:rsidRDefault="00557788" w:rsidP="00557788">
      <w:r>
        <w:lastRenderedPageBreak/>
        <w:t>197.8826</w:t>
      </w:r>
      <w:r>
        <w:tab/>
        <w:t>2.532e-2</w:t>
      </w:r>
    </w:p>
    <w:p w:rsidR="00557788" w:rsidRDefault="00557788" w:rsidP="00557788">
      <w:r>
        <w:t>197.8873</w:t>
      </w:r>
      <w:r>
        <w:tab/>
        <w:t>1.677e0</w:t>
      </w:r>
    </w:p>
    <w:p w:rsidR="00557788" w:rsidRDefault="00557788" w:rsidP="00557788">
      <w:r>
        <w:t>197.8937</w:t>
      </w:r>
      <w:r>
        <w:tab/>
        <w:t>3.797e-2</w:t>
      </w:r>
    </w:p>
    <w:p w:rsidR="00557788" w:rsidRDefault="00557788" w:rsidP="00557788">
      <w:r>
        <w:t>197.9011</w:t>
      </w:r>
      <w:r>
        <w:tab/>
        <w:t>2.025e0</w:t>
      </w:r>
    </w:p>
    <w:p w:rsidR="00557788" w:rsidRDefault="00557788" w:rsidP="00557788">
      <w:r>
        <w:t>197.9067</w:t>
      </w:r>
      <w:r>
        <w:tab/>
        <w:t>4.051e0</w:t>
      </w:r>
    </w:p>
    <w:p w:rsidR="00557788" w:rsidRDefault="00557788" w:rsidP="00557788">
      <w:r>
        <w:t>197.9085</w:t>
      </w:r>
      <w:r>
        <w:tab/>
        <w:t>1.266e-2</w:t>
      </w:r>
    </w:p>
    <w:p w:rsidR="00557788" w:rsidRDefault="00557788" w:rsidP="00557788">
      <w:r>
        <w:t>197.9123</w:t>
      </w:r>
      <w:r>
        <w:tab/>
        <w:t>3.038e0</w:t>
      </w:r>
    </w:p>
    <w:p w:rsidR="00557788" w:rsidRDefault="00557788" w:rsidP="00557788">
      <w:r>
        <w:t>197.9196</w:t>
      </w:r>
      <w:r>
        <w:tab/>
        <w:t>2.532e-2</w:t>
      </w:r>
    </w:p>
    <w:p w:rsidR="00557788" w:rsidRDefault="00557788" w:rsidP="00557788">
      <w:r>
        <w:t>197.9325</w:t>
      </w:r>
      <w:r>
        <w:tab/>
        <w:t>2.025e0</w:t>
      </w:r>
    </w:p>
    <w:p w:rsidR="00557788" w:rsidRDefault="00557788" w:rsidP="00557788">
      <w:r>
        <w:t>197.9344</w:t>
      </w:r>
      <w:r>
        <w:tab/>
        <w:t>1.013e0</w:t>
      </w:r>
    </w:p>
    <w:p w:rsidR="00557788" w:rsidRDefault="00557788" w:rsidP="00557788">
      <w:r>
        <w:t>197.9495</w:t>
      </w:r>
      <w:r>
        <w:tab/>
        <w:t>1.013e0</w:t>
      </w:r>
    </w:p>
    <w:p w:rsidR="00557788" w:rsidRDefault="00557788" w:rsidP="00557788">
      <w:r>
        <w:t>197.9596</w:t>
      </w:r>
      <w:r>
        <w:tab/>
        <w:t>3.063e0</w:t>
      </w:r>
    </w:p>
    <w:p w:rsidR="00557788" w:rsidRDefault="00557788" w:rsidP="00557788">
      <w:r>
        <w:t>197.9613</w:t>
      </w:r>
      <w:r>
        <w:tab/>
        <w:t>2.025e0</w:t>
      </w:r>
    </w:p>
    <w:p w:rsidR="00557788" w:rsidRDefault="00557788" w:rsidP="00557788">
      <w:r>
        <w:t>197.9649</w:t>
      </w:r>
      <w:r>
        <w:tab/>
        <w:t>1.038e0</w:t>
      </w:r>
    </w:p>
    <w:p w:rsidR="00557788" w:rsidRDefault="00557788" w:rsidP="00557788">
      <w:r>
        <w:t>197.9667</w:t>
      </w:r>
      <w:r>
        <w:tab/>
        <w:t>2.119e0</w:t>
      </w:r>
    </w:p>
    <w:p w:rsidR="00557788" w:rsidRDefault="00557788" w:rsidP="00557788">
      <w:r>
        <w:t>197.9875</w:t>
      </w:r>
      <w:r>
        <w:tab/>
        <w:t>1.025e0</w:t>
      </w:r>
    </w:p>
    <w:p w:rsidR="00557788" w:rsidRDefault="00557788" w:rsidP="00557788">
      <w:r>
        <w:t>197.9931</w:t>
      </w:r>
      <w:r>
        <w:tab/>
        <w:t>2.025e0</w:t>
      </w:r>
    </w:p>
    <w:p w:rsidR="00557788" w:rsidRDefault="00557788" w:rsidP="00557788">
      <w:r>
        <w:t>198.0015</w:t>
      </w:r>
      <w:r>
        <w:tab/>
        <w:t>2.063e0</w:t>
      </w:r>
    </w:p>
    <w:p w:rsidR="00557788" w:rsidRDefault="00557788" w:rsidP="00557788">
      <w:r>
        <w:t>198.0054</w:t>
      </w:r>
      <w:r>
        <w:tab/>
        <w:t>6.076e0</w:t>
      </w:r>
    </w:p>
    <w:p w:rsidR="00557788" w:rsidRDefault="00557788" w:rsidP="00557788">
      <w:r>
        <w:lastRenderedPageBreak/>
        <w:t>198.0075</w:t>
      </w:r>
      <w:r>
        <w:tab/>
        <w:t>1.263e0</w:t>
      </w:r>
    </w:p>
    <w:p w:rsidR="00557788" w:rsidRDefault="00557788" w:rsidP="00557788">
      <w:r>
        <w:t>198.0196</w:t>
      </w:r>
      <w:r>
        <w:tab/>
        <w:t>1.319e0</w:t>
      </w:r>
    </w:p>
    <w:p w:rsidR="00557788" w:rsidRDefault="00557788" w:rsidP="00557788">
      <w:r>
        <w:t>198.0215</w:t>
      </w:r>
      <w:r>
        <w:tab/>
        <w:t>2.025e0</w:t>
      </w:r>
    </w:p>
    <w:p w:rsidR="00557788" w:rsidRDefault="00557788" w:rsidP="00557788">
      <w:r>
        <w:t>198.0233</w:t>
      </w:r>
      <w:r>
        <w:tab/>
        <w:t>4.020e0</w:t>
      </w:r>
    </w:p>
    <w:p w:rsidR="00557788" w:rsidRDefault="00557788" w:rsidP="00557788">
      <w:r>
        <w:t>198.0293</w:t>
      </w:r>
      <w:r>
        <w:tab/>
        <w:t>1.897e0</w:t>
      </w:r>
    </w:p>
    <w:p w:rsidR="00557788" w:rsidRDefault="00557788" w:rsidP="00557788">
      <w:r>
        <w:t>198.0361</w:t>
      </w:r>
      <w:r>
        <w:tab/>
        <w:t>1.897e0</w:t>
      </w:r>
    </w:p>
    <w:p w:rsidR="00557788" w:rsidRDefault="00557788" w:rsidP="00557788">
      <w:r>
        <w:t>198.0444</w:t>
      </w:r>
      <w:r>
        <w:tab/>
        <w:t>3.544e0</w:t>
      </w:r>
    </w:p>
    <w:p w:rsidR="00557788" w:rsidRDefault="00557788" w:rsidP="00557788">
      <w:r>
        <w:t>198.0475</w:t>
      </w:r>
      <w:r>
        <w:tab/>
        <w:t>1.711e0</w:t>
      </w:r>
    </w:p>
    <w:p w:rsidR="00557788" w:rsidRDefault="00557788" w:rsidP="00557788">
      <w:r>
        <w:t>198.0603</w:t>
      </w:r>
      <w:r>
        <w:tab/>
        <w:t>7.193e-1</w:t>
      </w:r>
    </w:p>
    <w:p w:rsidR="00557788" w:rsidRDefault="00557788" w:rsidP="00557788">
      <w:r>
        <w:t>198.0669</w:t>
      </w:r>
      <w:r>
        <w:tab/>
        <w:t>7.812e0</w:t>
      </w:r>
    </w:p>
    <w:p w:rsidR="00557788" w:rsidRDefault="00557788" w:rsidP="00557788">
      <w:r>
        <w:t>198.0820</w:t>
      </w:r>
      <w:r>
        <w:tab/>
        <w:t>8.381e0</w:t>
      </w:r>
    </w:p>
    <w:p w:rsidR="00557788" w:rsidRDefault="00557788" w:rsidP="00557788">
      <w:r>
        <w:t>198.0837</w:t>
      </w:r>
      <w:r>
        <w:tab/>
        <w:t>3.270e0</w:t>
      </w:r>
    </w:p>
    <w:p w:rsidR="00557788" w:rsidRDefault="00557788" w:rsidP="00557788">
      <w:r>
        <w:t>198.0888</w:t>
      </w:r>
      <w:r>
        <w:tab/>
        <w:t>3.074e0</w:t>
      </w:r>
    </w:p>
    <w:p w:rsidR="00557788" w:rsidRDefault="00557788" w:rsidP="00557788">
      <w:r>
        <w:t>198.1083</w:t>
      </w:r>
      <w:r>
        <w:tab/>
        <w:t>4.969e0</w:t>
      </w:r>
    </w:p>
    <w:p w:rsidR="00557788" w:rsidRDefault="00557788" w:rsidP="00557788">
      <w:r>
        <w:t>198.1171</w:t>
      </w:r>
      <w:r>
        <w:tab/>
        <w:t>9.603e0</w:t>
      </w:r>
    </w:p>
    <w:p w:rsidR="00557788" w:rsidRDefault="00557788" w:rsidP="00557788">
      <w:r>
        <w:t>198.1232</w:t>
      </w:r>
      <w:r>
        <w:tab/>
        <w:t>4.511e0</w:t>
      </w:r>
    </w:p>
    <w:p w:rsidR="00557788" w:rsidRDefault="00557788" w:rsidP="00557788">
      <w:r>
        <w:t>198.1312</w:t>
      </w:r>
      <w:r>
        <w:tab/>
        <w:t>3.722e0</w:t>
      </w:r>
    </w:p>
    <w:p w:rsidR="00557788" w:rsidRDefault="00557788" w:rsidP="00557788">
      <w:r>
        <w:t>198.1401</w:t>
      </w:r>
      <w:r>
        <w:tab/>
        <w:t>1.201e1</w:t>
      </w:r>
    </w:p>
    <w:p w:rsidR="00557788" w:rsidRDefault="00557788" w:rsidP="00557788">
      <w:r>
        <w:t>198.1497</w:t>
      </w:r>
      <w:r>
        <w:tab/>
        <w:t>1.487e0</w:t>
      </w:r>
    </w:p>
    <w:p w:rsidR="00557788" w:rsidRDefault="00557788" w:rsidP="00557788">
      <w:r>
        <w:lastRenderedPageBreak/>
        <w:t>198.1532</w:t>
      </w:r>
      <w:r>
        <w:tab/>
        <w:t>4.248e0</w:t>
      </w:r>
    </w:p>
    <w:p w:rsidR="00557788" w:rsidRDefault="00557788" w:rsidP="00557788">
      <w:r>
        <w:t>198.1682</w:t>
      </w:r>
      <w:r>
        <w:tab/>
        <w:t>5.829e0</w:t>
      </w:r>
    </w:p>
    <w:p w:rsidR="00557788" w:rsidRDefault="00557788" w:rsidP="00557788">
      <w:r>
        <w:t>198.1835</w:t>
      </w:r>
      <w:r>
        <w:tab/>
        <w:t>2.403e0</w:t>
      </w:r>
    </w:p>
    <w:p w:rsidR="00557788" w:rsidRDefault="00557788" w:rsidP="00557788">
      <w:r>
        <w:t>198.1988</w:t>
      </w:r>
      <w:r>
        <w:tab/>
        <w:t>1.038e0</w:t>
      </w:r>
    </w:p>
    <w:p w:rsidR="00557788" w:rsidRDefault="00557788" w:rsidP="00557788">
      <w:r>
        <w:t>198.2103</w:t>
      </w:r>
      <w:r>
        <w:tab/>
        <w:t>2.532e-2</w:t>
      </w:r>
    </w:p>
    <w:p w:rsidR="00557788" w:rsidRDefault="00557788" w:rsidP="00557788">
      <w:r>
        <w:t>198.2272</w:t>
      </w:r>
      <w:r>
        <w:tab/>
        <w:t>4.051e0</w:t>
      </w:r>
    </w:p>
    <w:p w:rsidR="00557788" w:rsidRDefault="00557788" w:rsidP="00557788">
      <w:r>
        <w:t>198.2450</w:t>
      </w:r>
      <w:r>
        <w:tab/>
        <w:t>4.051e0</w:t>
      </w:r>
    </w:p>
    <w:p w:rsidR="00557788" w:rsidRDefault="00557788" w:rsidP="00557788">
      <w:r>
        <w:t>198.2476</w:t>
      </w:r>
      <w:r>
        <w:tab/>
        <w:t>2.025e0</w:t>
      </w:r>
    </w:p>
    <w:p w:rsidR="00557788" w:rsidRDefault="00557788" w:rsidP="00557788">
      <w:r>
        <w:t>198.2494</w:t>
      </w:r>
      <w:r>
        <w:tab/>
        <w:t>2.025e0</w:t>
      </w:r>
    </w:p>
    <w:p w:rsidR="00557788" w:rsidRDefault="00557788" w:rsidP="00557788">
      <w:r>
        <w:t>198.2513</w:t>
      </w:r>
      <w:r>
        <w:tab/>
        <w:t>2.025e0</w:t>
      </w:r>
    </w:p>
    <w:p w:rsidR="00557788" w:rsidRDefault="00557788" w:rsidP="00557788">
      <w:r>
        <w:t>198.2568</w:t>
      </w:r>
      <w:r>
        <w:tab/>
        <w:t>1.266e-2</w:t>
      </w:r>
    </w:p>
    <w:p w:rsidR="00557788" w:rsidRDefault="00557788" w:rsidP="00557788">
      <w:r>
        <w:t>198.2578</w:t>
      </w:r>
      <w:r>
        <w:tab/>
        <w:t>3.038e0</w:t>
      </w:r>
    </w:p>
    <w:p w:rsidR="00557788" w:rsidRDefault="00557788" w:rsidP="00557788">
      <w:r>
        <w:t>198.2791</w:t>
      </w:r>
      <w:r>
        <w:tab/>
        <w:t>1.013e0</w:t>
      </w:r>
    </w:p>
    <w:p w:rsidR="00557788" w:rsidRDefault="00557788" w:rsidP="00557788">
      <w:r>
        <w:t>198.2903</w:t>
      </w:r>
      <w:r>
        <w:tab/>
        <w:t>1.013e0</w:t>
      </w:r>
    </w:p>
    <w:p w:rsidR="00557788" w:rsidRDefault="00557788" w:rsidP="00557788">
      <w:r>
        <w:t>198.2977</w:t>
      </w:r>
      <w:r>
        <w:tab/>
        <w:t>4.076e0</w:t>
      </w:r>
    </w:p>
    <w:p w:rsidR="00557788" w:rsidRDefault="00557788" w:rsidP="00557788">
      <w:r>
        <w:t>198.2996</w:t>
      </w:r>
      <w:r>
        <w:tab/>
        <w:t>2.025e0</w:t>
      </w:r>
    </w:p>
    <w:p w:rsidR="00557788" w:rsidRDefault="00557788" w:rsidP="00557788">
      <w:r>
        <w:t>198.3227</w:t>
      </w:r>
      <w:r>
        <w:tab/>
        <w:t>3.038e0</w:t>
      </w:r>
    </w:p>
    <w:p w:rsidR="00557788" w:rsidRDefault="00557788" w:rsidP="00557788">
      <w:r>
        <w:t>198.3308</w:t>
      </w:r>
      <w:r>
        <w:tab/>
        <w:t>3.051e0</w:t>
      </w:r>
    </w:p>
    <w:p w:rsidR="00557788" w:rsidRDefault="00557788" w:rsidP="00557788">
      <w:r>
        <w:t>198.3347</w:t>
      </w:r>
      <w:r>
        <w:tab/>
        <w:t>1.266e-2</w:t>
      </w:r>
    </w:p>
    <w:p w:rsidR="00557788" w:rsidRDefault="00557788" w:rsidP="00557788">
      <w:r>
        <w:lastRenderedPageBreak/>
        <w:t>198.3366</w:t>
      </w:r>
      <w:r>
        <w:tab/>
        <w:t>4.051e0</w:t>
      </w:r>
    </w:p>
    <w:p w:rsidR="00557788" w:rsidRDefault="00557788" w:rsidP="00557788">
      <w:r>
        <w:t>198.3443</w:t>
      </w:r>
      <w:r>
        <w:tab/>
        <w:t>2.025e0</w:t>
      </w:r>
    </w:p>
    <w:p w:rsidR="00557788" w:rsidRDefault="00557788" w:rsidP="00557788">
      <w:r>
        <w:t>198.3480</w:t>
      </w:r>
      <w:r>
        <w:tab/>
        <w:t>2.532e-2</w:t>
      </w:r>
    </w:p>
    <w:p w:rsidR="00557788" w:rsidRDefault="00557788" w:rsidP="00557788">
      <w:r>
        <w:t>198.3639</w:t>
      </w:r>
      <w:r>
        <w:tab/>
        <w:t>3.016e0</w:t>
      </w:r>
    </w:p>
    <w:p w:rsidR="00557788" w:rsidRDefault="00557788" w:rsidP="00557788">
      <w:r>
        <w:t>198.3649</w:t>
      </w:r>
      <w:r>
        <w:tab/>
        <w:t>1.013e0</w:t>
      </w:r>
    </w:p>
    <w:p w:rsidR="00557788" w:rsidRDefault="00557788" w:rsidP="00557788">
      <w:r>
        <w:t>198.3688</w:t>
      </w:r>
      <w:r>
        <w:tab/>
        <w:t>2.038e0</w:t>
      </w:r>
    </w:p>
    <w:p w:rsidR="00557788" w:rsidRDefault="00557788" w:rsidP="00557788">
      <w:r>
        <w:t>198.3802</w:t>
      </w:r>
      <w:r>
        <w:tab/>
        <w:t>1.013e0</w:t>
      </w:r>
    </w:p>
    <w:p w:rsidR="00557788" w:rsidRDefault="00557788" w:rsidP="00557788">
      <w:r>
        <w:t>198.3897</w:t>
      </w:r>
      <w:r>
        <w:tab/>
        <w:t>2.025e0</w:t>
      </w:r>
    </w:p>
    <w:p w:rsidR="00557788" w:rsidRDefault="00557788" w:rsidP="00557788">
      <w:r>
        <w:t>198.3916</w:t>
      </w:r>
      <w:r>
        <w:tab/>
        <w:t>1.266e-2</w:t>
      </w:r>
    </w:p>
    <w:p w:rsidR="00557788" w:rsidRDefault="00557788" w:rsidP="00557788">
      <w:r>
        <w:t>198.3954</w:t>
      </w:r>
      <w:r>
        <w:tab/>
        <w:t>5.063e0</w:t>
      </w:r>
    </w:p>
    <w:p w:rsidR="00557788" w:rsidRDefault="00557788" w:rsidP="00557788">
      <w:r>
        <w:t>198.4010</w:t>
      </w:r>
      <w:r>
        <w:tab/>
        <w:t>2.025e0</w:t>
      </w:r>
    </w:p>
    <w:p w:rsidR="00557788" w:rsidRDefault="00557788" w:rsidP="00557788">
      <w:r>
        <w:t>198.4068</w:t>
      </w:r>
      <w:r>
        <w:tab/>
        <w:t>2.025e0</w:t>
      </w:r>
    </w:p>
    <w:p w:rsidR="00557788" w:rsidRDefault="00557788" w:rsidP="00557788">
      <w:r>
        <w:t>198.4256</w:t>
      </w:r>
      <w:r>
        <w:tab/>
        <w:t>3.038e0</w:t>
      </w:r>
    </w:p>
    <w:p w:rsidR="00557788" w:rsidRDefault="00557788" w:rsidP="00557788">
      <w:r>
        <w:t>198.4274</w:t>
      </w:r>
      <w:r>
        <w:tab/>
        <w:t>2.025e0</w:t>
      </w:r>
    </w:p>
    <w:p w:rsidR="00557788" w:rsidRDefault="00557788" w:rsidP="00557788">
      <w:r>
        <w:t>198.4367</w:t>
      </w:r>
      <w:r>
        <w:tab/>
        <w:t>2.532e-2</w:t>
      </w:r>
    </w:p>
    <w:p w:rsidR="00557788" w:rsidRDefault="00557788" w:rsidP="00557788">
      <w:r>
        <w:t>198.4389</w:t>
      </w:r>
      <w:r>
        <w:tab/>
        <w:t>3.089e0</w:t>
      </w:r>
    </w:p>
    <w:p w:rsidR="00557788" w:rsidRDefault="00557788" w:rsidP="00557788">
      <w:r>
        <w:t>198.4478</w:t>
      </w:r>
      <w:r>
        <w:tab/>
        <w:t>2.025e0</w:t>
      </w:r>
    </w:p>
    <w:p w:rsidR="00557788" w:rsidRDefault="00557788" w:rsidP="00557788">
      <w:r>
        <w:t>198.4562</w:t>
      </w:r>
      <w:r>
        <w:tab/>
        <w:t>2.038e0</w:t>
      </w:r>
    </w:p>
    <w:p w:rsidR="00557788" w:rsidRDefault="00557788" w:rsidP="00557788">
      <w:r>
        <w:t>198.4608</w:t>
      </w:r>
      <w:r>
        <w:tab/>
        <w:t>2.025e0</w:t>
      </w:r>
    </w:p>
    <w:p w:rsidR="00557788" w:rsidRDefault="00557788" w:rsidP="00557788">
      <w:r>
        <w:lastRenderedPageBreak/>
        <w:t>198.4757</w:t>
      </w:r>
      <w:r>
        <w:tab/>
        <w:t>2.532e-2</w:t>
      </w:r>
    </w:p>
    <w:p w:rsidR="00557788" w:rsidRDefault="00557788" w:rsidP="00557788">
      <w:r>
        <w:t>198.4812</w:t>
      </w:r>
      <w:r>
        <w:tab/>
        <w:t>1.266e-2</w:t>
      </w:r>
    </w:p>
    <w:p w:rsidR="00557788" w:rsidRDefault="00557788" w:rsidP="00557788">
      <w:r>
        <w:t>198.4942</w:t>
      </w:r>
      <w:r>
        <w:tab/>
        <w:t>2.025e0</w:t>
      </w:r>
    </w:p>
    <w:p w:rsidR="00557788" w:rsidRDefault="00557788" w:rsidP="00557788">
      <w:r>
        <w:t>198.4998</w:t>
      </w:r>
      <w:r>
        <w:tab/>
        <w:t>1.013e0</w:t>
      </w:r>
    </w:p>
    <w:p w:rsidR="00557788" w:rsidRDefault="00557788" w:rsidP="00557788">
      <w:r>
        <w:t>198.5053</w:t>
      </w:r>
      <w:r>
        <w:tab/>
        <w:t>2.025e0</w:t>
      </w:r>
    </w:p>
    <w:p w:rsidR="00557788" w:rsidRDefault="00557788" w:rsidP="00557788">
      <w:r>
        <w:t>198.5110</w:t>
      </w:r>
      <w:r>
        <w:tab/>
        <w:t>1.025e0</w:t>
      </w:r>
    </w:p>
    <w:p w:rsidR="00557788" w:rsidRDefault="00557788" w:rsidP="00557788">
      <w:r>
        <w:t>198.5128</w:t>
      </w:r>
      <w:r>
        <w:tab/>
        <w:t>2.025e0</w:t>
      </w:r>
    </w:p>
    <w:p w:rsidR="00557788" w:rsidRDefault="00557788" w:rsidP="00557788">
      <w:r>
        <w:t>198.5165</w:t>
      </w:r>
      <w:r>
        <w:tab/>
        <w:t>2.025e0</w:t>
      </w:r>
    </w:p>
    <w:p w:rsidR="00557788" w:rsidRDefault="00557788" w:rsidP="00557788">
      <w:r>
        <w:t>198.5184</w:t>
      </w:r>
      <w:r>
        <w:tab/>
        <w:t>1.013e0</w:t>
      </w:r>
    </w:p>
    <w:p w:rsidR="00557788" w:rsidRDefault="00557788" w:rsidP="00557788">
      <w:r>
        <w:t>198.5233</w:t>
      </w:r>
      <w:r>
        <w:tab/>
        <w:t>2.038e0</w:t>
      </w:r>
    </w:p>
    <w:p w:rsidR="00557788" w:rsidRDefault="00557788" w:rsidP="00557788">
      <w:r>
        <w:t>198.5520</w:t>
      </w:r>
      <w:r>
        <w:tab/>
        <w:t>9.573e-1</w:t>
      </w:r>
    </w:p>
    <w:p w:rsidR="00557788" w:rsidRDefault="00557788" w:rsidP="00557788">
      <w:r>
        <w:t>198.5548</w:t>
      </w:r>
      <w:r>
        <w:tab/>
        <w:t>1.038e0</w:t>
      </w:r>
    </w:p>
    <w:p w:rsidR="00557788" w:rsidRDefault="00557788" w:rsidP="00557788">
      <w:r>
        <w:t>198.5634</w:t>
      </w:r>
      <w:r>
        <w:tab/>
        <w:t>1.266e-2</w:t>
      </w:r>
    </w:p>
    <w:p w:rsidR="00557788" w:rsidRDefault="00557788" w:rsidP="00557788">
      <w:r>
        <w:t>198.5716</w:t>
      </w:r>
      <w:r>
        <w:tab/>
        <w:t>6.076e0</w:t>
      </w:r>
    </w:p>
    <w:p w:rsidR="00557788" w:rsidRDefault="00557788" w:rsidP="00557788">
      <w:r>
        <w:t>198.5749</w:t>
      </w:r>
      <w:r>
        <w:tab/>
        <w:t>5.063e0</w:t>
      </w:r>
    </w:p>
    <w:p w:rsidR="00557788" w:rsidRDefault="00557788" w:rsidP="00557788">
      <w:r>
        <w:t>198.5841</w:t>
      </w:r>
      <w:r>
        <w:tab/>
        <w:t>1.038e0</w:t>
      </w:r>
    </w:p>
    <w:p w:rsidR="00557788" w:rsidRDefault="00557788" w:rsidP="00557788">
      <w:r>
        <w:t>198.5863</w:t>
      </w:r>
      <w:r>
        <w:tab/>
        <w:t>1.266e-2</w:t>
      </w:r>
    </w:p>
    <w:p w:rsidR="00557788" w:rsidRDefault="00557788" w:rsidP="00557788">
      <w:r>
        <w:t>198.5881</w:t>
      </w:r>
      <w:r>
        <w:tab/>
        <w:t>2.025e0</w:t>
      </w:r>
    </w:p>
    <w:p w:rsidR="00557788" w:rsidRDefault="00557788" w:rsidP="00557788">
      <w:r>
        <w:t>198.5940</w:t>
      </w:r>
      <w:r>
        <w:tab/>
        <w:t>1.013e0</w:t>
      </w:r>
    </w:p>
    <w:p w:rsidR="00557788" w:rsidRDefault="00557788" w:rsidP="00557788">
      <w:r>
        <w:lastRenderedPageBreak/>
        <w:t>198.6166</w:t>
      </w:r>
      <w:r>
        <w:tab/>
        <w:t>1.013e0</w:t>
      </w:r>
    </w:p>
    <w:p w:rsidR="00557788" w:rsidRDefault="00557788" w:rsidP="00557788">
      <w:r>
        <w:t>198.6314</w:t>
      </w:r>
      <w:r>
        <w:tab/>
        <w:t>3.038e0</w:t>
      </w:r>
    </w:p>
    <w:p w:rsidR="00557788" w:rsidRDefault="00557788" w:rsidP="00557788">
      <w:r>
        <w:t>198.6425</w:t>
      </w:r>
      <w:r>
        <w:tab/>
        <w:t>1.025e0</w:t>
      </w:r>
    </w:p>
    <w:p w:rsidR="00557788" w:rsidRDefault="00557788" w:rsidP="00557788">
      <w:r>
        <w:t>198.6444</w:t>
      </w:r>
      <w:r>
        <w:tab/>
        <w:t>2.532e-2</w:t>
      </w:r>
    </w:p>
    <w:p w:rsidR="00557788" w:rsidRDefault="00557788" w:rsidP="00557788">
      <w:r>
        <w:t>198.6463</w:t>
      </w:r>
      <w:r>
        <w:tab/>
        <w:t>1.025e0</w:t>
      </w:r>
    </w:p>
    <w:p w:rsidR="00557788" w:rsidRDefault="00557788" w:rsidP="00557788">
      <w:r>
        <w:t>198.6582</w:t>
      </w:r>
      <w:r>
        <w:tab/>
        <w:t>2.038e0</w:t>
      </w:r>
    </w:p>
    <w:p w:rsidR="00557788" w:rsidRDefault="00557788" w:rsidP="00557788">
      <w:r>
        <w:t>198.6834</w:t>
      </w:r>
      <w:r>
        <w:tab/>
        <w:t>3.797e-2</w:t>
      </w:r>
    </w:p>
    <w:p w:rsidR="00557788" w:rsidRDefault="00557788" w:rsidP="00557788">
      <w:r>
        <w:t>198.6969</w:t>
      </w:r>
      <w:r>
        <w:tab/>
        <w:t>3.063e0</w:t>
      </w:r>
    </w:p>
    <w:p w:rsidR="00557788" w:rsidRDefault="00557788" w:rsidP="00557788">
      <w:r>
        <w:t>198.7020</w:t>
      </w:r>
      <w:r>
        <w:tab/>
        <w:t>2.051e0</w:t>
      </w:r>
    </w:p>
    <w:p w:rsidR="00557788" w:rsidRDefault="00557788" w:rsidP="00557788">
      <w:r>
        <w:t>198.7057</w:t>
      </w:r>
      <w:r>
        <w:tab/>
        <w:t>1.013e0</w:t>
      </w:r>
    </w:p>
    <w:p w:rsidR="00557788" w:rsidRDefault="00557788" w:rsidP="00557788">
      <w:r>
        <w:t>198.7084</w:t>
      </w:r>
      <w:r>
        <w:tab/>
        <w:t>3.038e0</w:t>
      </w:r>
    </w:p>
    <w:p w:rsidR="00557788" w:rsidRDefault="00557788" w:rsidP="00557788">
      <w:r>
        <w:t>198.7184</w:t>
      </w:r>
      <w:r>
        <w:tab/>
        <w:t>3.038e0</w:t>
      </w:r>
    </w:p>
    <w:p w:rsidR="00557788" w:rsidRDefault="00557788" w:rsidP="00557788">
      <w:r>
        <w:t>198.7506</w:t>
      </w:r>
      <w:r>
        <w:tab/>
        <w:t>1.013e0</w:t>
      </w:r>
    </w:p>
    <w:p w:rsidR="00557788" w:rsidRDefault="00557788" w:rsidP="00557788">
      <w:r>
        <w:t>198.7534</w:t>
      </w:r>
      <w:r>
        <w:tab/>
        <w:t>1.038e0</w:t>
      </w:r>
    </w:p>
    <w:p w:rsidR="00557788" w:rsidRDefault="00557788" w:rsidP="00557788">
      <w:r>
        <w:t>198.7602</w:t>
      </w:r>
      <w:r>
        <w:tab/>
        <w:t>2.025e0</w:t>
      </w:r>
    </w:p>
    <w:p w:rsidR="00557788" w:rsidRDefault="00557788" w:rsidP="00557788">
      <w:r>
        <w:t>198.7678</w:t>
      </w:r>
      <w:r>
        <w:tab/>
        <w:t>2.025e0</w:t>
      </w:r>
    </w:p>
    <w:p w:rsidR="00557788" w:rsidRDefault="00557788" w:rsidP="00557788">
      <w:r>
        <w:t>198.7773</w:t>
      </w:r>
      <w:r>
        <w:tab/>
        <w:t>3.046e0</w:t>
      </w:r>
    </w:p>
    <w:p w:rsidR="00557788" w:rsidRDefault="00557788" w:rsidP="00557788">
      <w:r>
        <w:t>198.7811</w:t>
      </w:r>
      <w:r>
        <w:tab/>
        <w:t>1.013e0</w:t>
      </w:r>
    </w:p>
    <w:p w:rsidR="00557788" w:rsidRDefault="00557788" w:rsidP="00557788">
      <w:r>
        <w:t>198.7850</w:t>
      </w:r>
      <w:r>
        <w:tab/>
        <w:t>1.266e-2</w:t>
      </w:r>
    </w:p>
    <w:p w:rsidR="00557788" w:rsidRDefault="00557788" w:rsidP="00557788">
      <w:r>
        <w:lastRenderedPageBreak/>
        <w:t>198.8059</w:t>
      </w:r>
      <w:r>
        <w:tab/>
        <w:t>5.063e0</w:t>
      </w:r>
    </w:p>
    <w:p w:rsidR="00557788" w:rsidRDefault="00557788" w:rsidP="00557788">
      <w:r>
        <w:t>198.8121</w:t>
      </w:r>
      <w:r>
        <w:tab/>
        <w:t>2.038e0</w:t>
      </w:r>
    </w:p>
    <w:p w:rsidR="00557788" w:rsidRDefault="00557788" w:rsidP="00557788">
      <w:r>
        <w:t>198.8177</w:t>
      </w:r>
      <w:r>
        <w:tab/>
        <w:t>5.063e0</w:t>
      </w:r>
    </w:p>
    <w:p w:rsidR="00557788" w:rsidRDefault="00557788" w:rsidP="00557788">
      <w:r>
        <w:t>198.8373</w:t>
      </w:r>
      <w:r>
        <w:tab/>
        <w:t>2.025e0</w:t>
      </w:r>
    </w:p>
    <w:p w:rsidR="00557788" w:rsidRDefault="00557788" w:rsidP="00557788">
      <w:r>
        <w:t>198.8429</w:t>
      </w:r>
      <w:r>
        <w:tab/>
        <w:t>2.025e0</w:t>
      </w:r>
    </w:p>
    <w:p w:rsidR="00557788" w:rsidRDefault="00557788" w:rsidP="00557788">
      <w:r>
        <w:t>198.8485</w:t>
      </w:r>
      <w:r>
        <w:tab/>
        <w:t>1.013e0</w:t>
      </w:r>
    </w:p>
    <w:p w:rsidR="00557788" w:rsidRDefault="00557788" w:rsidP="00557788">
      <w:r>
        <w:t>198.8584</w:t>
      </w:r>
      <w:r>
        <w:tab/>
        <w:t>1.038e0</w:t>
      </w:r>
    </w:p>
    <w:p w:rsidR="00557788" w:rsidRDefault="00557788" w:rsidP="00557788">
      <w:r>
        <w:t>198.8634</w:t>
      </w:r>
      <w:r>
        <w:tab/>
        <w:t>1.013e0</w:t>
      </w:r>
    </w:p>
    <w:p w:rsidR="00557788" w:rsidRDefault="00557788" w:rsidP="00557788">
      <w:r>
        <w:t>198.8708</w:t>
      </w:r>
      <w:r>
        <w:tab/>
        <w:t>1.025e0</w:t>
      </w:r>
    </w:p>
    <w:p w:rsidR="00557788" w:rsidRDefault="00557788" w:rsidP="00557788">
      <w:r>
        <w:t>198.8820</w:t>
      </w:r>
      <w:r>
        <w:tab/>
        <w:t>1.266e-2</w:t>
      </w:r>
    </w:p>
    <w:p w:rsidR="00557788" w:rsidRDefault="00557788" w:rsidP="00557788">
      <w:r>
        <w:t>198.9088</w:t>
      </w:r>
      <w:r>
        <w:tab/>
        <w:t>4.076e0</w:t>
      </w:r>
    </w:p>
    <w:p w:rsidR="00557788" w:rsidRDefault="00557788" w:rsidP="00557788">
      <w:r>
        <w:t>198.9149</w:t>
      </w:r>
      <w:r>
        <w:tab/>
        <w:t>5.076e0</w:t>
      </w:r>
    </w:p>
    <w:p w:rsidR="00557788" w:rsidRDefault="00557788" w:rsidP="00557788">
      <w:r>
        <w:t>198.9264</w:t>
      </w:r>
      <w:r>
        <w:tab/>
        <w:t>2.025e0</w:t>
      </w:r>
    </w:p>
    <w:p w:rsidR="00557788" w:rsidRDefault="00557788" w:rsidP="00557788">
      <w:r>
        <w:t>198.9302</w:t>
      </w:r>
      <w:r>
        <w:tab/>
        <w:t>1.013e0</w:t>
      </w:r>
    </w:p>
    <w:p w:rsidR="00557788" w:rsidRDefault="00557788" w:rsidP="00557788">
      <w:r>
        <w:t>198.9418</w:t>
      </w:r>
      <w:r>
        <w:tab/>
        <w:t>2.025e0</w:t>
      </w:r>
    </w:p>
    <w:p w:rsidR="00557788" w:rsidRDefault="00557788" w:rsidP="00557788">
      <w:r>
        <w:t>198.9532</w:t>
      </w:r>
      <w:r>
        <w:tab/>
        <w:t>1.025e0</w:t>
      </w:r>
    </w:p>
    <w:p w:rsidR="00557788" w:rsidRDefault="00557788" w:rsidP="00557788">
      <w:r>
        <w:t>198.9761</w:t>
      </w:r>
      <w:r>
        <w:tab/>
        <w:t>2.025e0</w:t>
      </w:r>
    </w:p>
    <w:p w:rsidR="00557788" w:rsidRDefault="00557788" w:rsidP="00557788">
      <w:r>
        <w:t>198.9799</w:t>
      </w:r>
      <w:r>
        <w:tab/>
        <w:t>1.013e0</w:t>
      </w:r>
    </w:p>
    <w:p w:rsidR="00557788" w:rsidRDefault="00557788" w:rsidP="00557788">
      <w:r>
        <w:t>198.9816</w:t>
      </w:r>
      <w:r>
        <w:tab/>
        <w:t>4.051e0</w:t>
      </w:r>
    </w:p>
    <w:p w:rsidR="00557788" w:rsidRDefault="00557788" w:rsidP="00557788">
      <w:r>
        <w:lastRenderedPageBreak/>
        <w:t>198.9876</w:t>
      </w:r>
      <w:r>
        <w:tab/>
        <w:t>2.532e-2</w:t>
      </w:r>
    </w:p>
    <w:p w:rsidR="00557788" w:rsidRDefault="00557788" w:rsidP="00557788">
      <w:r>
        <w:t>198.9996</w:t>
      </w:r>
      <w:r>
        <w:tab/>
        <w:t>7.089e0</w:t>
      </w:r>
    </w:p>
    <w:p w:rsidR="00557788" w:rsidRDefault="00557788" w:rsidP="00557788">
      <w:r>
        <w:t>199.0887</w:t>
      </w:r>
      <w:r>
        <w:tab/>
        <w:t>1.904e0</w:t>
      </w:r>
    </w:p>
    <w:p w:rsidR="00557788" w:rsidRDefault="00557788" w:rsidP="00557788">
      <w:r>
        <w:t>199.0928</w:t>
      </w:r>
      <w:r>
        <w:tab/>
        <w:t>2.023e0</w:t>
      </w:r>
    </w:p>
    <w:p w:rsidR="00557788" w:rsidRDefault="00557788" w:rsidP="00557788">
      <w:r>
        <w:t>199.0962</w:t>
      </w:r>
      <w:r>
        <w:tab/>
        <w:t>5.211e-1</w:t>
      </w:r>
    </w:p>
    <w:p w:rsidR="00557788" w:rsidRDefault="00557788" w:rsidP="00557788">
      <w:r>
        <w:t>199.1069</w:t>
      </w:r>
      <w:r>
        <w:tab/>
        <w:t>3.282e0</w:t>
      </w:r>
    </w:p>
    <w:p w:rsidR="00557788" w:rsidRDefault="00557788" w:rsidP="00557788">
      <w:r>
        <w:t>199.1105</w:t>
      </w:r>
      <w:r>
        <w:tab/>
        <w:t>8.907e0</w:t>
      </w:r>
    </w:p>
    <w:p w:rsidR="00557788" w:rsidRDefault="00557788" w:rsidP="00557788">
      <w:r>
        <w:t>199.1137</w:t>
      </w:r>
      <w:r>
        <w:tab/>
        <w:t>4.730e0</w:t>
      </w:r>
    </w:p>
    <w:p w:rsidR="00557788" w:rsidRDefault="00557788" w:rsidP="00557788">
      <w:r>
        <w:t>199.1216</w:t>
      </w:r>
      <w:r>
        <w:tab/>
        <w:t>2.238e0</w:t>
      </w:r>
    </w:p>
    <w:p w:rsidR="00557788" w:rsidRDefault="00557788" w:rsidP="00557788">
      <w:r>
        <w:t>199.1242</w:t>
      </w:r>
      <w:r>
        <w:tab/>
        <w:t>2.750e0</w:t>
      </w:r>
    </w:p>
    <w:p w:rsidR="00557788" w:rsidRDefault="00557788" w:rsidP="00557788">
      <w:r>
        <w:t>199.1322</w:t>
      </w:r>
      <w:r>
        <w:tab/>
        <w:t>3.261e0</w:t>
      </w:r>
    </w:p>
    <w:p w:rsidR="00557788" w:rsidRDefault="00557788" w:rsidP="00557788">
      <w:r>
        <w:t>199.1441</w:t>
      </w:r>
      <w:r>
        <w:tab/>
        <w:t>1.182e1</w:t>
      </w:r>
    </w:p>
    <w:p w:rsidR="00557788" w:rsidRDefault="00557788" w:rsidP="00557788">
      <w:r>
        <w:t>199.1576</w:t>
      </w:r>
      <w:r>
        <w:tab/>
        <w:t>2.183e0</w:t>
      </w:r>
    </w:p>
    <w:p w:rsidR="00557788" w:rsidRDefault="00557788" w:rsidP="00557788">
      <w:r>
        <w:t>199.1691</w:t>
      </w:r>
      <w:r>
        <w:tab/>
        <w:t>7.115e0</w:t>
      </w:r>
    </w:p>
    <w:p w:rsidR="00557788" w:rsidRDefault="00557788" w:rsidP="00557788">
      <w:r>
        <w:t>199.2030</w:t>
      </w:r>
      <w:r>
        <w:tab/>
        <w:t>2.025e0</w:t>
      </w:r>
    </w:p>
    <w:p w:rsidR="00557788" w:rsidRDefault="00557788" w:rsidP="00557788">
      <w:r>
        <w:t>199.2142</w:t>
      </w:r>
      <w:r>
        <w:tab/>
        <w:t>2.025e0</w:t>
      </w:r>
    </w:p>
    <w:p w:rsidR="00557788" w:rsidRDefault="00557788" w:rsidP="00557788">
      <w:r>
        <w:t>199.2196</w:t>
      </w:r>
      <w:r>
        <w:tab/>
        <w:t>7.793e0</w:t>
      </w:r>
    </w:p>
    <w:p w:rsidR="00557788" w:rsidRDefault="00557788" w:rsidP="00557788">
      <w:r>
        <w:t>199.2255</w:t>
      </w:r>
      <w:r>
        <w:tab/>
        <w:t>1.038e0</w:t>
      </w:r>
    </w:p>
    <w:p w:rsidR="00557788" w:rsidRDefault="00557788" w:rsidP="00557788">
      <w:r>
        <w:t>199.2363</w:t>
      </w:r>
      <w:r>
        <w:tab/>
        <w:t>3.038e0</w:t>
      </w:r>
    </w:p>
    <w:p w:rsidR="00557788" w:rsidRDefault="00557788" w:rsidP="00557788">
      <w:r>
        <w:lastRenderedPageBreak/>
        <w:t>199.2457</w:t>
      </w:r>
      <w:r>
        <w:tab/>
        <w:t>1.266e-2</w:t>
      </w:r>
    </w:p>
    <w:p w:rsidR="00557788" w:rsidRDefault="00557788" w:rsidP="00557788">
      <w:r>
        <w:t>199.2532</w:t>
      </w:r>
      <w:r>
        <w:tab/>
        <w:t>1.025e0</w:t>
      </w:r>
    </w:p>
    <w:p w:rsidR="00557788" w:rsidRDefault="00557788" w:rsidP="00557788">
      <w:r>
        <w:t>199.2705</w:t>
      </w:r>
      <w:r>
        <w:tab/>
        <w:t>5.813e0</w:t>
      </w:r>
    </w:p>
    <w:p w:rsidR="00557788" w:rsidRDefault="00557788" w:rsidP="00557788">
      <w:r>
        <w:t>199.2793</w:t>
      </w:r>
      <w:r>
        <w:tab/>
        <w:t>5.063e-2</w:t>
      </w:r>
    </w:p>
    <w:p w:rsidR="00557788" w:rsidRDefault="00557788" w:rsidP="00557788">
      <w:r>
        <w:t>199.2866</w:t>
      </w:r>
      <w:r>
        <w:tab/>
        <w:t>2.532e-2</w:t>
      </w:r>
    </w:p>
    <w:p w:rsidR="00557788" w:rsidRDefault="00557788" w:rsidP="00557788">
      <w:r>
        <w:t>199.2884</w:t>
      </w:r>
      <w:r>
        <w:tab/>
        <w:t>2.025e0</w:t>
      </w:r>
    </w:p>
    <w:p w:rsidR="00557788" w:rsidRDefault="00557788" w:rsidP="00557788">
      <w:r>
        <w:t>199.2960</w:t>
      </w:r>
      <w:r>
        <w:tab/>
        <w:t>2.025e0</w:t>
      </w:r>
    </w:p>
    <w:p w:rsidR="00557788" w:rsidRDefault="00557788" w:rsidP="00557788">
      <w:r>
        <w:t>199.2973</w:t>
      </w:r>
      <w:r>
        <w:tab/>
        <w:t>5.326e0</w:t>
      </w:r>
    </w:p>
    <w:p w:rsidR="00557788" w:rsidRDefault="00557788" w:rsidP="00557788">
      <w:r>
        <w:t>199.3049</w:t>
      </w:r>
      <w:r>
        <w:tab/>
        <w:t>3.038e0</w:t>
      </w:r>
    </w:p>
    <w:p w:rsidR="00557788" w:rsidRDefault="00557788" w:rsidP="00557788">
      <w:r>
        <w:t>199.3196</w:t>
      </w:r>
      <w:r>
        <w:tab/>
        <w:t>3.038e0</w:t>
      </w:r>
    </w:p>
    <w:p w:rsidR="00557788" w:rsidRDefault="00557788" w:rsidP="00557788">
      <w:r>
        <w:t>199.3248</w:t>
      </w:r>
      <w:r>
        <w:tab/>
        <w:t>2.025e0</w:t>
      </w:r>
    </w:p>
    <w:p w:rsidR="00557788" w:rsidRDefault="00557788" w:rsidP="00557788">
      <w:r>
        <w:t>199.3273</w:t>
      </w:r>
      <w:r>
        <w:tab/>
        <w:t>3.038e0</w:t>
      </w:r>
    </w:p>
    <w:p w:rsidR="00557788" w:rsidRDefault="00557788" w:rsidP="00557788">
      <w:r>
        <w:t>199.3302</w:t>
      </w:r>
      <w:r>
        <w:tab/>
        <w:t>1.063e0</w:t>
      </w:r>
    </w:p>
    <w:p w:rsidR="00557788" w:rsidRDefault="00557788" w:rsidP="00557788">
      <w:r>
        <w:t>199.3321</w:t>
      </w:r>
      <w:r>
        <w:tab/>
        <w:t>1.266e-2</w:t>
      </w:r>
    </w:p>
    <w:p w:rsidR="00557788" w:rsidRDefault="00557788" w:rsidP="00557788">
      <w:r>
        <w:t>199.3591</w:t>
      </w:r>
      <w:r>
        <w:tab/>
        <w:t>5.063e0</w:t>
      </w:r>
    </w:p>
    <w:p w:rsidR="00557788" w:rsidRDefault="00557788" w:rsidP="00557788">
      <w:r>
        <w:t>199.3755</w:t>
      </w:r>
      <w:r>
        <w:tab/>
        <w:t>3.038e0</w:t>
      </w:r>
    </w:p>
    <w:p w:rsidR="00557788" w:rsidRDefault="00557788" w:rsidP="00557788">
      <w:r>
        <w:t>199.3794</w:t>
      </w:r>
      <w:r>
        <w:tab/>
        <w:t>2.025e0</w:t>
      </w:r>
    </w:p>
    <w:p w:rsidR="00557788" w:rsidRDefault="00557788" w:rsidP="00557788">
      <w:r>
        <w:t>199.3906</w:t>
      </w:r>
      <w:r>
        <w:tab/>
        <w:t>2.532e-2</w:t>
      </w:r>
    </w:p>
    <w:p w:rsidR="00557788" w:rsidRDefault="00557788" w:rsidP="00557788">
      <w:r>
        <w:t>199.4035</w:t>
      </w:r>
      <w:r>
        <w:tab/>
        <w:t>1.013e0</w:t>
      </w:r>
    </w:p>
    <w:p w:rsidR="00557788" w:rsidRDefault="00557788" w:rsidP="00557788">
      <w:r>
        <w:lastRenderedPageBreak/>
        <w:t>199.4147</w:t>
      </w:r>
      <w:r>
        <w:tab/>
        <w:t>2.051e0</w:t>
      </w:r>
    </w:p>
    <w:p w:rsidR="00557788" w:rsidRDefault="00557788" w:rsidP="00557788">
      <w:r>
        <w:t>199.4333</w:t>
      </w:r>
      <w:r>
        <w:tab/>
        <w:t>1.013e0</w:t>
      </w:r>
    </w:p>
    <w:p w:rsidR="00557788" w:rsidRDefault="00557788" w:rsidP="00557788">
      <w:r>
        <w:t>199.4408</w:t>
      </w:r>
      <w:r>
        <w:tab/>
        <w:t>1.025e0</w:t>
      </w:r>
    </w:p>
    <w:p w:rsidR="00557788" w:rsidRDefault="00557788" w:rsidP="00557788">
      <w:r>
        <w:t>199.4482</w:t>
      </w:r>
      <w:r>
        <w:tab/>
        <w:t>1.038e0</w:t>
      </w:r>
    </w:p>
    <w:p w:rsidR="00557788" w:rsidRDefault="00557788" w:rsidP="00557788">
      <w:r>
        <w:t>199.4540</w:t>
      </w:r>
      <w:r>
        <w:tab/>
        <w:t>4.051e0</w:t>
      </w:r>
    </w:p>
    <w:p w:rsidR="00557788" w:rsidRDefault="00557788" w:rsidP="00557788">
      <w:r>
        <w:t>199.4593</w:t>
      </w:r>
      <w:r>
        <w:tab/>
        <w:t>2.025e0</w:t>
      </w:r>
    </w:p>
    <w:p w:rsidR="00557788" w:rsidRDefault="00557788" w:rsidP="00557788">
      <w:r>
        <w:t>199.4705</w:t>
      </w:r>
      <w:r>
        <w:tab/>
        <w:t>2.025e0</w:t>
      </w:r>
    </w:p>
    <w:p w:rsidR="00557788" w:rsidRDefault="00557788" w:rsidP="00557788">
      <w:r>
        <w:t>199.4798</w:t>
      </w:r>
      <w:r>
        <w:tab/>
        <w:t>2.025e0</w:t>
      </w:r>
    </w:p>
    <w:p w:rsidR="00557788" w:rsidRDefault="00557788" w:rsidP="00557788">
      <w:r>
        <w:t>199.4897</w:t>
      </w:r>
      <w:r>
        <w:tab/>
        <w:t>2.532e-2</w:t>
      </w:r>
    </w:p>
    <w:p w:rsidR="00557788" w:rsidRDefault="00557788" w:rsidP="00557788">
      <w:r>
        <w:t>199.5045</w:t>
      </w:r>
      <w:r>
        <w:tab/>
        <w:t>1.013e0</w:t>
      </w:r>
    </w:p>
    <w:p w:rsidR="00557788" w:rsidRDefault="00557788" w:rsidP="00557788">
      <w:r>
        <w:t>199.5066</w:t>
      </w:r>
      <w:r>
        <w:tab/>
        <w:t>2.051e0</w:t>
      </w:r>
    </w:p>
    <w:p w:rsidR="00557788" w:rsidRDefault="00557788" w:rsidP="00557788">
      <w:r>
        <w:t>199.5105</w:t>
      </w:r>
      <w:r>
        <w:tab/>
        <w:t>3.038e0</w:t>
      </w:r>
    </w:p>
    <w:p w:rsidR="00557788" w:rsidRDefault="00557788" w:rsidP="00557788">
      <w:r>
        <w:t>199.5178</w:t>
      </w:r>
      <w:r>
        <w:tab/>
        <w:t>2.025e0</w:t>
      </w:r>
    </w:p>
    <w:p w:rsidR="00557788" w:rsidRDefault="00557788" w:rsidP="00557788">
      <w:r>
        <w:t>199.5198</w:t>
      </w:r>
      <w:r>
        <w:tab/>
        <w:t>3.076e0</w:t>
      </w:r>
    </w:p>
    <w:p w:rsidR="00557788" w:rsidRDefault="00557788" w:rsidP="00557788">
      <w:r>
        <w:t>199.5314</w:t>
      </w:r>
      <w:r>
        <w:tab/>
        <w:t>2.532e-2</w:t>
      </w:r>
    </w:p>
    <w:p w:rsidR="00557788" w:rsidRDefault="00557788" w:rsidP="00557788">
      <w:r>
        <w:t>199.5352</w:t>
      </w:r>
      <w:r>
        <w:tab/>
        <w:t>1.013e0</w:t>
      </w:r>
    </w:p>
    <w:p w:rsidR="00557788" w:rsidRDefault="00557788" w:rsidP="00557788">
      <w:r>
        <w:t>199.5445</w:t>
      </w:r>
      <w:r>
        <w:tab/>
        <w:t>2.025e0</w:t>
      </w:r>
    </w:p>
    <w:p w:rsidR="00557788" w:rsidRDefault="00557788" w:rsidP="00557788">
      <w:r>
        <w:t>199.5505</w:t>
      </w:r>
      <w:r>
        <w:tab/>
        <w:t>6.949e0</w:t>
      </w:r>
    </w:p>
    <w:p w:rsidR="00557788" w:rsidRDefault="00557788" w:rsidP="00557788">
      <w:r>
        <w:t>199.5541</w:t>
      </w:r>
      <w:r>
        <w:tab/>
        <w:t>2.025e0</w:t>
      </w:r>
    </w:p>
    <w:p w:rsidR="00557788" w:rsidRDefault="00557788" w:rsidP="00557788">
      <w:r>
        <w:lastRenderedPageBreak/>
        <w:t>199.5577</w:t>
      </w:r>
      <w:r>
        <w:tab/>
        <w:t>1.013e0</w:t>
      </w:r>
    </w:p>
    <w:p w:rsidR="00557788" w:rsidRDefault="00557788" w:rsidP="00557788">
      <w:r>
        <w:t>199.5651</w:t>
      </w:r>
      <w:r>
        <w:tab/>
        <w:t>1.013e0</w:t>
      </w:r>
    </w:p>
    <w:p w:rsidR="00557788" w:rsidRDefault="00557788" w:rsidP="00557788">
      <w:r>
        <w:t>199.5894</w:t>
      </w:r>
      <w:r>
        <w:tab/>
        <w:t>3.038e0</w:t>
      </w:r>
    </w:p>
    <w:p w:rsidR="00557788" w:rsidRDefault="00557788" w:rsidP="00557788">
      <w:r>
        <w:t>199.5912</w:t>
      </w:r>
      <w:r>
        <w:tab/>
        <w:t>1.266e-2</w:t>
      </w:r>
    </w:p>
    <w:p w:rsidR="00557788" w:rsidRDefault="00557788" w:rsidP="00557788">
      <w:r>
        <w:t>199.6042</w:t>
      </w:r>
      <w:r>
        <w:tab/>
        <w:t>2.025e0</w:t>
      </w:r>
    </w:p>
    <w:p w:rsidR="00557788" w:rsidRDefault="00557788" w:rsidP="00557788">
      <w:r>
        <w:t>199.6125</w:t>
      </w:r>
      <w:r>
        <w:tab/>
        <w:t>3.051e0</w:t>
      </w:r>
    </w:p>
    <w:p w:rsidR="00557788" w:rsidRDefault="00557788" w:rsidP="00557788">
      <w:r>
        <w:t>199.6340</w:t>
      </w:r>
      <w:r>
        <w:tab/>
        <w:t>2.025e0</w:t>
      </w:r>
    </w:p>
    <w:p w:rsidR="00557788" w:rsidRDefault="00557788" w:rsidP="00557788">
      <w:r>
        <w:t>199.6358</w:t>
      </w:r>
      <w:r>
        <w:tab/>
        <w:t>3.038e0</w:t>
      </w:r>
    </w:p>
    <w:p w:rsidR="00557788" w:rsidRDefault="00557788" w:rsidP="00557788">
      <w:r>
        <w:t>199.6384</w:t>
      </w:r>
      <w:r>
        <w:tab/>
        <w:t>4.457e0</w:t>
      </w:r>
    </w:p>
    <w:p w:rsidR="00557788" w:rsidRDefault="00557788" w:rsidP="00557788">
      <w:r>
        <w:t>199.6562</w:t>
      </w:r>
      <w:r>
        <w:tab/>
        <w:t>2.025e0</w:t>
      </w:r>
    </w:p>
    <w:p w:rsidR="00557788" w:rsidRDefault="00557788" w:rsidP="00557788">
      <w:r>
        <w:t>199.6621</w:t>
      </w:r>
      <w:r>
        <w:tab/>
        <w:t>2.532e-2</w:t>
      </w:r>
    </w:p>
    <w:p w:rsidR="00557788" w:rsidRDefault="00557788" w:rsidP="00557788">
      <w:r>
        <w:t>199.6639</w:t>
      </w:r>
      <w:r>
        <w:tab/>
        <w:t>2.025e0</w:t>
      </w:r>
    </w:p>
    <w:p w:rsidR="00557788" w:rsidRDefault="00557788" w:rsidP="00557788">
      <w:r>
        <w:t>199.6814</w:t>
      </w:r>
      <w:r>
        <w:tab/>
        <w:t>3.797e-2</w:t>
      </w:r>
    </w:p>
    <w:p w:rsidR="00557788" w:rsidRDefault="00557788" w:rsidP="00557788">
      <w:r>
        <w:t>199.6848</w:t>
      </w:r>
      <w:r>
        <w:tab/>
        <w:t>1.013e0</w:t>
      </w:r>
    </w:p>
    <w:p w:rsidR="00557788" w:rsidRDefault="00557788" w:rsidP="00557788">
      <w:r>
        <w:t>199.6887</w:t>
      </w:r>
      <w:r>
        <w:tab/>
        <w:t>1.051e0</w:t>
      </w:r>
    </w:p>
    <w:p w:rsidR="00557788" w:rsidRDefault="00557788" w:rsidP="00557788">
      <w:r>
        <w:t>199.7077</w:t>
      </w:r>
      <w:r>
        <w:tab/>
        <w:t>3.038e0</w:t>
      </w:r>
    </w:p>
    <w:p w:rsidR="00557788" w:rsidRDefault="00557788" w:rsidP="00557788">
      <w:r>
        <w:t>199.7141</w:t>
      </w:r>
      <w:r>
        <w:tab/>
        <w:t>3.038e0</w:t>
      </w:r>
    </w:p>
    <w:p w:rsidR="00557788" w:rsidRDefault="00557788" w:rsidP="00557788">
      <w:r>
        <w:t>199.7153</w:t>
      </w:r>
      <w:r>
        <w:tab/>
        <w:t>3.798e-2</w:t>
      </w:r>
    </w:p>
    <w:p w:rsidR="00557788" w:rsidRDefault="00557788" w:rsidP="00557788">
      <w:r>
        <w:t>199.7269</w:t>
      </w:r>
      <w:r>
        <w:tab/>
        <w:t>1.013e0</w:t>
      </w:r>
    </w:p>
    <w:p w:rsidR="00557788" w:rsidRDefault="00557788" w:rsidP="00557788">
      <w:r>
        <w:lastRenderedPageBreak/>
        <w:t>199.7324</w:t>
      </w:r>
      <w:r>
        <w:tab/>
        <w:t>2.025e0</w:t>
      </w:r>
    </w:p>
    <w:p w:rsidR="00557788" w:rsidRDefault="00557788" w:rsidP="00557788">
      <w:r>
        <w:t>199.7343</w:t>
      </w:r>
      <w:r>
        <w:tab/>
        <w:t>2.025e0</w:t>
      </w:r>
    </w:p>
    <w:p w:rsidR="00557788" w:rsidRDefault="00557788" w:rsidP="00557788">
      <w:r>
        <w:t>199.7417</w:t>
      </w:r>
      <w:r>
        <w:tab/>
        <w:t>3.038e0</w:t>
      </w:r>
    </w:p>
    <w:p w:rsidR="00557788" w:rsidRDefault="00557788" w:rsidP="00557788">
      <w:r>
        <w:t>199.7472</w:t>
      </w:r>
      <w:r>
        <w:tab/>
        <w:t>2.025e0</w:t>
      </w:r>
    </w:p>
    <w:p w:rsidR="00557788" w:rsidRDefault="00557788" w:rsidP="00557788">
      <w:r>
        <w:t>199.7635</w:t>
      </w:r>
      <w:r>
        <w:tab/>
        <w:t>3.076e0</w:t>
      </w:r>
    </w:p>
    <w:p w:rsidR="00557788" w:rsidRDefault="00557788" w:rsidP="00557788">
      <w:r>
        <w:t>199.7854</w:t>
      </w:r>
      <w:r>
        <w:tab/>
        <w:t>3.038e0</w:t>
      </w:r>
    </w:p>
    <w:p w:rsidR="00557788" w:rsidRDefault="00557788" w:rsidP="00557788">
      <w:r>
        <w:t>199.7921</w:t>
      </w:r>
      <w:r>
        <w:tab/>
        <w:t>4.051e0</w:t>
      </w:r>
    </w:p>
    <w:p w:rsidR="00557788" w:rsidRDefault="00557788" w:rsidP="00557788">
      <w:r>
        <w:t>199.7993</w:t>
      </w:r>
      <w:r>
        <w:tab/>
        <w:t>2.025e0</w:t>
      </w:r>
    </w:p>
    <w:p w:rsidR="00557788" w:rsidRDefault="00557788" w:rsidP="00557788">
      <w:r>
        <w:t>199.8235</w:t>
      </w:r>
      <w:r>
        <w:tab/>
        <w:t>3.038e0</w:t>
      </w:r>
    </w:p>
    <w:p w:rsidR="00557788" w:rsidRDefault="00557788" w:rsidP="00557788">
      <w:r>
        <w:t>199.8272</w:t>
      </w:r>
      <w:r>
        <w:tab/>
        <w:t>1.266e-2</w:t>
      </w:r>
    </w:p>
    <w:p w:rsidR="00557788" w:rsidRDefault="00557788" w:rsidP="00557788">
      <w:r>
        <w:t>199.8311</w:t>
      </w:r>
      <w:r>
        <w:tab/>
        <w:t>3.879e0</w:t>
      </w:r>
    </w:p>
    <w:p w:rsidR="00557788" w:rsidRDefault="00557788" w:rsidP="00557788">
      <w:r>
        <w:t>199.8549</w:t>
      </w:r>
      <w:r>
        <w:tab/>
        <w:t>1.038e0</w:t>
      </w:r>
    </w:p>
    <w:p w:rsidR="00557788" w:rsidRDefault="00557788" w:rsidP="00557788">
      <w:r>
        <w:t>199.8576</w:t>
      </w:r>
      <w:r>
        <w:tab/>
        <w:t>2.532e-2</w:t>
      </w:r>
    </w:p>
    <w:p w:rsidR="00557788" w:rsidRDefault="00557788" w:rsidP="00557788">
      <w:r>
        <w:t>199.8603</w:t>
      </w:r>
      <w:r>
        <w:tab/>
        <w:t>3.038e0</w:t>
      </w:r>
    </w:p>
    <w:p w:rsidR="00557788" w:rsidRDefault="00557788" w:rsidP="00557788">
      <w:r>
        <w:t>199.8616</w:t>
      </w:r>
      <w:r>
        <w:tab/>
        <w:t>3.797e-2</w:t>
      </w:r>
    </w:p>
    <w:p w:rsidR="00557788" w:rsidRDefault="00557788" w:rsidP="00557788">
      <w:r>
        <w:t>199.8651</w:t>
      </w:r>
      <w:r>
        <w:tab/>
        <w:t>1.013e0</w:t>
      </w:r>
    </w:p>
    <w:p w:rsidR="00557788" w:rsidRDefault="00557788" w:rsidP="00557788">
      <w:r>
        <w:t>199.8919</w:t>
      </w:r>
      <w:r>
        <w:tab/>
        <w:t>2.025e0</w:t>
      </w:r>
    </w:p>
    <w:p w:rsidR="00557788" w:rsidRDefault="00557788" w:rsidP="00557788">
      <w:r>
        <w:t>199.9071</w:t>
      </w:r>
      <w:r>
        <w:tab/>
        <w:t>1.013e0</w:t>
      </w:r>
    </w:p>
    <w:p w:rsidR="00557788" w:rsidRDefault="00557788" w:rsidP="00557788">
      <w:r>
        <w:t>199.9105</w:t>
      </w:r>
      <w:r>
        <w:tab/>
        <w:t>7.089e0</w:t>
      </w:r>
    </w:p>
    <w:p w:rsidR="00557788" w:rsidRDefault="00557788" w:rsidP="00557788">
      <w:r>
        <w:lastRenderedPageBreak/>
        <w:t>199.9164</w:t>
      </w:r>
      <w:r>
        <w:tab/>
        <w:t>2.532e-2</w:t>
      </w:r>
    </w:p>
    <w:p w:rsidR="00557788" w:rsidRDefault="00557788" w:rsidP="00557788">
      <w:r>
        <w:t>199.9275</w:t>
      </w:r>
      <w:r>
        <w:tab/>
        <w:t>2.532e-2</w:t>
      </w:r>
    </w:p>
    <w:p w:rsidR="00557788" w:rsidRDefault="00557788" w:rsidP="00557788">
      <w:r>
        <w:t>199.9326</w:t>
      </w:r>
      <w:r>
        <w:tab/>
        <w:t>1.051e0</w:t>
      </w:r>
    </w:p>
    <w:p w:rsidR="00557788" w:rsidRDefault="00557788" w:rsidP="00557788">
      <w:r>
        <w:t>199.9350</w:t>
      </w:r>
      <w:r>
        <w:tab/>
        <w:t>2.025e0</w:t>
      </w:r>
    </w:p>
    <w:p w:rsidR="00557788" w:rsidRDefault="00557788" w:rsidP="00557788">
      <w:r>
        <w:t>199.9489</w:t>
      </w:r>
      <w:r>
        <w:tab/>
        <w:t>1.583e0</w:t>
      </w:r>
    </w:p>
    <w:p w:rsidR="00557788" w:rsidRDefault="00557788" w:rsidP="00557788">
      <w:r>
        <w:t>199.9554</w:t>
      </w:r>
      <w:r>
        <w:tab/>
        <w:t>3.063e0</w:t>
      </w:r>
    </w:p>
    <w:p w:rsidR="00557788" w:rsidRDefault="00557788" w:rsidP="00557788">
      <w:r>
        <w:t>199.9882</w:t>
      </w:r>
      <w:r>
        <w:tab/>
        <w:t>8.113e1</w:t>
      </w:r>
    </w:p>
    <w:p w:rsidR="00557788" w:rsidRDefault="00557788" w:rsidP="00557788">
      <w:r>
        <w:t>200.0166</w:t>
      </w:r>
      <w:r>
        <w:tab/>
        <w:t>8.464e0</w:t>
      </w:r>
    </w:p>
    <w:p w:rsidR="00557788" w:rsidRDefault="00557788" w:rsidP="00557788">
      <w:r>
        <w:t>200.0322</w:t>
      </w:r>
      <w:r>
        <w:tab/>
        <w:t>3.115e1</w:t>
      </w:r>
    </w:p>
    <w:p w:rsidR="00557788" w:rsidRDefault="00557788" w:rsidP="00557788">
      <w:r>
        <w:t>200.0403</w:t>
      </w:r>
      <w:r>
        <w:tab/>
        <w:t>6.291e0</w:t>
      </w:r>
    </w:p>
    <w:p w:rsidR="00557788" w:rsidRDefault="00557788" w:rsidP="00557788">
      <w:r>
        <w:t>200.0523</w:t>
      </w:r>
      <w:r>
        <w:tab/>
        <w:t>3.604e0</w:t>
      </w:r>
    </w:p>
    <w:p w:rsidR="00557788" w:rsidRDefault="00557788" w:rsidP="00557788">
      <w:r>
        <w:t>200.0721</w:t>
      </w:r>
      <w:r>
        <w:tab/>
        <w:t>9.863e-1</w:t>
      </w:r>
    </w:p>
    <w:p w:rsidR="00557788" w:rsidRDefault="00557788" w:rsidP="00557788">
      <w:r>
        <w:t>200.0844</w:t>
      </w:r>
      <w:r>
        <w:tab/>
        <w:t>1.310e0</w:t>
      </w:r>
    </w:p>
    <w:p w:rsidR="00557788" w:rsidRDefault="00557788" w:rsidP="00557788">
      <w:r>
        <w:t>200.0927</w:t>
      </w:r>
      <w:r>
        <w:tab/>
        <w:t>2.272e0</w:t>
      </w:r>
    </w:p>
    <w:p w:rsidR="00557788" w:rsidRDefault="00557788" w:rsidP="00557788">
      <w:r>
        <w:t>200.1062</w:t>
      </w:r>
      <w:r>
        <w:tab/>
        <w:t>1.442e0</w:t>
      </w:r>
    </w:p>
    <w:p w:rsidR="00557788" w:rsidRDefault="00557788" w:rsidP="00557788">
      <w:r>
        <w:t>200.1346</w:t>
      </w:r>
      <w:r>
        <w:tab/>
        <w:t>9.869e-1</w:t>
      </w:r>
    </w:p>
    <w:p w:rsidR="00557788" w:rsidRDefault="00557788" w:rsidP="00557788">
      <w:r>
        <w:t>200.1376</w:t>
      </w:r>
      <w:r>
        <w:tab/>
        <w:t>3.700e0</w:t>
      </w:r>
    </w:p>
    <w:p w:rsidR="00557788" w:rsidRDefault="00557788" w:rsidP="00557788">
      <w:r>
        <w:t>200.1387</w:t>
      </w:r>
      <w:r>
        <w:tab/>
        <w:t>3.936e0</w:t>
      </w:r>
    </w:p>
    <w:p w:rsidR="00557788" w:rsidRDefault="00557788" w:rsidP="00557788">
      <w:r>
        <w:t>200.1426</w:t>
      </w:r>
      <w:r>
        <w:tab/>
        <w:t>1.006e0</w:t>
      </w:r>
    </w:p>
    <w:p w:rsidR="00557788" w:rsidRDefault="00557788" w:rsidP="00557788">
      <w:r>
        <w:lastRenderedPageBreak/>
        <w:t>200.1521</w:t>
      </w:r>
      <w:r>
        <w:tab/>
        <w:t>3.752e0</w:t>
      </w:r>
    </w:p>
    <w:p w:rsidR="00557788" w:rsidRDefault="00557788" w:rsidP="00557788">
      <w:r>
        <w:t>200.1572</w:t>
      </w:r>
      <w:r>
        <w:tab/>
        <w:t>3.721e0</w:t>
      </w:r>
    </w:p>
    <w:p w:rsidR="00557788" w:rsidRDefault="00557788" w:rsidP="00557788">
      <w:r>
        <w:t>200.1606</w:t>
      </w:r>
      <w:r>
        <w:tab/>
        <w:t>3.862e-1</w:t>
      </w:r>
    </w:p>
    <w:p w:rsidR="00557788" w:rsidRDefault="00557788" w:rsidP="00557788">
      <w:r>
        <w:t>200.1874</w:t>
      </w:r>
      <w:r>
        <w:tab/>
        <w:t>6.943e0</w:t>
      </w:r>
    </w:p>
    <w:p w:rsidR="00557788" w:rsidRDefault="00557788" w:rsidP="00557788">
      <w:r>
        <w:t>200.1900</w:t>
      </w:r>
      <w:r>
        <w:tab/>
        <w:t>3.489e0</w:t>
      </w:r>
    </w:p>
    <w:p w:rsidR="00557788" w:rsidRDefault="00557788" w:rsidP="00557788">
      <w:r>
        <w:t>200.1916</w:t>
      </w:r>
      <w:r>
        <w:tab/>
        <w:t>7.816e-1</w:t>
      </w:r>
    </w:p>
    <w:p w:rsidR="00557788" w:rsidRDefault="00557788" w:rsidP="00557788">
      <w:r>
        <w:t>200.2056</w:t>
      </w:r>
      <w:r>
        <w:tab/>
        <w:t>8.101e0</w:t>
      </w:r>
    </w:p>
    <w:p w:rsidR="00557788" w:rsidRDefault="00557788" w:rsidP="00557788">
      <w:r>
        <w:t>200.2212</w:t>
      </w:r>
      <w:r>
        <w:tab/>
        <w:t>5.246e0</w:t>
      </w:r>
    </w:p>
    <w:p w:rsidR="00557788" w:rsidRDefault="00557788" w:rsidP="00557788">
      <w:r>
        <w:t>200.2421</w:t>
      </w:r>
      <w:r>
        <w:tab/>
        <w:t>4.485e1</w:t>
      </w:r>
    </w:p>
    <w:p w:rsidR="00557788" w:rsidRDefault="00557788" w:rsidP="00557788">
      <w:r>
        <w:t>200.2752</w:t>
      </w:r>
      <w:r>
        <w:tab/>
        <w:t>2.038e0</w:t>
      </w:r>
    </w:p>
    <w:p w:rsidR="00557788" w:rsidRDefault="00557788" w:rsidP="00557788">
      <w:r>
        <w:t>200.2826</w:t>
      </w:r>
      <w:r>
        <w:tab/>
        <w:t>2.025e0</w:t>
      </w:r>
    </w:p>
    <w:p w:rsidR="00557788" w:rsidRDefault="00557788" w:rsidP="00557788">
      <w:r>
        <w:t>200.2864</w:t>
      </w:r>
      <w:r>
        <w:tab/>
        <w:t>4.051e0</w:t>
      </w:r>
    </w:p>
    <w:p w:rsidR="00557788" w:rsidRDefault="00557788" w:rsidP="00557788">
      <w:r>
        <w:t>200.2901</w:t>
      </w:r>
      <w:r>
        <w:tab/>
        <w:t>2.038e0</w:t>
      </w:r>
    </w:p>
    <w:p w:rsidR="00557788" w:rsidRDefault="00557788" w:rsidP="00557788">
      <w:r>
        <w:t>200.2976</w:t>
      </w:r>
      <w:r>
        <w:tab/>
        <w:t>2.038e0</w:t>
      </w:r>
    </w:p>
    <w:p w:rsidR="00557788" w:rsidRDefault="00557788" w:rsidP="00557788">
      <w:r>
        <w:t>200.3088</w:t>
      </w:r>
      <w:r>
        <w:tab/>
        <w:t>1.025e0</w:t>
      </w:r>
    </w:p>
    <w:p w:rsidR="00557788" w:rsidRDefault="00557788" w:rsidP="00557788">
      <w:r>
        <w:t>200.3125</w:t>
      </w:r>
      <w:r>
        <w:tab/>
        <w:t>1.013e0</w:t>
      </w:r>
    </w:p>
    <w:p w:rsidR="00557788" w:rsidRDefault="00557788" w:rsidP="00557788">
      <w:r>
        <w:t>200.3143</w:t>
      </w:r>
      <w:r>
        <w:tab/>
        <w:t>2.025e0</w:t>
      </w:r>
    </w:p>
    <w:p w:rsidR="00557788" w:rsidRDefault="00557788" w:rsidP="00557788">
      <w:r>
        <w:t>200.3162</w:t>
      </w:r>
      <w:r>
        <w:tab/>
        <w:t>3.038e0</w:t>
      </w:r>
    </w:p>
    <w:p w:rsidR="00557788" w:rsidRDefault="00557788" w:rsidP="00557788">
      <w:r>
        <w:t>200.3218</w:t>
      </w:r>
      <w:r>
        <w:tab/>
        <w:t>2.532e-2</w:t>
      </w:r>
    </w:p>
    <w:p w:rsidR="00557788" w:rsidRDefault="00557788" w:rsidP="00557788">
      <w:r>
        <w:lastRenderedPageBreak/>
        <w:t>200.3237</w:t>
      </w:r>
      <w:r>
        <w:tab/>
        <w:t>1.266e-2</w:t>
      </w:r>
    </w:p>
    <w:p w:rsidR="00557788" w:rsidRDefault="00557788" w:rsidP="00557788">
      <w:r>
        <w:t>200.3274</w:t>
      </w:r>
      <w:r>
        <w:tab/>
        <w:t>1.266e-2</w:t>
      </w:r>
    </w:p>
    <w:p w:rsidR="00557788" w:rsidRDefault="00557788" w:rsidP="00557788">
      <w:r>
        <w:t>200.3385</w:t>
      </w:r>
      <w:r>
        <w:tab/>
        <w:t>2.025e0</w:t>
      </w:r>
    </w:p>
    <w:p w:rsidR="00557788" w:rsidRDefault="00557788" w:rsidP="00557788">
      <w:r>
        <w:t>200.3571</w:t>
      </w:r>
      <w:r>
        <w:tab/>
        <w:t>1.266e-2</w:t>
      </w:r>
    </w:p>
    <w:p w:rsidR="00557788" w:rsidRDefault="00557788" w:rsidP="00557788">
      <w:r>
        <w:t>200.3609</w:t>
      </w:r>
      <w:r>
        <w:tab/>
        <w:t>1.013e0</w:t>
      </w:r>
    </w:p>
    <w:p w:rsidR="00557788" w:rsidRDefault="00557788" w:rsidP="00557788">
      <w:r>
        <w:t>200.3785</w:t>
      </w:r>
      <w:r>
        <w:tab/>
        <w:t>2.025e0</w:t>
      </w:r>
    </w:p>
    <w:p w:rsidR="00557788" w:rsidRDefault="00557788" w:rsidP="00557788">
      <w:r>
        <w:t>200.3801</w:t>
      </w:r>
      <w:r>
        <w:tab/>
        <w:t>1.013e0</w:t>
      </w:r>
    </w:p>
    <w:p w:rsidR="00557788" w:rsidRDefault="00557788" w:rsidP="00557788">
      <w:r>
        <w:t>200.3863</w:t>
      </w:r>
      <w:r>
        <w:tab/>
        <w:t>5.063e0</w:t>
      </w:r>
    </w:p>
    <w:p w:rsidR="00557788" w:rsidRDefault="00557788" w:rsidP="00557788">
      <w:r>
        <w:t>200.3917</w:t>
      </w:r>
      <w:r>
        <w:tab/>
        <w:t>1.025e0</w:t>
      </w:r>
    </w:p>
    <w:p w:rsidR="00557788" w:rsidRDefault="00557788" w:rsidP="00557788">
      <w:r>
        <w:t>200.4223</w:t>
      </w:r>
      <w:r>
        <w:tab/>
        <w:t>2.025e0</w:t>
      </w:r>
    </w:p>
    <w:p w:rsidR="00557788" w:rsidRDefault="00557788" w:rsidP="00557788">
      <w:r>
        <w:t>200.4242</w:t>
      </w:r>
      <w:r>
        <w:tab/>
        <w:t>3.038e0</w:t>
      </w:r>
    </w:p>
    <w:p w:rsidR="00557788" w:rsidRDefault="00557788" w:rsidP="00557788">
      <w:r>
        <w:t>200.4296</w:t>
      </w:r>
      <w:r>
        <w:tab/>
        <w:t>1.266e-2</w:t>
      </w:r>
    </w:p>
    <w:p w:rsidR="00557788" w:rsidRDefault="00557788" w:rsidP="00557788">
      <w:r>
        <w:t>200.4315</w:t>
      </w:r>
      <w:r>
        <w:tab/>
        <w:t>3.038e0</w:t>
      </w:r>
    </w:p>
    <w:p w:rsidR="00557788" w:rsidRDefault="00557788" w:rsidP="00557788">
      <w:r>
        <w:t>200.4408</w:t>
      </w:r>
      <w:r>
        <w:tab/>
        <w:t>1.025e0</w:t>
      </w:r>
    </w:p>
    <w:p w:rsidR="00557788" w:rsidRDefault="00557788" w:rsidP="00557788">
      <w:r>
        <w:t>200.4482</w:t>
      </w:r>
      <w:r>
        <w:tab/>
        <w:t>1.013e0</w:t>
      </w:r>
    </w:p>
    <w:p w:rsidR="00557788" w:rsidRDefault="00557788" w:rsidP="00557788">
      <w:r>
        <w:t>200.4557</w:t>
      </w:r>
      <w:r>
        <w:tab/>
        <w:t>1.013e0</w:t>
      </w:r>
    </w:p>
    <w:p w:rsidR="00557788" w:rsidRDefault="00557788" w:rsidP="00557788">
      <w:r>
        <w:t>200.4631</w:t>
      </w:r>
      <w:r>
        <w:tab/>
        <w:t>1.025e0</w:t>
      </w:r>
    </w:p>
    <w:p w:rsidR="00557788" w:rsidRDefault="00557788" w:rsidP="00557788">
      <w:r>
        <w:t>200.4762</w:t>
      </w:r>
      <w:r>
        <w:tab/>
        <w:t>2.025e0</w:t>
      </w:r>
    </w:p>
    <w:p w:rsidR="00557788" w:rsidRDefault="00557788" w:rsidP="00557788">
      <w:r>
        <w:t>200.4781</w:t>
      </w:r>
      <w:r>
        <w:tab/>
        <w:t>1.266e-2</w:t>
      </w:r>
    </w:p>
    <w:p w:rsidR="00557788" w:rsidRDefault="00557788" w:rsidP="00557788">
      <w:r>
        <w:lastRenderedPageBreak/>
        <w:t>200.4818</w:t>
      </w:r>
      <w:r>
        <w:tab/>
        <w:t>1.013e0</w:t>
      </w:r>
    </w:p>
    <w:p w:rsidR="00557788" w:rsidRDefault="00557788" w:rsidP="00557788">
      <w:r>
        <w:t>200.4911</w:t>
      </w:r>
      <w:r>
        <w:tab/>
        <w:t>2.532e-2</w:t>
      </w:r>
    </w:p>
    <w:p w:rsidR="00557788" w:rsidRDefault="00557788" w:rsidP="00557788">
      <w:r>
        <w:t>200.5078</w:t>
      </w:r>
      <w:r>
        <w:tab/>
        <w:t>1.266e-2</w:t>
      </w:r>
    </w:p>
    <w:p w:rsidR="00557788" w:rsidRDefault="00557788" w:rsidP="00557788">
      <w:r>
        <w:t>200.5115</w:t>
      </w:r>
      <w:r>
        <w:tab/>
        <w:t>1.038e0</w:t>
      </w:r>
    </w:p>
    <w:p w:rsidR="00557788" w:rsidRDefault="00557788" w:rsidP="00557788">
      <w:r>
        <w:t>200.5152</w:t>
      </w:r>
      <w:r>
        <w:tab/>
        <w:t>1.013e0</w:t>
      </w:r>
    </w:p>
    <w:p w:rsidR="00557788" w:rsidRDefault="00557788" w:rsidP="00557788">
      <w:r>
        <w:t>200.5165</w:t>
      </w:r>
      <w:r>
        <w:tab/>
        <w:t>1.038e0</w:t>
      </w:r>
    </w:p>
    <w:p w:rsidR="00557788" w:rsidRDefault="00557788" w:rsidP="00557788">
      <w:r>
        <w:t>200.5190</w:t>
      </w:r>
      <w:r>
        <w:tab/>
        <w:t>1.266e-2</w:t>
      </w:r>
    </w:p>
    <w:p w:rsidR="00557788" w:rsidRDefault="00557788" w:rsidP="00557788">
      <w:r>
        <w:t>200.5346</w:t>
      </w:r>
      <w:r>
        <w:tab/>
        <w:t>2.025e0</w:t>
      </w:r>
    </w:p>
    <w:p w:rsidR="00557788" w:rsidRDefault="00557788" w:rsidP="00557788">
      <w:r>
        <w:t>200.5438</w:t>
      </w:r>
      <w:r>
        <w:tab/>
        <w:t>2.025e0</w:t>
      </w:r>
    </w:p>
    <w:p w:rsidR="00557788" w:rsidRDefault="00557788" w:rsidP="00557788">
      <w:r>
        <w:t>200.5458</w:t>
      </w:r>
      <w:r>
        <w:tab/>
        <w:t>2.038e0</w:t>
      </w:r>
    </w:p>
    <w:p w:rsidR="00557788" w:rsidRDefault="00557788" w:rsidP="00557788">
      <w:r>
        <w:t>200.5478</w:t>
      </w:r>
      <w:r>
        <w:tab/>
        <w:t>2.025e0</w:t>
      </w:r>
    </w:p>
    <w:p w:rsidR="00557788" w:rsidRDefault="00557788" w:rsidP="00557788">
      <w:r>
        <w:t>200.5534</w:t>
      </w:r>
      <w:r>
        <w:tab/>
        <w:t>3.798e-2</w:t>
      </w:r>
    </w:p>
    <w:p w:rsidR="00557788" w:rsidRDefault="00557788" w:rsidP="00557788">
      <w:r>
        <w:t>200.5546</w:t>
      </w:r>
      <w:r>
        <w:tab/>
        <w:t>5.063e0</w:t>
      </w:r>
    </w:p>
    <w:p w:rsidR="00557788" w:rsidRDefault="00557788" w:rsidP="00557788">
      <w:r>
        <w:t>200.5556</w:t>
      </w:r>
      <w:r>
        <w:tab/>
        <w:t>3.063e0</w:t>
      </w:r>
    </w:p>
    <w:p w:rsidR="00557788" w:rsidRDefault="00557788" w:rsidP="00557788">
      <w:r>
        <w:t>200.5649</w:t>
      </w:r>
      <w:r>
        <w:tab/>
        <w:t>1.266e-2</w:t>
      </w:r>
    </w:p>
    <w:p w:rsidR="00557788" w:rsidRDefault="00557788" w:rsidP="00557788">
      <w:r>
        <w:t>200.5688</w:t>
      </w:r>
      <w:r>
        <w:tab/>
        <w:t>2.025e0</w:t>
      </w:r>
    </w:p>
    <w:p w:rsidR="00557788" w:rsidRDefault="00557788" w:rsidP="00557788">
      <w:r>
        <w:t>200.5897</w:t>
      </w:r>
      <w:r>
        <w:tab/>
        <w:t>2.025e0</w:t>
      </w:r>
    </w:p>
    <w:p w:rsidR="00557788" w:rsidRDefault="00557788" w:rsidP="00557788">
      <w:r>
        <w:t>200.6007</w:t>
      </w:r>
      <w:r>
        <w:tab/>
        <w:t>3.038e0</w:t>
      </w:r>
    </w:p>
    <w:p w:rsidR="00557788" w:rsidRDefault="00557788" w:rsidP="00557788">
      <w:r>
        <w:t>200.6075</w:t>
      </w:r>
      <w:r>
        <w:tab/>
        <w:t>2.776e0</w:t>
      </w:r>
    </w:p>
    <w:p w:rsidR="00557788" w:rsidRDefault="00557788" w:rsidP="00557788">
      <w:r>
        <w:lastRenderedPageBreak/>
        <w:t>200.6120</w:t>
      </w:r>
      <w:r>
        <w:tab/>
        <w:t>2.025e0</w:t>
      </w:r>
    </w:p>
    <w:p w:rsidR="00557788" w:rsidRDefault="00557788" w:rsidP="00557788">
      <w:r>
        <w:t>200.6194</w:t>
      </w:r>
      <w:r>
        <w:tab/>
        <w:t>2.025e0</w:t>
      </w:r>
    </w:p>
    <w:p w:rsidR="00557788" w:rsidRDefault="00557788" w:rsidP="00557788">
      <w:r>
        <w:t>200.6213</w:t>
      </w:r>
      <w:r>
        <w:tab/>
        <w:t>1.013e0</w:t>
      </w:r>
    </w:p>
    <w:p w:rsidR="00557788" w:rsidRDefault="00557788" w:rsidP="00557788">
      <w:r>
        <w:t>200.6250</w:t>
      </w:r>
      <w:r>
        <w:tab/>
        <w:t>3.797e-2</w:t>
      </w:r>
    </w:p>
    <w:p w:rsidR="00557788" w:rsidRDefault="00557788" w:rsidP="00557788">
      <w:r>
        <w:t>200.6310</w:t>
      </w:r>
      <w:r>
        <w:tab/>
        <w:t>4.594e0</w:t>
      </w:r>
    </w:p>
    <w:p w:rsidR="00557788" w:rsidRDefault="00557788" w:rsidP="00557788">
      <w:r>
        <w:t>200.6325</w:t>
      </w:r>
      <w:r>
        <w:tab/>
        <w:t>1.266e-2</w:t>
      </w:r>
    </w:p>
    <w:p w:rsidR="00557788" w:rsidRDefault="00557788" w:rsidP="00557788">
      <w:r>
        <w:t>200.6405</w:t>
      </w:r>
      <w:r>
        <w:tab/>
        <w:t>2.616e0</w:t>
      </w:r>
    </w:p>
    <w:p w:rsidR="00557788" w:rsidRDefault="00557788" w:rsidP="00557788">
      <w:r>
        <w:t>200.6511</w:t>
      </w:r>
      <w:r>
        <w:tab/>
        <w:t>1.013e0</w:t>
      </w:r>
    </w:p>
    <w:p w:rsidR="00557788" w:rsidRDefault="00557788" w:rsidP="00557788">
      <w:r>
        <w:t>200.6660</w:t>
      </w:r>
      <w:r>
        <w:tab/>
        <w:t>2.025e0</w:t>
      </w:r>
    </w:p>
    <w:p w:rsidR="00557788" w:rsidRDefault="00557788" w:rsidP="00557788">
      <w:r>
        <w:t>200.6735</w:t>
      </w:r>
      <w:r>
        <w:tab/>
        <w:t>1.266e-2</w:t>
      </w:r>
    </w:p>
    <w:p w:rsidR="00557788" w:rsidRDefault="00557788" w:rsidP="00557788">
      <w:r>
        <w:t>200.6772</w:t>
      </w:r>
      <w:r>
        <w:tab/>
        <w:t>1.013e0</w:t>
      </w:r>
    </w:p>
    <w:p w:rsidR="00557788" w:rsidRDefault="00557788" w:rsidP="00557788">
      <w:r>
        <w:t>200.6790</w:t>
      </w:r>
      <w:r>
        <w:tab/>
        <w:t>4.051e0</w:t>
      </w:r>
    </w:p>
    <w:p w:rsidR="00557788" w:rsidRDefault="00557788" w:rsidP="00557788">
      <w:r>
        <w:t>200.6930</w:t>
      </w:r>
      <w:r>
        <w:tab/>
        <w:t>1.038e0</w:t>
      </w:r>
    </w:p>
    <w:p w:rsidR="00557788" w:rsidRDefault="00557788" w:rsidP="00557788">
      <w:r>
        <w:t>200.6959</w:t>
      </w:r>
      <w:r>
        <w:tab/>
        <w:t>3.797e-2</w:t>
      </w:r>
    </w:p>
    <w:p w:rsidR="00557788" w:rsidRDefault="00557788" w:rsidP="00557788">
      <w:r>
        <w:t>200.7029</w:t>
      </w:r>
      <w:r>
        <w:tab/>
        <w:t>5.063e0</w:t>
      </w:r>
    </w:p>
    <w:p w:rsidR="00557788" w:rsidRDefault="00557788" w:rsidP="00557788">
      <w:r>
        <w:t>200.7263</w:t>
      </w:r>
      <w:r>
        <w:tab/>
        <w:t>2.025e0</w:t>
      </w:r>
    </w:p>
    <w:p w:rsidR="00557788" w:rsidRDefault="00557788" w:rsidP="00557788">
      <w:r>
        <w:t>200.7304</w:t>
      </w:r>
      <w:r>
        <w:tab/>
        <w:t>2.025e0</w:t>
      </w:r>
    </w:p>
    <w:p w:rsidR="00557788" w:rsidRDefault="00557788" w:rsidP="00557788">
      <w:r>
        <w:t>200.7326</w:t>
      </w:r>
      <w:r>
        <w:tab/>
        <w:t>5.063e-2</w:t>
      </w:r>
    </w:p>
    <w:p w:rsidR="00557788" w:rsidRDefault="00557788" w:rsidP="00557788">
      <w:r>
        <w:t>200.7498</w:t>
      </w:r>
      <w:r>
        <w:tab/>
        <w:t>1.013e0</w:t>
      </w:r>
    </w:p>
    <w:p w:rsidR="00557788" w:rsidRDefault="00557788" w:rsidP="00557788">
      <w:r>
        <w:lastRenderedPageBreak/>
        <w:t>200.7514</w:t>
      </w:r>
      <w:r>
        <w:tab/>
        <w:t>2.025e0</w:t>
      </w:r>
    </w:p>
    <w:p w:rsidR="00557788" w:rsidRDefault="00557788" w:rsidP="00557788">
      <w:r>
        <w:t>200.7609</w:t>
      </w:r>
      <w:r>
        <w:tab/>
        <w:t>2.532e-2</w:t>
      </w:r>
    </w:p>
    <w:p w:rsidR="00557788" w:rsidRDefault="00557788" w:rsidP="00557788">
      <w:r>
        <w:t>200.7646</w:t>
      </w:r>
      <w:r>
        <w:tab/>
        <w:t>1.013e0</w:t>
      </w:r>
    </w:p>
    <w:p w:rsidR="00557788" w:rsidRDefault="00557788" w:rsidP="00557788">
      <w:r>
        <w:t>200.7665</w:t>
      </w:r>
      <w:r>
        <w:tab/>
        <w:t>4.051e0</w:t>
      </w:r>
    </w:p>
    <w:p w:rsidR="00557788" w:rsidRDefault="00557788" w:rsidP="00557788">
      <w:r>
        <w:t>200.7795</w:t>
      </w:r>
      <w:r>
        <w:tab/>
        <w:t>2.025e0</w:t>
      </w:r>
    </w:p>
    <w:p w:rsidR="00557788" w:rsidRDefault="00557788" w:rsidP="00557788">
      <w:r>
        <w:t>200.7887</w:t>
      </w:r>
      <w:r>
        <w:tab/>
        <w:t>3.038e0</w:t>
      </w:r>
    </w:p>
    <w:p w:rsidR="00557788" w:rsidRDefault="00557788" w:rsidP="00557788">
      <w:r>
        <w:t>200.7906</w:t>
      </w:r>
      <w:r>
        <w:tab/>
        <w:t>2.532e-2</w:t>
      </w:r>
    </w:p>
    <w:p w:rsidR="00557788" w:rsidRDefault="00557788" w:rsidP="00557788">
      <w:r>
        <w:t>200.8168</w:t>
      </w:r>
      <w:r>
        <w:tab/>
        <w:t>1.013e0</w:t>
      </w:r>
    </w:p>
    <w:p w:rsidR="00557788" w:rsidRDefault="00557788" w:rsidP="00557788">
      <w:r>
        <w:t>200.8205</w:t>
      </w:r>
      <w:r>
        <w:tab/>
        <w:t>4.051e0</w:t>
      </w:r>
    </w:p>
    <w:p w:rsidR="00557788" w:rsidRDefault="00557788" w:rsidP="00557788">
      <w:r>
        <w:t>200.8261</w:t>
      </w:r>
      <w:r>
        <w:tab/>
        <w:t>2.025e0</w:t>
      </w:r>
    </w:p>
    <w:p w:rsidR="00557788" w:rsidRDefault="00557788" w:rsidP="00557788">
      <w:r>
        <w:t>200.8317</w:t>
      </w:r>
      <w:r>
        <w:tab/>
        <w:t>3.797e-2</w:t>
      </w:r>
    </w:p>
    <w:p w:rsidR="00557788" w:rsidRDefault="00557788" w:rsidP="00557788">
      <w:r>
        <w:t>200.8372</w:t>
      </w:r>
      <w:r>
        <w:tab/>
        <w:t>2.025e0</w:t>
      </w:r>
    </w:p>
    <w:p w:rsidR="00557788" w:rsidRDefault="00557788" w:rsidP="00557788">
      <w:r>
        <w:t>200.8465</w:t>
      </w:r>
      <w:r>
        <w:tab/>
        <w:t>1.266e-2</w:t>
      </w:r>
    </w:p>
    <w:p w:rsidR="00557788" w:rsidRDefault="00557788" w:rsidP="00557788">
      <w:r>
        <w:t>200.8522</w:t>
      </w:r>
      <w:r>
        <w:tab/>
        <w:t>2.025e0</w:t>
      </w:r>
    </w:p>
    <w:p w:rsidR="00557788" w:rsidRDefault="00557788" w:rsidP="00557788">
      <w:r>
        <w:t>200.8539</w:t>
      </w:r>
      <w:r>
        <w:tab/>
        <w:t>1.013e0</w:t>
      </w:r>
    </w:p>
    <w:p w:rsidR="00557788" w:rsidRDefault="00557788" w:rsidP="00557788">
      <w:r>
        <w:t>200.8654</w:t>
      </w:r>
      <w:r>
        <w:tab/>
        <w:t>1.266e-2</w:t>
      </w:r>
    </w:p>
    <w:p w:rsidR="00557788" w:rsidRDefault="00557788" w:rsidP="00557788">
      <w:r>
        <w:t>200.8753</w:t>
      </w:r>
      <w:r>
        <w:tab/>
        <w:t>2.051e0</w:t>
      </w:r>
    </w:p>
    <w:p w:rsidR="00557788" w:rsidRDefault="00557788" w:rsidP="00557788">
      <w:r>
        <w:t>200.8809</w:t>
      </w:r>
      <w:r>
        <w:tab/>
        <w:t>1.013e0</w:t>
      </w:r>
    </w:p>
    <w:p w:rsidR="00557788" w:rsidRDefault="00557788" w:rsidP="00557788">
      <w:r>
        <w:t>200.8831</w:t>
      </w:r>
      <w:r>
        <w:tab/>
        <w:t>2.063e0</w:t>
      </w:r>
    </w:p>
    <w:p w:rsidR="00557788" w:rsidRDefault="00557788" w:rsidP="00557788">
      <w:r>
        <w:lastRenderedPageBreak/>
        <w:t>200.8863</w:t>
      </w:r>
      <w:r>
        <w:tab/>
        <w:t>5.063e0</w:t>
      </w:r>
    </w:p>
    <w:p w:rsidR="00557788" w:rsidRDefault="00557788" w:rsidP="00557788">
      <w:r>
        <w:t>200.9001</w:t>
      </w:r>
      <w:r>
        <w:tab/>
        <w:t>3.038e0</w:t>
      </w:r>
    </w:p>
    <w:p w:rsidR="00557788" w:rsidRDefault="00557788" w:rsidP="00557788">
      <w:r>
        <w:t>200.9220</w:t>
      </w:r>
      <w:r>
        <w:tab/>
        <w:t>2.327e0</w:t>
      </w:r>
    </w:p>
    <w:p w:rsidR="00557788" w:rsidRDefault="00557788" w:rsidP="00557788">
      <w:r>
        <w:t>200.9303</w:t>
      </w:r>
      <w:r>
        <w:tab/>
        <w:t>1.025e0</w:t>
      </w:r>
    </w:p>
    <w:p w:rsidR="00557788" w:rsidRDefault="00557788" w:rsidP="00557788">
      <w:r>
        <w:t>200.9340</w:t>
      </w:r>
      <w:r>
        <w:tab/>
        <w:t>4.051e0</w:t>
      </w:r>
    </w:p>
    <w:p w:rsidR="00557788" w:rsidRDefault="00557788" w:rsidP="00557788">
      <w:r>
        <w:t>200.9433</w:t>
      </w:r>
      <w:r>
        <w:tab/>
        <w:t>5.063e0</w:t>
      </w:r>
    </w:p>
    <w:p w:rsidR="00557788" w:rsidRDefault="00557788" w:rsidP="00557788">
      <w:r>
        <w:t>200.9489</w:t>
      </w:r>
      <w:r>
        <w:tab/>
        <w:t>1.013e0</w:t>
      </w:r>
    </w:p>
    <w:p w:rsidR="00557788" w:rsidRDefault="00557788" w:rsidP="00557788">
      <w:r>
        <w:t>200.9825</w:t>
      </w:r>
      <w:r>
        <w:tab/>
        <w:t>2.532e-2</w:t>
      </w:r>
    </w:p>
    <w:p w:rsidR="00557788" w:rsidRDefault="00557788" w:rsidP="00557788">
      <w:r>
        <w:t>200.9838</w:t>
      </w:r>
      <w:r>
        <w:tab/>
        <w:t>2.051e0</w:t>
      </w:r>
    </w:p>
    <w:p w:rsidR="00557788" w:rsidRDefault="00557788" w:rsidP="00557788">
      <w:r>
        <w:t>200.9879</w:t>
      </w:r>
      <w:r>
        <w:tab/>
        <w:t>1.013e1</w:t>
      </w:r>
    </w:p>
    <w:p w:rsidR="00557788" w:rsidRDefault="00557788" w:rsidP="00557788">
      <w:r>
        <w:t>200.9901</w:t>
      </w:r>
      <w:r>
        <w:tab/>
        <w:t>5.785e0</w:t>
      </w:r>
    </w:p>
    <w:p w:rsidR="00557788" w:rsidRDefault="00557788" w:rsidP="00557788">
      <w:r>
        <w:t>200.9937</w:t>
      </w:r>
      <w:r>
        <w:tab/>
        <w:t>3.038e0</w:t>
      </w:r>
    </w:p>
    <w:p w:rsidR="00557788" w:rsidRDefault="00557788" w:rsidP="00557788">
      <w:r>
        <w:t>200.9976</w:t>
      </w:r>
      <w:r>
        <w:tab/>
        <w:t>1.424e1</w:t>
      </w:r>
    </w:p>
    <w:p w:rsidR="00557788" w:rsidRDefault="00557788" w:rsidP="00557788">
      <w:r>
        <w:t>201.0057</w:t>
      </w:r>
      <w:r>
        <w:tab/>
        <w:t>2.038e0</w:t>
      </w:r>
    </w:p>
    <w:p w:rsidR="00557788" w:rsidRDefault="00557788" w:rsidP="00557788">
      <w:r>
        <w:t>201.0195</w:t>
      </w:r>
      <w:r>
        <w:tab/>
        <w:t>6.329e0</w:t>
      </w:r>
    </w:p>
    <w:p w:rsidR="00557788" w:rsidRDefault="00557788" w:rsidP="00557788">
      <w:r>
        <w:t>201.0258</w:t>
      </w:r>
      <w:r>
        <w:tab/>
        <w:t>2.025e0</w:t>
      </w:r>
    </w:p>
    <w:p w:rsidR="00557788" w:rsidRDefault="00557788" w:rsidP="00557788">
      <w:r>
        <w:t>201.0467</w:t>
      </w:r>
      <w:r>
        <w:tab/>
        <w:t>1.749e0</w:t>
      </w:r>
    </w:p>
    <w:p w:rsidR="00557788" w:rsidRDefault="00557788" w:rsidP="00557788">
      <w:r>
        <w:t>201.0600</w:t>
      </w:r>
      <w:r>
        <w:tab/>
        <w:t>2.000e0</w:t>
      </w:r>
    </w:p>
    <w:p w:rsidR="00557788" w:rsidRDefault="00557788" w:rsidP="00557788">
      <w:r>
        <w:t>201.0755</w:t>
      </w:r>
      <w:r>
        <w:tab/>
        <w:t>2.186e0</w:t>
      </w:r>
    </w:p>
    <w:p w:rsidR="00557788" w:rsidRDefault="00557788" w:rsidP="00557788">
      <w:r>
        <w:lastRenderedPageBreak/>
        <w:t>201.0796</w:t>
      </w:r>
      <w:r>
        <w:tab/>
        <w:t>9.168e-1</w:t>
      </w:r>
    </w:p>
    <w:p w:rsidR="00557788" w:rsidRDefault="00557788" w:rsidP="00557788">
      <w:r>
        <w:t>201.0814</w:t>
      </w:r>
      <w:r>
        <w:tab/>
        <w:t>1.646e0</w:t>
      </w:r>
    </w:p>
    <w:p w:rsidR="00557788" w:rsidRDefault="00557788" w:rsidP="00557788">
      <w:r>
        <w:t>201.0830</w:t>
      </w:r>
      <w:r>
        <w:tab/>
        <w:t>8.355e0</w:t>
      </w:r>
    </w:p>
    <w:p w:rsidR="00557788" w:rsidRDefault="00557788" w:rsidP="00557788">
      <w:r>
        <w:t>201.0882</w:t>
      </w:r>
      <w:r>
        <w:tab/>
        <w:t>3.564e0</w:t>
      </w:r>
    </w:p>
    <w:p w:rsidR="00557788" w:rsidRDefault="00557788" w:rsidP="00557788">
      <w:r>
        <w:t>201.0965</w:t>
      </w:r>
      <w:r>
        <w:tab/>
        <w:t>5.273e0</w:t>
      </w:r>
    </w:p>
    <w:p w:rsidR="00557788" w:rsidRDefault="00557788" w:rsidP="00557788">
      <w:r>
        <w:t>201.1055</w:t>
      </w:r>
      <w:r>
        <w:tab/>
        <w:t>3.649e0</w:t>
      </w:r>
    </w:p>
    <w:p w:rsidR="00557788" w:rsidRDefault="00557788" w:rsidP="00557788">
      <w:r>
        <w:t>201.1107</w:t>
      </w:r>
      <w:r>
        <w:tab/>
        <w:t>8.455e-1</w:t>
      </w:r>
    </w:p>
    <w:p w:rsidR="00557788" w:rsidRDefault="00557788" w:rsidP="00557788">
      <w:r>
        <w:t>201.1192</w:t>
      </w:r>
      <w:r>
        <w:tab/>
        <w:t>4.975e0</w:t>
      </w:r>
    </w:p>
    <w:p w:rsidR="00557788" w:rsidRDefault="00557788" w:rsidP="00557788">
      <w:r>
        <w:t>201.1348</w:t>
      </w:r>
      <w:r>
        <w:tab/>
        <w:t>2.194e0</w:t>
      </w:r>
    </w:p>
    <w:p w:rsidR="00557788" w:rsidRDefault="00557788" w:rsidP="00557788">
      <w:r>
        <w:t>201.1374</w:t>
      </w:r>
      <w:r>
        <w:tab/>
        <w:t>8.151e0</w:t>
      </w:r>
    </w:p>
    <w:p w:rsidR="00557788" w:rsidRDefault="00557788" w:rsidP="00557788">
      <w:r>
        <w:t>201.1567</w:t>
      </w:r>
      <w:r>
        <w:tab/>
        <w:t>1.131e1</w:t>
      </w:r>
    </w:p>
    <w:p w:rsidR="00557788" w:rsidRDefault="00557788" w:rsidP="00557788">
      <w:r>
        <w:t>201.1634</w:t>
      </w:r>
      <w:r>
        <w:tab/>
        <w:t>7.738e0</w:t>
      </w:r>
    </w:p>
    <w:p w:rsidR="00557788" w:rsidRDefault="00557788" w:rsidP="00557788">
      <w:r>
        <w:t>201.1728</w:t>
      </w:r>
      <w:r>
        <w:tab/>
        <w:t>4.061e-1</w:t>
      </w:r>
    </w:p>
    <w:p w:rsidR="00557788" w:rsidRDefault="00557788" w:rsidP="00557788">
      <w:r>
        <w:t>201.1756</w:t>
      </w:r>
      <w:r>
        <w:tab/>
        <w:t>1.944e0</w:t>
      </w:r>
    </w:p>
    <w:p w:rsidR="00557788" w:rsidRDefault="00557788" w:rsidP="00557788">
      <w:r>
        <w:t>201.1770</w:t>
      </w:r>
      <w:r>
        <w:tab/>
        <w:t>4.265e0</w:t>
      </w:r>
    </w:p>
    <w:p w:rsidR="00557788" w:rsidRDefault="00557788" w:rsidP="00557788">
      <w:r>
        <w:t>201.1783</w:t>
      </w:r>
      <w:r>
        <w:tab/>
        <w:t>2.065e0</w:t>
      </w:r>
    </w:p>
    <w:p w:rsidR="00557788" w:rsidRDefault="00557788" w:rsidP="00557788">
      <w:r>
        <w:t>201.1974</w:t>
      </w:r>
      <w:r>
        <w:tab/>
        <w:t>2.532e-2</w:t>
      </w:r>
    </w:p>
    <w:p w:rsidR="00557788" w:rsidRDefault="00557788" w:rsidP="00557788">
      <w:r>
        <w:t>201.2031</w:t>
      </w:r>
      <w:r>
        <w:tab/>
        <w:t>2.025e0</w:t>
      </w:r>
    </w:p>
    <w:p w:rsidR="00557788" w:rsidRDefault="00557788" w:rsidP="00557788">
      <w:r>
        <w:t>201.2053</w:t>
      </w:r>
      <w:r>
        <w:tab/>
        <w:t>3.051e0</w:t>
      </w:r>
    </w:p>
    <w:p w:rsidR="00557788" w:rsidRDefault="00557788" w:rsidP="00557788">
      <w:r>
        <w:lastRenderedPageBreak/>
        <w:t>201.2106</w:t>
      </w:r>
      <w:r>
        <w:tab/>
        <w:t>2.025e0</w:t>
      </w:r>
    </w:p>
    <w:p w:rsidR="00557788" w:rsidRDefault="00557788" w:rsidP="00557788">
      <w:r>
        <w:t>201.2279</w:t>
      </w:r>
      <w:r>
        <w:tab/>
        <w:t>4.051e0</w:t>
      </w:r>
    </w:p>
    <w:p w:rsidR="00557788" w:rsidRDefault="00557788" w:rsidP="00557788">
      <w:r>
        <w:t>201.2324</w:t>
      </w:r>
      <w:r>
        <w:tab/>
        <w:t>3.798e-2</w:t>
      </w:r>
    </w:p>
    <w:p w:rsidR="00557788" w:rsidRDefault="00557788" w:rsidP="00557788">
      <w:r>
        <w:t>201.2358</w:t>
      </w:r>
      <w:r>
        <w:tab/>
        <w:t>1.013e0</w:t>
      </w:r>
    </w:p>
    <w:p w:rsidR="00557788" w:rsidRDefault="00557788" w:rsidP="00557788">
      <w:r>
        <w:t>201.2447</w:t>
      </w:r>
      <w:r>
        <w:tab/>
        <w:t>5.114e0</w:t>
      </w:r>
    </w:p>
    <w:p w:rsidR="00557788" w:rsidRDefault="00557788" w:rsidP="00557788">
      <w:r>
        <w:t>201.2477</w:t>
      </w:r>
      <w:r>
        <w:tab/>
        <w:t>4.139e0</w:t>
      </w:r>
    </w:p>
    <w:p w:rsidR="00557788" w:rsidRDefault="00557788" w:rsidP="00557788">
      <w:r>
        <w:t>201.2618</w:t>
      </w:r>
      <w:r>
        <w:tab/>
        <w:t>1.013e0</w:t>
      </w:r>
    </w:p>
    <w:p w:rsidR="00557788" w:rsidRDefault="00557788" w:rsidP="00557788">
      <w:r>
        <w:t>201.2655</w:t>
      </w:r>
      <w:r>
        <w:tab/>
        <w:t>1.013e0</w:t>
      </w:r>
    </w:p>
    <w:p w:rsidR="00557788" w:rsidRDefault="00557788" w:rsidP="00557788">
      <w:r>
        <w:t>201.2842</w:t>
      </w:r>
      <w:r>
        <w:tab/>
        <w:t>1.013e0</w:t>
      </w:r>
    </w:p>
    <w:p w:rsidR="00557788" w:rsidRDefault="00557788" w:rsidP="00557788">
      <w:r>
        <w:t>201.2898</w:t>
      </w:r>
      <w:r>
        <w:tab/>
        <w:t>2.532e-2</w:t>
      </w:r>
    </w:p>
    <w:p w:rsidR="00557788" w:rsidRDefault="00557788" w:rsidP="00557788">
      <w:r>
        <w:t>201.2934</w:t>
      </w:r>
      <w:r>
        <w:tab/>
        <w:t>3.798e-2</w:t>
      </w:r>
    </w:p>
    <w:p w:rsidR="00557788" w:rsidRDefault="00557788" w:rsidP="00557788">
      <w:r>
        <w:t>201.2954</w:t>
      </w:r>
      <w:r>
        <w:tab/>
        <w:t>3.038e0</w:t>
      </w:r>
    </w:p>
    <w:p w:rsidR="00557788" w:rsidRDefault="00557788" w:rsidP="00557788">
      <w:r>
        <w:t>201.3066</w:t>
      </w:r>
      <w:r>
        <w:tab/>
        <w:t>1.266e-2</w:t>
      </w:r>
    </w:p>
    <w:p w:rsidR="00557788" w:rsidRDefault="00557788" w:rsidP="00557788">
      <w:r>
        <w:t>201.3141</w:t>
      </w:r>
      <w:r>
        <w:tab/>
        <w:t>1.266e-2</w:t>
      </w:r>
    </w:p>
    <w:p w:rsidR="00557788" w:rsidRDefault="00557788" w:rsidP="00557788">
      <w:r>
        <w:t>201.3252</w:t>
      </w:r>
      <w:r>
        <w:tab/>
        <w:t>1.013e0</w:t>
      </w:r>
    </w:p>
    <w:p w:rsidR="00557788" w:rsidRDefault="00557788" w:rsidP="00557788">
      <w:r>
        <w:t>201.3289</w:t>
      </w:r>
      <w:r>
        <w:tab/>
        <w:t>1.266e-2</w:t>
      </w:r>
    </w:p>
    <w:p w:rsidR="00557788" w:rsidRDefault="00557788" w:rsidP="00557788">
      <w:r>
        <w:t>201.3385</w:t>
      </w:r>
      <w:r>
        <w:tab/>
        <w:t>2.025e0</w:t>
      </w:r>
    </w:p>
    <w:p w:rsidR="00557788" w:rsidRDefault="00557788" w:rsidP="00557788">
      <w:r>
        <w:t>201.3405</w:t>
      </w:r>
      <w:r>
        <w:tab/>
        <w:t>2.939e0</w:t>
      </w:r>
    </w:p>
    <w:p w:rsidR="00557788" w:rsidRDefault="00557788" w:rsidP="00557788">
      <w:r>
        <w:t>201.3461</w:t>
      </w:r>
      <w:r>
        <w:tab/>
        <w:t>2.025e0</w:t>
      </w:r>
    </w:p>
    <w:p w:rsidR="00557788" w:rsidRDefault="00557788" w:rsidP="00557788">
      <w:r>
        <w:lastRenderedPageBreak/>
        <w:t>201.3576</w:t>
      </w:r>
      <w:r>
        <w:tab/>
        <w:t>2.532e-2</w:t>
      </w:r>
    </w:p>
    <w:p w:rsidR="00557788" w:rsidRDefault="00557788" w:rsidP="00557788">
      <w:r>
        <w:t>201.3661</w:t>
      </w:r>
      <w:r>
        <w:tab/>
        <w:t>3.038e0</w:t>
      </w:r>
    </w:p>
    <w:p w:rsidR="00557788" w:rsidRDefault="00557788" w:rsidP="00557788">
      <w:r>
        <w:t>201.3672</w:t>
      </w:r>
      <w:r>
        <w:tab/>
        <w:t>1.013e0</w:t>
      </w:r>
    </w:p>
    <w:p w:rsidR="00557788" w:rsidRDefault="00557788" w:rsidP="00557788">
      <w:r>
        <w:t>201.3729</w:t>
      </w:r>
      <w:r>
        <w:tab/>
        <w:t>2.050e0</w:t>
      </w:r>
    </w:p>
    <w:p w:rsidR="00557788" w:rsidRDefault="00557788" w:rsidP="00557788">
      <w:r>
        <w:t>201.3767</w:t>
      </w:r>
      <w:r>
        <w:tab/>
        <w:t>2.025e0</w:t>
      </w:r>
    </w:p>
    <w:p w:rsidR="00557788" w:rsidRDefault="00557788" w:rsidP="00557788">
      <w:r>
        <w:t>201.3804</w:t>
      </w:r>
      <w:r>
        <w:tab/>
        <w:t>2.025e0</w:t>
      </w:r>
    </w:p>
    <w:p w:rsidR="00557788" w:rsidRDefault="00557788" w:rsidP="00557788">
      <w:r>
        <w:t>201.3876</w:t>
      </w:r>
      <w:r>
        <w:tab/>
        <w:t>1.038e0</w:t>
      </w:r>
    </w:p>
    <w:p w:rsidR="00557788" w:rsidRDefault="00557788" w:rsidP="00557788">
      <w:r>
        <w:t>201.3979</w:t>
      </w:r>
      <w:r>
        <w:tab/>
        <w:t>1.013e0</w:t>
      </w:r>
    </w:p>
    <w:p w:rsidR="00557788" w:rsidRDefault="00557788" w:rsidP="00557788">
      <w:r>
        <w:t>201.4016</w:t>
      </w:r>
      <w:r>
        <w:tab/>
        <w:t>1.025e0</w:t>
      </w:r>
    </w:p>
    <w:p w:rsidR="00557788" w:rsidRDefault="00557788" w:rsidP="00557788">
      <w:r>
        <w:t>201.4212</w:t>
      </w:r>
      <w:r>
        <w:tab/>
        <w:t>3.038e0</w:t>
      </w:r>
    </w:p>
    <w:p w:rsidR="00557788" w:rsidRDefault="00557788" w:rsidP="00557788">
      <w:r>
        <w:t>201.4223</w:t>
      </w:r>
      <w:r>
        <w:tab/>
        <w:t>3.038e0</w:t>
      </w:r>
    </w:p>
    <w:p w:rsidR="00557788" w:rsidRDefault="00557788" w:rsidP="00557788">
      <w:r>
        <w:t>201.4258</w:t>
      </w:r>
      <w:r>
        <w:tab/>
        <w:t>2.025e0</w:t>
      </w:r>
    </w:p>
    <w:p w:rsidR="00557788" w:rsidRDefault="00557788" w:rsidP="00557788">
      <w:r>
        <w:t>201.4295</w:t>
      </w:r>
      <w:r>
        <w:tab/>
        <w:t>2.025e0</w:t>
      </w:r>
    </w:p>
    <w:p w:rsidR="00557788" w:rsidRDefault="00557788" w:rsidP="00557788">
      <w:r>
        <w:t>201.4463</w:t>
      </w:r>
      <w:r>
        <w:tab/>
        <w:t>1.013e0</w:t>
      </w:r>
    </w:p>
    <w:p w:rsidR="00557788" w:rsidRDefault="00557788" w:rsidP="00557788">
      <w:r>
        <w:t>201.4501</w:t>
      </w:r>
      <w:r>
        <w:tab/>
        <w:t>1.266e-2</w:t>
      </w:r>
    </w:p>
    <w:p w:rsidR="00557788" w:rsidRDefault="00557788" w:rsidP="00557788">
      <w:r>
        <w:t>201.4617</w:t>
      </w:r>
      <w:r>
        <w:tab/>
        <w:t>5.076e0</w:t>
      </w:r>
    </w:p>
    <w:p w:rsidR="00557788" w:rsidRDefault="00557788" w:rsidP="00557788">
      <w:r>
        <w:t>201.4668</w:t>
      </w:r>
      <w:r>
        <w:tab/>
        <w:t>2.025e0</w:t>
      </w:r>
    </w:p>
    <w:p w:rsidR="00557788" w:rsidRDefault="00557788" w:rsidP="00557788">
      <w:r>
        <w:t>201.4687</w:t>
      </w:r>
      <w:r>
        <w:tab/>
        <w:t>2.025e0</w:t>
      </w:r>
    </w:p>
    <w:p w:rsidR="00557788" w:rsidRDefault="00557788" w:rsidP="00557788">
      <w:r>
        <w:t>201.4773</w:t>
      </w:r>
      <w:r>
        <w:tab/>
        <w:t>1.051e0</w:t>
      </w:r>
    </w:p>
    <w:p w:rsidR="00557788" w:rsidRDefault="00557788" w:rsidP="00557788">
      <w:r>
        <w:lastRenderedPageBreak/>
        <w:t>201.4835</w:t>
      </w:r>
      <w:r>
        <w:tab/>
        <w:t>2.532e-2</w:t>
      </w:r>
    </w:p>
    <w:p w:rsidR="00557788" w:rsidRDefault="00557788" w:rsidP="00557788">
      <w:r>
        <w:t>201.4924</w:t>
      </w:r>
      <w:r>
        <w:tab/>
        <w:t>1.038e0</w:t>
      </w:r>
    </w:p>
    <w:p w:rsidR="00557788" w:rsidRDefault="00557788" w:rsidP="00557788">
      <w:r>
        <w:t>201.4969</w:t>
      </w:r>
      <w:r>
        <w:tab/>
        <w:t>2.025e0</w:t>
      </w:r>
    </w:p>
    <w:p w:rsidR="00557788" w:rsidRDefault="00557788" w:rsidP="00557788">
      <w:r>
        <w:t>201.4988</w:t>
      </w:r>
      <w:r>
        <w:tab/>
        <w:t>4.051e0</w:t>
      </w:r>
    </w:p>
    <w:p w:rsidR="00557788" w:rsidRDefault="00557788" w:rsidP="00557788">
      <w:r>
        <w:t>201.5179</w:t>
      </w:r>
      <w:r>
        <w:tab/>
        <w:t>1.013e0</w:t>
      </w:r>
    </w:p>
    <w:p w:rsidR="00557788" w:rsidRDefault="00557788" w:rsidP="00557788">
      <w:r>
        <w:t>201.5274</w:t>
      </w:r>
      <w:r>
        <w:tab/>
        <w:t>4.076e0</w:t>
      </w:r>
    </w:p>
    <w:p w:rsidR="00557788" w:rsidRDefault="00557788" w:rsidP="00557788">
      <w:r>
        <w:t>201.5334</w:t>
      </w:r>
      <w:r>
        <w:tab/>
        <w:t>1.266e-2</w:t>
      </w:r>
    </w:p>
    <w:p w:rsidR="00557788" w:rsidRDefault="00557788" w:rsidP="00557788">
      <w:r>
        <w:t>201.5495</w:t>
      </w:r>
      <w:r>
        <w:tab/>
        <w:t>1.038e0</w:t>
      </w:r>
    </w:p>
    <w:p w:rsidR="00557788" w:rsidRDefault="00557788" w:rsidP="00557788">
      <w:r>
        <w:t>201.5548</w:t>
      </w:r>
      <w:r>
        <w:tab/>
        <w:t>3.038e0</w:t>
      </w:r>
    </w:p>
    <w:p w:rsidR="00557788" w:rsidRDefault="00557788" w:rsidP="00557788">
      <w:r>
        <w:t>201.5563</w:t>
      </w:r>
      <w:r>
        <w:tab/>
        <w:t>2.532e-2</w:t>
      </w:r>
    </w:p>
    <w:p w:rsidR="00557788" w:rsidRDefault="00557788" w:rsidP="00557788">
      <w:r>
        <w:t>201.5600</w:t>
      </w:r>
      <w:r>
        <w:tab/>
        <w:t>1.025e0</w:t>
      </w:r>
    </w:p>
    <w:p w:rsidR="00557788" w:rsidRDefault="00557788" w:rsidP="00557788">
      <w:r>
        <w:t>201.5674</w:t>
      </w:r>
      <w:r>
        <w:tab/>
        <w:t>1.025e0</w:t>
      </w:r>
    </w:p>
    <w:p w:rsidR="00557788" w:rsidRDefault="00557788" w:rsidP="00557788">
      <w:r>
        <w:t>201.5807</w:t>
      </w:r>
      <w:r>
        <w:tab/>
        <w:t>3.038e0</w:t>
      </w:r>
    </w:p>
    <w:p w:rsidR="00557788" w:rsidRDefault="00557788" w:rsidP="00557788">
      <w:r>
        <w:t>201.5860</w:t>
      </w:r>
      <w:r>
        <w:tab/>
        <w:t>1.013e0</w:t>
      </w:r>
    </w:p>
    <w:p w:rsidR="00557788" w:rsidRDefault="00557788" w:rsidP="00557788">
      <w:r>
        <w:t>201.5935</w:t>
      </w:r>
      <w:r>
        <w:tab/>
        <w:t>1.013e0</w:t>
      </w:r>
    </w:p>
    <w:p w:rsidR="00557788" w:rsidRDefault="00557788" w:rsidP="00557788">
      <w:r>
        <w:t>201.5973</w:t>
      </w:r>
      <w:r>
        <w:tab/>
        <w:t>1.025e0</w:t>
      </w:r>
    </w:p>
    <w:p w:rsidR="00557788" w:rsidRDefault="00557788" w:rsidP="00557788">
      <w:r>
        <w:t>201.6047</w:t>
      </w:r>
      <w:r>
        <w:tab/>
        <w:t>3.089e0</w:t>
      </w:r>
    </w:p>
    <w:p w:rsidR="00557788" w:rsidRDefault="00557788" w:rsidP="00557788">
      <w:r>
        <w:t>201.6411</w:t>
      </w:r>
      <w:r>
        <w:tab/>
        <w:t>3.063e0</w:t>
      </w:r>
    </w:p>
    <w:p w:rsidR="00557788" w:rsidRDefault="00557788" w:rsidP="00557788">
      <w:r>
        <w:t>201.6494</w:t>
      </w:r>
      <w:r>
        <w:tab/>
        <w:t>1.025e0</w:t>
      </w:r>
    </w:p>
    <w:p w:rsidR="00557788" w:rsidRDefault="00557788" w:rsidP="00557788">
      <w:r>
        <w:lastRenderedPageBreak/>
        <w:t>201.6538</w:t>
      </w:r>
      <w:r>
        <w:tab/>
        <w:t>1.025e0</w:t>
      </w:r>
    </w:p>
    <w:p w:rsidR="00557788" w:rsidRDefault="00557788" w:rsidP="00557788">
      <w:r>
        <w:t>201.6650</w:t>
      </w:r>
      <w:r>
        <w:tab/>
        <w:t>2.025e0</w:t>
      </w:r>
    </w:p>
    <w:p w:rsidR="00557788" w:rsidRDefault="00557788" w:rsidP="00557788">
      <w:r>
        <w:t>201.6677</w:t>
      </w:r>
      <w:r>
        <w:tab/>
        <w:t>3.038e0</w:t>
      </w:r>
    </w:p>
    <w:p w:rsidR="00557788" w:rsidRDefault="00557788" w:rsidP="00557788">
      <w:r>
        <w:t>201.6708</w:t>
      </w:r>
      <w:r>
        <w:tab/>
        <w:t>4.051e0</w:t>
      </w:r>
    </w:p>
    <w:p w:rsidR="00557788" w:rsidRDefault="00557788" w:rsidP="00557788">
      <w:r>
        <w:t>201.6802</w:t>
      </w:r>
      <w:r>
        <w:tab/>
        <w:t>3.038e0</w:t>
      </w:r>
    </w:p>
    <w:p w:rsidR="00557788" w:rsidRDefault="00557788" w:rsidP="00557788">
      <w:r>
        <w:t>201.6860</w:t>
      </w:r>
      <w:r>
        <w:tab/>
        <w:t>2.532e-2</w:t>
      </w:r>
    </w:p>
    <w:p w:rsidR="00557788" w:rsidRDefault="00557788" w:rsidP="00557788">
      <w:r>
        <w:t>201.6936</w:t>
      </w:r>
      <w:r>
        <w:tab/>
        <w:t>1.967e0</w:t>
      </w:r>
    </w:p>
    <w:p w:rsidR="00557788" w:rsidRDefault="00557788" w:rsidP="00557788">
      <w:r>
        <w:t>201.6997</w:t>
      </w:r>
      <w:r>
        <w:tab/>
        <w:t>1.013e0</w:t>
      </w:r>
    </w:p>
    <w:p w:rsidR="00557788" w:rsidRDefault="00557788" w:rsidP="00557788">
      <w:r>
        <w:t>201.7021</w:t>
      </w:r>
      <w:r>
        <w:tab/>
        <w:t>3.038e0</w:t>
      </w:r>
    </w:p>
    <w:p w:rsidR="00557788" w:rsidRDefault="00557788" w:rsidP="00557788">
      <w:r>
        <w:t>201.7147</w:t>
      </w:r>
      <w:r>
        <w:tab/>
        <w:t>1.025e0</w:t>
      </w:r>
    </w:p>
    <w:p w:rsidR="00557788" w:rsidRDefault="00557788" w:rsidP="00557788">
      <w:r>
        <w:t>201.7184</w:t>
      </w:r>
      <w:r>
        <w:tab/>
        <w:t>1.013e0</w:t>
      </w:r>
    </w:p>
    <w:p w:rsidR="00557788" w:rsidRDefault="00557788" w:rsidP="00557788">
      <w:r>
        <w:t>201.7271</w:t>
      </w:r>
      <w:r>
        <w:tab/>
        <w:t>1.038e0</w:t>
      </w:r>
    </w:p>
    <w:p w:rsidR="00557788" w:rsidRDefault="00557788" w:rsidP="00557788">
      <w:r>
        <w:t>201.7315</w:t>
      </w:r>
      <w:r>
        <w:tab/>
        <w:t>2.025e0</w:t>
      </w:r>
    </w:p>
    <w:p w:rsidR="00557788" w:rsidRDefault="00557788" w:rsidP="00557788">
      <w:r>
        <w:t>201.7426</w:t>
      </w:r>
      <w:r>
        <w:tab/>
        <w:t>2.025e0</w:t>
      </w:r>
    </w:p>
    <w:p w:rsidR="00557788" w:rsidRDefault="00557788" w:rsidP="00557788">
      <w:r>
        <w:t>201.7445</w:t>
      </w:r>
      <w:r>
        <w:tab/>
        <w:t>1.266e-2</w:t>
      </w:r>
    </w:p>
    <w:p w:rsidR="00557788" w:rsidRDefault="00557788" w:rsidP="00557788">
      <w:r>
        <w:t>201.7571</w:t>
      </w:r>
      <w:r>
        <w:tab/>
        <w:t>7.089e0</w:t>
      </w:r>
    </w:p>
    <w:p w:rsidR="00557788" w:rsidRDefault="00557788" w:rsidP="00557788">
      <w:r>
        <w:t>201.7613</w:t>
      </w:r>
      <w:r>
        <w:tab/>
        <w:t>2.025e0</w:t>
      </w:r>
    </w:p>
    <w:p w:rsidR="00557788" w:rsidRDefault="00557788" w:rsidP="00557788">
      <w:r>
        <w:t>201.7632</w:t>
      </w:r>
      <w:r>
        <w:tab/>
        <w:t>1.266e-2</w:t>
      </w:r>
    </w:p>
    <w:p w:rsidR="00557788" w:rsidRDefault="00557788" w:rsidP="00557788">
      <w:r>
        <w:t>201.7967</w:t>
      </w:r>
      <w:r>
        <w:tab/>
        <w:t>1.266e-2</w:t>
      </w:r>
    </w:p>
    <w:p w:rsidR="00557788" w:rsidRDefault="00557788" w:rsidP="00557788">
      <w:r>
        <w:lastRenderedPageBreak/>
        <w:t>201.8235</w:t>
      </w:r>
      <w:r>
        <w:tab/>
        <w:t>2.025e0</w:t>
      </w:r>
    </w:p>
    <w:p w:rsidR="00557788" w:rsidRDefault="00557788" w:rsidP="00557788">
      <w:r>
        <w:t>201.8429</w:t>
      </w:r>
      <w:r>
        <w:tab/>
        <w:t>1.025e0</w:t>
      </w:r>
    </w:p>
    <w:p w:rsidR="00557788" w:rsidRDefault="00557788" w:rsidP="00557788">
      <w:r>
        <w:t>201.8545</w:t>
      </w:r>
      <w:r>
        <w:tab/>
        <w:t>1.266e-2</w:t>
      </w:r>
    </w:p>
    <w:p w:rsidR="00557788" w:rsidRDefault="00557788" w:rsidP="00557788">
      <w:r>
        <w:t>201.8600</w:t>
      </w:r>
      <w:r>
        <w:tab/>
        <w:t>2.025e0</w:t>
      </w:r>
    </w:p>
    <w:p w:rsidR="00557788" w:rsidRDefault="00557788" w:rsidP="00557788">
      <w:r>
        <w:t>201.8806</w:t>
      </w:r>
      <w:r>
        <w:tab/>
        <w:t>1.266e-2</w:t>
      </w:r>
    </w:p>
    <w:p w:rsidR="00557788" w:rsidRDefault="00557788" w:rsidP="00557788">
      <w:r>
        <w:t>201.8881</w:t>
      </w:r>
      <w:r>
        <w:tab/>
        <w:t>2.532e-2</w:t>
      </w:r>
    </w:p>
    <w:p w:rsidR="00557788" w:rsidRDefault="00557788" w:rsidP="00557788">
      <w:r>
        <w:t>201.8943</w:t>
      </w:r>
      <w:r>
        <w:tab/>
        <w:t>3.038e0</w:t>
      </w:r>
    </w:p>
    <w:p w:rsidR="00557788" w:rsidRDefault="00557788" w:rsidP="00557788">
      <w:r>
        <w:t>201.8962</w:t>
      </w:r>
      <w:r>
        <w:tab/>
        <w:t>1.063e0</w:t>
      </w:r>
    </w:p>
    <w:p w:rsidR="00557788" w:rsidRDefault="00557788" w:rsidP="00557788">
      <w:r>
        <w:t>201.9043</w:t>
      </w:r>
      <w:r>
        <w:tab/>
        <w:t>3.038e0</w:t>
      </w:r>
    </w:p>
    <w:p w:rsidR="00557788" w:rsidRDefault="00557788" w:rsidP="00557788">
      <w:r>
        <w:t>201.9105</w:t>
      </w:r>
      <w:r>
        <w:tab/>
        <w:t>1.266e-2</w:t>
      </w:r>
    </w:p>
    <w:p w:rsidR="00557788" w:rsidRDefault="00557788" w:rsidP="00557788">
      <w:r>
        <w:t>201.9129</w:t>
      </w:r>
      <w:r>
        <w:tab/>
        <w:t>4.051e0</w:t>
      </w:r>
    </w:p>
    <w:p w:rsidR="00557788" w:rsidRDefault="00557788" w:rsidP="00557788">
      <w:r>
        <w:t>201.9143</w:t>
      </w:r>
      <w:r>
        <w:tab/>
        <w:t>1.013e0</w:t>
      </w:r>
    </w:p>
    <w:p w:rsidR="00557788" w:rsidRDefault="00557788" w:rsidP="00557788">
      <w:r>
        <w:t>201.9478</w:t>
      </w:r>
      <w:r>
        <w:tab/>
        <w:t>1.013e0</w:t>
      </w:r>
    </w:p>
    <w:p w:rsidR="00557788" w:rsidRDefault="00557788" w:rsidP="00557788">
      <w:r>
        <w:t>201.9731</w:t>
      </w:r>
      <w:r>
        <w:tab/>
        <w:t>4.051e0</w:t>
      </w:r>
    </w:p>
    <w:p w:rsidR="00557788" w:rsidRDefault="00557788" w:rsidP="00557788">
      <w:r>
        <w:t>201.9768</w:t>
      </w:r>
      <w:r>
        <w:tab/>
        <w:t>1.016e1</w:t>
      </w:r>
    </w:p>
    <w:p w:rsidR="00557788" w:rsidRDefault="00557788" w:rsidP="00557788">
      <w:r>
        <w:t>201.9980</w:t>
      </w:r>
      <w:r>
        <w:tab/>
        <w:t>4.199e0</w:t>
      </w:r>
    </w:p>
    <w:p w:rsidR="00557788" w:rsidRDefault="00557788" w:rsidP="00557788">
      <w:r>
        <w:t>201.9994</w:t>
      </w:r>
      <w:r>
        <w:tab/>
        <w:t>4.241e0</w:t>
      </w:r>
    </w:p>
    <w:p w:rsidR="00557788" w:rsidRDefault="00557788" w:rsidP="00557788">
      <w:r>
        <w:t>202.0131</w:t>
      </w:r>
      <w:r>
        <w:tab/>
        <w:t>9.139e0</w:t>
      </w:r>
    </w:p>
    <w:p w:rsidR="00557788" w:rsidRDefault="00557788" w:rsidP="00557788">
      <w:r>
        <w:t>202.0195</w:t>
      </w:r>
      <w:r>
        <w:tab/>
        <w:t>2.174e0</w:t>
      </w:r>
    </w:p>
    <w:p w:rsidR="00557788" w:rsidRDefault="00557788" w:rsidP="00557788">
      <w:r>
        <w:lastRenderedPageBreak/>
        <w:t>202.0321</w:t>
      </w:r>
      <w:r>
        <w:tab/>
        <w:t>5.019e0</w:t>
      </w:r>
    </w:p>
    <w:p w:rsidR="00557788" w:rsidRDefault="00557788" w:rsidP="00557788">
      <w:r>
        <w:t>202.0359</w:t>
      </w:r>
      <w:r>
        <w:tab/>
        <w:t>6.073e-1</w:t>
      </w:r>
    </w:p>
    <w:p w:rsidR="00557788" w:rsidRDefault="00557788" w:rsidP="00557788">
      <w:r>
        <w:t>202.0428</w:t>
      </w:r>
      <w:r>
        <w:tab/>
        <w:t>2.173e0</w:t>
      </w:r>
    </w:p>
    <w:p w:rsidR="00557788" w:rsidRDefault="00557788" w:rsidP="00557788">
      <w:r>
        <w:t>202.0555</w:t>
      </w:r>
      <w:r>
        <w:tab/>
        <w:t>3.983e0</w:t>
      </w:r>
    </w:p>
    <w:p w:rsidR="00557788" w:rsidRDefault="00557788" w:rsidP="00557788">
      <w:r>
        <w:t>202.0763</w:t>
      </w:r>
      <w:r>
        <w:tab/>
        <w:t>2.417e-1</w:t>
      </w:r>
    </w:p>
    <w:p w:rsidR="00557788" w:rsidRDefault="00557788" w:rsidP="00557788">
      <w:r>
        <w:t>202.0790</w:t>
      </w:r>
      <w:r>
        <w:tab/>
        <w:t>2.461e0</w:t>
      </w:r>
    </w:p>
    <w:p w:rsidR="00557788" w:rsidRDefault="00557788" w:rsidP="00557788">
      <w:r>
        <w:t>202.0852</w:t>
      </w:r>
      <w:r>
        <w:tab/>
        <w:t>8.807e-1</w:t>
      </w:r>
    </w:p>
    <w:p w:rsidR="00557788" w:rsidRDefault="00557788" w:rsidP="00557788">
      <w:r>
        <w:t>202.1063</w:t>
      </w:r>
      <w:r>
        <w:tab/>
        <w:t>1.944e0</w:t>
      </w:r>
    </w:p>
    <w:p w:rsidR="00557788" w:rsidRDefault="00557788" w:rsidP="00557788">
      <w:r>
        <w:t>202.1085</w:t>
      </w:r>
      <w:r>
        <w:tab/>
        <w:t>2.965e0</w:t>
      </w:r>
    </w:p>
    <w:p w:rsidR="00557788" w:rsidRDefault="00557788" w:rsidP="00557788">
      <w:r>
        <w:t>202.1143</w:t>
      </w:r>
      <w:r>
        <w:tab/>
        <w:t>2.544e0</w:t>
      </w:r>
    </w:p>
    <w:p w:rsidR="00557788" w:rsidRDefault="00557788" w:rsidP="00557788">
      <w:r>
        <w:t>202.1371</w:t>
      </w:r>
      <w:r>
        <w:tab/>
        <w:t>3.203e0</w:t>
      </w:r>
    </w:p>
    <w:p w:rsidR="00557788" w:rsidRDefault="00557788" w:rsidP="00557788">
      <w:r>
        <w:t>202.1555</w:t>
      </w:r>
      <w:r>
        <w:tab/>
        <w:t>2.072e0</w:t>
      </w:r>
    </w:p>
    <w:p w:rsidR="00557788" w:rsidRDefault="00557788" w:rsidP="00557788">
      <w:r>
        <w:t>202.1654</w:t>
      </w:r>
      <w:r>
        <w:tab/>
        <w:t>4.443e0</w:t>
      </w:r>
    </w:p>
    <w:p w:rsidR="00557788" w:rsidRDefault="00557788" w:rsidP="00557788">
      <w:r>
        <w:t>202.1820</w:t>
      </w:r>
      <w:r>
        <w:tab/>
        <w:t>4.830e0</w:t>
      </w:r>
    </w:p>
    <w:p w:rsidR="00557788" w:rsidRDefault="00557788" w:rsidP="00557788">
      <w:r>
        <w:t>202.1977</w:t>
      </w:r>
      <w:r>
        <w:tab/>
        <w:t>3.968e0</w:t>
      </w:r>
    </w:p>
    <w:p w:rsidR="00557788" w:rsidRDefault="00557788" w:rsidP="00557788">
      <w:r>
        <w:t>202.2017</w:t>
      </w:r>
      <w:r>
        <w:tab/>
        <w:t>2.883e-1</w:t>
      </w:r>
    </w:p>
    <w:p w:rsidR="00557788" w:rsidRDefault="00557788" w:rsidP="00557788">
      <w:r>
        <w:t>202.2121</w:t>
      </w:r>
      <w:r>
        <w:tab/>
        <w:t>9.707e0</w:t>
      </w:r>
    </w:p>
    <w:p w:rsidR="00557788" w:rsidRDefault="00557788" w:rsidP="00557788">
      <w:r>
        <w:t>202.2407</w:t>
      </w:r>
      <w:r>
        <w:tab/>
        <w:t>2.025e0</w:t>
      </w:r>
    </w:p>
    <w:p w:rsidR="00557788" w:rsidRDefault="00557788" w:rsidP="00557788">
      <w:r>
        <w:t>202.2426</w:t>
      </w:r>
      <w:r>
        <w:tab/>
        <w:t>1.266e-2</w:t>
      </w:r>
    </w:p>
    <w:p w:rsidR="00557788" w:rsidRDefault="00557788" w:rsidP="00557788">
      <w:r>
        <w:lastRenderedPageBreak/>
        <w:t>202.2500</w:t>
      </w:r>
      <w:r>
        <w:tab/>
        <w:t>2.051e0</w:t>
      </w:r>
    </w:p>
    <w:p w:rsidR="00557788" w:rsidRDefault="00557788" w:rsidP="00557788">
      <w:r>
        <w:t>202.2578</w:t>
      </w:r>
      <w:r>
        <w:tab/>
        <w:t>4.051e0</w:t>
      </w:r>
    </w:p>
    <w:p w:rsidR="00557788" w:rsidRDefault="00557788" w:rsidP="00557788">
      <w:r>
        <w:t>202.2769</w:t>
      </w:r>
      <w:r>
        <w:tab/>
        <w:t>1.013e0</w:t>
      </w:r>
    </w:p>
    <w:p w:rsidR="00557788" w:rsidRDefault="00557788" w:rsidP="00557788">
      <w:r>
        <w:t>202.2827</w:t>
      </w:r>
      <w:r>
        <w:tab/>
        <w:t>2.025e0</w:t>
      </w:r>
    </w:p>
    <w:p w:rsidR="00557788" w:rsidRDefault="00557788" w:rsidP="00557788">
      <w:r>
        <w:t>202.2885</w:t>
      </w:r>
      <w:r>
        <w:tab/>
        <w:t>1.013e0</w:t>
      </w:r>
    </w:p>
    <w:p w:rsidR="00557788" w:rsidRDefault="00557788" w:rsidP="00557788">
      <w:r>
        <w:t>202.3001</w:t>
      </w:r>
      <w:r>
        <w:tab/>
        <w:t>2.532e-2</w:t>
      </w:r>
    </w:p>
    <w:p w:rsidR="00557788" w:rsidRDefault="00557788" w:rsidP="00557788">
      <w:r>
        <w:t>202.3037</w:t>
      </w:r>
      <w:r>
        <w:tab/>
        <w:t>3.038e0</w:t>
      </w:r>
    </w:p>
    <w:p w:rsidR="00557788" w:rsidRDefault="00557788" w:rsidP="00557788">
      <w:r>
        <w:t>202.3228</w:t>
      </w:r>
      <w:r>
        <w:tab/>
        <w:t>1.266e-2</w:t>
      </w:r>
    </w:p>
    <w:p w:rsidR="00557788" w:rsidRDefault="00557788" w:rsidP="00557788">
      <w:r>
        <w:t>202.3284</w:t>
      </w:r>
      <w:r>
        <w:tab/>
        <w:t>2.025e0</w:t>
      </w:r>
    </w:p>
    <w:p w:rsidR="00557788" w:rsidRDefault="00557788" w:rsidP="00557788">
      <w:r>
        <w:t>202.3307</w:t>
      </w:r>
      <w:r>
        <w:tab/>
        <w:t>4.063e0</w:t>
      </w:r>
    </w:p>
    <w:p w:rsidR="00557788" w:rsidRDefault="00557788" w:rsidP="00557788">
      <w:r>
        <w:t>202.3358</w:t>
      </w:r>
      <w:r>
        <w:tab/>
        <w:t>5.063e0</w:t>
      </w:r>
    </w:p>
    <w:p w:rsidR="00557788" w:rsidRDefault="00557788" w:rsidP="00557788">
      <w:r>
        <w:t>202.3583</w:t>
      </w:r>
      <w:r>
        <w:tab/>
        <w:t>2.025e0</w:t>
      </w:r>
    </w:p>
    <w:p w:rsidR="00557788" w:rsidRDefault="00557788" w:rsidP="00557788">
      <w:r>
        <w:t>202.3788</w:t>
      </w:r>
      <w:r>
        <w:tab/>
        <w:t>1.266e-2</w:t>
      </w:r>
    </w:p>
    <w:p w:rsidR="00557788" w:rsidRDefault="00557788" w:rsidP="00557788">
      <w:r>
        <w:t>202.3826</w:t>
      </w:r>
      <w:r>
        <w:tab/>
        <w:t>1.025e0</w:t>
      </w:r>
    </w:p>
    <w:p w:rsidR="00557788" w:rsidRDefault="00557788" w:rsidP="00557788">
      <w:r>
        <w:t>202.3918</w:t>
      </w:r>
      <w:r>
        <w:tab/>
        <w:t>2.025e0</w:t>
      </w:r>
    </w:p>
    <w:p w:rsidR="00557788" w:rsidRDefault="00557788" w:rsidP="00557788">
      <w:r>
        <w:t>202.4088</w:t>
      </w:r>
      <w:r>
        <w:tab/>
        <w:t>2.532e-2</w:t>
      </w:r>
    </w:p>
    <w:p w:rsidR="00557788" w:rsidRDefault="00557788" w:rsidP="00557788">
      <w:r>
        <w:t>202.4126</w:t>
      </w:r>
      <w:r>
        <w:tab/>
        <w:t>1.013e0</w:t>
      </w:r>
    </w:p>
    <w:p w:rsidR="00557788" w:rsidRDefault="00557788" w:rsidP="00557788">
      <w:r>
        <w:t>202.4205</w:t>
      </w:r>
      <w:r>
        <w:tab/>
        <w:t>3.038e0</w:t>
      </w:r>
    </w:p>
    <w:p w:rsidR="00557788" w:rsidRDefault="00557788" w:rsidP="00557788">
      <w:r>
        <w:t>202.4321</w:t>
      </w:r>
      <w:r>
        <w:tab/>
        <w:t>1.013e0</w:t>
      </w:r>
    </w:p>
    <w:p w:rsidR="00557788" w:rsidRDefault="00557788" w:rsidP="00557788">
      <w:r>
        <w:lastRenderedPageBreak/>
        <w:t>202.4358</w:t>
      </w:r>
      <w:r>
        <w:tab/>
        <w:t>2.025e0</w:t>
      </w:r>
    </w:p>
    <w:p w:rsidR="00557788" w:rsidRDefault="00557788" w:rsidP="00557788">
      <w:r>
        <w:t>202.4395</w:t>
      </w:r>
      <w:r>
        <w:tab/>
        <w:t>1.038e0</w:t>
      </w:r>
    </w:p>
    <w:p w:rsidR="00557788" w:rsidRDefault="00557788" w:rsidP="00557788">
      <w:r>
        <w:t>202.4416</w:t>
      </w:r>
      <w:r>
        <w:tab/>
        <w:t>2.532e-2</w:t>
      </w:r>
    </w:p>
    <w:p w:rsidR="00557788" w:rsidRDefault="00557788" w:rsidP="00557788">
      <w:r>
        <w:t>202.4437</w:t>
      </w:r>
      <w:r>
        <w:tab/>
        <w:t>2.025e0</w:t>
      </w:r>
    </w:p>
    <w:p w:rsidR="00557788" w:rsidRDefault="00557788" w:rsidP="00557788">
      <w:r>
        <w:t>202.4510</w:t>
      </w:r>
      <w:r>
        <w:tab/>
        <w:t>6.076e0</w:t>
      </w:r>
    </w:p>
    <w:p w:rsidR="00557788" w:rsidRDefault="00557788" w:rsidP="00557788">
      <w:r>
        <w:t>202.4591</w:t>
      </w:r>
      <w:r>
        <w:tab/>
        <w:t>1.013e0</w:t>
      </w:r>
    </w:p>
    <w:p w:rsidR="00557788" w:rsidRDefault="00557788" w:rsidP="00557788">
      <w:r>
        <w:t>202.4647</w:t>
      </w:r>
      <w:r>
        <w:tab/>
        <w:t>2.025e0</w:t>
      </w:r>
    </w:p>
    <w:p w:rsidR="00557788" w:rsidRDefault="00557788" w:rsidP="00557788">
      <w:r>
        <w:t>202.4665</w:t>
      </w:r>
      <w:r>
        <w:tab/>
        <w:t>2.532e-2</w:t>
      </w:r>
    </w:p>
    <w:p w:rsidR="00557788" w:rsidRDefault="00557788" w:rsidP="00557788">
      <w:r>
        <w:t>202.4702</w:t>
      </w:r>
      <w:r>
        <w:tab/>
        <w:t>2.025e0</w:t>
      </w:r>
    </w:p>
    <w:p w:rsidR="00557788" w:rsidRDefault="00557788" w:rsidP="00557788">
      <w:r>
        <w:t>202.4851</w:t>
      </w:r>
      <w:r>
        <w:tab/>
        <w:t>1.013e0</w:t>
      </w:r>
    </w:p>
    <w:p w:rsidR="00557788" w:rsidRDefault="00557788" w:rsidP="00557788">
      <w:r>
        <w:t>202.5039</w:t>
      </w:r>
      <w:r>
        <w:tab/>
        <w:t>4.063e0</w:t>
      </w:r>
    </w:p>
    <w:p w:rsidR="00557788" w:rsidRDefault="00557788" w:rsidP="00557788">
      <w:r>
        <w:t>202.5086</w:t>
      </w:r>
      <w:r>
        <w:tab/>
        <w:t>1.063e0</w:t>
      </w:r>
    </w:p>
    <w:p w:rsidR="00557788" w:rsidRDefault="00557788" w:rsidP="00557788">
      <w:r>
        <w:t>202.5244</w:t>
      </w:r>
      <w:r>
        <w:tab/>
        <w:t>2.025e0</w:t>
      </w:r>
    </w:p>
    <w:p w:rsidR="00557788" w:rsidRDefault="00557788" w:rsidP="00557788">
      <w:r>
        <w:t>202.5300</w:t>
      </w:r>
      <w:r>
        <w:tab/>
        <w:t>1.013e0</w:t>
      </w:r>
    </w:p>
    <w:p w:rsidR="00557788" w:rsidRDefault="00557788" w:rsidP="00557788">
      <w:r>
        <w:t>202.5486</w:t>
      </w:r>
      <w:r>
        <w:tab/>
        <w:t>2.038e0</w:t>
      </w:r>
    </w:p>
    <w:p w:rsidR="00557788" w:rsidRDefault="00557788" w:rsidP="00557788">
      <w:r>
        <w:t>202.5606</w:t>
      </w:r>
      <w:r>
        <w:tab/>
        <w:t>3.038e0</w:t>
      </w:r>
    </w:p>
    <w:p w:rsidR="00557788" w:rsidRDefault="00557788" w:rsidP="00557788">
      <w:r>
        <w:t>202.5738</w:t>
      </w:r>
      <w:r>
        <w:tab/>
        <w:t>2.085e0</w:t>
      </w:r>
    </w:p>
    <w:p w:rsidR="00557788" w:rsidRDefault="00557788" w:rsidP="00557788">
      <w:r>
        <w:t>202.5851</w:t>
      </w:r>
      <w:r>
        <w:tab/>
        <w:t>2.025e0</w:t>
      </w:r>
    </w:p>
    <w:p w:rsidR="00557788" w:rsidRDefault="00557788" w:rsidP="00557788">
      <w:r>
        <w:t>202.5865</w:t>
      </w:r>
      <w:r>
        <w:tab/>
        <w:t>5.063e0</w:t>
      </w:r>
    </w:p>
    <w:p w:rsidR="00557788" w:rsidRDefault="00557788" w:rsidP="00557788">
      <w:r>
        <w:lastRenderedPageBreak/>
        <w:t>202.5890</w:t>
      </w:r>
      <w:r>
        <w:tab/>
        <w:t>4.051e0</w:t>
      </w:r>
    </w:p>
    <w:p w:rsidR="00557788" w:rsidRDefault="00557788" w:rsidP="00557788">
      <w:r>
        <w:t>202.5967</w:t>
      </w:r>
      <w:r>
        <w:tab/>
        <w:t>2.025e0</w:t>
      </w:r>
    </w:p>
    <w:p w:rsidR="00557788" w:rsidRDefault="00557788" w:rsidP="00557788">
      <w:r>
        <w:t>202.6045</w:t>
      </w:r>
      <w:r>
        <w:tab/>
        <w:t>2.025e0</w:t>
      </w:r>
    </w:p>
    <w:p w:rsidR="00557788" w:rsidRDefault="00557788" w:rsidP="00557788">
      <w:r>
        <w:t>202.6140</w:t>
      </w:r>
      <w:r>
        <w:tab/>
        <w:t>1.266e-2</w:t>
      </w:r>
    </w:p>
    <w:p w:rsidR="00557788" w:rsidRDefault="00557788" w:rsidP="00557788">
      <w:r>
        <w:t>202.6401</w:t>
      </w:r>
      <w:r>
        <w:tab/>
        <w:t>1.013e0</w:t>
      </w:r>
    </w:p>
    <w:p w:rsidR="00557788" w:rsidRDefault="00557788" w:rsidP="00557788">
      <w:r>
        <w:t>202.6476</w:t>
      </w:r>
      <w:r>
        <w:tab/>
        <w:t>4.051e0</w:t>
      </w:r>
    </w:p>
    <w:p w:rsidR="00557788" w:rsidRDefault="00557788" w:rsidP="00557788">
      <w:r>
        <w:t>202.6514</w:t>
      </w:r>
      <w:r>
        <w:tab/>
        <w:t>2.025e0</w:t>
      </w:r>
    </w:p>
    <w:p w:rsidR="00557788" w:rsidRDefault="00557788" w:rsidP="00557788">
      <w:r>
        <w:t>202.6551</w:t>
      </w:r>
      <w:r>
        <w:tab/>
        <w:t>1.013e0</w:t>
      </w:r>
    </w:p>
    <w:p w:rsidR="00557788" w:rsidRDefault="00557788" w:rsidP="00557788">
      <w:r>
        <w:t>202.6638</w:t>
      </w:r>
      <w:r>
        <w:tab/>
        <w:t>3.038e0</w:t>
      </w:r>
    </w:p>
    <w:p w:rsidR="00557788" w:rsidRDefault="00557788" w:rsidP="00557788">
      <w:r>
        <w:t>202.6727</w:t>
      </w:r>
      <w:r>
        <w:tab/>
        <w:t>4.051e0</w:t>
      </w:r>
    </w:p>
    <w:p w:rsidR="00557788" w:rsidRDefault="00557788" w:rsidP="00557788">
      <w:r>
        <w:t>202.6775</w:t>
      </w:r>
      <w:r>
        <w:tab/>
        <w:t>1.025e0</w:t>
      </w:r>
    </w:p>
    <w:p w:rsidR="00557788" w:rsidRDefault="00557788" w:rsidP="00557788">
      <w:r>
        <w:t>202.6794</w:t>
      </w:r>
      <w:r>
        <w:tab/>
        <w:t>2.532e-2</w:t>
      </w:r>
    </w:p>
    <w:p w:rsidR="00557788" w:rsidRDefault="00557788" w:rsidP="00557788">
      <w:r>
        <w:t>202.7028</w:t>
      </w:r>
      <w:r>
        <w:tab/>
        <w:t>3.798e-2</w:t>
      </w:r>
    </w:p>
    <w:p w:rsidR="00557788" w:rsidRDefault="00557788" w:rsidP="00557788">
      <w:r>
        <w:t>202.7045</w:t>
      </w:r>
      <w:r>
        <w:tab/>
        <w:t>2.025e0</w:t>
      </w:r>
    </w:p>
    <w:p w:rsidR="00557788" w:rsidRDefault="00557788" w:rsidP="00557788">
      <w:r>
        <w:t>202.7194</w:t>
      </w:r>
      <w:r>
        <w:tab/>
        <w:t>1.013e0</w:t>
      </w:r>
    </w:p>
    <w:p w:rsidR="00557788" w:rsidRDefault="00557788" w:rsidP="00557788">
      <w:r>
        <w:t>202.7272</w:t>
      </w:r>
      <w:r>
        <w:tab/>
        <w:t>1.266e-2</w:t>
      </w:r>
    </w:p>
    <w:p w:rsidR="00557788" w:rsidRDefault="00557788" w:rsidP="00557788">
      <w:r>
        <w:t>202.7309</w:t>
      </w:r>
      <w:r>
        <w:tab/>
        <w:t>2.038e0</w:t>
      </w:r>
    </w:p>
    <w:p w:rsidR="00557788" w:rsidRDefault="00557788" w:rsidP="00557788">
      <w:r>
        <w:t>202.7350</w:t>
      </w:r>
      <w:r>
        <w:tab/>
        <w:t>1.266e-2</w:t>
      </w:r>
    </w:p>
    <w:p w:rsidR="00557788" w:rsidRDefault="00557788" w:rsidP="00557788">
      <w:r>
        <w:t>202.7366</w:t>
      </w:r>
      <w:r>
        <w:tab/>
        <w:t>2.025e0</w:t>
      </w:r>
    </w:p>
    <w:p w:rsidR="00557788" w:rsidRDefault="00557788" w:rsidP="00557788">
      <w:r>
        <w:lastRenderedPageBreak/>
        <w:t>202.7839</w:t>
      </w:r>
      <w:r>
        <w:tab/>
        <w:t>1.266e-2</w:t>
      </w:r>
    </w:p>
    <w:p w:rsidR="00557788" w:rsidRDefault="00557788" w:rsidP="00557788">
      <w:r>
        <w:t>202.7939</w:t>
      </w:r>
      <w:r>
        <w:tab/>
        <w:t>1.592e0</w:t>
      </w:r>
    </w:p>
    <w:p w:rsidR="00557788" w:rsidRDefault="00557788" w:rsidP="00557788">
      <w:r>
        <w:t>202.8064</w:t>
      </w:r>
      <w:r>
        <w:tab/>
        <w:t>1.013e0</w:t>
      </w:r>
    </w:p>
    <w:p w:rsidR="00557788" w:rsidRDefault="00557788" w:rsidP="00557788">
      <w:r>
        <w:t>202.8241</w:t>
      </w:r>
      <w:r>
        <w:tab/>
        <w:t>1.038e0</w:t>
      </w:r>
    </w:p>
    <w:p w:rsidR="00557788" w:rsidRDefault="00557788" w:rsidP="00557788">
      <w:r>
        <w:t>202.8251</w:t>
      </w:r>
      <w:r>
        <w:tab/>
        <w:t>2.025e0</w:t>
      </w:r>
    </w:p>
    <w:p w:rsidR="00557788" w:rsidRDefault="00557788" w:rsidP="00557788">
      <w:r>
        <w:t>202.8306</w:t>
      </w:r>
      <w:r>
        <w:tab/>
        <w:t>2.532e-2</w:t>
      </w:r>
    </w:p>
    <w:p w:rsidR="00557788" w:rsidRDefault="00557788" w:rsidP="00557788">
      <w:r>
        <w:t>202.8555</w:t>
      </w:r>
      <w:r>
        <w:tab/>
        <w:t>5.063e-2</w:t>
      </w:r>
    </w:p>
    <w:p w:rsidR="00557788" w:rsidRDefault="00557788" w:rsidP="00557788">
      <w:r>
        <w:t>202.8589</w:t>
      </w:r>
      <w:r>
        <w:tab/>
        <w:t>3.038e0</w:t>
      </w:r>
    </w:p>
    <w:p w:rsidR="00557788" w:rsidRDefault="00557788" w:rsidP="00557788">
      <w:r>
        <w:t>202.8633</w:t>
      </w:r>
      <w:r>
        <w:tab/>
        <w:t>4.051e0</w:t>
      </w:r>
    </w:p>
    <w:p w:rsidR="00557788" w:rsidRDefault="00557788" w:rsidP="00557788">
      <w:r>
        <w:t>202.8744</w:t>
      </w:r>
      <w:r>
        <w:tab/>
        <w:t>1.025e0</w:t>
      </w:r>
    </w:p>
    <w:p w:rsidR="00557788" w:rsidRDefault="00557788" w:rsidP="00557788">
      <w:r>
        <w:t>202.8807</w:t>
      </w:r>
      <w:r>
        <w:tab/>
        <w:t>3.038e0</w:t>
      </w:r>
    </w:p>
    <w:p w:rsidR="00557788" w:rsidRDefault="00557788" w:rsidP="00557788">
      <w:r>
        <w:t>202.8905</w:t>
      </w:r>
      <w:r>
        <w:tab/>
        <w:t>3.038e0</w:t>
      </w:r>
    </w:p>
    <w:p w:rsidR="00557788" w:rsidRDefault="00557788" w:rsidP="00557788">
      <w:r>
        <w:t>202.8942</w:t>
      </w:r>
      <w:r>
        <w:tab/>
        <w:t>1.013e0</w:t>
      </w:r>
    </w:p>
    <w:p w:rsidR="00557788" w:rsidRDefault="00557788" w:rsidP="00557788">
      <w:r>
        <w:t>202.8979</w:t>
      </w:r>
      <w:r>
        <w:tab/>
        <w:t>1.266e-2</w:t>
      </w:r>
    </w:p>
    <w:p w:rsidR="00557788" w:rsidRDefault="00557788" w:rsidP="00557788">
      <w:r>
        <w:t>202.9101</w:t>
      </w:r>
      <w:r>
        <w:tab/>
        <w:t>1.038e0</w:t>
      </w:r>
    </w:p>
    <w:p w:rsidR="00557788" w:rsidRDefault="00557788" w:rsidP="00557788">
      <w:r>
        <w:t>202.9128</w:t>
      </w:r>
      <w:r>
        <w:tab/>
        <w:t>1.025e0</w:t>
      </w:r>
    </w:p>
    <w:p w:rsidR="00557788" w:rsidRDefault="00557788" w:rsidP="00557788">
      <w:r>
        <w:t>202.9202</w:t>
      </w:r>
      <w:r>
        <w:tab/>
        <w:t>2.025e0</w:t>
      </w:r>
    </w:p>
    <w:p w:rsidR="00557788" w:rsidRDefault="00557788" w:rsidP="00557788">
      <w:r>
        <w:t>202.9258</w:t>
      </w:r>
      <w:r>
        <w:tab/>
        <w:t>1.038e0</w:t>
      </w:r>
    </w:p>
    <w:p w:rsidR="00557788" w:rsidRDefault="00557788" w:rsidP="00557788">
      <w:r>
        <w:t>202.9277</w:t>
      </w:r>
      <w:r>
        <w:tab/>
        <w:t>4.051e0</w:t>
      </w:r>
    </w:p>
    <w:p w:rsidR="00557788" w:rsidRDefault="00557788" w:rsidP="00557788">
      <w:r>
        <w:lastRenderedPageBreak/>
        <w:t>202.9315</w:t>
      </w:r>
      <w:r>
        <w:tab/>
        <w:t>1.013e0</w:t>
      </w:r>
    </w:p>
    <w:p w:rsidR="00557788" w:rsidRDefault="00557788" w:rsidP="00557788">
      <w:r>
        <w:t>202.9557</w:t>
      </w:r>
      <w:r>
        <w:tab/>
        <w:t>3.038e0</w:t>
      </w:r>
    </w:p>
    <w:p w:rsidR="00557788" w:rsidRDefault="00557788" w:rsidP="00557788">
      <w:r>
        <w:t>202.9577</w:t>
      </w:r>
      <w:r>
        <w:tab/>
        <w:t>2.038e0</w:t>
      </w:r>
    </w:p>
    <w:p w:rsidR="00557788" w:rsidRDefault="00557788" w:rsidP="00557788">
      <w:r>
        <w:t>202.9615</w:t>
      </w:r>
      <w:r>
        <w:tab/>
        <w:t>1.013e0</w:t>
      </w:r>
    </w:p>
    <w:p w:rsidR="00557788" w:rsidRDefault="00557788" w:rsidP="00557788">
      <w:r>
        <w:t>202.9726</w:t>
      </w:r>
      <w:r>
        <w:tab/>
        <w:t>2.025e0</w:t>
      </w:r>
    </w:p>
    <w:p w:rsidR="00557788" w:rsidRDefault="00557788" w:rsidP="00557788">
      <w:r>
        <w:t>202.9787</w:t>
      </w:r>
      <w:r>
        <w:tab/>
        <w:t>2.973e0</w:t>
      </w:r>
    </w:p>
    <w:p w:rsidR="00557788" w:rsidRDefault="00557788" w:rsidP="00557788">
      <w:r>
        <w:t>202.9800</w:t>
      </w:r>
      <w:r>
        <w:tab/>
        <w:t>1.266e-2</w:t>
      </w:r>
    </w:p>
    <w:p w:rsidR="00557788" w:rsidRDefault="00557788" w:rsidP="00557788">
      <w:r>
        <w:t>202.9926</w:t>
      </w:r>
      <w:r>
        <w:tab/>
        <w:t>9.753e-1</w:t>
      </w:r>
    </w:p>
    <w:p w:rsidR="00557788" w:rsidRDefault="00557788" w:rsidP="00557788">
      <w:r>
        <w:t>202.9984</w:t>
      </w:r>
      <w:r>
        <w:tab/>
        <w:t>1.038e0</w:t>
      </w:r>
    </w:p>
    <w:p w:rsidR="00557788" w:rsidRDefault="00557788" w:rsidP="00557788">
      <w:r>
        <w:t>203.0154</w:t>
      </w:r>
      <w:r>
        <w:tab/>
        <w:t>5.618e0</w:t>
      </w:r>
    </w:p>
    <w:p w:rsidR="00557788" w:rsidRDefault="00557788" w:rsidP="00557788">
      <w:r>
        <w:t>203.0265</w:t>
      </w:r>
      <w:r>
        <w:tab/>
        <w:t>5.966e0</w:t>
      </w:r>
    </w:p>
    <w:p w:rsidR="00557788" w:rsidRDefault="00557788" w:rsidP="00557788">
      <w:r>
        <w:t>203.0305</w:t>
      </w:r>
      <w:r>
        <w:tab/>
        <w:t>1.025e0</w:t>
      </w:r>
    </w:p>
    <w:p w:rsidR="00557788" w:rsidRDefault="00557788" w:rsidP="00557788">
      <w:r>
        <w:t>203.0407</w:t>
      </w:r>
      <w:r>
        <w:tab/>
        <w:t>3.038e0</w:t>
      </w:r>
    </w:p>
    <w:p w:rsidR="00557788" w:rsidRDefault="00557788" w:rsidP="00557788">
      <w:r>
        <w:t>203.0529</w:t>
      </w:r>
      <w:r>
        <w:tab/>
        <w:t>1.013e0</w:t>
      </w:r>
    </w:p>
    <w:p w:rsidR="00557788" w:rsidRDefault="00557788" w:rsidP="00557788">
      <w:r>
        <w:t>203.0578</w:t>
      </w:r>
      <w:r>
        <w:tab/>
        <w:t>4.892e0</w:t>
      </w:r>
    </w:p>
    <w:p w:rsidR="00557788" w:rsidRDefault="00557788" w:rsidP="00557788">
      <w:r>
        <w:t>203.0730</w:t>
      </w:r>
      <w:r>
        <w:tab/>
        <w:t>6.316e0</w:t>
      </w:r>
    </w:p>
    <w:p w:rsidR="00557788" w:rsidRDefault="00557788" w:rsidP="00557788">
      <w:r>
        <w:t>203.0741</w:t>
      </w:r>
      <w:r>
        <w:tab/>
        <w:t>7.089e0</w:t>
      </w:r>
    </w:p>
    <w:p w:rsidR="00557788" w:rsidRDefault="00557788" w:rsidP="00557788">
      <w:r>
        <w:t>203.0975</w:t>
      </w:r>
      <w:r>
        <w:tab/>
        <w:t>2.435e0</w:t>
      </w:r>
    </w:p>
    <w:p w:rsidR="00557788" w:rsidRDefault="00557788" w:rsidP="00557788">
      <w:r>
        <w:t>203.1097</w:t>
      </w:r>
      <w:r>
        <w:tab/>
        <w:t>1.408e1</w:t>
      </w:r>
    </w:p>
    <w:p w:rsidR="00557788" w:rsidRDefault="00557788" w:rsidP="00557788">
      <w:r>
        <w:lastRenderedPageBreak/>
        <w:t>203.1374</w:t>
      </w:r>
      <w:r>
        <w:tab/>
        <w:t>4.495e0</w:t>
      </w:r>
    </w:p>
    <w:p w:rsidR="00557788" w:rsidRDefault="00557788" w:rsidP="00557788">
      <w:r>
        <w:t>203.1399</w:t>
      </w:r>
      <w:r>
        <w:tab/>
        <w:t>1.902e0</w:t>
      </w:r>
    </w:p>
    <w:p w:rsidR="00557788" w:rsidRDefault="00557788" w:rsidP="00557788">
      <w:r>
        <w:t>203.1420</w:t>
      </w:r>
      <w:r>
        <w:tab/>
        <w:t>2.782e0</w:t>
      </w:r>
    </w:p>
    <w:p w:rsidR="00557788" w:rsidRDefault="00557788" w:rsidP="00557788">
      <w:r>
        <w:t>203.1437</w:t>
      </w:r>
      <w:r>
        <w:tab/>
        <w:t>2.031e0</w:t>
      </w:r>
    </w:p>
    <w:p w:rsidR="00557788" w:rsidRDefault="00557788" w:rsidP="00557788">
      <w:r>
        <w:t>203.1528</w:t>
      </w:r>
      <w:r>
        <w:tab/>
        <w:t>3.396e0</w:t>
      </w:r>
    </w:p>
    <w:p w:rsidR="00557788" w:rsidRDefault="00557788" w:rsidP="00557788">
      <w:r>
        <w:t>203.1599</w:t>
      </w:r>
      <w:r>
        <w:tab/>
        <w:t>4.066e0</w:t>
      </w:r>
    </w:p>
    <w:p w:rsidR="00557788" w:rsidRDefault="00557788" w:rsidP="00557788">
      <w:r>
        <w:t>203.1698</w:t>
      </w:r>
      <w:r>
        <w:tab/>
        <w:t>6.641e-1</w:t>
      </w:r>
    </w:p>
    <w:p w:rsidR="00557788" w:rsidRDefault="00557788" w:rsidP="00557788">
      <w:r>
        <w:t>203.1751</w:t>
      </w:r>
      <w:r>
        <w:tab/>
        <w:t>1.082e0</w:t>
      </w:r>
    </w:p>
    <w:p w:rsidR="00557788" w:rsidRDefault="00557788" w:rsidP="00557788">
      <w:r>
        <w:t>203.1842</w:t>
      </w:r>
      <w:r>
        <w:tab/>
        <w:t>4.170e0</w:t>
      </w:r>
    </w:p>
    <w:p w:rsidR="00557788" w:rsidRDefault="00557788" w:rsidP="00557788">
      <w:r>
        <w:t>203.1855</w:t>
      </w:r>
      <w:r>
        <w:tab/>
        <w:t>4.398e0</w:t>
      </w:r>
    </w:p>
    <w:p w:rsidR="00557788" w:rsidRDefault="00557788" w:rsidP="00557788">
      <w:r>
        <w:t>203.2080</w:t>
      </w:r>
      <w:r>
        <w:tab/>
        <w:t>2.025e0</w:t>
      </w:r>
    </w:p>
    <w:p w:rsidR="00557788" w:rsidRDefault="00557788" w:rsidP="00557788">
      <w:r>
        <w:t>203.2099</w:t>
      </w:r>
      <w:r>
        <w:tab/>
        <w:t>4.051e0</w:t>
      </w:r>
    </w:p>
    <w:p w:rsidR="00557788" w:rsidRDefault="00557788" w:rsidP="00557788">
      <w:r>
        <w:t>203.2136</w:t>
      </w:r>
      <w:r>
        <w:tab/>
        <w:t>2.532e-2</w:t>
      </w:r>
    </w:p>
    <w:p w:rsidR="00557788" w:rsidRDefault="00557788" w:rsidP="00557788">
      <w:r>
        <w:t>203.2188</w:t>
      </w:r>
      <w:r>
        <w:tab/>
        <w:t>3.625e0</w:t>
      </w:r>
    </w:p>
    <w:p w:rsidR="00557788" w:rsidRDefault="00557788" w:rsidP="00557788">
      <w:r>
        <w:t>203.2436</w:t>
      </w:r>
      <w:r>
        <w:tab/>
        <w:t>2.025e0</w:t>
      </w:r>
    </w:p>
    <w:p w:rsidR="00557788" w:rsidRDefault="00557788" w:rsidP="00557788">
      <w:r>
        <w:t>203.2455</w:t>
      </w:r>
      <w:r>
        <w:tab/>
        <w:t>3.038e0</w:t>
      </w:r>
    </w:p>
    <w:p w:rsidR="00557788" w:rsidRDefault="00557788" w:rsidP="00557788">
      <w:r>
        <w:t>203.2719</w:t>
      </w:r>
      <w:r>
        <w:tab/>
        <w:t>1.038e0</w:t>
      </w:r>
    </w:p>
    <w:p w:rsidR="00557788" w:rsidRDefault="00557788" w:rsidP="00557788">
      <w:r>
        <w:t>203.2835</w:t>
      </w:r>
      <w:r>
        <w:tab/>
        <w:t>1.266e-2</w:t>
      </w:r>
    </w:p>
    <w:p w:rsidR="00557788" w:rsidRDefault="00557788" w:rsidP="00557788">
      <w:r>
        <w:t>203.2948</w:t>
      </w:r>
      <w:r>
        <w:tab/>
        <w:t>1.025e0</w:t>
      </w:r>
    </w:p>
    <w:p w:rsidR="00557788" w:rsidRDefault="00557788" w:rsidP="00557788">
      <w:r>
        <w:lastRenderedPageBreak/>
        <w:t>203.3069</w:t>
      </w:r>
      <w:r>
        <w:tab/>
        <w:t>1.013e0</w:t>
      </w:r>
    </w:p>
    <w:p w:rsidR="00557788" w:rsidRDefault="00557788" w:rsidP="00557788">
      <w:r>
        <w:t>203.3248</w:t>
      </w:r>
      <w:r>
        <w:tab/>
        <w:t>3.375e0</w:t>
      </w:r>
    </w:p>
    <w:p w:rsidR="00557788" w:rsidRDefault="00557788" w:rsidP="00557788">
      <w:r>
        <w:t>203.3360</w:t>
      </w:r>
      <w:r>
        <w:tab/>
        <w:t>3.038e0</w:t>
      </w:r>
    </w:p>
    <w:p w:rsidR="00557788" w:rsidRDefault="00557788" w:rsidP="00557788">
      <w:r>
        <w:t>203.3389</w:t>
      </w:r>
      <w:r>
        <w:tab/>
        <w:t>4.051e0</w:t>
      </w:r>
    </w:p>
    <w:p w:rsidR="00557788" w:rsidRDefault="00557788" w:rsidP="00557788">
      <w:r>
        <w:t>203.3482</w:t>
      </w:r>
      <w:r>
        <w:tab/>
        <w:t>1.266e-2</w:t>
      </w:r>
    </w:p>
    <w:p w:rsidR="00557788" w:rsidRDefault="00557788" w:rsidP="00557788">
      <w:r>
        <w:t>203.3519</w:t>
      </w:r>
      <w:r>
        <w:tab/>
        <w:t>1.013e0</w:t>
      </w:r>
    </w:p>
    <w:p w:rsidR="00557788" w:rsidRDefault="00557788" w:rsidP="00557788">
      <w:r>
        <w:t>203.3632</w:t>
      </w:r>
      <w:r>
        <w:tab/>
        <w:t>1.013e0</w:t>
      </w:r>
    </w:p>
    <w:p w:rsidR="00557788" w:rsidRDefault="00557788" w:rsidP="00557788">
      <w:r>
        <w:t>203.3763</w:t>
      </w:r>
      <w:r>
        <w:tab/>
        <w:t>2.025e0</w:t>
      </w:r>
    </w:p>
    <w:p w:rsidR="00557788" w:rsidRDefault="00557788" w:rsidP="00557788">
      <w:r>
        <w:t>203.3879</w:t>
      </w:r>
      <w:r>
        <w:tab/>
        <w:t>7.089e0</w:t>
      </w:r>
    </w:p>
    <w:p w:rsidR="00557788" w:rsidRDefault="00557788" w:rsidP="00557788">
      <w:r>
        <w:t>203.3912</w:t>
      </w:r>
      <w:r>
        <w:tab/>
        <w:t>2.025e0</w:t>
      </w:r>
    </w:p>
    <w:p w:rsidR="00557788" w:rsidRDefault="00557788" w:rsidP="00557788">
      <w:r>
        <w:t>203.3931</w:t>
      </w:r>
      <w:r>
        <w:tab/>
        <w:t>1.013e0</w:t>
      </w:r>
    </w:p>
    <w:p w:rsidR="00557788" w:rsidRDefault="00557788" w:rsidP="00557788">
      <w:r>
        <w:t>203.3968</w:t>
      </w:r>
      <w:r>
        <w:tab/>
        <w:t>1.266e-2</w:t>
      </w:r>
    </w:p>
    <w:p w:rsidR="00557788" w:rsidRDefault="00557788" w:rsidP="00557788">
      <w:r>
        <w:t>203.4046</w:t>
      </w:r>
      <w:r>
        <w:tab/>
        <w:t>9.304e-1</w:t>
      </w:r>
    </w:p>
    <w:p w:rsidR="00557788" w:rsidRDefault="00557788" w:rsidP="00557788">
      <w:r>
        <w:t>203.4160</w:t>
      </w:r>
      <w:r>
        <w:tab/>
        <w:t>1.266e-2</w:t>
      </w:r>
    </w:p>
    <w:p w:rsidR="00557788" w:rsidRDefault="00557788" w:rsidP="00557788">
      <w:r>
        <w:t>203.4182</w:t>
      </w:r>
      <w:r>
        <w:tab/>
        <w:t>2.003e0</w:t>
      </w:r>
    </w:p>
    <w:p w:rsidR="00557788" w:rsidRDefault="00557788" w:rsidP="00557788">
      <w:r>
        <w:t>203.4258</w:t>
      </w:r>
      <w:r>
        <w:tab/>
        <w:t>1.329e-1</w:t>
      </w:r>
    </w:p>
    <w:p w:rsidR="00557788" w:rsidRDefault="00557788" w:rsidP="00557788">
      <w:r>
        <w:t>203.4277</w:t>
      </w:r>
      <w:r>
        <w:tab/>
        <w:t>1.117e0</w:t>
      </w:r>
    </w:p>
    <w:p w:rsidR="00557788" w:rsidRDefault="00557788" w:rsidP="00557788">
      <w:r>
        <w:t>203.4315</w:t>
      </w:r>
      <w:r>
        <w:tab/>
        <w:t>1.013e0</w:t>
      </w:r>
    </w:p>
    <w:p w:rsidR="00557788" w:rsidRDefault="00557788" w:rsidP="00557788">
      <w:r>
        <w:t>203.4359</w:t>
      </w:r>
      <w:r>
        <w:tab/>
        <w:t>2.038e0</w:t>
      </w:r>
    </w:p>
    <w:p w:rsidR="00557788" w:rsidRDefault="00557788" w:rsidP="00557788">
      <w:r>
        <w:lastRenderedPageBreak/>
        <w:t>203.4411</w:t>
      </w:r>
      <w:r>
        <w:tab/>
        <w:t>2.025e0</w:t>
      </w:r>
    </w:p>
    <w:p w:rsidR="00557788" w:rsidRDefault="00557788" w:rsidP="00557788">
      <w:r>
        <w:t>203.4436</w:t>
      </w:r>
      <w:r>
        <w:tab/>
        <w:t>1.051e0</w:t>
      </w:r>
    </w:p>
    <w:p w:rsidR="00557788" w:rsidRDefault="00557788" w:rsidP="00557788">
      <w:r>
        <w:t>203.4847</w:t>
      </w:r>
      <w:r>
        <w:tab/>
        <w:t>1.266e-2</w:t>
      </w:r>
    </w:p>
    <w:p w:rsidR="00557788" w:rsidRDefault="00557788" w:rsidP="00557788">
      <w:r>
        <w:t>203.4884</w:t>
      </w:r>
      <w:r>
        <w:tab/>
        <w:t>1.266e-2</w:t>
      </w:r>
    </w:p>
    <w:p w:rsidR="00557788" w:rsidRDefault="00557788" w:rsidP="00557788">
      <w:r>
        <w:t>203.4980</w:t>
      </w:r>
      <w:r>
        <w:tab/>
        <w:t>1.038e0</w:t>
      </w:r>
    </w:p>
    <w:p w:rsidR="00557788" w:rsidRDefault="00557788" w:rsidP="00557788">
      <w:r>
        <w:t>203.5034</w:t>
      </w:r>
      <w:r>
        <w:tab/>
        <w:t>1.038e0</w:t>
      </w:r>
    </w:p>
    <w:p w:rsidR="00557788" w:rsidRDefault="00557788" w:rsidP="00557788">
      <w:r>
        <w:t>203.5147</w:t>
      </w:r>
      <w:r>
        <w:tab/>
        <w:t>1.025e0</w:t>
      </w:r>
    </w:p>
    <w:p w:rsidR="00557788" w:rsidRDefault="00557788" w:rsidP="00557788">
      <w:r>
        <w:t>203.5184</w:t>
      </w:r>
      <w:r>
        <w:tab/>
        <w:t>1.013e0</w:t>
      </w:r>
    </w:p>
    <w:p w:rsidR="00557788" w:rsidRDefault="00557788" w:rsidP="00557788">
      <w:r>
        <w:t>203.5222</w:t>
      </w:r>
      <w:r>
        <w:tab/>
        <w:t>1.266e-2</w:t>
      </w:r>
    </w:p>
    <w:p w:rsidR="00557788" w:rsidRDefault="00557788" w:rsidP="00557788">
      <w:r>
        <w:t>203.5259</w:t>
      </w:r>
      <w:r>
        <w:tab/>
        <w:t>1.266e-2</w:t>
      </w:r>
    </w:p>
    <w:p w:rsidR="00557788" w:rsidRDefault="00557788" w:rsidP="00557788">
      <w:r>
        <w:t>203.5408</w:t>
      </w:r>
      <w:r>
        <w:tab/>
        <w:t>3.038e0</w:t>
      </w:r>
    </w:p>
    <w:p w:rsidR="00557788" w:rsidRDefault="00557788" w:rsidP="00557788">
      <w:r>
        <w:t>203.5485</w:t>
      </w:r>
      <w:r>
        <w:tab/>
        <w:t>1.266e-2</w:t>
      </w:r>
    </w:p>
    <w:p w:rsidR="00557788" w:rsidRDefault="00557788" w:rsidP="00557788">
      <w:r>
        <w:t>203.5719</w:t>
      </w:r>
      <w:r>
        <w:tab/>
        <w:t>1.013e0</w:t>
      </w:r>
    </w:p>
    <w:p w:rsidR="00557788" w:rsidRDefault="00557788" w:rsidP="00557788">
      <w:r>
        <w:t>203.5736</w:t>
      </w:r>
      <w:r>
        <w:tab/>
        <w:t>4.051e0</w:t>
      </w:r>
    </w:p>
    <w:p w:rsidR="00557788" w:rsidRDefault="00557788" w:rsidP="00557788">
      <w:r>
        <w:t>203.5750</w:t>
      </w:r>
      <w:r>
        <w:tab/>
        <w:t>5.089e0</w:t>
      </w:r>
    </w:p>
    <w:p w:rsidR="00557788" w:rsidRDefault="00557788" w:rsidP="00557788">
      <w:r>
        <w:t>203.5795</w:t>
      </w:r>
      <w:r>
        <w:tab/>
        <w:t>2.025e0</w:t>
      </w:r>
    </w:p>
    <w:p w:rsidR="00557788" w:rsidRDefault="00557788" w:rsidP="00557788">
      <w:r>
        <w:t>203.5809</w:t>
      </w:r>
      <w:r>
        <w:tab/>
        <w:t>5.063e0</w:t>
      </w:r>
    </w:p>
    <w:p w:rsidR="00557788" w:rsidRDefault="00557788" w:rsidP="00557788">
      <w:r>
        <w:t>203.5930</w:t>
      </w:r>
      <w:r>
        <w:tab/>
        <w:t>2.025e0</w:t>
      </w:r>
    </w:p>
    <w:p w:rsidR="00557788" w:rsidRDefault="00557788" w:rsidP="00557788">
      <w:r>
        <w:t>203.6045</w:t>
      </w:r>
      <w:r>
        <w:tab/>
        <w:t>1.051e0</w:t>
      </w:r>
    </w:p>
    <w:p w:rsidR="00557788" w:rsidRDefault="00557788" w:rsidP="00557788">
      <w:r>
        <w:lastRenderedPageBreak/>
        <w:t>203.6100</w:t>
      </w:r>
      <w:r>
        <w:tab/>
        <w:t>3.798e-2</w:t>
      </w:r>
    </w:p>
    <w:p w:rsidR="00557788" w:rsidRDefault="00557788" w:rsidP="00557788">
      <w:r>
        <w:t>203.6137</w:t>
      </w:r>
      <w:r>
        <w:tab/>
        <w:t>1.038e0</w:t>
      </w:r>
    </w:p>
    <w:p w:rsidR="00557788" w:rsidRDefault="00557788" w:rsidP="00557788">
      <w:r>
        <w:t>203.6249</w:t>
      </w:r>
      <w:r>
        <w:tab/>
        <w:t>1.266e-2</w:t>
      </w:r>
    </w:p>
    <w:p w:rsidR="00557788" w:rsidRDefault="00557788" w:rsidP="00557788">
      <w:r>
        <w:t>203.6287</w:t>
      </w:r>
      <w:r>
        <w:tab/>
        <w:t>1.013e0</w:t>
      </w:r>
    </w:p>
    <w:p w:rsidR="00557788" w:rsidRDefault="00557788" w:rsidP="00557788">
      <w:r>
        <w:t>203.6334</w:t>
      </w:r>
      <w:r>
        <w:tab/>
        <w:t>2.038e0</w:t>
      </w:r>
    </w:p>
    <w:p w:rsidR="00557788" w:rsidRDefault="00557788" w:rsidP="00557788">
      <w:r>
        <w:t>203.6380</w:t>
      </w:r>
      <w:r>
        <w:tab/>
        <w:t>3.038e0</w:t>
      </w:r>
    </w:p>
    <w:p w:rsidR="00557788" w:rsidRDefault="00557788" w:rsidP="00557788">
      <w:r>
        <w:t>203.6525</w:t>
      </w:r>
      <w:r>
        <w:tab/>
        <w:t>4.051e0</w:t>
      </w:r>
    </w:p>
    <w:p w:rsidR="00557788" w:rsidRDefault="00557788" w:rsidP="00557788">
      <w:r>
        <w:t>203.6549</w:t>
      </w:r>
      <w:r>
        <w:tab/>
        <w:t>2.038e0</w:t>
      </w:r>
    </w:p>
    <w:p w:rsidR="00557788" w:rsidRDefault="00557788" w:rsidP="00557788">
      <w:r>
        <w:t>203.6587</w:t>
      </w:r>
      <w:r>
        <w:tab/>
        <w:t>4.051e0</w:t>
      </w:r>
    </w:p>
    <w:p w:rsidR="00557788" w:rsidRDefault="00557788" w:rsidP="00557788">
      <w:r>
        <w:t>203.6661</w:t>
      </w:r>
      <w:r>
        <w:tab/>
        <w:t>2.025e0</w:t>
      </w:r>
    </w:p>
    <w:p w:rsidR="00557788" w:rsidRDefault="00557788" w:rsidP="00557788">
      <w:r>
        <w:t>203.6805</w:t>
      </w:r>
      <w:r>
        <w:tab/>
        <w:t>5.063e-2</w:t>
      </w:r>
    </w:p>
    <w:p w:rsidR="00557788" w:rsidRDefault="00557788" w:rsidP="00557788">
      <w:r>
        <w:t>203.6949</w:t>
      </w:r>
      <w:r>
        <w:tab/>
        <w:t>2.025e0</w:t>
      </w:r>
    </w:p>
    <w:p w:rsidR="00557788" w:rsidRDefault="00557788" w:rsidP="00557788">
      <w:r>
        <w:t>203.6972</w:t>
      </w:r>
      <w:r>
        <w:tab/>
        <w:t>1.025e0</w:t>
      </w:r>
    </w:p>
    <w:p w:rsidR="00557788" w:rsidRDefault="00557788" w:rsidP="00557788">
      <w:r>
        <w:t>203.7006</w:t>
      </w:r>
      <w:r>
        <w:tab/>
        <w:t>1.025e0</w:t>
      </w:r>
    </w:p>
    <w:p w:rsidR="00557788" w:rsidRDefault="00557788" w:rsidP="00557788">
      <w:r>
        <w:t>203.7111</w:t>
      </w:r>
      <w:r>
        <w:tab/>
        <w:t>3.038e0</w:t>
      </w:r>
    </w:p>
    <w:p w:rsidR="00557788" w:rsidRDefault="00557788" w:rsidP="00557788">
      <w:r>
        <w:t>203.7162</w:t>
      </w:r>
      <w:r>
        <w:tab/>
        <w:t>1.266e-2</w:t>
      </w:r>
    </w:p>
    <w:p w:rsidR="00557788" w:rsidRDefault="00557788" w:rsidP="00557788">
      <w:r>
        <w:t>203.7180</w:t>
      </w:r>
      <w:r>
        <w:tab/>
        <w:t>2.025e0</w:t>
      </w:r>
    </w:p>
    <w:p w:rsidR="00557788" w:rsidRDefault="00557788" w:rsidP="00557788">
      <w:r>
        <w:t>203.7238</w:t>
      </w:r>
      <w:r>
        <w:tab/>
        <w:t>2.025e0</w:t>
      </w:r>
    </w:p>
    <w:p w:rsidR="00557788" w:rsidRDefault="00557788" w:rsidP="00557788">
      <w:r>
        <w:t>203.7279</w:t>
      </w:r>
      <w:r>
        <w:tab/>
        <w:t>1.013e0</w:t>
      </w:r>
    </w:p>
    <w:p w:rsidR="00557788" w:rsidRDefault="00557788" w:rsidP="00557788">
      <w:r>
        <w:lastRenderedPageBreak/>
        <w:t>203.7428</w:t>
      </w:r>
      <w:r>
        <w:tab/>
        <w:t>2.038e0</w:t>
      </w:r>
    </w:p>
    <w:p w:rsidR="00557788" w:rsidRDefault="00557788" w:rsidP="00557788">
      <w:r>
        <w:t>203.7470</w:t>
      </w:r>
      <w:r>
        <w:tab/>
        <w:t>2.493e0</w:t>
      </w:r>
    </w:p>
    <w:p w:rsidR="00557788" w:rsidRDefault="00557788" w:rsidP="00557788">
      <w:r>
        <w:t>203.7503</w:t>
      </w:r>
      <w:r>
        <w:tab/>
        <w:t>2.038e0</w:t>
      </w:r>
    </w:p>
    <w:p w:rsidR="00557788" w:rsidRDefault="00557788" w:rsidP="00557788">
      <w:r>
        <w:t>203.7577</w:t>
      </w:r>
      <w:r>
        <w:tab/>
        <w:t>1.025e0</w:t>
      </w:r>
    </w:p>
    <w:p w:rsidR="00557788" w:rsidRDefault="00557788" w:rsidP="00557788">
      <w:r>
        <w:t>203.7643</w:t>
      </w:r>
      <w:r>
        <w:tab/>
        <w:t>1.063e0</w:t>
      </w:r>
    </w:p>
    <w:p w:rsidR="00557788" w:rsidRDefault="00557788" w:rsidP="00557788">
      <w:r>
        <w:t>203.7746</w:t>
      </w:r>
      <w:r>
        <w:tab/>
        <w:t>2.025e0</w:t>
      </w:r>
    </w:p>
    <w:p w:rsidR="00557788" w:rsidRDefault="00557788" w:rsidP="00557788">
      <w:r>
        <w:t>203.7822</w:t>
      </w:r>
      <w:r>
        <w:tab/>
        <w:t>3.038e0</w:t>
      </w:r>
    </w:p>
    <w:p w:rsidR="00557788" w:rsidRDefault="00557788" w:rsidP="00557788">
      <w:r>
        <w:t>203.7915</w:t>
      </w:r>
      <w:r>
        <w:tab/>
        <w:t>1.266e-2</w:t>
      </w:r>
    </w:p>
    <w:p w:rsidR="00557788" w:rsidRDefault="00557788" w:rsidP="00557788">
      <w:r>
        <w:t>203.7928</w:t>
      </w:r>
      <w:r>
        <w:tab/>
        <w:t>5.063e0</w:t>
      </w:r>
    </w:p>
    <w:p w:rsidR="00557788" w:rsidRDefault="00557788" w:rsidP="00557788">
      <w:r>
        <w:t>203.8101</w:t>
      </w:r>
      <w:r>
        <w:tab/>
        <w:t>1.025e0</w:t>
      </w:r>
    </w:p>
    <w:p w:rsidR="00557788" w:rsidRDefault="00557788" w:rsidP="00557788">
      <w:r>
        <w:t>203.8121</w:t>
      </w:r>
      <w:r>
        <w:tab/>
        <w:t>1.051e0</w:t>
      </w:r>
    </w:p>
    <w:p w:rsidR="00557788" w:rsidRDefault="00557788" w:rsidP="00557788">
      <w:r>
        <w:t>203.8199</w:t>
      </w:r>
      <w:r>
        <w:tab/>
        <w:t>2.025e0</w:t>
      </w:r>
    </w:p>
    <w:p w:rsidR="00557788" w:rsidRDefault="00557788" w:rsidP="00557788">
      <w:r>
        <w:t>203.8276</w:t>
      </w:r>
      <w:r>
        <w:tab/>
        <w:t>2.025e0</w:t>
      </w:r>
    </w:p>
    <w:p w:rsidR="00557788" w:rsidRDefault="00557788" w:rsidP="00557788">
      <w:r>
        <w:t>203.8489</w:t>
      </w:r>
      <w:r>
        <w:tab/>
        <w:t>2.025e0</w:t>
      </w:r>
    </w:p>
    <w:p w:rsidR="00557788" w:rsidRDefault="00557788" w:rsidP="00557788">
      <w:r>
        <w:t>203.8566</w:t>
      </w:r>
      <w:r>
        <w:tab/>
        <w:t>2.298e0</w:t>
      </w:r>
    </w:p>
    <w:p w:rsidR="00557788" w:rsidRDefault="00557788" w:rsidP="00557788">
      <w:r>
        <w:t>203.8700</w:t>
      </w:r>
      <w:r>
        <w:tab/>
        <w:t>2.025e0</w:t>
      </w:r>
    </w:p>
    <w:p w:rsidR="00557788" w:rsidRDefault="00557788" w:rsidP="00557788">
      <w:r>
        <w:t>203.8719</w:t>
      </w:r>
      <w:r>
        <w:tab/>
        <w:t>1.013e0</w:t>
      </w:r>
    </w:p>
    <w:p w:rsidR="00557788" w:rsidRDefault="00557788" w:rsidP="00557788">
      <w:r>
        <w:t>203.8813</w:t>
      </w:r>
      <w:r>
        <w:tab/>
        <w:t>8.036e-1</w:t>
      </w:r>
    </w:p>
    <w:p w:rsidR="00557788" w:rsidRDefault="00557788" w:rsidP="00557788">
      <w:r>
        <w:t>203.8831</w:t>
      </w:r>
      <w:r>
        <w:tab/>
        <w:t>3.038e0</w:t>
      </w:r>
    </w:p>
    <w:p w:rsidR="00557788" w:rsidRDefault="00557788" w:rsidP="00557788">
      <w:r>
        <w:lastRenderedPageBreak/>
        <w:t>203.8868</w:t>
      </w:r>
      <w:r>
        <w:tab/>
        <w:t>1.013e0</w:t>
      </w:r>
    </w:p>
    <w:p w:rsidR="00557788" w:rsidRDefault="00557788" w:rsidP="00557788">
      <w:r>
        <w:t>203.8915</w:t>
      </w:r>
      <w:r>
        <w:tab/>
        <w:t>3.038e0</w:t>
      </w:r>
    </w:p>
    <w:p w:rsidR="00557788" w:rsidRDefault="00557788" w:rsidP="00557788">
      <w:r>
        <w:t>203.9037</w:t>
      </w:r>
      <w:r>
        <w:tab/>
        <w:t>4.051e0</w:t>
      </w:r>
    </w:p>
    <w:p w:rsidR="00557788" w:rsidRDefault="00557788" w:rsidP="00557788">
      <w:r>
        <w:t>203.9131</w:t>
      </w:r>
      <w:r>
        <w:tab/>
        <w:t>1.266e-2</w:t>
      </w:r>
    </w:p>
    <w:p w:rsidR="00557788" w:rsidRDefault="00557788" w:rsidP="00557788">
      <w:r>
        <w:t>203.9149</w:t>
      </w:r>
      <w:r>
        <w:tab/>
        <w:t>2.025e0</w:t>
      </w:r>
    </w:p>
    <w:p w:rsidR="00557788" w:rsidRDefault="00557788" w:rsidP="00557788">
      <w:r>
        <w:t>203.9206</w:t>
      </w:r>
      <w:r>
        <w:tab/>
        <w:t>2.038e0</w:t>
      </w:r>
    </w:p>
    <w:p w:rsidR="00557788" w:rsidRDefault="00557788" w:rsidP="00557788">
      <w:r>
        <w:t>203.9318</w:t>
      </w:r>
      <w:r>
        <w:tab/>
        <w:t>1.013e0</w:t>
      </w:r>
    </w:p>
    <w:p w:rsidR="00557788" w:rsidRDefault="00557788" w:rsidP="00557788">
      <w:r>
        <w:t>203.9374</w:t>
      </w:r>
      <w:r>
        <w:tab/>
        <w:t>2.025e0</w:t>
      </w:r>
    </w:p>
    <w:p w:rsidR="00557788" w:rsidRDefault="00557788" w:rsidP="00557788">
      <w:r>
        <w:t>203.9430</w:t>
      </w:r>
      <w:r>
        <w:tab/>
        <w:t>1.013e0</w:t>
      </w:r>
    </w:p>
    <w:p w:rsidR="00557788" w:rsidRDefault="00557788" w:rsidP="00557788">
      <w:r>
        <w:t>203.9664</w:t>
      </w:r>
      <w:r>
        <w:tab/>
        <w:t>2.038e0</w:t>
      </w:r>
    </w:p>
    <w:p w:rsidR="00557788" w:rsidRDefault="00557788" w:rsidP="00557788">
      <w:r>
        <w:t>203.9778</w:t>
      </w:r>
      <w:r>
        <w:tab/>
        <w:t>1.013e0</w:t>
      </w:r>
    </w:p>
    <w:p w:rsidR="00557788" w:rsidRDefault="00557788" w:rsidP="00557788">
      <w:r>
        <w:t>203.9853</w:t>
      </w:r>
      <w:r>
        <w:tab/>
        <w:t>6.287e-1</w:t>
      </w:r>
    </w:p>
    <w:p w:rsidR="00557788" w:rsidRDefault="00557788" w:rsidP="00557788">
      <w:r>
        <w:t>203.9912</w:t>
      </w:r>
      <w:r>
        <w:tab/>
        <w:t>2.025e0</w:t>
      </w:r>
    </w:p>
    <w:p w:rsidR="00557788" w:rsidRDefault="00557788" w:rsidP="00557788">
      <w:r>
        <w:t>203.9958</w:t>
      </w:r>
      <w:r>
        <w:tab/>
        <w:t>2.406e0</w:t>
      </w:r>
    </w:p>
    <w:p w:rsidR="00557788" w:rsidRDefault="00557788" w:rsidP="00557788">
      <w:r>
        <w:t>204.0029</w:t>
      </w:r>
      <w:r>
        <w:tab/>
        <w:t>3.183e0</w:t>
      </w:r>
    </w:p>
    <w:p w:rsidR="00557788" w:rsidRDefault="00557788" w:rsidP="00557788">
      <w:r>
        <w:t>204.0141</w:t>
      </w:r>
      <w:r>
        <w:tab/>
        <w:t>2.532e-2</w:t>
      </w:r>
    </w:p>
    <w:p w:rsidR="00557788" w:rsidRDefault="00557788" w:rsidP="00557788">
      <w:r>
        <w:t>204.0199</w:t>
      </w:r>
      <w:r>
        <w:tab/>
        <w:t>2.627e0</w:t>
      </w:r>
    </w:p>
    <w:p w:rsidR="00557788" w:rsidRDefault="00557788" w:rsidP="00557788">
      <w:r>
        <w:t>204.0347</w:t>
      </w:r>
      <w:r>
        <w:tab/>
        <w:t>1.534e0</w:t>
      </w:r>
    </w:p>
    <w:p w:rsidR="00557788" w:rsidRDefault="00557788" w:rsidP="00557788">
      <w:r>
        <w:t>204.0364</w:t>
      </w:r>
      <w:r>
        <w:tab/>
        <w:t>2.170e0</w:t>
      </w:r>
    </w:p>
    <w:p w:rsidR="00557788" w:rsidRDefault="00557788" w:rsidP="00557788">
      <w:r>
        <w:lastRenderedPageBreak/>
        <w:t>204.0378</w:t>
      </w:r>
      <w:r>
        <w:tab/>
        <w:t>2.906e0</w:t>
      </w:r>
    </w:p>
    <w:p w:rsidR="00557788" w:rsidRDefault="00557788" w:rsidP="00557788">
      <w:r>
        <w:t>204.0440</w:t>
      </w:r>
      <w:r>
        <w:tab/>
        <w:t>1.362e0</w:t>
      </w:r>
    </w:p>
    <w:p w:rsidR="00557788" w:rsidRDefault="00557788" w:rsidP="00557788">
      <w:r>
        <w:t>204.0643</w:t>
      </w:r>
      <w:r>
        <w:tab/>
        <w:t>1.686e0</w:t>
      </w:r>
    </w:p>
    <w:p w:rsidR="00557788" w:rsidRDefault="00557788" w:rsidP="00557788">
      <w:r>
        <w:t>204.0957</w:t>
      </w:r>
      <w:r>
        <w:tab/>
        <w:t>2.446e0</w:t>
      </w:r>
    </w:p>
    <w:p w:rsidR="00557788" w:rsidRDefault="00557788" w:rsidP="00557788">
      <w:r>
        <w:t>204.0977</w:t>
      </w:r>
      <w:r>
        <w:tab/>
        <w:t>1.087e0</w:t>
      </w:r>
    </w:p>
    <w:p w:rsidR="00557788" w:rsidRDefault="00557788" w:rsidP="00557788">
      <w:r>
        <w:t>204.1145</w:t>
      </w:r>
      <w:r>
        <w:tab/>
        <w:t>1.774e0</w:t>
      </w:r>
    </w:p>
    <w:p w:rsidR="00557788" w:rsidRDefault="00557788" w:rsidP="00557788">
      <w:r>
        <w:t>204.1176</w:t>
      </w:r>
      <w:r>
        <w:tab/>
        <w:t>3.064e0</w:t>
      </w:r>
    </w:p>
    <w:p w:rsidR="00557788" w:rsidRDefault="00557788" w:rsidP="00557788">
      <w:r>
        <w:t>204.1303</w:t>
      </w:r>
      <w:r>
        <w:tab/>
        <w:t>3.879e0</w:t>
      </w:r>
    </w:p>
    <w:p w:rsidR="00557788" w:rsidRDefault="00557788" w:rsidP="00557788">
      <w:r>
        <w:t>204.1354</w:t>
      </w:r>
      <w:r>
        <w:tab/>
        <w:t>1.348e0</w:t>
      </w:r>
    </w:p>
    <w:p w:rsidR="00557788" w:rsidRDefault="00557788" w:rsidP="00557788">
      <w:r>
        <w:t>204.1420</w:t>
      </w:r>
      <w:r>
        <w:tab/>
        <w:t>2.357e0</w:t>
      </w:r>
    </w:p>
    <w:p w:rsidR="00557788" w:rsidRDefault="00557788" w:rsidP="00557788">
      <w:r>
        <w:t>204.1545</w:t>
      </w:r>
      <w:r>
        <w:tab/>
        <w:t>4.806e0</w:t>
      </w:r>
    </w:p>
    <w:p w:rsidR="00557788" w:rsidRDefault="00557788" w:rsidP="00557788">
      <w:r>
        <w:t>204.1635</w:t>
      </w:r>
      <w:r>
        <w:tab/>
        <w:t>1.082e1</w:t>
      </w:r>
    </w:p>
    <w:p w:rsidR="00557788" w:rsidRDefault="00557788" w:rsidP="00557788">
      <w:r>
        <w:t>204.1713</w:t>
      </w:r>
      <w:r>
        <w:tab/>
        <w:t>6.026e0</w:t>
      </w:r>
    </w:p>
    <w:p w:rsidR="00557788" w:rsidRDefault="00557788" w:rsidP="00557788">
      <w:r>
        <w:t>204.1905</w:t>
      </w:r>
      <w:r>
        <w:tab/>
        <w:t>1.022e0</w:t>
      </w:r>
    </w:p>
    <w:p w:rsidR="00557788" w:rsidRDefault="00557788" w:rsidP="00557788">
      <w:r>
        <w:t>204.1933</w:t>
      </w:r>
      <w:r>
        <w:tab/>
        <w:t>5.190e-1</w:t>
      </w:r>
    </w:p>
    <w:p w:rsidR="00557788" w:rsidRDefault="00557788" w:rsidP="00557788">
      <w:r>
        <w:t>204.1994</w:t>
      </w:r>
      <w:r>
        <w:tab/>
        <w:t>1.563e0</w:t>
      </w:r>
    </w:p>
    <w:p w:rsidR="00557788" w:rsidRDefault="00557788" w:rsidP="00557788">
      <w:r>
        <w:t>204.2050</w:t>
      </w:r>
      <w:r>
        <w:tab/>
        <w:t>2.532e-2</w:t>
      </w:r>
    </w:p>
    <w:p w:rsidR="00557788" w:rsidRDefault="00557788" w:rsidP="00557788">
      <w:r>
        <w:t>204.2240</w:t>
      </w:r>
      <w:r>
        <w:tab/>
        <w:t>1.013e0</w:t>
      </w:r>
    </w:p>
    <w:p w:rsidR="00557788" w:rsidRDefault="00557788" w:rsidP="00557788">
      <w:r>
        <w:t>204.2288</w:t>
      </w:r>
      <w:r>
        <w:tab/>
        <w:t>1.038e0</w:t>
      </w:r>
    </w:p>
    <w:p w:rsidR="00557788" w:rsidRDefault="00557788" w:rsidP="00557788">
      <w:r>
        <w:lastRenderedPageBreak/>
        <w:t>204.2318</w:t>
      </w:r>
      <w:r>
        <w:tab/>
        <w:t>1.013e0</w:t>
      </w:r>
    </w:p>
    <w:p w:rsidR="00557788" w:rsidRDefault="00557788" w:rsidP="00557788">
      <w:r>
        <w:t>204.2357</w:t>
      </w:r>
      <w:r>
        <w:tab/>
        <w:t>1.266e-2</w:t>
      </w:r>
    </w:p>
    <w:p w:rsidR="00557788" w:rsidRDefault="00557788" w:rsidP="00557788">
      <w:r>
        <w:t>204.2435</w:t>
      </w:r>
      <w:r>
        <w:tab/>
        <w:t>2.532e-2</w:t>
      </w:r>
    </w:p>
    <w:p w:rsidR="00557788" w:rsidRDefault="00557788" w:rsidP="00557788">
      <w:r>
        <w:t>204.2493</w:t>
      </w:r>
      <w:r>
        <w:tab/>
        <w:t>2.186e0</w:t>
      </w:r>
    </w:p>
    <w:p w:rsidR="00557788" w:rsidRDefault="00557788" w:rsidP="00557788">
      <w:r>
        <w:t>204.2672</w:t>
      </w:r>
      <w:r>
        <w:tab/>
        <w:t>4.063e0</w:t>
      </w:r>
    </w:p>
    <w:p w:rsidR="00557788" w:rsidRDefault="00557788" w:rsidP="00557788">
      <w:r>
        <w:t>204.2686</w:t>
      </w:r>
      <w:r>
        <w:tab/>
        <w:t>2.025e0</w:t>
      </w:r>
    </w:p>
    <w:p w:rsidR="00557788" w:rsidRDefault="00557788" w:rsidP="00557788">
      <w:r>
        <w:t>204.2706</w:t>
      </w:r>
      <w:r>
        <w:tab/>
        <w:t>2.532e-2</w:t>
      </w:r>
    </w:p>
    <w:p w:rsidR="00557788" w:rsidRDefault="00557788" w:rsidP="00557788">
      <w:r>
        <w:t>204.2762</w:t>
      </w:r>
      <w:r>
        <w:tab/>
        <w:t>2.532e-2</w:t>
      </w:r>
    </w:p>
    <w:p w:rsidR="00557788" w:rsidRDefault="00557788" w:rsidP="00557788">
      <w:r>
        <w:t>204.2874</w:t>
      </w:r>
      <w:r>
        <w:tab/>
        <w:t>2.025e0</w:t>
      </w:r>
    </w:p>
    <w:p w:rsidR="00557788" w:rsidRDefault="00557788" w:rsidP="00557788">
      <w:r>
        <w:t>204.3005</w:t>
      </w:r>
      <w:r>
        <w:tab/>
        <w:t>3.797e-2</w:t>
      </w:r>
    </w:p>
    <w:p w:rsidR="00557788" w:rsidRDefault="00557788" w:rsidP="00557788">
      <w:r>
        <w:t>204.3080</w:t>
      </w:r>
      <w:r>
        <w:tab/>
        <w:t>1.013e0</w:t>
      </w:r>
    </w:p>
    <w:p w:rsidR="00557788" w:rsidRDefault="00557788" w:rsidP="00557788">
      <w:r>
        <w:t>204.3118</w:t>
      </w:r>
      <w:r>
        <w:tab/>
        <w:t>3.038e0</w:t>
      </w:r>
    </w:p>
    <w:p w:rsidR="00557788" w:rsidRDefault="00557788" w:rsidP="00557788">
      <w:r>
        <w:t>204.3136</w:t>
      </w:r>
      <w:r>
        <w:tab/>
        <w:t>2.025e0</w:t>
      </w:r>
    </w:p>
    <w:p w:rsidR="00557788" w:rsidRDefault="00557788" w:rsidP="00557788">
      <w:r>
        <w:t>204.3286</w:t>
      </w:r>
      <w:r>
        <w:tab/>
        <w:t>4.051e0</w:t>
      </w:r>
    </w:p>
    <w:p w:rsidR="00557788" w:rsidRDefault="00557788" w:rsidP="00557788">
      <w:r>
        <w:t>204.3305</w:t>
      </w:r>
      <w:r>
        <w:tab/>
        <w:t>3.063e0</w:t>
      </w:r>
    </w:p>
    <w:p w:rsidR="00557788" w:rsidRDefault="00557788" w:rsidP="00557788">
      <w:r>
        <w:t>204.3332</w:t>
      </w:r>
      <w:r>
        <w:tab/>
        <w:t>1.038e0</w:t>
      </w:r>
    </w:p>
    <w:p w:rsidR="00557788" w:rsidRDefault="00557788" w:rsidP="00557788">
      <w:r>
        <w:t>204.3527</w:t>
      </w:r>
      <w:r>
        <w:tab/>
        <w:t>1.038e0</w:t>
      </w:r>
    </w:p>
    <w:p w:rsidR="00557788" w:rsidRDefault="00557788" w:rsidP="00557788">
      <w:r>
        <w:t>204.3570</w:t>
      </w:r>
      <w:r>
        <w:tab/>
        <w:t>1.013e0</w:t>
      </w:r>
    </w:p>
    <w:p w:rsidR="00557788" w:rsidRDefault="00557788" w:rsidP="00557788">
      <w:r>
        <w:t>204.3591</w:t>
      </w:r>
      <w:r>
        <w:tab/>
        <w:t>2.025e0</w:t>
      </w:r>
    </w:p>
    <w:p w:rsidR="00557788" w:rsidRDefault="00557788" w:rsidP="00557788">
      <w:r>
        <w:lastRenderedPageBreak/>
        <w:t>204.3749</w:t>
      </w:r>
      <w:r>
        <w:tab/>
        <w:t>5.133e0</w:t>
      </w:r>
    </w:p>
    <w:p w:rsidR="00557788" w:rsidRDefault="00557788" w:rsidP="00557788">
      <w:r>
        <w:t>204.3883</w:t>
      </w:r>
      <w:r>
        <w:tab/>
        <w:t>1.013e0</w:t>
      </w:r>
    </w:p>
    <w:p w:rsidR="00557788" w:rsidRDefault="00557788" w:rsidP="00557788">
      <w:r>
        <w:t>204.3939</w:t>
      </w:r>
      <w:r>
        <w:tab/>
        <w:t>3.038e0</w:t>
      </w:r>
    </w:p>
    <w:p w:rsidR="00557788" w:rsidRDefault="00557788" w:rsidP="00557788">
      <w:r>
        <w:t>204.3961</w:t>
      </w:r>
      <w:r>
        <w:tab/>
        <w:t>1.013e0</w:t>
      </w:r>
    </w:p>
    <w:p w:rsidR="00557788" w:rsidRDefault="00557788" w:rsidP="00557788">
      <w:r>
        <w:t>204.4129</w:t>
      </w:r>
      <w:r>
        <w:tab/>
        <w:t>2.532e-2</w:t>
      </w:r>
    </w:p>
    <w:p w:rsidR="00557788" w:rsidRDefault="00557788" w:rsidP="00557788">
      <w:r>
        <w:t>204.4166</w:t>
      </w:r>
      <w:r>
        <w:tab/>
        <w:t>2.025e0</w:t>
      </w:r>
    </w:p>
    <w:p w:rsidR="00557788" w:rsidRDefault="00557788" w:rsidP="00557788">
      <w:r>
        <w:t>204.4222</w:t>
      </w:r>
      <w:r>
        <w:tab/>
        <w:t>2.025e0</w:t>
      </w:r>
    </w:p>
    <w:p w:rsidR="00557788" w:rsidRDefault="00557788" w:rsidP="00557788">
      <w:r>
        <w:t>204.4278</w:t>
      </w:r>
      <w:r>
        <w:tab/>
        <w:t>2.025e0</w:t>
      </w:r>
    </w:p>
    <w:p w:rsidR="00557788" w:rsidRDefault="00557788" w:rsidP="00557788">
      <w:r>
        <w:t>204.4297</w:t>
      </w:r>
      <w:r>
        <w:tab/>
        <w:t>1.013e0</w:t>
      </w:r>
    </w:p>
    <w:p w:rsidR="00557788" w:rsidRDefault="00557788" w:rsidP="00557788">
      <w:r>
        <w:t>204.4334</w:t>
      </w:r>
      <w:r>
        <w:tab/>
        <w:t>3.063e0</w:t>
      </w:r>
    </w:p>
    <w:p w:rsidR="00557788" w:rsidRDefault="00557788" w:rsidP="00557788">
      <w:r>
        <w:t>204.4410</w:t>
      </w:r>
      <w:r>
        <w:tab/>
        <w:t>1.013e0</w:t>
      </w:r>
    </w:p>
    <w:p w:rsidR="00557788" w:rsidRDefault="00557788" w:rsidP="00557788">
      <w:r>
        <w:t>204.4485</w:t>
      </w:r>
      <w:r>
        <w:tab/>
        <w:t>1.013e0</w:t>
      </w:r>
    </w:p>
    <w:p w:rsidR="00557788" w:rsidRDefault="00557788" w:rsidP="00557788">
      <w:r>
        <w:t>204.4560</w:t>
      </w:r>
      <w:r>
        <w:tab/>
        <w:t>1.013e0</w:t>
      </w:r>
    </w:p>
    <w:p w:rsidR="00557788" w:rsidRDefault="00557788" w:rsidP="00557788">
      <w:r>
        <w:t>204.4597</w:t>
      </w:r>
      <w:r>
        <w:tab/>
        <w:t>3.051e0</w:t>
      </w:r>
    </w:p>
    <w:p w:rsidR="00557788" w:rsidRDefault="00557788" w:rsidP="00557788">
      <w:r>
        <w:t>204.4822</w:t>
      </w:r>
      <w:r>
        <w:tab/>
        <w:t>1.266e-2</w:t>
      </w:r>
    </w:p>
    <w:p w:rsidR="00557788" w:rsidRDefault="00557788" w:rsidP="00557788">
      <w:r>
        <w:t>204.4851</w:t>
      </w:r>
      <w:r>
        <w:tab/>
        <w:t>3.038e0</w:t>
      </w:r>
    </w:p>
    <w:p w:rsidR="00557788" w:rsidRDefault="00557788" w:rsidP="00557788">
      <w:r>
        <w:t>204.4861</w:t>
      </w:r>
      <w:r>
        <w:tab/>
        <w:t>1.025e0</w:t>
      </w:r>
    </w:p>
    <w:p w:rsidR="00557788" w:rsidRDefault="00557788" w:rsidP="00557788">
      <w:r>
        <w:t>204.4915</w:t>
      </w:r>
      <w:r>
        <w:tab/>
        <w:t>3.038e0</w:t>
      </w:r>
    </w:p>
    <w:p w:rsidR="00557788" w:rsidRDefault="00557788" w:rsidP="00557788">
      <w:r>
        <w:t>204.5129</w:t>
      </w:r>
      <w:r>
        <w:tab/>
        <w:t>2.038e0</w:t>
      </w:r>
    </w:p>
    <w:p w:rsidR="00557788" w:rsidRDefault="00557788" w:rsidP="00557788">
      <w:r>
        <w:lastRenderedPageBreak/>
        <w:t>204.5153</w:t>
      </w:r>
      <w:r>
        <w:tab/>
        <w:t>2.025e0</w:t>
      </w:r>
    </w:p>
    <w:p w:rsidR="00557788" w:rsidRDefault="00557788" w:rsidP="00557788">
      <w:r>
        <w:t>204.5365</w:t>
      </w:r>
      <w:r>
        <w:tab/>
        <w:t>1.266e-2</w:t>
      </w:r>
    </w:p>
    <w:p w:rsidR="00557788" w:rsidRDefault="00557788" w:rsidP="00557788">
      <w:r>
        <w:t>204.5533</w:t>
      </w:r>
      <w:r>
        <w:tab/>
        <w:t>4.051e0</w:t>
      </w:r>
    </w:p>
    <w:p w:rsidR="00557788" w:rsidRDefault="00557788" w:rsidP="00557788">
      <w:r>
        <w:t>204.5814</w:t>
      </w:r>
      <w:r>
        <w:tab/>
        <w:t>1.051e0</w:t>
      </w:r>
    </w:p>
    <w:p w:rsidR="00557788" w:rsidRDefault="00557788" w:rsidP="00557788">
      <w:r>
        <w:t>204.5923</w:t>
      </w:r>
      <w:r>
        <w:tab/>
        <w:t>5.290e0</w:t>
      </w:r>
    </w:p>
    <w:p w:rsidR="00557788" w:rsidRDefault="00557788" w:rsidP="00557788">
      <w:r>
        <w:t>204.6230</w:t>
      </w:r>
      <w:r>
        <w:tab/>
        <w:t>6.110e0</w:t>
      </w:r>
    </w:p>
    <w:p w:rsidR="00557788" w:rsidRDefault="00557788" w:rsidP="00557788">
      <w:r>
        <w:t>204.6249</w:t>
      </w:r>
      <w:r>
        <w:tab/>
        <w:t>4.051e0</w:t>
      </w:r>
    </w:p>
    <w:p w:rsidR="00557788" w:rsidRDefault="00557788" w:rsidP="00557788">
      <w:r>
        <w:t>204.6427</w:t>
      </w:r>
      <w:r>
        <w:tab/>
        <w:t>1.266e-2</w:t>
      </w:r>
    </w:p>
    <w:p w:rsidR="00557788" w:rsidRDefault="00557788" w:rsidP="00557788">
      <w:r>
        <w:t>204.6443</w:t>
      </w:r>
      <w:r>
        <w:tab/>
        <w:t>2.025e0</w:t>
      </w:r>
    </w:p>
    <w:p w:rsidR="00557788" w:rsidRDefault="00557788" w:rsidP="00557788">
      <w:r>
        <w:t>204.6583</w:t>
      </w:r>
      <w:r>
        <w:tab/>
        <w:t>1.266e-2</w:t>
      </w:r>
    </w:p>
    <w:p w:rsidR="00557788" w:rsidRDefault="00557788" w:rsidP="00557788">
      <w:r>
        <w:t>204.6620</w:t>
      </w:r>
      <w:r>
        <w:tab/>
        <w:t>1.013e0</w:t>
      </w:r>
    </w:p>
    <w:p w:rsidR="00557788" w:rsidRDefault="00557788" w:rsidP="00557788">
      <w:r>
        <w:t>204.6657</w:t>
      </w:r>
      <w:r>
        <w:tab/>
        <w:t>1.013e0</w:t>
      </w:r>
    </w:p>
    <w:p w:rsidR="00557788" w:rsidRDefault="00557788" w:rsidP="00557788">
      <w:r>
        <w:t>204.6694</w:t>
      </w:r>
      <w:r>
        <w:tab/>
        <w:t>1.025e0</w:t>
      </w:r>
    </w:p>
    <w:p w:rsidR="00557788" w:rsidRDefault="00557788" w:rsidP="00557788">
      <w:r>
        <w:t>204.6957</w:t>
      </w:r>
      <w:r>
        <w:tab/>
        <w:t>1.266e-2</w:t>
      </w:r>
    </w:p>
    <w:p w:rsidR="00557788" w:rsidRDefault="00557788" w:rsidP="00557788">
      <w:r>
        <w:t>204.7069</w:t>
      </w:r>
      <w:r>
        <w:tab/>
        <w:t>6.076e0</w:t>
      </w:r>
    </w:p>
    <w:p w:rsidR="00557788" w:rsidRDefault="00557788" w:rsidP="00557788">
      <w:r>
        <w:t>204.7294</w:t>
      </w:r>
      <w:r>
        <w:tab/>
        <w:t>1.266e-2</w:t>
      </w:r>
    </w:p>
    <w:p w:rsidR="00557788" w:rsidRDefault="00557788" w:rsidP="00557788">
      <w:r>
        <w:t>204.7446</w:t>
      </w:r>
      <w:r>
        <w:tab/>
        <w:t>2.025e0</w:t>
      </w:r>
    </w:p>
    <w:p w:rsidR="00557788" w:rsidRDefault="00557788" w:rsidP="00557788">
      <w:r>
        <w:t>204.7472</w:t>
      </w:r>
      <w:r>
        <w:tab/>
        <w:t>6.076e0</w:t>
      </w:r>
    </w:p>
    <w:p w:rsidR="00557788" w:rsidRDefault="00557788" w:rsidP="00557788">
      <w:r>
        <w:t>204.7485</w:t>
      </w:r>
      <w:r>
        <w:tab/>
        <w:t>1.019e0</w:t>
      </w:r>
    </w:p>
    <w:p w:rsidR="00557788" w:rsidRDefault="00557788" w:rsidP="00557788">
      <w:r>
        <w:lastRenderedPageBreak/>
        <w:t>204.7534</w:t>
      </w:r>
      <w:r>
        <w:tab/>
        <w:t>3.051e0</w:t>
      </w:r>
    </w:p>
    <w:p w:rsidR="00557788" w:rsidRDefault="00557788" w:rsidP="00557788">
      <w:r>
        <w:t>204.7681</w:t>
      </w:r>
      <w:r>
        <w:tab/>
        <w:t>1.013e0</w:t>
      </w:r>
    </w:p>
    <w:p w:rsidR="00557788" w:rsidRDefault="00557788" w:rsidP="00557788">
      <w:r>
        <w:t>204.7759</w:t>
      </w:r>
      <w:r>
        <w:tab/>
        <w:t>2.025e0</w:t>
      </w:r>
    </w:p>
    <w:p w:rsidR="00557788" w:rsidRDefault="00557788" w:rsidP="00557788">
      <w:r>
        <w:t>204.7913</w:t>
      </w:r>
      <w:r>
        <w:tab/>
        <w:t>2.025e0</w:t>
      </w:r>
    </w:p>
    <w:p w:rsidR="00557788" w:rsidRDefault="00557788" w:rsidP="00557788">
      <w:r>
        <w:t>204.7950</w:t>
      </w:r>
      <w:r>
        <w:tab/>
        <w:t>1.266e-2</w:t>
      </w:r>
    </w:p>
    <w:p w:rsidR="00557788" w:rsidRDefault="00557788" w:rsidP="00557788">
      <w:r>
        <w:t>204.7969</w:t>
      </w:r>
      <w:r>
        <w:tab/>
        <w:t>2.025e0</w:t>
      </w:r>
    </w:p>
    <w:p w:rsidR="00557788" w:rsidRDefault="00557788" w:rsidP="00557788">
      <w:r>
        <w:t>204.8081</w:t>
      </w:r>
      <w:r>
        <w:tab/>
        <w:t>2.532e-2</w:t>
      </w:r>
    </w:p>
    <w:p w:rsidR="00557788" w:rsidRDefault="00557788" w:rsidP="00557788">
      <w:r>
        <w:t>204.8099</w:t>
      </w:r>
      <w:r>
        <w:tab/>
        <w:t>1.025e0</w:t>
      </w:r>
    </w:p>
    <w:p w:rsidR="00557788" w:rsidRDefault="00557788" w:rsidP="00557788">
      <w:r>
        <w:t>204.8156</w:t>
      </w:r>
      <w:r>
        <w:tab/>
        <w:t>2.025e0</w:t>
      </w:r>
    </w:p>
    <w:p w:rsidR="00557788" w:rsidRDefault="00557788" w:rsidP="00557788">
      <w:r>
        <w:t>204.8268</w:t>
      </w:r>
      <w:r>
        <w:tab/>
        <w:t>2.025e0</w:t>
      </w:r>
    </w:p>
    <w:p w:rsidR="00557788" w:rsidRDefault="00557788" w:rsidP="00557788">
      <w:r>
        <w:t>204.8287</w:t>
      </w:r>
      <w:r>
        <w:tab/>
        <w:t>2.532e-2</w:t>
      </w:r>
    </w:p>
    <w:p w:rsidR="00557788" w:rsidRDefault="00557788" w:rsidP="00557788">
      <w:r>
        <w:t>204.8381</w:t>
      </w:r>
      <w:r>
        <w:tab/>
        <w:t>2.025e0</w:t>
      </w:r>
    </w:p>
    <w:p w:rsidR="00557788" w:rsidRDefault="00557788" w:rsidP="00557788">
      <w:r>
        <w:t>204.8549</w:t>
      </w:r>
      <w:r>
        <w:tab/>
        <w:t>2.051e0</w:t>
      </w:r>
    </w:p>
    <w:p w:rsidR="00557788" w:rsidRDefault="00557788" w:rsidP="00557788">
      <w:r>
        <w:t>204.8586</w:t>
      </w:r>
      <w:r>
        <w:tab/>
        <w:t>5.063e0</w:t>
      </w:r>
    </w:p>
    <w:p w:rsidR="00557788" w:rsidRDefault="00557788" w:rsidP="00557788">
      <w:r>
        <w:t>204.8847</w:t>
      </w:r>
      <w:r>
        <w:tab/>
        <w:t>3.038e0</w:t>
      </w:r>
    </w:p>
    <w:p w:rsidR="00557788" w:rsidRDefault="00557788" w:rsidP="00557788">
      <w:r>
        <w:t>204.8857</w:t>
      </w:r>
      <w:r>
        <w:tab/>
        <w:t>2.025e0</w:t>
      </w:r>
    </w:p>
    <w:p w:rsidR="00557788" w:rsidRDefault="00557788" w:rsidP="00557788">
      <w:r>
        <w:t>204.8871</w:t>
      </w:r>
      <w:r>
        <w:tab/>
        <w:t>3.038e0</w:t>
      </w:r>
    </w:p>
    <w:p w:rsidR="00557788" w:rsidRDefault="00557788" w:rsidP="00557788">
      <w:r>
        <w:t>204.8896</w:t>
      </w:r>
      <w:r>
        <w:tab/>
        <w:t>2.025e0</w:t>
      </w:r>
    </w:p>
    <w:p w:rsidR="00557788" w:rsidRDefault="00557788" w:rsidP="00557788">
      <w:r>
        <w:t>204.8991</w:t>
      </w:r>
      <w:r>
        <w:tab/>
        <w:t>2.025e0</w:t>
      </w:r>
    </w:p>
    <w:p w:rsidR="00557788" w:rsidRDefault="00557788" w:rsidP="00557788">
      <w:r>
        <w:lastRenderedPageBreak/>
        <w:t>204.9072</w:t>
      </w:r>
      <w:r>
        <w:tab/>
        <w:t>3.038e0</w:t>
      </w:r>
    </w:p>
    <w:p w:rsidR="00557788" w:rsidRDefault="00557788" w:rsidP="00557788">
      <w:r>
        <w:t>204.9412</w:t>
      </w:r>
      <w:r>
        <w:tab/>
        <w:t>2.532e-2</w:t>
      </w:r>
    </w:p>
    <w:p w:rsidR="00557788" w:rsidRDefault="00557788" w:rsidP="00557788">
      <w:r>
        <w:t>204.9581</w:t>
      </w:r>
      <w:r>
        <w:tab/>
        <w:t>1.266e-2</w:t>
      </w:r>
    </w:p>
    <w:p w:rsidR="00557788" w:rsidRDefault="00557788" w:rsidP="00557788">
      <w:r>
        <w:t>204.9618</w:t>
      </w:r>
      <w:r>
        <w:tab/>
        <w:t>1.025e0</w:t>
      </w:r>
    </w:p>
    <w:p w:rsidR="00557788" w:rsidRDefault="00557788" w:rsidP="00557788">
      <w:r>
        <w:t>204.9678</w:t>
      </w:r>
      <w:r>
        <w:tab/>
        <w:t>4.051e0</w:t>
      </w:r>
    </w:p>
    <w:p w:rsidR="00557788" w:rsidRDefault="00557788" w:rsidP="00557788">
      <w:r>
        <w:t>204.9795</w:t>
      </w:r>
      <w:r>
        <w:tab/>
        <w:t>2.757e0</w:t>
      </w:r>
    </w:p>
    <w:p w:rsidR="00557788" w:rsidRDefault="00557788" w:rsidP="00557788">
      <w:r>
        <w:t>204.9807</w:t>
      </w:r>
      <w:r>
        <w:tab/>
        <w:t>3.964e0</w:t>
      </w:r>
    </w:p>
    <w:p w:rsidR="00557788" w:rsidRDefault="00557788" w:rsidP="00557788">
      <w:r>
        <w:t>204.9913</w:t>
      </w:r>
      <w:r>
        <w:tab/>
        <w:t>1.437e0</w:t>
      </w:r>
    </w:p>
    <w:p w:rsidR="00557788" w:rsidRDefault="00557788" w:rsidP="00557788">
      <w:r>
        <w:t>204.9939</w:t>
      </w:r>
      <w:r>
        <w:tab/>
        <w:t>1.908e0</w:t>
      </w:r>
    </w:p>
    <w:p w:rsidR="00557788" w:rsidRDefault="00557788" w:rsidP="00557788">
      <w:r>
        <w:t>205.0306</w:t>
      </w:r>
      <w:r>
        <w:tab/>
        <w:t>1.143e0</w:t>
      </w:r>
    </w:p>
    <w:p w:rsidR="00557788" w:rsidRDefault="00557788" w:rsidP="00557788">
      <w:r>
        <w:t>205.0400</w:t>
      </w:r>
      <w:r>
        <w:tab/>
        <w:t>1.639e0</w:t>
      </w:r>
    </w:p>
    <w:p w:rsidR="00557788" w:rsidRDefault="00557788" w:rsidP="00557788">
      <w:r>
        <w:t>205.0536</w:t>
      </w:r>
      <w:r>
        <w:tab/>
        <w:t>1.013e0</w:t>
      </w:r>
    </w:p>
    <w:p w:rsidR="00557788" w:rsidRDefault="00557788" w:rsidP="00557788">
      <w:r>
        <w:t>205.0553</w:t>
      </w:r>
      <w:r>
        <w:tab/>
        <w:t>3.052e-1</w:t>
      </w:r>
    </w:p>
    <w:p w:rsidR="00557788" w:rsidRDefault="00557788" w:rsidP="00557788">
      <w:r>
        <w:t>205.0595</w:t>
      </w:r>
      <w:r>
        <w:tab/>
        <w:t>2.264e0</w:t>
      </w:r>
    </w:p>
    <w:p w:rsidR="00557788" w:rsidRDefault="00557788" w:rsidP="00557788">
      <w:r>
        <w:t>205.0612</w:t>
      </w:r>
      <w:r>
        <w:tab/>
        <w:t>1.072e0</w:t>
      </w:r>
    </w:p>
    <w:p w:rsidR="00557788" w:rsidRDefault="00557788" w:rsidP="00557788">
      <w:r>
        <w:t>205.0660</w:t>
      </w:r>
      <w:r>
        <w:tab/>
        <w:t>5.367e0</w:t>
      </w:r>
    </w:p>
    <w:p w:rsidR="00557788" w:rsidRDefault="00557788" w:rsidP="00557788">
      <w:r>
        <w:t>205.0822</w:t>
      </w:r>
      <w:r>
        <w:tab/>
        <w:t>6.667e0</w:t>
      </w:r>
    </w:p>
    <w:p w:rsidR="00557788" w:rsidRDefault="00557788" w:rsidP="00557788">
      <w:r>
        <w:t>205.0838</w:t>
      </w:r>
      <w:r>
        <w:tab/>
        <w:t>1.844e0</w:t>
      </w:r>
    </w:p>
    <w:p w:rsidR="00557788" w:rsidRDefault="00557788" w:rsidP="00557788">
      <w:r>
        <w:t>205.0877</w:t>
      </w:r>
      <w:r>
        <w:tab/>
        <w:t>2.590e0</w:t>
      </w:r>
    </w:p>
    <w:p w:rsidR="00557788" w:rsidRDefault="00557788" w:rsidP="00557788">
      <w:r>
        <w:lastRenderedPageBreak/>
        <w:t>205.0985</w:t>
      </w:r>
      <w:r>
        <w:tab/>
        <w:t>1.399e0</w:t>
      </w:r>
    </w:p>
    <w:p w:rsidR="00557788" w:rsidRDefault="00557788" w:rsidP="00557788">
      <w:r>
        <w:t>205.1110</w:t>
      </w:r>
      <w:r>
        <w:tab/>
        <w:t>4.877e0</w:t>
      </w:r>
    </w:p>
    <w:p w:rsidR="00557788" w:rsidRDefault="00557788" w:rsidP="00557788">
      <w:r>
        <w:t>205.1200</w:t>
      </w:r>
      <w:r>
        <w:tab/>
        <w:t>2.079e0</w:t>
      </w:r>
    </w:p>
    <w:p w:rsidR="00557788" w:rsidRDefault="00557788" w:rsidP="00557788">
      <w:r>
        <w:t>205.1241</w:t>
      </w:r>
      <w:r>
        <w:tab/>
        <w:t>8.033e0</w:t>
      </w:r>
    </w:p>
    <w:p w:rsidR="00557788" w:rsidRDefault="00557788" w:rsidP="00557788">
      <w:r>
        <w:t>205.1368</w:t>
      </w:r>
      <w:r>
        <w:tab/>
        <w:t>2.657e0</w:t>
      </w:r>
    </w:p>
    <w:p w:rsidR="00557788" w:rsidRDefault="00557788" w:rsidP="00557788">
      <w:r>
        <w:t>205.1469</w:t>
      </w:r>
      <w:r>
        <w:tab/>
        <w:t>2.600e0</w:t>
      </w:r>
    </w:p>
    <w:p w:rsidR="00557788" w:rsidRDefault="00557788" w:rsidP="00557788">
      <w:r>
        <w:t>205.1479</w:t>
      </w:r>
      <w:r>
        <w:tab/>
        <w:t>2.589e0</w:t>
      </w:r>
    </w:p>
    <w:p w:rsidR="00557788" w:rsidRDefault="00557788" w:rsidP="00557788">
      <w:r>
        <w:t>205.1542</w:t>
      </w:r>
      <w:r>
        <w:tab/>
        <w:t>1.194e0</w:t>
      </w:r>
    </w:p>
    <w:p w:rsidR="00557788" w:rsidRDefault="00557788" w:rsidP="00557788">
      <w:r>
        <w:t>205.1608</w:t>
      </w:r>
      <w:r>
        <w:tab/>
        <w:t>3.379e0</w:t>
      </w:r>
    </w:p>
    <w:p w:rsidR="00557788" w:rsidRDefault="00557788" w:rsidP="00557788">
      <w:r>
        <w:t>205.1651</w:t>
      </w:r>
      <w:r>
        <w:tab/>
        <w:t>2.307e0</w:t>
      </w:r>
    </w:p>
    <w:p w:rsidR="00557788" w:rsidRDefault="00557788" w:rsidP="00557788">
      <w:r>
        <w:t>205.1662</w:t>
      </w:r>
      <w:r>
        <w:tab/>
        <w:t>4.449e0</w:t>
      </w:r>
    </w:p>
    <w:p w:rsidR="00557788" w:rsidRDefault="00557788" w:rsidP="00557788">
      <w:r>
        <w:t>205.1700</w:t>
      </w:r>
      <w:r>
        <w:tab/>
        <w:t>1.854e0</w:t>
      </w:r>
    </w:p>
    <w:p w:rsidR="00557788" w:rsidRDefault="00557788" w:rsidP="00557788">
      <w:r>
        <w:t>205.1798</w:t>
      </w:r>
      <w:r>
        <w:tab/>
        <w:t>2.207e0</w:t>
      </w:r>
    </w:p>
    <w:p w:rsidR="00557788" w:rsidRDefault="00557788" w:rsidP="00557788">
      <w:r>
        <w:t>205.1919</w:t>
      </w:r>
      <w:r>
        <w:tab/>
        <w:t>2.039e0</w:t>
      </w:r>
    </w:p>
    <w:p w:rsidR="00557788" w:rsidRDefault="00557788" w:rsidP="00557788">
      <w:r>
        <w:t>205.2110</w:t>
      </w:r>
      <w:r>
        <w:tab/>
        <w:t>3.038e0</w:t>
      </w:r>
    </w:p>
    <w:p w:rsidR="00557788" w:rsidRDefault="00557788" w:rsidP="00557788">
      <w:r>
        <w:t>205.2130</w:t>
      </w:r>
      <w:r>
        <w:tab/>
        <w:t>3.038e0</w:t>
      </w:r>
    </w:p>
    <w:p w:rsidR="00557788" w:rsidRDefault="00557788" w:rsidP="00557788">
      <w:r>
        <w:t>205.2168</w:t>
      </w:r>
      <w:r>
        <w:tab/>
        <w:t>1.266e-2</w:t>
      </w:r>
    </w:p>
    <w:p w:rsidR="00557788" w:rsidRDefault="00557788" w:rsidP="00557788">
      <w:r>
        <w:t>205.2186</w:t>
      </w:r>
      <w:r>
        <w:tab/>
        <w:t>2.025e0</w:t>
      </w:r>
    </w:p>
    <w:p w:rsidR="00557788" w:rsidRDefault="00557788" w:rsidP="00557788">
      <w:r>
        <w:t>205.2429</w:t>
      </w:r>
      <w:r>
        <w:tab/>
        <w:t>1.013e0</w:t>
      </w:r>
    </w:p>
    <w:p w:rsidR="00557788" w:rsidRDefault="00557788" w:rsidP="00557788">
      <w:r>
        <w:lastRenderedPageBreak/>
        <w:t>205.2551</w:t>
      </w:r>
      <w:r>
        <w:tab/>
        <w:t>6.076e0</w:t>
      </w:r>
    </w:p>
    <w:p w:rsidR="00557788" w:rsidRDefault="00557788" w:rsidP="00557788">
      <w:r>
        <w:t>205.2629</w:t>
      </w:r>
      <w:r>
        <w:tab/>
        <w:t>2.025e0</w:t>
      </w:r>
    </w:p>
    <w:p w:rsidR="00557788" w:rsidRDefault="00557788" w:rsidP="00557788">
      <w:r>
        <w:t>205.2820</w:t>
      </w:r>
      <w:r>
        <w:tab/>
        <w:t>1.025e0</w:t>
      </w:r>
    </w:p>
    <w:p w:rsidR="00557788" w:rsidRDefault="00557788" w:rsidP="00557788">
      <w:r>
        <w:t>205.2893</w:t>
      </w:r>
      <w:r>
        <w:tab/>
        <w:t>2.025e0</w:t>
      </w:r>
    </w:p>
    <w:p w:rsidR="00557788" w:rsidRDefault="00557788" w:rsidP="00557788">
      <w:r>
        <w:t>205.2974</w:t>
      </w:r>
      <w:r>
        <w:tab/>
        <w:t>1.266e-2</w:t>
      </w:r>
    </w:p>
    <w:p w:rsidR="00557788" w:rsidRDefault="00557788" w:rsidP="00557788">
      <w:r>
        <w:t>205.3180</w:t>
      </w:r>
      <w:r>
        <w:tab/>
        <w:t>2.532e-2</w:t>
      </w:r>
    </w:p>
    <w:p w:rsidR="00557788" w:rsidRDefault="00557788" w:rsidP="00557788">
      <w:r>
        <w:t>205.3218</w:t>
      </w:r>
      <w:r>
        <w:tab/>
        <w:t>2.025e0</w:t>
      </w:r>
    </w:p>
    <w:p w:rsidR="00557788" w:rsidRDefault="00557788" w:rsidP="00557788">
      <w:r>
        <w:t>205.3349</w:t>
      </w:r>
      <w:r>
        <w:tab/>
        <w:t>3.038e0</w:t>
      </w:r>
    </w:p>
    <w:p w:rsidR="00557788" w:rsidRDefault="00557788" w:rsidP="00557788">
      <w:r>
        <w:t>205.3424</w:t>
      </w:r>
      <w:r>
        <w:tab/>
        <w:t>3.038e0</w:t>
      </w:r>
    </w:p>
    <w:p w:rsidR="00557788" w:rsidRDefault="00557788" w:rsidP="00557788">
      <w:r>
        <w:t>205.3517</w:t>
      </w:r>
      <w:r>
        <w:tab/>
        <w:t>2.025e0</w:t>
      </w:r>
    </w:p>
    <w:p w:rsidR="00557788" w:rsidRDefault="00557788" w:rsidP="00557788">
      <w:r>
        <w:t>205.3881</w:t>
      </w:r>
      <w:r>
        <w:tab/>
        <w:t>1.025e0</w:t>
      </w:r>
    </w:p>
    <w:p w:rsidR="00557788" w:rsidRDefault="00557788" w:rsidP="00557788">
      <w:r>
        <w:t>205.3960</w:t>
      </w:r>
      <w:r>
        <w:tab/>
        <w:t>1.013e0</w:t>
      </w:r>
    </w:p>
    <w:p w:rsidR="00557788" w:rsidRDefault="00557788" w:rsidP="00557788">
      <w:r>
        <w:t>205.3999</w:t>
      </w:r>
      <w:r>
        <w:tab/>
        <w:t>1.013e0</w:t>
      </w:r>
    </w:p>
    <w:p w:rsidR="00557788" w:rsidRDefault="00557788" w:rsidP="00557788">
      <w:r>
        <w:t>205.4156</w:t>
      </w:r>
      <w:r>
        <w:tab/>
        <w:t>1.025e0</w:t>
      </w:r>
    </w:p>
    <w:p w:rsidR="00557788" w:rsidRDefault="00557788" w:rsidP="00557788">
      <w:r>
        <w:t>205.4206</w:t>
      </w:r>
      <w:r>
        <w:tab/>
        <w:t>4.051e0</w:t>
      </w:r>
    </w:p>
    <w:p w:rsidR="00557788" w:rsidRDefault="00557788" w:rsidP="00557788">
      <w:r>
        <w:t>205.4259</w:t>
      </w:r>
      <w:r>
        <w:tab/>
        <w:t>3.038e0</w:t>
      </w:r>
    </w:p>
    <w:p w:rsidR="00557788" w:rsidRDefault="00557788" w:rsidP="00557788">
      <w:r>
        <w:t>205.4305</w:t>
      </w:r>
      <w:r>
        <w:tab/>
        <w:t>4.063e0</w:t>
      </w:r>
    </w:p>
    <w:p w:rsidR="00557788" w:rsidRDefault="00557788" w:rsidP="00557788">
      <w:r>
        <w:t>205.4512</w:t>
      </w:r>
      <w:r>
        <w:tab/>
        <w:t>2.025e0</w:t>
      </w:r>
    </w:p>
    <w:p w:rsidR="00557788" w:rsidRDefault="00557788" w:rsidP="00557788">
      <w:r>
        <w:t>205.4530</w:t>
      </w:r>
      <w:r>
        <w:tab/>
        <w:t>1.266e-2</w:t>
      </w:r>
    </w:p>
    <w:p w:rsidR="00557788" w:rsidRDefault="00557788" w:rsidP="00557788">
      <w:r>
        <w:lastRenderedPageBreak/>
        <w:t>205.4587</w:t>
      </w:r>
      <w:r>
        <w:tab/>
        <w:t>2.025e0</w:t>
      </w:r>
    </w:p>
    <w:p w:rsidR="00557788" w:rsidRDefault="00557788" w:rsidP="00557788">
      <w:r>
        <w:t>205.4884</w:t>
      </w:r>
      <w:r>
        <w:tab/>
        <w:t>5.063e0</w:t>
      </w:r>
    </w:p>
    <w:p w:rsidR="00557788" w:rsidRDefault="00557788" w:rsidP="00557788">
      <w:r>
        <w:t>205.4926</w:t>
      </w:r>
      <w:r>
        <w:tab/>
        <w:t>2.025e0</w:t>
      </w:r>
    </w:p>
    <w:p w:rsidR="00557788" w:rsidRDefault="00557788" w:rsidP="00557788">
      <w:r>
        <w:t>205.5021</w:t>
      </w:r>
      <w:r>
        <w:tab/>
        <w:t>1.266e-2</w:t>
      </w:r>
    </w:p>
    <w:p w:rsidR="00557788" w:rsidRDefault="00557788" w:rsidP="00557788">
      <w:r>
        <w:t>205.5060</w:t>
      </w:r>
      <w:r>
        <w:tab/>
        <w:t>1.013e0</w:t>
      </w:r>
    </w:p>
    <w:p w:rsidR="00557788" w:rsidRDefault="00557788" w:rsidP="00557788">
      <w:r>
        <w:t>205.5139</w:t>
      </w:r>
      <w:r>
        <w:tab/>
        <w:t>1.266e-2</w:t>
      </w:r>
    </w:p>
    <w:p w:rsidR="00557788" w:rsidRDefault="00557788" w:rsidP="00557788">
      <w:r>
        <w:t>205.5178</w:t>
      </w:r>
      <w:r>
        <w:tab/>
        <w:t>1.013e0</w:t>
      </w:r>
    </w:p>
    <w:p w:rsidR="00557788" w:rsidRDefault="00557788" w:rsidP="00557788">
      <w:r>
        <w:t>205.5217</w:t>
      </w:r>
      <w:r>
        <w:tab/>
        <w:t>1.013e0</w:t>
      </w:r>
    </w:p>
    <w:p w:rsidR="00557788" w:rsidRDefault="00557788" w:rsidP="00557788">
      <w:r>
        <w:t>205.5289</w:t>
      </w:r>
      <w:r>
        <w:tab/>
        <w:t>2.532e-2</w:t>
      </w:r>
    </w:p>
    <w:p w:rsidR="00557788" w:rsidRDefault="00557788" w:rsidP="00557788">
      <w:r>
        <w:t>205.5360</w:t>
      </w:r>
      <w:r>
        <w:tab/>
        <w:t>3.798e-2</w:t>
      </w:r>
    </w:p>
    <w:p w:rsidR="00557788" w:rsidRDefault="00557788" w:rsidP="00557788">
      <w:r>
        <w:t>205.5390</w:t>
      </w:r>
      <w:r>
        <w:tab/>
        <w:t>2.025e0</w:t>
      </w:r>
    </w:p>
    <w:p w:rsidR="00557788" w:rsidRDefault="00557788" w:rsidP="00557788">
      <w:r>
        <w:t>205.5487</w:t>
      </w:r>
      <w:r>
        <w:tab/>
        <w:t>3.797e-2</w:t>
      </w:r>
    </w:p>
    <w:p w:rsidR="00557788" w:rsidRDefault="00557788" w:rsidP="00557788">
      <w:r>
        <w:t>205.5546</w:t>
      </w:r>
      <w:r>
        <w:tab/>
        <w:t>3.798e-2</w:t>
      </w:r>
    </w:p>
    <w:p w:rsidR="00557788" w:rsidRDefault="00557788" w:rsidP="00557788">
      <w:r>
        <w:t>205.5712</w:t>
      </w:r>
      <w:r>
        <w:tab/>
        <w:t>3.038e0</w:t>
      </w:r>
    </w:p>
    <w:p w:rsidR="00557788" w:rsidRDefault="00557788" w:rsidP="00557788">
      <w:r>
        <w:t>205.5750</w:t>
      </w:r>
      <w:r>
        <w:tab/>
        <w:t>1.025e0</w:t>
      </w:r>
    </w:p>
    <w:p w:rsidR="00557788" w:rsidRDefault="00557788" w:rsidP="00557788">
      <w:r>
        <w:t>205.5806</w:t>
      </w:r>
      <w:r>
        <w:tab/>
        <w:t>2.025e0</w:t>
      </w:r>
    </w:p>
    <w:p w:rsidR="00557788" w:rsidRDefault="00557788" w:rsidP="00557788">
      <w:r>
        <w:t>205.5946</w:t>
      </w:r>
      <w:r>
        <w:tab/>
        <w:t>1.038e0</w:t>
      </w:r>
    </w:p>
    <w:p w:rsidR="00557788" w:rsidRDefault="00557788" w:rsidP="00557788">
      <w:r>
        <w:t>205.6013</w:t>
      </w:r>
      <w:r>
        <w:tab/>
        <w:t>1.013e0</w:t>
      </w:r>
    </w:p>
    <w:p w:rsidR="00557788" w:rsidRDefault="00557788" w:rsidP="00557788">
      <w:r>
        <w:t>205.6037</w:t>
      </w:r>
      <w:r>
        <w:tab/>
        <w:t>3.038e0</w:t>
      </w:r>
    </w:p>
    <w:p w:rsidR="00557788" w:rsidRDefault="00557788" w:rsidP="00557788">
      <w:r>
        <w:lastRenderedPageBreak/>
        <w:t>205.6069</w:t>
      </w:r>
      <w:r>
        <w:tab/>
        <w:t>2.025e0</w:t>
      </w:r>
    </w:p>
    <w:p w:rsidR="00557788" w:rsidRDefault="00557788" w:rsidP="00557788">
      <w:r>
        <w:t>205.6200</w:t>
      </w:r>
      <w:r>
        <w:tab/>
        <w:t>1.013e0</w:t>
      </w:r>
    </w:p>
    <w:p w:rsidR="00557788" w:rsidRDefault="00557788" w:rsidP="00557788">
      <w:r>
        <w:t>205.6224</w:t>
      </w:r>
      <w:r>
        <w:tab/>
        <w:t>1.939e0</w:t>
      </w:r>
    </w:p>
    <w:p w:rsidR="00557788" w:rsidRDefault="00557788" w:rsidP="00557788">
      <w:r>
        <w:t>205.6239</w:t>
      </w:r>
      <w:r>
        <w:tab/>
        <w:t>1.025e0</w:t>
      </w:r>
    </w:p>
    <w:p w:rsidR="00557788" w:rsidRDefault="00557788" w:rsidP="00557788">
      <w:r>
        <w:t>205.6266</w:t>
      </w:r>
      <w:r>
        <w:tab/>
        <w:t>4.076e0</w:t>
      </w:r>
    </w:p>
    <w:p w:rsidR="00557788" w:rsidRDefault="00557788" w:rsidP="00557788">
      <w:r>
        <w:t>205.6358</w:t>
      </w:r>
      <w:r>
        <w:tab/>
        <w:t>1.013e0</w:t>
      </w:r>
    </w:p>
    <w:p w:rsidR="00557788" w:rsidRDefault="00557788" w:rsidP="00557788">
      <w:r>
        <w:t>205.6455</w:t>
      </w:r>
      <w:r>
        <w:tab/>
        <w:t>2.532e-2</w:t>
      </w:r>
    </w:p>
    <w:p w:rsidR="00557788" w:rsidRDefault="00557788" w:rsidP="00557788">
      <w:r>
        <w:t>205.6568</w:t>
      </w:r>
      <w:r>
        <w:tab/>
        <w:t>4.051e0</w:t>
      </w:r>
    </w:p>
    <w:p w:rsidR="00557788" w:rsidRDefault="00557788" w:rsidP="00557788">
      <w:r>
        <w:t>205.6763</w:t>
      </w:r>
      <w:r>
        <w:tab/>
        <w:t>4.051e0</w:t>
      </w:r>
    </w:p>
    <w:p w:rsidR="00557788" w:rsidRDefault="00557788" w:rsidP="00557788">
      <w:r>
        <w:t>205.6819</w:t>
      </w:r>
      <w:r>
        <w:tab/>
        <w:t>1.013e0</w:t>
      </w:r>
    </w:p>
    <w:p w:rsidR="00557788" w:rsidRDefault="00557788" w:rsidP="00557788">
      <w:r>
        <w:t>205.6852</w:t>
      </w:r>
      <w:r>
        <w:tab/>
        <w:t>2.089e0</w:t>
      </w:r>
    </w:p>
    <w:p w:rsidR="00557788" w:rsidRDefault="00557788" w:rsidP="00557788">
      <w:r>
        <w:t>205.7007</w:t>
      </w:r>
      <w:r>
        <w:tab/>
        <w:t>3.798e-2</w:t>
      </w:r>
    </w:p>
    <w:p w:rsidR="00557788" w:rsidRDefault="00557788" w:rsidP="00557788">
      <w:r>
        <w:t>205.7045</w:t>
      </w:r>
      <w:r>
        <w:tab/>
        <w:t>1.013e0</w:t>
      </w:r>
    </w:p>
    <w:p w:rsidR="00557788" w:rsidRDefault="00557788" w:rsidP="00557788">
      <w:r>
        <w:t>205.7082</w:t>
      </w:r>
      <w:r>
        <w:tab/>
        <w:t>1.266e-2</w:t>
      </w:r>
    </w:p>
    <w:p w:rsidR="00557788" w:rsidRDefault="00557788" w:rsidP="00557788">
      <w:r>
        <w:t>205.7141</w:t>
      </w:r>
      <w:r>
        <w:tab/>
        <w:t>8.101e0</w:t>
      </w:r>
    </w:p>
    <w:p w:rsidR="00557788" w:rsidRDefault="00557788" w:rsidP="00557788">
      <w:r>
        <w:t>205.7307</w:t>
      </w:r>
      <w:r>
        <w:tab/>
        <w:t>1.013e0</w:t>
      </w:r>
    </w:p>
    <w:p w:rsidR="00557788" w:rsidRDefault="00557788" w:rsidP="00557788">
      <w:r>
        <w:t>205.7422</w:t>
      </w:r>
      <w:r>
        <w:tab/>
        <w:t>2.532e-2</w:t>
      </w:r>
    </w:p>
    <w:p w:rsidR="00557788" w:rsidRDefault="00557788" w:rsidP="00557788">
      <w:r>
        <w:t>205.7498</w:t>
      </w:r>
      <w:r>
        <w:tab/>
        <w:t>1.013e0</w:t>
      </w:r>
    </w:p>
    <w:p w:rsidR="00557788" w:rsidRDefault="00557788" w:rsidP="00557788">
      <w:r>
        <w:t>205.7616</w:t>
      </w:r>
      <w:r>
        <w:tab/>
        <w:t>1.013e0</w:t>
      </w:r>
    </w:p>
    <w:p w:rsidR="00557788" w:rsidRDefault="00557788" w:rsidP="00557788">
      <w:r>
        <w:lastRenderedPageBreak/>
        <w:t>205.7673</w:t>
      </w:r>
      <w:r>
        <w:tab/>
        <w:t>4.051e0</w:t>
      </w:r>
    </w:p>
    <w:p w:rsidR="00557788" w:rsidRDefault="00557788" w:rsidP="00557788">
      <w:r>
        <w:t>205.7847</w:t>
      </w:r>
      <w:r>
        <w:tab/>
        <w:t>2.038e0</w:t>
      </w:r>
    </w:p>
    <w:p w:rsidR="00557788" w:rsidRDefault="00557788" w:rsidP="00557788">
      <w:r>
        <w:t>205.8039</w:t>
      </w:r>
      <w:r>
        <w:tab/>
        <w:t>1.013e0</w:t>
      </w:r>
    </w:p>
    <w:p w:rsidR="00557788" w:rsidRDefault="00557788" w:rsidP="00557788">
      <w:r>
        <w:t>205.8152</w:t>
      </w:r>
      <w:r>
        <w:tab/>
        <w:t>2.038e0</w:t>
      </w:r>
    </w:p>
    <w:p w:rsidR="00557788" w:rsidRDefault="00557788" w:rsidP="00557788">
      <w:r>
        <w:t>205.8218</w:t>
      </w:r>
      <w:r>
        <w:tab/>
        <w:t>3.038e0</w:t>
      </w:r>
    </w:p>
    <w:p w:rsidR="00557788" w:rsidRDefault="00557788" w:rsidP="00557788">
      <w:r>
        <w:t>205.8319</w:t>
      </w:r>
      <w:r>
        <w:tab/>
        <w:t>1.038e0</w:t>
      </w:r>
    </w:p>
    <w:p w:rsidR="00557788" w:rsidRDefault="00557788" w:rsidP="00557788">
      <w:r>
        <w:t>205.8377</w:t>
      </w:r>
      <w:r>
        <w:tab/>
        <w:t>2.532e-2</w:t>
      </w:r>
    </w:p>
    <w:p w:rsidR="00557788" w:rsidRDefault="00557788" w:rsidP="00557788">
      <w:r>
        <w:t>205.8400</w:t>
      </w:r>
      <w:r>
        <w:tab/>
        <w:t>6.076e0</w:t>
      </w:r>
    </w:p>
    <w:p w:rsidR="00557788" w:rsidRDefault="00557788" w:rsidP="00557788">
      <w:r>
        <w:t>205.8452</w:t>
      </w:r>
      <w:r>
        <w:tab/>
        <w:t>2.025e0</w:t>
      </w:r>
    </w:p>
    <w:p w:rsidR="00557788" w:rsidRDefault="00557788" w:rsidP="00557788">
      <w:r>
        <w:t>205.8662</w:t>
      </w:r>
      <w:r>
        <w:tab/>
        <w:t>2.025e0</w:t>
      </w:r>
    </w:p>
    <w:p w:rsidR="00557788" w:rsidRDefault="00557788" w:rsidP="00557788">
      <w:r>
        <w:t>205.8742</w:t>
      </w:r>
      <w:r>
        <w:tab/>
        <w:t>2.025e0</w:t>
      </w:r>
    </w:p>
    <w:p w:rsidR="00557788" w:rsidRDefault="00557788" w:rsidP="00557788">
      <w:r>
        <w:t>205.8953</w:t>
      </w:r>
      <w:r>
        <w:tab/>
        <w:t>2.025e0</w:t>
      </w:r>
    </w:p>
    <w:p w:rsidR="00557788" w:rsidRDefault="00557788" w:rsidP="00557788">
      <w:r>
        <w:t>205.8973</w:t>
      </w:r>
      <w:r>
        <w:tab/>
        <w:t>2.025e0</w:t>
      </w:r>
    </w:p>
    <w:p w:rsidR="00557788" w:rsidRDefault="00557788" w:rsidP="00557788">
      <w:r>
        <w:t>205.9296</w:t>
      </w:r>
      <w:r>
        <w:tab/>
        <w:t>2.025e0</w:t>
      </w:r>
    </w:p>
    <w:p w:rsidR="00557788" w:rsidRDefault="00557788" w:rsidP="00557788">
      <w:r>
        <w:t>205.9354</w:t>
      </w:r>
      <w:r>
        <w:tab/>
        <w:t>4.051e0</w:t>
      </w:r>
    </w:p>
    <w:p w:rsidR="00557788" w:rsidRDefault="00557788" w:rsidP="00557788">
      <w:r>
        <w:t>205.9409</w:t>
      </w:r>
      <w:r>
        <w:tab/>
        <w:t>1.025e0</w:t>
      </w:r>
    </w:p>
    <w:p w:rsidR="00557788" w:rsidRDefault="00557788" w:rsidP="00557788">
      <w:r>
        <w:t>205.9447</w:t>
      </w:r>
      <w:r>
        <w:tab/>
        <w:t>1.025e0</w:t>
      </w:r>
    </w:p>
    <w:p w:rsidR="00557788" w:rsidRDefault="00557788" w:rsidP="00557788">
      <w:r>
        <w:t>205.9541</w:t>
      </w:r>
      <w:r>
        <w:tab/>
        <w:t>2.025e0</w:t>
      </w:r>
    </w:p>
    <w:p w:rsidR="00557788" w:rsidRDefault="00557788" w:rsidP="00557788">
      <w:r>
        <w:t>205.9616</w:t>
      </w:r>
      <w:r>
        <w:tab/>
        <w:t>2.025e0</w:t>
      </w:r>
    </w:p>
    <w:p w:rsidR="00557788" w:rsidRDefault="00557788" w:rsidP="00557788">
      <w:r>
        <w:lastRenderedPageBreak/>
        <w:t>205.9647</w:t>
      </w:r>
      <w:r>
        <w:tab/>
        <w:t>3.798e-2</w:t>
      </w:r>
    </w:p>
    <w:p w:rsidR="00557788" w:rsidRDefault="00557788" w:rsidP="00557788">
      <w:r>
        <w:t>205.9717</w:t>
      </w:r>
      <w:r>
        <w:tab/>
        <w:t>4.004e-1</w:t>
      </w:r>
    </w:p>
    <w:p w:rsidR="00557788" w:rsidRDefault="00557788" w:rsidP="00557788">
      <w:r>
        <w:t>205.9812</w:t>
      </w:r>
      <w:r>
        <w:tab/>
        <w:t>1.690e0</w:t>
      </w:r>
    </w:p>
    <w:p w:rsidR="00557788" w:rsidRDefault="00557788" w:rsidP="00557788">
      <w:r>
        <w:t>205.9960</w:t>
      </w:r>
      <w:r>
        <w:tab/>
        <w:t>2.025e0</w:t>
      </w:r>
    </w:p>
    <w:p w:rsidR="00557788" w:rsidRDefault="00557788" w:rsidP="00557788">
      <w:r>
        <w:t>206.0152</w:t>
      </w:r>
      <w:r>
        <w:tab/>
        <w:t>1.766e0</w:t>
      </w:r>
    </w:p>
    <w:p w:rsidR="00557788" w:rsidRDefault="00557788" w:rsidP="00557788">
      <w:r>
        <w:t>206.0174</w:t>
      </w:r>
      <w:r>
        <w:tab/>
        <w:t>1.820e0</w:t>
      </w:r>
    </w:p>
    <w:p w:rsidR="00557788" w:rsidRDefault="00557788" w:rsidP="00557788">
      <w:r>
        <w:t>206.0365</w:t>
      </w:r>
      <w:r>
        <w:tab/>
        <w:t>6.931e-1</w:t>
      </w:r>
    </w:p>
    <w:p w:rsidR="00557788" w:rsidRDefault="00557788" w:rsidP="00557788">
      <w:r>
        <w:t>206.0454</w:t>
      </w:r>
      <w:r>
        <w:tab/>
        <w:t>3.278e0</w:t>
      </w:r>
    </w:p>
    <w:p w:rsidR="00557788" w:rsidRDefault="00557788" w:rsidP="00557788">
      <w:r>
        <w:t>206.0633</w:t>
      </w:r>
      <w:r>
        <w:tab/>
        <w:t>1.505e1</w:t>
      </w:r>
    </w:p>
    <w:p w:rsidR="00557788" w:rsidRDefault="00557788" w:rsidP="00557788">
      <w:r>
        <w:t>206.0682</w:t>
      </w:r>
      <w:r>
        <w:tab/>
        <w:t>6.189e0</w:t>
      </w:r>
    </w:p>
    <w:p w:rsidR="00557788" w:rsidRDefault="00557788" w:rsidP="00557788">
      <w:r>
        <w:t>206.0945</w:t>
      </w:r>
      <w:r>
        <w:tab/>
        <w:t>2.451e1</w:t>
      </w:r>
    </w:p>
    <w:p w:rsidR="00557788" w:rsidRDefault="00557788" w:rsidP="00557788">
      <w:r>
        <w:t>206.0977</w:t>
      </w:r>
      <w:r>
        <w:tab/>
        <w:t>1.819e1</w:t>
      </w:r>
    </w:p>
    <w:p w:rsidR="00557788" w:rsidRDefault="00557788" w:rsidP="00557788">
      <w:r>
        <w:t>206.1029</w:t>
      </w:r>
      <w:r>
        <w:tab/>
        <w:t>3.348e0</w:t>
      </w:r>
    </w:p>
    <w:p w:rsidR="00557788" w:rsidRDefault="00557788" w:rsidP="00557788">
      <w:r>
        <w:t>206.1358</w:t>
      </w:r>
      <w:r>
        <w:tab/>
        <w:t>3.135e0</w:t>
      </w:r>
    </w:p>
    <w:p w:rsidR="00557788" w:rsidRDefault="00557788" w:rsidP="00557788">
      <w:r>
        <w:t>206.1484</w:t>
      </w:r>
      <w:r>
        <w:tab/>
        <w:t>9.069e0</w:t>
      </w:r>
    </w:p>
    <w:p w:rsidR="00557788" w:rsidRDefault="00557788" w:rsidP="00557788">
      <w:r>
        <w:t>206.1517</w:t>
      </w:r>
      <w:r>
        <w:tab/>
        <w:t>1.865e-1</w:t>
      </w:r>
    </w:p>
    <w:p w:rsidR="00557788" w:rsidRDefault="00557788" w:rsidP="00557788">
      <w:r>
        <w:t>206.1545</w:t>
      </w:r>
      <w:r>
        <w:tab/>
        <w:t>6.734e0</w:t>
      </w:r>
    </w:p>
    <w:p w:rsidR="00557788" w:rsidRDefault="00557788" w:rsidP="00557788">
      <w:r>
        <w:t>206.1785</w:t>
      </w:r>
      <w:r>
        <w:tab/>
        <w:t>7.855e0</w:t>
      </w:r>
    </w:p>
    <w:p w:rsidR="00557788" w:rsidRDefault="00557788" w:rsidP="00557788">
      <w:r>
        <w:t>206.1836</w:t>
      </w:r>
      <w:r>
        <w:tab/>
        <w:t>1.738e-1</w:t>
      </w:r>
    </w:p>
    <w:p w:rsidR="00557788" w:rsidRDefault="00557788" w:rsidP="00557788">
      <w:r>
        <w:lastRenderedPageBreak/>
        <w:t>206.1963</w:t>
      </w:r>
      <w:r>
        <w:tab/>
        <w:t>1.486e-1</w:t>
      </w:r>
    </w:p>
    <w:p w:rsidR="00557788" w:rsidRDefault="00557788" w:rsidP="00557788">
      <w:r>
        <w:t>206.1978</w:t>
      </w:r>
      <w:r>
        <w:tab/>
        <w:t>4.394e0</w:t>
      </w:r>
    </w:p>
    <w:p w:rsidR="00557788" w:rsidRDefault="00557788" w:rsidP="00557788">
      <w:r>
        <w:t>206.2137</w:t>
      </w:r>
      <w:r>
        <w:tab/>
        <w:t>4.051e0</w:t>
      </w:r>
    </w:p>
    <w:p w:rsidR="00557788" w:rsidRDefault="00557788" w:rsidP="00557788">
      <w:r>
        <w:t>206.2288</w:t>
      </w:r>
      <w:r>
        <w:tab/>
        <w:t>2.025e0</w:t>
      </w:r>
    </w:p>
    <w:p w:rsidR="00557788" w:rsidRDefault="00557788" w:rsidP="00557788">
      <w:r>
        <w:t>206.2315</w:t>
      </w:r>
      <w:r>
        <w:tab/>
        <w:t>1.038e0</w:t>
      </w:r>
    </w:p>
    <w:p w:rsidR="00557788" w:rsidRDefault="00557788" w:rsidP="00557788">
      <w:r>
        <w:t>206.2388</w:t>
      </w:r>
      <w:r>
        <w:tab/>
        <w:t>2.025e0</w:t>
      </w:r>
    </w:p>
    <w:p w:rsidR="00557788" w:rsidRDefault="00557788" w:rsidP="00557788">
      <w:r>
        <w:t>206.2540</w:t>
      </w:r>
      <w:r>
        <w:tab/>
        <w:t>1.266e-2</w:t>
      </w:r>
    </w:p>
    <w:p w:rsidR="00557788" w:rsidRDefault="00557788" w:rsidP="00557788">
      <w:r>
        <w:t>206.2636</w:t>
      </w:r>
      <w:r>
        <w:tab/>
        <w:t>2.025e0</w:t>
      </w:r>
    </w:p>
    <w:p w:rsidR="00557788" w:rsidRDefault="00557788" w:rsidP="00557788">
      <w:r>
        <w:t>206.2762</w:t>
      </w:r>
      <w:r>
        <w:tab/>
        <w:t>1.402e0</w:t>
      </w:r>
    </w:p>
    <w:p w:rsidR="00557788" w:rsidRDefault="00557788" w:rsidP="00557788">
      <w:r>
        <w:t>206.2845</w:t>
      </w:r>
      <w:r>
        <w:tab/>
        <w:t>1.013e0</w:t>
      </w:r>
    </w:p>
    <w:p w:rsidR="00557788" w:rsidRDefault="00557788" w:rsidP="00557788">
      <w:r>
        <w:t>206.2883</w:t>
      </w:r>
      <w:r>
        <w:tab/>
        <w:t>4.051e0</w:t>
      </w:r>
    </w:p>
    <w:p w:rsidR="00557788" w:rsidRDefault="00557788" w:rsidP="00557788">
      <w:r>
        <w:t>206.2958</w:t>
      </w:r>
      <w:r>
        <w:tab/>
        <w:t>1.013e0</w:t>
      </w:r>
    </w:p>
    <w:p w:rsidR="00557788" w:rsidRDefault="00557788" w:rsidP="00557788">
      <w:r>
        <w:t>206.2996</w:t>
      </w:r>
      <w:r>
        <w:tab/>
        <w:t>2.025e0</w:t>
      </w:r>
    </w:p>
    <w:p w:rsidR="00557788" w:rsidRDefault="00557788" w:rsidP="00557788">
      <w:r>
        <w:t>206.3084</w:t>
      </w:r>
      <w:r>
        <w:tab/>
        <w:t>3.038e0</w:t>
      </w:r>
    </w:p>
    <w:p w:rsidR="00557788" w:rsidRDefault="00557788" w:rsidP="00557788">
      <w:r>
        <w:t>206.3175</w:t>
      </w:r>
      <w:r>
        <w:tab/>
        <w:t>3.038e0</w:t>
      </w:r>
    </w:p>
    <w:p w:rsidR="00557788" w:rsidRDefault="00557788" w:rsidP="00557788">
      <w:r>
        <w:t>206.3222</w:t>
      </w:r>
      <w:r>
        <w:tab/>
        <w:t>2.063e0</w:t>
      </w:r>
    </w:p>
    <w:p w:rsidR="00557788" w:rsidRDefault="00557788" w:rsidP="00557788">
      <w:r>
        <w:t>206.3259</w:t>
      </w:r>
      <w:r>
        <w:tab/>
        <w:t>1.025e0</w:t>
      </w:r>
    </w:p>
    <w:p w:rsidR="00557788" w:rsidRDefault="00557788" w:rsidP="00557788">
      <w:r>
        <w:t>206.3400</w:t>
      </w:r>
      <w:r>
        <w:tab/>
        <w:t>3.798e-2</w:t>
      </w:r>
    </w:p>
    <w:p w:rsidR="00557788" w:rsidRDefault="00557788" w:rsidP="00557788">
      <w:r>
        <w:t>206.3607</w:t>
      </w:r>
      <w:r>
        <w:tab/>
        <w:t>3.051e0</w:t>
      </w:r>
    </w:p>
    <w:p w:rsidR="00557788" w:rsidRDefault="00557788" w:rsidP="00557788">
      <w:r>
        <w:lastRenderedPageBreak/>
        <w:t>206.3683</w:t>
      </w:r>
      <w:r>
        <w:tab/>
        <w:t>1.185e0</w:t>
      </w:r>
    </w:p>
    <w:p w:rsidR="00557788" w:rsidRDefault="00557788" w:rsidP="00557788">
      <w:r>
        <w:t>206.3703</w:t>
      </w:r>
      <w:r>
        <w:tab/>
        <w:t>4.051e0</w:t>
      </w:r>
    </w:p>
    <w:p w:rsidR="00557788" w:rsidRDefault="00557788" w:rsidP="00557788">
      <w:r>
        <w:t>206.3818</w:t>
      </w:r>
      <w:r>
        <w:tab/>
        <w:t>2.532e-2</w:t>
      </w:r>
    </w:p>
    <w:p w:rsidR="00557788" w:rsidRDefault="00557788" w:rsidP="00557788">
      <w:r>
        <w:t>206.4067</w:t>
      </w:r>
      <w:r>
        <w:tab/>
        <w:t>1.025e0</w:t>
      </w:r>
    </w:p>
    <w:p w:rsidR="00557788" w:rsidRDefault="00557788" w:rsidP="00557788">
      <w:r>
        <w:t>206.4100</w:t>
      </w:r>
      <w:r>
        <w:tab/>
        <w:t>6.608e0</w:t>
      </w:r>
    </w:p>
    <w:p w:rsidR="00557788" w:rsidRDefault="00557788" w:rsidP="00557788">
      <w:r>
        <w:t>206.4197</w:t>
      </w:r>
      <w:r>
        <w:tab/>
        <w:t>3.038e0</w:t>
      </w:r>
    </w:p>
    <w:p w:rsidR="00557788" w:rsidRDefault="00557788" w:rsidP="00557788">
      <w:r>
        <w:t>206.4318</w:t>
      </w:r>
      <w:r>
        <w:tab/>
        <w:t>4.051e0</w:t>
      </w:r>
    </w:p>
    <w:p w:rsidR="00557788" w:rsidRDefault="00557788" w:rsidP="00557788">
      <w:r>
        <w:t>206.4522</w:t>
      </w:r>
      <w:r>
        <w:tab/>
        <w:t>2.934e0</w:t>
      </w:r>
    </w:p>
    <w:p w:rsidR="00557788" w:rsidRDefault="00557788" w:rsidP="00557788">
      <w:r>
        <w:t>206.4538</w:t>
      </w:r>
      <w:r>
        <w:tab/>
        <w:t>7.089e0</w:t>
      </w:r>
    </w:p>
    <w:p w:rsidR="00557788" w:rsidRDefault="00557788" w:rsidP="00557788">
      <w:r>
        <w:t>206.4653</w:t>
      </w:r>
      <w:r>
        <w:tab/>
        <w:t>2.532e-2</w:t>
      </w:r>
    </w:p>
    <w:p w:rsidR="00557788" w:rsidRDefault="00557788" w:rsidP="00557788">
      <w:r>
        <w:t>206.4668</w:t>
      </w:r>
      <w:r>
        <w:tab/>
        <w:t>3.282e0</w:t>
      </w:r>
    </w:p>
    <w:p w:rsidR="00557788" w:rsidRDefault="00557788" w:rsidP="00557788">
      <w:r>
        <w:t>206.4778</w:t>
      </w:r>
      <w:r>
        <w:tab/>
        <w:t>3.038e0</w:t>
      </w:r>
    </w:p>
    <w:p w:rsidR="00557788" w:rsidRDefault="00557788" w:rsidP="00557788">
      <w:r>
        <w:t>206.4865</w:t>
      </w:r>
      <w:r>
        <w:tab/>
        <w:t>2.038e0</w:t>
      </w:r>
    </w:p>
    <w:p w:rsidR="00557788" w:rsidRDefault="00557788" w:rsidP="00557788">
      <w:r>
        <w:t>206.5067</w:t>
      </w:r>
      <w:r>
        <w:tab/>
        <w:t>3.968e0</w:t>
      </w:r>
    </w:p>
    <w:p w:rsidR="00557788" w:rsidRDefault="00557788" w:rsidP="00557788">
      <w:r>
        <w:t>206.5138</w:t>
      </w:r>
      <w:r>
        <w:tab/>
        <w:t>1.266e-2</w:t>
      </w:r>
    </w:p>
    <w:p w:rsidR="00557788" w:rsidRDefault="00557788" w:rsidP="00557788">
      <w:r>
        <w:t>206.5213</w:t>
      </w:r>
      <w:r>
        <w:tab/>
        <w:t>3.038e0</w:t>
      </w:r>
    </w:p>
    <w:p w:rsidR="00557788" w:rsidRDefault="00557788" w:rsidP="00557788">
      <w:r>
        <w:t>206.5288</w:t>
      </w:r>
      <w:r>
        <w:tab/>
        <w:t>1.266e-2</w:t>
      </w:r>
    </w:p>
    <w:p w:rsidR="00557788" w:rsidRDefault="00557788" w:rsidP="00557788">
      <w:r>
        <w:t>206.5363</w:t>
      </w:r>
      <w:r>
        <w:tab/>
        <w:t>1.266e-2</w:t>
      </w:r>
    </w:p>
    <w:p w:rsidR="00557788" w:rsidRDefault="00557788" w:rsidP="00557788">
      <w:r>
        <w:t>206.5412</w:t>
      </w:r>
      <w:r>
        <w:tab/>
        <w:t>4.662e0</w:t>
      </w:r>
    </w:p>
    <w:p w:rsidR="00557788" w:rsidRDefault="00557788" w:rsidP="00557788">
      <w:r>
        <w:lastRenderedPageBreak/>
        <w:t>206.5476</w:t>
      </w:r>
      <w:r>
        <w:tab/>
        <w:t>1.013e0</w:t>
      </w:r>
    </w:p>
    <w:p w:rsidR="00557788" w:rsidRDefault="00557788" w:rsidP="00557788">
      <w:r>
        <w:t>206.5514</w:t>
      </w:r>
      <w:r>
        <w:tab/>
        <w:t>1.266e-2</w:t>
      </w:r>
    </w:p>
    <w:p w:rsidR="00557788" w:rsidRDefault="00557788" w:rsidP="00557788">
      <w:r>
        <w:t>206.5560</w:t>
      </w:r>
      <w:r>
        <w:tab/>
        <w:t>3.798e-2</w:t>
      </w:r>
    </w:p>
    <w:p w:rsidR="00557788" w:rsidRDefault="00557788" w:rsidP="00557788">
      <w:r>
        <w:t>206.5627</w:t>
      </w:r>
      <w:r>
        <w:tab/>
        <w:t>2.038e0</w:t>
      </w:r>
    </w:p>
    <w:p w:rsidR="00557788" w:rsidRDefault="00557788" w:rsidP="00557788">
      <w:r>
        <w:t>206.5713</w:t>
      </w:r>
      <w:r>
        <w:tab/>
        <w:t>5.436e0</w:t>
      </w:r>
    </w:p>
    <w:p w:rsidR="00557788" w:rsidRDefault="00557788" w:rsidP="00557788">
      <w:r>
        <w:t>206.5823</w:t>
      </w:r>
      <w:r>
        <w:tab/>
        <w:t>6.076e0</w:t>
      </w:r>
    </w:p>
    <w:p w:rsidR="00557788" w:rsidRDefault="00557788" w:rsidP="00557788">
      <w:r>
        <w:t>206.5945</w:t>
      </w:r>
      <w:r>
        <w:tab/>
        <w:t>1.038e0</w:t>
      </w:r>
    </w:p>
    <w:p w:rsidR="00557788" w:rsidRDefault="00557788" w:rsidP="00557788">
      <w:r>
        <w:t>206.6149</w:t>
      </w:r>
      <w:r>
        <w:tab/>
        <w:t>2.025e0</w:t>
      </w:r>
    </w:p>
    <w:p w:rsidR="00557788" w:rsidRDefault="00557788" w:rsidP="00557788">
      <w:r>
        <w:t>206.6208</w:t>
      </w:r>
      <w:r>
        <w:tab/>
        <w:t>1.025e0</w:t>
      </w:r>
    </w:p>
    <w:p w:rsidR="00557788" w:rsidRDefault="00557788" w:rsidP="00557788">
      <w:r>
        <w:t>206.6284</w:t>
      </w:r>
      <w:r>
        <w:tab/>
        <w:t>1.013e0</w:t>
      </w:r>
    </w:p>
    <w:p w:rsidR="00557788" w:rsidRDefault="00557788" w:rsidP="00557788">
      <w:r>
        <w:t>206.6396</w:t>
      </w:r>
      <w:r>
        <w:tab/>
        <w:t>1.266e-2</w:t>
      </w:r>
    </w:p>
    <w:p w:rsidR="00557788" w:rsidRDefault="00557788" w:rsidP="00557788">
      <w:r>
        <w:t>206.6453</w:t>
      </w:r>
      <w:r>
        <w:tab/>
        <w:t>3.038e0</w:t>
      </w:r>
    </w:p>
    <w:p w:rsidR="00557788" w:rsidRDefault="00557788" w:rsidP="00557788">
      <w:r>
        <w:t>206.6566</w:t>
      </w:r>
      <w:r>
        <w:tab/>
        <w:t>2.025e0</w:t>
      </w:r>
    </w:p>
    <w:p w:rsidR="00557788" w:rsidRDefault="00557788" w:rsidP="00557788">
      <w:r>
        <w:t>206.6679</w:t>
      </w:r>
      <w:r>
        <w:tab/>
        <w:t>2.025e0</w:t>
      </w:r>
    </w:p>
    <w:p w:rsidR="00557788" w:rsidRDefault="00557788" w:rsidP="00557788">
      <w:r>
        <w:t>206.6698</w:t>
      </w:r>
      <w:r>
        <w:tab/>
        <w:t>1.013e0</w:t>
      </w:r>
    </w:p>
    <w:p w:rsidR="00557788" w:rsidRDefault="00557788" w:rsidP="00557788">
      <w:r>
        <w:t>206.6717</w:t>
      </w:r>
      <w:r>
        <w:tab/>
        <w:t>2.025e0</w:t>
      </w:r>
    </w:p>
    <w:p w:rsidR="00557788" w:rsidRDefault="00557788" w:rsidP="00557788">
      <w:r>
        <w:t>206.6848</w:t>
      </w:r>
      <w:r>
        <w:tab/>
        <w:t>2.025e0</w:t>
      </w:r>
    </w:p>
    <w:p w:rsidR="00557788" w:rsidRDefault="00557788" w:rsidP="00557788">
      <w:r>
        <w:t>206.6929</w:t>
      </w:r>
      <w:r>
        <w:tab/>
        <w:t>1.038e0</w:t>
      </w:r>
    </w:p>
    <w:p w:rsidR="00557788" w:rsidRDefault="00557788" w:rsidP="00557788">
      <w:r>
        <w:t>206.7100</w:t>
      </w:r>
      <w:r>
        <w:tab/>
        <w:t>2.532e-2</w:t>
      </w:r>
    </w:p>
    <w:p w:rsidR="00557788" w:rsidRDefault="00557788" w:rsidP="00557788">
      <w:r>
        <w:lastRenderedPageBreak/>
        <w:t>206.7140</w:t>
      </w:r>
      <w:r>
        <w:tab/>
        <w:t>2.025e0</w:t>
      </w:r>
    </w:p>
    <w:p w:rsidR="00557788" w:rsidRDefault="00557788" w:rsidP="00557788">
      <w:r>
        <w:t>206.7216</w:t>
      </w:r>
      <w:r>
        <w:tab/>
        <w:t>2.532e-2</w:t>
      </w:r>
    </w:p>
    <w:p w:rsidR="00557788" w:rsidRDefault="00557788" w:rsidP="00557788">
      <w:r>
        <w:t>206.7316</w:t>
      </w:r>
      <w:r>
        <w:tab/>
        <w:t>1.013e0</w:t>
      </w:r>
    </w:p>
    <w:p w:rsidR="00557788" w:rsidRDefault="00557788" w:rsidP="00557788">
      <w:r>
        <w:t>206.7332</w:t>
      </w:r>
      <w:r>
        <w:tab/>
        <w:t>2.025e0</w:t>
      </w:r>
    </w:p>
    <w:p w:rsidR="00557788" w:rsidRDefault="00557788" w:rsidP="00557788">
      <w:r>
        <w:t>206.7455</w:t>
      </w:r>
      <w:r>
        <w:tab/>
        <w:t>5.089e0</w:t>
      </w:r>
    </w:p>
    <w:p w:rsidR="00557788" w:rsidRDefault="00557788" w:rsidP="00557788">
      <w:r>
        <w:t>206.7505</w:t>
      </w:r>
      <w:r>
        <w:tab/>
        <w:t>1.013e0</w:t>
      </w:r>
    </w:p>
    <w:p w:rsidR="00557788" w:rsidRDefault="00557788" w:rsidP="00557788">
      <w:r>
        <w:t>206.7581</w:t>
      </w:r>
      <w:r>
        <w:tab/>
        <w:t>1.013e0</w:t>
      </w:r>
    </w:p>
    <w:p w:rsidR="00557788" w:rsidRDefault="00557788" w:rsidP="00557788">
      <w:r>
        <w:t>206.7713</w:t>
      </w:r>
      <w:r>
        <w:tab/>
        <w:t>3.038e0</w:t>
      </w:r>
    </w:p>
    <w:p w:rsidR="00557788" w:rsidRDefault="00557788" w:rsidP="00557788">
      <w:r>
        <w:t>206.7769</w:t>
      </w:r>
      <w:r>
        <w:tab/>
        <w:t>1.266e-2</w:t>
      </w:r>
    </w:p>
    <w:p w:rsidR="00557788" w:rsidRDefault="00557788" w:rsidP="00557788">
      <w:r>
        <w:t>206.7807</w:t>
      </w:r>
      <w:r>
        <w:tab/>
        <w:t>3.797e-2</w:t>
      </w:r>
    </w:p>
    <w:p w:rsidR="00557788" w:rsidRDefault="00557788" w:rsidP="00557788">
      <w:r>
        <w:t>206.7882</w:t>
      </w:r>
      <w:r>
        <w:tab/>
        <w:t>2.025e0</w:t>
      </w:r>
    </w:p>
    <w:p w:rsidR="00557788" w:rsidRDefault="00557788" w:rsidP="00557788">
      <w:r>
        <w:t>206.7920</w:t>
      </w:r>
      <w:r>
        <w:tab/>
        <w:t>3.051e0</w:t>
      </w:r>
    </w:p>
    <w:p w:rsidR="00557788" w:rsidRDefault="00557788" w:rsidP="00557788">
      <w:r>
        <w:t>206.7938</w:t>
      </w:r>
      <w:r>
        <w:tab/>
        <w:t>2.532e-2</w:t>
      </w:r>
    </w:p>
    <w:p w:rsidR="00557788" w:rsidRDefault="00557788" w:rsidP="00557788">
      <w:r>
        <w:t>206.8042</w:t>
      </w:r>
      <w:r>
        <w:tab/>
        <w:t>1.038e0</w:t>
      </w:r>
    </w:p>
    <w:p w:rsidR="00557788" w:rsidRDefault="00557788" w:rsidP="00557788">
      <w:r>
        <w:t>206.8106</w:t>
      </w:r>
      <w:r>
        <w:tab/>
        <w:t>1.025e0</w:t>
      </w:r>
    </w:p>
    <w:p w:rsidR="00557788" w:rsidRDefault="00557788" w:rsidP="00557788">
      <w:r>
        <w:t>206.8147</w:t>
      </w:r>
      <w:r>
        <w:tab/>
        <w:t>1.038e0</w:t>
      </w:r>
    </w:p>
    <w:p w:rsidR="00557788" w:rsidRDefault="00557788" w:rsidP="00557788">
      <w:r>
        <w:t>206.8227</w:t>
      </w:r>
      <w:r>
        <w:tab/>
        <w:t>2.025e0</w:t>
      </w:r>
    </w:p>
    <w:p w:rsidR="00557788" w:rsidRDefault="00557788" w:rsidP="00557788">
      <w:r>
        <w:t>206.8351</w:t>
      </w:r>
      <w:r>
        <w:tab/>
        <w:t>5.063e0</w:t>
      </w:r>
    </w:p>
    <w:p w:rsidR="00557788" w:rsidRDefault="00557788" w:rsidP="00557788">
      <w:r>
        <w:t>206.8454</w:t>
      </w:r>
      <w:r>
        <w:tab/>
        <w:t>2.025e0</w:t>
      </w:r>
    </w:p>
    <w:p w:rsidR="00557788" w:rsidRDefault="00557788" w:rsidP="00557788">
      <w:r>
        <w:lastRenderedPageBreak/>
        <w:t>206.8539</w:t>
      </w:r>
      <w:r>
        <w:tab/>
        <w:t>2.532e-2</w:t>
      </w:r>
    </w:p>
    <w:p w:rsidR="00557788" w:rsidRDefault="00557788" w:rsidP="00557788">
      <w:r>
        <w:t>206.8606</w:t>
      </w:r>
      <w:r>
        <w:tab/>
        <w:t>2.376e0</w:t>
      </w:r>
    </w:p>
    <w:p w:rsidR="00557788" w:rsidRDefault="00557788" w:rsidP="00557788">
      <w:r>
        <w:t>206.8652</w:t>
      </w:r>
      <w:r>
        <w:tab/>
        <w:t>1.013e0</w:t>
      </w:r>
    </w:p>
    <w:p w:rsidR="00557788" w:rsidRDefault="00557788" w:rsidP="00557788">
      <w:r>
        <w:t>206.8822</w:t>
      </w:r>
      <w:r>
        <w:tab/>
        <w:t>2.532e-2</w:t>
      </w:r>
    </w:p>
    <w:p w:rsidR="00557788" w:rsidRDefault="00557788" w:rsidP="00557788">
      <w:r>
        <w:t>206.8840</w:t>
      </w:r>
      <w:r>
        <w:tab/>
        <w:t>1.025e0</w:t>
      </w:r>
    </w:p>
    <w:p w:rsidR="00557788" w:rsidRDefault="00557788" w:rsidP="00557788">
      <w:r>
        <w:t>206.8954</w:t>
      </w:r>
      <w:r>
        <w:tab/>
        <w:t>3.051e0</w:t>
      </w:r>
    </w:p>
    <w:p w:rsidR="00557788" w:rsidRDefault="00557788" w:rsidP="00557788">
      <w:r>
        <w:t>206.9093</w:t>
      </w:r>
      <w:r>
        <w:tab/>
        <w:t>3.839e0</w:t>
      </w:r>
    </w:p>
    <w:p w:rsidR="00557788" w:rsidRDefault="00557788" w:rsidP="00557788">
      <w:r>
        <w:t>206.9122</w:t>
      </w:r>
      <w:r>
        <w:tab/>
        <w:t>2.025e0</w:t>
      </w:r>
    </w:p>
    <w:p w:rsidR="00557788" w:rsidRDefault="00557788" w:rsidP="00557788">
      <w:r>
        <w:t>206.9163</w:t>
      </w:r>
      <w:r>
        <w:tab/>
        <w:t>5.063e0</w:t>
      </w:r>
    </w:p>
    <w:p w:rsidR="00557788" w:rsidRDefault="00557788" w:rsidP="00557788">
      <w:r>
        <w:t>206.9332</w:t>
      </w:r>
      <w:r>
        <w:tab/>
        <w:t>1.025e0</w:t>
      </w:r>
    </w:p>
    <w:p w:rsidR="00557788" w:rsidRDefault="00557788" w:rsidP="00557788">
      <w:r>
        <w:t>206.9347</w:t>
      </w:r>
      <w:r>
        <w:tab/>
        <w:t>3.038e0</w:t>
      </w:r>
    </w:p>
    <w:p w:rsidR="00557788" w:rsidRDefault="00557788" w:rsidP="00557788">
      <w:r>
        <w:t>206.9371</w:t>
      </w:r>
      <w:r>
        <w:tab/>
        <w:t>3.038e0</w:t>
      </w:r>
    </w:p>
    <w:p w:rsidR="00557788" w:rsidRDefault="00557788" w:rsidP="00557788">
      <w:r>
        <w:t>206.9411</w:t>
      </w:r>
      <w:r>
        <w:tab/>
        <w:t>1.025e0</w:t>
      </w:r>
    </w:p>
    <w:p w:rsidR="00557788" w:rsidRDefault="00557788" w:rsidP="00557788">
      <w:r>
        <w:t>206.9438</w:t>
      </w:r>
      <w:r>
        <w:tab/>
        <w:t>3.038e0</w:t>
      </w:r>
    </w:p>
    <w:p w:rsidR="00557788" w:rsidRDefault="00557788" w:rsidP="00557788">
      <w:r>
        <w:t>206.9546</w:t>
      </w:r>
      <w:r>
        <w:tab/>
        <w:t>3.038e0</w:t>
      </w:r>
    </w:p>
    <w:p w:rsidR="00557788" w:rsidRDefault="00557788" w:rsidP="00557788">
      <w:r>
        <w:t>206.9704</w:t>
      </w:r>
      <w:r>
        <w:tab/>
        <w:t>2.532e-2</w:t>
      </w:r>
    </w:p>
    <w:p w:rsidR="00557788" w:rsidRDefault="00557788" w:rsidP="00557788">
      <w:r>
        <w:t>206.9800</w:t>
      </w:r>
      <w:r>
        <w:tab/>
        <w:t>1.576e0</w:t>
      </w:r>
    </w:p>
    <w:p w:rsidR="00557788" w:rsidRDefault="00557788" w:rsidP="00557788">
      <w:r>
        <w:t>206.9912</w:t>
      </w:r>
      <w:r>
        <w:tab/>
        <w:t>1.013e0</w:t>
      </w:r>
    </w:p>
    <w:p w:rsidR="00557788" w:rsidRDefault="00557788" w:rsidP="00557788">
      <w:r>
        <w:t>206.9934</w:t>
      </w:r>
      <w:r>
        <w:tab/>
        <w:t>1.918e0</w:t>
      </w:r>
    </w:p>
    <w:p w:rsidR="00557788" w:rsidRDefault="00557788" w:rsidP="00557788">
      <w:r>
        <w:lastRenderedPageBreak/>
        <w:t>207.0038</w:t>
      </w:r>
      <w:r>
        <w:tab/>
        <w:t>2.803e0</w:t>
      </w:r>
    </w:p>
    <w:p w:rsidR="00557788" w:rsidRDefault="00557788" w:rsidP="00557788">
      <w:r>
        <w:t>207.0157</w:t>
      </w:r>
      <w:r>
        <w:tab/>
        <w:t>2.025e0</w:t>
      </w:r>
    </w:p>
    <w:p w:rsidR="00557788" w:rsidRDefault="00557788" w:rsidP="00557788">
      <w:r>
        <w:t>207.0244</w:t>
      </w:r>
      <w:r>
        <w:tab/>
        <w:t>4.831e0</w:t>
      </w:r>
    </w:p>
    <w:p w:rsidR="00557788" w:rsidRDefault="00557788" w:rsidP="00557788">
      <w:r>
        <w:t>207.0363</w:t>
      </w:r>
      <w:r>
        <w:tab/>
        <w:t>1.893e0</w:t>
      </w:r>
    </w:p>
    <w:p w:rsidR="00557788" w:rsidRDefault="00557788" w:rsidP="00557788">
      <w:r>
        <w:t>207.0398</w:t>
      </w:r>
      <w:r>
        <w:tab/>
        <w:t>4.000e0</w:t>
      </w:r>
    </w:p>
    <w:p w:rsidR="00557788" w:rsidRDefault="00557788" w:rsidP="00557788">
      <w:r>
        <w:t>207.0579</w:t>
      </w:r>
      <w:r>
        <w:tab/>
        <w:t>1.251e0</w:t>
      </w:r>
    </w:p>
    <w:p w:rsidR="00557788" w:rsidRDefault="00557788" w:rsidP="00557788">
      <w:r>
        <w:t>207.0589</w:t>
      </w:r>
      <w:r>
        <w:tab/>
        <w:t>2.099e-1</w:t>
      </w:r>
    </w:p>
    <w:p w:rsidR="00557788" w:rsidRDefault="00557788" w:rsidP="00557788">
      <w:r>
        <w:t>207.0734</w:t>
      </w:r>
      <w:r>
        <w:tab/>
        <w:t>1.687e0</w:t>
      </w:r>
    </w:p>
    <w:p w:rsidR="00557788" w:rsidRDefault="00557788" w:rsidP="00557788">
      <w:r>
        <w:t>207.0749</w:t>
      </w:r>
      <w:r>
        <w:tab/>
        <w:t>6.317e0</w:t>
      </w:r>
    </w:p>
    <w:p w:rsidR="00557788" w:rsidRDefault="00557788" w:rsidP="00557788">
      <w:r>
        <w:t>207.0780</w:t>
      </w:r>
      <w:r>
        <w:tab/>
        <w:t>8.938e-1</w:t>
      </w:r>
    </w:p>
    <w:p w:rsidR="00557788" w:rsidRDefault="00557788" w:rsidP="00557788">
      <w:r>
        <w:t>207.0805</w:t>
      </w:r>
      <w:r>
        <w:tab/>
        <w:t>6.926e0</w:t>
      </w:r>
    </w:p>
    <w:p w:rsidR="00557788" w:rsidRDefault="00557788" w:rsidP="00557788">
      <w:r>
        <w:t>207.0857</w:t>
      </w:r>
      <w:r>
        <w:tab/>
        <w:t>1.464e0</w:t>
      </w:r>
    </w:p>
    <w:p w:rsidR="00557788" w:rsidRDefault="00557788" w:rsidP="00557788">
      <w:r>
        <w:t>207.0889</w:t>
      </w:r>
      <w:r>
        <w:tab/>
        <w:t>5.021e0</w:t>
      </w:r>
    </w:p>
    <w:p w:rsidR="00557788" w:rsidRDefault="00557788" w:rsidP="00557788">
      <w:r>
        <w:t>207.0949</w:t>
      </w:r>
      <w:r>
        <w:tab/>
        <w:t>3.275e0</w:t>
      </w:r>
    </w:p>
    <w:p w:rsidR="00557788" w:rsidRDefault="00557788" w:rsidP="00557788">
      <w:r>
        <w:t>207.1065</w:t>
      </w:r>
      <w:r>
        <w:tab/>
        <w:t>9.510e0</w:t>
      </w:r>
    </w:p>
    <w:p w:rsidR="00557788" w:rsidRDefault="00557788" w:rsidP="00557788">
      <w:r>
        <w:t>207.1128</w:t>
      </w:r>
      <w:r>
        <w:tab/>
        <w:t>2.662e1</w:t>
      </w:r>
    </w:p>
    <w:p w:rsidR="00557788" w:rsidRDefault="00557788" w:rsidP="00557788">
      <w:r>
        <w:t>207.1198</w:t>
      </w:r>
      <w:r>
        <w:tab/>
        <w:t>4.398e0</w:t>
      </w:r>
    </w:p>
    <w:p w:rsidR="00557788" w:rsidRDefault="00557788" w:rsidP="00557788">
      <w:r>
        <w:t>207.1343</w:t>
      </w:r>
      <w:r>
        <w:tab/>
        <w:t>6.807e0</w:t>
      </w:r>
    </w:p>
    <w:p w:rsidR="00557788" w:rsidRDefault="00557788" w:rsidP="00557788">
      <w:r>
        <w:t>207.1367</w:t>
      </w:r>
      <w:r>
        <w:tab/>
        <w:t>3.343e0</w:t>
      </w:r>
    </w:p>
    <w:p w:rsidR="00557788" w:rsidRDefault="00557788" w:rsidP="00557788">
      <w:r>
        <w:lastRenderedPageBreak/>
        <w:t>207.1451</w:t>
      </w:r>
      <w:r>
        <w:tab/>
        <w:t>2.918e0</w:t>
      </w:r>
    </w:p>
    <w:p w:rsidR="00557788" w:rsidRDefault="00557788" w:rsidP="00557788">
      <w:r>
        <w:t>207.1496</w:t>
      </w:r>
      <w:r>
        <w:tab/>
        <w:t>4.563e0</w:t>
      </w:r>
    </w:p>
    <w:p w:rsidR="00557788" w:rsidRDefault="00557788" w:rsidP="00557788">
      <w:r>
        <w:t>207.1678</w:t>
      </w:r>
      <w:r>
        <w:tab/>
        <w:t>2.325e0</w:t>
      </w:r>
    </w:p>
    <w:p w:rsidR="00557788" w:rsidRDefault="00557788" w:rsidP="00557788">
      <w:r>
        <w:t>207.1763</w:t>
      </w:r>
      <w:r>
        <w:tab/>
        <w:t>2.197e0</w:t>
      </w:r>
    </w:p>
    <w:p w:rsidR="00557788" w:rsidRDefault="00557788" w:rsidP="00557788">
      <w:r>
        <w:t>207.1979</w:t>
      </w:r>
      <w:r>
        <w:tab/>
        <w:t>3.626e0</w:t>
      </w:r>
    </w:p>
    <w:p w:rsidR="00557788" w:rsidRDefault="00557788" w:rsidP="00557788">
      <w:r>
        <w:t>207.1998</w:t>
      </w:r>
      <w:r>
        <w:tab/>
        <w:t>2.517e0</w:t>
      </w:r>
    </w:p>
    <w:p w:rsidR="00557788" w:rsidRDefault="00557788" w:rsidP="00557788">
      <w:r>
        <w:t>207.2057</w:t>
      </w:r>
      <w:r>
        <w:tab/>
        <w:t>2.709e0</w:t>
      </w:r>
    </w:p>
    <w:p w:rsidR="00557788" w:rsidRDefault="00557788" w:rsidP="00557788">
      <w:r>
        <w:t>207.2282</w:t>
      </w:r>
      <w:r>
        <w:tab/>
        <w:t>1.013e0</w:t>
      </w:r>
    </w:p>
    <w:p w:rsidR="00557788" w:rsidRDefault="00557788" w:rsidP="00557788">
      <w:r>
        <w:t>207.2320</w:t>
      </w:r>
      <w:r>
        <w:tab/>
        <w:t>1.266e-2</w:t>
      </w:r>
    </w:p>
    <w:p w:rsidR="00557788" w:rsidRDefault="00557788" w:rsidP="00557788">
      <w:r>
        <w:t>207.2357</w:t>
      </w:r>
      <w:r>
        <w:tab/>
        <w:t>1.266e-2</w:t>
      </w:r>
    </w:p>
    <w:p w:rsidR="00557788" w:rsidRDefault="00557788" w:rsidP="00557788">
      <w:r>
        <w:t>207.2376</w:t>
      </w:r>
      <w:r>
        <w:tab/>
        <w:t>2.025e0</w:t>
      </w:r>
    </w:p>
    <w:p w:rsidR="00557788" w:rsidRDefault="00557788" w:rsidP="00557788">
      <w:r>
        <w:t>207.2527</w:t>
      </w:r>
      <w:r>
        <w:tab/>
        <w:t>2.025e0</w:t>
      </w:r>
    </w:p>
    <w:p w:rsidR="00557788" w:rsidRDefault="00557788" w:rsidP="00557788">
      <w:r>
        <w:t>207.2623</w:t>
      </w:r>
      <w:r>
        <w:tab/>
        <w:t>3.038e0</w:t>
      </w:r>
    </w:p>
    <w:p w:rsidR="00557788" w:rsidRDefault="00557788" w:rsidP="00557788">
      <w:r>
        <w:t>207.2658</w:t>
      </w:r>
      <w:r>
        <w:tab/>
        <w:t>1.025e0</w:t>
      </w:r>
    </w:p>
    <w:p w:rsidR="00557788" w:rsidRDefault="00557788" w:rsidP="00557788">
      <w:r>
        <w:t>207.2796</w:t>
      </w:r>
      <w:r>
        <w:tab/>
        <w:t>2.532e-2</w:t>
      </w:r>
    </w:p>
    <w:p w:rsidR="00557788" w:rsidRDefault="00557788" w:rsidP="00557788">
      <w:r>
        <w:t>207.2814</w:t>
      </w:r>
      <w:r>
        <w:tab/>
        <w:t>1.013e0</w:t>
      </w:r>
    </w:p>
    <w:p w:rsidR="00557788" w:rsidRDefault="00557788" w:rsidP="00557788">
      <w:r>
        <w:t>207.2875</w:t>
      </w:r>
      <w:r>
        <w:tab/>
        <w:t>2.025e0</w:t>
      </w:r>
    </w:p>
    <w:p w:rsidR="00557788" w:rsidRDefault="00557788" w:rsidP="00557788">
      <w:r>
        <w:t>207.3052</w:t>
      </w:r>
      <w:r>
        <w:tab/>
        <w:t>1.013e0</w:t>
      </w:r>
    </w:p>
    <w:p w:rsidR="00557788" w:rsidRDefault="00557788" w:rsidP="00557788">
      <w:r>
        <w:t>207.3090</w:t>
      </w:r>
      <w:r>
        <w:tab/>
        <w:t>3.038e0</w:t>
      </w:r>
    </w:p>
    <w:p w:rsidR="00557788" w:rsidRDefault="00557788" w:rsidP="00557788">
      <w:r>
        <w:lastRenderedPageBreak/>
        <w:t>207.3241</w:t>
      </w:r>
      <w:r>
        <w:tab/>
        <w:t>1.266e-2</w:t>
      </w:r>
    </w:p>
    <w:p w:rsidR="00557788" w:rsidRDefault="00557788" w:rsidP="00557788">
      <w:r>
        <w:t>207.3261</w:t>
      </w:r>
      <w:r>
        <w:tab/>
        <w:t>2.025e0</w:t>
      </w:r>
    </w:p>
    <w:p w:rsidR="00557788" w:rsidRDefault="00557788" w:rsidP="00557788">
      <w:r>
        <w:t>207.3354</w:t>
      </w:r>
      <w:r>
        <w:tab/>
        <w:t>3.038e0</w:t>
      </w:r>
    </w:p>
    <w:p w:rsidR="00557788" w:rsidRDefault="00557788" w:rsidP="00557788">
      <w:r>
        <w:t>207.3411</w:t>
      </w:r>
      <w:r>
        <w:tab/>
        <w:t>2.025e0</w:t>
      </w:r>
    </w:p>
    <w:p w:rsidR="00557788" w:rsidRDefault="00557788" w:rsidP="00557788">
      <w:r>
        <w:t>207.3468</w:t>
      </w:r>
      <w:r>
        <w:tab/>
        <w:t>1.013e0</w:t>
      </w:r>
    </w:p>
    <w:p w:rsidR="00557788" w:rsidRDefault="00557788" w:rsidP="00557788">
      <w:r>
        <w:t>207.3581</w:t>
      </w:r>
      <w:r>
        <w:tab/>
        <w:t>2.038e0</w:t>
      </w:r>
    </w:p>
    <w:p w:rsidR="00557788" w:rsidRDefault="00557788" w:rsidP="00557788">
      <w:r>
        <w:t>207.3642</w:t>
      </w:r>
      <w:r>
        <w:tab/>
        <w:t>4.051e0</w:t>
      </w:r>
    </w:p>
    <w:p w:rsidR="00557788" w:rsidRDefault="00557788" w:rsidP="00557788">
      <w:r>
        <w:t>207.3656</w:t>
      </w:r>
      <w:r>
        <w:tab/>
        <w:t>1.266e-2</w:t>
      </w:r>
    </w:p>
    <w:p w:rsidR="00557788" w:rsidRDefault="00557788" w:rsidP="00557788">
      <w:r>
        <w:t>207.3846</w:t>
      </w:r>
      <w:r>
        <w:tab/>
        <w:t>2.025e0</w:t>
      </w:r>
    </w:p>
    <w:p w:rsidR="00557788" w:rsidRDefault="00557788" w:rsidP="00557788">
      <w:r>
        <w:t>207.3866</w:t>
      </w:r>
      <w:r>
        <w:tab/>
        <w:t>2.532e-2</w:t>
      </w:r>
    </w:p>
    <w:p w:rsidR="00557788" w:rsidRDefault="00557788" w:rsidP="00557788">
      <w:r>
        <w:t>207.3924</w:t>
      </w:r>
      <w:r>
        <w:tab/>
        <w:t>3.797e-2</w:t>
      </w:r>
    </w:p>
    <w:p w:rsidR="00557788" w:rsidRDefault="00557788" w:rsidP="00557788">
      <w:r>
        <w:t>207.3974</w:t>
      </w:r>
      <w:r>
        <w:tab/>
        <w:t>3.798e-2</w:t>
      </w:r>
    </w:p>
    <w:p w:rsidR="00557788" w:rsidRDefault="00557788" w:rsidP="00557788">
      <w:r>
        <w:t>207.4137</w:t>
      </w:r>
      <w:r>
        <w:tab/>
        <w:t>2.025e0</w:t>
      </w:r>
    </w:p>
    <w:p w:rsidR="00557788" w:rsidRDefault="00557788" w:rsidP="00557788">
      <w:r>
        <w:t>207.4180</w:t>
      </w:r>
      <w:r>
        <w:tab/>
        <w:t>2.660e-1</w:t>
      </w:r>
    </w:p>
    <w:p w:rsidR="00557788" w:rsidRDefault="00557788" w:rsidP="00557788">
      <w:r>
        <w:t>207.4236</w:t>
      </w:r>
      <w:r>
        <w:tab/>
        <w:t>3.798e-2</w:t>
      </w:r>
    </w:p>
    <w:p w:rsidR="00557788" w:rsidRDefault="00557788" w:rsidP="00557788">
      <w:r>
        <w:t>207.4464</w:t>
      </w:r>
      <w:r>
        <w:tab/>
        <w:t>1.013e0</w:t>
      </w:r>
    </w:p>
    <w:p w:rsidR="00557788" w:rsidRDefault="00557788" w:rsidP="00557788">
      <w:r>
        <w:t>207.4634</w:t>
      </w:r>
      <w:r>
        <w:tab/>
        <w:t>2.025e0</w:t>
      </w:r>
    </w:p>
    <w:p w:rsidR="00557788" w:rsidRDefault="00557788" w:rsidP="00557788">
      <w:r>
        <w:t>207.4673</w:t>
      </w:r>
      <w:r>
        <w:tab/>
        <w:t>3.038e0</w:t>
      </w:r>
    </w:p>
    <w:p w:rsidR="00557788" w:rsidRDefault="00557788" w:rsidP="00557788">
      <w:r>
        <w:t>207.4691</w:t>
      </w:r>
      <w:r>
        <w:tab/>
        <w:t>1.013e0</w:t>
      </w:r>
    </w:p>
    <w:p w:rsidR="00557788" w:rsidRDefault="00557788" w:rsidP="00557788">
      <w:r>
        <w:lastRenderedPageBreak/>
        <w:t>207.4729</w:t>
      </w:r>
      <w:r>
        <w:tab/>
        <w:t>1.266e-2</w:t>
      </w:r>
    </w:p>
    <w:p w:rsidR="00557788" w:rsidRDefault="00557788" w:rsidP="00557788">
      <w:r>
        <w:t>207.4976</w:t>
      </w:r>
      <w:r>
        <w:tab/>
        <w:t>2.025e0</w:t>
      </w:r>
    </w:p>
    <w:p w:rsidR="00557788" w:rsidRDefault="00557788" w:rsidP="00557788">
      <w:r>
        <w:t>207.4993</w:t>
      </w:r>
      <w:r>
        <w:tab/>
        <w:t>1.013e0</w:t>
      </w:r>
    </w:p>
    <w:p w:rsidR="00557788" w:rsidRDefault="00557788" w:rsidP="00557788">
      <w:r>
        <w:t>207.5034</w:t>
      </w:r>
      <w:r>
        <w:tab/>
        <w:t>1.038e0</w:t>
      </w:r>
    </w:p>
    <w:p w:rsidR="00557788" w:rsidRDefault="00557788" w:rsidP="00557788">
      <w:r>
        <w:t>207.5128</w:t>
      </w:r>
      <w:r>
        <w:tab/>
        <w:t>3.038e0</w:t>
      </w:r>
    </w:p>
    <w:p w:rsidR="00557788" w:rsidRDefault="00557788" w:rsidP="00557788">
      <w:r>
        <w:t>207.5188</w:t>
      </w:r>
      <w:r>
        <w:tab/>
        <w:t>1.038e0</w:t>
      </w:r>
    </w:p>
    <w:p w:rsidR="00557788" w:rsidRDefault="00557788" w:rsidP="00557788">
      <w:r>
        <w:t>207.5229</w:t>
      </w:r>
      <w:r>
        <w:tab/>
        <w:t>1.025e0</w:t>
      </w:r>
    </w:p>
    <w:p w:rsidR="00557788" w:rsidRDefault="00557788" w:rsidP="00557788">
      <w:r>
        <w:t>207.5270</w:t>
      </w:r>
      <w:r>
        <w:tab/>
        <w:t>3.797e-2</w:t>
      </w:r>
    </w:p>
    <w:p w:rsidR="00557788" w:rsidRDefault="00557788" w:rsidP="00557788">
      <w:r>
        <w:t>207.5350</w:t>
      </w:r>
      <w:r>
        <w:tab/>
        <w:t>1.013e0</w:t>
      </w:r>
    </w:p>
    <w:p w:rsidR="00557788" w:rsidRDefault="00557788" w:rsidP="00557788">
      <w:r>
        <w:t>207.5500</w:t>
      </w:r>
      <w:r>
        <w:tab/>
        <w:t>2.025e0</w:t>
      </w:r>
    </w:p>
    <w:p w:rsidR="00557788" w:rsidRDefault="00557788" w:rsidP="00557788">
      <w:r>
        <w:t>207.5529</w:t>
      </w:r>
      <w:r>
        <w:tab/>
        <w:t>3.076e0</w:t>
      </w:r>
    </w:p>
    <w:p w:rsidR="00557788" w:rsidRDefault="00557788" w:rsidP="00557788">
      <w:r>
        <w:t>207.5764</w:t>
      </w:r>
      <w:r>
        <w:tab/>
        <w:t>1.013e0</w:t>
      </w:r>
    </w:p>
    <w:p w:rsidR="00557788" w:rsidRDefault="00557788" w:rsidP="00557788">
      <w:r>
        <w:t>207.5820</w:t>
      </w:r>
      <w:r>
        <w:tab/>
        <w:t>2.025e0</w:t>
      </w:r>
    </w:p>
    <w:p w:rsidR="00557788" w:rsidRDefault="00557788" w:rsidP="00557788">
      <w:r>
        <w:t>207.5914</w:t>
      </w:r>
      <w:r>
        <w:tab/>
        <w:t>1.025e0</w:t>
      </w:r>
    </w:p>
    <w:p w:rsidR="00557788" w:rsidRDefault="00557788" w:rsidP="00557788">
      <w:r>
        <w:t>207.5955</w:t>
      </w:r>
      <w:r>
        <w:tab/>
        <w:t>3.798e-2</w:t>
      </w:r>
    </w:p>
    <w:p w:rsidR="00557788" w:rsidRDefault="00557788" w:rsidP="00557788">
      <w:r>
        <w:t>207.6085</w:t>
      </w:r>
      <w:r>
        <w:tab/>
        <w:t>5.063e0</w:t>
      </w:r>
    </w:p>
    <w:p w:rsidR="00557788" w:rsidRDefault="00557788" w:rsidP="00557788">
      <w:r>
        <w:t>207.6135</w:t>
      </w:r>
      <w:r>
        <w:tab/>
        <w:t>4.076e0</w:t>
      </w:r>
    </w:p>
    <w:p w:rsidR="00557788" w:rsidRDefault="00557788" w:rsidP="00557788">
      <w:r>
        <w:t>207.6341</w:t>
      </w:r>
      <w:r>
        <w:tab/>
        <w:t>1.025e0</w:t>
      </w:r>
    </w:p>
    <w:p w:rsidR="00557788" w:rsidRDefault="00557788" w:rsidP="00557788">
      <w:r>
        <w:t>207.6516</w:t>
      </w:r>
      <w:r>
        <w:tab/>
        <w:t>2.025e0</w:t>
      </w:r>
    </w:p>
    <w:p w:rsidR="00557788" w:rsidRDefault="00557788" w:rsidP="00557788">
      <w:r>
        <w:lastRenderedPageBreak/>
        <w:t>207.6547</w:t>
      </w:r>
      <w:r>
        <w:tab/>
        <w:t>2.038e0</w:t>
      </w:r>
    </w:p>
    <w:p w:rsidR="00557788" w:rsidRDefault="00557788" w:rsidP="00557788">
      <w:r>
        <w:t>207.6588</w:t>
      </w:r>
      <w:r>
        <w:tab/>
        <w:t>5.063e0</w:t>
      </w:r>
    </w:p>
    <w:p w:rsidR="00557788" w:rsidRDefault="00557788" w:rsidP="00557788">
      <w:r>
        <w:t>207.6723</w:t>
      </w:r>
      <w:r>
        <w:tab/>
        <w:t>1.266e-2</w:t>
      </w:r>
    </w:p>
    <w:p w:rsidR="00557788" w:rsidRDefault="00557788" w:rsidP="00557788">
      <w:r>
        <w:t>207.6765</w:t>
      </w:r>
      <w:r>
        <w:tab/>
        <w:t>2.584e0</w:t>
      </w:r>
    </w:p>
    <w:p w:rsidR="00557788" w:rsidRDefault="00557788" w:rsidP="00557788">
      <w:r>
        <w:t>207.6799</w:t>
      </w:r>
      <w:r>
        <w:tab/>
        <w:t>3.038e0</w:t>
      </w:r>
    </w:p>
    <w:p w:rsidR="00557788" w:rsidRDefault="00557788" w:rsidP="00557788">
      <w:r>
        <w:t>207.6954</w:t>
      </w:r>
      <w:r>
        <w:tab/>
        <w:t>3.505e0</w:t>
      </w:r>
    </w:p>
    <w:p w:rsidR="00557788" w:rsidRDefault="00557788" w:rsidP="00557788">
      <w:r>
        <w:t>207.6987</w:t>
      </w:r>
      <w:r>
        <w:tab/>
        <w:t>2.025e0</w:t>
      </w:r>
    </w:p>
    <w:p w:rsidR="00557788" w:rsidRDefault="00557788" w:rsidP="00557788">
      <w:r>
        <w:t>207.7062</w:t>
      </w:r>
      <w:r>
        <w:tab/>
        <w:t>3.051e0</w:t>
      </w:r>
    </w:p>
    <w:p w:rsidR="00557788" w:rsidRDefault="00557788" w:rsidP="00557788">
      <w:r>
        <w:t>207.7151</w:t>
      </w:r>
      <w:r>
        <w:tab/>
        <w:t>3.038e0</w:t>
      </w:r>
    </w:p>
    <w:p w:rsidR="00557788" w:rsidRDefault="00557788" w:rsidP="00557788">
      <w:r>
        <w:t>207.7362</w:t>
      </w:r>
      <w:r>
        <w:tab/>
        <w:t>3.038e0</w:t>
      </w:r>
    </w:p>
    <w:p w:rsidR="00557788" w:rsidRDefault="00557788" w:rsidP="00557788">
      <w:r>
        <w:t>207.7491</w:t>
      </w:r>
      <w:r>
        <w:tab/>
        <w:t>1.266e-2</w:t>
      </w:r>
    </w:p>
    <w:p w:rsidR="00557788" w:rsidRDefault="00557788" w:rsidP="00557788">
      <w:r>
        <w:t>207.7538</w:t>
      </w:r>
      <w:r>
        <w:tab/>
        <w:t>3.051e0</w:t>
      </w:r>
    </w:p>
    <w:p w:rsidR="00557788" w:rsidRDefault="00557788" w:rsidP="00557788">
      <w:r>
        <w:t>207.7796</w:t>
      </w:r>
      <w:r>
        <w:tab/>
        <w:t>1.266e-2</w:t>
      </w:r>
    </w:p>
    <w:p w:rsidR="00557788" w:rsidRDefault="00557788" w:rsidP="00557788">
      <w:r>
        <w:t>207.7834</w:t>
      </w:r>
      <w:r>
        <w:tab/>
        <w:t>3.797e-2</w:t>
      </w:r>
    </w:p>
    <w:p w:rsidR="00557788" w:rsidRDefault="00557788" w:rsidP="00557788">
      <w:r>
        <w:t>207.7872</w:t>
      </w:r>
      <w:r>
        <w:tab/>
        <w:t>2.063e0</w:t>
      </w:r>
    </w:p>
    <w:p w:rsidR="00557788" w:rsidRDefault="00557788" w:rsidP="00557788">
      <w:r>
        <w:t>207.7947</w:t>
      </w:r>
      <w:r>
        <w:tab/>
        <w:t>1.266e-2</w:t>
      </w:r>
    </w:p>
    <w:p w:rsidR="00557788" w:rsidRDefault="00557788" w:rsidP="00557788">
      <w:r>
        <w:t>207.7966</w:t>
      </w:r>
      <w:r>
        <w:tab/>
        <w:t>2.025e0</w:t>
      </w:r>
    </w:p>
    <w:p w:rsidR="00557788" w:rsidRDefault="00557788" w:rsidP="00557788">
      <w:r>
        <w:t>207.8060</w:t>
      </w:r>
      <w:r>
        <w:tab/>
        <w:t>3.798e-2</w:t>
      </w:r>
    </w:p>
    <w:p w:rsidR="00557788" w:rsidRDefault="00557788" w:rsidP="00557788">
      <w:r>
        <w:t>207.8136</w:t>
      </w:r>
      <w:r>
        <w:tab/>
        <w:t>2.532e-2</w:t>
      </w:r>
    </w:p>
    <w:p w:rsidR="00557788" w:rsidRDefault="00557788" w:rsidP="00557788">
      <w:r>
        <w:lastRenderedPageBreak/>
        <w:t>207.8154</w:t>
      </w:r>
      <w:r>
        <w:tab/>
        <w:t>2.532e-2</w:t>
      </w:r>
    </w:p>
    <w:p w:rsidR="00557788" w:rsidRDefault="00557788" w:rsidP="00557788">
      <w:r>
        <w:t>207.8211</w:t>
      </w:r>
      <w:r>
        <w:tab/>
        <w:t>1.013e0</w:t>
      </w:r>
    </w:p>
    <w:p w:rsidR="00557788" w:rsidRDefault="00557788" w:rsidP="00557788">
      <w:r>
        <w:t>207.8248</w:t>
      </w:r>
      <w:r>
        <w:tab/>
        <w:t>1.013e0</w:t>
      </w:r>
    </w:p>
    <w:p w:rsidR="00557788" w:rsidRDefault="00557788" w:rsidP="00557788">
      <w:r>
        <w:t>207.8336</w:t>
      </w:r>
      <w:r>
        <w:tab/>
        <w:t>3.038e0</w:t>
      </w:r>
    </w:p>
    <w:p w:rsidR="00557788" w:rsidRDefault="00557788" w:rsidP="00557788">
      <w:r>
        <w:t>207.8404</w:t>
      </w:r>
      <w:r>
        <w:tab/>
        <w:t>2.025e0</w:t>
      </w:r>
    </w:p>
    <w:p w:rsidR="00557788" w:rsidRDefault="00557788" w:rsidP="00557788">
      <w:r>
        <w:t>207.8503</w:t>
      </w:r>
      <w:r>
        <w:tab/>
        <w:t>2.025e0</w:t>
      </w:r>
    </w:p>
    <w:p w:rsidR="00557788" w:rsidRDefault="00557788" w:rsidP="00557788">
      <w:r>
        <w:t>207.8644</w:t>
      </w:r>
      <w:r>
        <w:tab/>
        <w:t>3.051e0</w:t>
      </w:r>
    </w:p>
    <w:p w:rsidR="00557788" w:rsidRDefault="00557788" w:rsidP="00557788">
      <w:r>
        <w:t>207.8658</w:t>
      </w:r>
      <w:r>
        <w:tab/>
        <w:t>4.051e0</w:t>
      </w:r>
    </w:p>
    <w:p w:rsidR="00557788" w:rsidRDefault="00557788" w:rsidP="00557788">
      <w:r>
        <w:t>207.8682</w:t>
      </w:r>
      <w:r>
        <w:tab/>
        <w:t>1.266e-2</w:t>
      </w:r>
    </w:p>
    <w:p w:rsidR="00557788" w:rsidRDefault="00557788" w:rsidP="00557788">
      <w:r>
        <w:t>207.8737</w:t>
      </w:r>
      <w:r>
        <w:tab/>
        <w:t>2.025e0</w:t>
      </w:r>
    </w:p>
    <w:p w:rsidR="00557788" w:rsidRDefault="00557788" w:rsidP="00557788">
      <w:r>
        <w:t>207.8757</w:t>
      </w:r>
      <w:r>
        <w:tab/>
        <w:t>2.532e-2</w:t>
      </w:r>
    </w:p>
    <w:p w:rsidR="00557788" w:rsidRDefault="00557788" w:rsidP="00557788">
      <w:r>
        <w:t>207.8907</w:t>
      </w:r>
      <w:r>
        <w:tab/>
        <w:t>2.025e0</w:t>
      </w:r>
    </w:p>
    <w:p w:rsidR="00557788" w:rsidRDefault="00557788" w:rsidP="00557788">
      <w:r>
        <w:t>207.8982</w:t>
      </w:r>
      <w:r>
        <w:tab/>
        <w:t>1.266e-2</w:t>
      </w:r>
    </w:p>
    <w:p w:rsidR="00557788" w:rsidRDefault="00557788" w:rsidP="00557788">
      <w:r>
        <w:t>207.9020</w:t>
      </w:r>
      <w:r>
        <w:tab/>
        <w:t>1.025e0</w:t>
      </w:r>
    </w:p>
    <w:p w:rsidR="00557788" w:rsidRDefault="00557788" w:rsidP="00557788">
      <w:r>
        <w:t>207.9076</w:t>
      </w:r>
      <w:r>
        <w:tab/>
        <w:t>5.063e0</w:t>
      </w:r>
    </w:p>
    <w:p w:rsidR="00557788" w:rsidRDefault="00557788" w:rsidP="00557788">
      <w:r>
        <w:t>207.9284</w:t>
      </w:r>
      <w:r>
        <w:tab/>
        <w:t>1.013e0</w:t>
      </w:r>
    </w:p>
    <w:p w:rsidR="00557788" w:rsidRDefault="00557788" w:rsidP="00557788">
      <w:r>
        <w:t>207.9500</w:t>
      </w:r>
      <w:r>
        <w:tab/>
        <w:t>2.025e0</w:t>
      </w:r>
    </w:p>
    <w:p w:rsidR="00557788" w:rsidRDefault="00557788" w:rsidP="00557788">
      <w:r>
        <w:t>207.9536</w:t>
      </w:r>
      <w:r>
        <w:tab/>
        <w:t>2.532e-2</w:t>
      </w:r>
    </w:p>
    <w:p w:rsidR="00557788" w:rsidRDefault="00557788" w:rsidP="00557788">
      <w:r>
        <w:t>207.9577</w:t>
      </w:r>
      <w:r>
        <w:tab/>
        <w:t>2.025e0</w:t>
      </w:r>
    </w:p>
    <w:p w:rsidR="00557788" w:rsidRDefault="00557788" w:rsidP="00557788">
      <w:r>
        <w:lastRenderedPageBreak/>
        <w:t>207.9853</w:t>
      </w:r>
      <w:r>
        <w:tab/>
        <w:t>4.051e0</w:t>
      </w:r>
    </w:p>
    <w:p w:rsidR="00557788" w:rsidRDefault="00557788" w:rsidP="00557788">
      <w:r>
        <w:t>207.9921</w:t>
      </w:r>
      <w:r>
        <w:tab/>
        <w:t>1.403e0</w:t>
      </w:r>
    </w:p>
    <w:p w:rsidR="00557788" w:rsidRDefault="00557788" w:rsidP="00557788">
      <w:r>
        <w:t>207.9992</w:t>
      </w:r>
      <w:r>
        <w:tab/>
        <w:t>2.303e0</w:t>
      </w:r>
    </w:p>
    <w:p w:rsidR="00557788" w:rsidRDefault="00557788" w:rsidP="00557788">
      <w:r>
        <w:t>208.0870</w:t>
      </w:r>
      <w:r>
        <w:tab/>
        <w:t>1.944e0</w:t>
      </w:r>
    </w:p>
    <w:p w:rsidR="00557788" w:rsidRDefault="00557788" w:rsidP="00557788">
      <w:r>
        <w:t>208.0895</w:t>
      </w:r>
      <w:r>
        <w:tab/>
        <w:t>5.813e-1</w:t>
      </w:r>
    </w:p>
    <w:p w:rsidR="00557788" w:rsidRDefault="00557788" w:rsidP="00557788">
      <w:r>
        <w:t>208.1279</w:t>
      </w:r>
      <w:r>
        <w:tab/>
        <w:t>2.186e0</w:t>
      </w:r>
    </w:p>
    <w:p w:rsidR="00557788" w:rsidRDefault="00557788" w:rsidP="00557788">
      <w:r>
        <w:t>208.1450</w:t>
      </w:r>
      <w:r>
        <w:tab/>
        <w:t>1.750e0</w:t>
      </w:r>
    </w:p>
    <w:p w:rsidR="00557788" w:rsidRDefault="00557788" w:rsidP="00557788">
      <w:r>
        <w:t>208.1526</w:t>
      </w:r>
      <w:r>
        <w:tab/>
        <w:t>1.184e0</w:t>
      </w:r>
    </w:p>
    <w:p w:rsidR="00557788" w:rsidRDefault="00557788" w:rsidP="00557788">
      <w:r>
        <w:t>208.1562</w:t>
      </w:r>
      <w:r>
        <w:tab/>
        <w:t>6.479e0</w:t>
      </w:r>
    </w:p>
    <w:p w:rsidR="00557788" w:rsidRDefault="00557788" w:rsidP="00557788">
      <w:r>
        <w:t>208.1791</w:t>
      </w:r>
      <w:r>
        <w:tab/>
        <w:t>3.163e0</w:t>
      </w:r>
    </w:p>
    <w:p w:rsidR="00557788" w:rsidRDefault="00557788" w:rsidP="00557788">
      <w:r>
        <w:t>208.1862</w:t>
      </w:r>
      <w:r>
        <w:tab/>
        <w:t>6.802e0</w:t>
      </w:r>
    </w:p>
    <w:p w:rsidR="00557788" w:rsidRDefault="00557788" w:rsidP="00557788">
      <w:r>
        <w:t>208.1881</w:t>
      </w:r>
      <w:r>
        <w:tab/>
        <w:t>7.758e0</w:t>
      </w:r>
    </w:p>
    <w:p w:rsidR="00557788" w:rsidRDefault="00557788" w:rsidP="00557788">
      <w:r>
        <w:t>208.1922</w:t>
      </w:r>
      <w:r>
        <w:tab/>
        <w:t>6.497e-1</w:t>
      </w:r>
    </w:p>
    <w:p w:rsidR="00557788" w:rsidRDefault="00557788" w:rsidP="00557788">
      <w:r>
        <w:t>208.1976</w:t>
      </w:r>
      <w:r>
        <w:tab/>
        <w:t>1.629e0</w:t>
      </w:r>
    </w:p>
    <w:p w:rsidR="00557788" w:rsidRDefault="00557788" w:rsidP="00557788">
      <w:r>
        <w:t>208.2013</w:t>
      </w:r>
      <w:r>
        <w:tab/>
        <w:t>4.234e0</w:t>
      </w:r>
    </w:p>
    <w:p w:rsidR="00557788" w:rsidRDefault="00557788" w:rsidP="00557788">
      <w:r>
        <w:t>208.2071</w:t>
      </w:r>
      <w:r>
        <w:tab/>
        <w:t>5.063e-2</w:t>
      </w:r>
    </w:p>
    <w:p w:rsidR="00557788" w:rsidRDefault="00557788" w:rsidP="00557788">
      <w:r>
        <w:t>208.2204</w:t>
      </w:r>
      <w:r>
        <w:tab/>
        <w:t>1.266e-2</w:t>
      </w:r>
    </w:p>
    <w:p w:rsidR="00557788" w:rsidRDefault="00557788" w:rsidP="00557788">
      <w:r>
        <w:t>208.2298</w:t>
      </w:r>
      <w:r>
        <w:tab/>
        <w:t>2.025e0</w:t>
      </w:r>
    </w:p>
    <w:p w:rsidR="00557788" w:rsidRDefault="00557788" w:rsidP="00557788">
      <w:r>
        <w:t>208.2393</w:t>
      </w:r>
      <w:r>
        <w:tab/>
        <w:t>1.266e-2</w:t>
      </w:r>
    </w:p>
    <w:p w:rsidR="00557788" w:rsidRDefault="00557788" w:rsidP="00557788">
      <w:r>
        <w:lastRenderedPageBreak/>
        <w:t>208.2451</w:t>
      </w:r>
      <w:r>
        <w:tab/>
        <w:t>1.013e1</w:t>
      </w:r>
    </w:p>
    <w:p w:rsidR="00557788" w:rsidRDefault="00557788" w:rsidP="00557788">
      <w:r>
        <w:t>208.2693</w:t>
      </w:r>
      <w:r>
        <w:tab/>
        <w:t>2.063e0</w:t>
      </w:r>
    </w:p>
    <w:p w:rsidR="00557788" w:rsidRDefault="00557788" w:rsidP="00557788">
      <w:r>
        <w:t>208.2892</w:t>
      </w:r>
      <w:r>
        <w:tab/>
        <w:t>6.076e0</w:t>
      </w:r>
    </w:p>
    <w:p w:rsidR="00557788" w:rsidRDefault="00557788" w:rsidP="00557788">
      <w:r>
        <w:t>208.2951</w:t>
      </w:r>
      <w:r>
        <w:tab/>
        <w:t>2.025e0</w:t>
      </w:r>
    </w:p>
    <w:p w:rsidR="00557788" w:rsidRDefault="00557788" w:rsidP="00557788">
      <w:r>
        <w:t>208.3090</w:t>
      </w:r>
      <w:r>
        <w:tab/>
        <w:t>2.038e0</w:t>
      </w:r>
    </w:p>
    <w:p w:rsidR="00557788" w:rsidRDefault="00557788" w:rsidP="00557788">
      <w:r>
        <w:t>208.3128</w:t>
      </w:r>
      <w:r>
        <w:tab/>
        <w:t>4.063e0</w:t>
      </w:r>
    </w:p>
    <w:p w:rsidR="00557788" w:rsidRDefault="00557788" w:rsidP="00557788">
      <w:r>
        <w:t>208.3184</w:t>
      </w:r>
      <w:r>
        <w:tab/>
        <w:t>4.051e0</w:t>
      </w:r>
    </w:p>
    <w:p w:rsidR="00557788" w:rsidRDefault="00557788" w:rsidP="00557788">
      <w:r>
        <w:t>208.3315</w:t>
      </w:r>
      <w:r>
        <w:tab/>
        <w:t>1.266e-2</w:t>
      </w:r>
    </w:p>
    <w:p w:rsidR="00557788" w:rsidRDefault="00557788" w:rsidP="00557788">
      <w:r>
        <w:t>208.3334</w:t>
      </w:r>
      <w:r>
        <w:tab/>
        <w:t>2.025e0</w:t>
      </w:r>
    </w:p>
    <w:p w:rsidR="00557788" w:rsidRDefault="00557788" w:rsidP="00557788">
      <w:r>
        <w:t>208.3378</w:t>
      </w:r>
      <w:r>
        <w:tab/>
        <w:t>3.632e0</w:t>
      </w:r>
    </w:p>
    <w:p w:rsidR="00557788" w:rsidRDefault="00557788" w:rsidP="00557788">
      <w:r>
        <w:t>208.3434</w:t>
      </w:r>
      <w:r>
        <w:tab/>
        <w:t>5.063e0</w:t>
      </w:r>
    </w:p>
    <w:p w:rsidR="00557788" w:rsidRDefault="00557788" w:rsidP="00557788">
      <w:r>
        <w:t>208.3457</w:t>
      </w:r>
      <w:r>
        <w:tab/>
        <w:t>3.038e0</w:t>
      </w:r>
    </w:p>
    <w:p w:rsidR="00557788" w:rsidRDefault="00557788" w:rsidP="00557788">
      <w:r>
        <w:t>208.3607</w:t>
      </w:r>
      <w:r>
        <w:tab/>
        <w:t>3.038e0</w:t>
      </w:r>
    </w:p>
    <w:p w:rsidR="00557788" w:rsidRDefault="00557788" w:rsidP="00557788">
      <w:r>
        <w:t>208.3673</w:t>
      </w:r>
      <w:r>
        <w:tab/>
        <w:t>2.532e-2</w:t>
      </w:r>
    </w:p>
    <w:p w:rsidR="00557788" w:rsidRDefault="00557788" w:rsidP="00557788">
      <w:r>
        <w:t>208.3699</w:t>
      </w:r>
      <w:r>
        <w:tab/>
        <w:t>3.051e0</w:t>
      </w:r>
    </w:p>
    <w:p w:rsidR="00557788" w:rsidRDefault="00557788" w:rsidP="00557788">
      <w:r>
        <w:t>208.3730</w:t>
      </w:r>
      <w:r>
        <w:tab/>
        <w:t>2.025e0</w:t>
      </w:r>
    </w:p>
    <w:p w:rsidR="00557788" w:rsidRDefault="00557788" w:rsidP="00557788">
      <w:r>
        <w:t>208.3770</w:t>
      </w:r>
      <w:r>
        <w:tab/>
        <w:t>2.025e0</w:t>
      </w:r>
    </w:p>
    <w:p w:rsidR="00557788" w:rsidRDefault="00557788" w:rsidP="00557788">
      <w:r>
        <w:t>208.3804</w:t>
      </w:r>
      <w:r>
        <w:tab/>
        <w:t>4.051e0</w:t>
      </w:r>
    </w:p>
    <w:p w:rsidR="00557788" w:rsidRDefault="00557788" w:rsidP="00557788">
      <w:r>
        <w:t>208.3847</w:t>
      </w:r>
      <w:r>
        <w:tab/>
        <w:t>1.025e0</w:t>
      </w:r>
    </w:p>
    <w:p w:rsidR="00557788" w:rsidRDefault="00557788" w:rsidP="00557788">
      <w:r>
        <w:lastRenderedPageBreak/>
        <w:t>208.3887</w:t>
      </w:r>
      <w:r>
        <w:tab/>
        <w:t>1.013e0</w:t>
      </w:r>
    </w:p>
    <w:p w:rsidR="00557788" w:rsidRDefault="00557788" w:rsidP="00557788">
      <w:r>
        <w:t>208.3914</w:t>
      </w:r>
      <w:r>
        <w:tab/>
        <w:t>2.076e0</w:t>
      </w:r>
    </w:p>
    <w:p w:rsidR="00557788" w:rsidRDefault="00557788" w:rsidP="00557788">
      <w:r>
        <w:t>208.4025</w:t>
      </w:r>
      <w:r>
        <w:tab/>
        <w:t>2.532e-2</w:t>
      </w:r>
    </w:p>
    <w:p w:rsidR="00557788" w:rsidRDefault="00557788" w:rsidP="00557788">
      <w:r>
        <w:t>208.4056</w:t>
      </w:r>
      <w:r>
        <w:tab/>
        <w:t>1.038e0</w:t>
      </w:r>
    </w:p>
    <w:p w:rsidR="00557788" w:rsidRDefault="00557788" w:rsidP="00557788">
      <w:r>
        <w:t>208.4216</w:t>
      </w:r>
      <w:r>
        <w:tab/>
        <w:t>2.897e0</w:t>
      </w:r>
    </w:p>
    <w:p w:rsidR="00557788" w:rsidRDefault="00557788" w:rsidP="00557788">
      <w:r>
        <w:t>208.4270</w:t>
      </w:r>
      <w:r>
        <w:tab/>
        <w:t>5.063e0</w:t>
      </w:r>
    </w:p>
    <w:p w:rsidR="00557788" w:rsidRDefault="00557788" w:rsidP="00557788">
      <w:r>
        <w:t>208.4315</w:t>
      </w:r>
      <w:r>
        <w:tab/>
        <w:t>2.025e0</w:t>
      </w:r>
    </w:p>
    <w:p w:rsidR="00557788" w:rsidRDefault="00557788" w:rsidP="00557788">
      <w:r>
        <w:t>208.4465</w:t>
      </w:r>
      <w:r>
        <w:tab/>
        <w:t>1.266e-2</w:t>
      </w:r>
    </w:p>
    <w:p w:rsidR="00557788" w:rsidRDefault="00557788" w:rsidP="00557788">
      <w:r>
        <w:t>208.4484</w:t>
      </w:r>
      <w:r>
        <w:tab/>
        <w:t>2.025e0</w:t>
      </w:r>
    </w:p>
    <w:p w:rsidR="00557788" w:rsidRDefault="00557788" w:rsidP="00557788">
      <w:r>
        <w:t>208.4503</w:t>
      </w:r>
      <w:r>
        <w:tab/>
        <w:t>2.025e0</w:t>
      </w:r>
    </w:p>
    <w:p w:rsidR="00557788" w:rsidRDefault="00557788" w:rsidP="00557788">
      <w:r>
        <w:t>208.4729</w:t>
      </w:r>
      <w:r>
        <w:tab/>
        <w:t>2.025e0</w:t>
      </w:r>
    </w:p>
    <w:p w:rsidR="00557788" w:rsidRDefault="00557788" w:rsidP="00557788">
      <w:r>
        <w:t>208.4804</w:t>
      </w:r>
      <w:r>
        <w:tab/>
        <w:t>1.266e-2</w:t>
      </w:r>
    </w:p>
    <w:p w:rsidR="00557788" w:rsidRDefault="00557788" w:rsidP="00557788">
      <w:r>
        <w:t>208.4866</w:t>
      </w:r>
      <w:r>
        <w:tab/>
        <w:t>3.038e0</w:t>
      </w:r>
    </w:p>
    <w:p w:rsidR="00557788" w:rsidRDefault="00557788" w:rsidP="00557788">
      <w:r>
        <w:t>208.4921</w:t>
      </w:r>
      <w:r>
        <w:tab/>
        <w:t>3.063e0</w:t>
      </w:r>
    </w:p>
    <w:p w:rsidR="00557788" w:rsidRDefault="00557788" w:rsidP="00557788">
      <w:r>
        <w:t>208.5033</w:t>
      </w:r>
      <w:r>
        <w:tab/>
        <w:t>4.051e0</w:t>
      </w:r>
    </w:p>
    <w:p w:rsidR="00557788" w:rsidRDefault="00557788" w:rsidP="00557788">
      <w:r>
        <w:t>208.5096</w:t>
      </w:r>
      <w:r>
        <w:tab/>
        <w:t>2.025e0</w:t>
      </w:r>
    </w:p>
    <w:p w:rsidR="00557788" w:rsidRDefault="00557788" w:rsidP="00557788">
      <w:r>
        <w:t>208.5158</w:t>
      </w:r>
      <w:r>
        <w:tab/>
        <w:t>5.063e0</w:t>
      </w:r>
    </w:p>
    <w:p w:rsidR="00557788" w:rsidRDefault="00557788" w:rsidP="00557788">
      <w:r>
        <w:t>208.5200</w:t>
      </w:r>
      <w:r>
        <w:tab/>
        <w:t>1.266e-2</w:t>
      </w:r>
    </w:p>
    <w:p w:rsidR="00557788" w:rsidRDefault="00557788" w:rsidP="00557788">
      <w:r>
        <w:t>208.5276</w:t>
      </w:r>
      <w:r>
        <w:tab/>
        <w:t>1.266e-2</w:t>
      </w:r>
    </w:p>
    <w:p w:rsidR="00557788" w:rsidRDefault="00557788" w:rsidP="00557788">
      <w:r>
        <w:lastRenderedPageBreak/>
        <w:t>208.5333</w:t>
      </w:r>
      <w:r>
        <w:tab/>
        <w:t>2.025e0</w:t>
      </w:r>
    </w:p>
    <w:p w:rsidR="00557788" w:rsidRDefault="00557788" w:rsidP="00557788">
      <w:r>
        <w:t>208.5464</w:t>
      </w:r>
      <w:r>
        <w:tab/>
        <w:t>2.025e0</w:t>
      </w:r>
    </w:p>
    <w:p w:rsidR="00557788" w:rsidRDefault="00557788" w:rsidP="00557788">
      <w:r>
        <w:t>208.5531</w:t>
      </w:r>
      <w:r>
        <w:tab/>
        <w:t>2.063e0</w:t>
      </w:r>
    </w:p>
    <w:p w:rsidR="00557788" w:rsidRDefault="00557788" w:rsidP="00557788">
      <w:r>
        <w:t>208.5653</w:t>
      </w:r>
      <w:r>
        <w:tab/>
        <w:t>2.025e0</w:t>
      </w:r>
    </w:p>
    <w:p w:rsidR="00557788" w:rsidRDefault="00557788" w:rsidP="00557788">
      <w:r>
        <w:t>208.5691</w:t>
      </w:r>
      <w:r>
        <w:tab/>
        <w:t>2.025e0</w:t>
      </w:r>
    </w:p>
    <w:p w:rsidR="00557788" w:rsidRDefault="00557788" w:rsidP="00557788">
      <w:r>
        <w:t>208.5766</w:t>
      </w:r>
      <w:r>
        <w:tab/>
        <w:t>1.013e0</w:t>
      </w:r>
    </w:p>
    <w:p w:rsidR="00557788" w:rsidRDefault="00557788" w:rsidP="00557788">
      <w:r>
        <w:t>208.5789</w:t>
      </w:r>
      <w:r>
        <w:tab/>
        <w:t>3.893e0</w:t>
      </w:r>
    </w:p>
    <w:p w:rsidR="00557788" w:rsidRDefault="00557788" w:rsidP="00557788">
      <w:r>
        <w:t>208.5818</w:t>
      </w:r>
      <w:r>
        <w:tab/>
        <w:t>4.051e0</w:t>
      </w:r>
    </w:p>
    <w:p w:rsidR="00557788" w:rsidRDefault="00557788" w:rsidP="00557788">
      <w:r>
        <w:t>208.5866</w:t>
      </w:r>
      <w:r>
        <w:tab/>
        <w:t>3.038e0</w:t>
      </w:r>
    </w:p>
    <w:p w:rsidR="00557788" w:rsidRDefault="00557788" w:rsidP="00557788">
      <w:r>
        <w:t>208.5955</w:t>
      </w:r>
      <w:r>
        <w:tab/>
        <w:t>2.322e0</w:t>
      </w:r>
    </w:p>
    <w:p w:rsidR="00557788" w:rsidRDefault="00557788" w:rsidP="00557788">
      <w:r>
        <w:t>208.6012</w:t>
      </w:r>
      <w:r>
        <w:tab/>
        <w:t>3.038e0</w:t>
      </w:r>
    </w:p>
    <w:p w:rsidR="00557788" w:rsidRDefault="00557788" w:rsidP="00557788">
      <w:r>
        <w:t>208.6085</w:t>
      </w:r>
      <w:r>
        <w:tab/>
        <w:t>5.063e-2</w:t>
      </w:r>
    </w:p>
    <w:p w:rsidR="00557788" w:rsidRDefault="00557788" w:rsidP="00557788">
      <w:r>
        <w:t>208.6096</w:t>
      </w:r>
      <w:r>
        <w:tab/>
        <w:t>2.146e0</w:t>
      </w:r>
    </w:p>
    <w:p w:rsidR="00557788" w:rsidRDefault="00557788" w:rsidP="00557788">
      <w:r>
        <w:t>208.6107</w:t>
      </w:r>
      <w:r>
        <w:tab/>
        <w:t>4.051e0</w:t>
      </w:r>
    </w:p>
    <w:p w:rsidR="00557788" w:rsidRDefault="00557788" w:rsidP="00557788">
      <w:r>
        <w:t>208.6127</w:t>
      </w:r>
      <w:r>
        <w:tab/>
        <w:t>3.038e0</w:t>
      </w:r>
    </w:p>
    <w:p w:rsidR="00557788" w:rsidRDefault="00557788" w:rsidP="00557788">
      <w:r>
        <w:t>208.6155</w:t>
      </w:r>
      <w:r>
        <w:tab/>
        <w:t>1.013e0</w:t>
      </w:r>
    </w:p>
    <w:p w:rsidR="00557788" w:rsidRDefault="00557788" w:rsidP="00557788">
      <w:r>
        <w:t>208.6428</w:t>
      </w:r>
      <w:r>
        <w:tab/>
        <w:t>3.076e0</w:t>
      </w:r>
    </w:p>
    <w:p w:rsidR="00557788" w:rsidRDefault="00557788" w:rsidP="00557788">
      <w:r>
        <w:t>208.6501</w:t>
      </w:r>
      <w:r>
        <w:tab/>
        <w:t>2.051e0</w:t>
      </w:r>
    </w:p>
    <w:p w:rsidR="00557788" w:rsidRDefault="00557788" w:rsidP="00557788">
      <w:r>
        <w:t>208.6576</w:t>
      </w:r>
      <w:r>
        <w:tab/>
        <w:t>1.266e-2</w:t>
      </w:r>
    </w:p>
    <w:p w:rsidR="00557788" w:rsidRDefault="00557788" w:rsidP="00557788">
      <w:r>
        <w:lastRenderedPageBreak/>
        <w:t>208.6596</w:t>
      </w:r>
      <w:r>
        <w:tab/>
        <w:t>2.025e0</w:t>
      </w:r>
    </w:p>
    <w:p w:rsidR="00557788" w:rsidRDefault="00557788" w:rsidP="00557788">
      <w:r>
        <w:t>208.6614</w:t>
      </w:r>
      <w:r>
        <w:tab/>
        <w:t>2.025e0</w:t>
      </w:r>
    </w:p>
    <w:p w:rsidR="00557788" w:rsidRDefault="00557788" w:rsidP="00557788">
      <w:r>
        <w:t>208.6690</w:t>
      </w:r>
      <w:r>
        <w:tab/>
        <w:t>1.038e0</w:t>
      </w:r>
    </w:p>
    <w:p w:rsidR="00557788" w:rsidRDefault="00557788" w:rsidP="00557788">
      <w:r>
        <w:t>208.6728</w:t>
      </w:r>
      <w:r>
        <w:tab/>
        <w:t>3.797e-2</w:t>
      </w:r>
    </w:p>
    <w:p w:rsidR="00557788" w:rsidRDefault="00557788" w:rsidP="00557788">
      <w:r>
        <w:t>208.6890</w:t>
      </w:r>
      <w:r>
        <w:tab/>
        <w:t>1.038e0</w:t>
      </w:r>
    </w:p>
    <w:p w:rsidR="00557788" w:rsidRDefault="00557788" w:rsidP="00557788">
      <w:r>
        <w:t>208.6949</w:t>
      </w:r>
      <w:r>
        <w:tab/>
        <w:t>5.063e0</w:t>
      </w:r>
    </w:p>
    <w:p w:rsidR="00557788" w:rsidRDefault="00557788" w:rsidP="00557788">
      <w:r>
        <w:t>208.6976</w:t>
      </w:r>
      <w:r>
        <w:tab/>
        <w:t>2.025e0</w:t>
      </w:r>
    </w:p>
    <w:p w:rsidR="00557788" w:rsidRDefault="00557788" w:rsidP="00557788">
      <w:r>
        <w:t>208.7319</w:t>
      </w:r>
      <w:r>
        <w:tab/>
        <w:t>4.063e0</w:t>
      </w:r>
    </w:p>
    <w:p w:rsidR="00557788" w:rsidRDefault="00557788" w:rsidP="00557788">
      <w:r>
        <w:t>208.7348</w:t>
      </w:r>
      <w:r>
        <w:tab/>
        <w:t>1.025e0</w:t>
      </w:r>
    </w:p>
    <w:p w:rsidR="00557788" w:rsidRDefault="00557788" w:rsidP="00557788">
      <w:r>
        <w:t>208.7388</w:t>
      </w:r>
      <w:r>
        <w:tab/>
        <w:t>1.051e0</w:t>
      </w:r>
    </w:p>
    <w:p w:rsidR="00557788" w:rsidRDefault="00557788" w:rsidP="00557788">
      <w:r>
        <w:t>208.7459</w:t>
      </w:r>
      <w:r>
        <w:tab/>
        <w:t>2.063e0</w:t>
      </w:r>
    </w:p>
    <w:p w:rsidR="00557788" w:rsidRDefault="00557788" w:rsidP="00557788">
      <w:r>
        <w:t>208.7501</w:t>
      </w:r>
      <w:r>
        <w:tab/>
        <w:t>1.013e0</w:t>
      </w:r>
    </w:p>
    <w:p w:rsidR="00557788" w:rsidRDefault="00557788" w:rsidP="00557788">
      <w:r>
        <w:t>208.7576</w:t>
      </w:r>
      <w:r>
        <w:tab/>
        <w:t>2.025e0</w:t>
      </w:r>
    </w:p>
    <w:p w:rsidR="00557788" w:rsidRDefault="00557788" w:rsidP="00557788">
      <w:r>
        <w:t>208.7670</w:t>
      </w:r>
      <w:r>
        <w:tab/>
        <w:t>2.025e0</w:t>
      </w:r>
    </w:p>
    <w:p w:rsidR="00557788" w:rsidRDefault="00557788" w:rsidP="00557788">
      <w:r>
        <w:t>208.7689</w:t>
      </w:r>
      <w:r>
        <w:tab/>
        <w:t>1.013e0</w:t>
      </w:r>
    </w:p>
    <w:p w:rsidR="00557788" w:rsidRDefault="00557788" w:rsidP="00557788">
      <w:r>
        <w:t>208.7710</w:t>
      </w:r>
      <w:r>
        <w:tab/>
        <w:t>3.038e0</w:t>
      </w:r>
    </w:p>
    <w:p w:rsidR="00557788" w:rsidRDefault="00557788" w:rsidP="00557788">
      <w:r>
        <w:t>208.7727</w:t>
      </w:r>
      <w:r>
        <w:tab/>
        <w:t>1.266e-2</w:t>
      </w:r>
    </w:p>
    <w:p w:rsidR="00557788" w:rsidRDefault="00557788" w:rsidP="00557788">
      <w:r>
        <w:t>208.7803</w:t>
      </w:r>
      <w:r>
        <w:tab/>
        <w:t>2.038e0</w:t>
      </w:r>
    </w:p>
    <w:p w:rsidR="00557788" w:rsidRDefault="00557788" w:rsidP="00557788">
      <w:r>
        <w:t>208.7859</w:t>
      </w:r>
      <w:r>
        <w:tab/>
        <w:t>2.532e-2</w:t>
      </w:r>
    </w:p>
    <w:p w:rsidR="00557788" w:rsidRDefault="00557788" w:rsidP="00557788">
      <w:r>
        <w:lastRenderedPageBreak/>
        <w:t>208.7878</w:t>
      </w:r>
      <w:r>
        <w:tab/>
        <w:t>1.013e0</w:t>
      </w:r>
    </w:p>
    <w:p w:rsidR="00557788" w:rsidRDefault="00557788" w:rsidP="00557788">
      <w:r>
        <w:t>208.7915</w:t>
      </w:r>
      <w:r>
        <w:tab/>
        <w:t>2.532e-2</w:t>
      </w:r>
    </w:p>
    <w:p w:rsidR="00557788" w:rsidRDefault="00557788" w:rsidP="00557788">
      <w:r>
        <w:t>208.8148</w:t>
      </w:r>
      <w:r>
        <w:tab/>
        <w:t>3.063e0</w:t>
      </w:r>
    </w:p>
    <w:p w:rsidR="00557788" w:rsidRDefault="00557788" w:rsidP="00557788">
      <w:r>
        <w:t>208.8209</w:t>
      </w:r>
      <w:r>
        <w:tab/>
        <w:t>3.038e0</w:t>
      </w:r>
    </w:p>
    <w:p w:rsidR="00557788" w:rsidRDefault="00557788" w:rsidP="00557788">
      <w:r>
        <w:t>208.8361</w:t>
      </w:r>
      <w:r>
        <w:tab/>
        <w:t>2.532e-2</w:t>
      </w:r>
    </w:p>
    <w:p w:rsidR="00557788" w:rsidRDefault="00557788" w:rsidP="00557788">
      <w:r>
        <w:t>208.8387</w:t>
      </w:r>
      <w:r>
        <w:tab/>
        <w:t>5.063e0</w:t>
      </w:r>
    </w:p>
    <w:p w:rsidR="00557788" w:rsidRDefault="00557788" w:rsidP="00557788">
      <w:r>
        <w:t>208.8430</w:t>
      </w:r>
      <w:r>
        <w:tab/>
        <w:t>4.051e0</w:t>
      </w:r>
    </w:p>
    <w:p w:rsidR="00557788" w:rsidRDefault="00557788" w:rsidP="00557788">
      <w:r>
        <w:t>208.8727</w:t>
      </w:r>
      <w:r>
        <w:tab/>
        <w:t>2.025e0</w:t>
      </w:r>
    </w:p>
    <w:p w:rsidR="00557788" w:rsidRDefault="00557788" w:rsidP="00557788">
      <w:r>
        <w:t>208.8743</w:t>
      </w:r>
      <w:r>
        <w:tab/>
        <w:t>6.756e0</w:t>
      </w:r>
    </w:p>
    <w:p w:rsidR="00557788" w:rsidRDefault="00557788" w:rsidP="00557788">
      <w:r>
        <w:t>208.8802</w:t>
      </w:r>
      <w:r>
        <w:tab/>
        <w:t>3.798e-2</w:t>
      </w:r>
    </w:p>
    <w:p w:rsidR="00557788" w:rsidRDefault="00557788" w:rsidP="00557788">
      <w:r>
        <w:t>208.8953</w:t>
      </w:r>
      <w:r>
        <w:tab/>
        <w:t>2.025e0</w:t>
      </w:r>
    </w:p>
    <w:p w:rsidR="00557788" w:rsidRDefault="00557788" w:rsidP="00557788">
      <w:r>
        <w:t>208.9028</w:t>
      </w:r>
      <w:r>
        <w:tab/>
        <w:t>1.013e0</w:t>
      </w:r>
    </w:p>
    <w:p w:rsidR="00557788" w:rsidRDefault="00557788" w:rsidP="00557788">
      <w:r>
        <w:t>208.9103</w:t>
      </w:r>
      <w:r>
        <w:tab/>
        <w:t>1.013e0</w:t>
      </w:r>
    </w:p>
    <w:p w:rsidR="00557788" w:rsidRDefault="00557788" w:rsidP="00557788">
      <w:r>
        <w:t>208.9179</w:t>
      </w:r>
      <w:r>
        <w:tab/>
        <w:t>2.038e0</w:t>
      </w:r>
    </w:p>
    <w:p w:rsidR="00557788" w:rsidRDefault="00557788" w:rsidP="00557788">
      <w:r>
        <w:t>208.9192</w:t>
      </w:r>
      <w:r>
        <w:tab/>
        <w:t>1.025e0</w:t>
      </w:r>
    </w:p>
    <w:p w:rsidR="00557788" w:rsidRDefault="00557788" w:rsidP="00557788">
      <w:r>
        <w:t>208.9224</w:t>
      </w:r>
      <w:r>
        <w:tab/>
        <w:t>2.038e0</w:t>
      </w:r>
    </w:p>
    <w:p w:rsidR="00557788" w:rsidRDefault="00557788" w:rsidP="00557788">
      <w:r>
        <w:t>208.9263</w:t>
      </w:r>
      <w:r>
        <w:tab/>
        <w:t>1.266e-2</w:t>
      </w:r>
    </w:p>
    <w:p w:rsidR="00557788" w:rsidRDefault="00557788" w:rsidP="00557788">
      <w:r>
        <w:t>208.9400</w:t>
      </w:r>
      <w:r>
        <w:tab/>
        <w:t>2.025e0</w:t>
      </w:r>
    </w:p>
    <w:p w:rsidR="00557788" w:rsidRDefault="00557788" w:rsidP="00557788">
      <w:r>
        <w:t>208.9462</w:t>
      </w:r>
      <w:r>
        <w:tab/>
        <w:t>2.532e-2</w:t>
      </w:r>
    </w:p>
    <w:p w:rsidR="00557788" w:rsidRDefault="00557788" w:rsidP="00557788">
      <w:r>
        <w:lastRenderedPageBreak/>
        <w:t>208.9500</w:t>
      </w:r>
      <w:r>
        <w:tab/>
        <w:t>1.038e0</w:t>
      </w:r>
    </w:p>
    <w:p w:rsidR="00557788" w:rsidRDefault="00557788" w:rsidP="00557788">
      <w:r>
        <w:t>208.9539</w:t>
      </w:r>
      <w:r>
        <w:tab/>
        <w:t>2.025e0</w:t>
      </w:r>
    </w:p>
    <w:p w:rsidR="00557788" w:rsidRDefault="00557788" w:rsidP="00557788">
      <w:r>
        <w:t>208.9651</w:t>
      </w:r>
      <w:r>
        <w:tab/>
        <w:t>1.266e-2</w:t>
      </w:r>
    </w:p>
    <w:p w:rsidR="00557788" w:rsidRDefault="00557788" w:rsidP="00557788">
      <w:r>
        <w:t>208.9708</w:t>
      </w:r>
      <w:r>
        <w:tab/>
        <w:t>2.025e0</w:t>
      </w:r>
    </w:p>
    <w:p w:rsidR="00557788" w:rsidRDefault="00557788" w:rsidP="00557788">
      <w:r>
        <w:t>208.9731</w:t>
      </w:r>
      <w:r>
        <w:tab/>
        <w:t>7.089e0</w:t>
      </w:r>
    </w:p>
    <w:p w:rsidR="00557788" w:rsidRDefault="00557788" w:rsidP="00557788">
      <w:r>
        <w:t>208.9754</w:t>
      </w:r>
      <w:r>
        <w:tab/>
        <w:t>3.038e0</w:t>
      </w:r>
    </w:p>
    <w:p w:rsidR="00557788" w:rsidRDefault="00557788" w:rsidP="00557788">
      <w:r>
        <w:t>208.9802</w:t>
      </w:r>
      <w:r>
        <w:tab/>
        <w:t>2.025e0</w:t>
      </w:r>
    </w:p>
    <w:p w:rsidR="00557788" w:rsidRDefault="00557788" w:rsidP="00557788">
      <w:r>
        <w:t>209.0005</w:t>
      </w:r>
      <w:r>
        <w:tab/>
        <w:t>3.315e0</w:t>
      </w:r>
    </w:p>
    <w:p w:rsidR="00557788" w:rsidRDefault="00557788" w:rsidP="00557788">
      <w:r>
        <w:t>209.0191</w:t>
      </w:r>
      <w:r>
        <w:tab/>
        <w:t>3.782e0</w:t>
      </w:r>
    </w:p>
    <w:p w:rsidR="00557788" w:rsidRDefault="00557788" w:rsidP="00557788">
      <w:r>
        <w:t>209.0467</w:t>
      </w:r>
      <w:r>
        <w:tab/>
        <w:t>2.800e1</w:t>
      </w:r>
    </w:p>
    <w:p w:rsidR="00557788" w:rsidRDefault="00557788" w:rsidP="00557788">
      <w:r>
        <w:t>209.0565</w:t>
      </w:r>
      <w:r>
        <w:tab/>
        <w:t>7.829e0</w:t>
      </w:r>
    </w:p>
    <w:p w:rsidR="00557788" w:rsidRDefault="00557788" w:rsidP="00557788">
      <w:r>
        <w:t>209.0676</w:t>
      </w:r>
      <w:r>
        <w:tab/>
        <w:t>3.754e0</w:t>
      </w:r>
    </w:p>
    <w:p w:rsidR="00557788" w:rsidRDefault="00557788" w:rsidP="00557788">
      <w:r>
        <w:t>209.0801</w:t>
      </w:r>
      <w:r>
        <w:tab/>
        <w:t>3.050e0</w:t>
      </w:r>
    </w:p>
    <w:p w:rsidR="00557788" w:rsidRDefault="00557788" w:rsidP="00557788">
      <w:r>
        <w:t>209.0840</w:t>
      </w:r>
      <w:r>
        <w:tab/>
        <w:t>4.208e-1</w:t>
      </w:r>
    </w:p>
    <w:p w:rsidR="00557788" w:rsidRDefault="00557788" w:rsidP="00557788">
      <w:r>
        <w:t>209.0859</w:t>
      </w:r>
      <w:r>
        <w:tab/>
        <w:t>2.302e0</w:t>
      </w:r>
    </w:p>
    <w:p w:rsidR="00557788" w:rsidRDefault="00557788" w:rsidP="00557788">
      <w:r>
        <w:t>209.1122</w:t>
      </w:r>
      <w:r>
        <w:tab/>
        <w:t>4.168e-1</w:t>
      </w:r>
    </w:p>
    <w:p w:rsidR="00557788" w:rsidRDefault="00557788" w:rsidP="00557788">
      <w:r>
        <w:t>209.1144</w:t>
      </w:r>
      <w:r>
        <w:tab/>
        <w:t>2.836e0</w:t>
      </w:r>
    </w:p>
    <w:p w:rsidR="00557788" w:rsidRDefault="00557788" w:rsidP="00557788">
      <w:r>
        <w:t>209.1187</w:t>
      </w:r>
      <w:r>
        <w:tab/>
        <w:t>1.061e1</w:t>
      </w:r>
    </w:p>
    <w:p w:rsidR="00557788" w:rsidRDefault="00557788" w:rsidP="00557788">
      <w:r>
        <w:t>209.1202</w:t>
      </w:r>
      <w:r>
        <w:tab/>
        <w:t>4.167e-1</w:t>
      </w:r>
    </w:p>
    <w:p w:rsidR="00557788" w:rsidRDefault="00557788" w:rsidP="00557788">
      <w:r>
        <w:lastRenderedPageBreak/>
        <w:t>209.1267</w:t>
      </w:r>
      <w:r>
        <w:tab/>
        <w:t>1.127e1</w:t>
      </w:r>
    </w:p>
    <w:p w:rsidR="00557788" w:rsidRDefault="00557788" w:rsidP="00557788">
      <w:r>
        <w:t>209.1463</w:t>
      </w:r>
      <w:r>
        <w:tab/>
        <w:t>4.969e0</w:t>
      </w:r>
    </w:p>
    <w:p w:rsidR="00557788" w:rsidRDefault="00557788" w:rsidP="00557788">
      <w:r>
        <w:t>209.1532</w:t>
      </w:r>
      <w:r>
        <w:tab/>
        <w:t>1.625e0</w:t>
      </w:r>
    </w:p>
    <w:p w:rsidR="00557788" w:rsidRDefault="00557788" w:rsidP="00557788">
      <w:r>
        <w:t>209.1566</w:t>
      </w:r>
      <w:r>
        <w:tab/>
        <w:t>6.137e0</w:t>
      </w:r>
    </w:p>
    <w:p w:rsidR="00557788" w:rsidRDefault="00557788" w:rsidP="00557788">
      <w:r>
        <w:t>209.1732</w:t>
      </w:r>
      <w:r>
        <w:tab/>
        <w:t>2.197e0</w:t>
      </w:r>
    </w:p>
    <w:p w:rsidR="00557788" w:rsidRDefault="00557788" w:rsidP="00557788">
      <w:r>
        <w:t>209.1886</w:t>
      </w:r>
      <w:r>
        <w:tab/>
        <w:t>1.096e0</w:t>
      </w:r>
    </w:p>
    <w:p w:rsidR="00557788" w:rsidRDefault="00557788" w:rsidP="00557788">
      <w:r>
        <w:t>209.1958</w:t>
      </w:r>
      <w:r>
        <w:tab/>
        <w:t>2.702e0</w:t>
      </w:r>
    </w:p>
    <w:p w:rsidR="00557788" w:rsidRDefault="00557788" w:rsidP="00557788">
      <w:r>
        <w:t>209.1973</w:t>
      </w:r>
      <w:r>
        <w:tab/>
        <w:t>3.572e0</w:t>
      </w:r>
    </w:p>
    <w:p w:rsidR="00557788" w:rsidRDefault="00557788" w:rsidP="00557788">
      <w:r>
        <w:t>209.2104</w:t>
      </w:r>
      <w:r>
        <w:tab/>
        <w:t>2.025e0</w:t>
      </w:r>
    </w:p>
    <w:p w:rsidR="00557788" w:rsidRDefault="00557788" w:rsidP="00557788">
      <w:r>
        <w:t>209.2115</w:t>
      </w:r>
      <w:r>
        <w:tab/>
        <w:t>1.462e0</w:t>
      </w:r>
    </w:p>
    <w:p w:rsidR="00557788" w:rsidRDefault="00557788" w:rsidP="00557788">
      <w:r>
        <w:t>209.2141</w:t>
      </w:r>
      <w:r>
        <w:tab/>
        <w:t>1.013e0</w:t>
      </w:r>
    </w:p>
    <w:p w:rsidR="00557788" w:rsidRDefault="00557788" w:rsidP="00557788">
      <w:r>
        <w:t>209.2378</w:t>
      </w:r>
      <w:r>
        <w:tab/>
        <w:t>3.038e0</w:t>
      </w:r>
    </w:p>
    <w:p w:rsidR="00557788" w:rsidRDefault="00557788" w:rsidP="00557788">
      <w:r>
        <w:t>209.2415</w:t>
      </w:r>
      <w:r>
        <w:tab/>
        <w:t>1.038e0</w:t>
      </w:r>
    </w:p>
    <w:p w:rsidR="00557788" w:rsidRDefault="00557788" w:rsidP="00557788">
      <w:r>
        <w:t>209.2479</w:t>
      </w:r>
      <w:r>
        <w:tab/>
        <w:t>3.038e0</w:t>
      </w:r>
    </w:p>
    <w:p w:rsidR="00557788" w:rsidRDefault="00557788" w:rsidP="00557788">
      <w:r>
        <w:t>209.2494</w:t>
      </w:r>
      <w:r>
        <w:tab/>
        <w:t>1.266e-2</w:t>
      </w:r>
    </w:p>
    <w:p w:rsidR="00557788" w:rsidRDefault="00557788" w:rsidP="00557788">
      <w:r>
        <w:t>209.2533</w:t>
      </w:r>
      <w:r>
        <w:tab/>
        <w:t>3.038e0</w:t>
      </w:r>
    </w:p>
    <w:p w:rsidR="00557788" w:rsidRDefault="00557788" w:rsidP="00557788">
      <w:r>
        <w:t>209.2649</w:t>
      </w:r>
      <w:r>
        <w:tab/>
        <w:t>1.038e0</w:t>
      </w:r>
    </w:p>
    <w:p w:rsidR="00557788" w:rsidRDefault="00557788" w:rsidP="00557788">
      <w:r>
        <w:t>209.2726</w:t>
      </w:r>
      <w:r>
        <w:tab/>
        <w:t>1.013e0</w:t>
      </w:r>
    </w:p>
    <w:p w:rsidR="00557788" w:rsidRDefault="00557788" w:rsidP="00557788">
      <w:r>
        <w:t>209.2746</w:t>
      </w:r>
      <w:r>
        <w:tab/>
        <w:t>2.532e-2</w:t>
      </w:r>
    </w:p>
    <w:p w:rsidR="00557788" w:rsidRDefault="00557788" w:rsidP="00557788">
      <w:r>
        <w:lastRenderedPageBreak/>
        <w:t>209.2821</w:t>
      </w:r>
      <w:r>
        <w:tab/>
        <w:t>2.532e-2</w:t>
      </w:r>
    </w:p>
    <w:p w:rsidR="00557788" w:rsidRDefault="00557788" w:rsidP="00557788">
      <w:r>
        <w:t>209.3047</w:t>
      </w:r>
      <w:r>
        <w:tab/>
        <w:t>2.025e0</w:t>
      </w:r>
    </w:p>
    <w:p w:rsidR="00557788" w:rsidRDefault="00557788" w:rsidP="00557788">
      <w:r>
        <w:t>209.3104</w:t>
      </w:r>
      <w:r>
        <w:tab/>
        <w:t>2.025e0</w:t>
      </w:r>
    </w:p>
    <w:p w:rsidR="00557788" w:rsidRDefault="00557788" w:rsidP="00557788">
      <w:r>
        <w:t>209.3142</w:t>
      </w:r>
      <w:r>
        <w:tab/>
        <w:t>2.025e0</w:t>
      </w:r>
    </w:p>
    <w:p w:rsidR="00557788" w:rsidRDefault="00557788" w:rsidP="00557788">
      <w:r>
        <w:t>209.3175</w:t>
      </w:r>
      <w:r>
        <w:tab/>
        <w:t>5.063e-2</w:t>
      </w:r>
    </w:p>
    <w:p w:rsidR="00557788" w:rsidRDefault="00557788" w:rsidP="00557788">
      <w:r>
        <w:t>209.3276</w:t>
      </w:r>
      <w:r>
        <w:tab/>
        <w:t>2.025e0</w:t>
      </w:r>
    </w:p>
    <w:p w:rsidR="00557788" w:rsidRDefault="00557788" w:rsidP="00557788">
      <w:r>
        <w:t>209.3353</w:t>
      </w:r>
      <w:r>
        <w:tab/>
        <w:t>1.038e0</w:t>
      </w:r>
    </w:p>
    <w:p w:rsidR="00557788" w:rsidRDefault="00557788" w:rsidP="00557788">
      <w:r>
        <w:t>209.3433</w:t>
      </w:r>
      <w:r>
        <w:tab/>
        <w:t>2.025e0</w:t>
      </w:r>
    </w:p>
    <w:p w:rsidR="00557788" w:rsidRDefault="00557788" w:rsidP="00557788">
      <w:r>
        <w:t>209.3452</w:t>
      </w:r>
      <w:r>
        <w:tab/>
        <w:t>1.266e-2</w:t>
      </w:r>
    </w:p>
    <w:p w:rsidR="00557788" w:rsidRDefault="00557788" w:rsidP="00557788">
      <w:r>
        <w:t>209.3491</w:t>
      </w:r>
      <w:r>
        <w:tab/>
        <w:t>1.025e0</w:t>
      </w:r>
    </w:p>
    <w:p w:rsidR="00557788" w:rsidRDefault="00557788" w:rsidP="00557788">
      <w:r>
        <w:t>209.3532</w:t>
      </w:r>
      <w:r>
        <w:tab/>
        <w:t>1.013e0</w:t>
      </w:r>
    </w:p>
    <w:p w:rsidR="00557788" w:rsidRDefault="00557788" w:rsidP="00557788">
      <w:r>
        <w:t>209.3684</w:t>
      </w:r>
      <w:r>
        <w:tab/>
        <w:t>7.008e0</w:t>
      </w:r>
    </w:p>
    <w:p w:rsidR="00557788" w:rsidRDefault="00557788" w:rsidP="00557788">
      <w:r>
        <w:t>209.3784</w:t>
      </w:r>
      <w:r>
        <w:tab/>
        <w:t>2.025e0</w:t>
      </w:r>
    </w:p>
    <w:p w:rsidR="00557788" w:rsidRDefault="00557788" w:rsidP="00557788">
      <w:r>
        <w:t>209.3840</w:t>
      </w:r>
      <w:r>
        <w:tab/>
        <w:t>2.532e-2</w:t>
      </w:r>
    </w:p>
    <w:p w:rsidR="00557788" w:rsidRDefault="00557788" w:rsidP="00557788">
      <w:r>
        <w:t>209.3859</w:t>
      </w:r>
      <w:r>
        <w:tab/>
        <w:t>2.025e0</w:t>
      </w:r>
    </w:p>
    <w:p w:rsidR="00557788" w:rsidRDefault="00557788" w:rsidP="00557788">
      <w:r>
        <w:t>209.3953</w:t>
      </w:r>
      <w:r>
        <w:tab/>
        <w:t>2.038e0</w:t>
      </w:r>
    </w:p>
    <w:p w:rsidR="00557788" w:rsidRDefault="00557788" w:rsidP="00557788">
      <w:r>
        <w:t>209.4010</w:t>
      </w:r>
      <w:r>
        <w:tab/>
        <w:t>2.532e-2</w:t>
      </w:r>
    </w:p>
    <w:p w:rsidR="00557788" w:rsidRDefault="00557788" w:rsidP="00557788">
      <w:r>
        <w:t>209.4073</w:t>
      </w:r>
      <w:r>
        <w:tab/>
        <w:t>4.063e0</w:t>
      </w:r>
    </w:p>
    <w:p w:rsidR="00557788" w:rsidRDefault="00557788" w:rsidP="00557788">
      <w:r>
        <w:t>209.4143</w:t>
      </w:r>
      <w:r>
        <w:tab/>
        <w:t>2.532e-2</w:t>
      </w:r>
    </w:p>
    <w:p w:rsidR="00557788" w:rsidRDefault="00557788" w:rsidP="00557788">
      <w:r>
        <w:lastRenderedPageBreak/>
        <w:t>209.4180</w:t>
      </w:r>
      <w:r>
        <w:tab/>
        <w:t>1.038e0</w:t>
      </w:r>
    </w:p>
    <w:p w:rsidR="00557788" w:rsidRDefault="00557788" w:rsidP="00557788">
      <w:r>
        <w:t>209.4371</w:t>
      </w:r>
      <w:r>
        <w:tab/>
        <w:t>3.038e0</w:t>
      </w:r>
    </w:p>
    <w:p w:rsidR="00557788" w:rsidRDefault="00557788" w:rsidP="00557788">
      <w:r>
        <w:t>209.4429</w:t>
      </w:r>
      <w:r>
        <w:tab/>
        <w:t>5.063e0</w:t>
      </w:r>
    </w:p>
    <w:p w:rsidR="00557788" w:rsidRDefault="00557788" w:rsidP="00557788">
      <w:r>
        <w:t>209.4671</w:t>
      </w:r>
      <w:r>
        <w:tab/>
        <w:t>6.076e0</w:t>
      </w:r>
    </w:p>
    <w:p w:rsidR="00557788" w:rsidRDefault="00557788" w:rsidP="00557788">
      <w:r>
        <w:t>209.4696</w:t>
      </w:r>
      <w:r>
        <w:tab/>
        <w:t>8.422e0</w:t>
      </w:r>
    </w:p>
    <w:p w:rsidR="00557788" w:rsidRDefault="00557788" w:rsidP="00557788">
      <w:r>
        <w:t>209.4728</w:t>
      </w:r>
      <w:r>
        <w:tab/>
        <w:t>1.266e-2</w:t>
      </w:r>
    </w:p>
    <w:p w:rsidR="00557788" w:rsidRDefault="00557788" w:rsidP="00557788">
      <w:r>
        <w:t>209.4840</w:t>
      </w:r>
      <w:r>
        <w:tab/>
        <w:t>1.013e0</w:t>
      </w:r>
    </w:p>
    <w:p w:rsidR="00557788" w:rsidRDefault="00557788" w:rsidP="00557788">
      <w:r>
        <w:t>209.5011</w:t>
      </w:r>
      <w:r>
        <w:tab/>
        <w:t>2.025e0</w:t>
      </w:r>
    </w:p>
    <w:p w:rsidR="00557788" w:rsidRDefault="00557788" w:rsidP="00557788">
      <w:r>
        <w:t>209.5030</w:t>
      </w:r>
      <w:r>
        <w:tab/>
        <w:t>1.013e0</w:t>
      </w:r>
    </w:p>
    <w:p w:rsidR="00557788" w:rsidRDefault="00557788" w:rsidP="00557788">
      <w:r>
        <w:t>209.5188</w:t>
      </w:r>
      <w:r>
        <w:tab/>
        <w:t>4.063e0</w:t>
      </w:r>
    </w:p>
    <w:p w:rsidR="00557788" w:rsidRDefault="00557788" w:rsidP="00557788">
      <w:r>
        <w:t>209.5331</w:t>
      </w:r>
      <w:r>
        <w:tab/>
        <w:t>1.013e0</w:t>
      </w:r>
    </w:p>
    <w:p w:rsidR="00557788" w:rsidRDefault="00557788" w:rsidP="00557788">
      <w:r>
        <w:t>209.5343</w:t>
      </w:r>
      <w:r>
        <w:tab/>
        <w:t>1.038e0</w:t>
      </w:r>
    </w:p>
    <w:p w:rsidR="00557788" w:rsidRDefault="00557788" w:rsidP="00557788">
      <w:r>
        <w:t>209.5354</w:t>
      </w:r>
      <w:r>
        <w:tab/>
        <w:t>2.025e0</w:t>
      </w:r>
    </w:p>
    <w:p w:rsidR="00557788" w:rsidRDefault="00557788" w:rsidP="00557788">
      <w:r>
        <w:t>209.5410</w:t>
      </w:r>
      <w:r>
        <w:tab/>
        <w:t>1.013e0</w:t>
      </w:r>
    </w:p>
    <w:p w:rsidR="00557788" w:rsidRDefault="00557788" w:rsidP="00557788">
      <w:r>
        <w:t>209.5435</w:t>
      </w:r>
      <w:r>
        <w:tab/>
        <w:t>2.025e0</w:t>
      </w:r>
    </w:p>
    <w:p w:rsidR="00557788" w:rsidRDefault="00557788" w:rsidP="00557788">
      <w:r>
        <w:t>209.5473</w:t>
      </w:r>
      <w:r>
        <w:tab/>
        <w:t>3.038e0</w:t>
      </w:r>
    </w:p>
    <w:p w:rsidR="00557788" w:rsidRDefault="00557788" w:rsidP="00557788">
      <w:r>
        <w:t>209.5530</w:t>
      </w:r>
      <w:r>
        <w:tab/>
        <w:t>1.013e0</w:t>
      </w:r>
    </w:p>
    <w:p w:rsidR="00557788" w:rsidRDefault="00557788" w:rsidP="00557788">
      <w:r>
        <w:t>209.5558</w:t>
      </w:r>
      <w:r>
        <w:tab/>
        <w:t>3.063e0</w:t>
      </w:r>
    </w:p>
    <w:p w:rsidR="00557788" w:rsidRDefault="00557788" w:rsidP="00557788">
      <w:r>
        <w:t>209.5705</w:t>
      </w:r>
      <w:r>
        <w:tab/>
        <w:t>2.025e0</w:t>
      </w:r>
    </w:p>
    <w:p w:rsidR="00557788" w:rsidRDefault="00557788" w:rsidP="00557788">
      <w:r>
        <w:lastRenderedPageBreak/>
        <w:t>209.5841</w:t>
      </w:r>
      <w:r>
        <w:tab/>
        <w:t>1.266e-2</w:t>
      </w:r>
    </w:p>
    <w:p w:rsidR="00557788" w:rsidRDefault="00557788" w:rsidP="00557788">
      <w:r>
        <w:t>209.5917</w:t>
      </w:r>
      <w:r>
        <w:tab/>
        <w:t>3.038e0</w:t>
      </w:r>
    </w:p>
    <w:p w:rsidR="00557788" w:rsidRDefault="00557788" w:rsidP="00557788">
      <w:r>
        <w:t>209.5954</w:t>
      </w:r>
      <w:r>
        <w:tab/>
        <w:t>1.025e0</w:t>
      </w:r>
    </w:p>
    <w:p w:rsidR="00557788" w:rsidRDefault="00557788" w:rsidP="00557788">
      <w:r>
        <w:t>209.6007</w:t>
      </w:r>
      <w:r>
        <w:tab/>
        <w:t>8.101e0</w:t>
      </w:r>
    </w:p>
    <w:p w:rsidR="00557788" w:rsidRDefault="00557788" w:rsidP="00557788">
      <w:r>
        <w:t>209.6144</w:t>
      </w:r>
      <w:r>
        <w:tab/>
        <w:t>4.051e0</w:t>
      </w:r>
    </w:p>
    <w:p w:rsidR="00557788" w:rsidRDefault="00557788" w:rsidP="00557788">
      <w:r>
        <w:t>209.6333</w:t>
      </w:r>
      <w:r>
        <w:tab/>
        <w:t>4.051e0</w:t>
      </w:r>
    </w:p>
    <w:p w:rsidR="00557788" w:rsidRDefault="00557788" w:rsidP="00557788">
      <w:r>
        <w:t>209.6369</w:t>
      </w:r>
      <w:r>
        <w:tab/>
        <w:t>1.025e0</w:t>
      </w:r>
    </w:p>
    <w:p w:rsidR="00557788" w:rsidRDefault="00557788" w:rsidP="00557788">
      <w:r>
        <w:t>209.6471</w:t>
      </w:r>
      <w:r>
        <w:tab/>
        <w:t>2.025e0</w:t>
      </w:r>
    </w:p>
    <w:p w:rsidR="00557788" w:rsidRDefault="00557788" w:rsidP="00557788">
      <w:r>
        <w:t>209.6698</w:t>
      </w:r>
      <w:r>
        <w:tab/>
        <w:t>3.061e0</w:t>
      </w:r>
    </w:p>
    <w:p w:rsidR="00557788" w:rsidRDefault="00557788" w:rsidP="00557788">
      <w:r>
        <w:t>209.6709</w:t>
      </w:r>
      <w:r>
        <w:tab/>
        <w:t>4.076e0</w:t>
      </w:r>
    </w:p>
    <w:p w:rsidR="00557788" w:rsidRDefault="00557788" w:rsidP="00557788">
      <w:r>
        <w:t>209.6843</w:t>
      </w:r>
      <w:r>
        <w:tab/>
        <w:t>2.025e0</w:t>
      </w:r>
    </w:p>
    <w:p w:rsidR="00557788" w:rsidRDefault="00557788" w:rsidP="00557788">
      <w:r>
        <w:t>209.6899</w:t>
      </w:r>
      <w:r>
        <w:tab/>
        <w:t>2.025e0</w:t>
      </w:r>
    </w:p>
    <w:p w:rsidR="00557788" w:rsidRDefault="00557788" w:rsidP="00557788">
      <w:r>
        <w:t>209.7164</w:t>
      </w:r>
      <w:r>
        <w:tab/>
        <w:t>2.532e-2</w:t>
      </w:r>
    </w:p>
    <w:p w:rsidR="00557788" w:rsidRDefault="00557788" w:rsidP="00557788">
      <w:r>
        <w:t>209.7190</w:t>
      </w:r>
      <w:r>
        <w:tab/>
        <w:t>4.051e0</w:t>
      </w:r>
    </w:p>
    <w:p w:rsidR="00557788" w:rsidRDefault="00557788" w:rsidP="00557788">
      <w:r>
        <w:t>209.7314</w:t>
      </w:r>
      <w:r>
        <w:tab/>
        <w:t>2.025e0</w:t>
      </w:r>
    </w:p>
    <w:p w:rsidR="00557788" w:rsidRDefault="00557788" w:rsidP="00557788">
      <w:r>
        <w:t>209.7370</w:t>
      </w:r>
      <w:r>
        <w:tab/>
        <w:t>1.013e0</w:t>
      </w:r>
    </w:p>
    <w:p w:rsidR="00557788" w:rsidRDefault="00557788" w:rsidP="00557788">
      <w:r>
        <w:t>209.7382</w:t>
      </w:r>
      <w:r>
        <w:tab/>
        <w:t>3.038e0</w:t>
      </w:r>
    </w:p>
    <w:p w:rsidR="00557788" w:rsidRDefault="00557788" w:rsidP="00557788">
      <w:r>
        <w:t>209.7411</w:t>
      </w:r>
      <w:r>
        <w:tab/>
        <w:t>1.025e0</w:t>
      </w:r>
    </w:p>
    <w:p w:rsidR="00557788" w:rsidRDefault="00557788" w:rsidP="00557788">
      <w:r>
        <w:t>209.7449</w:t>
      </w:r>
      <w:r>
        <w:tab/>
        <w:t>2.025e0</w:t>
      </w:r>
    </w:p>
    <w:p w:rsidR="00557788" w:rsidRDefault="00557788" w:rsidP="00557788">
      <w:r>
        <w:lastRenderedPageBreak/>
        <w:t>209.7609</w:t>
      </w:r>
      <w:r>
        <w:tab/>
        <w:t>1.266e-2</w:t>
      </w:r>
    </w:p>
    <w:p w:rsidR="00557788" w:rsidRDefault="00557788" w:rsidP="00557788">
      <w:r>
        <w:t>209.7744</w:t>
      </w:r>
      <w:r>
        <w:tab/>
        <w:t>2.532e-2</w:t>
      </w:r>
    </w:p>
    <w:p w:rsidR="00557788" w:rsidRDefault="00557788" w:rsidP="00557788">
      <w:r>
        <w:t>209.7769</w:t>
      </w:r>
      <w:r>
        <w:tab/>
        <w:t>1.013e0</w:t>
      </w:r>
    </w:p>
    <w:p w:rsidR="00557788" w:rsidRDefault="00557788" w:rsidP="00557788">
      <w:r>
        <w:t>209.7844</w:t>
      </w:r>
      <w:r>
        <w:tab/>
        <w:t>1.025e0</w:t>
      </w:r>
    </w:p>
    <w:p w:rsidR="00557788" w:rsidRDefault="00557788" w:rsidP="00557788">
      <w:r>
        <w:t>209.7882</w:t>
      </w:r>
      <w:r>
        <w:tab/>
        <w:t>3.038e0</w:t>
      </w:r>
    </w:p>
    <w:p w:rsidR="00557788" w:rsidRDefault="00557788" w:rsidP="00557788">
      <w:r>
        <w:t>209.7919</w:t>
      </w:r>
      <w:r>
        <w:tab/>
        <w:t>2.025e0</w:t>
      </w:r>
    </w:p>
    <w:p w:rsidR="00557788" w:rsidRDefault="00557788" w:rsidP="00557788">
      <w:r>
        <w:t>209.7929</w:t>
      </w:r>
      <w:r>
        <w:tab/>
        <w:t>3.038e0</w:t>
      </w:r>
    </w:p>
    <w:p w:rsidR="00557788" w:rsidRDefault="00557788" w:rsidP="00557788">
      <w:r>
        <w:t>209.8089</w:t>
      </w:r>
      <w:r>
        <w:tab/>
        <w:t>2.532e-2</w:t>
      </w:r>
    </w:p>
    <w:p w:rsidR="00557788" w:rsidRDefault="00557788" w:rsidP="00557788">
      <w:r>
        <w:t>209.8127</w:t>
      </w:r>
      <w:r>
        <w:tab/>
        <w:t>2.025e0</w:t>
      </w:r>
    </w:p>
    <w:p w:rsidR="00557788" w:rsidRDefault="00557788" w:rsidP="00557788">
      <w:r>
        <w:t>209.8259</w:t>
      </w:r>
      <w:r>
        <w:tab/>
        <w:t>2.025e0</w:t>
      </w:r>
    </w:p>
    <w:p w:rsidR="00557788" w:rsidRDefault="00557788" w:rsidP="00557788">
      <w:r>
        <w:t>209.8296</w:t>
      </w:r>
      <w:r>
        <w:tab/>
        <w:t>1.025e0</w:t>
      </w:r>
    </w:p>
    <w:p w:rsidR="00557788" w:rsidRDefault="00557788" w:rsidP="00557788">
      <w:r>
        <w:t>209.8350</w:t>
      </w:r>
      <w:r>
        <w:tab/>
        <w:t>1.051e0</w:t>
      </w:r>
    </w:p>
    <w:p w:rsidR="00557788" w:rsidRDefault="00557788" w:rsidP="00557788">
      <w:r>
        <w:t>209.8409</w:t>
      </w:r>
      <w:r>
        <w:tab/>
        <w:t>1.013e0</w:t>
      </w:r>
    </w:p>
    <w:p w:rsidR="00557788" w:rsidRDefault="00557788" w:rsidP="00557788">
      <w:r>
        <w:t>209.8489</w:t>
      </w:r>
      <w:r>
        <w:tab/>
        <w:t>1.013e0</w:t>
      </w:r>
    </w:p>
    <w:p w:rsidR="00557788" w:rsidRDefault="00557788" w:rsidP="00557788">
      <w:r>
        <w:t>209.8675</w:t>
      </w:r>
      <w:r>
        <w:tab/>
        <w:t>5.063e0</w:t>
      </w:r>
    </w:p>
    <w:p w:rsidR="00557788" w:rsidRDefault="00557788" w:rsidP="00557788">
      <w:r>
        <w:t>209.8769</w:t>
      </w:r>
      <w:r>
        <w:tab/>
        <w:t>5.076e0</w:t>
      </w:r>
    </w:p>
    <w:p w:rsidR="00557788" w:rsidRDefault="00557788" w:rsidP="00557788">
      <w:r>
        <w:t>209.8795</w:t>
      </w:r>
      <w:r>
        <w:tab/>
        <w:t>3.389e0</w:t>
      </w:r>
    </w:p>
    <w:p w:rsidR="00557788" w:rsidRDefault="00557788" w:rsidP="00557788">
      <w:r>
        <w:t>209.8808</w:t>
      </w:r>
      <w:r>
        <w:tab/>
        <w:t>1.013e0</w:t>
      </w:r>
    </w:p>
    <w:p w:rsidR="00557788" w:rsidRDefault="00557788" w:rsidP="00557788">
      <w:r>
        <w:t>209.9039</w:t>
      </w:r>
      <w:r>
        <w:tab/>
        <w:t>4.076e0</w:t>
      </w:r>
    </w:p>
    <w:p w:rsidR="00557788" w:rsidRDefault="00557788" w:rsidP="00557788">
      <w:r>
        <w:lastRenderedPageBreak/>
        <w:t>209.9052</w:t>
      </w:r>
      <w:r>
        <w:tab/>
        <w:t>2.532e-2</w:t>
      </w:r>
    </w:p>
    <w:p w:rsidR="00557788" w:rsidRDefault="00557788" w:rsidP="00557788">
      <w:r>
        <w:t>209.9223</w:t>
      </w:r>
      <w:r>
        <w:tab/>
        <w:t>6.329e-2</w:t>
      </w:r>
    </w:p>
    <w:p w:rsidR="00557788" w:rsidRDefault="00557788" w:rsidP="00557788">
      <w:r>
        <w:t>209.9354</w:t>
      </w:r>
      <w:r>
        <w:tab/>
        <w:t>4.051e0</w:t>
      </w:r>
    </w:p>
    <w:p w:rsidR="00557788" w:rsidRDefault="00557788" w:rsidP="00557788">
      <w:r>
        <w:t>209.9373</w:t>
      </w:r>
      <w:r>
        <w:tab/>
        <w:t>2.025e0</w:t>
      </w:r>
    </w:p>
    <w:p w:rsidR="00557788" w:rsidRDefault="00557788" w:rsidP="00557788">
      <w:r>
        <w:t>209.9394</w:t>
      </w:r>
      <w:r>
        <w:tab/>
        <w:t>2.025e0</w:t>
      </w:r>
    </w:p>
    <w:p w:rsidR="00557788" w:rsidRDefault="00557788" w:rsidP="00557788">
      <w:r>
        <w:t>209.9531</w:t>
      </w:r>
      <w:r>
        <w:tab/>
        <w:t>3.051e0</w:t>
      </w:r>
    </w:p>
    <w:p w:rsidR="00557788" w:rsidRDefault="00557788" w:rsidP="00557788">
      <w:r>
        <w:t>209.9570</w:t>
      </w:r>
      <w:r>
        <w:tab/>
        <w:t>1.013e0</w:t>
      </w:r>
    </w:p>
    <w:p w:rsidR="00557788" w:rsidRDefault="00557788" w:rsidP="00557788">
      <w:r>
        <w:t>209.9649</w:t>
      </w:r>
      <w:r>
        <w:tab/>
        <w:t>4.063e0</w:t>
      </w:r>
    </w:p>
    <w:p w:rsidR="00557788" w:rsidRDefault="00557788" w:rsidP="00557788">
      <w:r>
        <w:t>209.9745</w:t>
      </w:r>
      <w:r>
        <w:tab/>
        <w:t>8.101e0</w:t>
      </w:r>
    </w:p>
    <w:p w:rsidR="00557788" w:rsidRDefault="00557788" w:rsidP="00557788">
      <w:r>
        <w:t>209.9881</w:t>
      </w:r>
      <w:r>
        <w:tab/>
        <w:t>2.741e0</w:t>
      </w:r>
    </w:p>
    <w:p w:rsidR="00557788" w:rsidRDefault="00557788" w:rsidP="00557788">
      <w:r>
        <w:t>210.0057</w:t>
      </w:r>
      <w:r>
        <w:tab/>
        <w:t>4.051e0</w:t>
      </w:r>
    </w:p>
    <w:p w:rsidR="00557788" w:rsidRDefault="00557788" w:rsidP="00557788">
      <w:r>
        <w:t>210.0172</w:t>
      </w:r>
      <w:r>
        <w:tab/>
        <w:t>3.444e0</w:t>
      </w:r>
    </w:p>
    <w:p w:rsidR="00557788" w:rsidRDefault="00557788" w:rsidP="00557788">
      <w:r>
        <w:t>210.0230</w:t>
      </w:r>
      <w:r>
        <w:tab/>
        <w:t>1.465e0</w:t>
      </w:r>
    </w:p>
    <w:p w:rsidR="00557788" w:rsidRDefault="00557788" w:rsidP="00557788">
      <w:r>
        <w:t>210.0318</w:t>
      </w:r>
      <w:r>
        <w:tab/>
        <w:t>2.025e0</w:t>
      </w:r>
    </w:p>
    <w:p w:rsidR="00557788" w:rsidRDefault="00557788" w:rsidP="00557788">
      <w:r>
        <w:t>210.0404</w:t>
      </w:r>
      <w:r>
        <w:tab/>
        <w:t>8.186e0</w:t>
      </w:r>
    </w:p>
    <w:p w:rsidR="00557788" w:rsidRDefault="00557788" w:rsidP="00557788">
      <w:r>
        <w:t>210.0432</w:t>
      </w:r>
      <w:r>
        <w:tab/>
        <w:t>2.262e0</w:t>
      </w:r>
    </w:p>
    <w:p w:rsidR="00557788" w:rsidRDefault="00557788" w:rsidP="00557788">
      <w:r>
        <w:t>210.0464</w:t>
      </w:r>
      <w:r>
        <w:tab/>
        <w:t>4.329e0</w:t>
      </w:r>
    </w:p>
    <w:p w:rsidR="00557788" w:rsidRDefault="00557788" w:rsidP="00557788">
      <w:r>
        <w:t>210.0552</w:t>
      </w:r>
      <w:r>
        <w:tab/>
        <w:t>1.389e0</w:t>
      </w:r>
    </w:p>
    <w:p w:rsidR="00557788" w:rsidRDefault="00557788" w:rsidP="00557788">
      <w:r>
        <w:t>210.0603</w:t>
      </w:r>
      <w:r>
        <w:tab/>
        <w:t>7.846e0</w:t>
      </w:r>
    </w:p>
    <w:p w:rsidR="00557788" w:rsidRDefault="00557788" w:rsidP="00557788">
      <w:r>
        <w:lastRenderedPageBreak/>
        <w:t>210.0691</w:t>
      </w:r>
      <w:r>
        <w:tab/>
        <w:t>8.098e-1</w:t>
      </w:r>
    </w:p>
    <w:p w:rsidR="00557788" w:rsidRDefault="00557788" w:rsidP="00557788">
      <w:r>
        <w:t>210.0840</w:t>
      </w:r>
      <w:r>
        <w:tab/>
        <w:t>4.840e0</w:t>
      </w:r>
    </w:p>
    <w:p w:rsidR="00557788" w:rsidRDefault="00557788" w:rsidP="00557788">
      <w:r>
        <w:t>210.0862</w:t>
      </w:r>
      <w:r>
        <w:tab/>
        <w:t>1.093e1</w:t>
      </w:r>
    </w:p>
    <w:p w:rsidR="00557788" w:rsidRDefault="00557788" w:rsidP="00557788">
      <w:r>
        <w:t>210.0912</w:t>
      </w:r>
      <w:r>
        <w:tab/>
        <w:t>9.381e0</w:t>
      </w:r>
    </w:p>
    <w:p w:rsidR="00557788" w:rsidRDefault="00557788" w:rsidP="00557788">
      <w:r>
        <w:t>210.0941</w:t>
      </w:r>
      <w:r>
        <w:tab/>
        <w:t>7.523e0</w:t>
      </w:r>
    </w:p>
    <w:p w:rsidR="00557788" w:rsidRDefault="00557788" w:rsidP="00557788">
      <w:r>
        <w:t>210.1073</w:t>
      </w:r>
      <w:r>
        <w:tab/>
        <w:t>8.729e0</w:t>
      </w:r>
    </w:p>
    <w:p w:rsidR="00557788" w:rsidRDefault="00557788" w:rsidP="00557788">
      <w:r>
        <w:t>210.1222</w:t>
      </w:r>
      <w:r>
        <w:tab/>
        <w:t>4.266e0</w:t>
      </w:r>
    </w:p>
    <w:p w:rsidR="00557788" w:rsidRDefault="00557788" w:rsidP="00557788">
      <w:r>
        <w:t>210.1290</w:t>
      </w:r>
      <w:r>
        <w:tab/>
        <w:t>2.771e0</w:t>
      </w:r>
    </w:p>
    <w:p w:rsidR="00557788" w:rsidRDefault="00557788" w:rsidP="00557788">
      <w:r>
        <w:t>210.1333</w:t>
      </w:r>
      <w:r>
        <w:tab/>
        <w:t>1.447e0</w:t>
      </w:r>
    </w:p>
    <w:p w:rsidR="00557788" w:rsidRDefault="00557788" w:rsidP="00557788">
      <w:r>
        <w:t>210.1425</w:t>
      </w:r>
      <w:r>
        <w:tab/>
        <w:t>1.847e0</w:t>
      </w:r>
    </w:p>
    <w:p w:rsidR="00557788" w:rsidRDefault="00557788" w:rsidP="00557788">
      <w:r>
        <w:t>210.1438</w:t>
      </w:r>
      <w:r>
        <w:tab/>
        <w:t>5.722e0</w:t>
      </w:r>
    </w:p>
    <w:p w:rsidR="00557788" w:rsidRDefault="00557788" w:rsidP="00557788">
      <w:r>
        <w:t>210.1558</w:t>
      </w:r>
      <w:r>
        <w:tab/>
        <w:t>8.066e-1</w:t>
      </w:r>
    </w:p>
    <w:p w:rsidR="00557788" w:rsidRDefault="00557788" w:rsidP="00557788">
      <w:r>
        <w:t>210.1619</w:t>
      </w:r>
      <w:r>
        <w:tab/>
        <w:t>8.084e0</w:t>
      </w:r>
    </w:p>
    <w:p w:rsidR="00557788" w:rsidRDefault="00557788" w:rsidP="00557788">
      <w:r>
        <w:t>210.1739</w:t>
      </w:r>
      <w:r>
        <w:tab/>
        <w:t>5.070e0</w:t>
      </w:r>
    </w:p>
    <w:p w:rsidR="00557788" w:rsidRDefault="00557788" w:rsidP="00557788">
      <w:r>
        <w:t>210.1750</w:t>
      </w:r>
      <w:r>
        <w:tab/>
        <w:t>3.040e0</w:t>
      </w:r>
    </w:p>
    <w:p w:rsidR="00557788" w:rsidRDefault="00557788" w:rsidP="00557788">
      <w:r>
        <w:t>210.1856</w:t>
      </w:r>
      <w:r>
        <w:tab/>
        <w:t>3.702e0</w:t>
      </w:r>
    </w:p>
    <w:p w:rsidR="00557788" w:rsidRDefault="00557788" w:rsidP="00557788">
      <w:r>
        <w:t>210.1896</w:t>
      </w:r>
      <w:r>
        <w:tab/>
        <w:t>5.446e0</w:t>
      </w:r>
    </w:p>
    <w:p w:rsidR="00557788" w:rsidRDefault="00557788" w:rsidP="00557788">
      <w:r>
        <w:t>210.1956</w:t>
      </w:r>
      <w:r>
        <w:tab/>
        <w:t>1.318e0</w:t>
      </w:r>
    </w:p>
    <w:p w:rsidR="00557788" w:rsidRDefault="00557788" w:rsidP="00557788">
      <w:r>
        <w:t>210.1976</w:t>
      </w:r>
      <w:r>
        <w:tab/>
        <w:t>2.486e0</w:t>
      </w:r>
    </w:p>
    <w:p w:rsidR="00557788" w:rsidRDefault="00557788" w:rsidP="00557788">
      <w:r>
        <w:lastRenderedPageBreak/>
        <w:t>210.2190</w:t>
      </w:r>
      <w:r>
        <w:tab/>
        <w:t>1.038e0</w:t>
      </w:r>
    </w:p>
    <w:p w:rsidR="00557788" w:rsidRDefault="00557788" w:rsidP="00557788">
      <w:r>
        <w:t>210.2218</w:t>
      </w:r>
      <w:r>
        <w:tab/>
        <w:t>3.038e0</w:t>
      </w:r>
    </w:p>
    <w:p w:rsidR="00557788" w:rsidRDefault="00557788" w:rsidP="00557788">
      <w:r>
        <w:t>210.2313</w:t>
      </w:r>
      <w:r>
        <w:tab/>
        <w:t>3.798e-2</w:t>
      </w:r>
    </w:p>
    <w:p w:rsidR="00557788" w:rsidRDefault="00557788" w:rsidP="00557788">
      <w:r>
        <w:t>210.2430</w:t>
      </w:r>
      <w:r>
        <w:tab/>
        <w:t>2.341e0</w:t>
      </w:r>
    </w:p>
    <w:p w:rsidR="00557788" w:rsidRDefault="00557788" w:rsidP="00557788">
      <w:r>
        <w:t>210.2534</w:t>
      </w:r>
      <w:r>
        <w:tab/>
        <w:t>2.025e0</w:t>
      </w:r>
    </w:p>
    <w:p w:rsidR="00557788" w:rsidRDefault="00557788" w:rsidP="00557788">
      <w:r>
        <w:t>210.2728</w:t>
      </w:r>
      <w:r>
        <w:tab/>
        <w:t>2.038e0</w:t>
      </w:r>
    </w:p>
    <w:p w:rsidR="00557788" w:rsidRDefault="00557788" w:rsidP="00557788">
      <w:r>
        <w:t>210.2762</w:t>
      </w:r>
      <w:r>
        <w:tab/>
        <w:t>3.038e0</w:t>
      </w:r>
    </w:p>
    <w:p w:rsidR="00557788" w:rsidRDefault="00557788" w:rsidP="00557788">
      <w:r>
        <w:t>210.2907</w:t>
      </w:r>
      <w:r>
        <w:tab/>
        <w:t>4.051e0</w:t>
      </w:r>
    </w:p>
    <w:p w:rsidR="00557788" w:rsidRDefault="00557788" w:rsidP="00557788">
      <w:r>
        <w:t>210.2984</w:t>
      </w:r>
      <w:r>
        <w:tab/>
        <w:t>2.025e0</w:t>
      </w:r>
    </w:p>
    <w:p w:rsidR="00557788" w:rsidRDefault="00557788" w:rsidP="00557788">
      <w:r>
        <w:t>210.3154</w:t>
      </w:r>
      <w:r>
        <w:tab/>
        <w:t>1.025e0</w:t>
      </w:r>
    </w:p>
    <w:p w:rsidR="00557788" w:rsidRDefault="00557788" w:rsidP="00557788">
      <w:r>
        <w:t>210.3308</w:t>
      </w:r>
      <w:r>
        <w:tab/>
        <w:t>2.038e0</w:t>
      </w:r>
    </w:p>
    <w:p w:rsidR="00557788" w:rsidRDefault="00557788" w:rsidP="00557788">
      <w:r>
        <w:t>210.3342</w:t>
      </w:r>
      <w:r>
        <w:tab/>
        <w:t>3.797e-2</w:t>
      </w:r>
    </w:p>
    <w:p w:rsidR="00557788" w:rsidRDefault="00557788" w:rsidP="00557788">
      <w:r>
        <w:t>210.3417</w:t>
      </w:r>
      <w:r>
        <w:tab/>
        <w:t>3.038e0</w:t>
      </w:r>
    </w:p>
    <w:p w:rsidR="00557788" w:rsidRDefault="00557788" w:rsidP="00557788">
      <w:r>
        <w:t>210.3568</w:t>
      </w:r>
      <w:r>
        <w:tab/>
        <w:t>3.051e0</w:t>
      </w:r>
    </w:p>
    <w:p w:rsidR="00557788" w:rsidRDefault="00557788" w:rsidP="00557788">
      <w:r>
        <w:t>210.3661</w:t>
      </w:r>
      <w:r>
        <w:tab/>
        <w:t>4.408e0</w:t>
      </w:r>
    </w:p>
    <w:p w:rsidR="00557788" w:rsidRDefault="00557788" w:rsidP="00557788">
      <w:r>
        <w:t>210.3675</w:t>
      </w:r>
      <w:r>
        <w:tab/>
        <w:t>2.025e0</w:t>
      </w:r>
    </w:p>
    <w:p w:rsidR="00557788" w:rsidRDefault="00557788" w:rsidP="00557788">
      <w:r>
        <w:t>210.3737</w:t>
      </w:r>
      <w:r>
        <w:tab/>
        <w:t>1.013e0</w:t>
      </w:r>
    </w:p>
    <w:p w:rsidR="00557788" w:rsidRDefault="00557788" w:rsidP="00557788">
      <w:r>
        <w:t>210.3853</w:t>
      </w:r>
      <w:r>
        <w:tab/>
        <w:t>2.025e0</w:t>
      </w:r>
    </w:p>
    <w:p w:rsidR="00557788" w:rsidRDefault="00557788" w:rsidP="00557788">
      <w:r>
        <w:t>210.3891</w:t>
      </w:r>
      <w:r>
        <w:tab/>
        <w:t>3.051e0</w:t>
      </w:r>
    </w:p>
    <w:p w:rsidR="00557788" w:rsidRDefault="00557788" w:rsidP="00557788">
      <w:r>
        <w:lastRenderedPageBreak/>
        <w:t>210.3966</w:t>
      </w:r>
      <w:r>
        <w:tab/>
        <w:t>2.025e0</w:t>
      </w:r>
    </w:p>
    <w:p w:rsidR="00557788" w:rsidRDefault="00557788" w:rsidP="00557788">
      <w:r>
        <w:t>210.4061</w:t>
      </w:r>
      <w:r>
        <w:tab/>
        <w:t>2.025e0</w:t>
      </w:r>
    </w:p>
    <w:p w:rsidR="00557788" w:rsidRDefault="00557788" w:rsidP="00557788">
      <w:r>
        <w:t>210.4231</w:t>
      </w:r>
      <w:r>
        <w:tab/>
        <w:t>2.025e0</w:t>
      </w:r>
    </w:p>
    <w:p w:rsidR="00557788" w:rsidRDefault="00557788" w:rsidP="00557788">
      <w:r>
        <w:t>210.4288</w:t>
      </w:r>
      <w:r>
        <w:tab/>
        <w:t>9.114e0</w:t>
      </w:r>
    </w:p>
    <w:p w:rsidR="00557788" w:rsidRDefault="00557788" w:rsidP="00557788">
      <w:r>
        <w:t>210.4540</w:t>
      </w:r>
      <w:r>
        <w:tab/>
        <w:t>4.063e0</w:t>
      </w:r>
    </w:p>
    <w:p w:rsidR="00557788" w:rsidRDefault="00557788" w:rsidP="00557788">
      <w:r>
        <w:t>210.4579</w:t>
      </w:r>
      <w:r>
        <w:tab/>
        <w:t>2.025e0</w:t>
      </w:r>
    </w:p>
    <w:p w:rsidR="00557788" w:rsidRDefault="00557788" w:rsidP="00557788">
      <w:r>
        <w:t>210.4619</w:t>
      </w:r>
      <w:r>
        <w:tab/>
        <w:t>3.038e0</w:t>
      </w:r>
    </w:p>
    <w:p w:rsidR="00557788" w:rsidRDefault="00557788" w:rsidP="00557788">
      <w:r>
        <w:t>210.4639</w:t>
      </w:r>
      <w:r>
        <w:tab/>
        <w:t>2.025e0</w:t>
      </w:r>
    </w:p>
    <w:p w:rsidR="00557788" w:rsidRDefault="00557788" w:rsidP="00557788">
      <w:r>
        <w:t>210.4884</w:t>
      </w:r>
      <w:r>
        <w:tab/>
        <w:t>2.076e0</w:t>
      </w:r>
    </w:p>
    <w:p w:rsidR="00557788" w:rsidRDefault="00557788" w:rsidP="00557788">
      <w:r>
        <w:t>210.4968</w:t>
      </w:r>
      <w:r>
        <w:tab/>
        <w:t>3.038e0</w:t>
      </w:r>
    </w:p>
    <w:p w:rsidR="00557788" w:rsidRDefault="00557788" w:rsidP="00557788">
      <w:r>
        <w:t>210.5006</w:t>
      </w:r>
      <w:r>
        <w:tab/>
        <w:t>1.013e0</w:t>
      </w:r>
    </w:p>
    <w:p w:rsidR="00557788" w:rsidRDefault="00557788" w:rsidP="00557788">
      <w:r>
        <w:t>210.5101</w:t>
      </w:r>
      <w:r>
        <w:tab/>
        <w:t>2.025e0</w:t>
      </w:r>
    </w:p>
    <w:p w:rsidR="00557788" w:rsidRDefault="00557788" w:rsidP="00557788">
      <w:r>
        <w:t>210.5120</w:t>
      </w:r>
      <w:r>
        <w:tab/>
        <w:t>1.266e-2</w:t>
      </w:r>
    </w:p>
    <w:p w:rsidR="00557788" w:rsidRDefault="00557788" w:rsidP="00557788">
      <w:r>
        <w:t>210.5152</w:t>
      </w:r>
      <w:r>
        <w:tab/>
        <w:t>1.051e0</w:t>
      </w:r>
    </w:p>
    <w:p w:rsidR="00557788" w:rsidRDefault="00557788" w:rsidP="00557788">
      <w:r>
        <w:t>210.5234</w:t>
      </w:r>
      <w:r>
        <w:tab/>
        <w:t>1.013e0</w:t>
      </w:r>
    </w:p>
    <w:p w:rsidR="00557788" w:rsidRDefault="00557788" w:rsidP="00557788">
      <w:r>
        <w:t>210.5246</w:t>
      </w:r>
      <w:r>
        <w:tab/>
        <w:t>2.520e0</w:t>
      </w:r>
    </w:p>
    <w:p w:rsidR="00557788" w:rsidRDefault="00557788" w:rsidP="00557788">
      <w:r>
        <w:t>210.5346</w:t>
      </w:r>
      <w:r>
        <w:tab/>
        <w:t>2.025e0</w:t>
      </w:r>
    </w:p>
    <w:p w:rsidR="00557788" w:rsidRDefault="00557788" w:rsidP="00557788">
      <w:r>
        <w:t>210.5460</w:t>
      </w:r>
      <w:r>
        <w:tab/>
        <w:t>4.076e0</w:t>
      </w:r>
    </w:p>
    <w:p w:rsidR="00557788" w:rsidRDefault="00557788" w:rsidP="00557788">
      <w:r>
        <w:t>210.5544</w:t>
      </w:r>
      <w:r>
        <w:tab/>
        <w:t>2.025e0</w:t>
      </w:r>
    </w:p>
    <w:p w:rsidR="00557788" w:rsidRDefault="00557788" w:rsidP="00557788">
      <w:r>
        <w:lastRenderedPageBreak/>
        <w:t>210.5662</w:t>
      </w:r>
      <w:r>
        <w:tab/>
        <w:t>1.013e0</w:t>
      </w:r>
    </w:p>
    <w:p w:rsidR="00557788" w:rsidRDefault="00557788" w:rsidP="00557788">
      <w:r>
        <w:t>210.5820</w:t>
      </w:r>
      <w:r>
        <w:tab/>
        <w:t>2.532e-2</w:t>
      </w:r>
    </w:p>
    <w:p w:rsidR="00557788" w:rsidRDefault="00557788" w:rsidP="00557788">
      <w:r>
        <w:t>210.5922</w:t>
      </w:r>
      <w:r>
        <w:tab/>
        <w:t>5.063e0</w:t>
      </w:r>
    </w:p>
    <w:p w:rsidR="00557788" w:rsidRDefault="00557788" w:rsidP="00557788">
      <w:r>
        <w:t>210.5952</w:t>
      </w:r>
      <w:r>
        <w:tab/>
        <w:t>2.532e-2</w:t>
      </w:r>
    </w:p>
    <w:p w:rsidR="00557788" w:rsidRDefault="00557788" w:rsidP="00557788">
      <w:r>
        <w:t>210.5975</w:t>
      </w:r>
      <w:r>
        <w:tab/>
        <w:t>3.830e0</w:t>
      </w:r>
    </w:p>
    <w:p w:rsidR="00557788" w:rsidRDefault="00557788" w:rsidP="00557788">
      <w:r>
        <w:t>210.6160</w:t>
      </w:r>
      <w:r>
        <w:tab/>
        <w:t>1.025e0</w:t>
      </w:r>
    </w:p>
    <w:p w:rsidR="00557788" w:rsidRDefault="00557788" w:rsidP="00557788">
      <w:r>
        <w:t>210.6198</w:t>
      </w:r>
      <w:r>
        <w:tab/>
        <w:t>2.532e-2</w:t>
      </w:r>
    </w:p>
    <w:p w:rsidR="00557788" w:rsidRDefault="00557788" w:rsidP="00557788">
      <w:r>
        <w:t>210.6276</w:t>
      </w:r>
      <w:r>
        <w:tab/>
        <w:t>3.475e0</w:t>
      </w:r>
    </w:p>
    <w:p w:rsidR="00557788" w:rsidRDefault="00557788" w:rsidP="00557788">
      <w:r>
        <w:t>210.6311</w:t>
      </w:r>
      <w:r>
        <w:tab/>
        <w:t>1.013e0</w:t>
      </w:r>
    </w:p>
    <w:p w:rsidR="00557788" w:rsidRDefault="00557788" w:rsidP="00557788">
      <w:r>
        <w:t>210.6349</w:t>
      </w:r>
      <w:r>
        <w:tab/>
        <w:t>1.266e-2</w:t>
      </w:r>
    </w:p>
    <w:p w:rsidR="00557788" w:rsidRDefault="00557788" w:rsidP="00557788">
      <w:r>
        <w:t>210.6447</w:t>
      </w:r>
      <w:r>
        <w:tab/>
        <w:t>2.532e-2</w:t>
      </w:r>
    </w:p>
    <w:p w:rsidR="00557788" w:rsidRDefault="00557788" w:rsidP="00557788">
      <w:r>
        <w:t>210.6505</w:t>
      </w:r>
      <w:r>
        <w:tab/>
        <w:t>1.013e0</w:t>
      </w:r>
    </w:p>
    <w:p w:rsidR="00557788" w:rsidRDefault="00557788" w:rsidP="00557788">
      <w:r>
        <w:t>210.6546</w:t>
      </w:r>
      <w:r>
        <w:tab/>
        <w:t>3.051e0</w:t>
      </w:r>
    </w:p>
    <w:p w:rsidR="00557788" w:rsidRDefault="00557788" w:rsidP="00557788">
      <w:r>
        <w:t>210.6666</w:t>
      </w:r>
      <w:r>
        <w:tab/>
        <w:t>1.013e0</w:t>
      </w:r>
    </w:p>
    <w:p w:rsidR="00557788" w:rsidRDefault="00557788" w:rsidP="00557788">
      <w:r>
        <w:t>210.6704</w:t>
      </w:r>
      <w:r>
        <w:tab/>
        <w:t>1.038e0</w:t>
      </w:r>
    </w:p>
    <w:p w:rsidR="00557788" w:rsidRDefault="00557788" w:rsidP="00557788">
      <w:r>
        <w:t>210.6744</w:t>
      </w:r>
      <w:r>
        <w:tab/>
        <w:t>2.038e0</w:t>
      </w:r>
    </w:p>
    <w:p w:rsidR="00557788" w:rsidRDefault="00557788" w:rsidP="00557788">
      <w:r>
        <w:t>210.6935</w:t>
      </w:r>
      <w:r>
        <w:tab/>
        <w:t>1.013e0</w:t>
      </w:r>
    </w:p>
    <w:p w:rsidR="00557788" w:rsidRDefault="00557788" w:rsidP="00557788">
      <w:r>
        <w:t>210.6973</w:t>
      </w:r>
      <w:r>
        <w:tab/>
        <w:t>1.025e0</w:t>
      </w:r>
    </w:p>
    <w:p w:rsidR="00557788" w:rsidRDefault="00557788" w:rsidP="00557788">
      <w:r>
        <w:t>210.7201</w:t>
      </w:r>
      <w:r>
        <w:tab/>
        <w:t>1.025e0</w:t>
      </w:r>
    </w:p>
    <w:p w:rsidR="00557788" w:rsidRDefault="00557788" w:rsidP="00557788">
      <w:r>
        <w:lastRenderedPageBreak/>
        <w:t>210.7276</w:t>
      </w:r>
      <w:r>
        <w:tab/>
        <w:t>2.063e0</w:t>
      </w:r>
    </w:p>
    <w:p w:rsidR="00557788" w:rsidRDefault="00557788" w:rsidP="00557788">
      <w:r>
        <w:t>210.7314</w:t>
      </w:r>
      <w:r>
        <w:tab/>
        <w:t>3.038e0</w:t>
      </w:r>
    </w:p>
    <w:p w:rsidR="00557788" w:rsidRDefault="00557788" w:rsidP="00557788">
      <w:r>
        <w:t>210.7478</w:t>
      </w:r>
      <w:r>
        <w:tab/>
        <w:t>2.038e0</w:t>
      </w:r>
    </w:p>
    <w:p w:rsidR="00557788" w:rsidRDefault="00557788" w:rsidP="00557788">
      <w:r>
        <w:t>210.7509</w:t>
      </w:r>
      <w:r>
        <w:tab/>
        <w:t>1.013e0</w:t>
      </w:r>
    </w:p>
    <w:p w:rsidR="00557788" w:rsidRDefault="00557788" w:rsidP="00557788">
      <w:r>
        <w:t>210.7785</w:t>
      </w:r>
      <w:r>
        <w:tab/>
        <w:t>3.038e0</w:t>
      </w:r>
    </w:p>
    <w:p w:rsidR="00557788" w:rsidRDefault="00557788" w:rsidP="00557788">
      <w:r>
        <w:t>210.7825</w:t>
      </w:r>
      <w:r>
        <w:tab/>
        <w:t>1.013e0</w:t>
      </w:r>
    </w:p>
    <w:p w:rsidR="00557788" w:rsidRDefault="00557788" w:rsidP="00557788">
      <w:r>
        <w:t>210.7900</w:t>
      </w:r>
      <w:r>
        <w:tab/>
        <w:t>1.013e0</w:t>
      </w:r>
    </w:p>
    <w:p w:rsidR="00557788" w:rsidRDefault="00557788" w:rsidP="00557788">
      <w:r>
        <w:t>210.7995</w:t>
      </w:r>
      <w:r>
        <w:tab/>
        <w:t>2.025e0</w:t>
      </w:r>
    </w:p>
    <w:p w:rsidR="00557788" w:rsidRDefault="00557788" w:rsidP="00557788">
      <w:r>
        <w:t>210.8014</w:t>
      </w:r>
      <w:r>
        <w:tab/>
        <w:t>1.013e0</w:t>
      </w:r>
    </w:p>
    <w:p w:rsidR="00557788" w:rsidRDefault="00557788" w:rsidP="00557788">
      <w:r>
        <w:t>210.8031</w:t>
      </w:r>
      <w:r>
        <w:tab/>
        <w:t>3.038e0</w:t>
      </w:r>
    </w:p>
    <w:p w:rsidR="00557788" w:rsidRDefault="00557788" w:rsidP="00557788">
      <w:r>
        <w:t>210.8071</w:t>
      </w:r>
      <w:r>
        <w:tab/>
        <w:t>2.025e0</w:t>
      </w:r>
    </w:p>
    <w:p w:rsidR="00557788" w:rsidRDefault="00557788" w:rsidP="00557788">
      <w:r>
        <w:t>210.8128</w:t>
      </w:r>
      <w:r>
        <w:tab/>
        <w:t>1.013e0</w:t>
      </w:r>
    </w:p>
    <w:p w:rsidR="00557788" w:rsidRDefault="00557788" w:rsidP="00557788">
      <w:r>
        <w:t>210.8203</w:t>
      </w:r>
      <w:r>
        <w:tab/>
        <w:t>2.038e0</w:t>
      </w:r>
    </w:p>
    <w:p w:rsidR="00557788" w:rsidRDefault="00557788" w:rsidP="00557788">
      <w:r>
        <w:t>210.8252</w:t>
      </w:r>
      <w:r>
        <w:tab/>
        <w:t>3.798e-2</w:t>
      </w:r>
    </w:p>
    <w:p w:rsidR="00557788" w:rsidRDefault="00557788" w:rsidP="00557788">
      <w:r>
        <w:t>210.8388</w:t>
      </w:r>
      <w:r>
        <w:tab/>
        <w:t>4.051e0</w:t>
      </w:r>
    </w:p>
    <w:p w:rsidR="00557788" w:rsidRDefault="00557788" w:rsidP="00557788">
      <w:r>
        <w:t>210.8634</w:t>
      </w:r>
      <w:r>
        <w:tab/>
        <w:t>1.013e0</w:t>
      </w:r>
    </w:p>
    <w:p w:rsidR="00557788" w:rsidRDefault="00557788" w:rsidP="00557788">
      <w:r>
        <w:t>210.8674</w:t>
      </w:r>
      <w:r>
        <w:tab/>
        <w:t>1.013e0</w:t>
      </w:r>
    </w:p>
    <w:p w:rsidR="00557788" w:rsidRDefault="00557788" w:rsidP="00557788">
      <w:r>
        <w:t>210.8828</w:t>
      </w:r>
      <w:r>
        <w:tab/>
        <w:t>2.025e0</w:t>
      </w:r>
    </w:p>
    <w:p w:rsidR="00557788" w:rsidRDefault="00557788" w:rsidP="00557788">
      <w:r>
        <w:t>210.8922</w:t>
      </w:r>
      <w:r>
        <w:tab/>
        <w:t>2.025e0</w:t>
      </w:r>
    </w:p>
    <w:p w:rsidR="00557788" w:rsidRDefault="00557788" w:rsidP="00557788">
      <w:r>
        <w:lastRenderedPageBreak/>
        <w:t>210.9149</w:t>
      </w:r>
      <w:r>
        <w:tab/>
        <w:t>2.025e0</w:t>
      </w:r>
    </w:p>
    <w:p w:rsidR="00557788" w:rsidRDefault="00557788" w:rsidP="00557788">
      <w:r>
        <w:t>210.9206</w:t>
      </w:r>
      <w:r>
        <w:tab/>
        <w:t>1.266e-2</w:t>
      </w:r>
    </w:p>
    <w:p w:rsidR="00557788" w:rsidRDefault="00557788" w:rsidP="00557788">
      <w:r>
        <w:t>210.9231</w:t>
      </w:r>
      <w:r>
        <w:tab/>
        <w:t>3.038e0</w:t>
      </w:r>
    </w:p>
    <w:p w:rsidR="00557788" w:rsidRDefault="00557788" w:rsidP="00557788">
      <w:r>
        <w:t>210.9244</w:t>
      </w:r>
      <w:r>
        <w:tab/>
        <w:t>2.025e0</w:t>
      </w:r>
    </w:p>
    <w:p w:rsidR="00557788" w:rsidRDefault="00557788" w:rsidP="00557788">
      <w:r>
        <w:t>210.9281</w:t>
      </w:r>
      <w:r>
        <w:tab/>
        <w:t>1.025e0</w:t>
      </w:r>
    </w:p>
    <w:p w:rsidR="00557788" w:rsidRDefault="00557788" w:rsidP="00557788">
      <w:r>
        <w:t>210.9340</w:t>
      </w:r>
      <w:r>
        <w:tab/>
        <w:t>2.025e0</w:t>
      </w:r>
    </w:p>
    <w:p w:rsidR="00557788" w:rsidRDefault="00557788" w:rsidP="00557788">
      <w:r>
        <w:t>210.9400</w:t>
      </w:r>
      <w:r>
        <w:tab/>
        <w:t>2.532e-2</w:t>
      </w:r>
    </w:p>
    <w:p w:rsidR="00557788" w:rsidRDefault="00557788" w:rsidP="00557788">
      <w:r>
        <w:t>210.9438</w:t>
      </w:r>
      <w:r>
        <w:tab/>
        <w:t>1.025e0</w:t>
      </w:r>
    </w:p>
    <w:p w:rsidR="00557788" w:rsidRDefault="00557788" w:rsidP="00557788">
      <w:r>
        <w:t>210.9718</w:t>
      </w:r>
      <w:r>
        <w:tab/>
        <w:t>1.013e0</w:t>
      </w:r>
    </w:p>
    <w:p w:rsidR="00557788" w:rsidRDefault="00557788" w:rsidP="00557788">
      <w:r>
        <w:t>210.9792</w:t>
      </w:r>
      <w:r>
        <w:tab/>
        <w:t>1.013e0</w:t>
      </w:r>
    </w:p>
    <w:p w:rsidR="00557788" w:rsidRDefault="00557788" w:rsidP="00557788">
      <w:r>
        <w:t>210.9870</w:t>
      </w:r>
      <w:r>
        <w:tab/>
        <w:t>7.790e0</w:t>
      </w:r>
    </w:p>
    <w:p w:rsidR="00557788" w:rsidRDefault="00557788" w:rsidP="00557788">
      <w:r>
        <w:t>210.9919</w:t>
      </w:r>
      <w:r>
        <w:tab/>
        <w:t>1.619e0</w:t>
      </w:r>
    </w:p>
    <w:p w:rsidR="00557788" w:rsidRDefault="00557788" w:rsidP="00557788">
      <w:r>
        <w:t>211.0080</w:t>
      </w:r>
      <w:r>
        <w:tab/>
        <w:t>2.792e0</w:t>
      </w:r>
    </w:p>
    <w:p w:rsidR="00557788" w:rsidRDefault="00557788" w:rsidP="00557788">
      <w:r>
        <w:t>211.0208</w:t>
      </w:r>
      <w:r>
        <w:tab/>
        <w:t>1.820e0</w:t>
      </w:r>
    </w:p>
    <w:p w:rsidR="00557788" w:rsidRDefault="00557788" w:rsidP="00557788">
      <w:r>
        <w:t>211.0226</w:t>
      </w:r>
      <w:r>
        <w:tab/>
        <w:t>8.270e-1</w:t>
      </w:r>
    </w:p>
    <w:p w:rsidR="00557788" w:rsidRDefault="00557788" w:rsidP="00557788">
      <w:r>
        <w:t>211.0368</w:t>
      </w:r>
      <w:r>
        <w:tab/>
        <w:t>3.066e0</w:t>
      </w:r>
    </w:p>
    <w:p w:rsidR="00557788" w:rsidRDefault="00557788" w:rsidP="00557788">
      <w:r>
        <w:t>211.0567</w:t>
      </w:r>
      <w:r>
        <w:tab/>
        <w:t>1.017e1</w:t>
      </w:r>
    </w:p>
    <w:p w:rsidR="00557788" w:rsidRDefault="00557788" w:rsidP="00557788">
      <w:r>
        <w:t>211.0587</w:t>
      </w:r>
      <w:r>
        <w:tab/>
        <w:t>2.209e0</w:t>
      </w:r>
    </w:p>
    <w:p w:rsidR="00557788" w:rsidRDefault="00557788" w:rsidP="00557788">
      <w:r>
        <w:t>211.0674</w:t>
      </w:r>
      <w:r>
        <w:tab/>
        <w:t>4.099e0</w:t>
      </w:r>
    </w:p>
    <w:p w:rsidR="00557788" w:rsidRDefault="00557788" w:rsidP="00557788">
      <w:r>
        <w:lastRenderedPageBreak/>
        <w:t>211.0687</w:t>
      </w:r>
      <w:r>
        <w:tab/>
        <w:t>8.982e0</w:t>
      </w:r>
    </w:p>
    <w:p w:rsidR="00557788" w:rsidRDefault="00557788" w:rsidP="00557788">
      <w:r>
        <w:t>211.0730</w:t>
      </w:r>
      <w:r>
        <w:tab/>
        <w:t>2.714e0</w:t>
      </w:r>
    </w:p>
    <w:p w:rsidR="00557788" w:rsidRDefault="00557788" w:rsidP="00557788">
      <w:r>
        <w:t>211.0743</w:t>
      </w:r>
      <w:r>
        <w:tab/>
        <w:t>2.757e0</w:t>
      </w:r>
    </w:p>
    <w:p w:rsidR="00557788" w:rsidRDefault="00557788" w:rsidP="00557788">
      <w:r>
        <w:t>211.0900</w:t>
      </w:r>
      <w:r>
        <w:tab/>
        <w:t>3.295e0</w:t>
      </w:r>
    </w:p>
    <w:p w:rsidR="00557788" w:rsidRDefault="00557788" w:rsidP="00557788">
      <w:r>
        <w:t>211.0912</w:t>
      </w:r>
      <w:r>
        <w:tab/>
        <w:t>2.379e0</w:t>
      </w:r>
    </w:p>
    <w:p w:rsidR="00557788" w:rsidRDefault="00557788" w:rsidP="00557788">
      <w:r>
        <w:t>211.0936</w:t>
      </w:r>
      <w:r>
        <w:tab/>
        <w:t>7.436e0</w:t>
      </w:r>
    </w:p>
    <w:p w:rsidR="00557788" w:rsidRDefault="00557788" w:rsidP="00557788">
      <w:r>
        <w:t>211.1218</w:t>
      </w:r>
      <w:r>
        <w:tab/>
        <w:t>10.000e0</w:t>
      </w:r>
    </w:p>
    <w:p w:rsidR="00557788" w:rsidRDefault="00557788" w:rsidP="00557788">
      <w:r>
        <w:t>211.1328</w:t>
      </w:r>
      <w:r>
        <w:tab/>
        <w:t>6.197e0</w:t>
      </w:r>
    </w:p>
    <w:p w:rsidR="00557788" w:rsidRDefault="00557788" w:rsidP="00557788">
      <w:r>
        <w:t>211.1418</w:t>
      </w:r>
      <w:r>
        <w:tab/>
        <w:t>8.651e0</w:t>
      </w:r>
    </w:p>
    <w:p w:rsidR="00557788" w:rsidRDefault="00557788" w:rsidP="00557788">
      <w:r>
        <w:t>211.1606</w:t>
      </w:r>
      <w:r>
        <w:tab/>
        <w:t>2.972e0</w:t>
      </w:r>
    </w:p>
    <w:p w:rsidR="00557788" w:rsidRDefault="00557788" w:rsidP="00557788">
      <w:r>
        <w:t>211.1695</w:t>
      </w:r>
      <w:r>
        <w:tab/>
        <w:t>7.732e0</w:t>
      </w:r>
    </w:p>
    <w:p w:rsidR="00557788" w:rsidRDefault="00557788" w:rsidP="00557788">
      <w:r>
        <w:t>211.1762</w:t>
      </w:r>
      <w:r>
        <w:tab/>
        <w:t>2.468e0</w:t>
      </w:r>
    </w:p>
    <w:p w:rsidR="00557788" w:rsidRDefault="00557788" w:rsidP="00557788">
      <w:r>
        <w:t>211.1783</w:t>
      </w:r>
      <w:r>
        <w:tab/>
        <w:t>5.656e0</w:t>
      </w:r>
    </w:p>
    <w:p w:rsidR="00557788" w:rsidRDefault="00557788" w:rsidP="00557788">
      <w:r>
        <w:t>211.1858</w:t>
      </w:r>
      <w:r>
        <w:tab/>
        <w:t>1.352e0</w:t>
      </w:r>
    </w:p>
    <w:p w:rsidR="00557788" w:rsidRDefault="00557788" w:rsidP="00557788">
      <w:r>
        <w:t>211.1977</w:t>
      </w:r>
      <w:r>
        <w:tab/>
        <w:t>4.076e0</w:t>
      </w:r>
    </w:p>
    <w:p w:rsidR="00557788" w:rsidRDefault="00557788" w:rsidP="00557788">
      <w:r>
        <w:t>211.2008</w:t>
      </w:r>
      <w:r>
        <w:tab/>
        <w:t>5.277e0</w:t>
      </w:r>
    </w:p>
    <w:p w:rsidR="00557788" w:rsidRDefault="00557788" w:rsidP="00557788">
      <w:r>
        <w:t>211.2045</w:t>
      </w:r>
      <w:r>
        <w:tab/>
        <w:t>1.038e0</w:t>
      </w:r>
    </w:p>
    <w:p w:rsidR="00557788" w:rsidRDefault="00557788" w:rsidP="00557788">
      <w:r>
        <w:t>211.2221</w:t>
      </w:r>
      <w:r>
        <w:tab/>
        <w:t>6.076e0</w:t>
      </w:r>
    </w:p>
    <w:p w:rsidR="00557788" w:rsidRDefault="00557788" w:rsidP="00557788">
      <w:r>
        <w:t>211.2293</w:t>
      </w:r>
      <w:r>
        <w:tab/>
        <w:t>2.038e0</w:t>
      </w:r>
    </w:p>
    <w:p w:rsidR="00557788" w:rsidRDefault="00557788" w:rsidP="00557788">
      <w:r>
        <w:lastRenderedPageBreak/>
        <w:t>211.2552</w:t>
      </w:r>
      <w:r>
        <w:tab/>
        <w:t>2.025e0</w:t>
      </w:r>
    </w:p>
    <w:p w:rsidR="00557788" w:rsidRDefault="00557788" w:rsidP="00557788">
      <w:r>
        <w:t>211.2607</w:t>
      </w:r>
      <w:r>
        <w:tab/>
        <w:t>2.025e0</w:t>
      </w:r>
    </w:p>
    <w:p w:rsidR="00557788" w:rsidRDefault="00557788" w:rsidP="00557788">
      <w:r>
        <w:t>211.2649</w:t>
      </w:r>
      <w:r>
        <w:tab/>
        <w:t>3.038e0</w:t>
      </w:r>
    </w:p>
    <w:p w:rsidR="00557788" w:rsidRDefault="00557788" w:rsidP="00557788">
      <w:r>
        <w:t>211.2726</w:t>
      </w:r>
      <w:r>
        <w:tab/>
        <w:t>1.013e0</w:t>
      </w:r>
    </w:p>
    <w:p w:rsidR="00557788" w:rsidRDefault="00557788" w:rsidP="00557788">
      <w:r>
        <w:t>211.2764</w:t>
      </w:r>
      <w:r>
        <w:tab/>
        <w:t>1.266e-2</w:t>
      </w:r>
    </w:p>
    <w:p w:rsidR="00557788" w:rsidRDefault="00557788" w:rsidP="00557788">
      <w:r>
        <w:t>211.2802</w:t>
      </w:r>
      <w:r>
        <w:tab/>
        <w:t>1.266e-2</w:t>
      </w:r>
    </w:p>
    <w:p w:rsidR="00557788" w:rsidRDefault="00557788" w:rsidP="00557788">
      <w:r>
        <w:t>211.2935</w:t>
      </w:r>
      <w:r>
        <w:tab/>
        <w:t>2.025e0</w:t>
      </w:r>
    </w:p>
    <w:p w:rsidR="00557788" w:rsidRDefault="00557788" w:rsidP="00557788">
      <w:r>
        <w:t>211.3030</w:t>
      </w:r>
      <w:r>
        <w:tab/>
        <w:t>1.013e0</w:t>
      </w:r>
    </w:p>
    <w:p w:rsidR="00557788" w:rsidRDefault="00557788" w:rsidP="00557788">
      <w:r>
        <w:t>211.3173</w:t>
      </w:r>
      <w:r>
        <w:tab/>
        <w:t>3.038e0</w:t>
      </w:r>
    </w:p>
    <w:p w:rsidR="00557788" w:rsidRDefault="00557788" w:rsidP="00557788">
      <w:r>
        <w:t>211.3219</w:t>
      </w:r>
      <w:r>
        <w:tab/>
        <w:t>1.013e0</w:t>
      </w:r>
    </w:p>
    <w:p w:rsidR="00557788" w:rsidRDefault="00557788" w:rsidP="00557788">
      <w:r>
        <w:t>211.3259</w:t>
      </w:r>
      <w:r>
        <w:tab/>
        <w:t>1.013e0</w:t>
      </w:r>
    </w:p>
    <w:p w:rsidR="00557788" w:rsidRDefault="00557788" w:rsidP="00557788">
      <w:r>
        <w:t>211.3532</w:t>
      </w:r>
      <w:r>
        <w:tab/>
        <w:t>2.025e0</w:t>
      </w:r>
    </w:p>
    <w:p w:rsidR="00557788" w:rsidRDefault="00557788" w:rsidP="00557788">
      <w:r>
        <w:t>211.3580</w:t>
      </w:r>
      <w:r>
        <w:tab/>
        <w:t>1.013e0</w:t>
      </w:r>
    </w:p>
    <w:p w:rsidR="00557788" w:rsidRDefault="00557788" w:rsidP="00557788">
      <w:r>
        <w:t>211.3844</w:t>
      </w:r>
      <w:r>
        <w:tab/>
        <w:t>1.013e0</w:t>
      </w:r>
    </w:p>
    <w:p w:rsidR="00557788" w:rsidRDefault="00557788" w:rsidP="00557788">
      <w:r>
        <w:t>211.3901</w:t>
      </w:r>
      <w:r>
        <w:tab/>
        <w:t>2.025e0</w:t>
      </w:r>
    </w:p>
    <w:p w:rsidR="00557788" w:rsidRDefault="00557788" w:rsidP="00557788">
      <w:r>
        <w:t>211.4071</w:t>
      </w:r>
      <w:r>
        <w:tab/>
        <w:t>2.025e0</w:t>
      </w:r>
    </w:p>
    <w:p w:rsidR="00557788" w:rsidRDefault="00557788" w:rsidP="00557788">
      <w:r>
        <w:t>211.4185</w:t>
      </w:r>
      <w:r>
        <w:tab/>
        <w:t>2.025e0</w:t>
      </w:r>
    </w:p>
    <w:p w:rsidR="00557788" w:rsidRDefault="00557788" w:rsidP="00557788">
      <w:r>
        <w:t>211.4227</w:t>
      </w:r>
      <w:r>
        <w:tab/>
        <w:t>1.052e0</w:t>
      </w:r>
    </w:p>
    <w:p w:rsidR="00557788" w:rsidRDefault="00557788" w:rsidP="00557788">
      <w:r>
        <w:t>211.4306</w:t>
      </w:r>
      <w:r>
        <w:tab/>
        <w:t>1.013e0</w:t>
      </w:r>
    </w:p>
    <w:p w:rsidR="00557788" w:rsidRDefault="00557788" w:rsidP="00557788">
      <w:r>
        <w:lastRenderedPageBreak/>
        <w:t>211.4402</w:t>
      </w:r>
      <w:r>
        <w:tab/>
        <w:t>2.051e0</w:t>
      </w:r>
    </w:p>
    <w:p w:rsidR="00557788" w:rsidRDefault="00557788" w:rsidP="00557788">
      <w:r>
        <w:t>211.4445</w:t>
      </w:r>
      <w:r>
        <w:tab/>
        <w:t>7.089e0</w:t>
      </w:r>
    </w:p>
    <w:p w:rsidR="00557788" w:rsidRDefault="00557788" w:rsidP="00557788">
      <w:r>
        <w:t>211.4505</w:t>
      </w:r>
      <w:r>
        <w:tab/>
        <w:t>2.025e0</w:t>
      </w:r>
    </w:p>
    <w:p w:rsidR="00557788" w:rsidRDefault="00557788" w:rsidP="00557788">
      <w:r>
        <w:t>211.4696</w:t>
      </w:r>
      <w:r>
        <w:tab/>
        <w:t>3.038e0</w:t>
      </w:r>
    </w:p>
    <w:p w:rsidR="00557788" w:rsidRDefault="00557788" w:rsidP="00557788">
      <w:r>
        <w:t>211.4902</w:t>
      </w:r>
      <w:r>
        <w:tab/>
        <w:t>1.837e0</w:t>
      </w:r>
    </w:p>
    <w:p w:rsidR="00557788" w:rsidRDefault="00557788" w:rsidP="00557788">
      <w:r>
        <w:t>211.5142</w:t>
      </w:r>
      <w:r>
        <w:tab/>
        <w:t>3.038e0</w:t>
      </w:r>
    </w:p>
    <w:p w:rsidR="00557788" w:rsidRDefault="00557788" w:rsidP="00557788">
      <w:r>
        <w:t>211.5237</w:t>
      </w:r>
      <w:r>
        <w:tab/>
        <w:t>3.038e0</w:t>
      </w:r>
    </w:p>
    <w:p w:rsidR="00557788" w:rsidRDefault="00557788" w:rsidP="00557788">
      <w:r>
        <w:t>211.5293</w:t>
      </w:r>
      <w:r>
        <w:tab/>
        <w:t>2.025e0</w:t>
      </w:r>
    </w:p>
    <w:p w:rsidR="00557788" w:rsidRDefault="00557788" w:rsidP="00557788">
      <w:r>
        <w:t>211.5466</w:t>
      </w:r>
      <w:r>
        <w:tab/>
        <w:t>3.038e0</w:t>
      </w:r>
    </w:p>
    <w:p w:rsidR="00557788" w:rsidRDefault="00557788" w:rsidP="00557788">
      <w:r>
        <w:t>211.5549</w:t>
      </w:r>
      <w:r>
        <w:tab/>
        <w:t>1.266e-2</w:t>
      </w:r>
    </w:p>
    <w:p w:rsidR="00557788" w:rsidRDefault="00557788" w:rsidP="00557788">
      <w:r>
        <w:t>211.5681</w:t>
      </w:r>
      <w:r>
        <w:tab/>
        <w:t>2.025e0</w:t>
      </w:r>
    </w:p>
    <w:p w:rsidR="00557788" w:rsidRDefault="00557788" w:rsidP="00557788">
      <w:r>
        <w:t>211.5776</w:t>
      </w:r>
      <w:r>
        <w:tab/>
        <w:t>2.025e0</w:t>
      </w:r>
    </w:p>
    <w:p w:rsidR="00557788" w:rsidRDefault="00557788" w:rsidP="00557788">
      <w:r>
        <w:t>211.5814</w:t>
      </w:r>
      <w:r>
        <w:tab/>
        <w:t>1.038e0</w:t>
      </w:r>
    </w:p>
    <w:p w:rsidR="00557788" w:rsidRDefault="00557788" w:rsidP="00557788">
      <w:r>
        <w:t>211.5841</w:t>
      </w:r>
      <w:r>
        <w:tab/>
        <w:t>3.766e0</w:t>
      </w:r>
    </w:p>
    <w:p w:rsidR="00557788" w:rsidRDefault="00557788" w:rsidP="00557788">
      <w:r>
        <w:t>211.5982</w:t>
      </w:r>
      <w:r>
        <w:tab/>
        <w:t>3.038e0</w:t>
      </w:r>
    </w:p>
    <w:p w:rsidR="00557788" w:rsidRDefault="00557788" w:rsidP="00557788">
      <w:r>
        <w:t>211.6040</w:t>
      </w:r>
      <w:r>
        <w:tab/>
        <w:t>2.532e-2</w:t>
      </w:r>
    </w:p>
    <w:p w:rsidR="00557788" w:rsidRDefault="00557788" w:rsidP="00557788">
      <w:r>
        <w:t>211.6139</w:t>
      </w:r>
      <w:r>
        <w:tab/>
        <w:t>3.038e0</w:t>
      </w:r>
    </w:p>
    <w:p w:rsidR="00557788" w:rsidRDefault="00557788" w:rsidP="00557788">
      <w:r>
        <w:t>211.6199</w:t>
      </w:r>
      <w:r>
        <w:tab/>
        <w:t>1.013e0</w:t>
      </w:r>
    </w:p>
    <w:p w:rsidR="00557788" w:rsidRDefault="00557788" w:rsidP="00557788">
      <w:r>
        <w:t>211.6261</w:t>
      </w:r>
      <w:r>
        <w:tab/>
        <w:t>6.275e0</w:t>
      </w:r>
    </w:p>
    <w:p w:rsidR="00557788" w:rsidRDefault="00557788" w:rsidP="00557788">
      <w:r>
        <w:lastRenderedPageBreak/>
        <w:t>211.6280</w:t>
      </w:r>
      <w:r>
        <w:tab/>
        <w:t>1.266e-2</w:t>
      </w:r>
    </w:p>
    <w:p w:rsidR="00557788" w:rsidRDefault="00557788" w:rsidP="00557788">
      <w:r>
        <w:t>211.6299</w:t>
      </w:r>
      <w:r>
        <w:tab/>
        <w:t>2.025e0</w:t>
      </w:r>
    </w:p>
    <w:p w:rsidR="00557788" w:rsidRDefault="00557788" w:rsidP="00557788">
      <w:r>
        <w:t>211.6440</w:t>
      </w:r>
      <w:r>
        <w:tab/>
        <w:t>1.266e-2</w:t>
      </w:r>
    </w:p>
    <w:p w:rsidR="00557788" w:rsidRDefault="00557788" w:rsidP="00557788">
      <w:r>
        <w:t>211.6515</w:t>
      </w:r>
      <w:r>
        <w:tab/>
        <w:t>1.013e0</w:t>
      </w:r>
    </w:p>
    <w:p w:rsidR="00557788" w:rsidRDefault="00557788" w:rsidP="00557788">
      <w:r>
        <w:t>211.6553</w:t>
      </w:r>
      <w:r>
        <w:tab/>
        <w:t>1.025e0</w:t>
      </w:r>
    </w:p>
    <w:p w:rsidR="00557788" w:rsidRDefault="00557788" w:rsidP="00557788">
      <w:r>
        <w:t>211.6590</w:t>
      </w:r>
      <w:r>
        <w:tab/>
        <w:t>1.266e-2</w:t>
      </w:r>
    </w:p>
    <w:p w:rsidR="00557788" w:rsidRDefault="00557788" w:rsidP="00557788">
      <w:r>
        <w:t>211.6742</w:t>
      </w:r>
      <w:r>
        <w:tab/>
        <w:t>2.025e0</w:t>
      </w:r>
    </w:p>
    <w:p w:rsidR="00557788" w:rsidRDefault="00557788" w:rsidP="00557788">
      <w:r>
        <w:t>211.6931</w:t>
      </w:r>
      <w:r>
        <w:tab/>
        <w:t>2.038e0</w:t>
      </w:r>
    </w:p>
    <w:p w:rsidR="00557788" w:rsidRDefault="00557788" w:rsidP="00557788">
      <w:r>
        <w:t>211.6969</w:t>
      </w:r>
      <w:r>
        <w:tab/>
        <w:t>1.266e-2</w:t>
      </w:r>
    </w:p>
    <w:p w:rsidR="00557788" w:rsidRDefault="00557788" w:rsidP="00557788">
      <w:r>
        <w:t>211.7126</w:t>
      </w:r>
      <w:r>
        <w:tab/>
        <w:t>1.266e-2</w:t>
      </w:r>
    </w:p>
    <w:p w:rsidR="00557788" w:rsidRDefault="00557788" w:rsidP="00557788">
      <w:r>
        <w:t>211.7169</w:t>
      </w:r>
      <w:r>
        <w:tab/>
        <w:t>2.532e-2</w:t>
      </w:r>
    </w:p>
    <w:p w:rsidR="00557788" w:rsidRDefault="00557788" w:rsidP="00557788">
      <w:r>
        <w:t>211.7318</w:t>
      </w:r>
      <w:r>
        <w:tab/>
        <w:t>2.025e0</w:t>
      </w:r>
    </w:p>
    <w:p w:rsidR="00557788" w:rsidRDefault="00557788" w:rsidP="00557788">
      <w:r>
        <w:t>211.7366</w:t>
      </w:r>
      <w:r>
        <w:tab/>
        <w:t>3.051e0</w:t>
      </w:r>
    </w:p>
    <w:p w:rsidR="00557788" w:rsidRDefault="00557788" w:rsidP="00557788">
      <w:r>
        <w:t>211.7406</w:t>
      </w:r>
      <w:r>
        <w:tab/>
        <w:t>1.266e-2</w:t>
      </w:r>
    </w:p>
    <w:p w:rsidR="00557788" w:rsidRDefault="00557788" w:rsidP="00557788">
      <w:r>
        <w:t>211.7425</w:t>
      </w:r>
      <w:r>
        <w:tab/>
        <w:t>2.025e0</w:t>
      </w:r>
    </w:p>
    <w:p w:rsidR="00557788" w:rsidRDefault="00557788" w:rsidP="00557788">
      <w:r>
        <w:t>211.7446</w:t>
      </w:r>
      <w:r>
        <w:tab/>
        <w:t>4.051e0</w:t>
      </w:r>
    </w:p>
    <w:p w:rsidR="00557788" w:rsidRDefault="00557788" w:rsidP="00557788">
      <w:r>
        <w:t>211.7518</w:t>
      </w:r>
      <w:r>
        <w:tab/>
        <w:t>1.025e0</w:t>
      </w:r>
    </w:p>
    <w:p w:rsidR="00557788" w:rsidRDefault="00557788" w:rsidP="00557788">
      <w:r>
        <w:t>211.7594</w:t>
      </w:r>
      <w:r>
        <w:tab/>
        <w:t>2.532e-2</w:t>
      </w:r>
    </w:p>
    <w:p w:rsidR="00557788" w:rsidRDefault="00557788" w:rsidP="00557788">
      <w:r>
        <w:t>211.7860</w:t>
      </w:r>
      <w:r>
        <w:tab/>
        <w:t>2.025e0</w:t>
      </w:r>
    </w:p>
    <w:p w:rsidR="00557788" w:rsidRDefault="00557788" w:rsidP="00557788">
      <w:r>
        <w:lastRenderedPageBreak/>
        <w:t>211.8034</w:t>
      </w:r>
      <w:r>
        <w:tab/>
        <w:t>4.051e0</w:t>
      </w:r>
    </w:p>
    <w:p w:rsidR="00557788" w:rsidRDefault="00557788" w:rsidP="00557788">
      <w:r>
        <w:t>211.8054</w:t>
      </w:r>
      <w:r>
        <w:tab/>
        <w:t>2.025e0</w:t>
      </w:r>
    </w:p>
    <w:p w:rsidR="00557788" w:rsidRDefault="00557788" w:rsidP="00557788">
      <w:r>
        <w:t>211.8233</w:t>
      </w:r>
      <w:r>
        <w:tab/>
        <w:t>2.025e0</w:t>
      </w:r>
    </w:p>
    <w:p w:rsidR="00557788" w:rsidRDefault="00557788" w:rsidP="00557788">
      <w:r>
        <w:t>211.8296</w:t>
      </w:r>
      <w:r>
        <w:tab/>
        <w:t>1.013e0</w:t>
      </w:r>
    </w:p>
    <w:p w:rsidR="00557788" w:rsidRDefault="00557788" w:rsidP="00557788">
      <w:r>
        <w:t>211.8334</w:t>
      </w:r>
      <w:r>
        <w:tab/>
        <w:t>2.532e-2</w:t>
      </w:r>
    </w:p>
    <w:p w:rsidR="00557788" w:rsidRDefault="00557788" w:rsidP="00557788">
      <w:r>
        <w:t>211.8372</w:t>
      </w:r>
      <w:r>
        <w:tab/>
        <w:t>1.025e0</w:t>
      </w:r>
    </w:p>
    <w:p w:rsidR="00557788" w:rsidRDefault="00557788" w:rsidP="00557788">
      <w:r>
        <w:t>211.8505</w:t>
      </w:r>
      <w:r>
        <w:tab/>
        <w:t>2.606e0</w:t>
      </w:r>
    </w:p>
    <w:p w:rsidR="00557788" w:rsidRDefault="00557788" w:rsidP="00557788">
      <w:r>
        <w:t>211.8599</w:t>
      </w:r>
      <w:r>
        <w:tab/>
        <w:t>2.038e0</w:t>
      </w:r>
    </w:p>
    <w:p w:rsidR="00557788" w:rsidRDefault="00557788" w:rsidP="00557788">
      <w:r>
        <w:t>211.8637</w:t>
      </w:r>
      <w:r>
        <w:tab/>
        <w:t>1.266e-2</w:t>
      </w:r>
    </w:p>
    <w:p w:rsidR="00557788" w:rsidRDefault="00557788" w:rsidP="00557788">
      <w:r>
        <w:t>211.8683</w:t>
      </w:r>
      <w:r>
        <w:tab/>
        <w:t>2.038e0</w:t>
      </w:r>
    </w:p>
    <w:p w:rsidR="00557788" w:rsidRDefault="00557788" w:rsidP="00557788">
      <w:r>
        <w:t>211.8807</w:t>
      </w:r>
      <w:r>
        <w:tab/>
        <w:t>2.532e-2</w:t>
      </w:r>
    </w:p>
    <w:p w:rsidR="00557788" w:rsidRDefault="00557788" w:rsidP="00557788">
      <w:r>
        <w:t>211.8906</w:t>
      </w:r>
      <w:r>
        <w:tab/>
        <w:t>3.038e0</w:t>
      </w:r>
    </w:p>
    <w:p w:rsidR="00557788" w:rsidRDefault="00557788" w:rsidP="00557788">
      <w:r>
        <w:t>211.8951</w:t>
      </w:r>
      <w:r>
        <w:tab/>
        <w:t>2.025e0</w:t>
      </w:r>
    </w:p>
    <w:p w:rsidR="00557788" w:rsidRDefault="00557788" w:rsidP="00557788">
      <w:r>
        <w:t>211.9201</w:t>
      </w:r>
      <w:r>
        <w:tab/>
        <w:t>2.532e-2</w:t>
      </w:r>
    </w:p>
    <w:p w:rsidR="00557788" w:rsidRDefault="00557788" w:rsidP="00557788">
      <w:r>
        <w:t>211.9263</w:t>
      </w:r>
      <w:r>
        <w:tab/>
        <w:t>1.266e-2</w:t>
      </w:r>
    </w:p>
    <w:p w:rsidR="00557788" w:rsidRDefault="00557788" w:rsidP="00557788">
      <w:r>
        <w:t>211.9280</w:t>
      </w:r>
      <w:r>
        <w:tab/>
        <w:t>2.025e0</w:t>
      </w:r>
    </w:p>
    <w:p w:rsidR="00557788" w:rsidRDefault="00557788" w:rsidP="00557788">
      <w:r>
        <w:t>211.9298</w:t>
      </w:r>
      <w:r>
        <w:tab/>
        <w:t>1.025e0</w:t>
      </w:r>
    </w:p>
    <w:p w:rsidR="00557788" w:rsidRDefault="00557788" w:rsidP="00557788">
      <w:r>
        <w:t>211.9451</w:t>
      </w:r>
      <w:r>
        <w:tab/>
        <w:t>1.013e0</w:t>
      </w:r>
    </w:p>
    <w:p w:rsidR="00557788" w:rsidRDefault="00557788" w:rsidP="00557788">
      <w:r>
        <w:t>211.9660</w:t>
      </w:r>
      <w:r>
        <w:tab/>
        <w:t>4.051e0</w:t>
      </w:r>
    </w:p>
    <w:p w:rsidR="00557788" w:rsidRDefault="00557788" w:rsidP="00557788">
      <w:r>
        <w:lastRenderedPageBreak/>
        <w:t>211.9679</w:t>
      </w:r>
      <w:r>
        <w:tab/>
        <w:t>1.266e-2</w:t>
      </w:r>
    </w:p>
    <w:p w:rsidR="00557788" w:rsidRDefault="00557788" w:rsidP="00557788">
      <w:r>
        <w:t>211.9772</w:t>
      </w:r>
      <w:r>
        <w:tab/>
        <w:t>5.063e0</w:t>
      </w:r>
    </w:p>
    <w:p w:rsidR="00557788" w:rsidRDefault="00557788" w:rsidP="00557788">
      <w:r>
        <w:t>211.9823</w:t>
      </w:r>
      <w:r>
        <w:tab/>
        <w:t>9.060e-1</w:t>
      </w:r>
    </w:p>
    <w:p w:rsidR="00557788" w:rsidRDefault="00557788" w:rsidP="00557788">
      <w:r>
        <w:t>211.9870</w:t>
      </w:r>
      <w:r>
        <w:tab/>
        <w:t>5.074e0</w:t>
      </w:r>
    </w:p>
    <w:p w:rsidR="00557788" w:rsidRDefault="00557788" w:rsidP="00557788">
      <w:r>
        <w:t>212.0070</w:t>
      </w:r>
      <w:r>
        <w:tab/>
        <w:t>2.109e1</w:t>
      </w:r>
    </w:p>
    <w:p w:rsidR="00557788" w:rsidRDefault="00557788" w:rsidP="00557788">
      <w:r>
        <w:t>212.0086</w:t>
      </w:r>
      <w:r>
        <w:tab/>
        <w:t>5.507e0</w:t>
      </w:r>
    </w:p>
    <w:p w:rsidR="00557788" w:rsidRDefault="00557788" w:rsidP="00557788">
      <w:r>
        <w:t>212.0170</w:t>
      </w:r>
      <w:r>
        <w:tab/>
        <w:t>4.075e0</w:t>
      </w:r>
    </w:p>
    <w:p w:rsidR="00557788" w:rsidRDefault="00557788" w:rsidP="00557788">
      <w:r>
        <w:t>212.0204</w:t>
      </w:r>
      <w:r>
        <w:tab/>
        <w:t>1.524e1</w:t>
      </w:r>
    </w:p>
    <w:p w:rsidR="00557788" w:rsidRDefault="00557788" w:rsidP="00557788">
      <w:r>
        <w:t>212.0296</w:t>
      </w:r>
      <w:r>
        <w:tab/>
        <w:t>5.186e0</w:t>
      </w:r>
    </w:p>
    <w:p w:rsidR="00557788" w:rsidRDefault="00557788" w:rsidP="00557788">
      <w:r>
        <w:t>212.0474</w:t>
      </w:r>
      <w:r>
        <w:tab/>
        <w:t>3.387e0</w:t>
      </w:r>
    </w:p>
    <w:p w:rsidR="00557788" w:rsidRDefault="00557788" w:rsidP="00557788">
      <w:r>
        <w:t>212.0645</w:t>
      </w:r>
      <w:r>
        <w:tab/>
        <w:t>1.506e0</w:t>
      </w:r>
    </w:p>
    <w:p w:rsidR="00557788" w:rsidRDefault="00557788" w:rsidP="00557788">
      <w:r>
        <w:t>212.0688</w:t>
      </w:r>
      <w:r>
        <w:tab/>
        <w:t>3.288e0</w:t>
      </w:r>
    </w:p>
    <w:p w:rsidR="00557788" w:rsidRDefault="00557788" w:rsidP="00557788">
      <w:r>
        <w:t>212.0750</w:t>
      </w:r>
      <w:r>
        <w:tab/>
        <w:t>3.199e0</w:t>
      </w:r>
    </w:p>
    <w:p w:rsidR="00557788" w:rsidRDefault="00557788" w:rsidP="00557788">
      <w:r>
        <w:t>212.0816</w:t>
      </w:r>
      <w:r>
        <w:tab/>
        <w:t>8.398e-1</w:t>
      </w:r>
    </w:p>
    <w:p w:rsidR="00557788" w:rsidRDefault="00557788" w:rsidP="00557788">
      <w:r>
        <w:t>212.0929</w:t>
      </w:r>
      <w:r>
        <w:tab/>
        <w:t>3.535e0</w:t>
      </w:r>
    </w:p>
    <w:p w:rsidR="00557788" w:rsidRDefault="00557788" w:rsidP="00557788">
      <w:r>
        <w:t>212.0962</w:t>
      </w:r>
      <w:r>
        <w:tab/>
        <w:t>1.837e0</w:t>
      </w:r>
    </w:p>
    <w:p w:rsidR="00557788" w:rsidRDefault="00557788" w:rsidP="00557788">
      <w:r>
        <w:t>212.0977</w:t>
      </w:r>
      <w:r>
        <w:tab/>
        <w:t>1.683e0</w:t>
      </w:r>
    </w:p>
    <w:p w:rsidR="00557788" w:rsidRDefault="00557788" w:rsidP="00557788">
      <w:r>
        <w:t>212.1110</w:t>
      </w:r>
      <w:r>
        <w:tab/>
        <w:t>7.679e-1</w:t>
      </w:r>
    </w:p>
    <w:p w:rsidR="00557788" w:rsidRDefault="00557788" w:rsidP="00557788">
      <w:r>
        <w:t>212.1130</w:t>
      </w:r>
      <w:r>
        <w:tab/>
        <w:t>3.639e0</w:t>
      </w:r>
    </w:p>
    <w:p w:rsidR="00557788" w:rsidRDefault="00557788" w:rsidP="00557788">
      <w:r>
        <w:lastRenderedPageBreak/>
        <w:t>212.1141</w:t>
      </w:r>
      <w:r>
        <w:tab/>
        <w:t>1.395e0</w:t>
      </w:r>
    </w:p>
    <w:p w:rsidR="00557788" w:rsidRDefault="00557788" w:rsidP="00557788">
      <w:r>
        <w:t>212.1452</w:t>
      </w:r>
      <w:r>
        <w:tab/>
        <w:t>1.783e1</w:t>
      </w:r>
    </w:p>
    <w:p w:rsidR="00557788" w:rsidRDefault="00557788" w:rsidP="00557788">
      <w:r>
        <w:t>212.1501</w:t>
      </w:r>
      <w:r>
        <w:tab/>
        <w:t>1.016e1</w:t>
      </w:r>
    </w:p>
    <w:p w:rsidR="00557788" w:rsidRDefault="00557788" w:rsidP="00557788">
      <w:r>
        <w:t>212.1515</w:t>
      </w:r>
      <w:r>
        <w:tab/>
        <w:t>2.721e1</w:t>
      </w:r>
    </w:p>
    <w:p w:rsidR="00557788" w:rsidRDefault="00557788" w:rsidP="00557788">
      <w:r>
        <w:t>212.1539</w:t>
      </w:r>
      <w:r>
        <w:tab/>
        <w:t>6.327e0</w:t>
      </w:r>
    </w:p>
    <w:p w:rsidR="00557788" w:rsidRDefault="00557788" w:rsidP="00557788">
      <w:r>
        <w:t>212.1835</w:t>
      </w:r>
      <w:r>
        <w:tab/>
        <w:t>3.169e0</w:t>
      </w:r>
    </w:p>
    <w:p w:rsidR="00557788" w:rsidRDefault="00557788" w:rsidP="00557788">
      <w:r>
        <w:t>212.1936</w:t>
      </w:r>
      <w:r>
        <w:tab/>
        <w:t>7.012e0</w:t>
      </w:r>
    </w:p>
    <w:p w:rsidR="00557788" w:rsidRDefault="00557788" w:rsidP="00557788">
      <w:r>
        <w:t>212.2097</w:t>
      </w:r>
      <w:r>
        <w:tab/>
        <w:t>3.965e0</w:t>
      </w:r>
    </w:p>
    <w:p w:rsidR="00557788" w:rsidRDefault="00557788" w:rsidP="00557788">
      <w:r>
        <w:t>212.2162</w:t>
      </w:r>
      <w:r>
        <w:tab/>
        <w:t>1.013e0</w:t>
      </w:r>
    </w:p>
    <w:p w:rsidR="00557788" w:rsidRDefault="00557788" w:rsidP="00557788">
      <w:r>
        <w:t>212.2289</w:t>
      </w:r>
      <w:r>
        <w:tab/>
        <w:t>5.063e0</w:t>
      </w:r>
    </w:p>
    <w:p w:rsidR="00557788" w:rsidRDefault="00557788" w:rsidP="00557788">
      <w:r>
        <w:t>212.2333</w:t>
      </w:r>
      <w:r>
        <w:tab/>
        <w:t>2.025e0</w:t>
      </w:r>
    </w:p>
    <w:p w:rsidR="00557788" w:rsidRDefault="00557788" w:rsidP="00557788">
      <w:r>
        <w:t>212.2409</w:t>
      </w:r>
      <w:r>
        <w:tab/>
        <w:t>2.532e-2</w:t>
      </w:r>
    </w:p>
    <w:p w:rsidR="00557788" w:rsidRDefault="00557788" w:rsidP="00557788">
      <w:r>
        <w:t>212.2542</w:t>
      </w:r>
      <w:r>
        <w:tab/>
        <w:t>1.013e0</w:t>
      </w:r>
    </w:p>
    <w:p w:rsidR="00557788" w:rsidRDefault="00557788" w:rsidP="00557788">
      <w:r>
        <w:t>212.2560</w:t>
      </w:r>
      <w:r>
        <w:tab/>
        <w:t>2.025e0</w:t>
      </w:r>
    </w:p>
    <w:p w:rsidR="00557788" w:rsidRDefault="00557788" w:rsidP="00557788">
      <w:r>
        <w:t>212.2617</w:t>
      </w:r>
      <w:r>
        <w:tab/>
        <w:t>1.013e0</w:t>
      </w:r>
    </w:p>
    <w:p w:rsidR="00557788" w:rsidRDefault="00557788" w:rsidP="00557788">
      <w:r>
        <w:t>212.2706</w:t>
      </w:r>
      <w:r>
        <w:tab/>
        <w:t>2.025e0</w:t>
      </w:r>
    </w:p>
    <w:p w:rsidR="00557788" w:rsidRDefault="00557788" w:rsidP="00557788">
      <w:r>
        <w:t>212.2718</w:t>
      </w:r>
      <w:r>
        <w:tab/>
        <w:t>2.025e0</w:t>
      </w:r>
    </w:p>
    <w:p w:rsidR="00557788" w:rsidRDefault="00557788" w:rsidP="00557788">
      <w:r>
        <w:t>212.2818</w:t>
      </w:r>
      <w:r>
        <w:tab/>
        <w:t>2.025e0</w:t>
      </w:r>
    </w:p>
    <w:p w:rsidR="00557788" w:rsidRDefault="00557788" w:rsidP="00557788">
      <w:r>
        <w:t>212.2858</w:t>
      </w:r>
      <w:r>
        <w:tab/>
        <w:t>1.266e-2</w:t>
      </w:r>
    </w:p>
    <w:p w:rsidR="00557788" w:rsidRDefault="00557788" w:rsidP="00557788">
      <w:r>
        <w:lastRenderedPageBreak/>
        <w:t>212.3017</w:t>
      </w:r>
      <w:r>
        <w:tab/>
        <w:t>1.013e0</w:t>
      </w:r>
    </w:p>
    <w:p w:rsidR="00557788" w:rsidRDefault="00557788" w:rsidP="00557788">
      <w:r>
        <w:t>212.3282</w:t>
      </w:r>
      <w:r>
        <w:tab/>
        <w:t>2.025e0</w:t>
      </w:r>
    </w:p>
    <w:p w:rsidR="00557788" w:rsidRDefault="00557788" w:rsidP="00557788">
      <w:r>
        <w:t>212.3433</w:t>
      </w:r>
      <w:r>
        <w:tab/>
        <w:t>1.266e-2</w:t>
      </w:r>
    </w:p>
    <w:p w:rsidR="00557788" w:rsidRDefault="00557788" w:rsidP="00557788">
      <w:r>
        <w:t>212.3471</w:t>
      </w:r>
      <w:r>
        <w:tab/>
        <w:t>1.266e-2</w:t>
      </w:r>
    </w:p>
    <w:p w:rsidR="00557788" w:rsidRDefault="00557788" w:rsidP="00557788">
      <w:r>
        <w:t>212.3500</w:t>
      </w:r>
      <w:r>
        <w:tab/>
        <w:t>3.798e-2</w:t>
      </w:r>
    </w:p>
    <w:p w:rsidR="00557788" w:rsidRDefault="00557788" w:rsidP="00557788">
      <w:r>
        <w:t>212.3566</w:t>
      </w:r>
      <w:r>
        <w:tab/>
        <w:t>4.051e0</w:t>
      </w:r>
    </w:p>
    <w:p w:rsidR="00557788" w:rsidRDefault="00557788" w:rsidP="00557788">
      <w:r>
        <w:t>212.3690</w:t>
      </w:r>
      <w:r>
        <w:tab/>
        <w:t>2.025e0</w:t>
      </w:r>
    </w:p>
    <w:p w:rsidR="00557788" w:rsidRDefault="00557788" w:rsidP="00557788">
      <w:r>
        <w:t>212.3747</w:t>
      </w:r>
      <w:r>
        <w:tab/>
        <w:t>1.013e0</w:t>
      </w:r>
    </w:p>
    <w:p w:rsidR="00557788" w:rsidRDefault="00557788" w:rsidP="00557788">
      <w:r>
        <w:t>212.3766</w:t>
      </w:r>
      <w:r>
        <w:tab/>
        <w:t>2.025e0</w:t>
      </w:r>
    </w:p>
    <w:p w:rsidR="00557788" w:rsidRDefault="00557788" w:rsidP="00557788">
      <w:r>
        <w:t>212.3784</w:t>
      </w:r>
      <w:r>
        <w:tab/>
        <w:t>4.051e0</w:t>
      </w:r>
    </w:p>
    <w:p w:rsidR="00557788" w:rsidRDefault="00557788" w:rsidP="00557788">
      <w:r>
        <w:t>212.4135</w:t>
      </w:r>
      <w:r>
        <w:tab/>
        <w:t>1.013e0</w:t>
      </w:r>
    </w:p>
    <w:p w:rsidR="00557788" w:rsidRDefault="00557788" w:rsidP="00557788">
      <w:r>
        <w:t>212.4211</w:t>
      </w:r>
      <w:r>
        <w:tab/>
        <w:t>2.532e-2</w:t>
      </w:r>
    </w:p>
    <w:p w:rsidR="00557788" w:rsidRDefault="00557788" w:rsidP="00557788">
      <w:r>
        <w:t>212.4230</w:t>
      </w:r>
      <w:r>
        <w:tab/>
        <w:t>2.025e0</w:t>
      </w:r>
    </w:p>
    <w:p w:rsidR="00557788" w:rsidRDefault="00557788" w:rsidP="00557788">
      <w:r>
        <w:t>212.4363</w:t>
      </w:r>
      <w:r>
        <w:tab/>
        <w:t>1.025e0</w:t>
      </w:r>
    </w:p>
    <w:p w:rsidR="00557788" w:rsidRDefault="00557788" w:rsidP="00557788">
      <w:r>
        <w:t>212.4381</w:t>
      </w:r>
      <w:r>
        <w:tab/>
        <w:t>2.025e0</w:t>
      </w:r>
    </w:p>
    <w:p w:rsidR="00557788" w:rsidRDefault="00557788" w:rsidP="00557788">
      <w:r>
        <w:t>212.4541</w:t>
      </w:r>
      <w:r>
        <w:tab/>
        <w:t>2.025e0</w:t>
      </w:r>
    </w:p>
    <w:p w:rsidR="00557788" w:rsidRDefault="00557788" w:rsidP="00557788">
      <w:r>
        <w:t>212.4637</w:t>
      </w:r>
      <w:r>
        <w:tab/>
        <w:t>2.038e0</w:t>
      </w:r>
    </w:p>
    <w:p w:rsidR="00557788" w:rsidRDefault="00557788" w:rsidP="00557788">
      <w:r>
        <w:t>212.4718</w:t>
      </w:r>
      <w:r>
        <w:tab/>
        <w:t>1.013e0</w:t>
      </w:r>
    </w:p>
    <w:p w:rsidR="00557788" w:rsidRDefault="00557788" w:rsidP="00557788">
      <w:r>
        <w:t>212.4798</w:t>
      </w:r>
      <w:r>
        <w:tab/>
        <w:t>1.266e-2</w:t>
      </w:r>
    </w:p>
    <w:p w:rsidR="00557788" w:rsidRDefault="00557788" w:rsidP="00557788">
      <w:r>
        <w:lastRenderedPageBreak/>
        <w:t>212.4838</w:t>
      </w:r>
      <w:r>
        <w:tab/>
        <w:t>1.013e0</w:t>
      </w:r>
    </w:p>
    <w:p w:rsidR="00557788" w:rsidRDefault="00557788" w:rsidP="00557788">
      <w:r>
        <w:t>212.4875</w:t>
      </w:r>
      <w:r>
        <w:tab/>
        <w:t>2.025e0</w:t>
      </w:r>
    </w:p>
    <w:p w:rsidR="00557788" w:rsidRDefault="00557788" w:rsidP="00557788">
      <w:r>
        <w:t>212.4932</w:t>
      </w:r>
      <w:r>
        <w:tab/>
        <w:t>2.025e0</w:t>
      </w:r>
    </w:p>
    <w:p w:rsidR="00557788" w:rsidRDefault="00557788" w:rsidP="00557788">
      <w:r>
        <w:t>212.5064</w:t>
      </w:r>
      <w:r>
        <w:tab/>
        <w:t>1.013e0</w:t>
      </w:r>
    </w:p>
    <w:p w:rsidR="00557788" w:rsidRDefault="00557788" w:rsidP="00557788">
      <w:r>
        <w:t>212.5149</w:t>
      </w:r>
      <w:r>
        <w:tab/>
        <w:t>1.051e0</w:t>
      </w:r>
    </w:p>
    <w:p w:rsidR="00557788" w:rsidRDefault="00557788" w:rsidP="00557788">
      <w:r>
        <w:t>212.5159</w:t>
      </w:r>
      <w:r>
        <w:tab/>
        <w:t>2.025e0</w:t>
      </w:r>
    </w:p>
    <w:p w:rsidR="00557788" w:rsidRDefault="00557788" w:rsidP="00557788">
      <w:r>
        <w:t>212.5179</w:t>
      </w:r>
      <w:r>
        <w:tab/>
        <w:t>1.013e0</w:t>
      </w:r>
    </w:p>
    <w:p w:rsidR="00557788" w:rsidRDefault="00557788" w:rsidP="00557788">
      <w:r>
        <w:t>212.5207</w:t>
      </w:r>
      <w:r>
        <w:tab/>
        <w:t>1.038e0</w:t>
      </w:r>
    </w:p>
    <w:p w:rsidR="00557788" w:rsidRDefault="00557788" w:rsidP="00557788">
      <w:r>
        <w:t>212.5330</w:t>
      </w:r>
      <w:r>
        <w:tab/>
        <w:t>1.013e0</w:t>
      </w:r>
    </w:p>
    <w:p w:rsidR="00557788" w:rsidRDefault="00557788" w:rsidP="00557788">
      <w:r>
        <w:t>212.5370</w:t>
      </w:r>
      <w:r>
        <w:tab/>
        <w:t>3.038e0</w:t>
      </w:r>
    </w:p>
    <w:p w:rsidR="00557788" w:rsidRDefault="00557788" w:rsidP="00557788">
      <w:r>
        <w:t>212.5449</w:t>
      </w:r>
      <w:r>
        <w:tab/>
        <w:t>6.329e-2</w:t>
      </w:r>
    </w:p>
    <w:p w:rsidR="00557788" w:rsidRDefault="00557788" w:rsidP="00557788">
      <w:r>
        <w:t>212.5567</w:t>
      </w:r>
      <w:r>
        <w:tab/>
        <w:t>1.124e0</w:t>
      </w:r>
    </w:p>
    <w:p w:rsidR="00557788" w:rsidRDefault="00557788" w:rsidP="00557788">
      <w:r>
        <w:t>212.5672</w:t>
      </w:r>
      <w:r>
        <w:tab/>
        <w:t>3.038e0</w:t>
      </w:r>
    </w:p>
    <w:p w:rsidR="00557788" w:rsidRDefault="00557788" w:rsidP="00557788">
      <w:r>
        <w:t>212.5842</w:t>
      </w:r>
      <w:r>
        <w:tab/>
        <w:t>6.076e0</w:t>
      </w:r>
    </w:p>
    <w:p w:rsidR="00557788" w:rsidRDefault="00557788" w:rsidP="00557788">
      <w:r>
        <w:t>212.5937</w:t>
      </w:r>
      <w:r>
        <w:tab/>
        <w:t>2.025e0</w:t>
      </w:r>
    </w:p>
    <w:p w:rsidR="00557788" w:rsidRDefault="00557788" w:rsidP="00557788">
      <w:r>
        <w:t>212.6013</w:t>
      </w:r>
      <w:r>
        <w:tab/>
        <w:t>2.532e-2</w:t>
      </w:r>
    </w:p>
    <w:p w:rsidR="00557788" w:rsidRDefault="00557788" w:rsidP="00557788">
      <w:r>
        <w:t>212.6108</w:t>
      </w:r>
      <w:r>
        <w:tab/>
        <w:t>3.038e0</w:t>
      </w:r>
    </w:p>
    <w:p w:rsidR="00557788" w:rsidRDefault="00557788" w:rsidP="00557788">
      <w:r>
        <w:t>212.6136</w:t>
      </w:r>
      <w:r>
        <w:tab/>
        <w:t>3.038e0</w:t>
      </w:r>
    </w:p>
    <w:p w:rsidR="00557788" w:rsidRDefault="00557788" w:rsidP="00557788">
      <w:r>
        <w:t>212.6240</w:t>
      </w:r>
      <w:r>
        <w:tab/>
        <w:t>2.532e-2</w:t>
      </w:r>
    </w:p>
    <w:p w:rsidR="00557788" w:rsidRDefault="00557788" w:rsidP="00557788">
      <w:r>
        <w:lastRenderedPageBreak/>
        <w:t>212.6336</w:t>
      </w:r>
      <w:r>
        <w:tab/>
        <w:t>2.025e0</w:t>
      </w:r>
    </w:p>
    <w:p w:rsidR="00557788" w:rsidRDefault="00557788" w:rsidP="00557788">
      <w:r>
        <w:t>212.6380</w:t>
      </w:r>
      <w:r>
        <w:tab/>
        <w:t>3.038e0</w:t>
      </w:r>
    </w:p>
    <w:p w:rsidR="00557788" w:rsidRDefault="00557788" w:rsidP="00557788">
      <w:r>
        <w:t>212.6644</w:t>
      </w:r>
      <w:r>
        <w:tab/>
        <w:t>3.038e0</w:t>
      </w:r>
    </w:p>
    <w:p w:rsidR="00557788" w:rsidRDefault="00557788" w:rsidP="00557788">
      <w:r>
        <w:t>212.6734</w:t>
      </w:r>
      <w:r>
        <w:tab/>
        <w:t>1.013e0</w:t>
      </w:r>
    </w:p>
    <w:p w:rsidR="00557788" w:rsidRDefault="00557788" w:rsidP="00557788">
      <w:r>
        <w:t>212.6811</w:t>
      </w:r>
      <w:r>
        <w:tab/>
        <w:t>5.063e0</w:t>
      </w:r>
    </w:p>
    <w:p w:rsidR="00557788" w:rsidRDefault="00557788" w:rsidP="00557788">
      <w:r>
        <w:t>212.6848</w:t>
      </w:r>
      <w:r>
        <w:tab/>
        <w:t>1.025e0</w:t>
      </w:r>
    </w:p>
    <w:p w:rsidR="00557788" w:rsidRDefault="00557788" w:rsidP="00557788">
      <w:r>
        <w:t>212.6924</w:t>
      </w:r>
      <w:r>
        <w:tab/>
        <w:t>3.038e0</w:t>
      </w:r>
    </w:p>
    <w:p w:rsidR="00557788" w:rsidRDefault="00557788" w:rsidP="00557788">
      <w:r>
        <w:t>212.6962</w:t>
      </w:r>
      <w:r>
        <w:tab/>
        <w:t>1.013e0</w:t>
      </w:r>
    </w:p>
    <w:p w:rsidR="00557788" w:rsidRDefault="00557788" w:rsidP="00557788">
      <w:r>
        <w:t>212.7028</w:t>
      </w:r>
      <w:r>
        <w:tab/>
        <w:t>3.038e0</w:t>
      </w:r>
    </w:p>
    <w:p w:rsidR="00557788" w:rsidRDefault="00557788" w:rsidP="00557788">
      <w:r>
        <w:t>212.7151</w:t>
      </w:r>
      <w:r>
        <w:tab/>
        <w:t>1.013e0</w:t>
      </w:r>
    </w:p>
    <w:p w:rsidR="00557788" w:rsidRDefault="00557788" w:rsidP="00557788">
      <w:r>
        <w:t>212.7210</w:t>
      </w:r>
      <w:r>
        <w:tab/>
        <w:t>3.038e0</w:t>
      </w:r>
    </w:p>
    <w:p w:rsidR="00557788" w:rsidRDefault="00557788" w:rsidP="00557788">
      <w:r>
        <w:t>212.7348</w:t>
      </w:r>
      <w:r>
        <w:tab/>
        <w:t>1.013e0</w:t>
      </w:r>
    </w:p>
    <w:p w:rsidR="00557788" w:rsidRDefault="00557788" w:rsidP="00557788">
      <w:r>
        <w:t>212.7510</w:t>
      </w:r>
      <w:r>
        <w:tab/>
        <w:t>1.266e-2</w:t>
      </w:r>
    </w:p>
    <w:p w:rsidR="00557788" w:rsidRDefault="00557788" w:rsidP="00557788">
      <w:r>
        <w:t>212.7527</w:t>
      </w:r>
      <w:r>
        <w:tab/>
        <w:t>2.025e0</w:t>
      </w:r>
    </w:p>
    <w:p w:rsidR="00557788" w:rsidRDefault="00557788" w:rsidP="00557788">
      <w:r>
        <w:t>212.7546</w:t>
      </w:r>
      <w:r>
        <w:tab/>
        <w:t>3.038e0</w:t>
      </w:r>
    </w:p>
    <w:p w:rsidR="00557788" w:rsidRDefault="00557788" w:rsidP="00557788">
      <w:r>
        <w:t>212.7576</w:t>
      </w:r>
      <w:r>
        <w:tab/>
        <w:t>4.051e0</w:t>
      </w:r>
    </w:p>
    <w:p w:rsidR="00557788" w:rsidRDefault="00557788" w:rsidP="00557788">
      <w:r>
        <w:t>212.7605</w:t>
      </w:r>
      <w:r>
        <w:tab/>
        <w:t>1.051e0</w:t>
      </w:r>
    </w:p>
    <w:p w:rsidR="00557788" w:rsidRDefault="00557788" w:rsidP="00557788">
      <w:r>
        <w:t>212.7618</w:t>
      </w:r>
      <w:r>
        <w:tab/>
        <w:t>3.038e0</w:t>
      </w:r>
    </w:p>
    <w:p w:rsidR="00557788" w:rsidRDefault="00557788" w:rsidP="00557788">
      <w:r>
        <w:t>212.7674</w:t>
      </w:r>
      <w:r>
        <w:tab/>
        <w:t>1.038e0</w:t>
      </w:r>
    </w:p>
    <w:p w:rsidR="00557788" w:rsidRDefault="00557788" w:rsidP="00557788">
      <w:r>
        <w:lastRenderedPageBreak/>
        <w:t>212.7722</w:t>
      </w:r>
      <w:r>
        <w:tab/>
        <w:t>4.051e0</w:t>
      </w:r>
    </w:p>
    <w:p w:rsidR="00557788" w:rsidRDefault="00557788" w:rsidP="00557788">
      <w:r>
        <w:t>212.7816</w:t>
      </w:r>
      <w:r>
        <w:tab/>
        <w:t>1.013e0</w:t>
      </w:r>
    </w:p>
    <w:p w:rsidR="00557788" w:rsidRDefault="00557788" w:rsidP="00557788">
      <w:r>
        <w:t>212.7873</w:t>
      </w:r>
      <w:r>
        <w:tab/>
        <w:t>2.025e0</w:t>
      </w:r>
    </w:p>
    <w:p w:rsidR="00557788" w:rsidRDefault="00557788" w:rsidP="00557788">
      <w:r>
        <w:t>212.7948</w:t>
      </w:r>
      <w:r>
        <w:tab/>
        <w:t>2.025e0</w:t>
      </w:r>
    </w:p>
    <w:p w:rsidR="00557788" w:rsidRDefault="00557788" w:rsidP="00557788">
      <w:r>
        <w:t>212.7987</w:t>
      </w:r>
      <w:r>
        <w:tab/>
        <w:t>3.038e0</w:t>
      </w:r>
    </w:p>
    <w:p w:rsidR="00557788" w:rsidRDefault="00557788" w:rsidP="00557788">
      <w:r>
        <w:t>212.8049</w:t>
      </w:r>
      <w:r>
        <w:tab/>
        <w:t>3.038e0</w:t>
      </w:r>
    </w:p>
    <w:p w:rsidR="00557788" w:rsidRDefault="00557788" w:rsidP="00557788">
      <w:r>
        <w:t>212.8239</w:t>
      </w:r>
      <w:r>
        <w:tab/>
        <w:t>1.025e0</w:t>
      </w:r>
    </w:p>
    <w:p w:rsidR="00557788" w:rsidRDefault="00557788" w:rsidP="00557788">
      <w:r>
        <w:t>212.8319</w:t>
      </w:r>
      <w:r>
        <w:tab/>
        <w:t>1.266e-2</w:t>
      </w:r>
    </w:p>
    <w:p w:rsidR="00557788" w:rsidRDefault="00557788" w:rsidP="00557788">
      <w:r>
        <w:t>212.8443</w:t>
      </w:r>
      <w:r>
        <w:tab/>
        <w:t>6.089e0</w:t>
      </w:r>
    </w:p>
    <w:p w:rsidR="00557788" w:rsidRDefault="00557788" w:rsidP="00557788">
      <w:r>
        <w:t>212.8594</w:t>
      </w:r>
      <w:r>
        <w:tab/>
        <w:t>1.266e-2</w:t>
      </w:r>
    </w:p>
    <w:p w:rsidR="00557788" w:rsidRDefault="00557788" w:rsidP="00557788">
      <w:r>
        <w:t>212.8746</w:t>
      </w:r>
      <w:r>
        <w:tab/>
        <w:t>2.038e0</w:t>
      </w:r>
    </w:p>
    <w:p w:rsidR="00557788" w:rsidRDefault="00557788" w:rsidP="00557788">
      <w:r>
        <w:t>212.8878</w:t>
      </w:r>
      <w:r>
        <w:tab/>
        <w:t>2.025e0</w:t>
      </w:r>
    </w:p>
    <w:p w:rsidR="00557788" w:rsidRDefault="00557788" w:rsidP="00557788">
      <w:r>
        <w:t>212.8898</w:t>
      </w:r>
      <w:r>
        <w:tab/>
        <w:t>2.025e0</w:t>
      </w:r>
    </w:p>
    <w:p w:rsidR="00557788" w:rsidRDefault="00557788" w:rsidP="00557788">
      <w:r>
        <w:t>212.9011</w:t>
      </w:r>
      <w:r>
        <w:tab/>
        <w:t>2.038e0</w:t>
      </w:r>
    </w:p>
    <w:p w:rsidR="00557788" w:rsidRDefault="00557788" w:rsidP="00557788">
      <w:r>
        <w:t>212.9066</w:t>
      </w:r>
      <w:r>
        <w:tab/>
        <w:t>6.076e0</w:t>
      </w:r>
    </w:p>
    <w:p w:rsidR="00557788" w:rsidRDefault="00557788" w:rsidP="00557788">
      <w:r>
        <w:t>212.9250</w:t>
      </w:r>
      <w:r>
        <w:tab/>
        <w:t>3.038e0</w:t>
      </w:r>
    </w:p>
    <w:p w:rsidR="00557788" w:rsidRDefault="00557788" w:rsidP="00557788">
      <w:r>
        <w:t>212.9370</w:t>
      </w:r>
      <w:r>
        <w:tab/>
        <w:t>2.025e0</w:t>
      </w:r>
    </w:p>
    <w:p w:rsidR="00557788" w:rsidRDefault="00557788" w:rsidP="00557788">
      <w:r>
        <w:t>212.9388</w:t>
      </w:r>
      <w:r>
        <w:tab/>
        <w:t>3.038e0</w:t>
      </w:r>
    </w:p>
    <w:p w:rsidR="00557788" w:rsidRDefault="00557788" w:rsidP="00557788">
      <w:r>
        <w:t>212.9429</w:t>
      </w:r>
      <w:r>
        <w:tab/>
        <w:t>3.038e0</w:t>
      </w:r>
    </w:p>
    <w:p w:rsidR="00557788" w:rsidRDefault="00557788" w:rsidP="00557788">
      <w:r>
        <w:lastRenderedPageBreak/>
        <w:t>212.9502</w:t>
      </w:r>
      <w:r>
        <w:tab/>
        <w:t>8.354e-1</w:t>
      </w:r>
    </w:p>
    <w:p w:rsidR="00557788" w:rsidRDefault="00557788" w:rsidP="00557788">
      <w:r>
        <w:t>212.9809</w:t>
      </w:r>
      <w:r>
        <w:tab/>
        <w:t>5.063e-2</w:t>
      </w:r>
    </w:p>
    <w:p w:rsidR="00557788" w:rsidRDefault="00557788" w:rsidP="00557788">
      <w:r>
        <w:t>212.9843</w:t>
      </w:r>
      <w:r>
        <w:tab/>
        <w:t>4.557e0</w:t>
      </w:r>
    </w:p>
    <w:p w:rsidR="00557788" w:rsidRDefault="00557788" w:rsidP="00557788">
      <w:r>
        <w:t>212.9890</w:t>
      </w:r>
      <w:r>
        <w:tab/>
        <w:t>3.658e0</w:t>
      </w:r>
    </w:p>
    <w:p w:rsidR="00557788" w:rsidRDefault="00557788" w:rsidP="00557788">
      <w:r>
        <w:t>213.0169</w:t>
      </w:r>
      <w:r>
        <w:tab/>
        <w:t>2.253e0</w:t>
      </w:r>
    </w:p>
    <w:p w:rsidR="00557788" w:rsidRDefault="00557788" w:rsidP="00557788">
      <w:r>
        <w:t>213.0606</w:t>
      </w:r>
      <w:r>
        <w:tab/>
        <w:t>2.238e0</w:t>
      </w:r>
    </w:p>
    <w:p w:rsidR="00557788" w:rsidRDefault="00557788" w:rsidP="00557788">
      <w:r>
        <w:t>213.0670</w:t>
      </w:r>
      <w:r>
        <w:tab/>
        <w:t>7.578e0</w:t>
      </w:r>
    </w:p>
    <w:p w:rsidR="00557788" w:rsidRDefault="00557788" w:rsidP="00557788">
      <w:r>
        <w:t>213.0689</w:t>
      </w:r>
      <w:r>
        <w:tab/>
        <w:t>1.082e0</w:t>
      </w:r>
    </w:p>
    <w:p w:rsidR="00557788" w:rsidRDefault="00557788" w:rsidP="00557788">
      <w:r>
        <w:t>213.0702</w:t>
      </w:r>
      <w:r>
        <w:tab/>
        <w:t>3.038e0</w:t>
      </w:r>
    </w:p>
    <w:p w:rsidR="00557788" w:rsidRDefault="00557788" w:rsidP="00557788">
      <w:r>
        <w:t>213.0837</w:t>
      </w:r>
      <w:r>
        <w:tab/>
        <w:t>2.791e0</w:t>
      </w:r>
    </w:p>
    <w:p w:rsidR="00557788" w:rsidRDefault="00557788" w:rsidP="00557788">
      <w:r>
        <w:t>213.0944</w:t>
      </w:r>
      <w:r>
        <w:tab/>
        <w:t>8.640e0</w:t>
      </w:r>
    </w:p>
    <w:p w:rsidR="00557788" w:rsidRDefault="00557788" w:rsidP="00557788">
      <w:r>
        <w:t>213.0994</w:t>
      </w:r>
      <w:r>
        <w:tab/>
        <w:t>9.878e0</w:t>
      </w:r>
    </w:p>
    <w:p w:rsidR="00557788" w:rsidRDefault="00557788" w:rsidP="00557788">
      <w:r>
        <w:t>213.1051</w:t>
      </w:r>
      <w:r>
        <w:tab/>
        <w:t>5.113e-1</w:t>
      </w:r>
    </w:p>
    <w:p w:rsidR="00557788" w:rsidRDefault="00557788" w:rsidP="00557788">
      <w:r>
        <w:t>213.1290</w:t>
      </w:r>
      <w:r>
        <w:tab/>
        <w:t>1.403e-1</w:t>
      </w:r>
    </w:p>
    <w:p w:rsidR="00557788" w:rsidRDefault="00557788" w:rsidP="00557788">
      <w:r>
        <w:t>213.1341</w:t>
      </w:r>
      <w:r>
        <w:tab/>
        <w:t>8.742e0</w:t>
      </w:r>
    </w:p>
    <w:p w:rsidR="00557788" w:rsidRDefault="00557788" w:rsidP="00557788">
      <w:r>
        <w:t>213.1470</w:t>
      </w:r>
      <w:r>
        <w:tab/>
        <w:t>1.537e0</w:t>
      </w:r>
    </w:p>
    <w:p w:rsidR="00557788" w:rsidRDefault="00557788" w:rsidP="00557788">
      <w:r>
        <w:t>213.1560</w:t>
      </w:r>
      <w:r>
        <w:tab/>
        <w:t>6.433e0</w:t>
      </w:r>
    </w:p>
    <w:p w:rsidR="00557788" w:rsidRDefault="00557788" w:rsidP="00557788">
      <w:r>
        <w:t>213.1717</w:t>
      </w:r>
      <w:r>
        <w:tab/>
        <w:t>5.377e0</w:t>
      </w:r>
    </w:p>
    <w:p w:rsidR="00557788" w:rsidRDefault="00557788" w:rsidP="00557788">
      <w:r>
        <w:t>213.1832</w:t>
      </w:r>
      <w:r>
        <w:tab/>
        <w:t>1.091e1</w:t>
      </w:r>
    </w:p>
    <w:p w:rsidR="00557788" w:rsidRDefault="00557788" w:rsidP="00557788">
      <w:r>
        <w:lastRenderedPageBreak/>
        <w:t>213.1977</w:t>
      </w:r>
      <w:r>
        <w:tab/>
        <w:t>1.056e1</w:t>
      </w:r>
    </w:p>
    <w:p w:rsidR="00557788" w:rsidRDefault="00557788" w:rsidP="00557788">
      <w:r>
        <w:t>213.2048</w:t>
      </w:r>
      <w:r>
        <w:tab/>
        <w:t>1.013e0</w:t>
      </w:r>
    </w:p>
    <w:p w:rsidR="00557788" w:rsidRDefault="00557788" w:rsidP="00557788">
      <w:r>
        <w:t>213.2062</w:t>
      </w:r>
      <w:r>
        <w:tab/>
        <w:t>7.089e0</w:t>
      </w:r>
    </w:p>
    <w:p w:rsidR="00557788" w:rsidRDefault="00557788" w:rsidP="00557788">
      <w:r>
        <w:t>213.2191</w:t>
      </w:r>
      <w:r>
        <w:tab/>
        <w:t>3.798e-2</w:t>
      </w:r>
    </w:p>
    <w:p w:rsidR="00557788" w:rsidRDefault="00557788" w:rsidP="00557788">
      <w:r>
        <w:t>213.2277</w:t>
      </w:r>
      <w:r>
        <w:tab/>
        <w:t>2.025e0</w:t>
      </w:r>
    </w:p>
    <w:p w:rsidR="00557788" w:rsidRDefault="00557788" w:rsidP="00557788">
      <w:r>
        <w:t>213.2391</w:t>
      </w:r>
      <w:r>
        <w:tab/>
        <w:t>2.025e0</w:t>
      </w:r>
    </w:p>
    <w:p w:rsidR="00557788" w:rsidRDefault="00557788" w:rsidP="00557788">
      <w:r>
        <w:t>213.2430</w:t>
      </w:r>
      <w:r>
        <w:tab/>
        <w:t>4.051e0</w:t>
      </w:r>
    </w:p>
    <w:p w:rsidR="00557788" w:rsidRDefault="00557788" w:rsidP="00557788">
      <w:r>
        <w:t>213.2486</w:t>
      </w:r>
      <w:r>
        <w:tab/>
        <w:t>2.532e-2</w:t>
      </w:r>
    </w:p>
    <w:p w:rsidR="00557788" w:rsidRDefault="00557788" w:rsidP="00557788">
      <w:r>
        <w:t>213.2666</w:t>
      </w:r>
      <w:r>
        <w:tab/>
        <w:t>2.038e0</w:t>
      </w:r>
    </w:p>
    <w:p w:rsidR="00557788" w:rsidRDefault="00557788" w:rsidP="00557788">
      <w:r>
        <w:t>213.2714</w:t>
      </w:r>
      <w:r>
        <w:tab/>
        <w:t>4.319e0</w:t>
      </w:r>
    </w:p>
    <w:p w:rsidR="00557788" w:rsidRDefault="00557788" w:rsidP="00557788">
      <w:r>
        <w:t>213.2781</w:t>
      </w:r>
      <w:r>
        <w:tab/>
        <w:t>2.038e0</w:t>
      </w:r>
    </w:p>
    <w:p w:rsidR="00557788" w:rsidRDefault="00557788" w:rsidP="00557788">
      <w:r>
        <w:t>213.3056</w:t>
      </w:r>
      <w:r>
        <w:tab/>
        <w:t>1.013e0</w:t>
      </w:r>
    </w:p>
    <w:p w:rsidR="00557788" w:rsidRDefault="00557788" w:rsidP="00557788">
      <w:r>
        <w:t>213.3208</w:t>
      </w:r>
      <w:r>
        <w:tab/>
        <w:t>2.025e0</w:t>
      </w:r>
    </w:p>
    <w:p w:rsidR="00557788" w:rsidRDefault="00557788" w:rsidP="00557788">
      <w:r>
        <w:t>213.3248</w:t>
      </w:r>
      <w:r>
        <w:tab/>
        <w:t>1.684e0</w:t>
      </w:r>
    </w:p>
    <w:p w:rsidR="00557788" w:rsidRDefault="00557788" w:rsidP="00557788">
      <w:r>
        <w:t>213.3370</w:t>
      </w:r>
      <w:r>
        <w:tab/>
        <w:t>6.076e0</w:t>
      </w:r>
    </w:p>
    <w:p w:rsidR="00557788" w:rsidRDefault="00557788" w:rsidP="00557788">
      <w:r>
        <w:t>213.3474</w:t>
      </w:r>
      <w:r>
        <w:tab/>
        <w:t>4.491e0</w:t>
      </w:r>
    </w:p>
    <w:p w:rsidR="00557788" w:rsidRDefault="00557788" w:rsidP="00557788">
      <w:r>
        <w:t>213.3613</w:t>
      </w:r>
      <w:r>
        <w:tab/>
        <w:t>3.038e0</w:t>
      </w:r>
    </w:p>
    <w:p w:rsidR="00557788" w:rsidRDefault="00557788" w:rsidP="00557788">
      <w:r>
        <w:t>213.3752</w:t>
      </w:r>
      <w:r>
        <w:tab/>
        <w:t>1.025e0</w:t>
      </w:r>
    </w:p>
    <w:p w:rsidR="00557788" w:rsidRDefault="00557788" w:rsidP="00557788">
      <w:r>
        <w:t>213.3833</w:t>
      </w:r>
      <w:r>
        <w:tab/>
        <w:t>1.013e0</w:t>
      </w:r>
    </w:p>
    <w:p w:rsidR="00557788" w:rsidRDefault="00557788" w:rsidP="00557788">
      <w:r>
        <w:lastRenderedPageBreak/>
        <w:t>213.3889</w:t>
      </w:r>
      <w:r>
        <w:tab/>
        <w:t>2.025e0</w:t>
      </w:r>
    </w:p>
    <w:p w:rsidR="00557788" w:rsidRDefault="00557788" w:rsidP="00557788">
      <w:r>
        <w:t>213.3987</w:t>
      </w:r>
      <w:r>
        <w:tab/>
        <w:t>2.025e0</w:t>
      </w:r>
    </w:p>
    <w:p w:rsidR="00557788" w:rsidRDefault="00557788" w:rsidP="00557788">
      <w:r>
        <w:t>213.4101</w:t>
      </w:r>
      <w:r>
        <w:tab/>
        <w:t>5.063e0</w:t>
      </w:r>
    </w:p>
    <w:p w:rsidR="00557788" w:rsidRDefault="00557788" w:rsidP="00557788">
      <w:r>
        <w:t>213.4196</w:t>
      </w:r>
      <w:r>
        <w:tab/>
        <w:t>2.532e-2</w:t>
      </w:r>
    </w:p>
    <w:p w:rsidR="00557788" w:rsidRDefault="00557788" w:rsidP="00557788">
      <w:r>
        <w:t>213.4243</w:t>
      </w:r>
      <w:r>
        <w:tab/>
        <w:t>3.038e0</w:t>
      </w:r>
    </w:p>
    <w:p w:rsidR="00557788" w:rsidRDefault="00557788" w:rsidP="00557788">
      <w:r>
        <w:t>213.4278</w:t>
      </w:r>
      <w:r>
        <w:tab/>
        <w:t>3.038e0</w:t>
      </w:r>
    </w:p>
    <w:p w:rsidR="00557788" w:rsidRDefault="00557788" w:rsidP="00557788">
      <w:r>
        <w:t>213.4309</w:t>
      </w:r>
      <w:r>
        <w:tab/>
        <w:t>2.025e0</w:t>
      </w:r>
    </w:p>
    <w:p w:rsidR="00557788" w:rsidRDefault="00557788" w:rsidP="00557788">
      <w:r>
        <w:t>213.4329</w:t>
      </w:r>
      <w:r>
        <w:tab/>
        <w:t>1.038e0</w:t>
      </w:r>
    </w:p>
    <w:p w:rsidR="00557788" w:rsidRDefault="00557788" w:rsidP="00557788">
      <w:r>
        <w:t>213.4442</w:t>
      </w:r>
      <w:r>
        <w:tab/>
        <w:t>1.013e0</w:t>
      </w:r>
    </w:p>
    <w:p w:rsidR="00557788" w:rsidRDefault="00557788" w:rsidP="00557788">
      <w:r>
        <w:t>213.4937</w:t>
      </w:r>
      <w:r>
        <w:tab/>
        <w:t>2.025e0</w:t>
      </w:r>
    </w:p>
    <w:p w:rsidR="00557788" w:rsidRDefault="00557788" w:rsidP="00557788">
      <w:r>
        <w:t>213.4994</w:t>
      </w:r>
      <w:r>
        <w:tab/>
        <w:t>3.038e0</w:t>
      </w:r>
    </w:p>
    <w:p w:rsidR="00557788" w:rsidRDefault="00557788" w:rsidP="00557788">
      <w:r>
        <w:t>213.5004</w:t>
      </w:r>
      <w:r>
        <w:tab/>
        <w:t>4.101e0</w:t>
      </w:r>
    </w:p>
    <w:p w:rsidR="00557788" w:rsidRDefault="00557788" w:rsidP="00557788">
      <w:r>
        <w:t>213.5222</w:t>
      </w:r>
      <w:r>
        <w:tab/>
        <w:t>2.038e0</w:t>
      </w:r>
    </w:p>
    <w:p w:rsidR="00557788" w:rsidRDefault="00557788" w:rsidP="00557788">
      <w:r>
        <w:t>213.5259</w:t>
      </w:r>
      <w:r>
        <w:tab/>
        <w:t>1.013e0</w:t>
      </w:r>
    </w:p>
    <w:p w:rsidR="00557788" w:rsidRDefault="00557788" w:rsidP="00557788">
      <w:r>
        <w:t>213.5297</w:t>
      </w:r>
      <w:r>
        <w:tab/>
        <w:t>1.025e0</w:t>
      </w:r>
    </w:p>
    <w:p w:rsidR="00557788" w:rsidRDefault="00557788" w:rsidP="00557788">
      <w:r>
        <w:t>213.5387</w:t>
      </w:r>
      <w:r>
        <w:tab/>
        <w:t>2.532e-2</w:t>
      </w:r>
    </w:p>
    <w:p w:rsidR="00557788" w:rsidRDefault="00557788" w:rsidP="00557788">
      <w:r>
        <w:t>213.5510</w:t>
      </w:r>
      <w:r>
        <w:tab/>
        <w:t>6.089e0</w:t>
      </w:r>
    </w:p>
    <w:p w:rsidR="00557788" w:rsidRDefault="00557788" w:rsidP="00557788">
      <w:r>
        <w:t>213.5717</w:t>
      </w:r>
      <w:r>
        <w:tab/>
        <w:t>2.025e0</w:t>
      </w:r>
    </w:p>
    <w:p w:rsidR="00557788" w:rsidRDefault="00557788" w:rsidP="00557788">
      <w:r>
        <w:t>213.5773</w:t>
      </w:r>
      <w:r>
        <w:tab/>
        <w:t>2.038e0</w:t>
      </w:r>
    </w:p>
    <w:p w:rsidR="00557788" w:rsidRDefault="00557788" w:rsidP="00557788">
      <w:r>
        <w:lastRenderedPageBreak/>
        <w:t>213.5830</w:t>
      </w:r>
      <w:r>
        <w:tab/>
        <w:t>2.025e0</w:t>
      </w:r>
    </w:p>
    <w:p w:rsidR="00557788" w:rsidRDefault="00557788" w:rsidP="00557788">
      <w:r>
        <w:t>213.5848</w:t>
      </w:r>
      <w:r>
        <w:tab/>
        <w:t>1.266e-2</w:t>
      </w:r>
    </w:p>
    <w:p w:rsidR="00557788" w:rsidRDefault="00557788" w:rsidP="00557788">
      <w:r>
        <w:t>213.5904</w:t>
      </w:r>
      <w:r>
        <w:tab/>
        <w:t>5.063e0</w:t>
      </w:r>
    </w:p>
    <w:p w:rsidR="00557788" w:rsidRDefault="00557788" w:rsidP="00557788">
      <w:r>
        <w:t>213.6025</w:t>
      </w:r>
      <w:r>
        <w:tab/>
        <w:t>6.076e0</w:t>
      </w:r>
    </w:p>
    <w:p w:rsidR="00557788" w:rsidRDefault="00557788" w:rsidP="00557788">
      <w:r>
        <w:t>213.6077</w:t>
      </w:r>
      <w:r>
        <w:tab/>
        <w:t>1.266e-2</w:t>
      </w:r>
    </w:p>
    <w:p w:rsidR="00557788" w:rsidRDefault="00557788" w:rsidP="00557788">
      <w:r>
        <w:t>213.6133</w:t>
      </w:r>
      <w:r>
        <w:tab/>
        <w:t>2.025e0</w:t>
      </w:r>
    </w:p>
    <w:p w:rsidR="00557788" w:rsidRDefault="00557788" w:rsidP="00557788">
      <w:r>
        <w:t>213.6230</w:t>
      </w:r>
      <w:r>
        <w:tab/>
        <w:t>1.266e-2</w:t>
      </w:r>
    </w:p>
    <w:p w:rsidR="00557788" w:rsidRDefault="00557788" w:rsidP="00557788">
      <w:r>
        <w:t>213.6352</w:t>
      </w:r>
      <w:r>
        <w:tab/>
        <w:t>3.798e-2</w:t>
      </w:r>
    </w:p>
    <w:p w:rsidR="00557788" w:rsidRDefault="00557788" w:rsidP="00557788">
      <w:r>
        <w:t>213.6371</w:t>
      </w:r>
      <w:r>
        <w:tab/>
        <w:t>2.532e-2</w:t>
      </w:r>
    </w:p>
    <w:p w:rsidR="00557788" w:rsidRDefault="00557788" w:rsidP="00557788">
      <w:r>
        <w:t>213.6411</w:t>
      </w:r>
      <w:r>
        <w:tab/>
        <w:t>2.025e0</w:t>
      </w:r>
    </w:p>
    <w:p w:rsidR="00557788" w:rsidRDefault="00557788" w:rsidP="00557788">
      <w:r>
        <w:t>213.6673</w:t>
      </w:r>
      <w:r>
        <w:tab/>
        <w:t>5.063e0</w:t>
      </w:r>
    </w:p>
    <w:p w:rsidR="00557788" w:rsidRDefault="00557788" w:rsidP="00557788">
      <w:r>
        <w:t>213.6704</w:t>
      </w:r>
      <w:r>
        <w:tab/>
        <w:t>1.025e0</w:t>
      </w:r>
    </w:p>
    <w:p w:rsidR="00557788" w:rsidRDefault="00557788" w:rsidP="00557788">
      <w:r>
        <w:t>213.6727</w:t>
      </w:r>
      <w:r>
        <w:tab/>
        <w:t>5.089e0</w:t>
      </w:r>
    </w:p>
    <w:p w:rsidR="00557788" w:rsidRDefault="00557788" w:rsidP="00557788">
      <w:r>
        <w:t>213.6746</w:t>
      </w:r>
      <w:r>
        <w:tab/>
        <w:t>7.089e0</w:t>
      </w:r>
    </w:p>
    <w:p w:rsidR="00557788" w:rsidRDefault="00557788" w:rsidP="00557788">
      <w:r>
        <w:t>213.7008</w:t>
      </w:r>
      <w:r>
        <w:tab/>
        <w:t>2.532e-2</w:t>
      </w:r>
    </w:p>
    <w:p w:rsidR="00557788" w:rsidRDefault="00557788" w:rsidP="00557788">
      <w:r>
        <w:t>213.7038</w:t>
      </w:r>
      <w:r>
        <w:tab/>
        <w:t>1.038e0</w:t>
      </w:r>
    </w:p>
    <w:p w:rsidR="00557788" w:rsidRDefault="00557788" w:rsidP="00557788">
      <w:r>
        <w:t>213.7083</w:t>
      </w:r>
      <w:r>
        <w:tab/>
        <w:t>1.025e0</w:t>
      </w:r>
    </w:p>
    <w:p w:rsidR="00557788" w:rsidRDefault="00557788" w:rsidP="00557788">
      <w:r>
        <w:t>213.7160</w:t>
      </w:r>
      <w:r>
        <w:tab/>
        <w:t>6.076e0</w:t>
      </w:r>
    </w:p>
    <w:p w:rsidR="00557788" w:rsidRDefault="00557788" w:rsidP="00557788">
      <w:r>
        <w:t>213.7345</w:t>
      </w:r>
      <w:r>
        <w:tab/>
        <w:t>2.025e0</w:t>
      </w:r>
    </w:p>
    <w:p w:rsidR="00557788" w:rsidRDefault="00557788" w:rsidP="00557788">
      <w:r>
        <w:lastRenderedPageBreak/>
        <w:t>213.7392</w:t>
      </w:r>
      <w:r>
        <w:tab/>
        <w:t>3.038e0</w:t>
      </w:r>
    </w:p>
    <w:p w:rsidR="00557788" w:rsidRDefault="00557788" w:rsidP="00557788">
      <w:r>
        <w:t>213.7446</w:t>
      </w:r>
      <w:r>
        <w:tab/>
        <w:t>1.266e-2</w:t>
      </w:r>
    </w:p>
    <w:p w:rsidR="00557788" w:rsidRDefault="00557788" w:rsidP="00557788">
      <w:r>
        <w:t>213.7483</w:t>
      </w:r>
      <w:r>
        <w:tab/>
        <w:t>1.013e0</w:t>
      </w:r>
    </w:p>
    <w:p w:rsidR="00557788" w:rsidRDefault="00557788" w:rsidP="00557788">
      <w:r>
        <w:t>213.7559</w:t>
      </w:r>
      <w:r>
        <w:tab/>
        <w:t>1.266e-2</w:t>
      </w:r>
    </w:p>
    <w:p w:rsidR="00557788" w:rsidRDefault="00557788" w:rsidP="00557788">
      <w:r>
        <w:t>213.7570</w:t>
      </w:r>
      <w:r>
        <w:tab/>
        <w:t>4.586e0</w:t>
      </w:r>
    </w:p>
    <w:p w:rsidR="00557788" w:rsidRDefault="00557788" w:rsidP="00557788">
      <w:r>
        <w:t>213.7597</w:t>
      </w:r>
      <w:r>
        <w:tab/>
        <w:t>1.025e0</w:t>
      </w:r>
    </w:p>
    <w:p w:rsidR="00557788" w:rsidRDefault="00557788" w:rsidP="00557788">
      <w:r>
        <w:t>213.7657</w:t>
      </w:r>
      <w:r>
        <w:tab/>
        <w:t>7.089e0</w:t>
      </w:r>
    </w:p>
    <w:p w:rsidR="00557788" w:rsidRDefault="00557788" w:rsidP="00557788">
      <w:r>
        <w:t>213.7787</w:t>
      </w:r>
      <w:r>
        <w:tab/>
        <w:t>3.797e-2</w:t>
      </w:r>
    </w:p>
    <w:p w:rsidR="00557788" w:rsidRDefault="00557788" w:rsidP="00557788">
      <w:r>
        <w:t>213.7844</w:t>
      </w:r>
      <w:r>
        <w:tab/>
        <w:t>2.532e-2</w:t>
      </w:r>
    </w:p>
    <w:p w:rsidR="00557788" w:rsidRDefault="00557788" w:rsidP="00557788">
      <w:r>
        <w:t>213.7959</w:t>
      </w:r>
      <w:r>
        <w:tab/>
        <w:t>3.038e0</w:t>
      </w:r>
    </w:p>
    <w:p w:rsidR="00557788" w:rsidRDefault="00557788" w:rsidP="00557788">
      <w:r>
        <w:t>213.8058</w:t>
      </w:r>
      <w:r>
        <w:tab/>
        <w:t>1.013e0</w:t>
      </w:r>
    </w:p>
    <w:p w:rsidR="00557788" w:rsidRDefault="00557788" w:rsidP="00557788">
      <w:r>
        <w:t>213.8140</w:t>
      </w:r>
      <w:r>
        <w:tab/>
        <w:t>3.797e-2</w:t>
      </w:r>
    </w:p>
    <w:p w:rsidR="00557788" w:rsidRDefault="00557788" w:rsidP="00557788">
      <w:r>
        <w:t>213.8191</w:t>
      </w:r>
      <w:r>
        <w:tab/>
        <w:t>3.038e0</w:t>
      </w:r>
    </w:p>
    <w:p w:rsidR="00557788" w:rsidRDefault="00557788" w:rsidP="00557788">
      <w:r>
        <w:t>213.8339</w:t>
      </w:r>
      <w:r>
        <w:tab/>
        <w:t>1.266e-2</w:t>
      </w:r>
    </w:p>
    <w:p w:rsidR="00557788" w:rsidRDefault="00557788" w:rsidP="00557788">
      <w:r>
        <w:t>213.8396</w:t>
      </w:r>
      <w:r>
        <w:tab/>
        <w:t>2.025e0</w:t>
      </w:r>
    </w:p>
    <w:p w:rsidR="00557788" w:rsidRDefault="00557788" w:rsidP="00557788">
      <w:r>
        <w:t>213.8453</w:t>
      </w:r>
      <w:r>
        <w:tab/>
        <w:t>2.532e-2</w:t>
      </w:r>
    </w:p>
    <w:p w:rsidR="00557788" w:rsidRDefault="00557788" w:rsidP="00557788">
      <w:r>
        <w:t>213.8529</w:t>
      </w:r>
      <w:r>
        <w:tab/>
        <w:t>1.025e0</w:t>
      </w:r>
    </w:p>
    <w:p w:rsidR="00557788" w:rsidRDefault="00557788" w:rsidP="00557788">
      <w:r>
        <w:t>213.8681</w:t>
      </w:r>
      <w:r>
        <w:tab/>
        <w:t>1.025e0</w:t>
      </w:r>
    </w:p>
    <w:p w:rsidR="00557788" w:rsidRDefault="00557788" w:rsidP="00557788">
      <w:r>
        <w:t>213.8693</w:t>
      </w:r>
      <w:r>
        <w:tab/>
        <w:t>3.038e0</w:t>
      </w:r>
    </w:p>
    <w:p w:rsidR="00557788" w:rsidRDefault="00557788" w:rsidP="00557788">
      <w:r>
        <w:lastRenderedPageBreak/>
        <w:t>213.8719</w:t>
      </w:r>
      <w:r>
        <w:tab/>
        <w:t>1.266e-2</w:t>
      </w:r>
    </w:p>
    <w:p w:rsidR="00557788" w:rsidRDefault="00557788" w:rsidP="00557788">
      <w:r>
        <w:t>213.8841</w:t>
      </w:r>
      <w:r>
        <w:tab/>
        <w:t>6.076e0</w:t>
      </w:r>
    </w:p>
    <w:p w:rsidR="00557788" w:rsidRDefault="00557788" w:rsidP="00557788">
      <w:r>
        <w:t>213.8867</w:t>
      </w:r>
      <w:r>
        <w:tab/>
        <w:t>5.063e0</w:t>
      </w:r>
    </w:p>
    <w:p w:rsidR="00557788" w:rsidRDefault="00557788" w:rsidP="00557788">
      <w:r>
        <w:t>213.8953</w:t>
      </w:r>
      <w:r>
        <w:tab/>
        <w:t>1.013e0</w:t>
      </w:r>
    </w:p>
    <w:p w:rsidR="00557788" w:rsidRDefault="00557788" w:rsidP="00557788">
      <w:r>
        <w:t>213.9075</w:t>
      </w:r>
      <w:r>
        <w:tab/>
        <w:t>1.266e-2</w:t>
      </w:r>
    </w:p>
    <w:p w:rsidR="00557788" w:rsidRDefault="00557788" w:rsidP="00557788">
      <w:r>
        <w:t>213.9156</w:t>
      </w:r>
      <w:r>
        <w:tab/>
        <w:t>1.013e0</w:t>
      </w:r>
    </w:p>
    <w:p w:rsidR="00557788" w:rsidRDefault="00557788" w:rsidP="00557788">
      <w:r>
        <w:t>213.9194</w:t>
      </w:r>
      <w:r>
        <w:tab/>
        <w:t>2.532e-2</w:t>
      </w:r>
    </w:p>
    <w:p w:rsidR="00557788" w:rsidRDefault="00557788" w:rsidP="00557788">
      <w:r>
        <w:t>213.9308</w:t>
      </w:r>
      <w:r>
        <w:tab/>
        <w:t>1.266e-2</w:t>
      </w:r>
    </w:p>
    <w:p w:rsidR="00557788" w:rsidRDefault="00557788" w:rsidP="00557788">
      <w:r>
        <w:t>213.9365</w:t>
      </w:r>
      <w:r>
        <w:tab/>
        <w:t>2.025e0</w:t>
      </w:r>
    </w:p>
    <w:p w:rsidR="00557788" w:rsidRDefault="00557788" w:rsidP="00557788">
      <w:r>
        <w:t>213.9384</w:t>
      </w:r>
      <w:r>
        <w:tab/>
        <w:t>1.013e0</w:t>
      </w:r>
    </w:p>
    <w:p w:rsidR="00557788" w:rsidRDefault="00557788" w:rsidP="00557788">
      <w:r>
        <w:t>214.0526</w:t>
      </w:r>
      <w:r>
        <w:tab/>
        <w:t>1.183e0</w:t>
      </w:r>
    </w:p>
    <w:p w:rsidR="00557788" w:rsidRDefault="00557788" w:rsidP="00557788">
      <w:r>
        <w:t>214.0564</w:t>
      </w:r>
      <w:r>
        <w:tab/>
        <w:t>1.186e0</w:t>
      </w:r>
    </w:p>
    <w:p w:rsidR="00557788" w:rsidRDefault="00557788" w:rsidP="00557788">
      <w:r>
        <w:t>214.0641</w:t>
      </w:r>
      <w:r>
        <w:tab/>
        <w:t>5.316e-1</w:t>
      </w:r>
    </w:p>
    <w:p w:rsidR="00557788" w:rsidRDefault="00557788" w:rsidP="00557788">
      <w:r>
        <w:t>214.0712</w:t>
      </w:r>
      <w:r>
        <w:tab/>
        <w:t>5.127e0</w:t>
      </w:r>
    </w:p>
    <w:p w:rsidR="00557788" w:rsidRDefault="00557788" w:rsidP="00557788">
      <w:r>
        <w:t>214.0744</w:t>
      </w:r>
      <w:r>
        <w:tab/>
        <w:t>1.653e0</w:t>
      </w:r>
    </w:p>
    <w:p w:rsidR="00557788" w:rsidRDefault="00557788" w:rsidP="00557788">
      <w:r>
        <w:t>214.0870</w:t>
      </w:r>
      <w:r>
        <w:tab/>
        <w:t>3.725e-1</w:t>
      </w:r>
    </w:p>
    <w:p w:rsidR="00557788" w:rsidRDefault="00557788" w:rsidP="00557788">
      <w:r>
        <w:t>214.0945</w:t>
      </w:r>
      <w:r>
        <w:tab/>
        <w:t>3.278e0</w:t>
      </w:r>
    </w:p>
    <w:p w:rsidR="00557788" w:rsidRDefault="00557788" w:rsidP="00557788">
      <w:r>
        <w:t>214.0966</w:t>
      </w:r>
      <w:r>
        <w:tab/>
        <w:t>3.078e0</w:t>
      </w:r>
    </w:p>
    <w:p w:rsidR="00557788" w:rsidRDefault="00557788" w:rsidP="00557788">
      <w:r>
        <w:t>214.1004</w:t>
      </w:r>
      <w:r>
        <w:tab/>
        <w:t>6.058e0</w:t>
      </w:r>
    </w:p>
    <w:p w:rsidR="00557788" w:rsidRDefault="00557788" w:rsidP="00557788">
      <w:r>
        <w:lastRenderedPageBreak/>
        <w:t>214.1095</w:t>
      </w:r>
      <w:r>
        <w:tab/>
        <w:t>1.299e0</w:t>
      </w:r>
    </w:p>
    <w:p w:rsidR="00557788" w:rsidRDefault="00557788" w:rsidP="00557788">
      <w:r>
        <w:t>214.1151</w:t>
      </w:r>
      <w:r>
        <w:tab/>
        <w:t>1.537e0</w:t>
      </w:r>
    </w:p>
    <w:p w:rsidR="00557788" w:rsidRDefault="00557788" w:rsidP="00557788">
      <w:r>
        <w:t>214.1211</w:t>
      </w:r>
      <w:r>
        <w:tab/>
        <w:t>2.659e-2</w:t>
      </w:r>
    </w:p>
    <w:p w:rsidR="00557788" w:rsidRDefault="00557788" w:rsidP="00557788">
      <w:r>
        <w:t>214.1449</w:t>
      </w:r>
      <w:r>
        <w:tab/>
        <w:t>3.758e0</w:t>
      </w:r>
    </w:p>
    <w:p w:rsidR="00557788" w:rsidRDefault="00557788" w:rsidP="00557788">
      <w:r>
        <w:t>214.1497</w:t>
      </w:r>
      <w:r>
        <w:tab/>
        <w:t>7.959e-1</w:t>
      </w:r>
    </w:p>
    <w:p w:rsidR="00557788" w:rsidRDefault="00557788" w:rsidP="00557788">
      <w:r>
        <w:t>214.1513</w:t>
      </w:r>
      <w:r>
        <w:tab/>
        <w:t>6.207e-1</w:t>
      </w:r>
    </w:p>
    <w:p w:rsidR="00557788" w:rsidRDefault="00557788" w:rsidP="00557788">
      <w:r>
        <w:t>214.1569</w:t>
      </w:r>
      <w:r>
        <w:tab/>
        <w:t>1.543e0</w:t>
      </w:r>
    </w:p>
    <w:p w:rsidR="00557788" w:rsidRDefault="00557788" w:rsidP="00557788">
      <w:r>
        <w:t>214.1656</w:t>
      </w:r>
      <w:r>
        <w:tab/>
        <w:t>1.786e0</w:t>
      </w:r>
    </w:p>
    <w:p w:rsidR="00557788" w:rsidRDefault="00557788" w:rsidP="00557788">
      <w:r>
        <w:t>214.1730</w:t>
      </w:r>
      <w:r>
        <w:tab/>
        <w:t>1.253e0</w:t>
      </w:r>
    </w:p>
    <w:p w:rsidR="00557788" w:rsidRDefault="00557788" w:rsidP="00557788">
      <w:r>
        <w:t>214.1922</w:t>
      </w:r>
      <w:r>
        <w:tab/>
        <w:t>9.386e0</w:t>
      </w:r>
    </w:p>
    <w:p w:rsidR="00557788" w:rsidRDefault="00557788" w:rsidP="00557788">
      <w:r>
        <w:t>214.1971</w:t>
      </w:r>
      <w:r>
        <w:tab/>
        <w:t>1.263e1</w:t>
      </w:r>
    </w:p>
    <w:p w:rsidR="00557788" w:rsidRDefault="00557788" w:rsidP="00557788">
      <w:r>
        <w:t>214.2199</w:t>
      </w:r>
      <w:r>
        <w:tab/>
        <w:t>2.025e0</w:t>
      </w:r>
    </w:p>
    <w:p w:rsidR="00557788" w:rsidRDefault="00557788" w:rsidP="00557788">
      <w:r>
        <w:t>214.2236</w:t>
      </w:r>
      <w:r>
        <w:tab/>
        <w:t>2.025e0</w:t>
      </w:r>
    </w:p>
    <w:p w:rsidR="00557788" w:rsidRDefault="00557788" w:rsidP="00557788">
      <w:r>
        <w:t>214.2287</w:t>
      </w:r>
      <w:r>
        <w:tab/>
        <w:t>1.421e0</w:t>
      </w:r>
    </w:p>
    <w:p w:rsidR="00557788" w:rsidRDefault="00557788" w:rsidP="00557788">
      <w:r>
        <w:t>214.2471</w:t>
      </w:r>
      <w:r>
        <w:tab/>
        <w:t>3.038e0</w:t>
      </w:r>
    </w:p>
    <w:p w:rsidR="00557788" w:rsidRDefault="00557788" w:rsidP="00557788">
      <w:r>
        <w:t>214.2575</w:t>
      </w:r>
      <w:r>
        <w:tab/>
        <w:t>6.203e0</w:t>
      </w:r>
    </w:p>
    <w:p w:rsidR="00557788" w:rsidRDefault="00557788" w:rsidP="00557788">
      <w:r>
        <w:t>214.2598</w:t>
      </w:r>
      <w:r>
        <w:tab/>
        <w:t>7.089e0</w:t>
      </w:r>
    </w:p>
    <w:p w:rsidR="00557788" w:rsidRDefault="00557788" w:rsidP="00557788">
      <w:r>
        <w:t>214.2617</w:t>
      </w:r>
      <w:r>
        <w:tab/>
        <w:t>3.038e0</w:t>
      </w:r>
    </w:p>
    <w:p w:rsidR="00557788" w:rsidRDefault="00557788" w:rsidP="00557788">
      <w:r>
        <w:t>214.2821</w:t>
      </w:r>
      <w:r>
        <w:tab/>
        <w:t>2.535e0</w:t>
      </w:r>
    </w:p>
    <w:p w:rsidR="00557788" w:rsidRDefault="00557788" w:rsidP="00557788">
      <w:r>
        <w:lastRenderedPageBreak/>
        <w:t>214.2941</w:t>
      </w:r>
      <w:r>
        <w:tab/>
        <w:t>2.025e0</w:t>
      </w:r>
    </w:p>
    <w:p w:rsidR="00557788" w:rsidRDefault="00557788" w:rsidP="00557788">
      <w:r>
        <w:t>214.2973</w:t>
      </w:r>
      <w:r>
        <w:tab/>
        <w:t>5.063e0</w:t>
      </w:r>
    </w:p>
    <w:p w:rsidR="00557788" w:rsidRDefault="00557788" w:rsidP="00557788">
      <w:r>
        <w:t>214.3054</w:t>
      </w:r>
      <w:r>
        <w:tab/>
        <w:t>2.025e0</w:t>
      </w:r>
    </w:p>
    <w:p w:rsidR="00557788" w:rsidRDefault="00557788" w:rsidP="00557788">
      <w:r>
        <w:t>214.3197</w:t>
      </w:r>
      <w:r>
        <w:tab/>
        <w:t>6.089e0</w:t>
      </w:r>
    </w:p>
    <w:p w:rsidR="00557788" w:rsidRDefault="00557788" w:rsidP="00557788">
      <w:r>
        <w:t>214.3369</w:t>
      </w:r>
      <w:r>
        <w:tab/>
        <w:t>2.532e-2</w:t>
      </w:r>
    </w:p>
    <w:p w:rsidR="00557788" w:rsidRDefault="00557788" w:rsidP="00557788">
      <w:r>
        <w:t>214.3388</w:t>
      </w:r>
      <w:r>
        <w:tab/>
        <w:t>2.025e0</w:t>
      </w:r>
    </w:p>
    <w:p w:rsidR="00557788" w:rsidRDefault="00557788" w:rsidP="00557788">
      <w:r>
        <w:t>214.3472</w:t>
      </w:r>
      <w:r>
        <w:tab/>
        <w:t>5.076e0</w:t>
      </w:r>
    </w:p>
    <w:p w:rsidR="00557788" w:rsidRDefault="00557788" w:rsidP="00557788">
      <w:r>
        <w:t>214.3588</w:t>
      </w:r>
      <w:r>
        <w:tab/>
        <w:t>2.025e0</w:t>
      </w:r>
    </w:p>
    <w:p w:rsidR="00557788" w:rsidRDefault="00557788" w:rsidP="00557788">
      <w:r>
        <w:t>214.3636</w:t>
      </w:r>
      <w:r>
        <w:tab/>
        <w:t>2.038e0</w:t>
      </w:r>
    </w:p>
    <w:p w:rsidR="00557788" w:rsidRDefault="00557788" w:rsidP="00557788">
      <w:r>
        <w:t>214.3816</w:t>
      </w:r>
      <w:r>
        <w:tab/>
        <w:t>2.025e0</w:t>
      </w:r>
    </w:p>
    <w:p w:rsidR="00557788" w:rsidRDefault="00557788" w:rsidP="00557788">
      <w:r>
        <w:t>214.3854</w:t>
      </w:r>
      <w:r>
        <w:tab/>
        <w:t>2.038e0</w:t>
      </w:r>
    </w:p>
    <w:p w:rsidR="00557788" w:rsidRDefault="00557788" w:rsidP="00557788">
      <w:r>
        <w:t>214.3892</w:t>
      </w:r>
      <w:r>
        <w:tab/>
        <w:t>1.025e0</w:t>
      </w:r>
    </w:p>
    <w:p w:rsidR="00557788" w:rsidRDefault="00557788" w:rsidP="00557788">
      <w:r>
        <w:t>214.3930</w:t>
      </w:r>
      <w:r>
        <w:tab/>
        <w:t>1.013e0</w:t>
      </w:r>
    </w:p>
    <w:p w:rsidR="00557788" w:rsidRDefault="00557788" w:rsidP="00557788">
      <w:r>
        <w:t>214.3968</w:t>
      </w:r>
      <w:r>
        <w:tab/>
        <w:t>1.013e0</w:t>
      </w:r>
    </w:p>
    <w:p w:rsidR="00557788" w:rsidRDefault="00557788" w:rsidP="00557788">
      <w:r>
        <w:t>214.4005</w:t>
      </w:r>
      <w:r>
        <w:tab/>
        <w:t>1.266e-2</w:t>
      </w:r>
    </w:p>
    <w:p w:rsidR="00557788" w:rsidRDefault="00557788" w:rsidP="00557788">
      <w:r>
        <w:t>214.4068</w:t>
      </w:r>
      <w:r>
        <w:tab/>
        <w:t>3.038e0</w:t>
      </w:r>
    </w:p>
    <w:p w:rsidR="00557788" w:rsidRDefault="00557788" w:rsidP="00557788">
      <w:r>
        <w:t>214.4287</w:t>
      </w:r>
      <w:r>
        <w:tab/>
        <w:t>1.013e0</w:t>
      </w:r>
    </w:p>
    <w:p w:rsidR="00557788" w:rsidRDefault="00557788" w:rsidP="00557788">
      <w:r>
        <w:t>214.4342</w:t>
      </w:r>
      <w:r>
        <w:tab/>
        <w:t>2.025e0</w:t>
      </w:r>
    </w:p>
    <w:p w:rsidR="00557788" w:rsidRDefault="00557788" w:rsidP="00557788">
      <w:r>
        <w:t>214.4369</w:t>
      </w:r>
      <w:r>
        <w:tab/>
        <w:t>1.051e0</w:t>
      </w:r>
    </w:p>
    <w:p w:rsidR="00557788" w:rsidRDefault="00557788" w:rsidP="00557788">
      <w:r>
        <w:lastRenderedPageBreak/>
        <w:t>214.4463</w:t>
      </w:r>
      <w:r>
        <w:tab/>
        <w:t>2.025e0</w:t>
      </w:r>
    </w:p>
    <w:p w:rsidR="00557788" w:rsidRDefault="00557788" w:rsidP="00557788">
      <w:r>
        <w:t>214.4482</w:t>
      </w:r>
      <w:r>
        <w:tab/>
        <w:t>1.013e0</w:t>
      </w:r>
    </w:p>
    <w:p w:rsidR="00557788" w:rsidRDefault="00557788" w:rsidP="00557788">
      <w:r>
        <w:t>214.4538</w:t>
      </w:r>
      <w:r>
        <w:tab/>
        <w:t>2.521e0</w:t>
      </w:r>
    </w:p>
    <w:p w:rsidR="00557788" w:rsidRDefault="00557788" w:rsidP="00557788">
      <w:r>
        <w:t>214.4557</w:t>
      </w:r>
      <w:r>
        <w:tab/>
        <w:t>1.266e-2</w:t>
      </w:r>
    </w:p>
    <w:p w:rsidR="00557788" w:rsidRDefault="00557788" w:rsidP="00557788">
      <w:r>
        <w:t>214.4596</w:t>
      </w:r>
      <w:r>
        <w:tab/>
        <w:t>1.038e0</w:t>
      </w:r>
    </w:p>
    <w:p w:rsidR="00557788" w:rsidRDefault="00557788" w:rsidP="00557788">
      <w:r>
        <w:t>214.4634</w:t>
      </w:r>
      <w:r>
        <w:tab/>
        <w:t>1.266e-2</w:t>
      </w:r>
    </w:p>
    <w:p w:rsidR="00557788" w:rsidRDefault="00557788" w:rsidP="00557788">
      <w:r>
        <w:t>214.4691</w:t>
      </w:r>
      <w:r>
        <w:tab/>
        <w:t>2.532e-2</w:t>
      </w:r>
    </w:p>
    <w:p w:rsidR="00557788" w:rsidRDefault="00557788" w:rsidP="00557788">
      <w:r>
        <w:t>214.4767</w:t>
      </w:r>
      <w:r>
        <w:tab/>
        <w:t>2.025e0</w:t>
      </w:r>
    </w:p>
    <w:p w:rsidR="00557788" w:rsidRDefault="00557788" w:rsidP="00557788">
      <w:r>
        <w:t>214.4806</w:t>
      </w:r>
      <w:r>
        <w:tab/>
        <w:t>4.051e0</w:t>
      </w:r>
    </w:p>
    <w:p w:rsidR="00557788" w:rsidRDefault="00557788" w:rsidP="00557788">
      <w:r>
        <w:t>214.4824</w:t>
      </w:r>
      <w:r>
        <w:tab/>
        <w:t>1.266e-2</w:t>
      </w:r>
    </w:p>
    <w:p w:rsidR="00557788" w:rsidRDefault="00557788" w:rsidP="00557788">
      <w:r>
        <w:t>214.4862</w:t>
      </w:r>
      <w:r>
        <w:tab/>
        <w:t>1.013e0</w:t>
      </w:r>
    </w:p>
    <w:p w:rsidR="00557788" w:rsidRDefault="00557788" w:rsidP="00557788">
      <w:r>
        <w:t>214.4899</w:t>
      </w:r>
      <w:r>
        <w:tab/>
        <w:t>1.266e-2</w:t>
      </w:r>
    </w:p>
    <w:p w:rsidR="00557788" w:rsidRDefault="00557788" w:rsidP="00557788">
      <w:r>
        <w:t>214.4939</w:t>
      </w:r>
      <w:r>
        <w:tab/>
        <w:t>2.025e0</w:t>
      </w:r>
    </w:p>
    <w:p w:rsidR="00557788" w:rsidRDefault="00557788" w:rsidP="00557788">
      <w:r>
        <w:t>214.4962</w:t>
      </w:r>
      <w:r>
        <w:tab/>
        <w:t>4.051e0</w:t>
      </w:r>
    </w:p>
    <w:p w:rsidR="00557788" w:rsidRDefault="00557788" w:rsidP="00557788">
      <w:r>
        <w:t>214.4998</w:t>
      </w:r>
      <w:r>
        <w:tab/>
        <w:t>6.184e0</w:t>
      </w:r>
    </w:p>
    <w:p w:rsidR="00557788" w:rsidRDefault="00557788" w:rsidP="00557788">
      <w:r>
        <w:t>214.5098</w:t>
      </w:r>
      <w:r>
        <w:tab/>
        <w:t>2.025e0</w:t>
      </w:r>
    </w:p>
    <w:p w:rsidR="00557788" w:rsidRDefault="00557788" w:rsidP="00557788">
      <w:r>
        <w:t>214.5182</w:t>
      </w:r>
      <w:r>
        <w:tab/>
        <w:t>1.051e0</w:t>
      </w:r>
    </w:p>
    <w:p w:rsidR="00557788" w:rsidRDefault="00557788" w:rsidP="00557788">
      <w:r>
        <w:t>214.5224</w:t>
      </w:r>
      <w:r>
        <w:tab/>
        <w:t>1.266e-2</w:t>
      </w:r>
    </w:p>
    <w:p w:rsidR="00557788" w:rsidRDefault="00557788" w:rsidP="00557788">
      <w:r>
        <w:t>214.5320</w:t>
      </w:r>
      <w:r>
        <w:tab/>
        <w:t>2.025e0</w:t>
      </w:r>
    </w:p>
    <w:p w:rsidR="00557788" w:rsidRDefault="00557788" w:rsidP="00557788">
      <w:r>
        <w:lastRenderedPageBreak/>
        <w:t>214.5357</w:t>
      </w:r>
      <w:r>
        <w:tab/>
        <w:t>3.798e-2</w:t>
      </w:r>
    </w:p>
    <w:p w:rsidR="00557788" w:rsidRDefault="00557788" w:rsidP="00557788">
      <w:r>
        <w:t>214.5452</w:t>
      </w:r>
      <w:r>
        <w:tab/>
        <w:t>1.013e0</w:t>
      </w:r>
    </w:p>
    <w:p w:rsidR="00557788" w:rsidRDefault="00557788" w:rsidP="00557788">
      <w:r>
        <w:t>214.5490</w:t>
      </w:r>
      <w:r>
        <w:tab/>
        <w:t>1.013e0</w:t>
      </w:r>
    </w:p>
    <w:p w:rsidR="00557788" w:rsidRDefault="00557788" w:rsidP="00557788">
      <w:r>
        <w:t>214.5666</w:t>
      </w:r>
      <w:r>
        <w:tab/>
        <w:t>5.063e0</w:t>
      </w:r>
    </w:p>
    <w:p w:rsidR="00557788" w:rsidRDefault="00557788" w:rsidP="00557788">
      <w:r>
        <w:t>214.5680</w:t>
      </w:r>
      <w:r>
        <w:tab/>
        <w:t>2.532e-2</w:t>
      </w:r>
    </w:p>
    <w:p w:rsidR="00557788" w:rsidRDefault="00557788" w:rsidP="00557788">
      <w:r>
        <w:t>214.5810</w:t>
      </w:r>
      <w:r>
        <w:tab/>
        <w:t>1.038e0</w:t>
      </w:r>
    </w:p>
    <w:p w:rsidR="00557788" w:rsidRDefault="00557788" w:rsidP="00557788">
      <w:r>
        <w:t>214.5821</w:t>
      </w:r>
      <w:r>
        <w:tab/>
        <w:t>8.160e0</w:t>
      </w:r>
    </w:p>
    <w:p w:rsidR="00557788" w:rsidRDefault="00557788" w:rsidP="00557788">
      <w:r>
        <w:t>214.5937</w:t>
      </w:r>
      <w:r>
        <w:tab/>
        <w:t>2.025e0</w:t>
      </w:r>
    </w:p>
    <w:p w:rsidR="00557788" w:rsidRDefault="00557788" w:rsidP="00557788">
      <w:r>
        <w:t>214.6058</w:t>
      </w:r>
      <w:r>
        <w:tab/>
        <w:t>2.025e0</w:t>
      </w:r>
    </w:p>
    <w:p w:rsidR="00557788" w:rsidRDefault="00557788" w:rsidP="00557788">
      <w:r>
        <w:t>214.6078</w:t>
      </w:r>
      <w:r>
        <w:tab/>
        <w:t>1.025e0</w:t>
      </w:r>
    </w:p>
    <w:p w:rsidR="00557788" w:rsidRDefault="00557788" w:rsidP="00557788">
      <w:r>
        <w:t>214.6105</w:t>
      </w:r>
      <w:r>
        <w:tab/>
        <w:t>3.038e0</w:t>
      </w:r>
    </w:p>
    <w:p w:rsidR="00557788" w:rsidRDefault="00557788" w:rsidP="00557788">
      <w:r>
        <w:t>214.6328</w:t>
      </w:r>
      <w:r>
        <w:tab/>
        <w:t>2.025e0</w:t>
      </w:r>
    </w:p>
    <w:p w:rsidR="00557788" w:rsidRDefault="00557788" w:rsidP="00557788">
      <w:r>
        <w:t>214.6461</w:t>
      </w:r>
      <w:r>
        <w:tab/>
        <w:t>1.013e0</w:t>
      </w:r>
    </w:p>
    <w:p w:rsidR="00557788" w:rsidRDefault="00557788" w:rsidP="00557788">
      <w:r>
        <w:t>214.6575</w:t>
      </w:r>
      <w:r>
        <w:tab/>
        <w:t>1.013e0</w:t>
      </w:r>
    </w:p>
    <w:p w:rsidR="00557788" w:rsidRDefault="00557788" w:rsidP="00557788">
      <w:r>
        <w:t>214.6590</w:t>
      </w:r>
      <w:r>
        <w:tab/>
        <w:t>4.051e0</w:t>
      </w:r>
    </w:p>
    <w:p w:rsidR="00557788" w:rsidRDefault="00557788" w:rsidP="00557788">
      <w:r>
        <w:t>214.6693</w:t>
      </w:r>
      <w:r>
        <w:tab/>
        <w:t>2.532e-2</w:t>
      </w:r>
    </w:p>
    <w:p w:rsidR="00557788" w:rsidRDefault="00557788" w:rsidP="00557788">
      <w:r>
        <w:t>214.6765</w:t>
      </w:r>
      <w:r>
        <w:tab/>
        <w:t>1.051e0</w:t>
      </w:r>
    </w:p>
    <w:p w:rsidR="00557788" w:rsidRDefault="00557788" w:rsidP="00557788">
      <w:r>
        <w:t>214.6842</w:t>
      </w:r>
      <w:r>
        <w:tab/>
        <w:t>3.038e0</w:t>
      </w:r>
    </w:p>
    <w:p w:rsidR="00557788" w:rsidRDefault="00557788" w:rsidP="00557788">
      <w:r>
        <w:t>214.6856</w:t>
      </w:r>
      <w:r>
        <w:tab/>
        <w:t>1.013e0</w:t>
      </w:r>
    </w:p>
    <w:p w:rsidR="00557788" w:rsidRDefault="00557788" w:rsidP="00557788">
      <w:r>
        <w:lastRenderedPageBreak/>
        <w:t>214.6938</w:t>
      </w:r>
      <w:r>
        <w:tab/>
        <w:t>1.013e0</w:t>
      </w:r>
    </w:p>
    <w:p w:rsidR="00557788" w:rsidRDefault="00557788" w:rsidP="00557788">
      <w:r>
        <w:t>214.6976</w:t>
      </w:r>
      <w:r>
        <w:tab/>
        <w:t>1.266e-2</w:t>
      </w:r>
    </w:p>
    <w:p w:rsidR="00557788" w:rsidRDefault="00557788" w:rsidP="00557788">
      <w:r>
        <w:t>214.7222</w:t>
      </w:r>
      <w:r>
        <w:tab/>
        <w:t>2.532e-2</w:t>
      </w:r>
    </w:p>
    <w:p w:rsidR="00557788" w:rsidRDefault="00557788" w:rsidP="00557788">
      <w:r>
        <w:t>214.7253</w:t>
      </w:r>
      <w:r>
        <w:tab/>
        <w:t>3.701e0</w:t>
      </w:r>
    </w:p>
    <w:p w:rsidR="00557788" w:rsidRDefault="00557788" w:rsidP="00557788">
      <w:r>
        <w:t>214.7431</w:t>
      </w:r>
      <w:r>
        <w:tab/>
        <w:t>1.013e0</w:t>
      </w:r>
    </w:p>
    <w:p w:rsidR="00557788" w:rsidRDefault="00557788" w:rsidP="00557788">
      <w:r>
        <w:t>214.7509</w:t>
      </w:r>
      <w:r>
        <w:tab/>
        <w:t>1.013e0</w:t>
      </w:r>
    </w:p>
    <w:p w:rsidR="00557788" w:rsidRDefault="00557788" w:rsidP="00557788">
      <w:r>
        <w:t>214.7528</w:t>
      </w:r>
      <w:r>
        <w:tab/>
        <w:t>4.117e0</w:t>
      </w:r>
    </w:p>
    <w:p w:rsidR="00557788" w:rsidRDefault="00557788" w:rsidP="00557788">
      <w:r>
        <w:t>214.7620</w:t>
      </w:r>
      <w:r>
        <w:tab/>
        <w:t>3.038e0</w:t>
      </w:r>
    </w:p>
    <w:p w:rsidR="00557788" w:rsidRDefault="00557788" w:rsidP="00557788">
      <w:r>
        <w:t>214.7654</w:t>
      </w:r>
      <w:r>
        <w:tab/>
        <w:t>3.038e0</w:t>
      </w:r>
    </w:p>
    <w:p w:rsidR="00557788" w:rsidRDefault="00557788" w:rsidP="00557788">
      <w:r>
        <w:t>214.7926</w:t>
      </w:r>
      <w:r>
        <w:tab/>
        <w:t>4.555e0</w:t>
      </w:r>
    </w:p>
    <w:p w:rsidR="00557788" w:rsidRDefault="00557788" w:rsidP="00557788">
      <w:r>
        <w:t>214.7946</w:t>
      </w:r>
      <w:r>
        <w:tab/>
        <w:t>1.013e0</w:t>
      </w:r>
    </w:p>
    <w:p w:rsidR="00557788" w:rsidRDefault="00557788" w:rsidP="00557788">
      <w:r>
        <w:t>214.8022</w:t>
      </w:r>
      <w:r>
        <w:tab/>
        <w:t>1.025e0</w:t>
      </w:r>
    </w:p>
    <w:p w:rsidR="00557788" w:rsidRDefault="00557788" w:rsidP="00557788">
      <w:r>
        <w:t>214.8041</w:t>
      </w:r>
      <w:r>
        <w:tab/>
        <w:t>2.025e0</w:t>
      </w:r>
    </w:p>
    <w:p w:rsidR="00557788" w:rsidRDefault="00557788" w:rsidP="00557788">
      <w:r>
        <w:t>214.8136</w:t>
      </w:r>
      <w:r>
        <w:tab/>
        <w:t>3.051e0</w:t>
      </w:r>
    </w:p>
    <w:p w:rsidR="00557788" w:rsidRDefault="00557788" w:rsidP="00557788">
      <w:r>
        <w:t>214.8212</w:t>
      </w:r>
      <w:r>
        <w:tab/>
        <w:t>2.532e-2</w:t>
      </w:r>
    </w:p>
    <w:p w:rsidR="00557788" w:rsidRDefault="00557788" w:rsidP="00557788">
      <w:r>
        <w:t>214.8250</w:t>
      </w:r>
      <w:r>
        <w:tab/>
        <w:t>1.013e0</w:t>
      </w:r>
    </w:p>
    <w:p w:rsidR="00557788" w:rsidRDefault="00557788" w:rsidP="00557788">
      <w:r>
        <w:t>214.8366</w:t>
      </w:r>
      <w:r>
        <w:tab/>
        <w:t>1.013e0</w:t>
      </w:r>
    </w:p>
    <w:p w:rsidR="00557788" w:rsidRDefault="00557788" w:rsidP="00557788">
      <w:r>
        <w:t>214.8488</w:t>
      </w:r>
      <w:r>
        <w:tab/>
        <w:t>2.051e0</w:t>
      </w:r>
    </w:p>
    <w:p w:rsidR="00557788" w:rsidRDefault="00557788" w:rsidP="00557788">
      <w:r>
        <w:t>214.8611</w:t>
      </w:r>
      <w:r>
        <w:tab/>
        <w:t>1.266e-2</w:t>
      </w:r>
    </w:p>
    <w:p w:rsidR="00557788" w:rsidRDefault="00557788" w:rsidP="00557788">
      <w:r>
        <w:lastRenderedPageBreak/>
        <w:t>214.8689</w:t>
      </w:r>
      <w:r>
        <w:tab/>
        <w:t>3.051e0</w:t>
      </w:r>
    </w:p>
    <w:p w:rsidR="00557788" w:rsidRDefault="00557788" w:rsidP="00557788">
      <w:r>
        <w:t>214.8708</w:t>
      </w:r>
      <w:r>
        <w:tab/>
        <w:t>2.025e0</w:t>
      </w:r>
    </w:p>
    <w:p w:rsidR="00557788" w:rsidRDefault="00557788" w:rsidP="00557788">
      <w:r>
        <w:t>214.8840</w:t>
      </w:r>
      <w:r>
        <w:tab/>
        <w:t>1.025e0</w:t>
      </w:r>
    </w:p>
    <w:p w:rsidR="00557788" w:rsidRDefault="00557788" w:rsidP="00557788">
      <w:r>
        <w:t>214.8955</w:t>
      </w:r>
      <w:r>
        <w:tab/>
        <w:t>2.025e0</w:t>
      </w:r>
    </w:p>
    <w:p w:rsidR="00557788" w:rsidRDefault="00557788" w:rsidP="00557788">
      <w:r>
        <w:t>214.8993</w:t>
      </w:r>
      <w:r>
        <w:tab/>
        <w:t>1.013e0</w:t>
      </w:r>
    </w:p>
    <w:p w:rsidR="00557788" w:rsidRDefault="00557788" w:rsidP="00557788">
      <w:r>
        <w:t>214.9031</w:t>
      </w:r>
      <w:r>
        <w:tab/>
        <w:t>2.051e0</w:t>
      </w:r>
    </w:p>
    <w:p w:rsidR="00557788" w:rsidRDefault="00557788" w:rsidP="00557788">
      <w:r>
        <w:t>214.9069</w:t>
      </w:r>
      <w:r>
        <w:tab/>
        <w:t>1.266e-2</w:t>
      </w:r>
    </w:p>
    <w:p w:rsidR="00557788" w:rsidRDefault="00557788" w:rsidP="00557788">
      <w:r>
        <w:t>214.9224</w:t>
      </w:r>
      <w:r>
        <w:tab/>
        <w:t>2.025e0</w:t>
      </w:r>
    </w:p>
    <w:p w:rsidR="00557788" w:rsidRDefault="00557788" w:rsidP="00557788">
      <w:r>
        <w:t>214.9264</w:t>
      </w:r>
      <w:r>
        <w:tab/>
        <w:t>1.266e-2</w:t>
      </w:r>
    </w:p>
    <w:p w:rsidR="00557788" w:rsidRDefault="00557788" w:rsidP="00557788">
      <w:r>
        <w:t>214.9387</w:t>
      </w:r>
      <w:r>
        <w:tab/>
        <w:t>1.266e-2</w:t>
      </w:r>
    </w:p>
    <w:p w:rsidR="00557788" w:rsidRDefault="00557788" w:rsidP="00557788">
      <w:r>
        <w:t>214.9428</w:t>
      </w:r>
      <w:r>
        <w:tab/>
        <w:t>1.266e-2</w:t>
      </w:r>
    </w:p>
    <w:p w:rsidR="00557788" w:rsidRDefault="00557788" w:rsidP="00557788">
      <w:r>
        <w:t>214.9577</w:t>
      </w:r>
      <w:r>
        <w:tab/>
        <w:t>4.051e0</w:t>
      </w:r>
    </w:p>
    <w:p w:rsidR="00557788" w:rsidRDefault="00557788" w:rsidP="00557788">
      <w:r>
        <w:t>214.9795</w:t>
      </w:r>
      <w:r>
        <w:tab/>
        <w:t>6.076e0</w:t>
      </w:r>
    </w:p>
    <w:p w:rsidR="00557788" w:rsidRDefault="00557788" w:rsidP="00557788">
      <w:r>
        <w:t>214.9812</w:t>
      </w:r>
      <w:r>
        <w:tab/>
        <w:t>6.329e-2</w:t>
      </w:r>
    </w:p>
    <w:p w:rsidR="00557788" w:rsidRDefault="00557788" w:rsidP="00557788">
      <w:r>
        <w:t>214.9865</w:t>
      </w:r>
      <w:r>
        <w:tab/>
        <w:t>4.640e0</w:t>
      </w:r>
    </w:p>
    <w:p w:rsidR="00557788" w:rsidRDefault="00557788" w:rsidP="00557788">
      <w:r>
        <w:t>214.9965</w:t>
      </w:r>
      <w:r>
        <w:tab/>
        <w:t>9.882e0</w:t>
      </w:r>
    </w:p>
    <w:p w:rsidR="00557788" w:rsidRDefault="00557788" w:rsidP="00557788">
      <w:r>
        <w:t>215.0025</w:t>
      </w:r>
      <w:r>
        <w:tab/>
        <w:t>5.746e0</w:t>
      </w:r>
    </w:p>
    <w:p w:rsidR="00557788" w:rsidRDefault="00557788" w:rsidP="00557788">
      <w:r>
        <w:t>215.0082</w:t>
      </w:r>
      <w:r>
        <w:tab/>
        <w:t>1.585e1</w:t>
      </w:r>
    </w:p>
    <w:p w:rsidR="00557788" w:rsidRDefault="00557788" w:rsidP="00557788">
      <w:r>
        <w:t>215.0120</w:t>
      </w:r>
      <w:r>
        <w:tab/>
        <w:t>7.447e0</w:t>
      </w:r>
    </w:p>
    <w:p w:rsidR="00557788" w:rsidRDefault="00557788" w:rsidP="00557788">
      <w:r>
        <w:lastRenderedPageBreak/>
        <w:t>215.0152</w:t>
      </w:r>
      <w:r>
        <w:tab/>
        <w:t>3.684e0</w:t>
      </w:r>
    </w:p>
    <w:p w:rsidR="00557788" w:rsidRDefault="00557788" w:rsidP="00557788">
      <w:r>
        <w:t>215.0247</w:t>
      </w:r>
      <w:r>
        <w:tab/>
        <w:t>4.744e0</w:t>
      </w:r>
    </w:p>
    <w:p w:rsidR="00557788" w:rsidRDefault="00557788" w:rsidP="00557788">
      <w:r>
        <w:t>215.0482</w:t>
      </w:r>
      <w:r>
        <w:tab/>
        <w:t>8.342e-1</w:t>
      </w:r>
    </w:p>
    <w:p w:rsidR="00557788" w:rsidRDefault="00557788" w:rsidP="00557788">
      <w:r>
        <w:t>215.0546</w:t>
      </w:r>
      <w:r>
        <w:tab/>
        <w:t>1.411e0</w:t>
      </w:r>
    </w:p>
    <w:p w:rsidR="00557788" w:rsidRDefault="00557788" w:rsidP="00557788">
      <w:r>
        <w:t>215.0676</w:t>
      </w:r>
      <w:r>
        <w:tab/>
        <w:t>5.989e0</w:t>
      </w:r>
    </w:p>
    <w:p w:rsidR="00557788" w:rsidRDefault="00557788" w:rsidP="00557788">
      <w:r>
        <w:t>215.0773</w:t>
      </w:r>
      <w:r>
        <w:tab/>
        <w:t>8.172e-2</w:t>
      </w:r>
    </w:p>
    <w:p w:rsidR="00557788" w:rsidRDefault="00557788" w:rsidP="00557788">
      <w:r>
        <w:t>215.0801</w:t>
      </w:r>
      <w:r>
        <w:tab/>
        <w:t>5.401e0</w:t>
      </w:r>
    </w:p>
    <w:p w:rsidR="00557788" w:rsidRDefault="00557788" w:rsidP="00557788">
      <w:r>
        <w:t>215.0896</w:t>
      </w:r>
      <w:r>
        <w:tab/>
        <w:t>2.477e-1</w:t>
      </w:r>
    </w:p>
    <w:p w:rsidR="00557788" w:rsidRDefault="00557788" w:rsidP="00557788">
      <w:r>
        <w:t>215.1188</w:t>
      </w:r>
      <w:r>
        <w:tab/>
        <w:t>4.778e0</w:t>
      </w:r>
    </w:p>
    <w:p w:rsidR="00557788" w:rsidRDefault="00557788" w:rsidP="00557788">
      <w:r>
        <w:t>215.1237</w:t>
      </w:r>
      <w:r>
        <w:tab/>
        <w:t>9.559e0</w:t>
      </w:r>
    </w:p>
    <w:p w:rsidR="00557788" w:rsidRDefault="00557788" w:rsidP="00557788">
      <w:r>
        <w:t>215.1497</w:t>
      </w:r>
      <w:r>
        <w:tab/>
        <w:t>6.006e0</w:t>
      </w:r>
    </w:p>
    <w:p w:rsidR="00557788" w:rsidRDefault="00557788" w:rsidP="00557788">
      <w:r>
        <w:t>215.1582</w:t>
      </w:r>
      <w:r>
        <w:tab/>
        <w:t>2.686e0</w:t>
      </w:r>
    </w:p>
    <w:p w:rsidR="00557788" w:rsidRDefault="00557788" w:rsidP="00557788">
      <w:r>
        <w:t>215.1667</w:t>
      </w:r>
      <w:r>
        <w:tab/>
        <w:t>1.747e0</w:t>
      </w:r>
    </w:p>
    <w:p w:rsidR="00557788" w:rsidRDefault="00557788" w:rsidP="00557788">
      <w:r>
        <w:t>215.1800</w:t>
      </w:r>
      <w:r>
        <w:tab/>
        <w:t>2.976e0</w:t>
      </w:r>
    </w:p>
    <w:p w:rsidR="00557788" w:rsidRDefault="00557788" w:rsidP="00557788">
      <w:r>
        <w:t>215.1823</w:t>
      </w:r>
      <w:r>
        <w:tab/>
        <w:t>2.134e0</w:t>
      </w:r>
    </w:p>
    <w:p w:rsidR="00557788" w:rsidRDefault="00557788" w:rsidP="00557788">
      <w:r>
        <w:t>215.1857</w:t>
      </w:r>
      <w:r>
        <w:tab/>
        <w:t>4.510e0</w:t>
      </w:r>
    </w:p>
    <w:p w:rsidR="00557788" w:rsidRDefault="00557788" w:rsidP="00557788">
      <w:r>
        <w:t>215.1926</w:t>
      </w:r>
      <w:r>
        <w:tab/>
        <w:t>1.551e-1</w:t>
      </w:r>
    </w:p>
    <w:p w:rsidR="00557788" w:rsidRDefault="00557788" w:rsidP="00557788">
      <w:r>
        <w:t>215.1964</w:t>
      </w:r>
      <w:r>
        <w:tab/>
        <w:t>2.533e0</w:t>
      </w:r>
    </w:p>
    <w:p w:rsidR="00557788" w:rsidRDefault="00557788" w:rsidP="00557788">
      <w:r>
        <w:t>215.2212</w:t>
      </w:r>
      <w:r>
        <w:tab/>
        <w:t>2.051e0</w:t>
      </w:r>
    </w:p>
    <w:p w:rsidR="00557788" w:rsidRDefault="00557788" w:rsidP="00557788">
      <w:r>
        <w:lastRenderedPageBreak/>
        <w:t>215.2240</w:t>
      </w:r>
      <w:r>
        <w:tab/>
        <w:t>2.063e0</w:t>
      </w:r>
    </w:p>
    <w:p w:rsidR="00557788" w:rsidRDefault="00557788" w:rsidP="00557788">
      <w:r>
        <w:t>215.2345</w:t>
      </w:r>
      <w:r>
        <w:tab/>
        <w:t>1.013e0</w:t>
      </w:r>
    </w:p>
    <w:p w:rsidR="00557788" w:rsidRDefault="00557788" w:rsidP="00557788">
      <w:r>
        <w:t>215.2393</w:t>
      </w:r>
      <w:r>
        <w:tab/>
        <w:t>2.038e0</w:t>
      </w:r>
    </w:p>
    <w:p w:rsidR="00557788" w:rsidRDefault="00557788" w:rsidP="00557788">
      <w:r>
        <w:t>215.2422</w:t>
      </w:r>
      <w:r>
        <w:tab/>
        <w:t>1.013e0</w:t>
      </w:r>
    </w:p>
    <w:p w:rsidR="00557788" w:rsidRDefault="00557788" w:rsidP="00557788">
      <w:r>
        <w:t>215.2663</w:t>
      </w:r>
      <w:r>
        <w:tab/>
        <w:t>2.532e-2</w:t>
      </w:r>
    </w:p>
    <w:p w:rsidR="00557788" w:rsidRDefault="00557788" w:rsidP="00557788">
      <w:r>
        <w:t>215.2709</w:t>
      </w:r>
      <w:r>
        <w:tab/>
        <w:t>3.038e0</w:t>
      </w:r>
    </w:p>
    <w:p w:rsidR="00557788" w:rsidRDefault="00557788" w:rsidP="00557788">
      <w:r>
        <w:t>215.2776</w:t>
      </w:r>
      <w:r>
        <w:tab/>
        <w:t>2.025e0</w:t>
      </w:r>
    </w:p>
    <w:p w:rsidR="00557788" w:rsidRDefault="00557788" w:rsidP="00557788">
      <w:r>
        <w:t>215.2801</w:t>
      </w:r>
      <w:r>
        <w:tab/>
        <w:t>4.051e0</w:t>
      </w:r>
    </w:p>
    <w:p w:rsidR="00557788" w:rsidRDefault="00557788" w:rsidP="00557788">
      <w:r>
        <w:t>215.2841</w:t>
      </w:r>
      <w:r>
        <w:tab/>
        <w:t>1.051e0</w:t>
      </w:r>
    </w:p>
    <w:p w:rsidR="00557788" w:rsidRDefault="00557788" w:rsidP="00557788">
      <w:r>
        <w:t>215.2898</w:t>
      </w:r>
      <w:r>
        <w:tab/>
        <w:t>1.266e-2</w:t>
      </w:r>
    </w:p>
    <w:p w:rsidR="00557788" w:rsidRDefault="00557788" w:rsidP="00557788">
      <w:r>
        <w:t>215.2974</w:t>
      </w:r>
      <w:r>
        <w:tab/>
        <w:t>1.266e-2</w:t>
      </w:r>
    </w:p>
    <w:p w:rsidR="00557788" w:rsidRDefault="00557788" w:rsidP="00557788">
      <w:r>
        <w:t>215.3165</w:t>
      </w:r>
      <w:r>
        <w:tab/>
        <w:t>1.266e-2</w:t>
      </w:r>
    </w:p>
    <w:p w:rsidR="00557788" w:rsidRDefault="00557788" w:rsidP="00557788">
      <w:r>
        <w:t>215.3279</w:t>
      </w:r>
      <w:r>
        <w:tab/>
        <w:t>2.025e0</w:t>
      </w:r>
    </w:p>
    <w:p w:rsidR="00557788" w:rsidRDefault="00557788" w:rsidP="00557788">
      <w:r>
        <w:t>215.3327</w:t>
      </w:r>
      <w:r>
        <w:tab/>
        <w:t>5.514e0</w:t>
      </w:r>
    </w:p>
    <w:p w:rsidR="00557788" w:rsidRDefault="00557788" w:rsidP="00557788">
      <w:r>
        <w:t>215.3354</w:t>
      </w:r>
      <w:r>
        <w:tab/>
        <w:t>1.013e0</w:t>
      </w:r>
    </w:p>
    <w:p w:rsidR="00557788" w:rsidRDefault="00557788" w:rsidP="00557788">
      <w:r>
        <w:t>215.3416</w:t>
      </w:r>
      <w:r>
        <w:tab/>
        <w:t>2.025e0</w:t>
      </w:r>
    </w:p>
    <w:p w:rsidR="00557788" w:rsidRDefault="00557788" w:rsidP="00557788">
      <w:r>
        <w:t>215.3434</w:t>
      </w:r>
      <w:r>
        <w:tab/>
        <w:t>1.266e-2</w:t>
      </w:r>
    </w:p>
    <w:p w:rsidR="00557788" w:rsidRDefault="00557788" w:rsidP="00557788">
      <w:r>
        <w:t>215.3556</w:t>
      </w:r>
      <w:r>
        <w:tab/>
        <w:t>1.013e0</w:t>
      </w:r>
    </w:p>
    <w:p w:rsidR="00557788" w:rsidRDefault="00557788" w:rsidP="00557788">
      <w:r>
        <w:t>215.3567</w:t>
      </w:r>
      <w:r>
        <w:tab/>
        <w:t>3.038e0</w:t>
      </w:r>
    </w:p>
    <w:p w:rsidR="00557788" w:rsidRDefault="00557788" w:rsidP="00557788">
      <w:r>
        <w:lastRenderedPageBreak/>
        <w:t>215.3616</w:t>
      </w:r>
      <w:r>
        <w:tab/>
        <w:t>2.025e0</w:t>
      </w:r>
    </w:p>
    <w:p w:rsidR="00557788" w:rsidRDefault="00557788" w:rsidP="00557788">
      <w:r>
        <w:t>215.3725</w:t>
      </w:r>
      <w:r>
        <w:tab/>
        <w:t>3.038e0</w:t>
      </w:r>
    </w:p>
    <w:p w:rsidR="00557788" w:rsidRDefault="00557788" w:rsidP="00557788">
      <w:r>
        <w:t>215.3736</w:t>
      </w:r>
      <w:r>
        <w:tab/>
        <w:t>2.025e0</w:t>
      </w:r>
    </w:p>
    <w:p w:rsidR="00557788" w:rsidRDefault="00557788" w:rsidP="00557788">
      <w:r>
        <w:t>215.3756</w:t>
      </w:r>
      <w:r>
        <w:tab/>
        <w:t>2.025e0</w:t>
      </w:r>
    </w:p>
    <w:p w:rsidR="00557788" w:rsidRDefault="00557788" w:rsidP="00557788">
      <w:r>
        <w:t>215.3775</w:t>
      </w:r>
      <w:r>
        <w:tab/>
        <w:t>2.025e0</w:t>
      </w:r>
    </w:p>
    <w:p w:rsidR="00557788" w:rsidRDefault="00557788" w:rsidP="00557788">
      <w:r>
        <w:t>215.3832</w:t>
      </w:r>
      <w:r>
        <w:tab/>
        <w:t>2.025e0</w:t>
      </w:r>
    </w:p>
    <w:p w:rsidR="00557788" w:rsidRDefault="00557788" w:rsidP="00557788">
      <w:r>
        <w:t>215.3927</w:t>
      </w:r>
      <w:r>
        <w:tab/>
        <w:t>2.532e-2</w:t>
      </w:r>
    </w:p>
    <w:p w:rsidR="00557788" w:rsidRDefault="00557788" w:rsidP="00557788">
      <w:r>
        <w:t>215.4065</w:t>
      </w:r>
      <w:r>
        <w:tab/>
        <w:t>6.101e0</w:t>
      </w:r>
    </w:p>
    <w:p w:rsidR="00557788" w:rsidRDefault="00557788" w:rsidP="00557788">
      <w:r>
        <w:t>215.4080</w:t>
      </w:r>
      <w:r>
        <w:tab/>
        <w:t>3.038e0</w:t>
      </w:r>
    </w:p>
    <w:p w:rsidR="00557788" w:rsidRDefault="00557788" w:rsidP="00557788">
      <w:r>
        <w:t>215.4109</w:t>
      </w:r>
      <w:r>
        <w:tab/>
        <w:t>2.038e0</w:t>
      </w:r>
    </w:p>
    <w:p w:rsidR="00557788" w:rsidRDefault="00557788" w:rsidP="00557788">
      <w:r>
        <w:t>215.4434</w:t>
      </w:r>
      <w:r>
        <w:tab/>
        <w:t>2.532e-2</w:t>
      </w:r>
    </w:p>
    <w:p w:rsidR="00557788" w:rsidRDefault="00557788" w:rsidP="00557788">
      <w:r>
        <w:t>215.4456</w:t>
      </w:r>
      <w:r>
        <w:tab/>
        <w:t>2.025e0</w:t>
      </w:r>
    </w:p>
    <w:p w:rsidR="00557788" w:rsidRDefault="00557788" w:rsidP="00557788">
      <w:r>
        <w:t>215.4613</w:t>
      </w:r>
      <w:r>
        <w:tab/>
        <w:t>2.025e0</w:t>
      </w:r>
    </w:p>
    <w:p w:rsidR="00557788" w:rsidRDefault="00557788" w:rsidP="00557788">
      <w:r>
        <w:t>215.4765</w:t>
      </w:r>
      <w:r>
        <w:tab/>
        <w:t>1.013e0</w:t>
      </w:r>
    </w:p>
    <w:p w:rsidR="00557788" w:rsidRDefault="00557788" w:rsidP="00557788">
      <w:r>
        <w:t>215.4903</w:t>
      </w:r>
      <w:r>
        <w:tab/>
        <w:t>2.063e0</w:t>
      </w:r>
    </w:p>
    <w:p w:rsidR="00557788" w:rsidRDefault="00557788" w:rsidP="00557788">
      <w:r>
        <w:t>215.4946</w:t>
      </w:r>
      <w:r>
        <w:tab/>
        <w:t>4.540e0</w:t>
      </w:r>
    </w:p>
    <w:p w:rsidR="00557788" w:rsidRDefault="00557788" w:rsidP="00557788">
      <w:r>
        <w:t>215.4969</w:t>
      </w:r>
      <w:r>
        <w:tab/>
        <w:t>1.051e0</w:t>
      </w:r>
    </w:p>
    <w:p w:rsidR="00557788" w:rsidRDefault="00557788" w:rsidP="00557788">
      <w:r>
        <w:t>215.5031</w:t>
      </w:r>
      <w:r>
        <w:tab/>
        <w:t>1.266e-2</w:t>
      </w:r>
    </w:p>
    <w:p w:rsidR="00557788" w:rsidRDefault="00557788" w:rsidP="00557788">
      <w:r>
        <w:t>215.5042</w:t>
      </w:r>
      <w:r>
        <w:tab/>
        <w:t>4.051e0</w:t>
      </w:r>
    </w:p>
    <w:p w:rsidR="00557788" w:rsidRDefault="00557788" w:rsidP="00557788">
      <w:r>
        <w:lastRenderedPageBreak/>
        <w:t>215.5111</w:t>
      </w:r>
      <w:r>
        <w:tab/>
        <w:t>1.266e-2</w:t>
      </w:r>
    </w:p>
    <w:p w:rsidR="00557788" w:rsidRDefault="00557788" w:rsidP="00557788">
      <w:r>
        <w:t>215.5134</w:t>
      </w:r>
      <w:r>
        <w:tab/>
        <w:t>2.532e-2</w:t>
      </w:r>
    </w:p>
    <w:p w:rsidR="00557788" w:rsidRDefault="00557788" w:rsidP="00557788">
      <w:r>
        <w:t>215.5152</w:t>
      </w:r>
      <w:r>
        <w:tab/>
        <w:t>1.025e0</w:t>
      </w:r>
    </w:p>
    <w:p w:rsidR="00557788" w:rsidRDefault="00557788" w:rsidP="00557788">
      <w:r>
        <w:t>215.5193</w:t>
      </w:r>
      <w:r>
        <w:tab/>
        <w:t>1.013e0</w:t>
      </w:r>
    </w:p>
    <w:p w:rsidR="00557788" w:rsidRDefault="00557788" w:rsidP="00557788">
      <w:r>
        <w:t>215.5223</w:t>
      </w:r>
      <w:r>
        <w:tab/>
        <w:t>3.038e0</w:t>
      </w:r>
    </w:p>
    <w:p w:rsidR="00557788" w:rsidRDefault="00557788" w:rsidP="00557788">
      <w:r>
        <w:t>215.5316</w:t>
      </w:r>
      <w:r>
        <w:tab/>
        <w:t>2.532e-2</w:t>
      </w:r>
    </w:p>
    <w:p w:rsidR="00557788" w:rsidRDefault="00557788" w:rsidP="00557788">
      <w:r>
        <w:t>215.5542</w:t>
      </w:r>
      <w:r>
        <w:tab/>
        <w:t>5.076e0</w:t>
      </w:r>
    </w:p>
    <w:p w:rsidR="00557788" w:rsidRDefault="00557788" w:rsidP="00557788">
      <w:r>
        <w:t>215.5585</w:t>
      </w:r>
      <w:r>
        <w:tab/>
        <w:t>1.013e0</w:t>
      </w:r>
    </w:p>
    <w:p w:rsidR="00557788" w:rsidRDefault="00557788" w:rsidP="00557788">
      <w:r>
        <w:t>215.5641</w:t>
      </w:r>
      <w:r>
        <w:tab/>
        <w:t>1.038e0</w:t>
      </w:r>
    </w:p>
    <w:p w:rsidR="00557788" w:rsidRDefault="00557788" w:rsidP="00557788">
      <w:r>
        <w:t>215.5833</w:t>
      </w:r>
      <w:r>
        <w:tab/>
        <w:t>4.296e-1</w:t>
      </w:r>
    </w:p>
    <w:p w:rsidR="00557788" w:rsidRDefault="00557788" w:rsidP="00557788">
      <w:r>
        <w:t>215.5861</w:t>
      </w:r>
      <w:r>
        <w:tab/>
        <w:t>4.051e0</w:t>
      </w:r>
    </w:p>
    <w:p w:rsidR="00557788" w:rsidRDefault="00557788" w:rsidP="00557788">
      <w:r>
        <w:t>215.5912</w:t>
      </w:r>
      <w:r>
        <w:tab/>
        <w:t>2.532e-2</w:t>
      </w:r>
    </w:p>
    <w:p w:rsidR="00557788" w:rsidRDefault="00557788" w:rsidP="00557788">
      <w:r>
        <w:t>215.5930</w:t>
      </w:r>
      <w:r>
        <w:tab/>
        <w:t>2.532e-2</w:t>
      </w:r>
    </w:p>
    <w:p w:rsidR="00557788" w:rsidRDefault="00557788" w:rsidP="00557788">
      <w:r>
        <w:t>215.6121</w:t>
      </w:r>
      <w:r>
        <w:tab/>
        <w:t>3.038e0</w:t>
      </w:r>
    </w:p>
    <w:p w:rsidR="00557788" w:rsidRDefault="00557788" w:rsidP="00557788">
      <w:r>
        <w:t>215.6153</w:t>
      </w:r>
      <w:r>
        <w:tab/>
        <w:t>2.532e-2</w:t>
      </w:r>
    </w:p>
    <w:p w:rsidR="00557788" w:rsidRDefault="00557788" w:rsidP="00557788">
      <w:r>
        <w:t>215.6200</w:t>
      </w:r>
      <w:r>
        <w:tab/>
        <w:t>3.038e0</w:t>
      </w:r>
    </w:p>
    <w:p w:rsidR="00557788" w:rsidRDefault="00557788" w:rsidP="00557788">
      <w:r>
        <w:t>215.6285</w:t>
      </w:r>
      <w:r>
        <w:tab/>
        <w:t>5.114e0</w:t>
      </w:r>
    </w:p>
    <w:p w:rsidR="00557788" w:rsidRDefault="00557788" w:rsidP="00557788">
      <w:r>
        <w:t>215.6408</w:t>
      </w:r>
      <w:r>
        <w:tab/>
        <w:t>5.710e0</w:t>
      </w:r>
    </w:p>
    <w:p w:rsidR="00557788" w:rsidRDefault="00557788" w:rsidP="00557788">
      <w:r>
        <w:t>215.6424</w:t>
      </w:r>
      <w:r>
        <w:tab/>
        <w:t>2.025e0</w:t>
      </w:r>
    </w:p>
    <w:p w:rsidR="00557788" w:rsidRDefault="00557788" w:rsidP="00557788">
      <w:r>
        <w:lastRenderedPageBreak/>
        <w:t>215.6479</w:t>
      </w:r>
      <w:r>
        <w:tab/>
        <w:t>2.451e0</w:t>
      </w:r>
    </w:p>
    <w:p w:rsidR="00557788" w:rsidRDefault="00557788" w:rsidP="00557788">
      <w:r>
        <w:t>215.6500</w:t>
      </w:r>
      <w:r>
        <w:tab/>
        <w:t>2.025e0</w:t>
      </w:r>
    </w:p>
    <w:p w:rsidR="00557788" w:rsidRDefault="00557788" w:rsidP="00557788">
      <w:r>
        <w:t>215.6708</w:t>
      </w:r>
      <w:r>
        <w:tab/>
        <w:t>3.038e0</w:t>
      </w:r>
    </w:p>
    <w:p w:rsidR="00557788" w:rsidRDefault="00557788" w:rsidP="00557788">
      <w:r>
        <w:t>215.6776</w:t>
      </w:r>
      <w:r>
        <w:tab/>
        <w:t>2.025e0</w:t>
      </w:r>
    </w:p>
    <w:p w:rsidR="00557788" w:rsidRDefault="00557788" w:rsidP="00557788">
      <w:r>
        <w:t>215.6849</w:t>
      </w:r>
      <w:r>
        <w:tab/>
        <w:t>1.063e0</w:t>
      </w:r>
    </w:p>
    <w:p w:rsidR="00557788" w:rsidRDefault="00557788" w:rsidP="00557788">
      <w:r>
        <w:t>215.6995</w:t>
      </w:r>
      <w:r>
        <w:tab/>
        <w:t>1.025e0</w:t>
      </w:r>
    </w:p>
    <w:p w:rsidR="00557788" w:rsidRDefault="00557788" w:rsidP="00557788">
      <w:r>
        <w:t>215.7167</w:t>
      </w:r>
      <w:r>
        <w:tab/>
        <w:t>1.038e0</w:t>
      </w:r>
    </w:p>
    <w:p w:rsidR="00557788" w:rsidRDefault="00557788" w:rsidP="00557788">
      <w:r>
        <w:t>215.7186</w:t>
      </w:r>
      <w:r>
        <w:tab/>
        <w:t>1.266e-2</w:t>
      </w:r>
    </w:p>
    <w:p w:rsidR="00557788" w:rsidRDefault="00557788" w:rsidP="00557788">
      <w:r>
        <w:t>215.7262</w:t>
      </w:r>
      <w:r>
        <w:tab/>
        <w:t>1.013e0</w:t>
      </w:r>
    </w:p>
    <w:p w:rsidR="00557788" w:rsidRDefault="00557788" w:rsidP="00557788">
      <w:r>
        <w:t>215.7377</w:t>
      </w:r>
      <w:r>
        <w:tab/>
        <w:t>1.013e0</w:t>
      </w:r>
    </w:p>
    <w:p w:rsidR="00557788" w:rsidRDefault="00557788" w:rsidP="00557788">
      <w:r>
        <w:t>215.7508</w:t>
      </w:r>
      <w:r>
        <w:tab/>
        <w:t>7.089e0</w:t>
      </w:r>
    </w:p>
    <w:p w:rsidR="00557788" w:rsidRDefault="00557788" w:rsidP="00557788">
      <w:r>
        <w:t>215.7528</w:t>
      </w:r>
      <w:r>
        <w:tab/>
        <w:t>1.013e0</w:t>
      </w:r>
    </w:p>
    <w:p w:rsidR="00557788" w:rsidRDefault="00557788" w:rsidP="00557788">
      <w:r>
        <w:t>215.7591</w:t>
      </w:r>
      <w:r>
        <w:tab/>
        <w:t>2.025e0</w:t>
      </w:r>
    </w:p>
    <w:p w:rsidR="00557788" w:rsidRDefault="00557788" w:rsidP="00557788">
      <w:r>
        <w:t>215.7773</w:t>
      </w:r>
      <w:r>
        <w:tab/>
        <w:t>1.013e0</w:t>
      </w:r>
    </w:p>
    <w:p w:rsidR="00557788" w:rsidRDefault="00557788" w:rsidP="00557788">
      <w:r>
        <w:t>215.7814</w:t>
      </w:r>
      <w:r>
        <w:tab/>
        <w:t>2.025e0</w:t>
      </w:r>
    </w:p>
    <w:p w:rsidR="00557788" w:rsidRDefault="00557788" w:rsidP="00557788">
      <w:r>
        <w:t>215.7871</w:t>
      </w:r>
      <w:r>
        <w:tab/>
        <w:t>4.051e0</w:t>
      </w:r>
    </w:p>
    <w:p w:rsidR="00557788" w:rsidRDefault="00557788" w:rsidP="00557788">
      <w:r>
        <w:t>215.7889</w:t>
      </w:r>
      <w:r>
        <w:tab/>
        <w:t>2.532e-2</w:t>
      </w:r>
    </w:p>
    <w:p w:rsidR="00557788" w:rsidRDefault="00557788" w:rsidP="00557788">
      <w:r>
        <w:t>215.7972</w:t>
      </w:r>
      <w:r>
        <w:tab/>
        <w:t>5.063e0</w:t>
      </w:r>
    </w:p>
    <w:p w:rsidR="00557788" w:rsidRDefault="00557788" w:rsidP="00557788">
      <w:r>
        <w:t>215.8025</w:t>
      </w:r>
      <w:r>
        <w:tab/>
        <w:t>2.025e0</w:t>
      </w:r>
    </w:p>
    <w:p w:rsidR="00557788" w:rsidRDefault="00557788" w:rsidP="00557788">
      <w:r>
        <w:lastRenderedPageBreak/>
        <w:t>215.8082</w:t>
      </w:r>
      <w:r>
        <w:tab/>
        <w:t>1.266e-2</w:t>
      </w:r>
    </w:p>
    <w:p w:rsidR="00557788" w:rsidRDefault="00557788" w:rsidP="00557788">
      <w:r>
        <w:t>215.8268</w:t>
      </w:r>
      <w:r>
        <w:tab/>
        <w:t>3.051e0</w:t>
      </w:r>
    </w:p>
    <w:p w:rsidR="00557788" w:rsidRDefault="00557788" w:rsidP="00557788">
      <w:r>
        <w:t>215.8348</w:t>
      </w:r>
      <w:r>
        <w:tab/>
        <w:t>1.013e0</w:t>
      </w:r>
    </w:p>
    <w:p w:rsidR="00557788" w:rsidRDefault="00557788" w:rsidP="00557788">
      <w:r>
        <w:t>215.8429</w:t>
      </w:r>
      <w:r>
        <w:tab/>
        <w:t>1.266e-2</w:t>
      </w:r>
    </w:p>
    <w:p w:rsidR="00557788" w:rsidRDefault="00557788" w:rsidP="00557788">
      <w:r>
        <w:t>215.8511</w:t>
      </w:r>
      <w:r>
        <w:tab/>
        <w:t>2.025e0</w:t>
      </w:r>
    </w:p>
    <w:p w:rsidR="00557788" w:rsidRDefault="00557788" w:rsidP="00557788">
      <w:r>
        <w:t>215.8712</w:t>
      </w:r>
      <w:r>
        <w:tab/>
        <w:t>1.266e-2</w:t>
      </w:r>
    </w:p>
    <w:p w:rsidR="00557788" w:rsidRDefault="00557788" w:rsidP="00557788">
      <w:r>
        <w:t>215.8750</w:t>
      </w:r>
      <w:r>
        <w:tab/>
        <w:t>2.532e-2</w:t>
      </w:r>
    </w:p>
    <w:p w:rsidR="00557788" w:rsidRDefault="00557788" w:rsidP="00557788">
      <w:r>
        <w:t>215.8807</w:t>
      </w:r>
      <w:r>
        <w:tab/>
        <w:t>2.025e0</w:t>
      </w:r>
    </w:p>
    <w:p w:rsidR="00557788" w:rsidRDefault="00557788" w:rsidP="00557788">
      <w:r>
        <w:t>215.8902</w:t>
      </w:r>
      <w:r>
        <w:tab/>
        <w:t>1.266e-2</w:t>
      </w:r>
    </w:p>
    <w:p w:rsidR="00557788" w:rsidRDefault="00557788" w:rsidP="00557788">
      <w:r>
        <w:t>215.8979</w:t>
      </w:r>
      <w:r>
        <w:tab/>
        <w:t>1.013e0</w:t>
      </w:r>
    </w:p>
    <w:p w:rsidR="00557788" w:rsidRDefault="00557788" w:rsidP="00557788">
      <w:r>
        <w:t>215.9073</w:t>
      </w:r>
      <w:r>
        <w:tab/>
        <w:t>2.025e0</w:t>
      </w:r>
    </w:p>
    <w:p w:rsidR="00557788" w:rsidRDefault="00557788" w:rsidP="00557788">
      <w:r>
        <w:t>215.9194</w:t>
      </w:r>
      <w:r>
        <w:tab/>
        <w:t>2.025e0</w:t>
      </w:r>
    </w:p>
    <w:p w:rsidR="00557788" w:rsidRDefault="00557788" w:rsidP="00557788">
      <w:r>
        <w:t>215.9279</w:t>
      </w:r>
      <w:r>
        <w:tab/>
        <w:t>3.038e0</w:t>
      </w:r>
    </w:p>
    <w:p w:rsidR="00557788" w:rsidRDefault="00557788" w:rsidP="00557788">
      <w:r>
        <w:t>215.9290</w:t>
      </w:r>
      <w:r>
        <w:tab/>
        <w:t>1.013e0</w:t>
      </w:r>
    </w:p>
    <w:p w:rsidR="00557788" w:rsidRDefault="00557788" w:rsidP="00557788">
      <w:r>
        <w:t>215.9409</w:t>
      </w:r>
      <w:r>
        <w:tab/>
        <w:t>6.329e-2</w:t>
      </w:r>
    </w:p>
    <w:p w:rsidR="00557788" w:rsidRDefault="00557788" w:rsidP="00557788">
      <w:r>
        <w:t>215.9431</w:t>
      </w:r>
      <w:r>
        <w:tab/>
        <w:t>2.025e0</w:t>
      </w:r>
    </w:p>
    <w:p w:rsidR="00557788" w:rsidRDefault="00557788" w:rsidP="00557788">
      <w:r>
        <w:t>215.9743</w:t>
      </w:r>
      <w:r>
        <w:tab/>
        <w:t>1.215e1</w:t>
      </w:r>
    </w:p>
    <w:p w:rsidR="00557788" w:rsidRDefault="00557788" w:rsidP="00557788">
      <w:r>
        <w:t>215.9774</w:t>
      </w:r>
      <w:r>
        <w:tab/>
        <w:t>7.605e-1</w:t>
      </w:r>
    </w:p>
    <w:p w:rsidR="00557788" w:rsidRDefault="00557788" w:rsidP="00557788">
      <w:r>
        <w:t>215.9946</w:t>
      </w:r>
      <w:r>
        <w:tab/>
        <w:t>2.348e0</w:t>
      </w:r>
    </w:p>
    <w:p w:rsidR="00557788" w:rsidRDefault="00557788" w:rsidP="00557788">
      <w:r>
        <w:lastRenderedPageBreak/>
        <w:t>215.9992</w:t>
      </w:r>
      <w:r>
        <w:tab/>
        <w:t>5.123e0</w:t>
      </w:r>
    </w:p>
    <w:p w:rsidR="00557788" w:rsidRDefault="00557788" w:rsidP="00557788">
      <w:r>
        <w:t>216.0159</w:t>
      </w:r>
      <w:r>
        <w:tab/>
        <w:t>3.882e0</w:t>
      </w:r>
    </w:p>
    <w:p w:rsidR="00557788" w:rsidRDefault="00557788" w:rsidP="00557788">
      <w:r>
        <w:t>216.0230</w:t>
      </w:r>
      <w:r>
        <w:tab/>
        <w:t>5.222e0</w:t>
      </w:r>
    </w:p>
    <w:p w:rsidR="00557788" w:rsidRDefault="00557788" w:rsidP="00557788">
      <w:r>
        <w:t>216.0593</w:t>
      </w:r>
      <w:r>
        <w:tab/>
        <w:t>5.044e0</w:t>
      </w:r>
    </w:p>
    <w:p w:rsidR="00557788" w:rsidRDefault="00557788" w:rsidP="00557788">
      <w:r>
        <w:t>216.0773</w:t>
      </w:r>
      <w:r>
        <w:tab/>
        <w:t>6.088e-1</w:t>
      </w:r>
    </w:p>
    <w:p w:rsidR="00557788" w:rsidRDefault="00557788" w:rsidP="00557788">
      <w:r>
        <w:t>216.0805</w:t>
      </w:r>
      <w:r>
        <w:tab/>
        <w:t>3.472e0</w:t>
      </w:r>
    </w:p>
    <w:p w:rsidR="00557788" w:rsidRDefault="00557788" w:rsidP="00557788">
      <w:r>
        <w:t>216.0873</w:t>
      </w:r>
      <w:r>
        <w:tab/>
        <w:t>2.105e0</w:t>
      </w:r>
    </w:p>
    <w:p w:rsidR="00557788" w:rsidRDefault="00557788" w:rsidP="00557788">
      <w:r>
        <w:t>216.1172</w:t>
      </w:r>
      <w:r>
        <w:tab/>
        <w:t>7.185e0</w:t>
      </w:r>
    </w:p>
    <w:p w:rsidR="00557788" w:rsidRDefault="00557788" w:rsidP="00557788">
      <w:r>
        <w:t>216.1313</w:t>
      </w:r>
      <w:r>
        <w:tab/>
        <w:t>6.876e0</w:t>
      </w:r>
    </w:p>
    <w:p w:rsidR="00557788" w:rsidRDefault="00557788" w:rsidP="00557788">
      <w:r>
        <w:t>216.1326</w:t>
      </w:r>
      <w:r>
        <w:tab/>
        <w:t>3.588e0</w:t>
      </w:r>
    </w:p>
    <w:p w:rsidR="00557788" w:rsidRDefault="00557788" w:rsidP="00557788">
      <w:r>
        <w:t>216.1631</w:t>
      </w:r>
      <w:r>
        <w:tab/>
        <w:t>3.509e0</w:t>
      </w:r>
    </w:p>
    <w:p w:rsidR="00557788" w:rsidRDefault="00557788" w:rsidP="00557788">
      <w:r>
        <w:t>216.1815</w:t>
      </w:r>
      <w:r>
        <w:tab/>
        <w:t>1.303e0</w:t>
      </w:r>
    </w:p>
    <w:p w:rsidR="00557788" w:rsidRDefault="00557788" w:rsidP="00557788">
      <w:r>
        <w:t>216.2016</w:t>
      </w:r>
      <w:r>
        <w:tab/>
        <w:t>6.180e0</w:t>
      </w:r>
    </w:p>
    <w:p w:rsidR="00557788" w:rsidRDefault="00557788" w:rsidP="00557788">
      <w:r>
        <w:t>216.2028</w:t>
      </w:r>
      <w:r>
        <w:tab/>
        <w:t>2.174e0</w:t>
      </w:r>
    </w:p>
    <w:p w:rsidR="00557788" w:rsidRDefault="00557788" w:rsidP="00557788">
      <w:r>
        <w:t>216.2040</w:t>
      </w:r>
      <w:r>
        <w:tab/>
        <w:t>2.627e0</w:t>
      </w:r>
    </w:p>
    <w:p w:rsidR="00557788" w:rsidRDefault="00557788" w:rsidP="00557788">
      <w:r>
        <w:t>216.2222</w:t>
      </w:r>
      <w:r>
        <w:tab/>
        <w:t>2.025e0</w:t>
      </w:r>
    </w:p>
    <w:p w:rsidR="00557788" w:rsidRDefault="00557788" w:rsidP="00557788">
      <w:r>
        <w:t>216.2277</w:t>
      </w:r>
      <w:r>
        <w:tab/>
        <w:t>5.063e0</w:t>
      </w:r>
    </w:p>
    <w:p w:rsidR="00557788" w:rsidRDefault="00557788" w:rsidP="00557788">
      <w:r>
        <w:t>216.2374</w:t>
      </w:r>
      <w:r>
        <w:tab/>
        <w:t>2.025e0</w:t>
      </w:r>
    </w:p>
    <w:p w:rsidR="00557788" w:rsidRDefault="00557788" w:rsidP="00557788">
      <w:r>
        <w:t>216.2411</w:t>
      </w:r>
      <w:r>
        <w:tab/>
        <w:t>2.025e0</w:t>
      </w:r>
    </w:p>
    <w:p w:rsidR="00557788" w:rsidRDefault="00557788" w:rsidP="00557788">
      <w:r>
        <w:lastRenderedPageBreak/>
        <w:t>216.2459</w:t>
      </w:r>
      <w:r>
        <w:tab/>
        <w:t>2.532e-2</w:t>
      </w:r>
    </w:p>
    <w:p w:rsidR="00557788" w:rsidRDefault="00557788" w:rsidP="00557788">
      <w:r>
        <w:t>216.2669</w:t>
      </w:r>
      <w:r>
        <w:tab/>
        <w:t>2.025e0</w:t>
      </w:r>
    </w:p>
    <w:p w:rsidR="00557788" w:rsidRDefault="00557788" w:rsidP="00557788">
      <w:r>
        <w:t>216.2814</w:t>
      </w:r>
      <w:r>
        <w:tab/>
        <w:t>1.266e-2</w:t>
      </w:r>
    </w:p>
    <w:p w:rsidR="00557788" w:rsidRDefault="00557788" w:rsidP="00557788">
      <w:r>
        <w:t>216.2851</w:t>
      </w:r>
      <w:r>
        <w:tab/>
        <w:t>1.266e-2</w:t>
      </w:r>
    </w:p>
    <w:p w:rsidR="00557788" w:rsidRDefault="00557788" w:rsidP="00557788">
      <w:r>
        <w:t>216.2871</w:t>
      </w:r>
      <w:r>
        <w:tab/>
        <w:t>2.025e0</w:t>
      </w:r>
    </w:p>
    <w:p w:rsidR="00557788" w:rsidRDefault="00557788" w:rsidP="00557788">
      <w:r>
        <w:t>216.3042</w:t>
      </w:r>
      <w:r>
        <w:tab/>
        <w:t>2.025e0</w:t>
      </w:r>
    </w:p>
    <w:p w:rsidR="00557788" w:rsidRDefault="00557788" w:rsidP="00557788">
      <w:r>
        <w:t>216.3076</w:t>
      </w:r>
      <w:r>
        <w:tab/>
        <w:t>2.588e0</w:t>
      </w:r>
    </w:p>
    <w:p w:rsidR="00557788" w:rsidRDefault="00557788" w:rsidP="00557788">
      <w:r>
        <w:t>216.3119</w:t>
      </w:r>
      <w:r>
        <w:tab/>
        <w:t>2.025e0</w:t>
      </w:r>
    </w:p>
    <w:p w:rsidR="00557788" w:rsidRDefault="00557788" w:rsidP="00557788">
      <w:r>
        <w:t>216.3194</w:t>
      </w:r>
      <w:r>
        <w:tab/>
        <w:t>1.266e-2</w:t>
      </w:r>
    </w:p>
    <w:p w:rsidR="00557788" w:rsidRDefault="00557788" w:rsidP="00557788">
      <w:r>
        <w:t>216.3314</w:t>
      </w:r>
      <w:r>
        <w:tab/>
        <w:t>1.038e0</w:t>
      </w:r>
    </w:p>
    <w:p w:rsidR="00557788" w:rsidRDefault="00557788" w:rsidP="00557788">
      <w:r>
        <w:t>216.3394</w:t>
      </w:r>
      <w:r>
        <w:tab/>
        <w:t>1.013e0</w:t>
      </w:r>
    </w:p>
    <w:p w:rsidR="00557788" w:rsidRDefault="00557788" w:rsidP="00557788">
      <w:r>
        <w:t>216.3407</w:t>
      </w:r>
      <w:r>
        <w:tab/>
        <w:t>3.038e0</w:t>
      </w:r>
    </w:p>
    <w:p w:rsidR="00557788" w:rsidRDefault="00557788" w:rsidP="00557788">
      <w:r>
        <w:t>216.3476</w:t>
      </w:r>
      <w:r>
        <w:tab/>
        <w:t>1.266e-2</w:t>
      </w:r>
    </w:p>
    <w:p w:rsidR="00557788" w:rsidRDefault="00557788" w:rsidP="00557788">
      <w:r>
        <w:t>216.3551</w:t>
      </w:r>
      <w:r>
        <w:tab/>
        <w:t>4.051e0</w:t>
      </w:r>
    </w:p>
    <w:p w:rsidR="00557788" w:rsidRDefault="00557788" w:rsidP="00557788">
      <w:r>
        <w:t>216.3596</w:t>
      </w:r>
      <w:r>
        <w:tab/>
        <w:t>1.025e0</w:t>
      </w:r>
    </w:p>
    <w:p w:rsidR="00557788" w:rsidRDefault="00557788" w:rsidP="00557788">
      <w:r>
        <w:t>216.3615</w:t>
      </w:r>
      <w:r>
        <w:tab/>
        <w:t>2.025e0</w:t>
      </w:r>
    </w:p>
    <w:p w:rsidR="00557788" w:rsidRDefault="00557788" w:rsidP="00557788">
      <w:r>
        <w:t>216.3668</w:t>
      </w:r>
      <w:r>
        <w:tab/>
        <w:t>1.038e0</w:t>
      </w:r>
    </w:p>
    <w:p w:rsidR="00557788" w:rsidRDefault="00557788" w:rsidP="00557788">
      <w:r>
        <w:t>216.3710</w:t>
      </w:r>
      <w:r>
        <w:tab/>
        <w:t>1.025e0</w:t>
      </w:r>
    </w:p>
    <w:p w:rsidR="00557788" w:rsidRDefault="00557788" w:rsidP="00557788">
      <w:r>
        <w:t>216.3806</w:t>
      </w:r>
      <w:r>
        <w:tab/>
        <w:t>3.038e0</w:t>
      </w:r>
    </w:p>
    <w:p w:rsidR="00557788" w:rsidRDefault="00557788" w:rsidP="00557788">
      <w:r>
        <w:lastRenderedPageBreak/>
        <w:t>216.3891</w:t>
      </w:r>
      <w:r>
        <w:tab/>
        <w:t>1.561e0</w:t>
      </w:r>
    </w:p>
    <w:p w:rsidR="00557788" w:rsidRDefault="00557788" w:rsidP="00557788">
      <w:r>
        <w:t>216.3901</w:t>
      </w:r>
      <w:r>
        <w:tab/>
        <w:t>1.013e0</w:t>
      </w:r>
    </w:p>
    <w:p w:rsidR="00557788" w:rsidRDefault="00557788" w:rsidP="00557788">
      <w:r>
        <w:t>216.3958</w:t>
      </w:r>
      <w:r>
        <w:tab/>
        <w:t>5.063e0</w:t>
      </w:r>
    </w:p>
    <w:p w:rsidR="00557788" w:rsidRDefault="00557788" w:rsidP="00557788">
      <w:r>
        <w:t>216.4261</w:t>
      </w:r>
      <w:r>
        <w:tab/>
        <w:t>4.051e0</w:t>
      </w:r>
    </w:p>
    <w:p w:rsidR="00557788" w:rsidRDefault="00557788" w:rsidP="00557788">
      <w:r>
        <w:t>216.4380</w:t>
      </w:r>
      <w:r>
        <w:tab/>
        <w:t>1.013e0</w:t>
      </w:r>
    </w:p>
    <w:p w:rsidR="00557788" w:rsidRDefault="00557788" w:rsidP="00557788">
      <w:r>
        <w:t>216.4417</w:t>
      </w:r>
      <w:r>
        <w:tab/>
        <w:t>3.797e-2</w:t>
      </w:r>
    </w:p>
    <w:p w:rsidR="00557788" w:rsidRDefault="00557788" w:rsidP="00557788">
      <w:r>
        <w:t>216.4454</w:t>
      </w:r>
      <w:r>
        <w:tab/>
        <w:t>1.013e0</w:t>
      </w:r>
    </w:p>
    <w:p w:rsidR="00557788" w:rsidRDefault="00557788" w:rsidP="00557788">
      <w:r>
        <w:t>216.4530</w:t>
      </w:r>
      <w:r>
        <w:tab/>
        <w:t>2.532e-2</w:t>
      </w:r>
    </w:p>
    <w:p w:rsidR="00557788" w:rsidRDefault="00557788" w:rsidP="00557788">
      <w:r>
        <w:t>216.4550</w:t>
      </w:r>
      <w:r>
        <w:tab/>
        <w:t>2.025e0</w:t>
      </w:r>
    </w:p>
    <w:p w:rsidR="00557788" w:rsidRDefault="00557788" w:rsidP="00557788">
      <w:r>
        <w:t>216.4658</w:t>
      </w:r>
      <w:r>
        <w:tab/>
        <w:t>2.712e0</w:t>
      </w:r>
    </w:p>
    <w:p w:rsidR="00557788" w:rsidRDefault="00557788" w:rsidP="00557788">
      <w:r>
        <w:t>216.4760</w:t>
      </w:r>
      <w:r>
        <w:tab/>
        <w:t>2.038e0</w:t>
      </w:r>
    </w:p>
    <w:p w:rsidR="00557788" w:rsidRDefault="00557788" w:rsidP="00557788">
      <w:r>
        <w:t>216.4798</w:t>
      </w:r>
      <w:r>
        <w:tab/>
        <w:t>1.266e-2</w:t>
      </w:r>
    </w:p>
    <w:p w:rsidR="00557788" w:rsidRDefault="00557788" w:rsidP="00557788">
      <w:r>
        <w:t>216.4836</w:t>
      </w:r>
      <w:r>
        <w:tab/>
        <w:t>1.013e0</w:t>
      </w:r>
    </w:p>
    <w:p w:rsidR="00557788" w:rsidRDefault="00557788" w:rsidP="00557788">
      <w:r>
        <w:t>216.4899</w:t>
      </w:r>
      <w:r>
        <w:tab/>
        <w:t>4.051e0</w:t>
      </w:r>
    </w:p>
    <w:p w:rsidR="00557788" w:rsidRDefault="00557788" w:rsidP="00557788">
      <w:r>
        <w:t>216.5057</w:t>
      </w:r>
      <w:r>
        <w:tab/>
        <w:t>2.163e0</w:t>
      </w:r>
    </w:p>
    <w:p w:rsidR="00557788" w:rsidRDefault="00557788" w:rsidP="00557788">
      <w:r>
        <w:t>216.5088</w:t>
      </w:r>
      <w:r>
        <w:tab/>
        <w:t>3.038e0</w:t>
      </w:r>
    </w:p>
    <w:p w:rsidR="00557788" w:rsidRDefault="00557788" w:rsidP="00557788">
      <w:r>
        <w:t>216.5160</w:t>
      </w:r>
      <w:r>
        <w:tab/>
        <w:t>1.013e0</w:t>
      </w:r>
    </w:p>
    <w:p w:rsidR="00557788" w:rsidRDefault="00557788" w:rsidP="00557788">
      <w:r>
        <w:t>216.5218</w:t>
      </w:r>
      <w:r>
        <w:tab/>
        <w:t>2.532e-2</w:t>
      </w:r>
    </w:p>
    <w:p w:rsidR="00557788" w:rsidRDefault="00557788" w:rsidP="00557788">
      <w:r>
        <w:t>216.5256</w:t>
      </w:r>
      <w:r>
        <w:tab/>
        <w:t>4.051e0</w:t>
      </w:r>
    </w:p>
    <w:p w:rsidR="00557788" w:rsidRDefault="00557788" w:rsidP="00557788">
      <w:r>
        <w:lastRenderedPageBreak/>
        <w:t>216.5281</w:t>
      </w:r>
      <w:r>
        <w:tab/>
        <w:t>5.089e0</w:t>
      </w:r>
    </w:p>
    <w:p w:rsidR="00557788" w:rsidRDefault="00557788" w:rsidP="00557788">
      <w:r>
        <w:t>216.5409</w:t>
      </w:r>
      <w:r>
        <w:tab/>
        <w:t>2.051e0</w:t>
      </w:r>
    </w:p>
    <w:p w:rsidR="00557788" w:rsidRDefault="00557788" w:rsidP="00557788">
      <w:r>
        <w:t>216.5428</w:t>
      </w:r>
      <w:r>
        <w:tab/>
        <w:t>2.038e0</w:t>
      </w:r>
    </w:p>
    <w:p w:rsidR="00557788" w:rsidRDefault="00557788" w:rsidP="00557788">
      <w:r>
        <w:t>216.5619</w:t>
      </w:r>
      <w:r>
        <w:tab/>
        <w:t>1.899e0</w:t>
      </w:r>
    </w:p>
    <w:p w:rsidR="00557788" w:rsidRDefault="00557788" w:rsidP="00557788">
      <w:r>
        <w:t>216.5695</w:t>
      </w:r>
      <w:r>
        <w:tab/>
        <w:t>1.038e0</w:t>
      </w:r>
    </w:p>
    <w:p w:rsidR="00557788" w:rsidRDefault="00557788" w:rsidP="00557788">
      <w:r>
        <w:t>216.5859</w:t>
      </w:r>
      <w:r>
        <w:tab/>
        <w:t>1.013e0</w:t>
      </w:r>
    </w:p>
    <w:p w:rsidR="00557788" w:rsidRDefault="00557788" w:rsidP="00557788">
      <w:r>
        <w:t>216.5966</w:t>
      </w:r>
      <w:r>
        <w:tab/>
        <w:t>4.047e0</w:t>
      </w:r>
    </w:p>
    <w:p w:rsidR="00557788" w:rsidRDefault="00557788" w:rsidP="00557788">
      <w:r>
        <w:t>216.5982</w:t>
      </w:r>
      <w:r>
        <w:tab/>
        <w:t>2.532e-2</w:t>
      </w:r>
    </w:p>
    <w:p w:rsidR="00557788" w:rsidRDefault="00557788" w:rsidP="00557788">
      <w:r>
        <w:t>216.6163</w:t>
      </w:r>
      <w:r>
        <w:tab/>
        <w:t>3.038e0</w:t>
      </w:r>
    </w:p>
    <w:p w:rsidR="00557788" w:rsidRDefault="00557788" w:rsidP="00557788">
      <w:r>
        <w:t>216.6211</w:t>
      </w:r>
      <w:r>
        <w:tab/>
        <w:t>3.038e0</w:t>
      </w:r>
    </w:p>
    <w:p w:rsidR="00557788" w:rsidRDefault="00557788" w:rsidP="00557788">
      <w:r>
        <w:t>216.6268</w:t>
      </w:r>
      <w:r>
        <w:tab/>
        <w:t>4.051e0</w:t>
      </w:r>
    </w:p>
    <w:p w:rsidR="00557788" w:rsidRDefault="00557788" w:rsidP="00557788">
      <w:r>
        <w:t>216.6336</w:t>
      </w:r>
      <w:r>
        <w:tab/>
        <w:t>3.038e0</w:t>
      </w:r>
    </w:p>
    <w:p w:rsidR="00557788" w:rsidRDefault="00557788" w:rsidP="00557788">
      <w:r>
        <w:t>216.6442</w:t>
      </w:r>
      <w:r>
        <w:tab/>
        <w:t>2.532e-2</w:t>
      </w:r>
    </w:p>
    <w:p w:rsidR="00557788" w:rsidRDefault="00557788" w:rsidP="00557788">
      <w:r>
        <w:t>216.6544</w:t>
      </w:r>
      <w:r>
        <w:tab/>
        <w:t>2.025e0</w:t>
      </w:r>
    </w:p>
    <w:p w:rsidR="00557788" w:rsidRDefault="00557788" w:rsidP="00557788">
      <w:r>
        <w:t>216.6580</w:t>
      </w:r>
      <w:r>
        <w:tab/>
        <w:t>3.038e0</w:t>
      </w:r>
    </w:p>
    <w:p w:rsidR="00557788" w:rsidRDefault="00557788" w:rsidP="00557788">
      <w:r>
        <w:t>216.6602</w:t>
      </w:r>
      <w:r>
        <w:tab/>
        <w:t>3.051e0</w:t>
      </w:r>
    </w:p>
    <w:p w:rsidR="00557788" w:rsidRDefault="00557788" w:rsidP="00557788">
      <w:r>
        <w:t>216.6739</w:t>
      </w:r>
      <w:r>
        <w:tab/>
        <w:t>4.051e0</w:t>
      </w:r>
    </w:p>
    <w:p w:rsidR="00557788" w:rsidRDefault="00557788" w:rsidP="00557788">
      <w:r>
        <w:t>216.6804</w:t>
      </w:r>
      <w:r>
        <w:tab/>
        <w:t>1.025e0</w:t>
      </w:r>
    </w:p>
    <w:p w:rsidR="00557788" w:rsidRDefault="00557788" w:rsidP="00557788">
      <w:r>
        <w:t>216.6861</w:t>
      </w:r>
      <w:r>
        <w:tab/>
        <w:t>2.025e0</w:t>
      </w:r>
    </w:p>
    <w:p w:rsidR="00557788" w:rsidRDefault="00557788" w:rsidP="00557788">
      <w:r>
        <w:lastRenderedPageBreak/>
        <w:t>216.6879</w:t>
      </w:r>
      <w:r>
        <w:tab/>
        <w:t>1.266e-2</w:t>
      </w:r>
    </w:p>
    <w:p w:rsidR="00557788" w:rsidRDefault="00557788" w:rsidP="00557788">
      <w:r>
        <w:t>216.6993</w:t>
      </w:r>
      <w:r>
        <w:tab/>
        <w:t>3.063e0</w:t>
      </w:r>
    </w:p>
    <w:p w:rsidR="00557788" w:rsidRDefault="00557788" w:rsidP="00557788">
      <w:r>
        <w:t>216.7104</w:t>
      </w:r>
      <w:r>
        <w:tab/>
        <w:t>3.051e0</w:t>
      </w:r>
    </w:p>
    <w:p w:rsidR="00557788" w:rsidRDefault="00557788" w:rsidP="00557788">
      <w:r>
        <w:t>216.7223</w:t>
      </w:r>
      <w:r>
        <w:tab/>
        <w:t>3.798e-2</w:t>
      </w:r>
    </w:p>
    <w:p w:rsidR="00557788" w:rsidRDefault="00557788" w:rsidP="00557788">
      <w:r>
        <w:t>216.7318</w:t>
      </w:r>
      <w:r>
        <w:tab/>
        <w:t>4.361e0</w:t>
      </w:r>
    </w:p>
    <w:p w:rsidR="00557788" w:rsidRDefault="00557788" w:rsidP="00557788">
      <w:r>
        <w:t>216.7470</w:t>
      </w:r>
      <w:r>
        <w:tab/>
        <w:t>6.329e-2</w:t>
      </w:r>
    </w:p>
    <w:p w:rsidR="00557788" w:rsidRDefault="00557788" w:rsidP="00557788">
      <w:r>
        <w:t>216.7504</w:t>
      </w:r>
      <w:r>
        <w:tab/>
        <w:t>1.025e0</w:t>
      </w:r>
    </w:p>
    <w:p w:rsidR="00557788" w:rsidRDefault="00557788" w:rsidP="00557788">
      <w:r>
        <w:t>216.7700</w:t>
      </w:r>
      <w:r>
        <w:tab/>
        <w:t>1.013e0</w:t>
      </w:r>
    </w:p>
    <w:p w:rsidR="00557788" w:rsidRDefault="00557788" w:rsidP="00557788">
      <w:r>
        <w:t>216.7738</w:t>
      </w:r>
      <w:r>
        <w:tab/>
        <w:t>3.797e-2</w:t>
      </w:r>
    </w:p>
    <w:p w:rsidR="00557788" w:rsidRDefault="00557788" w:rsidP="00557788">
      <w:r>
        <w:t>216.7948</w:t>
      </w:r>
      <w:r>
        <w:tab/>
        <w:t>2.025e0</w:t>
      </w:r>
    </w:p>
    <w:p w:rsidR="00557788" w:rsidRDefault="00557788" w:rsidP="00557788">
      <w:r>
        <w:t>216.7967</w:t>
      </w:r>
      <w:r>
        <w:tab/>
        <w:t>1.025e0</w:t>
      </w:r>
    </w:p>
    <w:p w:rsidR="00557788" w:rsidRDefault="00557788" w:rsidP="00557788">
      <w:r>
        <w:t>216.8005</w:t>
      </w:r>
      <w:r>
        <w:tab/>
        <w:t>2.051e0</w:t>
      </w:r>
    </w:p>
    <w:p w:rsidR="00557788" w:rsidRDefault="00557788" w:rsidP="00557788">
      <w:r>
        <w:t>216.8132</w:t>
      </w:r>
      <w:r>
        <w:tab/>
        <w:t>2.025e0</w:t>
      </w:r>
    </w:p>
    <w:p w:rsidR="00557788" w:rsidRDefault="00557788" w:rsidP="00557788">
      <w:r>
        <w:t>216.8151</w:t>
      </w:r>
      <w:r>
        <w:tab/>
        <w:t>4.051e0</w:t>
      </w:r>
    </w:p>
    <w:p w:rsidR="00557788" w:rsidRDefault="00557788" w:rsidP="00557788">
      <w:r>
        <w:t>216.8267</w:t>
      </w:r>
      <w:r>
        <w:tab/>
        <w:t>3.038e0</w:t>
      </w:r>
    </w:p>
    <w:p w:rsidR="00557788" w:rsidRDefault="00557788" w:rsidP="00557788">
      <w:r>
        <w:t>216.8445</w:t>
      </w:r>
      <w:r>
        <w:tab/>
        <w:t>2.532e-2</w:t>
      </w:r>
    </w:p>
    <w:p w:rsidR="00557788" w:rsidRDefault="00557788" w:rsidP="00557788">
      <w:r>
        <w:t>216.8540</w:t>
      </w:r>
      <w:r>
        <w:tab/>
        <w:t>5.101e0</w:t>
      </w:r>
    </w:p>
    <w:p w:rsidR="00557788" w:rsidRDefault="00557788" w:rsidP="00557788">
      <w:r>
        <w:t>216.8552</w:t>
      </w:r>
      <w:r>
        <w:tab/>
        <w:t>3.811e0</w:t>
      </w:r>
    </w:p>
    <w:p w:rsidR="00557788" w:rsidRDefault="00557788" w:rsidP="00557788">
      <w:r>
        <w:t>216.8713</w:t>
      </w:r>
      <w:r>
        <w:tab/>
        <w:t>1.025e0</w:t>
      </w:r>
    </w:p>
    <w:p w:rsidR="00557788" w:rsidRDefault="00557788" w:rsidP="00557788">
      <w:r>
        <w:lastRenderedPageBreak/>
        <w:t>216.8737</w:t>
      </w:r>
      <w:r>
        <w:tab/>
        <w:t>2.051e0</w:t>
      </w:r>
    </w:p>
    <w:p w:rsidR="00557788" w:rsidRDefault="00557788" w:rsidP="00557788">
      <w:r>
        <w:t>216.8769</w:t>
      </w:r>
      <w:r>
        <w:tab/>
        <w:t>2.025e0</w:t>
      </w:r>
    </w:p>
    <w:p w:rsidR="00557788" w:rsidRDefault="00557788" w:rsidP="00557788">
      <w:r>
        <w:t>216.9090</w:t>
      </w:r>
      <w:r>
        <w:tab/>
        <w:t>3.038e0</w:t>
      </w:r>
    </w:p>
    <w:p w:rsidR="00557788" w:rsidRDefault="00557788" w:rsidP="00557788">
      <w:r>
        <w:t>216.9150</w:t>
      </w:r>
      <w:r>
        <w:tab/>
        <w:t>1.266e-2</w:t>
      </w:r>
    </w:p>
    <w:p w:rsidR="00557788" w:rsidRDefault="00557788" w:rsidP="00557788">
      <w:r>
        <w:t>216.9167</w:t>
      </w:r>
      <w:r>
        <w:tab/>
        <w:t>2.532e-2</w:t>
      </w:r>
    </w:p>
    <w:p w:rsidR="00557788" w:rsidRDefault="00557788" w:rsidP="00557788">
      <w:r>
        <w:t>216.9215</w:t>
      </w:r>
      <w:r>
        <w:tab/>
        <w:t>5.001e0</w:t>
      </w:r>
    </w:p>
    <w:p w:rsidR="00557788" w:rsidRDefault="00557788" w:rsidP="00557788">
      <w:r>
        <w:t>216.9267</w:t>
      </w:r>
      <w:r>
        <w:tab/>
        <w:t>2.025e0</w:t>
      </w:r>
    </w:p>
    <w:p w:rsidR="00557788" w:rsidRDefault="00557788" w:rsidP="00557788">
      <w:r>
        <w:t>216.9385</w:t>
      </w:r>
      <w:r>
        <w:tab/>
        <w:t>8.127e0</w:t>
      </w:r>
    </w:p>
    <w:p w:rsidR="00557788" w:rsidRDefault="00557788" w:rsidP="00557788">
      <w:r>
        <w:t>216.9419</w:t>
      </w:r>
      <w:r>
        <w:tab/>
        <w:t>2.038e0</w:t>
      </w:r>
    </w:p>
    <w:p w:rsidR="00557788" w:rsidRDefault="00557788" w:rsidP="00557788">
      <w:r>
        <w:t>216.9647</w:t>
      </w:r>
      <w:r>
        <w:tab/>
        <w:t>4.051e0</w:t>
      </w:r>
    </w:p>
    <w:p w:rsidR="00557788" w:rsidRDefault="00557788" w:rsidP="00557788">
      <w:r>
        <w:t>216.9685</w:t>
      </w:r>
      <w:r>
        <w:tab/>
        <w:t>1.013e0</w:t>
      </w:r>
    </w:p>
    <w:p w:rsidR="00557788" w:rsidRDefault="00557788" w:rsidP="00557788">
      <w:r>
        <w:t>216.9742</w:t>
      </w:r>
      <w:r>
        <w:tab/>
        <w:t>4.146e0</w:t>
      </w:r>
    </w:p>
    <w:p w:rsidR="00557788" w:rsidRDefault="00557788" w:rsidP="00557788">
      <w:r>
        <w:t>216.9767</w:t>
      </w:r>
      <w:r>
        <w:tab/>
        <w:t>1.013e0</w:t>
      </w:r>
    </w:p>
    <w:p w:rsidR="00557788" w:rsidRDefault="00557788" w:rsidP="00557788">
      <w:r>
        <w:t>216.9850</w:t>
      </w:r>
      <w:r>
        <w:tab/>
        <w:t>1.934e0</w:t>
      </w:r>
    </w:p>
    <w:p w:rsidR="00557788" w:rsidRDefault="00557788" w:rsidP="00557788">
      <w:r>
        <w:t>216.9961</w:t>
      </w:r>
      <w:r>
        <w:tab/>
        <w:t>2.977e0</w:t>
      </w:r>
    </w:p>
    <w:p w:rsidR="00557788" w:rsidRDefault="00557788" w:rsidP="00557788">
      <w:r>
        <w:t>217.0043</w:t>
      </w:r>
      <w:r>
        <w:tab/>
        <w:t>1.013e0</w:t>
      </w:r>
    </w:p>
    <w:p w:rsidR="00557788" w:rsidRDefault="00557788" w:rsidP="00557788">
      <w:r>
        <w:t>217.0349</w:t>
      </w:r>
      <w:r>
        <w:tab/>
        <w:t>2.568e0</w:t>
      </w:r>
    </w:p>
    <w:p w:rsidR="00557788" w:rsidRDefault="00557788" w:rsidP="00557788">
      <w:r>
        <w:t>217.0410</w:t>
      </w:r>
      <w:r>
        <w:tab/>
        <w:t>2.012e0</w:t>
      </w:r>
    </w:p>
    <w:p w:rsidR="00557788" w:rsidRDefault="00557788" w:rsidP="00557788">
      <w:r>
        <w:t>217.0442</w:t>
      </w:r>
      <w:r>
        <w:tab/>
        <w:t>1.131e1</w:t>
      </w:r>
    </w:p>
    <w:p w:rsidR="00557788" w:rsidRDefault="00557788" w:rsidP="00557788">
      <w:r>
        <w:lastRenderedPageBreak/>
        <w:t>217.0834</w:t>
      </w:r>
      <w:r>
        <w:tab/>
        <w:t>6.891e0</w:t>
      </w:r>
    </w:p>
    <w:p w:rsidR="00557788" w:rsidRDefault="00557788" w:rsidP="00557788">
      <w:r>
        <w:t>217.1094</w:t>
      </w:r>
      <w:r>
        <w:tab/>
        <w:t>6.469e0</w:t>
      </w:r>
    </w:p>
    <w:p w:rsidR="00557788" w:rsidRDefault="00557788" w:rsidP="00557788">
      <w:r>
        <w:t>217.1181</w:t>
      </w:r>
      <w:r>
        <w:tab/>
        <w:t>1.714e1</w:t>
      </w:r>
    </w:p>
    <w:p w:rsidR="00557788" w:rsidRDefault="00557788" w:rsidP="00557788">
      <w:r>
        <w:t>217.1456</w:t>
      </w:r>
      <w:r>
        <w:tab/>
        <w:t>2.067e0</w:t>
      </w:r>
    </w:p>
    <w:p w:rsidR="00557788" w:rsidRDefault="00557788" w:rsidP="00557788">
      <w:r>
        <w:t>217.1523</w:t>
      </w:r>
      <w:r>
        <w:tab/>
        <w:t>7.094e0</w:t>
      </w:r>
    </w:p>
    <w:p w:rsidR="00557788" w:rsidRDefault="00557788" w:rsidP="00557788">
      <w:r>
        <w:t>217.1569</w:t>
      </w:r>
      <w:r>
        <w:tab/>
        <w:t>1.259e0</w:t>
      </w:r>
    </w:p>
    <w:p w:rsidR="00557788" w:rsidRDefault="00557788" w:rsidP="00557788">
      <w:r>
        <w:t>217.1629</w:t>
      </w:r>
      <w:r>
        <w:tab/>
        <w:t>1.118e-1</w:t>
      </w:r>
    </w:p>
    <w:p w:rsidR="00557788" w:rsidRDefault="00557788" w:rsidP="00557788">
      <w:r>
        <w:t>217.1704</w:t>
      </w:r>
      <w:r>
        <w:tab/>
        <w:t>6.096e0</w:t>
      </w:r>
    </w:p>
    <w:p w:rsidR="00557788" w:rsidRDefault="00557788" w:rsidP="00557788">
      <w:r>
        <w:t>217.2099</w:t>
      </w:r>
      <w:r>
        <w:tab/>
        <w:t>3.780e1</w:t>
      </w:r>
    </w:p>
    <w:p w:rsidR="00557788" w:rsidRDefault="00557788" w:rsidP="00557788">
      <w:r>
        <w:t>217.2603</w:t>
      </w:r>
      <w:r>
        <w:tab/>
        <w:t>8.101e0</w:t>
      </w:r>
    </w:p>
    <w:p w:rsidR="00557788" w:rsidRDefault="00557788" w:rsidP="00557788">
      <w:r>
        <w:t>217.2648</w:t>
      </w:r>
      <w:r>
        <w:tab/>
        <w:t>2.025e0</w:t>
      </w:r>
    </w:p>
    <w:p w:rsidR="00557788" w:rsidRDefault="00557788" w:rsidP="00557788">
      <w:r>
        <w:t>217.2667</w:t>
      </w:r>
      <w:r>
        <w:tab/>
        <w:t>2.532e-2</w:t>
      </w:r>
    </w:p>
    <w:p w:rsidR="00557788" w:rsidRDefault="00557788" w:rsidP="00557788">
      <w:r>
        <w:t>217.2713</w:t>
      </w:r>
      <w:r>
        <w:tab/>
        <w:t>1.038e0</w:t>
      </w:r>
    </w:p>
    <w:p w:rsidR="00557788" w:rsidRDefault="00557788" w:rsidP="00557788">
      <w:r>
        <w:t>217.2926</w:t>
      </w:r>
      <w:r>
        <w:tab/>
        <w:t>4.051e0</w:t>
      </w:r>
    </w:p>
    <w:p w:rsidR="00557788" w:rsidRDefault="00557788" w:rsidP="00557788">
      <w:r>
        <w:t>217.3063</w:t>
      </w:r>
      <w:r>
        <w:tab/>
        <w:t>1.266e-2</w:t>
      </w:r>
    </w:p>
    <w:p w:rsidR="00557788" w:rsidRDefault="00557788" w:rsidP="00557788">
      <w:r>
        <w:t>217.3123</w:t>
      </w:r>
      <w:r>
        <w:tab/>
        <w:t>5.063e0</w:t>
      </w:r>
    </w:p>
    <w:p w:rsidR="00557788" w:rsidRDefault="00557788" w:rsidP="00557788">
      <w:r>
        <w:t>217.3142</w:t>
      </w:r>
      <w:r>
        <w:tab/>
        <w:t>1.051e0</w:t>
      </w:r>
    </w:p>
    <w:p w:rsidR="00557788" w:rsidRDefault="00557788" w:rsidP="00557788">
      <w:r>
        <w:t>217.3279</w:t>
      </w:r>
      <w:r>
        <w:tab/>
        <w:t>2.025e0</w:t>
      </w:r>
    </w:p>
    <w:p w:rsidR="00557788" w:rsidRDefault="00557788" w:rsidP="00557788">
      <w:r>
        <w:t>217.3298</w:t>
      </w:r>
      <w:r>
        <w:tab/>
        <w:t>1.266e-2</w:t>
      </w:r>
    </w:p>
    <w:p w:rsidR="00557788" w:rsidRDefault="00557788" w:rsidP="00557788">
      <w:r>
        <w:lastRenderedPageBreak/>
        <w:t>217.3374</w:t>
      </w:r>
      <w:r>
        <w:tab/>
        <w:t>2.051e0</w:t>
      </w:r>
    </w:p>
    <w:p w:rsidR="00557788" w:rsidRDefault="00557788" w:rsidP="00557788">
      <w:r>
        <w:t>217.3396</w:t>
      </w:r>
      <w:r>
        <w:tab/>
        <w:t>6.329e-2</w:t>
      </w:r>
    </w:p>
    <w:p w:rsidR="00557788" w:rsidRDefault="00557788" w:rsidP="00557788">
      <w:r>
        <w:t>217.3488</w:t>
      </w:r>
      <w:r>
        <w:tab/>
        <w:t>7.114e0</w:t>
      </w:r>
    </w:p>
    <w:p w:rsidR="00557788" w:rsidRDefault="00557788" w:rsidP="00557788">
      <w:r>
        <w:t>217.3508</w:t>
      </w:r>
      <w:r>
        <w:tab/>
        <w:t>2.532e-2</w:t>
      </w:r>
    </w:p>
    <w:p w:rsidR="00557788" w:rsidRDefault="00557788" w:rsidP="00557788">
      <w:r>
        <w:t>217.3528</w:t>
      </w:r>
      <w:r>
        <w:tab/>
        <w:t>1.013e0</w:t>
      </w:r>
    </w:p>
    <w:p w:rsidR="00557788" w:rsidRDefault="00557788" w:rsidP="00557788">
      <w:r>
        <w:t>217.3624</w:t>
      </w:r>
      <w:r>
        <w:tab/>
        <w:t>2.025e0</w:t>
      </w:r>
    </w:p>
    <w:p w:rsidR="00557788" w:rsidRDefault="00557788" w:rsidP="00557788">
      <w:r>
        <w:t>217.3764</w:t>
      </w:r>
      <w:r>
        <w:tab/>
        <w:t>1.013e0</w:t>
      </w:r>
    </w:p>
    <w:p w:rsidR="00557788" w:rsidRDefault="00557788" w:rsidP="00557788">
      <w:r>
        <w:t>217.3847</w:t>
      </w:r>
      <w:r>
        <w:tab/>
        <w:t>1.013e0</w:t>
      </w:r>
    </w:p>
    <w:p w:rsidR="00557788" w:rsidRDefault="00557788" w:rsidP="00557788">
      <w:r>
        <w:t>217.3977</w:t>
      </w:r>
      <w:r>
        <w:tab/>
        <w:t>3.051e0</w:t>
      </w:r>
    </w:p>
    <w:p w:rsidR="00557788" w:rsidRDefault="00557788" w:rsidP="00557788">
      <w:r>
        <w:t>217.3988</w:t>
      </w:r>
      <w:r>
        <w:tab/>
        <w:t>4.051e0</w:t>
      </w:r>
    </w:p>
    <w:p w:rsidR="00557788" w:rsidRDefault="00557788" w:rsidP="00557788">
      <w:r>
        <w:t>217.4158</w:t>
      </w:r>
      <w:r>
        <w:tab/>
        <w:t>3.038e0</w:t>
      </w:r>
    </w:p>
    <w:p w:rsidR="00557788" w:rsidRDefault="00557788" w:rsidP="00557788">
      <w:r>
        <w:t>217.4196</w:t>
      </w:r>
      <w:r>
        <w:tab/>
        <w:t>1.025e0</w:t>
      </w:r>
    </w:p>
    <w:p w:rsidR="00557788" w:rsidRDefault="00557788" w:rsidP="00557788">
      <w:r>
        <w:t>217.4233</w:t>
      </w:r>
      <w:r>
        <w:tab/>
        <w:t>6.076e0</w:t>
      </w:r>
    </w:p>
    <w:p w:rsidR="00557788" w:rsidRDefault="00557788" w:rsidP="00557788">
      <w:r>
        <w:t>217.4254</w:t>
      </w:r>
      <w:r>
        <w:tab/>
        <w:t>2.025e0</w:t>
      </w:r>
    </w:p>
    <w:p w:rsidR="00557788" w:rsidRDefault="00557788" w:rsidP="00557788">
      <w:r>
        <w:t>217.4330</w:t>
      </w:r>
      <w:r>
        <w:tab/>
        <w:t>2.025e0</w:t>
      </w:r>
    </w:p>
    <w:p w:rsidR="00557788" w:rsidRDefault="00557788" w:rsidP="00557788">
      <w:r>
        <w:t>217.4390</w:t>
      </w:r>
      <w:r>
        <w:tab/>
        <w:t>2.038e0</w:t>
      </w:r>
    </w:p>
    <w:p w:rsidR="00557788" w:rsidRDefault="00557788" w:rsidP="00557788">
      <w:r>
        <w:t>217.4409</w:t>
      </w:r>
      <w:r>
        <w:tab/>
        <w:t>2.025e0</w:t>
      </w:r>
    </w:p>
    <w:p w:rsidR="00557788" w:rsidRDefault="00557788" w:rsidP="00557788">
      <w:r>
        <w:t>217.4523</w:t>
      </w:r>
      <w:r>
        <w:tab/>
        <w:t>3.038e0</w:t>
      </w:r>
    </w:p>
    <w:p w:rsidR="00557788" w:rsidRDefault="00557788" w:rsidP="00557788">
      <w:r>
        <w:t>217.4569</w:t>
      </w:r>
      <w:r>
        <w:tab/>
        <w:t>2.025e0</w:t>
      </w:r>
    </w:p>
    <w:p w:rsidR="00557788" w:rsidRDefault="00557788" w:rsidP="00557788">
      <w:r>
        <w:lastRenderedPageBreak/>
        <w:t>217.4631</w:t>
      </w:r>
      <w:r>
        <w:tab/>
        <w:t>1.013e0</w:t>
      </w:r>
    </w:p>
    <w:p w:rsidR="00557788" w:rsidRDefault="00557788" w:rsidP="00557788">
      <w:r>
        <w:t>217.4672</w:t>
      </w:r>
      <w:r>
        <w:tab/>
        <w:t>3.038e0</w:t>
      </w:r>
    </w:p>
    <w:p w:rsidR="00557788" w:rsidRDefault="00557788" w:rsidP="00557788">
      <w:r>
        <w:t>217.4710</w:t>
      </w:r>
      <w:r>
        <w:tab/>
        <w:t>2.025e0</w:t>
      </w:r>
    </w:p>
    <w:p w:rsidR="00557788" w:rsidRDefault="00557788" w:rsidP="00557788">
      <w:r>
        <w:t>217.4885</w:t>
      </w:r>
      <w:r>
        <w:tab/>
        <w:t>2.532e-2</w:t>
      </w:r>
    </w:p>
    <w:p w:rsidR="00557788" w:rsidRDefault="00557788" w:rsidP="00557788">
      <w:r>
        <w:t>217.5095</w:t>
      </w:r>
      <w:r>
        <w:tab/>
        <w:t>1.038e0</w:t>
      </w:r>
    </w:p>
    <w:p w:rsidR="00557788" w:rsidRDefault="00557788" w:rsidP="00557788">
      <w:r>
        <w:t>217.5205</w:t>
      </w:r>
      <w:r>
        <w:tab/>
        <w:t>2.063e0</w:t>
      </w:r>
    </w:p>
    <w:p w:rsidR="00557788" w:rsidRDefault="00557788" w:rsidP="00557788">
      <w:r>
        <w:t>217.5237</w:t>
      </w:r>
      <w:r>
        <w:tab/>
        <w:t>5.063e0</w:t>
      </w:r>
    </w:p>
    <w:p w:rsidR="00557788" w:rsidRDefault="00557788" w:rsidP="00557788">
      <w:r>
        <w:t>217.5433</w:t>
      </w:r>
      <w:r>
        <w:tab/>
        <w:t>2.025e0</w:t>
      </w:r>
    </w:p>
    <w:p w:rsidR="00557788" w:rsidRDefault="00557788" w:rsidP="00557788">
      <w:r>
        <w:t>217.5554</w:t>
      </w:r>
      <w:r>
        <w:tab/>
        <w:t>2.025e0</w:t>
      </w:r>
    </w:p>
    <w:p w:rsidR="00557788" w:rsidRDefault="00557788" w:rsidP="00557788">
      <w:r>
        <w:t>217.5573</w:t>
      </w:r>
      <w:r>
        <w:tab/>
        <w:t>1.266e-2</w:t>
      </w:r>
    </w:p>
    <w:p w:rsidR="00557788" w:rsidRDefault="00557788" w:rsidP="00557788">
      <w:r>
        <w:t>217.5630</w:t>
      </w:r>
      <w:r>
        <w:tab/>
        <w:t>1.051e0</w:t>
      </w:r>
    </w:p>
    <w:p w:rsidR="00557788" w:rsidRDefault="00557788" w:rsidP="00557788">
      <w:r>
        <w:t>217.5688</w:t>
      </w:r>
      <w:r>
        <w:tab/>
        <w:t>3.038e0</w:t>
      </w:r>
    </w:p>
    <w:p w:rsidR="00557788" w:rsidRDefault="00557788" w:rsidP="00557788">
      <w:r>
        <w:t>217.5726</w:t>
      </w:r>
      <w:r>
        <w:tab/>
        <w:t>3.797e-2</w:t>
      </w:r>
    </w:p>
    <w:p w:rsidR="00557788" w:rsidRDefault="00557788" w:rsidP="00557788">
      <w:r>
        <w:t>217.5841</w:t>
      </w:r>
      <w:r>
        <w:tab/>
        <w:t>1.013e0</w:t>
      </w:r>
    </w:p>
    <w:p w:rsidR="00557788" w:rsidRDefault="00557788" w:rsidP="00557788">
      <w:r>
        <w:t>217.5917</w:t>
      </w:r>
      <w:r>
        <w:tab/>
        <w:t>2.532e-2</w:t>
      </w:r>
    </w:p>
    <w:p w:rsidR="00557788" w:rsidRDefault="00557788" w:rsidP="00557788">
      <w:r>
        <w:t>217.5989</w:t>
      </w:r>
      <w:r>
        <w:tab/>
        <w:t>6.329e-2</w:t>
      </w:r>
    </w:p>
    <w:p w:rsidR="00557788" w:rsidRDefault="00557788" w:rsidP="00557788">
      <w:r>
        <w:t>217.6033</w:t>
      </w:r>
      <w:r>
        <w:tab/>
        <w:t>1.013e0</w:t>
      </w:r>
    </w:p>
    <w:p w:rsidR="00557788" w:rsidRDefault="00557788" w:rsidP="00557788">
      <w:r>
        <w:t>217.6140</w:t>
      </w:r>
      <w:r>
        <w:tab/>
        <w:t>3.038e0</w:t>
      </w:r>
    </w:p>
    <w:p w:rsidR="00557788" w:rsidRDefault="00557788" w:rsidP="00557788">
      <w:r>
        <w:t>217.6196</w:t>
      </w:r>
      <w:r>
        <w:tab/>
        <w:t>2.025e0</w:t>
      </w:r>
    </w:p>
    <w:p w:rsidR="00557788" w:rsidRDefault="00557788" w:rsidP="00557788">
      <w:r>
        <w:lastRenderedPageBreak/>
        <w:t>217.6357</w:t>
      </w:r>
      <w:r>
        <w:tab/>
        <w:t>3.038e0</w:t>
      </w:r>
    </w:p>
    <w:p w:rsidR="00557788" w:rsidRDefault="00557788" w:rsidP="00557788">
      <w:r>
        <w:t>217.6433</w:t>
      </w:r>
      <w:r>
        <w:tab/>
        <w:t>2.038e0</w:t>
      </w:r>
    </w:p>
    <w:p w:rsidR="00557788" w:rsidRDefault="00557788" w:rsidP="00557788">
      <w:r>
        <w:t>217.6471</w:t>
      </w:r>
      <w:r>
        <w:tab/>
        <w:t>1.266e-2</w:t>
      </w:r>
    </w:p>
    <w:p w:rsidR="00557788" w:rsidRDefault="00557788" w:rsidP="00557788">
      <w:r>
        <w:t>217.6529</w:t>
      </w:r>
      <w:r>
        <w:tab/>
        <w:t>4.051e0</w:t>
      </w:r>
    </w:p>
    <w:p w:rsidR="00557788" w:rsidRDefault="00557788" w:rsidP="00557788">
      <w:r>
        <w:t>217.6615</w:t>
      </w:r>
      <w:r>
        <w:tab/>
        <w:t>3.038e0</w:t>
      </w:r>
    </w:p>
    <w:p w:rsidR="00557788" w:rsidRDefault="00557788" w:rsidP="00557788">
      <w:r>
        <w:t>217.6663</w:t>
      </w:r>
      <w:r>
        <w:tab/>
        <w:t>3.038e0</w:t>
      </w:r>
    </w:p>
    <w:p w:rsidR="00557788" w:rsidRDefault="00557788" w:rsidP="00557788">
      <w:r>
        <w:t>217.6771</w:t>
      </w:r>
      <w:r>
        <w:tab/>
        <w:t>3.038e0</w:t>
      </w:r>
    </w:p>
    <w:p w:rsidR="00557788" w:rsidRDefault="00557788" w:rsidP="00557788">
      <w:r>
        <w:t>217.6902</w:t>
      </w:r>
      <w:r>
        <w:tab/>
        <w:t>4.051e0</w:t>
      </w:r>
    </w:p>
    <w:p w:rsidR="00557788" w:rsidRDefault="00557788" w:rsidP="00557788">
      <w:r>
        <w:t>217.7082</w:t>
      </w:r>
      <w:r>
        <w:tab/>
        <w:t>2.025e0</w:t>
      </w:r>
    </w:p>
    <w:p w:rsidR="00557788" w:rsidRDefault="00557788" w:rsidP="00557788">
      <w:r>
        <w:t>217.7147</w:t>
      </w:r>
      <w:r>
        <w:tab/>
        <w:t>3.798e-2</w:t>
      </w:r>
    </w:p>
    <w:p w:rsidR="00557788" w:rsidRDefault="00557788" w:rsidP="00557788">
      <w:r>
        <w:t>217.7160</w:t>
      </w:r>
      <w:r>
        <w:tab/>
        <w:t>2.025e0</w:t>
      </w:r>
    </w:p>
    <w:p w:rsidR="00557788" w:rsidRDefault="00557788" w:rsidP="00557788">
      <w:r>
        <w:t>217.7255</w:t>
      </w:r>
      <w:r>
        <w:tab/>
        <w:t>3.038e0</w:t>
      </w:r>
    </w:p>
    <w:p w:rsidR="00557788" w:rsidRDefault="00557788" w:rsidP="00557788">
      <w:r>
        <w:t>217.7275</w:t>
      </w:r>
      <w:r>
        <w:tab/>
        <w:t>2.025e0</w:t>
      </w:r>
    </w:p>
    <w:p w:rsidR="00557788" w:rsidRDefault="00557788" w:rsidP="00557788">
      <w:r>
        <w:t>217.7361</w:t>
      </w:r>
      <w:r>
        <w:tab/>
        <w:t>3.038e0</w:t>
      </w:r>
    </w:p>
    <w:p w:rsidR="00557788" w:rsidRDefault="00557788" w:rsidP="00557788">
      <w:r>
        <w:t>217.7447</w:t>
      </w:r>
      <w:r>
        <w:tab/>
        <w:t>2.025e0</w:t>
      </w:r>
    </w:p>
    <w:p w:rsidR="00557788" w:rsidRDefault="00557788" w:rsidP="00557788">
      <w:r>
        <w:t>217.7523</w:t>
      </w:r>
      <w:r>
        <w:tab/>
        <w:t>2.532e-2</w:t>
      </w:r>
    </w:p>
    <w:p w:rsidR="00557788" w:rsidRDefault="00557788" w:rsidP="00557788">
      <w:r>
        <w:t>217.7555</w:t>
      </w:r>
      <w:r>
        <w:tab/>
        <w:t>2.051e0</w:t>
      </w:r>
    </w:p>
    <w:p w:rsidR="00557788" w:rsidRDefault="00557788" w:rsidP="00557788">
      <w:r>
        <w:t>217.7708</w:t>
      </w:r>
      <w:r>
        <w:tab/>
        <w:t>3.038e0</w:t>
      </w:r>
    </w:p>
    <w:p w:rsidR="00557788" w:rsidRDefault="00557788" w:rsidP="00557788">
      <w:r>
        <w:t>217.7726</w:t>
      </w:r>
      <w:r>
        <w:tab/>
        <w:t>4.051e0</w:t>
      </w:r>
    </w:p>
    <w:p w:rsidR="00557788" w:rsidRDefault="00557788" w:rsidP="00557788">
      <w:r>
        <w:lastRenderedPageBreak/>
        <w:t>217.7907</w:t>
      </w:r>
      <w:r>
        <w:tab/>
        <w:t>2.025e0</w:t>
      </w:r>
    </w:p>
    <w:p w:rsidR="00557788" w:rsidRDefault="00557788" w:rsidP="00557788">
      <w:r>
        <w:t>217.7963</w:t>
      </w:r>
      <w:r>
        <w:tab/>
        <w:t>1.013e0</w:t>
      </w:r>
    </w:p>
    <w:p w:rsidR="00557788" w:rsidRDefault="00557788" w:rsidP="00557788">
      <w:r>
        <w:t>217.8078</w:t>
      </w:r>
      <w:r>
        <w:tab/>
        <w:t>2.025e0</w:t>
      </w:r>
    </w:p>
    <w:p w:rsidR="00557788" w:rsidRDefault="00557788" w:rsidP="00557788">
      <w:r>
        <w:t>217.8155</w:t>
      </w:r>
      <w:r>
        <w:tab/>
        <w:t>1.063e0</w:t>
      </w:r>
    </w:p>
    <w:p w:rsidR="00557788" w:rsidRDefault="00557788" w:rsidP="00557788">
      <w:r>
        <w:t>217.8193</w:t>
      </w:r>
      <w:r>
        <w:tab/>
        <w:t>1.038e0</w:t>
      </w:r>
    </w:p>
    <w:p w:rsidR="00557788" w:rsidRDefault="00557788" w:rsidP="00557788">
      <w:r>
        <w:t>217.8410</w:t>
      </w:r>
      <w:r>
        <w:tab/>
        <w:t>2.532e-2</w:t>
      </w:r>
    </w:p>
    <w:p w:rsidR="00557788" w:rsidRDefault="00557788" w:rsidP="00557788">
      <w:r>
        <w:t>217.8510</w:t>
      </w:r>
      <w:r>
        <w:tab/>
        <w:t>3.038e0</w:t>
      </w:r>
    </w:p>
    <w:p w:rsidR="00557788" w:rsidRDefault="00557788" w:rsidP="00557788">
      <w:r>
        <w:t>217.8528</w:t>
      </w:r>
      <w:r>
        <w:tab/>
        <w:t>3.038e0</w:t>
      </w:r>
    </w:p>
    <w:p w:rsidR="00557788" w:rsidRDefault="00557788" w:rsidP="00557788">
      <w:r>
        <w:t>217.8608</w:t>
      </w:r>
      <w:r>
        <w:tab/>
        <w:t>2.532e-2</w:t>
      </w:r>
    </w:p>
    <w:p w:rsidR="00557788" w:rsidRDefault="00557788" w:rsidP="00557788">
      <w:r>
        <w:t>217.8627</w:t>
      </w:r>
      <w:r>
        <w:tab/>
        <w:t>4.051e0</w:t>
      </w:r>
    </w:p>
    <w:p w:rsidR="00557788" w:rsidRDefault="00557788" w:rsidP="00557788">
      <w:r>
        <w:t>217.8795</w:t>
      </w:r>
      <w:r>
        <w:tab/>
        <w:t>3.798e-2</w:t>
      </w:r>
    </w:p>
    <w:p w:rsidR="00557788" w:rsidRDefault="00557788" w:rsidP="00557788">
      <w:r>
        <w:t>217.8862</w:t>
      </w:r>
      <w:r>
        <w:tab/>
        <w:t>3.038e0</w:t>
      </w:r>
    </w:p>
    <w:p w:rsidR="00557788" w:rsidRDefault="00557788" w:rsidP="00557788">
      <w:r>
        <w:t>217.8977</w:t>
      </w:r>
      <w:r>
        <w:tab/>
        <w:t>1.266e-2</w:t>
      </w:r>
    </w:p>
    <w:p w:rsidR="00557788" w:rsidRDefault="00557788" w:rsidP="00557788">
      <w:r>
        <w:t>217.9053</w:t>
      </w:r>
      <w:r>
        <w:tab/>
        <w:t>4.051e0</w:t>
      </w:r>
    </w:p>
    <w:p w:rsidR="00557788" w:rsidRDefault="00557788" w:rsidP="00557788">
      <w:r>
        <w:t>217.9095</w:t>
      </w:r>
      <w:r>
        <w:tab/>
        <w:t>3.038e0</w:t>
      </w:r>
    </w:p>
    <w:p w:rsidR="00557788" w:rsidRDefault="00557788" w:rsidP="00557788">
      <w:r>
        <w:t>217.9326</w:t>
      </w:r>
      <w:r>
        <w:tab/>
        <w:t>2.025e0</w:t>
      </w:r>
    </w:p>
    <w:p w:rsidR="00557788" w:rsidRDefault="00557788" w:rsidP="00557788">
      <w:r>
        <w:t>217.9379</w:t>
      </w:r>
      <w:r>
        <w:tab/>
        <w:t>1.013e0</w:t>
      </w:r>
    </w:p>
    <w:p w:rsidR="00557788" w:rsidRDefault="00557788" w:rsidP="00557788">
      <w:r>
        <w:t>217.9482</w:t>
      </w:r>
      <w:r>
        <w:tab/>
        <w:t>3.038e0</w:t>
      </w:r>
    </w:p>
    <w:p w:rsidR="00557788" w:rsidRDefault="00557788" w:rsidP="00557788">
      <w:r>
        <w:t>217.9621</w:t>
      </w:r>
      <w:r>
        <w:tab/>
        <w:t>5.063e0</w:t>
      </w:r>
    </w:p>
    <w:p w:rsidR="00557788" w:rsidRDefault="00557788" w:rsidP="00557788">
      <w:r>
        <w:lastRenderedPageBreak/>
        <w:t>217.9714</w:t>
      </w:r>
      <w:r>
        <w:tab/>
        <w:t>3.038e0</w:t>
      </w:r>
    </w:p>
    <w:p w:rsidR="00557788" w:rsidRDefault="00557788" w:rsidP="00557788">
      <w:r>
        <w:t>217.9745</w:t>
      </w:r>
      <w:r>
        <w:tab/>
        <w:t>9.004e0</w:t>
      </w:r>
    </w:p>
    <w:p w:rsidR="00557788" w:rsidRDefault="00557788" w:rsidP="00557788">
      <w:r>
        <w:t>217.9804</w:t>
      </w:r>
      <w:r>
        <w:tab/>
        <w:t>3.166e0</w:t>
      </w:r>
    </w:p>
    <w:p w:rsidR="00557788" w:rsidRDefault="00557788" w:rsidP="00557788">
      <w:r>
        <w:t>217.9949</w:t>
      </w:r>
      <w:r>
        <w:tab/>
        <w:t>5.047e0</w:t>
      </w:r>
    </w:p>
    <w:p w:rsidR="00557788" w:rsidRDefault="00557788" w:rsidP="00557788">
      <w:r>
        <w:t>218.0006</w:t>
      </w:r>
      <w:r>
        <w:tab/>
        <w:t>4.674e0</w:t>
      </w:r>
    </w:p>
    <w:p w:rsidR="00557788" w:rsidRDefault="00557788" w:rsidP="00557788">
      <w:r>
        <w:t>218.0040</w:t>
      </w:r>
      <w:r>
        <w:tab/>
        <w:t>2.172e0</w:t>
      </w:r>
    </w:p>
    <w:p w:rsidR="00557788" w:rsidRDefault="00557788" w:rsidP="00557788">
      <w:r>
        <w:t>218.0093</w:t>
      </w:r>
      <w:r>
        <w:tab/>
        <w:t>1.683e0</w:t>
      </w:r>
    </w:p>
    <w:p w:rsidR="00557788" w:rsidRDefault="00557788" w:rsidP="00557788">
      <w:r>
        <w:t>218.0231</w:t>
      </w:r>
      <w:r>
        <w:tab/>
        <w:t>7.285e0</w:t>
      </w:r>
    </w:p>
    <w:p w:rsidR="00557788" w:rsidRDefault="00557788" w:rsidP="00557788">
      <w:r>
        <w:t>218.0256</w:t>
      </w:r>
      <w:r>
        <w:tab/>
        <w:t>3.091e0</w:t>
      </w:r>
    </w:p>
    <w:p w:rsidR="00557788" w:rsidRDefault="00557788" w:rsidP="00557788">
      <w:r>
        <w:t>218.0455</w:t>
      </w:r>
      <w:r>
        <w:tab/>
        <w:t>2.669e-1</w:t>
      </w:r>
    </w:p>
    <w:p w:rsidR="00557788" w:rsidRDefault="00557788" w:rsidP="00557788">
      <w:r>
        <w:t>218.0626</w:t>
      </w:r>
      <w:r>
        <w:tab/>
        <w:t>8.436e0</w:t>
      </w:r>
    </w:p>
    <w:p w:rsidR="00557788" w:rsidRDefault="00557788" w:rsidP="00557788">
      <w:r>
        <w:t>218.0882</w:t>
      </w:r>
      <w:r>
        <w:tab/>
        <w:t>2.287e0</w:t>
      </w:r>
    </w:p>
    <w:p w:rsidR="00557788" w:rsidRDefault="00557788" w:rsidP="00557788">
      <w:r>
        <w:t>218.1022</w:t>
      </w:r>
      <w:r>
        <w:tab/>
        <w:t>2.607e0</w:t>
      </w:r>
    </w:p>
    <w:p w:rsidR="00557788" w:rsidRDefault="00557788" w:rsidP="00557788">
      <w:r>
        <w:t>218.1227</w:t>
      </w:r>
      <w:r>
        <w:tab/>
        <w:t>6.018e0</w:t>
      </w:r>
    </w:p>
    <w:p w:rsidR="00557788" w:rsidRDefault="00557788" w:rsidP="00557788">
      <w:r>
        <w:t>218.1293</w:t>
      </w:r>
      <w:r>
        <w:tab/>
        <w:t>9.657e0</w:t>
      </w:r>
    </w:p>
    <w:p w:rsidR="00557788" w:rsidRDefault="00557788" w:rsidP="00557788">
      <w:r>
        <w:t>218.1377</w:t>
      </w:r>
      <w:r>
        <w:tab/>
        <w:t>1.273e1</w:t>
      </w:r>
    </w:p>
    <w:p w:rsidR="00557788" w:rsidRDefault="00557788" w:rsidP="00557788">
      <w:r>
        <w:t>218.1557</w:t>
      </w:r>
      <w:r>
        <w:tab/>
        <w:t>4.783e0</w:t>
      </w:r>
    </w:p>
    <w:p w:rsidR="00557788" w:rsidRDefault="00557788" w:rsidP="00557788">
      <w:r>
        <w:t>218.1714</w:t>
      </w:r>
      <w:r>
        <w:tab/>
        <w:t>2.449e0</w:t>
      </w:r>
    </w:p>
    <w:p w:rsidR="00557788" w:rsidRDefault="00557788" w:rsidP="00557788">
      <w:r>
        <w:t>218.2088</w:t>
      </w:r>
      <w:r>
        <w:tab/>
        <w:t>2.917e1</w:t>
      </w:r>
    </w:p>
    <w:p w:rsidR="00557788" w:rsidRDefault="00557788" w:rsidP="00557788">
      <w:r>
        <w:lastRenderedPageBreak/>
        <w:t>218.2170</w:t>
      </w:r>
      <w:r>
        <w:tab/>
        <w:t>4.938e0</w:t>
      </w:r>
    </w:p>
    <w:p w:rsidR="00557788" w:rsidRDefault="00557788" w:rsidP="00557788">
      <w:r>
        <w:t>218.2355</w:t>
      </w:r>
      <w:r>
        <w:tab/>
        <w:t>2.127e0</w:t>
      </w:r>
    </w:p>
    <w:p w:rsidR="00557788" w:rsidRDefault="00557788" w:rsidP="00557788">
      <w:r>
        <w:t>218.2445</w:t>
      </w:r>
      <w:r>
        <w:tab/>
        <w:t>4.513e0</w:t>
      </w:r>
    </w:p>
    <w:p w:rsidR="00557788" w:rsidRDefault="00557788" w:rsidP="00557788">
      <w:r>
        <w:t>218.2477</w:t>
      </w:r>
      <w:r>
        <w:tab/>
        <w:t>3.989e0</w:t>
      </w:r>
    </w:p>
    <w:p w:rsidR="00557788" w:rsidRDefault="00557788" w:rsidP="00557788">
      <w:r>
        <w:t>218.2557</w:t>
      </w:r>
      <w:r>
        <w:tab/>
        <w:t>8.542e-1</w:t>
      </w:r>
    </w:p>
    <w:p w:rsidR="00557788" w:rsidRDefault="00557788" w:rsidP="00557788">
      <w:r>
        <w:t>218.2613</w:t>
      </w:r>
      <w:r>
        <w:tab/>
        <w:t>2.532e-2</w:t>
      </w:r>
    </w:p>
    <w:p w:rsidR="00557788" w:rsidRDefault="00557788" w:rsidP="00557788">
      <w:r>
        <w:t>218.2632</w:t>
      </w:r>
      <w:r>
        <w:tab/>
        <w:t>2.025e0</w:t>
      </w:r>
    </w:p>
    <w:p w:rsidR="00557788" w:rsidRDefault="00557788" w:rsidP="00557788">
      <w:r>
        <w:t>218.2651</w:t>
      </w:r>
      <w:r>
        <w:tab/>
        <w:t>2.025e0</w:t>
      </w:r>
    </w:p>
    <w:p w:rsidR="00557788" w:rsidRDefault="00557788" w:rsidP="00557788">
      <w:r>
        <w:t>218.2882</w:t>
      </w:r>
      <w:r>
        <w:tab/>
        <w:t>3.038e0</w:t>
      </w:r>
    </w:p>
    <w:p w:rsidR="00557788" w:rsidRDefault="00557788" w:rsidP="00557788">
      <w:r>
        <w:t>218.2899</w:t>
      </w:r>
      <w:r>
        <w:tab/>
        <w:t>1.013e0</w:t>
      </w:r>
    </w:p>
    <w:p w:rsidR="00557788" w:rsidRDefault="00557788" w:rsidP="00557788">
      <w:r>
        <w:t>218.2963</w:t>
      </w:r>
      <w:r>
        <w:tab/>
        <w:t>2.532e-2</w:t>
      </w:r>
    </w:p>
    <w:p w:rsidR="00557788" w:rsidRDefault="00557788" w:rsidP="00557788">
      <w:r>
        <w:t>218.2977</w:t>
      </w:r>
      <w:r>
        <w:tab/>
        <w:t>1.013e0</w:t>
      </w:r>
    </w:p>
    <w:p w:rsidR="00557788" w:rsidRDefault="00557788" w:rsidP="00557788">
      <w:r>
        <w:t>218.3102</w:t>
      </w:r>
      <w:r>
        <w:tab/>
        <w:t>1.266e-2</w:t>
      </w:r>
    </w:p>
    <w:p w:rsidR="00557788" w:rsidRDefault="00557788" w:rsidP="00557788">
      <w:r>
        <w:t>218.3177</w:t>
      </w:r>
      <w:r>
        <w:tab/>
        <w:t>4.051e0</w:t>
      </w:r>
    </w:p>
    <w:p w:rsidR="00557788" w:rsidRDefault="00557788" w:rsidP="00557788">
      <w:r>
        <w:t>218.3283</w:t>
      </w:r>
      <w:r>
        <w:tab/>
        <w:t>3.038e0</w:t>
      </w:r>
    </w:p>
    <w:p w:rsidR="00557788" w:rsidRDefault="00557788" w:rsidP="00557788">
      <w:r>
        <w:t>218.3416</w:t>
      </w:r>
      <w:r>
        <w:tab/>
        <w:t>1.025e0</w:t>
      </w:r>
    </w:p>
    <w:p w:rsidR="00557788" w:rsidRDefault="00557788" w:rsidP="00557788">
      <w:r>
        <w:t>218.3455</w:t>
      </w:r>
      <w:r>
        <w:tab/>
        <w:t>1.013e0</w:t>
      </w:r>
    </w:p>
    <w:p w:rsidR="00557788" w:rsidRDefault="00557788" w:rsidP="00557788">
      <w:r>
        <w:t>218.3513</w:t>
      </w:r>
      <w:r>
        <w:tab/>
        <w:t>2.025e0</w:t>
      </w:r>
    </w:p>
    <w:p w:rsidR="00557788" w:rsidRDefault="00557788" w:rsidP="00557788">
      <w:r>
        <w:t>218.3532</w:t>
      </w:r>
      <w:r>
        <w:tab/>
        <w:t>2.025e0</w:t>
      </w:r>
    </w:p>
    <w:p w:rsidR="00557788" w:rsidRDefault="00557788" w:rsidP="00557788">
      <w:r>
        <w:lastRenderedPageBreak/>
        <w:t>218.3589</w:t>
      </w:r>
      <w:r>
        <w:tab/>
        <w:t>2.025e0</w:t>
      </w:r>
    </w:p>
    <w:p w:rsidR="00557788" w:rsidRDefault="00557788" w:rsidP="00557788">
      <w:r>
        <w:t>218.3627</w:t>
      </w:r>
      <w:r>
        <w:tab/>
        <w:t>2.025e0</w:t>
      </w:r>
    </w:p>
    <w:p w:rsidR="00557788" w:rsidRDefault="00557788" w:rsidP="00557788">
      <w:r>
        <w:t>218.3764</w:t>
      </w:r>
      <w:r>
        <w:tab/>
        <w:t>1.013e0</w:t>
      </w:r>
    </w:p>
    <w:p w:rsidR="00557788" w:rsidRDefault="00557788" w:rsidP="00557788">
      <w:r>
        <w:t>218.3871</w:t>
      </w:r>
      <w:r>
        <w:tab/>
        <w:t>5.063e0</w:t>
      </w:r>
    </w:p>
    <w:p w:rsidR="00557788" w:rsidRDefault="00557788" w:rsidP="00557788">
      <w:r>
        <w:t>218.3907</w:t>
      </w:r>
      <w:r>
        <w:tab/>
        <w:t>2.025e0</w:t>
      </w:r>
    </w:p>
    <w:p w:rsidR="00557788" w:rsidRDefault="00557788" w:rsidP="00557788">
      <w:r>
        <w:t>218.3944</w:t>
      </w:r>
      <w:r>
        <w:tab/>
        <w:t>5.165e0</w:t>
      </w:r>
    </w:p>
    <w:p w:rsidR="00557788" w:rsidRDefault="00557788" w:rsidP="00557788">
      <w:r>
        <w:t>218.3970</w:t>
      </w:r>
      <w:r>
        <w:tab/>
        <w:t>1.013e0</w:t>
      </w:r>
    </w:p>
    <w:p w:rsidR="00557788" w:rsidRDefault="00557788" w:rsidP="00557788">
      <w:r>
        <w:t>218.4071</w:t>
      </w:r>
      <w:r>
        <w:tab/>
        <w:t>6.076e0</w:t>
      </w:r>
    </w:p>
    <w:p w:rsidR="00557788" w:rsidRDefault="00557788" w:rsidP="00557788">
      <w:r>
        <w:t>218.4202</w:t>
      </w:r>
      <w:r>
        <w:tab/>
        <w:t>2.025e0</w:t>
      </w:r>
    </w:p>
    <w:p w:rsidR="00557788" w:rsidRDefault="00557788" w:rsidP="00557788">
      <w:r>
        <w:t>218.4281</w:t>
      </w:r>
      <w:r>
        <w:tab/>
        <w:t>3.798e-2</w:t>
      </w:r>
    </w:p>
    <w:p w:rsidR="00557788" w:rsidRDefault="00557788" w:rsidP="00557788">
      <w:r>
        <w:t>218.4358</w:t>
      </w:r>
      <w:r>
        <w:tab/>
        <w:t>3.076e0</w:t>
      </w:r>
    </w:p>
    <w:p w:rsidR="00557788" w:rsidRDefault="00557788" w:rsidP="00557788">
      <w:r>
        <w:t>218.4441</w:t>
      </w:r>
      <w:r>
        <w:tab/>
        <w:t>4.051e0</w:t>
      </w:r>
    </w:p>
    <w:p w:rsidR="00557788" w:rsidRDefault="00557788" w:rsidP="00557788">
      <w:r>
        <w:t>218.4651</w:t>
      </w:r>
      <w:r>
        <w:tab/>
        <w:t>2.025e0</w:t>
      </w:r>
    </w:p>
    <w:p w:rsidR="00557788" w:rsidRDefault="00557788" w:rsidP="00557788">
      <w:r>
        <w:t>218.4834</w:t>
      </w:r>
      <w:r>
        <w:tab/>
        <w:t>1.266e-2</w:t>
      </w:r>
    </w:p>
    <w:p w:rsidR="00557788" w:rsidRDefault="00557788" w:rsidP="00557788">
      <w:r>
        <w:t>218.4872</w:t>
      </w:r>
      <w:r>
        <w:tab/>
        <w:t>2.025e0</w:t>
      </w:r>
    </w:p>
    <w:p w:rsidR="00557788" w:rsidRDefault="00557788" w:rsidP="00557788">
      <w:r>
        <w:t>218.4906</w:t>
      </w:r>
      <w:r>
        <w:tab/>
        <w:t>6.089e0</w:t>
      </w:r>
    </w:p>
    <w:p w:rsidR="00557788" w:rsidRDefault="00557788" w:rsidP="00557788">
      <w:r>
        <w:t>218.4948</w:t>
      </w:r>
      <w:r>
        <w:tab/>
        <w:t>1.266e-2</w:t>
      </w:r>
    </w:p>
    <w:p w:rsidR="00557788" w:rsidRDefault="00557788" w:rsidP="00557788">
      <w:r>
        <w:t>218.4978</w:t>
      </w:r>
      <w:r>
        <w:tab/>
        <w:t>3.038e0</w:t>
      </w:r>
    </w:p>
    <w:p w:rsidR="00557788" w:rsidRDefault="00557788" w:rsidP="00557788">
      <w:r>
        <w:t>218.5140</w:t>
      </w:r>
      <w:r>
        <w:tab/>
        <w:t>1.266e-2</w:t>
      </w:r>
    </w:p>
    <w:p w:rsidR="00557788" w:rsidRDefault="00557788" w:rsidP="00557788">
      <w:r>
        <w:lastRenderedPageBreak/>
        <w:t>218.5158</w:t>
      </w:r>
      <w:r>
        <w:tab/>
        <w:t>2.532e-2</w:t>
      </w:r>
    </w:p>
    <w:p w:rsidR="00557788" w:rsidRDefault="00557788" w:rsidP="00557788">
      <w:r>
        <w:t>218.5178</w:t>
      </w:r>
      <w:r>
        <w:tab/>
        <w:t>1.013e0</w:t>
      </w:r>
    </w:p>
    <w:p w:rsidR="00557788" w:rsidRDefault="00557788" w:rsidP="00557788">
      <w:r>
        <w:t>218.5191</w:t>
      </w:r>
      <w:r>
        <w:tab/>
        <w:t>6.076e0</w:t>
      </w:r>
    </w:p>
    <w:p w:rsidR="00557788" w:rsidRDefault="00557788" w:rsidP="00557788">
      <w:r>
        <w:t>218.5214</w:t>
      </w:r>
      <w:r>
        <w:tab/>
        <w:t>2.063e0</w:t>
      </w:r>
    </w:p>
    <w:p w:rsidR="00557788" w:rsidRDefault="00557788" w:rsidP="00557788">
      <w:r>
        <w:t>218.5299</w:t>
      </w:r>
      <w:r>
        <w:tab/>
        <w:t>1.025e0</w:t>
      </w:r>
    </w:p>
    <w:p w:rsidR="00557788" w:rsidRDefault="00557788" w:rsidP="00557788">
      <w:r>
        <w:t>218.5337</w:t>
      </w:r>
      <w:r>
        <w:tab/>
        <w:t>1.013e0</w:t>
      </w:r>
    </w:p>
    <w:p w:rsidR="00557788" w:rsidRDefault="00557788" w:rsidP="00557788">
      <w:r>
        <w:t>218.5367</w:t>
      </w:r>
      <w:r>
        <w:tab/>
        <w:t>1.038e0</w:t>
      </w:r>
    </w:p>
    <w:p w:rsidR="00557788" w:rsidRDefault="00557788" w:rsidP="00557788">
      <w:r>
        <w:t>218.5398</w:t>
      </w:r>
      <w:r>
        <w:tab/>
        <w:t>2.025e0</w:t>
      </w:r>
    </w:p>
    <w:p w:rsidR="00557788" w:rsidRDefault="00557788" w:rsidP="00557788">
      <w:r>
        <w:t>218.5582</w:t>
      </w:r>
      <w:r>
        <w:tab/>
        <w:t>2.025e0</w:t>
      </w:r>
    </w:p>
    <w:p w:rsidR="00557788" w:rsidRDefault="00557788" w:rsidP="00557788">
      <w:r>
        <w:t>218.5657</w:t>
      </w:r>
      <w:r>
        <w:tab/>
        <w:t>2.038e0</w:t>
      </w:r>
    </w:p>
    <w:p w:rsidR="00557788" w:rsidRDefault="00557788" w:rsidP="00557788">
      <w:r>
        <w:t>218.5692</w:t>
      </w:r>
      <w:r>
        <w:tab/>
        <w:t>3.063e0</w:t>
      </w:r>
    </w:p>
    <w:p w:rsidR="00557788" w:rsidRDefault="00557788" w:rsidP="00557788">
      <w:r>
        <w:t>218.5933</w:t>
      </w:r>
      <w:r>
        <w:tab/>
        <w:t>3.939e0</w:t>
      </w:r>
    </w:p>
    <w:p w:rsidR="00557788" w:rsidRDefault="00557788" w:rsidP="00557788">
      <w:r>
        <w:t>218.5986</w:t>
      </w:r>
      <w:r>
        <w:tab/>
        <w:t>2.025e0</w:t>
      </w:r>
    </w:p>
    <w:p w:rsidR="00557788" w:rsidRDefault="00557788" w:rsidP="00557788">
      <w:r>
        <w:t>218.6085</w:t>
      </w:r>
      <w:r>
        <w:tab/>
        <w:t>5.063e-2</w:t>
      </w:r>
    </w:p>
    <w:p w:rsidR="00557788" w:rsidRDefault="00557788" w:rsidP="00557788">
      <w:r>
        <w:t>218.6251</w:t>
      </w:r>
      <w:r>
        <w:tab/>
        <w:t>7.487e0</w:t>
      </w:r>
    </w:p>
    <w:p w:rsidR="00557788" w:rsidRDefault="00557788" w:rsidP="00557788">
      <w:r>
        <w:t>218.6519</w:t>
      </w:r>
      <w:r>
        <w:tab/>
        <w:t>2.025e0</w:t>
      </w:r>
    </w:p>
    <w:p w:rsidR="00557788" w:rsidRDefault="00557788" w:rsidP="00557788">
      <w:r>
        <w:t>218.6557</w:t>
      </w:r>
      <w:r>
        <w:tab/>
        <w:t>1.266e-2</w:t>
      </w:r>
    </w:p>
    <w:p w:rsidR="00557788" w:rsidRDefault="00557788" w:rsidP="00557788">
      <w:r>
        <w:t>218.6591</w:t>
      </w:r>
      <w:r>
        <w:tab/>
        <w:t>2.051e0</w:t>
      </w:r>
    </w:p>
    <w:p w:rsidR="00557788" w:rsidRDefault="00557788" w:rsidP="00557788">
      <w:r>
        <w:t>218.6652</w:t>
      </w:r>
      <w:r>
        <w:tab/>
        <w:t>2.025e0</w:t>
      </w:r>
    </w:p>
    <w:p w:rsidR="00557788" w:rsidRDefault="00557788" w:rsidP="00557788">
      <w:r>
        <w:lastRenderedPageBreak/>
        <w:t>218.6672</w:t>
      </w:r>
      <w:r>
        <w:tab/>
        <w:t>1.025e0</w:t>
      </w:r>
    </w:p>
    <w:p w:rsidR="00557788" w:rsidRDefault="00557788" w:rsidP="00557788">
      <w:r>
        <w:t>218.6791</w:t>
      </w:r>
      <w:r>
        <w:tab/>
        <w:t>2.025e0</w:t>
      </w:r>
    </w:p>
    <w:p w:rsidR="00557788" w:rsidRDefault="00557788" w:rsidP="00557788">
      <w:r>
        <w:t>218.6829</w:t>
      </w:r>
      <w:r>
        <w:tab/>
        <w:t>1.025e0</w:t>
      </w:r>
    </w:p>
    <w:p w:rsidR="00557788" w:rsidRDefault="00557788" w:rsidP="00557788">
      <w:r>
        <w:t>218.7189</w:t>
      </w:r>
      <w:r>
        <w:tab/>
        <w:t>1.266e-2</w:t>
      </w:r>
    </w:p>
    <w:p w:rsidR="00557788" w:rsidRDefault="00557788" w:rsidP="00557788">
      <w:r>
        <w:t>218.7246</w:t>
      </w:r>
      <w:r>
        <w:tab/>
        <w:t>3.038e0</w:t>
      </w:r>
    </w:p>
    <w:p w:rsidR="00557788" w:rsidRDefault="00557788" w:rsidP="00557788">
      <w:r>
        <w:t>218.7304</w:t>
      </w:r>
      <w:r>
        <w:tab/>
        <w:t>1.266e-2</w:t>
      </w:r>
    </w:p>
    <w:p w:rsidR="00557788" w:rsidRDefault="00557788" w:rsidP="00557788">
      <w:r>
        <w:t>218.7495</w:t>
      </w:r>
      <w:r>
        <w:tab/>
        <w:t>3.051e0</w:t>
      </w:r>
    </w:p>
    <w:p w:rsidR="00557788" w:rsidRDefault="00557788" w:rsidP="00557788">
      <w:r>
        <w:t>218.7534</w:t>
      </w:r>
      <w:r>
        <w:tab/>
        <w:t>2.532e-2</w:t>
      </w:r>
    </w:p>
    <w:p w:rsidR="00557788" w:rsidRDefault="00557788" w:rsidP="00557788">
      <w:r>
        <w:t>218.7658</w:t>
      </w:r>
      <w:r>
        <w:tab/>
        <w:t>1.025e0</w:t>
      </w:r>
    </w:p>
    <w:p w:rsidR="00557788" w:rsidRDefault="00557788" w:rsidP="00557788">
      <w:r>
        <w:t>218.7741</w:t>
      </w:r>
      <w:r>
        <w:tab/>
        <w:t>1.013e0</w:t>
      </w:r>
    </w:p>
    <w:p w:rsidR="00557788" w:rsidRDefault="00557788" w:rsidP="00557788">
      <w:r>
        <w:t>218.7797</w:t>
      </w:r>
      <w:r>
        <w:tab/>
        <w:t>2.025e0</w:t>
      </w:r>
    </w:p>
    <w:p w:rsidR="00557788" w:rsidRDefault="00557788" w:rsidP="00557788">
      <w:r>
        <w:t>218.7975</w:t>
      </w:r>
      <w:r>
        <w:tab/>
        <w:t>2.532e-2</w:t>
      </w:r>
    </w:p>
    <w:p w:rsidR="00557788" w:rsidRDefault="00557788" w:rsidP="00557788">
      <w:r>
        <w:t>218.8060</w:t>
      </w:r>
      <w:r>
        <w:tab/>
        <w:t>3.038e0</w:t>
      </w:r>
    </w:p>
    <w:p w:rsidR="00557788" w:rsidRDefault="00557788" w:rsidP="00557788">
      <w:r>
        <w:t>218.8204</w:t>
      </w:r>
      <w:r>
        <w:tab/>
        <w:t>7.101e0</w:t>
      </w:r>
    </w:p>
    <w:p w:rsidR="00557788" w:rsidRDefault="00557788" w:rsidP="00557788">
      <w:r>
        <w:t>218.8242</w:t>
      </w:r>
      <w:r>
        <w:tab/>
        <w:t>2.532e-2</w:t>
      </w:r>
    </w:p>
    <w:p w:rsidR="00557788" w:rsidRDefault="00557788" w:rsidP="00557788">
      <w:r>
        <w:t>218.8363</w:t>
      </w:r>
      <w:r>
        <w:tab/>
        <w:t>1.013e0</w:t>
      </w:r>
    </w:p>
    <w:p w:rsidR="00557788" w:rsidRDefault="00557788" w:rsidP="00557788">
      <w:r>
        <w:t>218.8512</w:t>
      </w:r>
      <w:r>
        <w:tab/>
        <w:t>3.798e-2</w:t>
      </w:r>
    </w:p>
    <w:p w:rsidR="00557788" w:rsidRDefault="00557788" w:rsidP="00557788">
      <w:r>
        <w:t>218.8529</w:t>
      </w:r>
      <w:r>
        <w:tab/>
        <w:t>1.013e0</w:t>
      </w:r>
    </w:p>
    <w:p w:rsidR="00557788" w:rsidRDefault="00557788" w:rsidP="00557788">
      <w:r>
        <w:t>218.8564</w:t>
      </w:r>
      <w:r>
        <w:tab/>
        <w:t>2.076e0</w:t>
      </w:r>
    </w:p>
    <w:p w:rsidR="00557788" w:rsidRDefault="00557788" w:rsidP="00557788">
      <w:r>
        <w:lastRenderedPageBreak/>
        <w:t>218.8595</w:t>
      </w:r>
      <w:r>
        <w:tab/>
        <w:t>3.038e0</w:t>
      </w:r>
    </w:p>
    <w:p w:rsidR="00557788" w:rsidRDefault="00557788" w:rsidP="00557788">
      <w:r>
        <w:t>218.8627</w:t>
      </w:r>
      <w:r>
        <w:tab/>
        <w:t>2.025e0</w:t>
      </w:r>
    </w:p>
    <w:p w:rsidR="00557788" w:rsidRDefault="00557788" w:rsidP="00557788">
      <w:r>
        <w:t>218.8760</w:t>
      </w:r>
      <w:r>
        <w:tab/>
        <w:t>1.013e0</w:t>
      </w:r>
    </w:p>
    <w:p w:rsidR="00557788" w:rsidRDefault="00557788" w:rsidP="00557788">
      <w:r>
        <w:t>218.8779</w:t>
      </w:r>
      <w:r>
        <w:tab/>
        <w:t>2.025e0</w:t>
      </w:r>
    </w:p>
    <w:p w:rsidR="00557788" w:rsidRDefault="00557788" w:rsidP="00557788">
      <w:r>
        <w:t>218.8989</w:t>
      </w:r>
      <w:r>
        <w:tab/>
        <w:t>1.266e-2</w:t>
      </w:r>
    </w:p>
    <w:p w:rsidR="00557788" w:rsidRDefault="00557788" w:rsidP="00557788">
      <w:r>
        <w:t>218.9011</w:t>
      </w:r>
      <w:r>
        <w:tab/>
        <w:t>4.051e0</w:t>
      </w:r>
    </w:p>
    <w:p w:rsidR="00557788" w:rsidRDefault="00557788" w:rsidP="00557788">
      <w:r>
        <w:t>218.9068</w:t>
      </w:r>
      <w:r>
        <w:tab/>
        <w:t>2.025e0</w:t>
      </w:r>
    </w:p>
    <w:p w:rsidR="00557788" w:rsidRDefault="00557788" w:rsidP="00557788">
      <w:r>
        <w:t>218.9228</w:t>
      </w:r>
      <w:r>
        <w:tab/>
        <w:t>4.051e0</w:t>
      </w:r>
    </w:p>
    <w:p w:rsidR="00557788" w:rsidRDefault="00557788" w:rsidP="00557788">
      <w:r>
        <w:t>218.9317</w:t>
      </w:r>
      <w:r>
        <w:tab/>
        <w:t>2.025e0</w:t>
      </w:r>
    </w:p>
    <w:p w:rsidR="00557788" w:rsidRDefault="00557788" w:rsidP="00557788">
      <w:r>
        <w:t>218.9431</w:t>
      </w:r>
      <w:r>
        <w:tab/>
        <w:t>2.025e0</w:t>
      </w:r>
    </w:p>
    <w:p w:rsidR="00557788" w:rsidRDefault="00557788" w:rsidP="00557788">
      <w:r>
        <w:t>218.9499</w:t>
      </w:r>
      <w:r>
        <w:tab/>
        <w:t>3.038e0</w:t>
      </w:r>
    </w:p>
    <w:p w:rsidR="00557788" w:rsidRDefault="00557788" w:rsidP="00557788">
      <w:r>
        <w:t>218.9622</w:t>
      </w:r>
      <w:r>
        <w:tab/>
        <w:t>1.868e0</w:t>
      </w:r>
    </w:p>
    <w:p w:rsidR="00557788" w:rsidRDefault="00557788" w:rsidP="00557788">
      <w:r>
        <w:t>218.9840</w:t>
      </w:r>
      <w:r>
        <w:tab/>
        <w:t>1.179e1</w:t>
      </w:r>
    </w:p>
    <w:p w:rsidR="00557788" w:rsidRDefault="00557788" w:rsidP="00557788">
      <w:r>
        <w:t>218.9961</w:t>
      </w:r>
      <w:r>
        <w:tab/>
        <w:t>2.170e0</w:t>
      </w:r>
    </w:p>
    <w:p w:rsidR="00557788" w:rsidRDefault="00557788" w:rsidP="00557788">
      <w:r>
        <w:t>219.0396</w:t>
      </w:r>
      <w:r>
        <w:tab/>
        <w:t>2.928e0</w:t>
      </w:r>
    </w:p>
    <w:p w:rsidR="00557788" w:rsidRDefault="00557788" w:rsidP="00557788">
      <w:r>
        <w:t>219.0500</w:t>
      </w:r>
      <w:r>
        <w:tab/>
        <w:t>1.729e0</w:t>
      </w:r>
    </w:p>
    <w:p w:rsidR="00557788" w:rsidRDefault="00557788" w:rsidP="00557788">
      <w:r>
        <w:t>219.0686</w:t>
      </w:r>
      <w:r>
        <w:tab/>
        <w:t>2.887e0</w:t>
      </w:r>
    </w:p>
    <w:p w:rsidR="00557788" w:rsidRDefault="00557788" w:rsidP="00557788">
      <w:r>
        <w:t>219.0787</w:t>
      </w:r>
      <w:r>
        <w:tab/>
        <w:t>1.396e0</w:t>
      </w:r>
    </w:p>
    <w:p w:rsidR="00557788" w:rsidRDefault="00557788" w:rsidP="00557788">
      <w:r>
        <w:t>219.1210</w:t>
      </w:r>
      <w:r>
        <w:tab/>
        <w:t>5.013e0</w:t>
      </w:r>
    </w:p>
    <w:p w:rsidR="00557788" w:rsidRDefault="00557788" w:rsidP="00557788">
      <w:r>
        <w:lastRenderedPageBreak/>
        <w:t>219.1241</w:t>
      </w:r>
      <w:r>
        <w:tab/>
        <w:t>7.210e0</w:t>
      </w:r>
    </w:p>
    <w:p w:rsidR="00557788" w:rsidRDefault="00557788" w:rsidP="00557788">
      <w:r>
        <w:t>219.1394</w:t>
      </w:r>
      <w:r>
        <w:tab/>
        <w:t>1.067e0</w:t>
      </w:r>
    </w:p>
    <w:p w:rsidR="00557788" w:rsidRDefault="00557788" w:rsidP="00557788">
      <w:r>
        <w:t>219.1464</w:t>
      </w:r>
      <w:r>
        <w:tab/>
        <w:t>1.577e0</w:t>
      </w:r>
    </w:p>
    <w:p w:rsidR="00557788" w:rsidRDefault="00557788" w:rsidP="00557788">
      <w:r>
        <w:t>219.1642</w:t>
      </w:r>
      <w:r>
        <w:tab/>
        <w:t>1.690e0</w:t>
      </w:r>
    </w:p>
    <w:p w:rsidR="00557788" w:rsidRDefault="00557788" w:rsidP="00557788">
      <w:r>
        <w:t>219.1708</w:t>
      </w:r>
      <w:r>
        <w:tab/>
        <w:t>5.349e0</w:t>
      </w:r>
    </w:p>
    <w:p w:rsidR="00557788" w:rsidRDefault="00557788" w:rsidP="00557788">
      <w:r>
        <w:t>219.1961</w:t>
      </w:r>
      <w:r>
        <w:tab/>
        <w:t>5.342e0</w:t>
      </w:r>
    </w:p>
    <w:p w:rsidR="00557788" w:rsidRDefault="00557788" w:rsidP="00557788">
      <w:r>
        <w:t>219.2098</w:t>
      </w:r>
      <w:r>
        <w:tab/>
        <w:t>1.952e0</w:t>
      </w:r>
    </w:p>
    <w:p w:rsidR="00557788" w:rsidRDefault="00557788" w:rsidP="00557788">
      <w:r>
        <w:t>219.2141</w:t>
      </w:r>
      <w:r>
        <w:tab/>
        <w:t>1.115e1</w:t>
      </w:r>
    </w:p>
    <w:p w:rsidR="00557788" w:rsidRDefault="00557788" w:rsidP="00557788">
      <w:r>
        <w:t>219.2237</w:t>
      </w:r>
      <w:r>
        <w:tab/>
        <w:t>2.025e0</w:t>
      </w:r>
    </w:p>
    <w:p w:rsidR="00557788" w:rsidRDefault="00557788" w:rsidP="00557788">
      <w:r>
        <w:t>219.2262</w:t>
      </w:r>
      <w:r>
        <w:tab/>
        <w:t>3.118e0</w:t>
      </w:r>
    </w:p>
    <w:p w:rsidR="00557788" w:rsidRDefault="00557788" w:rsidP="00557788">
      <w:r>
        <w:t>219.2420</w:t>
      </w:r>
      <w:r>
        <w:tab/>
        <w:t>1.025e0</w:t>
      </w:r>
    </w:p>
    <w:p w:rsidR="00557788" w:rsidRDefault="00557788" w:rsidP="00557788">
      <w:r>
        <w:t>219.2460</w:t>
      </w:r>
      <w:r>
        <w:tab/>
        <w:t>4.659e0</w:t>
      </w:r>
    </w:p>
    <w:p w:rsidR="00557788" w:rsidRDefault="00557788" w:rsidP="00557788">
      <w:r>
        <w:t>219.2612</w:t>
      </w:r>
      <w:r>
        <w:tab/>
        <w:t>1.013e0</w:t>
      </w:r>
    </w:p>
    <w:p w:rsidR="00557788" w:rsidRDefault="00557788" w:rsidP="00557788">
      <w:r>
        <w:t>219.2688</w:t>
      </w:r>
      <w:r>
        <w:tab/>
        <w:t>1.025e0</w:t>
      </w:r>
    </w:p>
    <w:p w:rsidR="00557788" w:rsidRDefault="00557788" w:rsidP="00557788">
      <w:r>
        <w:t>219.2975</w:t>
      </w:r>
      <w:r>
        <w:tab/>
        <w:t>2.051e0</w:t>
      </w:r>
    </w:p>
    <w:p w:rsidR="00557788" w:rsidRDefault="00557788" w:rsidP="00557788">
      <w:r>
        <w:t>219.3071</w:t>
      </w:r>
      <w:r>
        <w:tab/>
        <w:t>2.025e0</w:t>
      </w:r>
    </w:p>
    <w:p w:rsidR="00557788" w:rsidRDefault="00557788" w:rsidP="00557788">
      <w:r>
        <w:t>219.3118</w:t>
      </w:r>
      <w:r>
        <w:tab/>
        <w:t>3.038e0</w:t>
      </w:r>
    </w:p>
    <w:p w:rsidR="00557788" w:rsidRDefault="00557788" w:rsidP="00557788">
      <w:r>
        <w:t>219.3302</w:t>
      </w:r>
      <w:r>
        <w:tab/>
        <w:t>2.532e-2</w:t>
      </w:r>
    </w:p>
    <w:p w:rsidR="00557788" w:rsidRDefault="00557788" w:rsidP="00557788">
      <w:r>
        <w:t>219.3436</w:t>
      </w:r>
      <w:r>
        <w:tab/>
        <w:t>1.013e0</w:t>
      </w:r>
    </w:p>
    <w:p w:rsidR="00557788" w:rsidRDefault="00557788" w:rsidP="00557788">
      <w:r>
        <w:lastRenderedPageBreak/>
        <w:t>219.3512</w:t>
      </w:r>
      <w:r>
        <w:tab/>
        <w:t>2.532e-2</w:t>
      </w:r>
    </w:p>
    <w:p w:rsidR="00557788" w:rsidRDefault="00557788" w:rsidP="00557788">
      <w:r>
        <w:t>219.3565</w:t>
      </w:r>
      <w:r>
        <w:tab/>
        <w:t>2.025e0</w:t>
      </w:r>
    </w:p>
    <w:p w:rsidR="00557788" w:rsidRDefault="00557788" w:rsidP="00557788">
      <w:r>
        <w:t>219.3649</w:t>
      </w:r>
      <w:r>
        <w:tab/>
        <w:t>3.038e0</w:t>
      </w:r>
    </w:p>
    <w:p w:rsidR="00557788" w:rsidRDefault="00557788" w:rsidP="00557788">
      <w:r>
        <w:t>219.3727</w:t>
      </w:r>
      <w:r>
        <w:tab/>
        <w:t>2.038e0</w:t>
      </w:r>
    </w:p>
    <w:p w:rsidR="00557788" w:rsidRDefault="00557788" w:rsidP="00557788">
      <w:r>
        <w:t>219.3768</w:t>
      </w:r>
      <w:r>
        <w:tab/>
        <w:t>1.038e0</w:t>
      </w:r>
    </w:p>
    <w:p w:rsidR="00557788" w:rsidRDefault="00557788" w:rsidP="00557788">
      <w:r>
        <w:t>219.3800</w:t>
      </w:r>
      <w:r>
        <w:tab/>
        <w:t>1.038e0</w:t>
      </w:r>
    </w:p>
    <w:p w:rsidR="00557788" w:rsidRDefault="00557788" w:rsidP="00557788">
      <w:r>
        <w:t>219.3935</w:t>
      </w:r>
      <w:r>
        <w:tab/>
        <w:t>2.025e0</w:t>
      </w:r>
    </w:p>
    <w:p w:rsidR="00557788" w:rsidRDefault="00557788" w:rsidP="00557788">
      <w:r>
        <w:t>219.3978</w:t>
      </w:r>
      <w:r>
        <w:tab/>
        <w:t>4.051e0</w:t>
      </w:r>
    </w:p>
    <w:p w:rsidR="00557788" w:rsidRDefault="00557788" w:rsidP="00557788">
      <w:r>
        <w:t>219.4147</w:t>
      </w:r>
      <w:r>
        <w:tab/>
        <w:t>2.640e0</w:t>
      </w:r>
    </w:p>
    <w:p w:rsidR="00557788" w:rsidRDefault="00557788" w:rsidP="00557788">
      <w:r>
        <w:t>219.4277</w:t>
      </w:r>
      <w:r>
        <w:tab/>
        <w:t>3.038e0</w:t>
      </w:r>
    </w:p>
    <w:p w:rsidR="00557788" w:rsidRDefault="00557788" w:rsidP="00557788">
      <w:r>
        <w:t>219.4287</w:t>
      </w:r>
      <w:r>
        <w:tab/>
        <w:t>2.025e0</w:t>
      </w:r>
    </w:p>
    <w:p w:rsidR="00557788" w:rsidRDefault="00557788" w:rsidP="00557788">
      <w:r>
        <w:t>219.4368</w:t>
      </w:r>
      <w:r>
        <w:tab/>
        <w:t>2.025e0</w:t>
      </w:r>
    </w:p>
    <w:p w:rsidR="00557788" w:rsidRDefault="00557788" w:rsidP="00557788">
      <w:r>
        <w:t>219.4550</w:t>
      </w:r>
      <w:r>
        <w:tab/>
        <w:t>1.266e-2</w:t>
      </w:r>
    </w:p>
    <w:p w:rsidR="00557788" w:rsidRDefault="00557788" w:rsidP="00557788">
      <w:r>
        <w:t>219.4567</w:t>
      </w:r>
      <w:r>
        <w:tab/>
        <w:t>2.025e0</w:t>
      </w:r>
    </w:p>
    <w:p w:rsidR="00557788" w:rsidRDefault="00557788" w:rsidP="00557788">
      <w:r>
        <w:t>219.4702</w:t>
      </w:r>
      <w:r>
        <w:tab/>
        <w:t>2.025e0</w:t>
      </w:r>
    </w:p>
    <w:p w:rsidR="00557788" w:rsidRDefault="00557788" w:rsidP="00557788">
      <w:r>
        <w:t>219.4812</w:t>
      </w:r>
      <w:r>
        <w:tab/>
        <w:t>3.063e0</w:t>
      </w:r>
    </w:p>
    <w:p w:rsidR="00557788" w:rsidRDefault="00557788" w:rsidP="00557788">
      <w:r>
        <w:t>219.4932</w:t>
      </w:r>
      <w:r>
        <w:tab/>
        <w:t>1.266e-2</w:t>
      </w:r>
    </w:p>
    <w:p w:rsidR="00557788" w:rsidRDefault="00557788" w:rsidP="00557788">
      <w:r>
        <w:t>219.4991</w:t>
      </w:r>
      <w:r>
        <w:tab/>
        <w:t>2.532e-2</w:t>
      </w:r>
    </w:p>
    <w:p w:rsidR="00557788" w:rsidRDefault="00557788" w:rsidP="00557788">
      <w:r>
        <w:t>219.5058</w:t>
      </w:r>
      <w:r>
        <w:tab/>
        <w:t>5.063e0</w:t>
      </w:r>
    </w:p>
    <w:p w:rsidR="00557788" w:rsidRDefault="00557788" w:rsidP="00557788">
      <w:r>
        <w:lastRenderedPageBreak/>
        <w:t>219.5077</w:t>
      </w:r>
      <w:r>
        <w:tab/>
        <w:t>2.025e0</w:t>
      </w:r>
    </w:p>
    <w:p w:rsidR="00557788" w:rsidRDefault="00557788" w:rsidP="00557788">
      <w:r>
        <w:t>219.5091</w:t>
      </w:r>
      <w:r>
        <w:tab/>
        <w:t>1.013e0</w:t>
      </w:r>
    </w:p>
    <w:p w:rsidR="00557788" w:rsidRDefault="00557788" w:rsidP="00557788">
      <w:r>
        <w:t>219.5199</w:t>
      </w:r>
      <w:r>
        <w:tab/>
        <w:t>2.063e0</w:t>
      </w:r>
    </w:p>
    <w:p w:rsidR="00557788" w:rsidRDefault="00557788" w:rsidP="00557788">
      <w:r>
        <w:t>219.5235</w:t>
      </w:r>
      <w:r>
        <w:tab/>
        <w:t>3.038e0</w:t>
      </w:r>
    </w:p>
    <w:p w:rsidR="00557788" w:rsidRDefault="00557788" w:rsidP="00557788">
      <w:r>
        <w:t>219.5257</w:t>
      </w:r>
      <w:r>
        <w:tab/>
        <w:t>1.266e-2</w:t>
      </w:r>
    </w:p>
    <w:p w:rsidR="00557788" w:rsidRDefault="00557788" w:rsidP="00557788">
      <w:r>
        <w:t>219.5275</w:t>
      </w:r>
      <w:r>
        <w:tab/>
        <w:t>2.025e0</w:t>
      </w:r>
    </w:p>
    <w:p w:rsidR="00557788" w:rsidRDefault="00557788" w:rsidP="00557788">
      <w:r>
        <w:t>219.5355</w:t>
      </w:r>
      <w:r>
        <w:tab/>
        <w:t>2.025e0</w:t>
      </w:r>
    </w:p>
    <w:p w:rsidR="00557788" w:rsidRDefault="00557788" w:rsidP="00557788">
      <w:r>
        <w:t>219.5412</w:t>
      </w:r>
      <w:r>
        <w:tab/>
        <w:t>3.038e0</w:t>
      </w:r>
    </w:p>
    <w:p w:rsidR="00557788" w:rsidRDefault="00557788" w:rsidP="00557788">
      <w:r>
        <w:t>219.5507</w:t>
      </w:r>
      <w:r>
        <w:tab/>
        <w:t>2.025e0</w:t>
      </w:r>
    </w:p>
    <w:p w:rsidR="00557788" w:rsidRDefault="00557788" w:rsidP="00557788">
      <w:r>
        <w:t>219.5546</w:t>
      </w:r>
      <w:r>
        <w:tab/>
        <w:t>2.025e0</w:t>
      </w:r>
    </w:p>
    <w:p w:rsidR="00557788" w:rsidRDefault="00557788" w:rsidP="00557788">
      <w:r>
        <w:t>219.5603</w:t>
      </w:r>
      <w:r>
        <w:tab/>
        <w:t>2.532e-2</w:t>
      </w:r>
    </w:p>
    <w:p w:rsidR="00557788" w:rsidRDefault="00557788" w:rsidP="00557788">
      <w:r>
        <w:t>219.5622</w:t>
      </w:r>
      <w:r>
        <w:tab/>
        <w:t>2.025e0</w:t>
      </w:r>
    </w:p>
    <w:p w:rsidR="00557788" w:rsidRDefault="00557788" w:rsidP="00557788">
      <w:r>
        <w:t>219.5756</w:t>
      </w:r>
      <w:r>
        <w:tab/>
        <w:t>1.266e-2</w:t>
      </w:r>
    </w:p>
    <w:p w:rsidR="00557788" w:rsidRDefault="00557788" w:rsidP="00557788">
      <w:r>
        <w:t>219.5881</w:t>
      </w:r>
      <w:r>
        <w:tab/>
        <w:t>2.025e0</w:t>
      </w:r>
    </w:p>
    <w:p w:rsidR="00557788" w:rsidRDefault="00557788" w:rsidP="00557788">
      <w:r>
        <w:t>219.5924</w:t>
      </w:r>
      <w:r>
        <w:tab/>
        <w:t>6.089e0</w:t>
      </w:r>
    </w:p>
    <w:p w:rsidR="00557788" w:rsidRDefault="00557788" w:rsidP="00557788">
      <w:r>
        <w:t>219.6160</w:t>
      </w:r>
      <w:r>
        <w:tab/>
        <w:t>4.051e0</w:t>
      </w:r>
    </w:p>
    <w:p w:rsidR="00557788" w:rsidRDefault="00557788" w:rsidP="00557788">
      <w:r>
        <w:t>219.6428</w:t>
      </w:r>
      <w:r>
        <w:tab/>
        <w:t>1.013e0</w:t>
      </w:r>
    </w:p>
    <w:p w:rsidR="00557788" w:rsidRDefault="00557788" w:rsidP="00557788">
      <w:r>
        <w:t>219.6471</w:t>
      </w:r>
      <w:r>
        <w:tab/>
        <w:t>7.114e0</w:t>
      </w:r>
    </w:p>
    <w:p w:rsidR="00557788" w:rsidRDefault="00557788" w:rsidP="00557788">
      <w:r>
        <w:t>219.6547</w:t>
      </w:r>
      <w:r>
        <w:tab/>
        <w:t>1.013e0</w:t>
      </w:r>
    </w:p>
    <w:p w:rsidR="00557788" w:rsidRDefault="00557788" w:rsidP="00557788">
      <w:r>
        <w:lastRenderedPageBreak/>
        <w:t>219.6630</w:t>
      </w:r>
      <w:r>
        <w:tab/>
        <w:t>1.025e0</w:t>
      </w:r>
    </w:p>
    <w:p w:rsidR="00557788" w:rsidRDefault="00557788" w:rsidP="00557788">
      <w:r>
        <w:t>219.6727</w:t>
      </w:r>
      <w:r>
        <w:tab/>
        <w:t>2.025e0</w:t>
      </w:r>
    </w:p>
    <w:p w:rsidR="00557788" w:rsidRDefault="00557788" w:rsidP="00557788">
      <w:r>
        <w:t>219.6750</w:t>
      </w:r>
      <w:r>
        <w:tab/>
        <w:t>2.038e0</w:t>
      </w:r>
    </w:p>
    <w:p w:rsidR="00557788" w:rsidRDefault="00557788" w:rsidP="00557788">
      <w:r>
        <w:t>219.6794</w:t>
      </w:r>
      <w:r>
        <w:tab/>
        <w:t>1.013e0</w:t>
      </w:r>
    </w:p>
    <w:p w:rsidR="00557788" w:rsidRDefault="00557788" w:rsidP="00557788">
      <w:r>
        <w:t>219.6946</w:t>
      </w:r>
      <w:r>
        <w:tab/>
        <w:t>1.266e-2</w:t>
      </w:r>
    </w:p>
    <w:p w:rsidR="00557788" w:rsidRDefault="00557788" w:rsidP="00557788">
      <w:r>
        <w:t>219.7061</w:t>
      </w:r>
      <w:r>
        <w:tab/>
        <w:t>2.025e0</w:t>
      </w:r>
    </w:p>
    <w:p w:rsidR="00557788" w:rsidRDefault="00557788" w:rsidP="00557788">
      <w:r>
        <w:t>219.7177</w:t>
      </w:r>
      <w:r>
        <w:tab/>
        <w:t>4.051e0</w:t>
      </w:r>
    </w:p>
    <w:p w:rsidR="00557788" w:rsidRDefault="00557788" w:rsidP="00557788">
      <w:r>
        <w:t>219.7330</w:t>
      </w:r>
      <w:r>
        <w:tab/>
        <w:t>3.798e-2</w:t>
      </w:r>
    </w:p>
    <w:p w:rsidR="00557788" w:rsidRDefault="00557788" w:rsidP="00557788">
      <w:r>
        <w:t>219.7459</w:t>
      </w:r>
      <w:r>
        <w:tab/>
        <w:t>2.025e0</w:t>
      </w:r>
    </w:p>
    <w:p w:rsidR="00557788" w:rsidRDefault="00557788" w:rsidP="00557788">
      <w:r>
        <w:t>219.7504</w:t>
      </w:r>
      <w:r>
        <w:tab/>
        <w:t>3.051e0</w:t>
      </w:r>
    </w:p>
    <w:p w:rsidR="00557788" w:rsidRDefault="00557788" w:rsidP="00557788">
      <w:r>
        <w:t>219.7561</w:t>
      </w:r>
      <w:r>
        <w:tab/>
        <w:t>2.025e0</w:t>
      </w:r>
    </w:p>
    <w:p w:rsidR="00557788" w:rsidRDefault="00557788" w:rsidP="00557788">
      <w:r>
        <w:t>219.7761</w:t>
      </w:r>
      <w:r>
        <w:tab/>
        <w:t>4.051e0</w:t>
      </w:r>
    </w:p>
    <w:p w:rsidR="00557788" w:rsidRDefault="00557788" w:rsidP="00557788">
      <w:r>
        <w:t>219.7827</w:t>
      </w:r>
      <w:r>
        <w:tab/>
        <w:t>3.798e-2</w:t>
      </w:r>
    </w:p>
    <w:p w:rsidR="00557788" w:rsidRDefault="00557788" w:rsidP="00557788">
      <w:r>
        <w:t>219.7847</w:t>
      </w:r>
      <w:r>
        <w:tab/>
        <w:t>2.025e0</w:t>
      </w:r>
    </w:p>
    <w:p w:rsidR="00557788" w:rsidRDefault="00557788" w:rsidP="00557788">
      <w:r>
        <w:t>219.7924</w:t>
      </w:r>
      <w:r>
        <w:tab/>
        <w:t>2.025e0</w:t>
      </w:r>
    </w:p>
    <w:p w:rsidR="00557788" w:rsidRDefault="00557788" w:rsidP="00557788">
      <w:r>
        <w:t>219.8023</w:t>
      </w:r>
      <w:r>
        <w:tab/>
        <w:t>4.051e0</w:t>
      </w:r>
    </w:p>
    <w:p w:rsidR="00557788" w:rsidRDefault="00557788" w:rsidP="00557788">
      <w:r>
        <w:t>219.8128</w:t>
      </w:r>
      <w:r>
        <w:tab/>
        <w:t>1.013e0</w:t>
      </w:r>
    </w:p>
    <w:p w:rsidR="00557788" w:rsidRDefault="00557788" w:rsidP="00557788">
      <w:r>
        <w:t>219.8170</w:t>
      </w:r>
      <w:r>
        <w:tab/>
        <w:t>1.266e-2</w:t>
      </w:r>
    </w:p>
    <w:p w:rsidR="00557788" w:rsidRDefault="00557788" w:rsidP="00557788">
      <w:r>
        <w:t>219.8290</w:t>
      </w:r>
      <w:r>
        <w:tab/>
        <w:t>3.038e0</w:t>
      </w:r>
    </w:p>
    <w:p w:rsidR="00557788" w:rsidRDefault="00557788" w:rsidP="00557788">
      <w:r>
        <w:lastRenderedPageBreak/>
        <w:t>219.8442</w:t>
      </w:r>
      <w:r>
        <w:tab/>
        <w:t>1.013e0</w:t>
      </w:r>
    </w:p>
    <w:p w:rsidR="00557788" w:rsidRDefault="00557788" w:rsidP="00557788">
      <w:r>
        <w:t>219.8635</w:t>
      </w:r>
      <w:r>
        <w:tab/>
        <w:t>2.038e0</w:t>
      </w:r>
    </w:p>
    <w:p w:rsidR="00557788" w:rsidRDefault="00557788" w:rsidP="00557788">
      <w:r>
        <w:t>219.8671</w:t>
      </w:r>
      <w:r>
        <w:tab/>
        <w:t>1.266e-2</w:t>
      </w:r>
    </w:p>
    <w:p w:rsidR="00557788" w:rsidRDefault="00557788" w:rsidP="00557788">
      <w:r>
        <w:t>219.8711</w:t>
      </w:r>
      <w:r>
        <w:tab/>
        <w:t>2.025e0</w:t>
      </w:r>
    </w:p>
    <w:p w:rsidR="00557788" w:rsidRDefault="00557788" w:rsidP="00557788">
      <w:r>
        <w:t>219.8735</w:t>
      </w:r>
      <w:r>
        <w:tab/>
        <w:t>2.025e0</w:t>
      </w:r>
    </w:p>
    <w:p w:rsidR="00557788" w:rsidRDefault="00557788" w:rsidP="00557788">
      <w:r>
        <w:t>219.8920</w:t>
      </w:r>
      <w:r>
        <w:tab/>
        <w:t>3.038e0</w:t>
      </w:r>
    </w:p>
    <w:p w:rsidR="00557788" w:rsidRDefault="00557788" w:rsidP="00557788">
      <w:r>
        <w:t>219.8950</w:t>
      </w:r>
      <w:r>
        <w:tab/>
        <w:t>4.051e0</w:t>
      </w:r>
    </w:p>
    <w:p w:rsidR="00557788" w:rsidRDefault="00557788" w:rsidP="00557788">
      <w:r>
        <w:t>219.9249</w:t>
      </w:r>
      <w:r>
        <w:tab/>
        <w:t>1.038e0</w:t>
      </w:r>
    </w:p>
    <w:p w:rsidR="00557788" w:rsidRDefault="00557788" w:rsidP="00557788">
      <w:r>
        <w:t>219.9268</w:t>
      </w:r>
      <w:r>
        <w:tab/>
        <w:t>2.025e0</w:t>
      </w:r>
    </w:p>
    <w:p w:rsidR="00557788" w:rsidRDefault="00557788" w:rsidP="00557788">
      <w:r>
        <w:t>219.9419</w:t>
      </w:r>
      <w:r>
        <w:tab/>
        <w:t>2.038e0</w:t>
      </w:r>
    </w:p>
    <w:p w:rsidR="00557788" w:rsidRDefault="00557788" w:rsidP="00557788">
      <w:r>
        <w:t>219.9528</w:t>
      </w:r>
      <w:r>
        <w:tab/>
        <w:t>2.025e0</w:t>
      </w:r>
    </w:p>
    <w:p w:rsidR="00557788" w:rsidRDefault="00557788" w:rsidP="00557788">
      <w:r>
        <w:t>219.9603</w:t>
      </w:r>
      <w:r>
        <w:tab/>
        <w:t>3.038e0</w:t>
      </w:r>
    </w:p>
    <w:p w:rsidR="00557788" w:rsidRDefault="00557788" w:rsidP="00557788">
      <w:r>
        <w:t>219.9776</w:t>
      </w:r>
      <w:r>
        <w:tab/>
        <w:t>8.861e-2</w:t>
      </w:r>
    </w:p>
    <w:p w:rsidR="00557788" w:rsidRDefault="00557788" w:rsidP="00557788">
      <w:r>
        <w:t>219.9850</w:t>
      </w:r>
      <w:r>
        <w:tab/>
        <w:t>3.055e0</w:t>
      </w:r>
    </w:p>
    <w:p w:rsidR="00557788" w:rsidRDefault="00557788" w:rsidP="00557788">
      <w:r>
        <w:t>220.0192</w:t>
      </w:r>
      <w:r>
        <w:tab/>
        <w:t>4.322e0</w:t>
      </w:r>
    </w:p>
    <w:p w:rsidR="00557788" w:rsidRDefault="00557788" w:rsidP="00557788">
      <w:r>
        <w:t>220.0362</w:t>
      </w:r>
      <w:r>
        <w:tab/>
        <w:t>1.952e1</w:t>
      </w:r>
    </w:p>
    <w:p w:rsidR="00557788" w:rsidRDefault="00557788" w:rsidP="00557788">
      <w:r>
        <w:t>220.0509</w:t>
      </w:r>
      <w:r>
        <w:tab/>
        <w:t>1.224e1</w:t>
      </w:r>
    </w:p>
    <w:p w:rsidR="00557788" w:rsidRDefault="00557788" w:rsidP="00557788">
      <w:r>
        <w:t>220.0802</w:t>
      </w:r>
      <w:r>
        <w:tab/>
        <w:t>2.502e0</w:t>
      </w:r>
    </w:p>
    <w:p w:rsidR="00557788" w:rsidRDefault="00557788" w:rsidP="00557788">
      <w:r>
        <w:t>220.1072</w:t>
      </w:r>
      <w:r>
        <w:tab/>
        <w:t>9.326e0</w:t>
      </w:r>
    </w:p>
    <w:p w:rsidR="00557788" w:rsidRDefault="00557788" w:rsidP="00557788">
      <w:r>
        <w:lastRenderedPageBreak/>
        <w:t>220.1158</w:t>
      </w:r>
      <w:r>
        <w:tab/>
        <w:t>1.293e0</w:t>
      </w:r>
    </w:p>
    <w:p w:rsidR="00557788" w:rsidRDefault="00557788" w:rsidP="00557788">
      <w:r>
        <w:t>220.1276</w:t>
      </w:r>
      <w:r>
        <w:tab/>
        <w:t>3.740e0</w:t>
      </w:r>
    </w:p>
    <w:p w:rsidR="00557788" w:rsidRDefault="00557788" w:rsidP="00557788">
      <w:r>
        <w:t>220.1303</w:t>
      </w:r>
      <w:r>
        <w:tab/>
        <w:t>1.917e0</w:t>
      </w:r>
    </w:p>
    <w:p w:rsidR="00557788" w:rsidRDefault="00557788" w:rsidP="00557788">
      <w:r>
        <w:t>220.1450</w:t>
      </w:r>
      <w:r>
        <w:tab/>
        <w:t>2.995e0</w:t>
      </w:r>
    </w:p>
    <w:p w:rsidR="00557788" w:rsidRDefault="00557788" w:rsidP="00557788">
      <w:r>
        <w:t>220.1520</w:t>
      </w:r>
      <w:r>
        <w:tab/>
        <w:t>2.189e0</w:t>
      </w:r>
    </w:p>
    <w:p w:rsidR="00557788" w:rsidRDefault="00557788" w:rsidP="00557788">
      <w:r>
        <w:t>220.1586</w:t>
      </w:r>
      <w:r>
        <w:tab/>
        <w:t>2.374e0</w:t>
      </w:r>
    </w:p>
    <w:p w:rsidR="00557788" w:rsidRDefault="00557788" w:rsidP="00557788">
      <w:r>
        <w:t>220.1659</w:t>
      </w:r>
      <w:r>
        <w:tab/>
        <w:t>1.578e0</w:t>
      </w:r>
    </w:p>
    <w:p w:rsidR="00557788" w:rsidRDefault="00557788" w:rsidP="00557788">
      <w:r>
        <w:t>220.1716</w:t>
      </w:r>
      <w:r>
        <w:tab/>
        <w:t>2.543e0</w:t>
      </w:r>
    </w:p>
    <w:p w:rsidR="00557788" w:rsidRDefault="00557788" w:rsidP="00557788">
      <w:r>
        <w:t>220.1835</w:t>
      </w:r>
      <w:r>
        <w:tab/>
        <w:t>3.259e0</w:t>
      </w:r>
    </w:p>
    <w:p w:rsidR="00557788" w:rsidRDefault="00557788" w:rsidP="00557788">
      <w:r>
        <w:t>220.1944</w:t>
      </w:r>
      <w:r>
        <w:tab/>
        <w:t>1.069e0</w:t>
      </w:r>
    </w:p>
    <w:p w:rsidR="00557788" w:rsidRDefault="00557788" w:rsidP="00557788">
      <w:r>
        <w:t>220.1983</w:t>
      </w:r>
      <w:r>
        <w:tab/>
        <w:t>1.986e0</w:t>
      </w:r>
    </w:p>
    <w:p w:rsidR="00557788" w:rsidRDefault="00557788" w:rsidP="00557788">
      <w:r>
        <w:t>220.2051</w:t>
      </w:r>
      <w:r>
        <w:tab/>
        <w:t>1.051e0</w:t>
      </w:r>
    </w:p>
    <w:p w:rsidR="00557788" w:rsidRDefault="00557788" w:rsidP="00557788">
      <w:r>
        <w:t>220.2117</w:t>
      </w:r>
      <w:r>
        <w:tab/>
        <w:t>3.038e0</w:t>
      </w:r>
    </w:p>
    <w:p w:rsidR="00557788" w:rsidRDefault="00557788" w:rsidP="00557788">
      <w:r>
        <w:t>220.2224</w:t>
      </w:r>
      <w:r>
        <w:tab/>
        <w:t>1.013e0</w:t>
      </w:r>
    </w:p>
    <w:p w:rsidR="00557788" w:rsidRDefault="00557788" w:rsidP="00557788">
      <w:r>
        <w:t>220.2354</w:t>
      </w:r>
      <w:r>
        <w:tab/>
        <w:t>1.110e0</w:t>
      </w:r>
    </w:p>
    <w:p w:rsidR="00557788" w:rsidRDefault="00557788" w:rsidP="00557788">
      <w:r>
        <w:t>220.2420</w:t>
      </w:r>
      <w:r>
        <w:tab/>
        <w:t>2.025e0</w:t>
      </w:r>
    </w:p>
    <w:p w:rsidR="00557788" w:rsidRDefault="00557788" w:rsidP="00557788">
      <w:r>
        <w:t>220.2464</w:t>
      </w:r>
      <w:r>
        <w:tab/>
        <w:t>4.239e0</w:t>
      </w:r>
    </w:p>
    <w:p w:rsidR="00557788" w:rsidRDefault="00557788" w:rsidP="00557788">
      <w:r>
        <w:t>220.2601</w:t>
      </w:r>
      <w:r>
        <w:tab/>
        <w:t>2.532e-2</w:t>
      </w:r>
    </w:p>
    <w:p w:rsidR="00557788" w:rsidRDefault="00557788" w:rsidP="00557788">
      <w:r>
        <w:t>220.2618</w:t>
      </w:r>
      <w:r>
        <w:tab/>
        <w:t>2.025e0</w:t>
      </w:r>
    </w:p>
    <w:p w:rsidR="00557788" w:rsidRDefault="00557788" w:rsidP="00557788">
      <w:r>
        <w:lastRenderedPageBreak/>
        <w:t>220.2742</w:t>
      </w:r>
      <w:r>
        <w:tab/>
        <w:t>1.266e-2</w:t>
      </w:r>
    </w:p>
    <w:p w:rsidR="00557788" w:rsidRDefault="00557788" w:rsidP="00557788">
      <w:r>
        <w:t>220.2818</w:t>
      </w:r>
      <w:r>
        <w:tab/>
        <w:t>2.532e-2</w:t>
      </w:r>
    </w:p>
    <w:p w:rsidR="00557788" w:rsidRDefault="00557788" w:rsidP="00557788">
      <w:r>
        <w:t>220.3087</w:t>
      </w:r>
      <w:r>
        <w:tab/>
        <w:t>1.266e-2</w:t>
      </w:r>
    </w:p>
    <w:p w:rsidR="00557788" w:rsidRDefault="00557788" w:rsidP="00557788">
      <w:r>
        <w:t>220.3269</w:t>
      </w:r>
      <w:r>
        <w:tab/>
        <w:t>2.025e0</w:t>
      </w:r>
    </w:p>
    <w:p w:rsidR="00557788" w:rsidRDefault="00557788" w:rsidP="00557788">
      <w:r>
        <w:t>220.3415</w:t>
      </w:r>
      <w:r>
        <w:tab/>
        <w:t>3.038e0</w:t>
      </w:r>
    </w:p>
    <w:p w:rsidR="00557788" w:rsidRDefault="00557788" w:rsidP="00557788">
      <w:r>
        <w:t>220.3452</w:t>
      </w:r>
      <w:r>
        <w:tab/>
        <w:t>1.013e0</w:t>
      </w:r>
    </w:p>
    <w:p w:rsidR="00557788" w:rsidRDefault="00557788" w:rsidP="00557788">
      <w:r>
        <w:t>220.3491</w:t>
      </w:r>
      <w:r>
        <w:tab/>
        <w:t>1.038e0</w:t>
      </w:r>
    </w:p>
    <w:p w:rsidR="00557788" w:rsidRDefault="00557788" w:rsidP="00557788">
      <w:r>
        <w:t>220.3529</w:t>
      </w:r>
      <w:r>
        <w:tab/>
        <w:t>1.025e0</w:t>
      </w:r>
    </w:p>
    <w:p w:rsidR="00557788" w:rsidRDefault="00557788" w:rsidP="00557788">
      <w:r>
        <w:t>220.3568</w:t>
      </w:r>
      <w:r>
        <w:tab/>
        <w:t>2.532e-2</w:t>
      </w:r>
    </w:p>
    <w:p w:rsidR="00557788" w:rsidRDefault="00557788" w:rsidP="00557788">
      <w:r>
        <w:t>220.3683</w:t>
      </w:r>
      <w:r>
        <w:tab/>
        <w:t>1.266e-2</w:t>
      </w:r>
    </w:p>
    <w:p w:rsidR="00557788" w:rsidRDefault="00557788" w:rsidP="00557788">
      <w:r>
        <w:t>220.3851</w:t>
      </w:r>
      <w:r>
        <w:tab/>
        <w:t>2.532e-2</w:t>
      </w:r>
    </w:p>
    <w:p w:rsidR="00557788" w:rsidRDefault="00557788" w:rsidP="00557788">
      <w:r>
        <w:t>220.3872</w:t>
      </w:r>
      <w:r>
        <w:tab/>
        <w:t>2.038e0</w:t>
      </w:r>
    </w:p>
    <w:p w:rsidR="00557788" w:rsidRDefault="00557788" w:rsidP="00557788">
      <w:r>
        <w:t>220.3922</w:t>
      </w:r>
      <w:r>
        <w:tab/>
        <w:t>2.025e0</w:t>
      </w:r>
    </w:p>
    <w:p w:rsidR="00557788" w:rsidRDefault="00557788" w:rsidP="00557788">
      <w:r>
        <w:t>220.3979</w:t>
      </w:r>
      <w:r>
        <w:tab/>
        <w:t>2.025e0</w:t>
      </w:r>
    </w:p>
    <w:p w:rsidR="00557788" w:rsidRDefault="00557788" w:rsidP="00557788">
      <w:r>
        <w:t>220.4125</w:t>
      </w:r>
      <w:r>
        <w:tab/>
        <w:t>2.038e0</w:t>
      </w:r>
    </w:p>
    <w:p w:rsidR="00557788" w:rsidRDefault="00557788" w:rsidP="00557788">
      <w:r>
        <w:t>220.4239</w:t>
      </w:r>
      <w:r>
        <w:tab/>
        <w:t>1.025e0</w:t>
      </w:r>
    </w:p>
    <w:p w:rsidR="00557788" w:rsidRDefault="00557788" w:rsidP="00557788">
      <w:r>
        <w:t>220.4278</w:t>
      </w:r>
      <w:r>
        <w:tab/>
        <w:t>1.051e0</w:t>
      </w:r>
    </w:p>
    <w:p w:rsidR="00557788" w:rsidRDefault="00557788" w:rsidP="00557788">
      <w:r>
        <w:t>220.4393</w:t>
      </w:r>
      <w:r>
        <w:tab/>
        <w:t>2.532e-2</w:t>
      </w:r>
    </w:p>
    <w:p w:rsidR="00557788" w:rsidRDefault="00557788" w:rsidP="00557788">
      <w:r>
        <w:t>220.4573</w:t>
      </w:r>
      <w:r>
        <w:tab/>
        <w:t>3.038e0</w:t>
      </w:r>
    </w:p>
    <w:p w:rsidR="00557788" w:rsidRDefault="00557788" w:rsidP="00557788">
      <w:r>
        <w:lastRenderedPageBreak/>
        <w:t>220.4635</w:t>
      </w:r>
      <w:r>
        <w:tab/>
        <w:t>1.025e0</w:t>
      </w:r>
    </w:p>
    <w:p w:rsidR="00557788" w:rsidRDefault="00557788" w:rsidP="00557788">
      <w:r>
        <w:t>220.4653</w:t>
      </w:r>
      <w:r>
        <w:tab/>
        <w:t>2.025e0</w:t>
      </w:r>
    </w:p>
    <w:p w:rsidR="00557788" w:rsidRDefault="00557788" w:rsidP="00557788">
      <w:r>
        <w:t>220.4672</w:t>
      </w:r>
      <w:r>
        <w:tab/>
        <w:t>1.218e0</w:t>
      </w:r>
    </w:p>
    <w:p w:rsidR="00557788" w:rsidRDefault="00557788" w:rsidP="00557788">
      <w:r>
        <w:t>220.4715</w:t>
      </w:r>
      <w:r>
        <w:tab/>
        <w:t>2.025e0</w:t>
      </w:r>
    </w:p>
    <w:p w:rsidR="00557788" w:rsidRDefault="00557788" w:rsidP="00557788">
      <w:r>
        <w:t>220.4969</w:t>
      </w:r>
      <w:r>
        <w:tab/>
        <w:t>3.038e0</w:t>
      </w:r>
    </w:p>
    <w:p w:rsidR="00557788" w:rsidRDefault="00557788" w:rsidP="00557788">
      <w:r>
        <w:t>220.5027</w:t>
      </w:r>
      <w:r>
        <w:tab/>
        <w:t>3.051e0</w:t>
      </w:r>
    </w:p>
    <w:p w:rsidR="00557788" w:rsidRDefault="00557788" w:rsidP="00557788">
      <w:r>
        <w:t>220.5104</w:t>
      </w:r>
      <w:r>
        <w:tab/>
        <w:t>1.013e0</w:t>
      </w:r>
    </w:p>
    <w:p w:rsidR="00557788" w:rsidRDefault="00557788" w:rsidP="00557788">
      <w:r>
        <w:t>220.5250</w:t>
      </w:r>
      <w:r>
        <w:tab/>
        <w:t>2.016e0</w:t>
      </w:r>
    </w:p>
    <w:p w:rsidR="00557788" w:rsidRDefault="00557788" w:rsidP="00557788">
      <w:r>
        <w:t>220.5261</w:t>
      </w:r>
      <w:r>
        <w:tab/>
        <w:t>2.532e-2</w:t>
      </w:r>
    </w:p>
    <w:p w:rsidR="00557788" w:rsidRDefault="00557788" w:rsidP="00557788">
      <w:r>
        <w:t>220.5383</w:t>
      </w:r>
      <w:r>
        <w:tab/>
        <w:t>1.266e-2</w:t>
      </w:r>
    </w:p>
    <w:p w:rsidR="00557788" w:rsidRDefault="00557788" w:rsidP="00557788">
      <w:r>
        <w:t>220.5401</w:t>
      </w:r>
      <w:r>
        <w:tab/>
        <w:t>2.532e-2</w:t>
      </w:r>
    </w:p>
    <w:p w:rsidR="00557788" w:rsidRDefault="00557788" w:rsidP="00557788">
      <w:r>
        <w:t>220.5522</w:t>
      </w:r>
      <w:r>
        <w:tab/>
        <w:t>2.025e0</w:t>
      </w:r>
    </w:p>
    <w:p w:rsidR="00557788" w:rsidRDefault="00557788" w:rsidP="00557788">
      <w:r>
        <w:t>220.5547</w:t>
      </w:r>
      <w:r>
        <w:tab/>
        <w:t>2.025e0</w:t>
      </w:r>
    </w:p>
    <w:p w:rsidR="00557788" w:rsidRDefault="00557788" w:rsidP="00557788">
      <w:r>
        <w:t>220.5566</w:t>
      </w:r>
      <w:r>
        <w:tab/>
        <w:t>2.025e0</w:t>
      </w:r>
    </w:p>
    <w:p w:rsidR="00557788" w:rsidRDefault="00557788" w:rsidP="00557788">
      <w:r>
        <w:t>220.5584</w:t>
      </w:r>
      <w:r>
        <w:tab/>
        <w:t>3.038e0</w:t>
      </w:r>
    </w:p>
    <w:p w:rsidR="00557788" w:rsidRDefault="00557788" w:rsidP="00557788">
      <w:r>
        <w:t>220.5604</w:t>
      </w:r>
      <w:r>
        <w:tab/>
        <w:t>2.532e-2</w:t>
      </w:r>
    </w:p>
    <w:p w:rsidR="00557788" w:rsidRDefault="00557788" w:rsidP="00557788">
      <w:r>
        <w:t>220.5622</w:t>
      </w:r>
      <w:r>
        <w:tab/>
        <w:t>1.013e0</w:t>
      </w:r>
    </w:p>
    <w:p w:rsidR="00557788" w:rsidRDefault="00557788" w:rsidP="00557788">
      <w:r>
        <w:t>220.5660</w:t>
      </w:r>
      <w:r>
        <w:tab/>
        <w:t>7.089e0</w:t>
      </w:r>
    </w:p>
    <w:p w:rsidR="00557788" w:rsidRDefault="00557788" w:rsidP="00557788">
      <w:r>
        <w:t>220.5719</w:t>
      </w:r>
      <w:r>
        <w:tab/>
        <w:t>2.025e0</w:t>
      </w:r>
    </w:p>
    <w:p w:rsidR="00557788" w:rsidRDefault="00557788" w:rsidP="00557788">
      <w:r>
        <w:lastRenderedPageBreak/>
        <w:t>220.5962</w:t>
      </w:r>
      <w:r>
        <w:tab/>
        <w:t>4.051e0</w:t>
      </w:r>
    </w:p>
    <w:p w:rsidR="00557788" w:rsidRDefault="00557788" w:rsidP="00557788">
      <w:r>
        <w:t>220.5996</w:t>
      </w:r>
      <w:r>
        <w:tab/>
        <w:t>2.025e0</w:t>
      </w:r>
    </w:p>
    <w:p w:rsidR="00557788" w:rsidRDefault="00557788" w:rsidP="00557788">
      <w:r>
        <w:t>220.6093</w:t>
      </w:r>
      <w:r>
        <w:tab/>
        <w:t>1.266e-2</w:t>
      </w:r>
    </w:p>
    <w:p w:rsidR="00557788" w:rsidRDefault="00557788" w:rsidP="00557788">
      <w:r>
        <w:t>220.6218</w:t>
      </w:r>
      <w:r>
        <w:tab/>
        <w:t>2.025e0</w:t>
      </w:r>
    </w:p>
    <w:p w:rsidR="00557788" w:rsidRDefault="00557788" w:rsidP="00557788">
      <w:r>
        <w:t>220.6309</w:t>
      </w:r>
      <w:r>
        <w:tab/>
        <w:t>3.038e0</w:t>
      </w:r>
    </w:p>
    <w:p w:rsidR="00557788" w:rsidRDefault="00557788" w:rsidP="00557788">
      <w:r>
        <w:t>220.6353</w:t>
      </w:r>
      <w:r>
        <w:tab/>
        <w:t>2.025e0</w:t>
      </w:r>
    </w:p>
    <w:p w:rsidR="00557788" w:rsidRDefault="00557788" w:rsidP="00557788">
      <w:r>
        <w:t>220.6371</w:t>
      </w:r>
      <w:r>
        <w:tab/>
        <w:t>1.266e-2</w:t>
      </w:r>
    </w:p>
    <w:p w:rsidR="00557788" w:rsidRDefault="00557788" w:rsidP="00557788">
      <w:r>
        <w:t>220.6391</w:t>
      </w:r>
      <w:r>
        <w:tab/>
        <w:t>2.025e0</w:t>
      </w:r>
    </w:p>
    <w:p w:rsidR="00557788" w:rsidRDefault="00557788" w:rsidP="00557788">
      <w:r>
        <w:t>220.6456</w:t>
      </w:r>
      <w:r>
        <w:tab/>
        <w:t>4.051e0</w:t>
      </w:r>
    </w:p>
    <w:p w:rsidR="00557788" w:rsidRDefault="00557788" w:rsidP="00557788">
      <w:r>
        <w:t>220.6602</w:t>
      </w:r>
      <w:r>
        <w:tab/>
        <w:t>1.013e0</w:t>
      </w:r>
    </w:p>
    <w:p w:rsidR="00557788" w:rsidRDefault="00557788" w:rsidP="00557788">
      <w:r>
        <w:t>220.6620</w:t>
      </w:r>
      <w:r>
        <w:tab/>
        <w:t>2.025e0</w:t>
      </w:r>
    </w:p>
    <w:p w:rsidR="00557788" w:rsidRDefault="00557788" w:rsidP="00557788">
      <w:r>
        <w:t>220.6677</w:t>
      </w:r>
      <w:r>
        <w:tab/>
        <w:t>1.266e-2</w:t>
      </w:r>
    </w:p>
    <w:p w:rsidR="00557788" w:rsidRDefault="00557788" w:rsidP="00557788">
      <w:r>
        <w:t>220.6804</w:t>
      </w:r>
      <w:r>
        <w:tab/>
        <w:t>4.051e0</w:t>
      </w:r>
    </w:p>
    <w:p w:rsidR="00557788" w:rsidRDefault="00557788" w:rsidP="00557788">
      <w:r>
        <w:t>220.6823</w:t>
      </w:r>
      <w:r>
        <w:tab/>
        <w:t>2.025e0</w:t>
      </w:r>
    </w:p>
    <w:p w:rsidR="00557788" w:rsidRDefault="00557788" w:rsidP="00557788">
      <w:r>
        <w:t>220.6860</w:t>
      </w:r>
      <w:r>
        <w:tab/>
        <w:t>2.025e0</w:t>
      </w:r>
    </w:p>
    <w:p w:rsidR="00557788" w:rsidRDefault="00557788" w:rsidP="00557788">
      <w:r>
        <w:t>220.6981</w:t>
      </w:r>
      <w:r>
        <w:tab/>
        <w:t>5.063e0</w:t>
      </w:r>
    </w:p>
    <w:p w:rsidR="00557788" w:rsidRDefault="00557788" w:rsidP="00557788">
      <w:r>
        <w:t>220.7063</w:t>
      </w:r>
      <w:r>
        <w:tab/>
        <w:t>4.051e0</w:t>
      </w:r>
    </w:p>
    <w:p w:rsidR="00557788" w:rsidRDefault="00557788" w:rsidP="00557788">
      <w:r>
        <w:t>220.7198</w:t>
      </w:r>
      <w:r>
        <w:tab/>
        <w:t>3.038e0</w:t>
      </w:r>
    </w:p>
    <w:p w:rsidR="00557788" w:rsidRDefault="00557788" w:rsidP="00557788">
      <w:r>
        <w:t>220.7388</w:t>
      </w:r>
      <w:r>
        <w:tab/>
        <w:t>1.266e-2</w:t>
      </w:r>
    </w:p>
    <w:p w:rsidR="00557788" w:rsidRDefault="00557788" w:rsidP="00557788">
      <w:r>
        <w:lastRenderedPageBreak/>
        <w:t>220.7456</w:t>
      </w:r>
      <w:r>
        <w:tab/>
        <w:t>3.038e0</w:t>
      </w:r>
    </w:p>
    <w:p w:rsidR="00557788" w:rsidRDefault="00557788" w:rsidP="00557788">
      <w:r>
        <w:t>220.7494</w:t>
      </w:r>
      <w:r>
        <w:tab/>
        <w:t>2.025e0</w:t>
      </w:r>
    </w:p>
    <w:p w:rsidR="00557788" w:rsidRDefault="00557788" w:rsidP="00557788">
      <w:r>
        <w:t>220.7555</w:t>
      </w:r>
      <w:r>
        <w:tab/>
        <w:t>2.025e0</w:t>
      </w:r>
    </w:p>
    <w:p w:rsidR="00557788" w:rsidRDefault="00557788" w:rsidP="00557788">
      <w:r>
        <w:t>220.7813</w:t>
      </w:r>
      <w:r>
        <w:tab/>
        <w:t>3.038e0</w:t>
      </w:r>
    </w:p>
    <w:p w:rsidR="00557788" w:rsidRDefault="00557788" w:rsidP="00557788">
      <w:r>
        <w:t>220.7832</w:t>
      </w:r>
      <w:r>
        <w:tab/>
        <w:t>2.025e0</w:t>
      </w:r>
    </w:p>
    <w:p w:rsidR="00557788" w:rsidRDefault="00557788" w:rsidP="00557788">
      <w:r>
        <w:t>220.7986</w:t>
      </w:r>
      <w:r>
        <w:tab/>
        <w:t>1.013e0</w:t>
      </w:r>
    </w:p>
    <w:p w:rsidR="00557788" w:rsidRDefault="00557788" w:rsidP="00557788">
      <w:r>
        <w:t>220.8065</w:t>
      </w:r>
      <w:r>
        <w:tab/>
        <w:t>1.025e0</w:t>
      </w:r>
    </w:p>
    <w:p w:rsidR="00557788" w:rsidRDefault="00557788" w:rsidP="00557788">
      <w:r>
        <w:t>220.8121</w:t>
      </w:r>
      <w:r>
        <w:tab/>
        <w:t>2.089e0</w:t>
      </w:r>
    </w:p>
    <w:p w:rsidR="00557788" w:rsidRDefault="00557788" w:rsidP="00557788">
      <w:r>
        <w:t>220.8204</w:t>
      </w:r>
      <w:r>
        <w:tab/>
        <w:t>3.038e0</w:t>
      </w:r>
    </w:p>
    <w:p w:rsidR="00557788" w:rsidRDefault="00557788" w:rsidP="00557788">
      <w:r>
        <w:t>220.8223</w:t>
      </w:r>
      <w:r>
        <w:tab/>
        <w:t>1.266e-2</w:t>
      </w:r>
    </w:p>
    <w:p w:rsidR="00557788" w:rsidRDefault="00557788" w:rsidP="00557788">
      <w:r>
        <w:t>220.8349</w:t>
      </w:r>
      <w:r>
        <w:tab/>
        <w:t>1.013e0</w:t>
      </w:r>
    </w:p>
    <w:p w:rsidR="00557788" w:rsidRDefault="00557788" w:rsidP="00557788">
      <w:r>
        <w:t>220.8428</w:t>
      </w:r>
      <w:r>
        <w:tab/>
        <w:t>1.266e-2</w:t>
      </w:r>
    </w:p>
    <w:p w:rsidR="00557788" w:rsidRDefault="00557788" w:rsidP="00557788">
      <w:r>
        <w:t>220.8542</w:t>
      </w:r>
      <w:r>
        <w:tab/>
        <w:t>3.038e0</w:t>
      </w:r>
    </w:p>
    <w:p w:rsidR="00557788" w:rsidRDefault="00557788" w:rsidP="00557788">
      <w:r>
        <w:t>220.8619</w:t>
      </w:r>
      <w:r>
        <w:tab/>
        <w:t>3.038e0</w:t>
      </w:r>
    </w:p>
    <w:p w:rsidR="00557788" w:rsidRDefault="00557788" w:rsidP="00557788">
      <w:r>
        <w:t>220.8775</w:t>
      </w:r>
      <w:r>
        <w:tab/>
        <w:t>2.025e0</w:t>
      </w:r>
    </w:p>
    <w:p w:rsidR="00557788" w:rsidRDefault="00557788" w:rsidP="00557788">
      <w:r>
        <w:t>220.8863</w:t>
      </w:r>
      <w:r>
        <w:tab/>
        <w:t>2.025e0</w:t>
      </w:r>
    </w:p>
    <w:p w:rsidR="00557788" w:rsidRDefault="00557788" w:rsidP="00557788">
      <w:r>
        <w:t>220.9018</w:t>
      </w:r>
      <w:r>
        <w:tab/>
        <w:t>1.013e0</w:t>
      </w:r>
    </w:p>
    <w:p w:rsidR="00557788" w:rsidRDefault="00557788" w:rsidP="00557788">
      <w:r>
        <w:t>220.9059</w:t>
      </w:r>
      <w:r>
        <w:tab/>
        <w:t>1.266e-2</w:t>
      </w:r>
    </w:p>
    <w:p w:rsidR="00557788" w:rsidRDefault="00557788" w:rsidP="00557788">
      <w:r>
        <w:t>220.9159</w:t>
      </w:r>
      <w:r>
        <w:tab/>
        <w:t>2.025e0</w:t>
      </w:r>
    </w:p>
    <w:p w:rsidR="00557788" w:rsidRDefault="00557788" w:rsidP="00557788">
      <w:r>
        <w:lastRenderedPageBreak/>
        <w:t>220.9292</w:t>
      </w:r>
      <w:r>
        <w:tab/>
        <w:t>1.025e0</w:t>
      </w:r>
    </w:p>
    <w:p w:rsidR="00557788" w:rsidRDefault="00557788" w:rsidP="00557788">
      <w:r>
        <w:t>220.9333</w:t>
      </w:r>
      <w:r>
        <w:tab/>
        <w:t>4.076e0</w:t>
      </w:r>
    </w:p>
    <w:p w:rsidR="00557788" w:rsidRDefault="00557788" w:rsidP="00557788">
      <w:r>
        <w:t>220.9350</w:t>
      </w:r>
      <w:r>
        <w:tab/>
        <w:t>2.025e0</w:t>
      </w:r>
    </w:p>
    <w:p w:rsidR="00557788" w:rsidRDefault="00557788" w:rsidP="00557788">
      <w:r>
        <w:t>220.9383</w:t>
      </w:r>
      <w:r>
        <w:tab/>
        <w:t>1.853e0</w:t>
      </w:r>
    </w:p>
    <w:p w:rsidR="00557788" w:rsidRDefault="00557788" w:rsidP="00557788">
      <w:r>
        <w:t>220.9436</w:t>
      </w:r>
      <w:r>
        <w:tab/>
        <w:t>3.038e0</w:t>
      </w:r>
    </w:p>
    <w:p w:rsidR="00557788" w:rsidRDefault="00557788" w:rsidP="00557788">
      <w:r>
        <w:t>220.9455</w:t>
      </w:r>
      <w:r>
        <w:tab/>
        <w:t>2.406e0</w:t>
      </w:r>
    </w:p>
    <w:p w:rsidR="00557788" w:rsidRDefault="00557788" w:rsidP="00557788">
      <w:r>
        <w:t>220.9523</w:t>
      </w:r>
      <w:r>
        <w:tab/>
        <w:t>1.025e0</w:t>
      </w:r>
    </w:p>
    <w:p w:rsidR="00557788" w:rsidRDefault="00557788" w:rsidP="00557788">
      <w:r>
        <w:t>220.9603</w:t>
      </w:r>
      <w:r>
        <w:tab/>
        <w:t>1.013e0</w:t>
      </w:r>
    </w:p>
    <w:p w:rsidR="00557788" w:rsidRDefault="00557788" w:rsidP="00557788">
      <w:r>
        <w:t>220.9645</w:t>
      </w:r>
      <w:r>
        <w:tab/>
        <w:t>1.013e0</w:t>
      </w:r>
    </w:p>
    <w:p w:rsidR="00557788" w:rsidRDefault="00557788" w:rsidP="00557788">
      <w:r>
        <w:t>220.9686</w:t>
      </w:r>
      <w:r>
        <w:tab/>
        <w:t>2.038e0</w:t>
      </w:r>
    </w:p>
    <w:p w:rsidR="00557788" w:rsidRDefault="00557788" w:rsidP="00557788">
      <w:r>
        <w:t>220.9770</w:t>
      </w:r>
      <w:r>
        <w:tab/>
        <w:t>1.266e-2</w:t>
      </w:r>
    </w:p>
    <w:p w:rsidR="00557788" w:rsidRDefault="00557788" w:rsidP="00557788">
      <w:r>
        <w:t>220.9826</w:t>
      </w:r>
      <w:r>
        <w:tab/>
        <w:t>1.323e0</w:t>
      </w:r>
    </w:p>
    <w:p w:rsidR="00557788" w:rsidRDefault="00557788" w:rsidP="00557788">
      <w:r>
        <w:t>221.0278</w:t>
      </w:r>
      <w:r>
        <w:tab/>
        <w:t>3.254e0</w:t>
      </w:r>
    </w:p>
    <w:p w:rsidR="00557788" w:rsidRDefault="00557788" w:rsidP="00557788">
      <w:r>
        <w:t>221.0469</w:t>
      </w:r>
      <w:r>
        <w:tab/>
        <w:t>8.180e0</w:t>
      </w:r>
    </w:p>
    <w:p w:rsidR="00557788" w:rsidRDefault="00557788" w:rsidP="00557788">
      <w:r>
        <w:t>221.0650</w:t>
      </w:r>
      <w:r>
        <w:tab/>
        <w:t>3.018e0</w:t>
      </w:r>
    </w:p>
    <w:p w:rsidR="00557788" w:rsidRDefault="00557788" w:rsidP="00557788">
      <w:r>
        <w:t>221.0677</w:t>
      </w:r>
      <w:r>
        <w:tab/>
        <w:t>5.314e0</w:t>
      </w:r>
    </w:p>
    <w:p w:rsidR="00557788" w:rsidRDefault="00557788" w:rsidP="00557788">
      <w:r>
        <w:t>221.0734</w:t>
      </w:r>
      <w:r>
        <w:tab/>
        <w:t>1.570e0</w:t>
      </w:r>
    </w:p>
    <w:p w:rsidR="00557788" w:rsidRDefault="00557788" w:rsidP="00557788">
      <w:r>
        <w:t>221.0792</w:t>
      </w:r>
      <w:r>
        <w:tab/>
        <w:t>3.156e0</w:t>
      </w:r>
    </w:p>
    <w:p w:rsidR="00557788" w:rsidRDefault="00557788" w:rsidP="00557788">
      <w:r>
        <w:t>221.0853</w:t>
      </w:r>
      <w:r>
        <w:tab/>
        <w:t>5.163e0</w:t>
      </w:r>
    </w:p>
    <w:p w:rsidR="00557788" w:rsidRDefault="00557788" w:rsidP="00557788">
      <w:r>
        <w:lastRenderedPageBreak/>
        <w:t>221.0906</w:t>
      </w:r>
      <w:r>
        <w:tab/>
        <w:t>1.883e0</w:t>
      </w:r>
    </w:p>
    <w:p w:rsidR="00557788" w:rsidRDefault="00557788" w:rsidP="00557788">
      <w:r>
        <w:t>221.0963</w:t>
      </w:r>
      <w:r>
        <w:tab/>
        <w:t>1.331e0</w:t>
      </w:r>
    </w:p>
    <w:p w:rsidR="00557788" w:rsidRDefault="00557788" w:rsidP="00557788">
      <w:r>
        <w:t>221.1355</w:t>
      </w:r>
      <w:r>
        <w:tab/>
        <w:t>2.801e0</w:t>
      </w:r>
    </w:p>
    <w:p w:rsidR="00557788" w:rsidRDefault="00557788" w:rsidP="00557788">
      <w:r>
        <w:t>221.1471</w:t>
      </w:r>
      <w:r>
        <w:tab/>
        <w:t>4.356e0</w:t>
      </w:r>
    </w:p>
    <w:p w:rsidR="00557788" w:rsidRDefault="00557788" w:rsidP="00557788">
      <w:r>
        <w:t>221.1617</w:t>
      </w:r>
      <w:r>
        <w:tab/>
        <w:t>6.693e-1</w:t>
      </w:r>
    </w:p>
    <w:p w:rsidR="00557788" w:rsidRDefault="00557788" w:rsidP="00557788">
      <w:r>
        <w:t>221.1807</w:t>
      </w:r>
      <w:r>
        <w:tab/>
        <w:t>1.307e0</w:t>
      </w:r>
    </w:p>
    <w:p w:rsidR="00557788" w:rsidRDefault="00557788" w:rsidP="00557788">
      <w:r>
        <w:t>221.2176</w:t>
      </w:r>
      <w:r>
        <w:tab/>
        <w:t>1.013e0</w:t>
      </w:r>
    </w:p>
    <w:p w:rsidR="00557788" w:rsidRDefault="00557788" w:rsidP="00557788">
      <w:r>
        <w:t>221.2214</w:t>
      </w:r>
      <w:r>
        <w:tab/>
        <w:t>2.532e-2</w:t>
      </w:r>
    </w:p>
    <w:p w:rsidR="00557788" w:rsidRDefault="00557788" w:rsidP="00557788">
      <w:r>
        <w:t>221.2234</w:t>
      </w:r>
      <w:r>
        <w:tab/>
        <w:t>3.038e0</w:t>
      </w:r>
    </w:p>
    <w:p w:rsidR="00557788" w:rsidRDefault="00557788" w:rsidP="00557788">
      <w:r>
        <w:t>221.2297</w:t>
      </w:r>
      <w:r>
        <w:tab/>
        <w:t>2.051e0</w:t>
      </w:r>
    </w:p>
    <w:p w:rsidR="00557788" w:rsidRDefault="00557788" w:rsidP="00557788">
      <w:r>
        <w:t>221.2406</w:t>
      </w:r>
      <w:r>
        <w:tab/>
        <w:t>3.038e0</w:t>
      </w:r>
    </w:p>
    <w:p w:rsidR="00557788" w:rsidRDefault="00557788" w:rsidP="00557788">
      <w:r>
        <w:t>221.2448</w:t>
      </w:r>
      <w:r>
        <w:tab/>
        <w:t>1.266e-2</w:t>
      </w:r>
    </w:p>
    <w:p w:rsidR="00557788" w:rsidRDefault="00557788" w:rsidP="00557788">
      <w:r>
        <w:t>221.2532</w:t>
      </w:r>
      <w:r>
        <w:tab/>
        <w:t>1.013e0</w:t>
      </w:r>
    </w:p>
    <w:p w:rsidR="00557788" w:rsidRDefault="00557788" w:rsidP="00557788">
      <w:r>
        <w:t>221.2574</w:t>
      </w:r>
      <w:r>
        <w:tab/>
        <w:t>1.013e0</w:t>
      </w:r>
    </w:p>
    <w:p w:rsidR="00557788" w:rsidRDefault="00557788" w:rsidP="00557788">
      <w:r>
        <w:t>221.2616</w:t>
      </w:r>
      <w:r>
        <w:tab/>
        <w:t>1.013e0</w:t>
      </w:r>
    </w:p>
    <w:p w:rsidR="00557788" w:rsidRDefault="00557788" w:rsidP="00557788">
      <w:r>
        <w:t>221.2696</w:t>
      </w:r>
      <w:r>
        <w:tab/>
        <w:t>1.266e-2</w:t>
      </w:r>
    </w:p>
    <w:p w:rsidR="00557788" w:rsidRDefault="00557788" w:rsidP="00557788">
      <w:r>
        <w:t>221.2714</w:t>
      </w:r>
      <w:r>
        <w:tab/>
        <w:t>3.038e0</w:t>
      </w:r>
    </w:p>
    <w:p w:rsidR="00557788" w:rsidRDefault="00557788" w:rsidP="00557788">
      <w:r>
        <w:t>221.2906</w:t>
      </w:r>
      <w:r>
        <w:tab/>
        <w:t>2.532e-2</w:t>
      </w:r>
    </w:p>
    <w:p w:rsidR="00557788" w:rsidRDefault="00557788" w:rsidP="00557788">
      <w:r>
        <w:t>221.2926</w:t>
      </w:r>
      <w:r>
        <w:tab/>
        <w:t>3.038e0</w:t>
      </w:r>
    </w:p>
    <w:p w:rsidR="00557788" w:rsidRDefault="00557788" w:rsidP="00557788">
      <w:r>
        <w:lastRenderedPageBreak/>
        <w:t>221.2985</w:t>
      </w:r>
      <w:r>
        <w:tab/>
        <w:t>3.038e0</w:t>
      </w:r>
    </w:p>
    <w:p w:rsidR="00557788" w:rsidRDefault="00557788" w:rsidP="00557788">
      <w:r>
        <w:t>221.3002</w:t>
      </w:r>
      <w:r>
        <w:tab/>
        <w:t>2.038e0</w:t>
      </w:r>
    </w:p>
    <w:p w:rsidR="00557788" w:rsidRDefault="00557788" w:rsidP="00557788">
      <w:r>
        <w:t>221.3021</w:t>
      </w:r>
      <w:r>
        <w:tab/>
        <w:t>2.025e0</w:t>
      </w:r>
    </w:p>
    <w:p w:rsidR="00557788" w:rsidRDefault="00557788" w:rsidP="00557788">
      <w:r>
        <w:t>221.3078</w:t>
      </w:r>
      <w:r>
        <w:tab/>
        <w:t>1.266e-2</w:t>
      </w:r>
    </w:p>
    <w:p w:rsidR="00557788" w:rsidRDefault="00557788" w:rsidP="00557788">
      <w:r>
        <w:t>221.3243</w:t>
      </w:r>
      <w:r>
        <w:tab/>
        <w:t>2.025e0</w:t>
      </w:r>
    </w:p>
    <w:p w:rsidR="00557788" w:rsidRDefault="00557788" w:rsidP="00557788">
      <w:r>
        <w:t>221.3408</w:t>
      </w:r>
      <w:r>
        <w:tab/>
        <w:t>2.025e0</w:t>
      </w:r>
    </w:p>
    <w:p w:rsidR="00557788" w:rsidRDefault="00557788" w:rsidP="00557788">
      <w:r>
        <w:t>221.3419</w:t>
      </w:r>
      <w:r>
        <w:tab/>
        <w:t>3.038e0</w:t>
      </w:r>
    </w:p>
    <w:p w:rsidR="00557788" w:rsidRDefault="00557788" w:rsidP="00557788">
      <w:r>
        <w:t>221.3483</w:t>
      </w:r>
      <w:r>
        <w:tab/>
        <w:t>2.532e-2</w:t>
      </w:r>
    </w:p>
    <w:p w:rsidR="00557788" w:rsidRDefault="00557788" w:rsidP="00557788">
      <w:r>
        <w:t>221.3514</w:t>
      </w:r>
      <w:r>
        <w:tab/>
        <w:t>3.038e0</w:t>
      </w:r>
    </w:p>
    <w:p w:rsidR="00557788" w:rsidRDefault="00557788" w:rsidP="00557788">
      <w:r>
        <w:t>221.3675</w:t>
      </w:r>
      <w:r>
        <w:tab/>
        <w:t>2.532e-2</w:t>
      </w:r>
    </w:p>
    <w:p w:rsidR="00557788" w:rsidRDefault="00557788" w:rsidP="00557788">
      <w:r>
        <w:t>221.3694</w:t>
      </w:r>
      <w:r>
        <w:tab/>
        <w:t>2.025e0</w:t>
      </w:r>
    </w:p>
    <w:p w:rsidR="00557788" w:rsidRDefault="00557788" w:rsidP="00557788">
      <w:r>
        <w:t>221.3794</w:t>
      </w:r>
      <w:r>
        <w:tab/>
        <w:t>1.038e0</w:t>
      </w:r>
    </w:p>
    <w:p w:rsidR="00557788" w:rsidRDefault="00557788" w:rsidP="00557788">
      <w:r>
        <w:t>221.3895</w:t>
      </w:r>
      <w:r>
        <w:tab/>
        <w:t>2.532e-2</w:t>
      </w:r>
    </w:p>
    <w:p w:rsidR="00557788" w:rsidRDefault="00557788" w:rsidP="00557788">
      <w:r>
        <w:t>221.3914</w:t>
      </w:r>
      <w:r>
        <w:tab/>
        <w:t>1.013e0</w:t>
      </w:r>
    </w:p>
    <w:p w:rsidR="00557788" w:rsidRDefault="00557788" w:rsidP="00557788">
      <w:r>
        <w:t>221.3972</w:t>
      </w:r>
      <w:r>
        <w:tab/>
        <w:t>2.025e0</w:t>
      </w:r>
    </w:p>
    <w:p w:rsidR="00557788" w:rsidRDefault="00557788" w:rsidP="00557788">
      <w:r>
        <w:t>221.4253</w:t>
      </w:r>
      <w:r>
        <w:tab/>
        <w:t>4.051e0</w:t>
      </w:r>
    </w:p>
    <w:p w:rsidR="00557788" w:rsidRDefault="00557788" w:rsidP="00557788">
      <w:r>
        <w:t>221.4272</w:t>
      </w:r>
      <w:r>
        <w:tab/>
        <w:t>2.038e0</w:t>
      </w:r>
    </w:p>
    <w:p w:rsidR="00557788" w:rsidRDefault="00557788" w:rsidP="00557788">
      <w:r>
        <w:t>221.4324</w:t>
      </w:r>
      <w:r>
        <w:tab/>
        <w:t>2.063e0</w:t>
      </w:r>
    </w:p>
    <w:p w:rsidR="00557788" w:rsidRDefault="00557788" w:rsidP="00557788">
      <w:r>
        <w:t>221.4426</w:t>
      </w:r>
      <w:r>
        <w:tab/>
        <w:t>1.266e-2</w:t>
      </w:r>
    </w:p>
    <w:p w:rsidR="00557788" w:rsidRDefault="00557788" w:rsidP="00557788">
      <w:r>
        <w:lastRenderedPageBreak/>
        <w:t>221.4464</w:t>
      </w:r>
      <w:r>
        <w:tab/>
        <w:t>1.266e-2</w:t>
      </w:r>
    </w:p>
    <w:p w:rsidR="00557788" w:rsidRDefault="00557788" w:rsidP="00557788">
      <w:r>
        <w:t>221.4626</w:t>
      </w:r>
      <w:r>
        <w:tab/>
        <w:t>1.013e0</w:t>
      </w:r>
    </w:p>
    <w:p w:rsidR="00557788" w:rsidRDefault="00557788" w:rsidP="00557788">
      <w:r>
        <w:t>221.4668</w:t>
      </w:r>
      <w:r>
        <w:tab/>
        <w:t>2.532e-2</w:t>
      </w:r>
    </w:p>
    <w:p w:rsidR="00557788" w:rsidRDefault="00557788" w:rsidP="00557788">
      <w:r>
        <w:t>221.4792</w:t>
      </w:r>
      <w:r>
        <w:tab/>
        <w:t>1.013e0</w:t>
      </w:r>
    </w:p>
    <w:p w:rsidR="00557788" w:rsidRDefault="00557788" w:rsidP="00557788">
      <w:r>
        <w:t>221.4830</w:t>
      </w:r>
      <w:r>
        <w:tab/>
        <w:t>1.266e-2</w:t>
      </w:r>
    </w:p>
    <w:p w:rsidR="00557788" w:rsidRDefault="00557788" w:rsidP="00557788">
      <w:r>
        <w:t>221.4953</w:t>
      </w:r>
      <w:r>
        <w:tab/>
        <w:t>3.038e0</w:t>
      </w:r>
    </w:p>
    <w:p w:rsidR="00557788" w:rsidRDefault="00557788" w:rsidP="00557788">
      <w:r>
        <w:t>221.4984</w:t>
      </w:r>
      <w:r>
        <w:tab/>
        <w:t>1.013e0</w:t>
      </w:r>
    </w:p>
    <w:p w:rsidR="00557788" w:rsidRDefault="00557788" w:rsidP="00557788">
      <w:r>
        <w:t>221.5041</w:t>
      </w:r>
      <w:r>
        <w:tab/>
        <w:t>4.051e0</w:t>
      </w:r>
    </w:p>
    <w:p w:rsidR="00557788" w:rsidRDefault="00557788" w:rsidP="00557788">
      <w:r>
        <w:t>221.5240</w:t>
      </w:r>
      <w:r>
        <w:tab/>
        <w:t>4.051e0</w:t>
      </w:r>
    </w:p>
    <w:p w:rsidR="00557788" w:rsidRDefault="00557788" w:rsidP="00557788">
      <w:r>
        <w:t>221.5258</w:t>
      </w:r>
      <w:r>
        <w:tab/>
        <w:t>2.025e0</w:t>
      </w:r>
    </w:p>
    <w:p w:rsidR="00557788" w:rsidRDefault="00557788" w:rsidP="00557788">
      <w:r>
        <w:t>221.5361</w:t>
      </w:r>
      <w:r>
        <w:tab/>
        <w:t>3.063e0</w:t>
      </w:r>
    </w:p>
    <w:p w:rsidR="00557788" w:rsidRDefault="00557788" w:rsidP="00557788">
      <w:r>
        <w:t>221.5649</w:t>
      </w:r>
      <w:r>
        <w:tab/>
        <w:t>8.101e0</w:t>
      </w:r>
    </w:p>
    <w:p w:rsidR="00557788" w:rsidRDefault="00557788" w:rsidP="00557788">
      <w:r>
        <w:t>221.5753</w:t>
      </w:r>
      <w:r>
        <w:tab/>
        <w:t>2.532e-2</w:t>
      </w:r>
    </w:p>
    <w:p w:rsidR="00557788" w:rsidRDefault="00557788" w:rsidP="00557788">
      <w:r>
        <w:t>221.5772</w:t>
      </w:r>
      <w:r>
        <w:tab/>
        <w:t>1.266e-2</w:t>
      </w:r>
    </w:p>
    <w:p w:rsidR="00557788" w:rsidRDefault="00557788" w:rsidP="00557788">
      <w:r>
        <w:t>221.5811</w:t>
      </w:r>
      <w:r>
        <w:tab/>
        <w:t>1.025e0</w:t>
      </w:r>
    </w:p>
    <w:p w:rsidR="00557788" w:rsidRDefault="00557788" w:rsidP="00557788">
      <w:r>
        <w:t>221.5949</w:t>
      </w:r>
      <w:r>
        <w:tab/>
        <w:t>2.025e0</w:t>
      </w:r>
    </w:p>
    <w:p w:rsidR="00557788" w:rsidRDefault="00557788" w:rsidP="00557788">
      <w:r>
        <w:t>221.6110</w:t>
      </w:r>
      <w:r>
        <w:tab/>
        <w:t>2.063e0</w:t>
      </w:r>
    </w:p>
    <w:p w:rsidR="00557788" w:rsidRDefault="00557788" w:rsidP="00557788">
      <w:r>
        <w:t>221.6195</w:t>
      </w:r>
      <w:r>
        <w:tab/>
        <w:t>5.063e0</w:t>
      </w:r>
    </w:p>
    <w:p w:rsidR="00557788" w:rsidRDefault="00557788" w:rsidP="00557788">
      <w:r>
        <w:t>221.6407</w:t>
      </w:r>
      <w:r>
        <w:tab/>
        <w:t>2.532e-2</w:t>
      </w:r>
    </w:p>
    <w:p w:rsidR="00557788" w:rsidRDefault="00557788" w:rsidP="00557788">
      <w:r>
        <w:lastRenderedPageBreak/>
        <w:t>221.6484</w:t>
      </w:r>
      <w:r>
        <w:tab/>
        <w:t>1.266e-2</w:t>
      </w:r>
    </w:p>
    <w:p w:rsidR="00557788" w:rsidRDefault="00557788" w:rsidP="00557788">
      <w:r>
        <w:t>221.6656</w:t>
      </w:r>
      <w:r>
        <w:tab/>
        <w:t>3.038e0</w:t>
      </w:r>
    </w:p>
    <w:p w:rsidR="00557788" w:rsidRDefault="00557788" w:rsidP="00557788">
      <w:r>
        <w:t>221.6684</w:t>
      </w:r>
      <w:r>
        <w:tab/>
        <w:t>2.051e0</w:t>
      </w:r>
    </w:p>
    <w:p w:rsidR="00557788" w:rsidRDefault="00557788" w:rsidP="00557788">
      <w:r>
        <w:t>221.6763</w:t>
      </w:r>
      <w:r>
        <w:tab/>
        <w:t>2.038e0</w:t>
      </w:r>
    </w:p>
    <w:p w:rsidR="00557788" w:rsidRDefault="00557788" w:rsidP="00557788">
      <w:r>
        <w:t>221.6806</w:t>
      </w:r>
      <w:r>
        <w:tab/>
        <w:t>1.266e-2</w:t>
      </w:r>
    </w:p>
    <w:p w:rsidR="00557788" w:rsidRDefault="00557788" w:rsidP="00557788">
      <w:r>
        <w:t>221.7003</w:t>
      </w:r>
      <w:r>
        <w:tab/>
        <w:t>1.013e0</w:t>
      </w:r>
    </w:p>
    <w:p w:rsidR="00557788" w:rsidRDefault="00557788" w:rsidP="00557788">
      <w:r>
        <w:t>221.7042</w:t>
      </w:r>
      <w:r>
        <w:tab/>
        <w:t>2.025e0</w:t>
      </w:r>
    </w:p>
    <w:p w:rsidR="00557788" w:rsidRDefault="00557788" w:rsidP="00557788">
      <w:r>
        <w:t>221.7158</w:t>
      </w:r>
      <w:r>
        <w:tab/>
        <w:t>1.266e-2</w:t>
      </w:r>
    </w:p>
    <w:p w:rsidR="00557788" w:rsidRDefault="00557788" w:rsidP="00557788">
      <w:r>
        <w:t>221.7234</w:t>
      </w:r>
      <w:r>
        <w:tab/>
        <w:t>1.266e-2</w:t>
      </w:r>
    </w:p>
    <w:p w:rsidR="00557788" w:rsidRDefault="00557788" w:rsidP="00557788">
      <w:r>
        <w:t>221.7310</w:t>
      </w:r>
      <w:r>
        <w:tab/>
        <w:t>1.266e-2</w:t>
      </w:r>
    </w:p>
    <w:p w:rsidR="00557788" w:rsidRDefault="00557788" w:rsidP="00557788">
      <w:r>
        <w:t>221.7456</w:t>
      </w:r>
      <w:r>
        <w:tab/>
        <w:t>2.025e0</w:t>
      </w:r>
    </w:p>
    <w:p w:rsidR="00557788" w:rsidRDefault="00557788" w:rsidP="00557788">
      <w:r>
        <w:t>221.7537</w:t>
      </w:r>
      <w:r>
        <w:tab/>
        <w:t>2.025e0</w:t>
      </w:r>
    </w:p>
    <w:p w:rsidR="00557788" w:rsidRDefault="00557788" w:rsidP="00557788">
      <w:r>
        <w:t>221.7572</w:t>
      </w:r>
      <w:r>
        <w:tab/>
        <w:t>3.051e0</w:t>
      </w:r>
    </w:p>
    <w:p w:rsidR="00557788" w:rsidRDefault="00557788" w:rsidP="00557788">
      <w:r>
        <w:t>221.7677</w:t>
      </w:r>
      <w:r>
        <w:tab/>
        <w:t>1.013e0</w:t>
      </w:r>
    </w:p>
    <w:p w:rsidR="00557788" w:rsidRDefault="00557788" w:rsidP="00557788">
      <w:r>
        <w:t>221.7735</w:t>
      </w:r>
      <w:r>
        <w:tab/>
        <w:t>2.025e0</w:t>
      </w:r>
    </w:p>
    <w:p w:rsidR="00557788" w:rsidRDefault="00557788" w:rsidP="00557788">
      <w:r>
        <w:t>221.7793</w:t>
      </w:r>
      <w:r>
        <w:tab/>
        <w:t>2.051e0</w:t>
      </w:r>
    </w:p>
    <w:p w:rsidR="00557788" w:rsidRDefault="00557788" w:rsidP="00557788">
      <w:r>
        <w:t>221.7966</w:t>
      </w:r>
      <w:r>
        <w:tab/>
        <w:t>3.038e0</w:t>
      </w:r>
    </w:p>
    <w:p w:rsidR="00557788" w:rsidRDefault="00557788" w:rsidP="00557788">
      <w:r>
        <w:t>221.8022</w:t>
      </w:r>
      <w:r>
        <w:tab/>
        <w:t>2.038e0</w:t>
      </w:r>
    </w:p>
    <w:p w:rsidR="00557788" w:rsidRDefault="00557788" w:rsidP="00557788">
      <w:r>
        <w:t>221.8047</w:t>
      </w:r>
      <w:r>
        <w:tab/>
        <w:t>2.025e0</w:t>
      </w:r>
    </w:p>
    <w:p w:rsidR="00557788" w:rsidRDefault="00557788" w:rsidP="00557788">
      <w:r>
        <w:lastRenderedPageBreak/>
        <w:t>221.8232</w:t>
      </w:r>
      <w:r>
        <w:tab/>
        <w:t>3.038e0</w:t>
      </w:r>
    </w:p>
    <w:p w:rsidR="00557788" w:rsidRDefault="00557788" w:rsidP="00557788">
      <w:r>
        <w:t>221.8427</w:t>
      </w:r>
      <w:r>
        <w:tab/>
        <w:t>6.250e-1</w:t>
      </w:r>
    </w:p>
    <w:p w:rsidR="00557788" w:rsidRDefault="00557788" w:rsidP="00557788">
      <w:r>
        <w:t>221.8485</w:t>
      </w:r>
      <w:r>
        <w:tab/>
        <w:t>2.025e0</w:t>
      </w:r>
    </w:p>
    <w:p w:rsidR="00557788" w:rsidRDefault="00557788" w:rsidP="00557788">
      <w:r>
        <w:t>221.8505</w:t>
      </w:r>
      <w:r>
        <w:tab/>
        <w:t>2.025e0</w:t>
      </w:r>
    </w:p>
    <w:p w:rsidR="00557788" w:rsidRDefault="00557788" w:rsidP="00557788">
      <w:r>
        <w:t>221.8582</w:t>
      </w:r>
      <w:r>
        <w:tab/>
        <w:t>1.266e-2</w:t>
      </w:r>
    </w:p>
    <w:p w:rsidR="00557788" w:rsidRDefault="00557788" w:rsidP="00557788">
      <w:r>
        <w:t>221.8696</w:t>
      </w:r>
      <w:r>
        <w:tab/>
        <w:t>1.266e-2</w:t>
      </w:r>
    </w:p>
    <w:p w:rsidR="00557788" w:rsidRDefault="00557788" w:rsidP="00557788">
      <w:r>
        <w:t>221.8731</w:t>
      </w:r>
      <w:r>
        <w:tab/>
        <w:t>3.038e0</w:t>
      </w:r>
    </w:p>
    <w:p w:rsidR="00557788" w:rsidRDefault="00557788" w:rsidP="00557788">
      <w:r>
        <w:t>221.8904</w:t>
      </w:r>
      <w:r>
        <w:tab/>
        <w:t>1.013e0</w:t>
      </w:r>
    </w:p>
    <w:p w:rsidR="00557788" w:rsidRDefault="00557788" w:rsidP="00557788">
      <w:r>
        <w:t>221.9045</w:t>
      </w:r>
      <w:r>
        <w:tab/>
        <w:t>2.025e0</w:t>
      </w:r>
    </w:p>
    <w:p w:rsidR="00557788" w:rsidRDefault="00557788" w:rsidP="00557788">
      <w:r>
        <w:t>221.9063</w:t>
      </w:r>
      <w:r>
        <w:tab/>
        <w:t>2.025e0</w:t>
      </w:r>
    </w:p>
    <w:p w:rsidR="00557788" w:rsidRDefault="00557788" w:rsidP="00557788">
      <w:r>
        <w:t>221.9121</w:t>
      </w:r>
      <w:r>
        <w:tab/>
        <w:t>2.025e0</w:t>
      </w:r>
    </w:p>
    <w:p w:rsidR="00557788" w:rsidRDefault="00557788" w:rsidP="00557788">
      <w:r>
        <w:t>221.9294</w:t>
      </w:r>
      <w:r>
        <w:tab/>
        <w:t>1.266e-2</w:t>
      </w:r>
    </w:p>
    <w:p w:rsidR="00557788" w:rsidRDefault="00557788" w:rsidP="00557788">
      <w:r>
        <w:t>221.9322</w:t>
      </w:r>
      <w:r>
        <w:tab/>
        <w:t>3.038e0</w:t>
      </w:r>
    </w:p>
    <w:p w:rsidR="00557788" w:rsidRDefault="00557788" w:rsidP="00557788">
      <w:r>
        <w:t>221.9502</w:t>
      </w:r>
      <w:r>
        <w:tab/>
        <w:t>1.237e0</w:t>
      </w:r>
    </w:p>
    <w:p w:rsidR="00557788" w:rsidRDefault="00557788" w:rsidP="00557788">
      <w:r>
        <w:t>221.9555</w:t>
      </w:r>
      <w:r>
        <w:tab/>
        <w:t>4.268e-2</w:t>
      </w:r>
    </w:p>
    <w:p w:rsidR="00557788" w:rsidRDefault="00557788" w:rsidP="00557788">
      <w:r>
        <w:t>221.9661</w:t>
      </w:r>
      <w:r>
        <w:tab/>
        <w:t>3.430e0</w:t>
      </w:r>
    </w:p>
    <w:p w:rsidR="00557788" w:rsidRDefault="00557788" w:rsidP="00557788">
      <w:r>
        <w:t>221.9715</w:t>
      </w:r>
      <w:r>
        <w:tab/>
        <w:t>3.038e0</w:t>
      </w:r>
    </w:p>
    <w:p w:rsidR="00557788" w:rsidRDefault="00557788" w:rsidP="00557788">
      <w:r>
        <w:t>221.9798</w:t>
      </w:r>
      <w:r>
        <w:tab/>
        <w:t>6.422e-1</w:t>
      </w:r>
    </w:p>
    <w:p w:rsidR="00557788" w:rsidRDefault="00557788" w:rsidP="00557788">
      <w:r>
        <w:t>221.9833</w:t>
      </w:r>
      <w:r>
        <w:tab/>
        <w:t>2.025e0</w:t>
      </w:r>
    </w:p>
    <w:p w:rsidR="00557788" w:rsidRDefault="00557788" w:rsidP="00557788">
      <w:r>
        <w:lastRenderedPageBreak/>
        <w:t>221.9901</w:t>
      </w:r>
      <w:r>
        <w:tab/>
        <w:t>4.062e0</w:t>
      </w:r>
    </w:p>
    <w:p w:rsidR="00557788" w:rsidRDefault="00557788" w:rsidP="00557788">
      <w:r>
        <w:t>222.0109</w:t>
      </w:r>
      <w:r>
        <w:tab/>
        <w:t>1.401e1</w:t>
      </w:r>
    </w:p>
    <w:p w:rsidR="00557788" w:rsidRDefault="00557788" w:rsidP="00557788">
      <w:r>
        <w:t>222.0150</w:t>
      </w:r>
      <w:r>
        <w:tab/>
        <w:t>1.585e1</w:t>
      </w:r>
    </w:p>
    <w:p w:rsidR="00557788" w:rsidRDefault="00557788" w:rsidP="00557788">
      <w:r>
        <w:t>222.0164</w:t>
      </w:r>
      <w:r>
        <w:tab/>
        <w:t>2.552e1</w:t>
      </w:r>
    </w:p>
    <w:p w:rsidR="00557788" w:rsidRDefault="00557788" w:rsidP="00557788">
      <w:r>
        <w:t>222.0525</w:t>
      </w:r>
      <w:r>
        <w:tab/>
        <w:t>7.028e0</w:t>
      </w:r>
    </w:p>
    <w:p w:rsidR="00557788" w:rsidRDefault="00557788" w:rsidP="00557788">
      <w:r>
        <w:t>222.0547</w:t>
      </w:r>
      <w:r>
        <w:tab/>
        <w:t>2.682e-1</w:t>
      </w:r>
    </w:p>
    <w:p w:rsidR="00557788" w:rsidRDefault="00557788" w:rsidP="00557788">
      <w:r>
        <w:t>222.0565</w:t>
      </w:r>
      <w:r>
        <w:tab/>
        <w:t>2.779e0</w:t>
      </w:r>
    </w:p>
    <w:p w:rsidR="00557788" w:rsidRDefault="00557788" w:rsidP="00557788">
      <w:r>
        <w:t>222.0786</w:t>
      </w:r>
      <w:r>
        <w:tab/>
        <w:t>4.616e-1</w:t>
      </w:r>
    </w:p>
    <w:p w:rsidR="00557788" w:rsidRDefault="00557788" w:rsidP="00557788">
      <w:r>
        <w:t>222.0938</w:t>
      </w:r>
      <w:r>
        <w:tab/>
        <w:t>4.745e0</w:t>
      </w:r>
    </w:p>
    <w:p w:rsidR="00557788" w:rsidRDefault="00557788" w:rsidP="00557788">
      <w:r>
        <w:t>222.0958</w:t>
      </w:r>
      <w:r>
        <w:tab/>
        <w:t>3.953e0</w:t>
      </w:r>
    </w:p>
    <w:p w:rsidR="00557788" w:rsidRDefault="00557788" w:rsidP="00557788">
      <w:r>
        <w:t>222.0983</w:t>
      </w:r>
      <w:r>
        <w:tab/>
        <w:t>3.974e0</w:t>
      </w:r>
    </w:p>
    <w:p w:rsidR="00557788" w:rsidRDefault="00557788" w:rsidP="00557788">
      <w:r>
        <w:t>222.1092</w:t>
      </w:r>
      <w:r>
        <w:tab/>
        <w:t>2.398e0</w:t>
      </w:r>
    </w:p>
    <w:p w:rsidR="00557788" w:rsidRDefault="00557788" w:rsidP="00557788">
      <w:r>
        <w:t>222.1116</w:t>
      </w:r>
      <w:r>
        <w:tab/>
        <w:t>4.126e-1</w:t>
      </w:r>
    </w:p>
    <w:p w:rsidR="00557788" w:rsidRDefault="00557788" w:rsidP="00557788">
      <w:r>
        <w:t>222.1342</w:t>
      </w:r>
      <w:r>
        <w:tab/>
        <w:t>2.862e0</w:t>
      </w:r>
    </w:p>
    <w:p w:rsidR="00557788" w:rsidRDefault="00557788" w:rsidP="00557788">
      <w:r>
        <w:t>222.1422</w:t>
      </w:r>
      <w:r>
        <w:tab/>
        <w:t>5.507e0</w:t>
      </w:r>
    </w:p>
    <w:p w:rsidR="00557788" w:rsidRDefault="00557788" w:rsidP="00557788">
      <w:r>
        <w:t>222.1633</w:t>
      </w:r>
      <w:r>
        <w:tab/>
        <w:t>2.669e0</w:t>
      </w:r>
    </w:p>
    <w:p w:rsidR="00557788" w:rsidRDefault="00557788" w:rsidP="00557788">
      <w:r>
        <w:t>222.1646</w:t>
      </w:r>
      <w:r>
        <w:tab/>
        <w:t>2.876e0</w:t>
      </w:r>
    </w:p>
    <w:p w:rsidR="00557788" w:rsidRDefault="00557788" w:rsidP="00557788">
      <w:r>
        <w:t>222.1693</w:t>
      </w:r>
      <w:r>
        <w:tab/>
        <w:t>2.208e0</w:t>
      </w:r>
    </w:p>
    <w:p w:rsidR="00557788" w:rsidRDefault="00557788" w:rsidP="00557788">
      <w:r>
        <w:t>222.1724</w:t>
      </w:r>
      <w:r>
        <w:tab/>
        <w:t>3.709e0</w:t>
      </w:r>
    </w:p>
    <w:p w:rsidR="00557788" w:rsidRDefault="00557788" w:rsidP="00557788">
      <w:r>
        <w:lastRenderedPageBreak/>
        <w:t>222.1970</w:t>
      </w:r>
      <w:r>
        <w:tab/>
        <w:t>2.082e0</w:t>
      </w:r>
    </w:p>
    <w:p w:rsidR="00557788" w:rsidRDefault="00557788" w:rsidP="00557788">
      <w:r>
        <w:t>222.2152</w:t>
      </w:r>
      <w:r>
        <w:tab/>
        <w:t>4.051e0</w:t>
      </w:r>
    </w:p>
    <w:p w:rsidR="00557788" w:rsidRDefault="00557788" w:rsidP="00557788">
      <w:r>
        <w:t>222.2163</w:t>
      </w:r>
      <w:r>
        <w:tab/>
        <w:t>2.025e0</w:t>
      </w:r>
    </w:p>
    <w:p w:rsidR="00557788" w:rsidRDefault="00557788" w:rsidP="00557788">
      <w:r>
        <w:t>222.2222</w:t>
      </w:r>
      <w:r>
        <w:tab/>
        <w:t>1.013e0</w:t>
      </w:r>
    </w:p>
    <w:p w:rsidR="00557788" w:rsidRDefault="00557788" w:rsidP="00557788">
      <w:r>
        <w:t>222.2239</w:t>
      </w:r>
      <w:r>
        <w:tab/>
        <w:t>3.038e0</w:t>
      </w:r>
    </w:p>
    <w:p w:rsidR="00557788" w:rsidRDefault="00557788" w:rsidP="00557788">
      <w:r>
        <w:t>222.2263</w:t>
      </w:r>
      <w:r>
        <w:tab/>
        <w:t>1.013e0</w:t>
      </w:r>
    </w:p>
    <w:p w:rsidR="00557788" w:rsidRDefault="00557788" w:rsidP="00557788">
      <w:r>
        <w:t>222.2343</w:t>
      </w:r>
      <w:r>
        <w:tab/>
        <w:t>1.025e0</w:t>
      </w:r>
    </w:p>
    <w:p w:rsidR="00557788" w:rsidRDefault="00557788" w:rsidP="00557788">
      <w:r>
        <w:t>222.2581</w:t>
      </w:r>
      <w:r>
        <w:tab/>
        <w:t>4.089e0</w:t>
      </w:r>
    </w:p>
    <w:p w:rsidR="00557788" w:rsidRDefault="00557788" w:rsidP="00557788">
      <w:r>
        <w:t>222.2624</w:t>
      </w:r>
      <w:r>
        <w:tab/>
        <w:t>1.013e0</w:t>
      </w:r>
    </w:p>
    <w:p w:rsidR="00557788" w:rsidRDefault="00557788" w:rsidP="00557788">
      <w:r>
        <w:t>222.2663</w:t>
      </w:r>
      <w:r>
        <w:tab/>
        <w:t>2.025e0</w:t>
      </w:r>
    </w:p>
    <w:p w:rsidR="00557788" w:rsidRDefault="00557788" w:rsidP="00557788">
      <w:r>
        <w:t>222.2702</w:t>
      </w:r>
      <w:r>
        <w:tab/>
        <w:t>2.025e0</w:t>
      </w:r>
    </w:p>
    <w:p w:rsidR="00557788" w:rsidRDefault="00557788" w:rsidP="00557788">
      <w:r>
        <w:t>222.2817</w:t>
      </w:r>
      <w:r>
        <w:tab/>
        <w:t>1.013e0</w:t>
      </w:r>
    </w:p>
    <w:p w:rsidR="00557788" w:rsidRDefault="00557788" w:rsidP="00557788">
      <w:r>
        <w:t>222.2898</w:t>
      </w:r>
      <w:r>
        <w:tab/>
        <w:t>2.025e0</w:t>
      </w:r>
    </w:p>
    <w:p w:rsidR="00557788" w:rsidRDefault="00557788" w:rsidP="00557788">
      <w:r>
        <w:t>222.2963</w:t>
      </w:r>
      <w:r>
        <w:tab/>
        <w:t>2.025e0</w:t>
      </w:r>
    </w:p>
    <w:p w:rsidR="00557788" w:rsidRDefault="00557788" w:rsidP="00557788">
      <w:r>
        <w:t>222.2978</w:t>
      </w:r>
      <w:r>
        <w:tab/>
        <w:t>1.013e0</w:t>
      </w:r>
    </w:p>
    <w:p w:rsidR="00557788" w:rsidRDefault="00557788" w:rsidP="00557788">
      <w:r>
        <w:t>222.3146</w:t>
      </w:r>
      <w:r>
        <w:tab/>
        <w:t>1.266e-2</w:t>
      </w:r>
    </w:p>
    <w:p w:rsidR="00557788" w:rsidRDefault="00557788" w:rsidP="00557788">
      <w:r>
        <w:t>222.3186</w:t>
      </w:r>
      <w:r>
        <w:tab/>
        <w:t>5.076e0</w:t>
      </w:r>
    </w:p>
    <w:p w:rsidR="00557788" w:rsidRDefault="00557788" w:rsidP="00557788">
      <w:r>
        <w:t>222.3219</w:t>
      </w:r>
      <w:r>
        <w:tab/>
        <w:t>4.089e0</w:t>
      </w:r>
    </w:p>
    <w:p w:rsidR="00557788" w:rsidRDefault="00557788" w:rsidP="00557788">
      <w:r>
        <w:t>222.3337</w:t>
      </w:r>
      <w:r>
        <w:tab/>
        <w:t>1.266e-2</w:t>
      </w:r>
    </w:p>
    <w:p w:rsidR="00557788" w:rsidRDefault="00557788" w:rsidP="00557788">
      <w:r>
        <w:lastRenderedPageBreak/>
        <w:t>222.3356</w:t>
      </w:r>
      <w:r>
        <w:tab/>
        <w:t>2.025e0</w:t>
      </w:r>
    </w:p>
    <w:p w:rsidR="00557788" w:rsidRDefault="00557788" w:rsidP="00557788">
      <w:r>
        <w:t>222.3472</w:t>
      </w:r>
      <w:r>
        <w:tab/>
        <w:t>4.051e0</w:t>
      </w:r>
    </w:p>
    <w:p w:rsidR="00557788" w:rsidRDefault="00557788" w:rsidP="00557788">
      <w:r>
        <w:t>222.3693</w:t>
      </w:r>
      <w:r>
        <w:tab/>
        <w:t>7.089e0</w:t>
      </w:r>
    </w:p>
    <w:p w:rsidR="00557788" w:rsidRDefault="00557788" w:rsidP="00557788">
      <w:r>
        <w:t>222.3735</w:t>
      </w:r>
      <w:r>
        <w:tab/>
        <w:t>1.013e0</w:t>
      </w:r>
    </w:p>
    <w:p w:rsidR="00557788" w:rsidRDefault="00557788" w:rsidP="00557788">
      <w:r>
        <w:t>222.3984</w:t>
      </w:r>
      <w:r>
        <w:tab/>
        <w:t>4.051e0</w:t>
      </w:r>
    </w:p>
    <w:p w:rsidR="00557788" w:rsidRDefault="00557788" w:rsidP="00557788">
      <w:r>
        <w:t>222.4011</w:t>
      </w:r>
      <w:r>
        <w:tab/>
        <w:t>1.038e0</w:t>
      </w:r>
    </w:p>
    <w:p w:rsidR="00557788" w:rsidRDefault="00557788" w:rsidP="00557788">
      <w:r>
        <w:t>222.4031</w:t>
      </w:r>
      <w:r>
        <w:tab/>
        <w:t>2.025e0</w:t>
      </w:r>
    </w:p>
    <w:p w:rsidR="00557788" w:rsidRDefault="00557788" w:rsidP="00557788">
      <w:r>
        <w:t>222.4207</w:t>
      </w:r>
      <w:r>
        <w:tab/>
        <w:t>2.025e0</w:t>
      </w:r>
    </w:p>
    <w:p w:rsidR="00557788" w:rsidRDefault="00557788" w:rsidP="00557788">
      <w:r>
        <w:t>222.4243</w:t>
      </w:r>
      <w:r>
        <w:tab/>
        <w:t>2.038e0</w:t>
      </w:r>
    </w:p>
    <w:p w:rsidR="00557788" w:rsidRDefault="00557788" w:rsidP="00557788">
      <w:r>
        <w:t>222.4281</w:t>
      </w:r>
      <w:r>
        <w:tab/>
        <w:t>1.013e0</w:t>
      </w:r>
    </w:p>
    <w:p w:rsidR="00557788" w:rsidRDefault="00557788" w:rsidP="00557788">
      <w:r>
        <w:t>222.4327</w:t>
      </w:r>
      <w:r>
        <w:tab/>
        <w:t>3.038e0</w:t>
      </w:r>
    </w:p>
    <w:p w:rsidR="00557788" w:rsidRDefault="00557788" w:rsidP="00557788">
      <w:r>
        <w:t>222.4450</w:t>
      </w:r>
      <w:r>
        <w:tab/>
        <w:t>2.025e0</w:t>
      </w:r>
    </w:p>
    <w:p w:rsidR="00557788" w:rsidRDefault="00557788" w:rsidP="00557788">
      <w:r>
        <w:t>222.4531</w:t>
      </w:r>
      <w:r>
        <w:tab/>
        <w:t>2.051e0</w:t>
      </w:r>
    </w:p>
    <w:p w:rsidR="00557788" w:rsidRDefault="00557788" w:rsidP="00557788">
      <w:r>
        <w:t>222.4550</w:t>
      </w:r>
      <w:r>
        <w:tab/>
        <w:t>2.025e0</w:t>
      </w:r>
    </w:p>
    <w:p w:rsidR="00557788" w:rsidRDefault="00557788" w:rsidP="00557788">
      <w:r>
        <w:t>222.4724</w:t>
      </w:r>
      <w:r>
        <w:tab/>
        <w:t>1.266e-2</w:t>
      </w:r>
    </w:p>
    <w:p w:rsidR="00557788" w:rsidRDefault="00557788" w:rsidP="00557788">
      <w:r>
        <w:t>222.4787</w:t>
      </w:r>
      <w:r>
        <w:tab/>
        <w:t>5.063e0</w:t>
      </w:r>
    </w:p>
    <w:p w:rsidR="00557788" w:rsidRDefault="00557788" w:rsidP="00557788">
      <w:r>
        <w:t>222.4878</w:t>
      </w:r>
      <w:r>
        <w:tab/>
        <w:t>1.013e0</w:t>
      </w:r>
    </w:p>
    <w:p w:rsidR="00557788" w:rsidRDefault="00557788" w:rsidP="00557788">
      <w:r>
        <w:t>222.5123</w:t>
      </w:r>
      <w:r>
        <w:tab/>
        <w:t>1.038e0</w:t>
      </w:r>
    </w:p>
    <w:p w:rsidR="00557788" w:rsidRDefault="00557788" w:rsidP="00557788">
      <w:r>
        <w:t>222.5167</w:t>
      </w:r>
      <w:r>
        <w:tab/>
        <w:t>3.038e0</w:t>
      </w:r>
    </w:p>
    <w:p w:rsidR="00557788" w:rsidRDefault="00557788" w:rsidP="00557788">
      <w:r>
        <w:lastRenderedPageBreak/>
        <w:t>222.5178</w:t>
      </w:r>
      <w:r>
        <w:tab/>
        <w:t>2.025e0</w:t>
      </w:r>
    </w:p>
    <w:p w:rsidR="00557788" w:rsidRDefault="00557788" w:rsidP="00557788">
      <w:r>
        <w:t>222.5195</w:t>
      </w:r>
      <w:r>
        <w:tab/>
        <w:t>6.076e0</w:t>
      </w:r>
    </w:p>
    <w:p w:rsidR="00557788" w:rsidRDefault="00557788" w:rsidP="00557788">
      <w:r>
        <w:t>222.5239</w:t>
      </w:r>
      <w:r>
        <w:tab/>
        <w:t>2.025e0</w:t>
      </w:r>
    </w:p>
    <w:p w:rsidR="00557788" w:rsidRDefault="00557788" w:rsidP="00557788">
      <w:r>
        <w:t>222.5342</w:t>
      </w:r>
      <w:r>
        <w:tab/>
        <w:t>1.038e0</w:t>
      </w:r>
    </w:p>
    <w:p w:rsidR="00557788" w:rsidRDefault="00557788" w:rsidP="00557788">
      <w:r>
        <w:t>222.5379</w:t>
      </w:r>
      <w:r>
        <w:tab/>
        <w:t>2.025e0</w:t>
      </w:r>
    </w:p>
    <w:p w:rsidR="00557788" w:rsidRDefault="00557788" w:rsidP="00557788">
      <w:r>
        <w:t>222.5518</w:t>
      </w:r>
      <w:r>
        <w:tab/>
        <w:t>2.869e0</w:t>
      </w:r>
    </w:p>
    <w:p w:rsidR="00557788" w:rsidRDefault="00557788" w:rsidP="00557788">
      <w:r>
        <w:t>222.5533</w:t>
      </w:r>
      <w:r>
        <w:tab/>
        <w:t>2.025e0</w:t>
      </w:r>
    </w:p>
    <w:p w:rsidR="00557788" w:rsidRDefault="00557788" w:rsidP="00557788">
      <w:r>
        <w:t>222.5552</w:t>
      </w:r>
      <w:r>
        <w:tab/>
        <w:t>1.013e0</w:t>
      </w:r>
    </w:p>
    <w:p w:rsidR="00557788" w:rsidRDefault="00557788" w:rsidP="00557788">
      <w:r>
        <w:t>222.5590</w:t>
      </w:r>
      <w:r>
        <w:tab/>
        <w:t>1.013e0</w:t>
      </w:r>
    </w:p>
    <w:p w:rsidR="00557788" w:rsidRDefault="00557788" w:rsidP="00557788">
      <w:r>
        <w:t>222.5838</w:t>
      </w:r>
      <w:r>
        <w:tab/>
        <w:t>1.013e0</w:t>
      </w:r>
    </w:p>
    <w:p w:rsidR="00557788" w:rsidRDefault="00557788" w:rsidP="00557788">
      <w:r>
        <w:t>222.5851</w:t>
      </w:r>
      <w:r>
        <w:tab/>
        <w:t>2.025e0</w:t>
      </w:r>
    </w:p>
    <w:p w:rsidR="00557788" w:rsidRDefault="00557788" w:rsidP="00557788">
      <w:r>
        <w:t>222.5920</w:t>
      </w:r>
      <w:r>
        <w:tab/>
        <w:t>2.025e0</w:t>
      </w:r>
    </w:p>
    <w:p w:rsidR="00557788" w:rsidRDefault="00557788" w:rsidP="00557788">
      <w:r>
        <w:t>222.6111</w:t>
      </w:r>
      <w:r>
        <w:tab/>
        <w:t>2.025e0</w:t>
      </w:r>
    </w:p>
    <w:p w:rsidR="00557788" w:rsidRDefault="00557788" w:rsidP="00557788">
      <w:r>
        <w:t>222.6368</w:t>
      </w:r>
      <w:r>
        <w:tab/>
        <w:t>3.038e0</w:t>
      </w:r>
    </w:p>
    <w:p w:rsidR="00557788" w:rsidRDefault="00557788" w:rsidP="00557788">
      <w:r>
        <w:t>222.6448</w:t>
      </w:r>
      <w:r>
        <w:tab/>
        <w:t>2.025e0</w:t>
      </w:r>
    </w:p>
    <w:p w:rsidR="00557788" w:rsidRDefault="00557788" w:rsidP="00557788">
      <w:r>
        <w:t>222.6695</w:t>
      </w:r>
      <w:r>
        <w:tab/>
        <w:t>4.051e0</w:t>
      </w:r>
    </w:p>
    <w:p w:rsidR="00557788" w:rsidRDefault="00557788" w:rsidP="00557788">
      <w:r>
        <w:t>222.6709</w:t>
      </w:r>
      <w:r>
        <w:tab/>
        <w:t>3.051e0</w:t>
      </w:r>
    </w:p>
    <w:p w:rsidR="00557788" w:rsidRDefault="00557788" w:rsidP="00557788">
      <w:r>
        <w:t>222.6901</w:t>
      </w:r>
      <w:r>
        <w:tab/>
        <w:t>1.013e0</w:t>
      </w:r>
    </w:p>
    <w:p w:rsidR="00557788" w:rsidRDefault="00557788" w:rsidP="00557788">
      <w:r>
        <w:t>222.6951</w:t>
      </w:r>
      <w:r>
        <w:tab/>
        <w:t>3.038e0</w:t>
      </w:r>
    </w:p>
    <w:p w:rsidR="00557788" w:rsidRDefault="00557788" w:rsidP="00557788">
      <w:r>
        <w:lastRenderedPageBreak/>
        <w:t>222.7122</w:t>
      </w:r>
      <w:r>
        <w:tab/>
        <w:t>2.025e0</w:t>
      </w:r>
    </w:p>
    <w:p w:rsidR="00557788" w:rsidRDefault="00557788" w:rsidP="00557788">
      <w:r>
        <w:t>222.7307</w:t>
      </w:r>
      <w:r>
        <w:tab/>
        <w:t>1.013e0</w:t>
      </w:r>
    </w:p>
    <w:p w:rsidR="00557788" w:rsidRDefault="00557788" w:rsidP="00557788">
      <w:r>
        <w:t>222.7345</w:t>
      </w:r>
      <w:r>
        <w:tab/>
        <w:t>1.266e-2</w:t>
      </w:r>
    </w:p>
    <w:p w:rsidR="00557788" w:rsidRDefault="00557788" w:rsidP="00557788">
      <w:r>
        <w:t>222.7383</w:t>
      </w:r>
      <w:r>
        <w:tab/>
        <w:t>1.013e0</w:t>
      </w:r>
    </w:p>
    <w:p w:rsidR="00557788" w:rsidRDefault="00557788" w:rsidP="00557788">
      <w:r>
        <w:t>222.7402</w:t>
      </w:r>
      <w:r>
        <w:tab/>
        <w:t>2.025e0</w:t>
      </w:r>
    </w:p>
    <w:p w:rsidR="00557788" w:rsidRDefault="00557788" w:rsidP="00557788">
      <w:r>
        <w:t>222.7421</w:t>
      </w:r>
      <w:r>
        <w:tab/>
        <w:t>1.266e-2</w:t>
      </w:r>
    </w:p>
    <w:p w:rsidR="00557788" w:rsidRDefault="00557788" w:rsidP="00557788">
      <w:r>
        <w:t>222.7779</w:t>
      </w:r>
      <w:r>
        <w:tab/>
        <w:t>3.038e0</w:t>
      </w:r>
    </w:p>
    <w:p w:rsidR="00557788" w:rsidRDefault="00557788" w:rsidP="00557788">
      <w:r>
        <w:t>222.7816</w:t>
      </w:r>
      <w:r>
        <w:tab/>
        <w:t>3.038e0</w:t>
      </w:r>
    </w:p>
    <w:p w:rsidR="00557788" w:rsidRDefault="00557788" w:rsidP="00557788">
      <w:r>
        <w:t>222.7919</w:t>
      </w:r>
      <w:r>
        <w:tab/>
        <w:t>2.532e-2</w:t>
      </w:r>
    </w:p>
    <w:p w:rsidR="00557788" w:rsidRDefault="00557788" w:rsidP="00557788">
      <w:r>
        <w:t>222.8057</w:t>
      </w:r>
      <w:r>
        <w:tab/>
        <w:t>2.051e0</w:t>
      </w:r>
    </w:p>
    <w:p w:rsidR="00557788" w:rsidRDefault="00557788" w:rsidP="00557788">
      <w:r>
        <w:t>222.8192</w:t>
      </w:r>
      <w:r>
        <w:tab/>
        <w:t>2.025e0</w:t>
      </w:r>
    </w:p>
    <w:p w:rsidR="00557788" w:rsidRDefault="00557788" w:rsidP="00557788">
      <w:r>
        <w:t>222.8212</w:t>
      </w:r>
      <w:r>
        <w:tab/>
        <w:t>1.013e0</w:t>
      </w:r>
    </w:p>
    <w:p w:rsidR="00557788" w:rsidRDefault="00557788" w:rsidP="00557788">
      <w:r>
        <w:t>222.8258</w:t>
      </w:r>
      <w:r>
        <w:tab/>
        <w:t>3.051e0</w:t>
      </w:r>
    </w:p>
    <w:p w:rsidR="00557788" w:rsidRDefault="00557788" w:rsidP="00557788">
      <w:r>
        <w:t>222.8382</w:t>
      </w:r>
      <w:r>
        <w:tab/>
        <w:t>4.466e0</w:t>
      </w:r>
    </w:p>
    <w:p w:rsidR="00557788" w:rsidRDefault="00557788" w:rsidP="00557788">
      <w:r>
        <w:t>222.8419</w:t>
      </w:r>
      <w:r>
        <w:tab/>
        <w:t>7.089e0</w:t>
      </w:r>
    </w:p>
    <w:p w:rsidR="00557788" w:rsidRDefault="00557788" w:rsidP="00557788">
      <w:r>
        <w:t>222.8430</w:t>
      </w:r>
      <w:r>
        <w:tab/>
        <w:t>2.025e0</w:t>
      </w:r>
    </w:p>
    <w:p w:rsidR="00557788" w:rsidRDefault="00557788" w:rsidP="00557788">
      <w:r>
        <w:t>222.8449</w:t>
      </w:r>
      <w:r>
        <w:tab/>
        <w:t>5.063e0</w:t>
      </w:r>
    </w:p>
    <w:p w:rsidR="00557788" w:rsidRDefault="00557788" w:rsidP="00557788">
      <w:r>
        <w:t>222.8575</w:t>
      </w:r>
      <w:r>
        <w:tab/>
        <w:t>5.063e-2</w:t>
      </w:r>
    </w:p>
    <w:p w:rsidR="00557788" w:rsidRDefault="00557788" w:rsidP="00557788">
      <w:r>
        <w:t>222.8593</w:t>
      </w:r>
      <w:r>
        <w:tab/>
        <w:t>2.025e0</w:t>
      </w:r>
    </w:p>
    <w:p w:rsidR="00557788" w:rsidRDefault="00557788" w:rsidP="00557788">
      <w:r>
        <w:lastRenderedPageBreak/>
        <w:t>222.8779</w:t>
      </w:r>
      <w:r>
        <w:tab/>
        <w:t>3.798e-2</w:t>
      </w:r>
    </w:p>
    <w:p w:rsidR="00557788" w:rsidRDefault="00557788" w:rsidP="00557788">
      <w:r>
        <w:t>222.8828</w:t>
      </w:r>
      <w:r>
        <w:tab/>
        <w:t>2.025e0</w:t>
      </w:r>
    </w:p>
    <w:p w:rsidR="00557788" w:rsidRDefault="00557788" w:rsidP="00557788">
      <w:r>
        <w:t>222.9039</w:t>
      </w:r>
      <w:r>
        <w:tab/>
        <w:t>5.490e0</w:t>
      </w:r>
    </w:p>
    <w:p w:rsidR="00557788" w:rsidRDefault="00557788" w:rsidP="00557788">
      <w:r>
        <w:t>222.9104</w:t>
      </w:r>
      <w:r>
        <w:tab/>
        <w:t>2.532e-2</w:t>
      </w:r>
    </w:p>
    <w:p w:rsidR="00557788" w:rsidRDefault="00557788" w:rsidP="00557788">
      <w:r>
        <w:t>222.9247</w:t>
      </w:r>
      <w:r>
        <w:tab/>
        <w:t>3.038e0</w:t>
      </w:r>
    </w:p>
    <w:p w:rsidR="00557788" w:rsidRDefault="00557788" w:rsidP="00557788">
      <w:r>
        <w:t>222.9306</w:t>
      </w:r>
      <w:r>
        <w:tab/>
        <w:t>4.272e-1</w:t>
      </w:r>
    </w:p>
    <w:p w:rsidR="00557788" w:rsidRDefault="00557788" w:rsidP="00557788">
      <w:r>
        <w:t>222.9317</w:t>
      </w:r>
      <w:r>
        <w:tab/>
        <w:t>2.838e0</w:t>
      </w:r>
    </w:p>
    <w:p w:rsidR="00557788" w:rsidRDefault="00557788" w:rsidP="00557788">
      <w:r>
        <w:t>222.9357</w:t>
      </w:r>
      <w:r>
        <w:tab/>
        <w:t>3.038e0</w:t>
      </w:r>
    </w:p>
    <w:p w:rsidR="00557788" w:rsidRDefault="00557788" w:rsidP="00557788">
      <w:r>
        <w:t>222.9559</w:t>
      </w:r>
      <w:r>
        <w:tab/>
        <w:t>1.196e0</w:t>
      </w:r>
    </w:p>
    <w:p w:rsidR="00557788" w:rsidRDefault="00557788" w:rsidP="00557788">
      <w:r>
        <w:t>222.9659</w:t>
      </w:r>
      <w:r>
        <w:tab/>
        <w:t>2.051e0</w:t>
      </w:r>
    </w:p>
    <w:p w:rsidR="00557788" w:rsidRDefault="00557788" w:rsidP="00557788">
      <w:r>
        <w:t>222.9672</w:t>
      </w:r>
      <w:r>
        <w:tab/>
        <w:t>3.038e0</w:t>
      </w:r>
    </w:p>
    <w:p w:rsidR="00557788" w:rsidRDefault="00557788" w:rsidP="00557788">
      <w:r>
        <w:t>222.9714</w:t>
      </w:r>
      <w:r>
        <w:tab/>
        <w:t>1.013e0</w:t>
      </w:r>
    </w:p>
    <w:p w:rsidR="00557788" w:rsidRDefault="00557788" w:rsidP="00557788">
      <w:r>
        <w:t>222.9820</w:t>
      </w:r>
      <w:r>
        <w:tab/>
        <w:t>2.156e0</w:t>
      </w:r>
    </w:p>
    <w:p w:rsidR="00557788" w:rsidRDefault="00557788" w:rsidP="00557788">
      <w:r>
        <w:t>223.0124</w:t>
      </w:r>
      <w:r>
        <w:tab/>
        <w:t>2.766e0</w:t>
      </w:r>
    </w:p>
    <w:p w:rsidR="00557788" w:rsidRDefault="00557788" w:rsidP="00557788">
      <w:r>
        <w:t>223.0154</w:t>
      </w:r>
      <w:r>
        <w:tab/>
        <w:t>1.140e0</w:t>
      </w:r>
    </w:p>
    <w:p w:rsidR="00557788" w:rsidRDefault="00557788" w:rsidP="00557788">
      <w:r>
        <w:t>223.0177</w:t>
      </w:r>
      <w:r>
        <w:tab/>
        <w:t>5.449e0</w:t>
      </w:r>
    </w:p>
    <w:p w:rsidR="00557788" w:rsidRDefault="00557788" w:rsidP="00557788">
      <w:r>
        <w:t>223.0206</w:t>
      </w:r>
      <w:r>
        <w:tab/>
        <w:t>1.142e0</w:t>
      </w:r>
    </w:p>
    <w:p w:rsidR="00557788" w:rsidRDefault="00557788" w:rsidP="00557788">
      <w:r>
        <w:t>223.0500</w:t>
      </w:r>
      <w:r>
        <w:tab/>
        <w:t>1.423e0</w:t>
      </w:r>
    </w:p>
    <w:p w:rsidR="00557788" w:rsidRDefault="00557788" w:rsidP="00557788">
      <w:r>
        <w:t>223.0527</w:t>
      </w:r>
      <w:r>
        <w:tab/>
        <w:t>2.409e0</w:t>
      </w:r>
    </w:p>
    <w:p w:rsidR="00557788" w:rsidRDefault="00557788" w:rsidP="00557788">
      <w:r>
        <w:lastRenderedPageBreak/>
        <w:t>223.1019</w:t>
      </w:r>
      <w:r>
        <w:tab/>
        <w:t>2.062e1</w:t>
      </w:r>
    </w:p>
    <w:p w:rsidR="00557788" w:rsidRDefault="00557788" w:rsidP="00557788">
      <w:r>
        <w:t>223.1053</w:t>
      </w:r>
      <w:r>
        <w:tab/>
        <w:t>1.660e1</w:t>
      </w:r>
    </w:p>
    <w:p w:rsidR="00557788" w:rsidRDefault="00557788" w:rsidP="00557788">
      <w:r>
        <w:t>223.1374</w:t>
      </w:r>
      <w:r>
        <w:tab/>
        <w:t>2.129e0</w:t>
      </w:r>
    </w:p>
    <w:p w:rsidR="00557788" w:rsidRDefault="00557788" w:rsidP="00557788">
      <w:r>
        <w:t>223.1600</w:t>
      </w:r>
      <w:r>
        <w:tab/>
        <w:t>6.634e0</w:t>
      </w:r>
    </w:p>
    <w:p w:rsidR="00557788" w:rsidRDefault="00557788" w:rsidP="00557788">
      <w:r>
        <w:t>223.1861</w:t>
      </w:r>
      <w:r>
        <w:tab/>
        <w:t>4.159e0</w:t>
      </w:r>
    </w:p>
    <w:p w:rsidR="00557788" w:rsidRDefault="00557788" w:rsidP="00557788">
      <w:r>
        <w:t>223.2023</w:t>
      </w:r>
      <w:r>
        <w:tab/>
        <w:t>6.191e-2</w:t>
      </w:r>
    </w:p>
    <w:p w:rsidR="00557788" w:rsidRDefault="00557788" w:rsidP="00557788">
      <w:r>
        <w:t>223.2106</w:t>
      </w:r>
      <w:r>
        <w:tab/>
        <w:t>1.013e0</w:t>
      </w:r>
    </w:p>
    <w:p w:rsidR="00557788" w:rsidRDefault="00557788" w:rsidP="00557788">
      <w:r>
        <w:t>223.2126</w:t>
      </w:r>
      <w:r>
        <w:tab/>
        <w:t>2.025e0</w:t>
      </w:r>
    </w:p>
    <w:p w:rsidR="00557788" w:rsidRDefault="00557788" w:rsidP="00557788">
      <w:r>
        <w:t>223.2184</w:t>
      </w:r>
      <w:r>
        <w:tab/>
        <w:t>2.051e0</w:t>
      </w:r>
    </w:p>
    <w:p w:rsidR="00557788" w:rsidRDefault="00557788" w:rsidP="00557788">
      <w:r>
        <w:t>223.2245</w:t>
      </w:r>
      <w:r>
        <w:tab/>
        <w:t>8.805e0</w:t>
      </w:r>
    </w:p>
    <w:p w:rsidR="00557788" w:rsidRDefault="00557788" w:rsidP="00557788">
      <w:r>
        <w:t>223.2440</w:t>
      </w:r>
      <w:r>
        <w:tab/>
        <w:t>2.025e0</w:t>
      </w:r>
    </w:p>
    <w:p w:rsidR="00557788" w:rsidRDefault="00557788" w:rsidP="00557788">
      <w:r>
        <w:t>223.2454</w:t>
      </w:r>
      <w:r>
        <w:tab/>
        <w:t>1.013e0</w:t>
      </w:r>
    </w:p>
    <w:p w:rsidR="00557788" w:rsidRDefault="00557788" w:rsidP="00557788">
      <w:r>
        <w:t>223.2706</w:t>
      </w:r>
      <w:r>
        <w:tab/>
        <w:t>1.038e0</w:t>
      </w:r>
    </w:p>
    <w:p w:rsidR="00557788" w:rsidRDefault="00557788" w:rsidP="00557788">
      <w:r>
        <w:t>223.2801</w:t>
      </w:r>
      <w:r>
        <w:tab/>
        <w:t>2.025e0</w:t>
      </w:r>
    </w:p>
    <w:p w:rsidR="00557788" w:rsidRDefault="00557788" w:rsidP="00557788">
      <w:r>
        <w:t>223.3013</w:t>
      </w:r>
      <w:r>
        <w:tab/>
        <w:t>1.013e0</w:t>
      </w:r>
    </w:p>
    <w:p w:rsidR="00557788" w:rsidRDefault="00557788" w:rsidP="00557788">
      <w:r>
        <w:t>223.3031</w:t>
      </w:r>
      <w:r>
        <w:tab/>
        <w:t>4.051e0</w:t>
      </w:r>
    </w:p>
    <w:p w:rsidR="00557788" w:rsidRDefault="00557788" w:rsidP="00557788">
      <w:r>
        <w:t>223.3051</w:t>
      </w:r>
      <w:r>
        <w:tab/>
        <w:t>1.013e0</w:t>
      </w:r>
    </w:p>
    <w:p w:rsidR="00557788" w:rsidRDefault="00557788" w:rsidP="00557788">
      <w:r>
        <w:t>223.3095</w:t>
      </w:r>
      <w:r>
        <w:tab/>
        <w:t>5.063e0</w:t>
      </w:r>
    </w:p>
    <w:p w:rsidR="00557788" w:rsidRDefault="00557788" w:rsidP="00557788">
      <w:r>
        <w:t>223.3129</w:t>
      </w:r>
      <w:r>
        <w:tab/>
        <w:t>1.266e-2</w:t>
      </w:r>
    </w:p>
    <w:p w:rsidR="00557788" w:rsidRDefault="00557788" w:rsidP="00557788">
      <w:r>
        <w:lastRenderedPageBreak/>
        <w:t>223.3379</w:t>
      </w:r>
      <w:r>
        <w:tab/>
        <w:t>2.038e0</w:t>
      </w:r>
    </w:p>
    <w:p w:rsidR="00557788" w:rsidRDefault="00557788" w:rsidP="00557788">
      <w:r>
        <w:t>223.3418</w:t>
      </w:r>
      <w:r>
        <w:tab/>
        <w:t>1.266e-2</w:t>
      </w:r>
    </w:p>
    <w:p w:rsidR="00557788" w:rsidRDefault="00557788" w:rsidP="00557788">
      <w:r>
        <w:t>223.3572</w:t>
      </w:r>
      <w:r>
        <w:tab/>
        <w:t>1.013e0</w:t>
      </w:r>
    </w:p>
    <w:p w:rsidR="00557788" w:rsidRDefault="00557788" w:rsidP="00557788">
      <w:r>
        <w:t>223.3668</w:t>
      </w:r>
      <w:r>
        <w:tab/>
        <w:t>2.025e0</w:t>
      </w:r>
    </w:p>
    <w:p w:rsidR="00557788" w:rsidRDefault="00557788" w:rsidP="00557788">
      <w:r>
        <w:t>223.3687</w:t>
      </w:r>
      <w:r>
        <w:tab/>
        <w:t>2.025e0</w:t>
      </w:r>
    </w:p>
    <w:p w:rsidR="00557788" w:rsidRDefault="00557788" w:rsidP="00557788">
      <w:r>
        <w:t>223.3706</w:t>
      </w:r>
      <w:r>
        <w:tab/>
        <w:t>2.025e0</w:t>
      </w:r>
    </w:p>
    <w:p w:rsidR="00557788" w:rsidRDefault="00557788" w:rsidP="00557788">
      <w:r>
        <w:t>223.3804</w:t>
      </w:r>
      <w:r>
        <w:tab/>
        <w:t>1.013e0</w:t>
      </w:r>
    </w:p>
    <w:p w:rsidR="00557788" w:rsidRDefault="00557788" w:rsidP="00557788">
      <w:r>
        <w:t>223.3888</w:t>
      </w:r>
      <w:r>
        <w:tab/>
        <w:t>2.025e0</w:t>
      </w:r>
    </w:p>
    <w:p w:rsidR="00557788" w:rsidRDefault="00557788" w:rsidP="00557788">
      <w:r>
        <w:t>223.3931</w:t>
      </w:r>
      <w:r>
        <w:tab/>
        <w:t>2.532e-2</w:t>
      </w:r>
    </w:p>
    <w:p w:rsidR="00557788" w:rsidRDefault="00557788" w:rsidP="00557788">
      <w:r>
        <w:t>223.4015</w:t>
      </w:r>
      <w:r>
        <w:tab/>
        <w:t>1.266e-2</w:t>
      </w:r>
    </w:p>
    <w:p w:rsidR="00557788" w:rsidRDefault="00557788" w:rsidP="00557788">
      <w:r>
        <w:t>223.4140</w:t>
      </w:r>
      <w:r>
        <w:tab/>
        <w:t>3.607e0</w:t>
      </w:r>
    </w:p>
    <w:p w:rsidR="00557788" w:rsidRDefault="00557788" w:rsidP="00557788">
      <w:r>
        <w:t>223.4170</w:t>
      </w:r>
      <w:r>
        <w:tab/>
        <w:t>3.038e0</w:t>
      </w:r>
    </w:p>
    <w:p w:rsidR="00557788" w:rsidRDefault="00557788" w:rsidP="00557788">
      <w:r>
        <w:t>223.4208</w:t>
      </w:r>
      <w:r>
        <w:tab/>
        <w:t>1.266e-2</w:t>
      </w:r>
    </w:p>
    <w:p w:rsidR="00557788" w:rsidRDefault="00557788" w:rsidP="00557788">
      <w:r>
        <w:t>223.4247</w:t>
      </w:r>
      <w:r>
        <w:tab/>
        <w:t>1.013e0</w:t>
      </w:r>
    </w:p>
    <w:p w:rsidR="00557788" w:rsidRDefault="00557788" w:rsidP="00557788">
      <w:r>
        <w:t>223.4414</w:t>
      </w:r>
      <w:r>
        <w:tab/>
        <w:t>3.798e-2</w:t>
      </w:r>
    </w:p>
    <w:p w:rsidR="00557788" w:rsidRDefault="00557788" w:rsidP="00557788">
      <w:r>
        <w:t>223.4479</w:t>
      </w:r>
      <w:r>
        <w:tab/>
        <w:t>1.013e0</w:t>
      </w:r>
    </w:p>
    <w:p w:rsidR="00557788" w:rsidRDefault="00557788" w:rsidP="00557788">
      <w:r>
        <w:t>223.4512</w:t>
      </w:r>
      <w:r>
        <w:tab/>
        <w:t>3.367e0</w:t>
      </w:r>
    </w:p>
    <w:p w:rsidR="00557788" w:rsidRDefault="00557788" w:rsidP="00557788">
      <w:r>
        <w:t>223.4708</w:t>
      </w:r>
      <w:r>
        <w:tab/>
        <w:t>2.025e0</w:t>
      </w:r>
    </w:p>
    <w:p w:rsidR="00557788" w:rsidRDefault="00557788" w:rsidP="00557788">
      <w:r>
        <w:t>223.4769</w:t>
      </w:r>
      <w:r>
        <w:tab/>
        <w:t>1.038e0</w:t>
      </w:r>
    </w:p>
    <w:p w:rsidR="00557788" w:rsidRDefault="00557788" w:rsidP="00557788">
      <w:r>
        <w:lastRenderedPageBreak/>
        <w:t>223.4850</w:t>
      </w:r>
      <w:r>
        <w:tab/>
        <w:t>2.076e0</w:t>
      </w:r>
    </w:p>
    <w:p w:rsidR="00557788" w:rsidRDefault="00557788" w:rsidP="00557788">
      <w:r>
        <w:t>223.4860</w:t>
      </w:r>
      <w:r>
        <w:tab/>
        <w:t>4.051e0</w:t>
      </w:r>
    </w:p>
    <w:p w:rsidR="00557788" w:rsidRDefault="00557788" w:rsidP="00557788">
      <w:r>
        <w:t>223.5038</w:t>
      </w:r>
      <w:r>
        <w:tab/>
        <w:t>1.013e0</w:t>
      </w:r>
    </w:p>
    <w:p w:rsidR="00557788" w:rsidRDefault="00557788" w:rsidP="00557788">
      <w:r>
        <w:t>223.5114</w:t>
      </w:r>
      <w:r>
        <w:tab/>
        <w:t>1.013e0</w:t>
      </w:r>
    </w:p>
    <w:p w:rsidR="00557788" w:rsidRDefault="00557788" w:rsidP="00557788">
      <w:r>
        <w:t>223.5158</w:t>
      </w:r>
      <w:r>
        <w:tab/>
        <w:t>1.051e0</w:t>
      </w:r>
    </w:p>
    <w:p w:rsidR="00557788" w:rsidRDefault="00557788" w:rsidP="00557788">
      <w:r>
        <w:t>223.5240</w:t>
      </w:r>
      <w:r>
        <w:tab/>
        <w:t>1.013e0</w:t>
      </w:r>
    </w:p>
    <w:p w:rsidR="00557788" w:rsidRDefault="00557788" w:rsidP="00557788">
      <w:r>
        <w:t>223.5282</w:t>
      </w:r>
      <w:r>
        <w:tab/>
        <w:t>1.013e0</w:t>
      </w:r>
    </w:p>
    <w:p w:rsidR="00557788" w:rsidRDefault="00557788" w:rsidP="00557788">
      <w:r>
        <w:t>223.5455</w:t>
      </w:r>
      <w:r>
        <w:tab/>
        <w:t>3.038e0</w:t>
      </w:r>
    </w:p>
    <w:p w:rsidR="00557788" w:rsidRDefault="00557788" w:rsidP="00557788">
      <w:r>
        <w:t>223.5482</w:t>
      </w:r>
      <w:r>
        <w:tab/>
        <w:t>1.013e0</w:t>
      </w:r>
    </w:p>
    <w:p w:rsidR="00557788" w:rsidRDefault="00557788" w:rsidP="00557788">
      <w:r>
        <w:t>223.5520</w:t>
      </w:r>
      <w:r>
        <w:tab/>
        <w:t>1.013e0</w:t>
      </w:r>
    </w:p>
    <w:p w:rsidR="00557788" w:rsidRDefault="00557788" w:rsidP="00557788">
      <w:r>
        <w:t>223.5559</w:t>
      </w:r>
      <w:r>
        <w:tab/>
        <w:t>1.013e0</w:t>
      </w:r>
    </w:p>
    <w:p w:rsidR="00557788" w:rsidRDefault="00557788" w:rsidP="00557788">
      <w:r>
        <w:t>223.5723</w:t>
      </w:r>
      <w:r>
        <w:tab/>
        <w:t>3.038e0</w:t>
      </w:r>
    </w:p>
    <w:p w:rsidR="00557788" w:rsidRDefault="00557788" w:rsidP="00557788">
      <w:r>
        <w:t>223.5854</w:t>
      </w:r>
      <w:r>
        <w:tab/>
        <w:t>3.038e0</w:t>
      </w:r>
    </w:p>
    <w:p w:rsidR="00557788" w:rsidRDefault="00557788" w:rsidP="00557788">
      <w:r>
        <w:t>223.5947</w:t>
      </w:r>
      <w:r>
        <w:tab/>
        <w:t>6.076e0</w:t>
      </w:r>
    </w:p>
    <w:p w:rsidR="00557788" w:rsidRDefault="00557788" w:rsidP="00557788">
      <w:r>
        <w:t>223.5958</w:t>
      </w:r>
      <w:r>
        <w:tab/>
        <w:t>1.013e0</w:t>
      </w:r>
    </w:p>
    <w:p w:rsidR="00557788" w:rsidRDefault="00557788" w:rsidP="00557788">
      <w:r>
        <w:t>223.6124</w:t>
      </w:r>
      <w:r>
        <w:tab/>
        <w:t>3.038e0</w:t>
      </w:r>
    </w:p>
    <w:p w:rsidR="00557788" w:rsidRDefault="00557788" w:rsidP="00557788">
      <w:r>
        <w:t>223.6196</w:t>
      </w:r>
      <w:r>
        <w:tab/>
        <w:t>3.798e-2</w:t>
      </w:r>
    </w:p>
    <w:p w:rsidR="00557788" w:rsidRDefault="00557788" w:rsidP="00557788">
      <w:r>
        <w:t>223.6269</w:t>
      </w:r>
      <w:r>
        <w:tab/>
        <w:t>6.797e0</w:t>
      </w:r>
    </w:p>
    <w:p w:rsidR="00557788" w:rsidRDefault="00557788" w:rsidP="00557788">
      <w:r>
        <w:t>223.6389</w:t>
      </w:r>
      <w:r>
        <w:tab/>
        <w:t>1.038e0</w:t>
      </w:r>
    </w:p>
    <w:p w:rsidR="00557788" w:rsidRDefault="00557788" w:rsidP="00557788">
      <w:r>
        <w:lastRenderedPageBreak/>
        <w:t>223.6498</w:t>
      </w:r>
      <w:r>
        <w:tab/>
        <w:t>4.063e0</w:t>
      </w:r>
    </w:p>
    <w:p w:rsidR="00557788" w:rsidRDefault="00557788" w:rsidP="00557788">
      <w:r>
        <w:t>223.6612</w:t>
      </w:r>
      <w:r>
        <w:tab/>
        <w:t>2.025e0</w:t>
      </w:r>
    </w:p>
    <w:p w:rsidR="00557788" w:rsidRDefault="00557788" w:rsidP="00557788">
      <w:r>
        <w:t>223.6714</w:t>
      </w:r>
      <w:r>
        <w:tab/>
        <w:t>2.532e-2</w:t>
      </w:r>
    </w:p>
    <w:p w:rsidR="00557788" w:rsidRDefault="00557788" w:rsidP="00557788">
      <w:r>
        <w:t>223.6768</w:t>
      </w:r>
      <w:r>
        <w:tab/>
        <w:t>1.515e0</w:t>
      </w:r>
    </w:p>
    <w:p w:rsidR="00557788" w:rsidRDefault="00557788" w:rsidP="00557788">
      <w:r>
        <w:t>223.6795</w:t>
      </w:r>
      <w:r>
        <w:tab/>
        <w:t>2.025e0</w:t>
      </w:r>
    </w:p>
    <w:p w:rsidR="00557788" w:rsidRDefault="00557788" w:rsidP="00557788">
      <w:r>
        <w:t>223.7052</w:t>
      </w:r>
      <w:r>
        <w:tab/>
        <w:t>2.051e0</w:t>
      </w:r>
    </w:p>
    <w:p w:rsidR="00557788" w:rsidRDefault="00557788" w:rsidP="00557788">
      <w:r>
        <w:t>223.7069</w:t>
      </w:r>
      <w:r>
        <w:tab/>
        <w:t>6.089e0</w:t>
      </w:r>
    </w:p>
    <w:p w:rsidR="00557788" w:rsidRDefault="00557788" w:rsidP="00557788">
      <w:r>
        <w:t>223.7136</w:t>
      </w:r>
      <w:r>
        <w:tab/>
        <w:t>3.038e0</w:t>
      </w:r>
    </w:p>
    <w:p w:rsidR="00557788" w:rsidRDefault="00557788" w:rsidP="00557788">
      <w:r>
        <w:t>223.7196</w:t>
      </w:r>
      <w:r>
        <w:tab/>
        <w:t>2.025e0</w:t>
      </w:r>
    </w:p>
    <w:p w:rsidR="00557788" w:rsidRDefault="00557788" w:rsidP="00557788">
      <w:r>
        <w:t>223.7225</w:t>
      </w:r>
      <w:r>
        <w:tab/>
        <w:t>1.266e-2</w:t>
      </w:r>
    </w:p>
    <w:p w:rsidR="00557788" w:rsidRDefault="00557788" w:rsidP="00557788">
      <w:r>
        <w:t>223.7270</w:t>
      </w:r>
      <w:r>
        <w:tab/>
        <w:t>3.038e0</w:t>
      </w:r>
    </w:p>
    <w:p w:rsidR="00557788" w:rsidRDefault="00557788" w:rsidP="00557788">
      <w:r>
        <w:t>223.7394</w:t>
      </w:r>
      <w:r>
        <w:tab/>
        <w:t>1.013e0</w:t>
      </w:r>
    </w:p>
    <w:p w:rsidR="00557788" w:rsidRDefault="00557788" w:rsidP="00557788">
      <w:r>
        <w:t>223.7624</w:t>
      </w:r>
      <w:r>
        <w:tab/>
        <w:t>1.038e0</w:t>
      </w:r>
    </w:p>
    <w:p w:rsidR="00557788" w:rsidRDefault="00557788" w:rsidP="00557788">
      <w:r>
        <w:t>223.7663</w:t>
      </w:r>
      <w:r>
        <w:tab/>
        <w:t>1.013e0</w:t>
      </w:r>
    </w:p>
    <w:p w:rsidR="00557788" w:rsidRDefault="00557788" w:rsidP="00557788">
      <w:r>
        <w:t>223.7760</w:t>
      </w:r>
      <w:r>
        <w:tab/>
        <w:t>2.025e0</w:t>
      </w:r>
    </w:p>
    <w:p w:rsidR="00557788" w:rsidRDefault="00557788" w:rsidP="00557788">
      <w:r>
        <w:t>223.7902</w:t>
      </w:r>
      <w:r>
        <w:tab/>
        <w:t>1.266e-2</w:t>
      </w:r>
    </w:p>
    <w:p w:rsidR="00557788" w:rsidRDefault="00557788" w:rsidP="00557788">
      <w:r>
        <w:t>223.7972</w:t>
      </w:r>
      <w:r>
        <w:tab/>
        <w:t>3.038e0</w:t>
      </w:r>
    </w:p>
    <w:p w:rsidR="00557788" w:rsidRDefault="00557788" w:rsidP="00557788">
      <w:r>
        <w:t>223.8075</w:t>
      </w:r>
      <w:r>
        <w:tab/>
        <w:t>1.084e0</w:t>
      </w:r>
    </w:p>
    <w:p w:rsidR="00557788" w:rsidRDefault="00557788" w:rsidP="00557788">
      <w:r>
        <w:t>223.8085</w:t>
      </w:r>
      <w:r>
        <w:tab/>
        <w:t>2.532e-2</w:t>
      </w:r>
    </w:p>
    <w:p w:rsidR="00557788" w:rsidRDefault="00557788" w:rsidP="00557788">
      <w:r>
        <w:lastRenderedPageBreak/>
        <w:t>223.8146</w:t>
      </w:r>
      <w:r>
        <w:tab/>
        <w:t>5.076e0</w:t>
      </w:r>
    </w:p>
    <w:p w:rsidR="00557788" w:rsidRDefault="00557788" w:rsidP="00557788">
      <w:r>
        <w:t>223.8230</w:t>
      </w:r>
      <w:r>
        <w:tab/>
        <w:t>4.051e0</w:t>
      </w:r>
    </w:p>
    <w:p w:rsidR="00557788" w:rsidRDefault="00557788" w:rsidP="00557788">
      <w:r>
        <w:t>223.8376</w:t>
      </w:r>
      <w:r>
        <w:tab/>
        <w:t>2.025e0</w:t>
      </w:r>
    </w:p>
    <w:p w:rsidR="00557788" w:rsidRDefault="00557788" w:rsidP="00557788">
      <w:r>
        <w:t>223.8391</w:t>
      </w:r>
      <w:r>
        <w:tab/>
        <w:t>4.051e0</w:t>
      </w:r>
    </w:p>
    <w:p w:rsidR="00557788" w:rsidRDefault="00557788" w:rsidP="00557788">
      <w:r>
        <w:t>223.8488</w:t>
      </w:r>
      <w:r>
        <w:tab/>
        <w:t>3.798e-2</w:t>
      </w:r>
    </w:p>
    <w:p w:rsidR="00557788" w:rsidRDefault="00557788" w:rsidP="00557788">
      <w:r>
        <w:t>223.8579</w:t>
      </w:r>
      <w:r>
        <w:tab/>
        <w:t>3.076e0</w:t>
      </w:r>
    </w:p>
    <w:p w:rsidR="00557788" w:rsidRDefault="00557788" w:rsidP="00557788">
      <w:r>
        <w:t>223.8783</w:t>
      </w:r>
      <w:r>
        <w:tab/>
        <w:t>1.013e0</w:t>
      </w:r>
    </w:p>
    <w:p w:rsidR="00557788" w:rsidRDefault="00557788" w:rsidP="00557788">
      <w:r>
        <w:t>223.8821</w:t>
      </w:r>
      <w:r>
        <w:tab/>
        <w:t>1.013e0</w:t>
      </w:r>
    </w:p>
    <w:p w:rsidR="00557788" w:rsidRDefault="00557788" w:rsidP="00557788">
      <w:r>
        <w:t>223.8859</w:t>
      </w:r>
      <w:r>
        <w:tab/>
        <w:t>1.013e0</w:t>
      </w:r>
    </w:p>
    <w:p w:rsidR="00557788" w:rsidRDefault="00557788" w:rsidP="00557788">
      <w:r>
        <w:t>223.8976</w:t>
      </w:r>
      <w:r>
        <w:tab/>
        <w:t>1.013e0</w:t>
      </w:r>
    </w:p>
    <w:p w:rsidR="00557788" w:rsidRDefault="00557788" w:rsidP="00557788">
      <w:r>
        <w:t>223.9014</w:t>
      </w:r>
      <w:r>
        <w:tab/>
        <w:t>1.013e0</w:t>
      </w:r>
    </w:p>
    <w:p w:rsidR="00557788" w:rsidRDefault="00557788" w:rsidP="00557788">
      <w:r>
        <w:t>223.9068</w:t>
      </w:r>
      <w:r>
        <w:tab/>
        <w:t>6.076e0</w:t>
      </w:r>
    </w:p>
    <w:p w:rsidR="00557788" w:rsidRDefault="00557788" w:rsidP="00557788">
      <w:r>
        <w:t>223.9090</w:t>
      </w:r>
      <w:r>
        <w:tab/>
        <w:t>2.532e-2</w:t>
      </w:r>
    </w:p>
    <w:p w:rsidR="00557788" w:rsidRDefault="00557788" w:rsidP="00557788">
      <w:r>
        <w:t>223.9255</w:t>
      </w:r>
      <w:r>
        <w:tab/>
        <w:t>1.013e0</w:t>
      </w:r>
    </w:p>
    <w:p w:rsidR="00557788" w:rsidRDefault="00557788" w:rsidP="00557788">
      <w:r>
        <w:t>223.9297</w:t>
      </w:r>
      <w:r>
        <w:tab/>
        <w:t>1.266e-2</w:t>
      </w:r>
    </w:p>
    <w:p w:rsidR="00557788" w:rsidRDefault="00557788" w:rsidP="00557788">
      <w:r>
        <w:t>223.9340</w:t>
      </w:r>
      <w:r>
        <w:tab/>
        <w:t>2.025e0</w:t>
      </w:r>
    </w:p>
    <w:p w:rsidR="00557788" w:rsidRDefault="00557788" w:rsidP="00557788">
      <w:r>
        <w:t>223.9380</w:t>
      </w:r>
      <w:r>
        <w:tab/>
        <w:t>3.012e0</w:t>
      </w:r>
    </w:p>
    <w:p w:rsidR="00557788" w:rsidRDefault="00557788" w:rsidP="00557788">
      <w:r>
        <w:t>223.9421</w:t>
      </w:r>
      <w:r>
        <w:tab/>
        <w:t>1.013e0</w:t>
      </w:r>
    </w:p>
    <w:p w:rsidR="00557788" w:rsidRDefault="00557788" w:rsidP="00557788">
      <w:r>
        <w:t>224.0645</w:t>
      </w:r>
      <w:r>
        <w:tab/>
        <w:t>3.174e-1</w:t>
      </w:r>
    </w:p>
    <w:p w:rsidR="00557788" w:rsidRDefault="00557788" w:rsidP="00557788">
      <w:r>
        <w:lastRenderedPageBreak/>
        <w:t>224.0668</w:t>
      </w:r>
      <w:r>
        <w:tab/>
        <w:t>4.602e0</w:t>
      </w:r>
    </w:p>
    <w:p w:rsidR="00557788" w:rsidRDefault="00557788" w:rsidP="00557788">
      <w:r>
        <w:t>224.0864</w:t>
      </w:r>
      <w:r>
        <w:tab/>
        <w:t>7.746e0</w:t>
      </w:r>
    </w:p>
    <w:p w:rsidR="00557788" w:rsidRDefault="00557788" w:rsidP="00557788">
      <w:r>
        <w:t>224.1001</w:t>
      </w:r>
      <w:r>
        <w:tab/>
        <w:t>9.985e0</w:t>
      </w:r>
    </w:p>
    <w:p w:rsidR="00557788" w:rsidRDefault="00557788" w:rsidP="00557788">
      <w:r>
        <w:t>224.1018</w:t>
      </w:r>
      <w:r>
        <w:tab/>
        <w:t>5.415e0</w:t>
      </w:r>
    </w:p>
    <w:p w:rsidR="00557788" w:rsidRDefault="00557788" w:rsidP="00557788">
      <w:r>
        <w:t>224.1168</w:t>
      </w:r>
      <w:r>
        <w:tab/>
        <w:t>1.572e0</w:t>
      </w:r>
    </w:p>
    <w:p w:rsidR="00557788" w:rsidRDefault="00557788" w:rsidP="00557788">
      <w:r>
        <w:t>224.1279</w:t>
      </w:r>
      <w:r>
        <w:tab/>
        <w:t>1.018e1</w:t>
      </w:r>
    </w:p>
    <w:p w:rsidR="00557788" w:rsidRDefault="00557788" w:rsidP="00557788">
      <w:r>
        <w:t>224.1428</w:t>
      </w:r>
      <w:r>
        <w:tab/>
        <w:t>1.975e0</w:t>
      </w:r>
    </w:p>
    <w:p w:rsidR="00557788" w:rsidRDefault="00557788" w:rsidP="00557788">
      <w:r>
        <w:t>224.1521</w:t>
      </w:r>
      <w:r>
        <w:tab/>
        <w:t>2.264e0</w:t>
      </w:r>
    </w:p>
    <w:p w:rsidR="00557788" w:rsidRDefault="00557788" w:rsidP="00557788">
      <w:r>
        <w:t>224.1596</w:t>
      </w:r>
      <w:r>
        <w:tab/>
        <w:t>8.254e0</w:t>
      </w:r>
    </w:p>
    <w:p w:rsidR="00557788" w:rsidRDefault="00557788" w:rsidP="00557788">
      <w:r>
        <w:t>224.1677</w:t>
      </w:r>
      <w:r>
        <w:tab/>
        <w:t>3.153e0</w:t>
      </w:r>
    </w:p>
    <w:p w:rsidR="00557788" w:rsidRDefault="00557788" w:rsidP="00557788">
      <w:r>
        <w:t>224.1734</w:t>
      </w:r>
      <w:r>
        <w:tab/>
        <w:t>5.904e0</w:t>
      </w:r>
    </w:p>
    <w:p w:rsidR="00557788" w:rsidRDefault="00557788" w:rsidP="00557788">
      <w:r>
        <w:t>224.1745</w:t>
      </w:r>
      <w:r>
        <w:tab/>
        <w:t>2.316e0</w:t>
      </w:r>
    </w:p>
    <w:p w:rsidR="00557788" w:rsidRDefault="00557788" w:rsidP="00557788">
      <w:r>
        <w:t>224.1966</w:t>
      </w:r>
      <w:r>
        <w:tab/>
        <w:t>3.480e0</w:t>
      </w:r>
    </w:p>
    <w:p w:rsidR="00557788" w:rsidRDefault="00557788" w:rsidP="00557788">
      <w:r>
        <w:t>224.2009</w:t>
      </w:r>
      <w:r>
        <w:tab/>
        <w:t>3.869e0</w:t>
      </w:r>
    </w:p>
    <w:p w:rsidR="00557788" w:rsidRDefault="00557788" w:rsidP="00557788">
      <w:r>
        <w:t>224.2071</w:t>
      </w:r>
      <w:r>
        <w:tab/>
        <w:t>2.763e0</w:t>
      </w:r>
    </w:p>
    <w:p w:rsidR="00557788" w:rsidRDefault="00557788" w:rsidP="00557788">
      <w:r>
        <w:t>224.2093</w:t>
      </w:r>
      <w:r>
        <w:tab/>
        <w:t>1.017e1</w:t>
      </w:r>
    </w:p>
    <w:p w:rsidR="00557788" w:rsidRDefault="00557788" w:rsidP="00557788">
      <w:r>
        <w:t>224.2115</w:t>
      </w:r>
      <w:r>
        <w:tab/>
        <w:t>3.492e0</w:t>
      </w:r>
    </w:p>
    <w:p w:rsidR="00557788" w:rsidRDefault="00557788" w:rsidP="00557788">
      <w:r>
        <w:t>224.2278</w:t>
      </w:r>
      <w:r>
        <w:tab/>
        <w:t>1.013e0</w:t>
      </w:r>
    </w:p>
    <w:p w:rsidR="00557788" w:rsidRDefault="00557788" w:rsidP="00557788">
      <w:r>
        <w:t>224.2356</w:t>
      </w:r>
      <w:r>
        <w:tab/>
        <w:t>2.089e0</w:t>
      </w:r>
    </w:p>
    <w:p w:rsidR="00557788" w:rsidRDefault="00557788" w:rsidP="00557788">
      <w:r>
        <w:lastRenderedPageBreak/>
        <w:t>224.2396</w:t>
      </w:r>
      <w:r>
        <w:tab/>
        <w:t>3.038e0</w:t>
      </w:r>
    </w:p>
    <w:p w:rsidR="00557788" w:rsidRDefault="00557788" w:rsidP="00557788">
      <w:r>
        <w:t>224.2430</w:t>
      </w:r>
      <w:r>
        <w:tab/>
        <w:t>1.266e-2</w:t>
      </w:r>
    </w:p>
    <w:p w:rsidR="00557788" w:rsidRDefault="00557788" w:rsidP="00557788">
      <w:r>
        <w:t>224.2514</w:t>
      </w:r>
      <w:r>
        <w:tab/>
        <w:t>1.013e0</w:t>
      </w:r>
    </w:p>
    <w:p w:rsidR="00557788" w:rsidRDefault="00557788" w:rsidP="00557788">
      <w:r>
        <w:t>224.2781</w:t>
      </w:r>
      <w:r>
        <w:tab/>
        <w:t>2.025e0</w:t>
      </w:r>
    </w:p>
    <w:p w:rsidR="00557788" w:rsidRDefault="00557788" w:rsidP="00557788">
      <w:r>
        <w:t>224.2838</w:t>
      </w:r>
      <w:r>
        <w:tab/>
        <w:t>1.013e0</w:t>
      </w:r>
    </w:p>
    <w:p w:rsidR="00557788" w:rsidRDefault="00557788" w:rsidP="00557788">
      <w:r>
        <w:t>224.2867</w:t>
      </w:r>
      <w:r>
        <w:tab/>
        <w:t>1.116e1</w:t>
      </w:r>
    </w:p>
    <w:p w:rsidR="00557788" w:rsidRDefault="00557788" w:rsidP="00557788">
      <w:r>
        <w:t>224.3089</w:t>
      </w:r>
      <w:r>
        <w:tab/>
        <w:t>3.038e0</w:t>
      </w:r>
    </w:p>
    <w:p w:rsidR="00557788" w:rsidRDefault="00557788" w:rsidP="00557788">
      <w:r>
        <w:t>224.3101</w:t>
      </w:r>
      <w:r>
        <w:tab/>
        <w:t>4.051e0</w:t>
      </w:r>
    </w:p>
    <w:p w:rsidR="00557788" w:rsidRDefault="00557788" w:rsidP="00557788">
      <w:r>
        <w:t>224.3173</w:t>
      </w:r>
      <w:r>
        <w:tab/>
        <w:t>3.185e0</w:t>
      </w:r>
    </w:p>
    <w:p w:rsidR="00557788" w:rsidRDefault="00557788" w:rsidP="00557788">
      <w:r>
        <w:t>224.3277</w:t>
      </w:r>
      <w:r>
        <w:tab/>
        <w:t>2.532e-2</w:t>
      </w:r>
    </w:p>
    <w:p w:rsidR="00557788" w:rsidRDefault="00557788" w:rsidP="00557788">
      <w:r>
        <w:t>224.3295</w:t>
      </w:r>
      <w:r>
        <w:tab/>
        <w:t>7.089e0</w:t>
      </w:r>
    </w:p>
    <w:p w:rsidR="00557788" w:rsidRDefault="00557788" w:rsidP="00557788">
      <w:r>
        <w:t>224.3344</w:t>
      </w:r>
      <w:r>
        <w:tab/>
        <w:t>3.038e0</w:t>
      </w:r>
    </w:p>
    <w:p w:rsidR="00557788" w:rsidRDefault="00557788" w:rsidP="00557788">
      <w:r>
        <w:t>224.3399</w:t>
      </w:r>
      <w:r>
        <w:tab/>
        <w:t>1.266e-2</w:t>
      </w:r>
    </w:p>
    <w:p w:rsidR="00557788" w:rsidRDefault="00557788" w:rsidP="00557788">
      <w:r>
        <w:t>224.3423</w:t>
      </w:r>
      <w:r>
        <w:tab/>
        <w:t>4.051e0</w:t>
      </w:r>
    </w:p>
    <w:p w:rsidR="00557788" w:rsidRDefault="00557788" w:rsidP="00557788">
      <w:r>
        <w:t>224.3437</w:t>
      </w:r>
      <w:r>
        <w:tab/>
        <w:t>2.025e0</w:t>
      </w:r>
    </w:p>
    <w:p w:rsidR="00557788" w:rsidRDefault="00557788" w:rsidP="00557788">
      <w:r>
        <w:t>224.3533</w:t>
      </w:r>
      <w:r>
        <w:tab/>
        <w:t>2.025e0</w:t>
      </w:r>
    </w:p>
    <w:p w:rsidR="00557788" w:rsidRDefault="00557788" w:rsidP="00557788">
      <w:r>
        <w:t>224.3595</w:t>
      </w:r>
      <w:r>
        <w:tab/>
        <w:t>3.598e0</w:t>
      </w:r>
    </w:p>
    <w:p w:rsidR="00557788" w:rsidRDefault="00557788" w:rsidP="00557788">
      <w:r>
        <w:t>224.3687</w:t>
      </w:r>
      <w:r>
        <w:tab/>
        <w:t>7.089e0</w:t>
      </w:r>
    </w:p>
    <w:p w:rsidR="00557788" w:rsidRDefault="00557788" w:rsidP="00557788">
      <w:r>
        <w:t>224.3700</w:t>
      </w:r>
      <w:r>
        <w:tab/>
        <w:t>4.051e0</w:t>
      </w:r>
    </w:p>
    <w:p w:rsidR="00557788" w:rsidRDefault="00557788" w:rsidP="00557788">
      <w:r>
        <w:lastRenderedPageBreak/>
        <w:t>224.4001</w:t>
      </w:r>
      <w:r>
        <w:tab/>
        <w:t>5.063e-2</w:t>
      </w:r>
    </w:p>
    <w:p w:rsidR="00557788" w:rsidRDefault="00557788" w:rsidP="00557788">
      <w:r>
        <w:t>224.4021</w:t>
      </w:r>
      <w:r>
        <w:tab/>
        <w:t>3.798e-2</w:t>
      </w:r>
    </w:p>
    <w:p w:rsidR="00557788" w:rsidRDefault="00557788" w:rsidP="00557788">
      <w:r>
        <w:t>224.4143</w:t>
      </w:r>
      <w:r>
        <w:tab/>
        <w:t>3.038e0</w:t>
      </w:r>
    </w:p>
    <w:p w:rsidR="00557788" w:rsidRDefault="00557788" w:rsidP="00557788">
      <w:r>
        <w:t>224.4160</w:t>
      </w:r>
      <w:r>
        <w:tab/>
        <w:t>3.038e0</w:t>
      </w:r>
    </w:p>
    <w:p w:rsidR="00557788" w:rsidRDefault="00557788" w:rsidP="00557788">
      <w:r>
        <w:t>224.4209</w:t>
      </w:r>
      <w:r>
        <w:tab/>
        <w:t>2.025e0</w:t>
      </w:r>
    </w:p>
    <w:p w:rsidR="00557788" w:rsidRDefault="00557788" w:rsidP="00557788">
      <w:r>
        <w:t>224.4420</w:t>
      </w:r>
      <w:r>
        <w:tab/>
        <w:t>5.076e0</w:t>
      </w:r>
    </w:p>
    <w:p w:rsidR="00557788" w:rsidRDefault="00557788" w:rsidP="00557788">
      <w:r>
        <w:t>224.4476</w:t>
      </w:r>
      <w:r>
        <w:tab/>
        <w:t>2.025e0</w:t>
      </w:r>
    </w:p>
    <w:p w:rsidR="00557788" w:rsidRDefault="00557788" w:rsidP="00557788">
      <w:r>
        <w:t>224.4505</w:t>
      </w:r>
      <w:r>
        <w:tab/>
        <w:t>2.051e0</w:t>
      </w:r>
    </w:p>
    <w:p w:rsidR="00557788" w:rsidRDefault="00557788" w:rsidP="00557788">
      <w:r>
        <w:t>224.4548</w:t>
      </w:r>
      <w:r>
        <w:tab/>
        <w:t>1.013e0</w:t>
      </w:r>
    </w:p>
    <w:p w:rsidR="00557788" w:rsidRDefault="00557788" w:rsidP="00557788">
      <w:r>
        <w:t>224.4785</w:t>
      </w:r>
      <w:r>
        <w:tab/>
        <w:t>4.051e0</w:t>
      </w:r>
    </w:p>
    <w:p w:rsidR="00557788" w:rsidRDefault="00557788" w:rsidP="00557788">
      <w:r>
        <w:t>224.4828</w:t>
      </w:r>
      <w:r>
        <w:tab/>
        <w:t>1.038e0</w:t>
      </w:r>
    </w:p>
    <w:p w:rsidR="00557788" w:rsidRDefault="00557788" w:rsidP="00557788">
      <w:r>
        <w:t>224.4962</w:t>
      </w:r>
      <w:r>
        <w:tab/>
        <w:t>2.025e0</w:t>
      </w:r>
    </w:p>
    <w:p w:rsidR="00557788" w:rsidRDefault="00557788" w:rsidP="00557788">
      <w:r>
        <w:t>224.5038</w:t>
      </w:r>
      <w:r>
        <w:tab/>
        <w:t>4.062e0</w:t>
      </w:r>
    </w:p>
    <w:p w:rsidR="00557788" w:rsidRDefault="00557788" w:rsidP="00557788">
      <w:r>
        <w:t>224.5061</w:t>
      </w:r>
      <w:r>
        <w:tab/>
        <w:t>2.025e0</w:t>
      </w:r>
    </w:p>
    <w:p w:rsidR="00557788" w:rsidRDefault="00557788" w:rsidP="00557788">
      <w:r>
        <w:t>224.5175</w:t>
      </w:r>
      <w:r>
        <w:tab/>
        <w:t>5.063e0</w:t>
      </w:r>
    </w:p>
    <w:p w:rsidR="00557788" w:rsidRDefault="00557788" w:rsidP="00557788">
      <w:r>
        <w:t>224.5273</w:t>
      </w:r>
      <w:r>
        <w:tab/>
        <w:t>5.076e0</w:t>
      </w:r>
    </w:p>
    <w:p w:rsidR="00557788" w:rsidRDefault="00557788" w:rsidP="00557788">
      <w:r>
        <w:t>224.5326</w:t>
      </w:r>
      <w:r>
        <w:tab/>
        <w:t>3.117e0</w:t>
      </w:r>
    </w:p>
    <w:p w:rsidR="00557788" w:rsidRDefault="00557788" w:rsidP="00557788">
      <w:r>
        <w:t>224.5343</w:t>
      </w:r>
      <w:r>
        <w:tab/>
        <w:t>4.051e0</w:t>
      </w:r>
    </w:p>
    <w:p w:rsidR="00557788" w:rsidRDefault="00557788" w:rsidP="00557788">
      <w:r>
        <w:t>224.5703</w:t>
      </w:r>
      <w:r>
        <w:tab/>
        <w:t>4.051e0</w:t>
      </w:r>
    </w:p>
    <w:p w:rsidR="00557788" w:rsidRDefault="00557788" w:rsidP="00557788">
      <w:r>
        <w:lastRenderedPageBreak/>
        <w:t>224.5735</w:t>
      </w:r>
      <w:r>
        <w:tab/>
        <w:t>1.266e-2</w:t>
      </w:r>
    </w:p>
    <w:p w:rsidR="00557788" w:rsidRDefault="00557788" w:rsidP="00557788">
      <w:r>
        <w:t>224.5895</w:t>
      </w:r>
      <w:r>
        <w:tab/>
        <w:t>2.025e0</w:t>
      </w:r>
    </w:p>
    <w:p w:rsidR="00557788" w:rsidRDefault="00557788" w:rsidP="00557788">
      <w:r>
        <w:t>224.5925</w:t>
      </w:r>
      <w:r>
        <w:tab/>
        <w:t>3.063e0</w:t>
      </w:r>
    </w:p>
    <w:p w:rsidR="00557788" w:rsidRDefault="00557788" w:rsidP="00557788">
      <w:r>
        <w:t>224.5985</w:t>
      </w:r>
      <w:r>
        <w:tab/>
        <w:t>2.025e0</w:t>
      </w:r>
    </w:p>
    <w:p w:rsidR="00557788" w:rsidRDefault="00557788" w:rsidP="00557788">
      <w:r>
        <w:t>224.6064</w:t>
      </w:r>
      <w:r>
        <w:tab/>
        <w:t>2.025e0</w:t>
      </w:r>
    </w:p>
    <w:p w:rsidR="00557788" w:rsidRDefault="00557788" w:rsidP="00557788">
      <w:r>
        <w:t>224.6090</w:t>
      </w:r>
      <w:r>
        <w:tab/>
        <w:t>8.139e0</w:t>
      </w:r>
    </w:p>
    <w:p w:rsidR="00557788" w:rsidRDefault="00557788" w:rsidP="00557788">
      <w:r>
        <w:t>224.6265</w:t>
      </w:r>
      <w:r>
        <w:tab/>
        <w:t>1.038e0</w:t>
      </w:r>
    </w:p>
    <w:p w:rsidR="00557788" w:rsidRDefault="00557788" w:rsidP="00557788">
      <w:r>
        <w:t>224.6296</w:t>
      </w:r>
      <w:r>
        <w:tab/>
        <w:t>2.532e-2</w:t>
      </w:r>
    </w:p>
    <w:p w:rsidR="00557788" w:rsidRDefault="00557788" w:rsidP="00557788">
      <w:r>
        <w:t>224.6318</w:t>
      </w:r>
      <w:r>
        <w:tab/>
        <w:t>6.076e0</w:t>
      </w:r>
    </w:p>
    <w:p w:rsidR="00557788" w:rsidRDefault="00557788" w:rsidP="00557788">
      <w:r>
        <w:t>224.6332</w:t>
      </w:r>
      <w:r>
        <w:tab/>
        <w:t>7.089e0</w:t>
      </w:r>
    </w:p>
    <w:p w:rsidR="00557788" w:rsidRDefault="00557788" w:rsidP="00557788">
      <w:r>
        <w:t>224.6551</w:t>
      </w:r>
      <w:r>
        <w:tab/>
        <w:t>3.038e0</w:t>
      </w:r>
    </w:p>
    <w:p w:rsidR="00557788" w:rsidRDefault="00557788" w:rsidP="00557788">
      <w:r>
        <w:t>224.6622</w:t>
      </w:r>
      <w:r>
        <w:tab/>
        <w:t>2.025e0</w:t>
      </w:r>
    </w:p>
    <w:p w:rsidR="00557788" w:rsidRDefault="00557788" w:rsidP="00557788">
      <w:r>
        <w:t>224.6675</w:t>
      </w:r>
      <w:r>
        <w:tab/>
        <w:t>1.038e0</w:t>
      </w:r>
    </w:p>
    <w:p w:rsidR="00557788" w:rsidRDefault="00557788" w:rsidP="00557788">
      <w:r>
        <w:t>224.6702</w:t>
      </w:r>
      <w:r>
        <w:tab/>
        <w:t>1.013e0</w:t>
      </w:r>
    </w:p>
    <w:p w:rsidR="00557788" w:rsidRDefault="00557788" w:rsidP="00557788">
      <w:r>
        <w:t>224.6751</w:t>
      </w:r>
      <w:r>
        <w:tab/>
        <w:t>3.038e0</w:t>
      </w:r>
    </w:p>
    <w:p w:rsidR="00557788" w:rsidRDefault="00557788" w:rsidP="00557788">
      <w:r>
        <w:t>224.6818</w:t>
      </w:r>
      <w:r>
        <w:tab/>
        <w:t>8.101e0</w:t>
      </w:r>
    </w:p>
    <w:p w:rsidR="00557788" w:rsidRDefault="00557788" w:rsidP="00557788">
      <w:r>
        <w:t>224.6950</w:t>
      </w:r>
      <w:r>
        <w:tab/>
        <w:t>9.114e0</w:t>
      </w:r>
    </w:p>
    <w:p w:rsidR="00557788" w:rsidRDefault="00557788" w:rsidP="00557788">
      <w:r>
        <w:t>224.7053</w:t>
      </w:r>
      <w:r>
        <w:tab/>
        <w:t>4.114e0</w:t>
      </w:r>
    </w:p>
    <w:p w:rsidR="00557788" w:rsidRDefault="00557788" w:rsidP="00557788">
      <w:r>
        <w:t>224.7135</w:t>
      </w:r>
      <w:r>
        <w:tab/>
        <w:t>1.266e-2</w:t>
      </w:r>
    </w:p>
    <w:p w:rsidR="00557788" w:rsidRDefault="00557788" w:rsidP="00557788">
      <w:r>
        <w:lastRenderedPageBreak/>
        <w:t>224.7156</w:t>
      </w:r>
      <w:r>
        <w:tab/>
        <w:t>3.038e0</w:t>
      </w:r>
    </w:p>
    <w:p w:rsidR="00557788" w:rsidRDefault="00557788" w:rsidP="00557788">
      <w:r>
        <w:t>224.7262</w:t>
      </w:r>
      <w:r>
        <w:tab/>
        <w:t>1.013e0</w:t>
      </w:r>
    </w:p>
    <w:p w:rsidR="00557788" w:rsidRDefault="00557788" w:rsidP="00557788">
      <w:r>
        <w:t>224.7341</w:t>
      </w:r>
      <w:r>
        <w:tab/>
        <w:t>3.038e0</w:t>
      </w:r>
    </w:p>
    <w:p w:rsidR="00557788" w:rsidRDefault="00557788" w:rsidP="00557788">
      <w:r>
        <w:t>224.7379</w:t>
      </w:r>
      <w:r>
        <w:tab/>
        <w:t>2.025e0</w:t>
      </w:r>
    </w:p>
    <w:p w:rsidR="00557788" w:rsidRDefault="00557788" w:rsidP="00557788">
      <w:r>
        <w:t>224.7533</w:t>
      </w:r>
      <w:r>
        <w:tab/>
        <w:t>1.013e0</w:t>
      </w:r>
    </w:p>
    <w:p w:rsidR="00557788" w:rsidRDefault="00557788" w:rsidP="00557788">
      <w:r>
        <w:t>224.7610</w:t>
      </w:r>
      <w:r>
        <w:tab/>
        <w:t>1.013e0</w:t>
      </w:r>
    </w:p>
    <w:p w:rsidR="00557788" w:rsidRDefault="00557788" w:rsidP="00557788">
      <w:r>
        <w:t>224.7742</w:t>
      </w:r>
      <w:r>
        <w:tab/>
        <w:t>2.532e-2</w:t>
      </w:r>
    </w:p>
    <w:p w:rsidR="00557788" w:rsidRDefault="00557788" w:rsidP="00557788">
      <w:r>
        <w:t>224.7818</w:t>
      </w:r>
      <w:r>
        <w:tab/>
        <w:t>3.038e0</w:t>
      </w:r>
    </w:p>
    <w:p w:rsidR="00557788" w:rsidRDefault="00557788" w:rsidP="00557788">
      <w:r>
        <w:t>224.7871</w:t>
      </w:r>
      <w:r>
        <w:tab/>
        <w:t>2.051e0</w:t>
      </w:r>
    </w:p>
    <w:p w:rsidR="00557788" w:rsidRDefault="00557788" w:rsidP="00557788">
      <w:r>
        <w:t>224.7941</w:t>
      </w:r>
      <w:r>
        <w:tab/>
        <w:t>7.984e-2</w:t>
      </w:r>
    </w:p>
    <w:p w:rsidR="00557788" w:rsidRDefault="00557788" w:rsidP="00557788">
      <w:r>
        <w:t>224.7999</w:t>
      </w:r>
      <w:r>
        <w:tab/>
        <w:t>5.493e-1</w:t>
      </w:r>
    </w:p>
    <w:p w:rsidR="00557788" w:rsidRDefault="00557788" w:rsidP="00557788">
      <w:r>
        <w:t>224.8017</w:t>
      </w:r>
      <w:r>
        <w:tab/>
        <w:t>3.798e-2</w:t>
      </w:r>
    </w:p>
    <w:p w:rsidR="00557788" w:rsidRDefault="00557788" w:rsidP="00557788">
      <w:r>
        <w:t>224.8238</w:t>
      </w:r>
      <w:r>
        <w:tab/>
        <w:t>3.038e0</w:t>
      </w:r>
    </w:p>
    <w:p w:rsidR="00557788" w:rsidRDefault="00557788" w:rsidP="00557788">
      <w:r>
        <w:t>224.8248</w:t>
      </w:r>
      <w:r>
        <w:tab/>
        <w:t>2.025e0</w:t>
      </w:r>
    </w:p>
    <w:p w:rsidR="00557788" w:rsidRDefault="00557788" w:rsidP="00557788">
      <w:r>
        <w:t>224.8307</w:t>
      </w:r>
      <w:r>
        <w:tab/>
        <w:t>2.532e-2</w:t>
      </w:r>
    </w:p>
    <w:p w:rsidR="00557788" w:rsidRDefault="00557788" w:rsidP="00557788">
      <w:r>
        <w:t>224.8365</w:t>
      </w:r>
      <w:r>
        <w:tab/>
        <w:t>1.266e-2</w:t>
      </w:r>
    </w:p>
    <w:p w:rsidR="00557788" w:rsidRDefault="00557788" w:rsidP="00557788">
      <w:r>
        <w:t>224.8411</w:t>
      </w:r>
      <w:r>
        <w:tab/>
        <w:t>2.025e0</w:t>
      </w:r>
    </w:p>
    <w:p w:rsidR="00557788" w:rsidRDefault="00557788" w:rsidP="00557788">
      <w:r>
        <w:t>224.8509</w:t>
      </w:r>
      <w:r>
        <w:tab/>
        <w:t>3.063e0</w:t>
      </w:r>
    </w:p>
    <w:p w:rsidR="00557788" w:rsidRDefault="00557788" w:rsidP="00557788">
      <w:r>
        <w:t>224.8655</w:t>
      </w:r>
      <w:r>
        <w:tab/>
        <w:t>1.266e-2</w:t>
      </w:r>
    </w:p>
    <w:p w:rsidR="00557788" w:rsidRDefault="00557788" w:rsidP="00557788">
      <w:r>
        <w:lastRenderedPageBreak/>
        <w:t>224.8675</w:t>
      </w:r>
      <w:r>
        <w:tab/>
        <w:t>2.532e-2</w:t>
      </w:r>
    </w:p>
    <w:p w:rsidR="00557788" w:rsidRDefault="00557788" w:rsidP="00557788">
      <w:r>
        <w:t>224.8732</w:t>
      </w:r>
      <w:r>
        <w:tab/>
        <w:t>1.025e0</w:t>
      </w:r>
    </w:p>
    <w:p w:rsidR="00557788" w:rsidRDefault="00557788" w:rsidP="00557788">
      <w:r>
        <w:t>224.8771</w:t>
      </w:r>
      <w:r>
        <w:tab/>
        <w:t>1.013e0</w:t>
      </w:r>
    </w:p>
    <w:p w:rsidR="00557788" w:rsidRDefault="00557788" w:rsidP="00557788">
      <w:r>
        <w:t>224.8790</w:t>
      </w:r>
      <w:r>
        <w:tab/>
        <w:t>2.025e0</w:t>
      </w:r>
    </w:p>
    <w:p w:rsidR="00557788" w:rsidRDefault="00557788" w:rsidP="00557788">
      <w:r>
        <w:t>224.9089</w:t>
      </w:r>
      <w:r>
        <w:tab/>
        <w:t>2.063e0</w:t>
      </w:r>
    </w:p>
    <w:p w:rsidR="00557788" w:rsidRDefault="00557788" w:rsidP="00557788">
      <w:r>
        <w:t>224.9118</w:t>
      </w:r>
      <w:r>
        <w:tab/>
        <w:t>3.038e0</w:t>
      </w:r>
    </w:p>
    <w:p w:rsidR="00557788" w:rsidRDefault="00557788" w:rsidP="00557788">
      <w:r>
        <w:t>224.9174</w:t>
      </w:r>
      <w:r>
        <w:tab/>
        <w:t>6.089e0</w:t>
      </w:r>
    </w:p>
    <w:p w:rsidR="00557788" w:rsidRDefault="00557788" w:rsidP="00557788">
      <w:r>
        <w:t>224.9313</w:t>
      </w:r>
      <w:r>
        <w:tab/>
        <w:t>2.025e0</w:t>
      </w:r>
    </w:p>
    <w:p w:rsidR="00557788" w:rsidRDefault="00557788" w:rsidP="00557788">
      <w:r>
        <w:t>224.9414</w:t>
      </w:r>
      <w:r>
        <w:tab/>
        <w:t>1.051e0</w:t>
      </w:r>
    </w:p>
    <w:p w:rsidR="00557788" w:rsidRDefault="00557788" w:rsidP="00557788">
      <w:r>
        <w:t>224.9424</w:t>
      </w:r>
      <w:r>
        <w:tab/>
        <w:t>4.051e0</w:t>
      </w:r>
    </w:p>
    <w:p w:rsidR="00557788" w:rsidRDefault="00557788" w:rsidP="00557788">
      <w:r>
        <w:t>224.9632</w:t>
      </w:r>
      <w:r>
        <w:tab/>
        <w:t>3.959e0</w:t>
      </w:r>
    </w:p>
    <w:p w:rsidR="00557788" w:rsidRDefault="00557788" w:rsidP="00557788">
      <w:r>
        <w:t>224.9777</w:t>
      </w:r>
      <w:r>
        <w:tab/>
        <w:t>6.239e0</w:t>
      </w:r>
    </w:p>
    <w:p w:rsidR="00557788" w:rsidRDefault="00557788" w:rsidP="00557788">
      <w:r>
        <w:t>224.9832</w:t>
      </w:r>
      <w:r>
        <w:tab/>
        <w:t>1.187e1</w:t>
      </w:r>
    </w:p>
    <w:p w:rsidR="00557788" w:rsidRDefault="00557788" w:rsidP="00557788">
      <w:r>
        <w:t>224.9898</w:t>
      </w:r>
      <w:r>
        <w:tab/>
        <w:t>1.556e1</w:t>
      </w:r>
    </w:p>
    <w:p w:rsidR="00557788" w:rsidRDefault="00557788" w:rsidP="00557788">
      <w:r>
        <w:t>224.9956</w:t>
      </w:r>
      <w:r>
        <w:tab/>
        <w:t>2.357e1</w:t>
      </w:r>
    </w:p>
    <w:p w:rsidR="00557788" w:rsidRDefault="00557788" w:rsidP="00557788">
      <w:r>
        <w:t>225.0176</w:t>
      </w:r>
      <w:r>
        <w:tab/>
        <w:t>4.455e1</w:t>
      </w:r>
    </w:p>
    <w:p w:rsidR="00557788" w:rsidRDefault="00557788" w:rsidP="00557788">
      <w:r>
        <w:t>225.0218</w:t>
      </w:r>
      <w:r>
        <w:tab/>
        <w:t>7.123e0</w:t>
      </w:r>
    </w:p>
    <w:p w:rsidR="00557788" w:rsidRDefault="00557788" w:rsidP="00557788">
      <w:r>
        <w:t>225.0486</w:t>
      </w:r>
      <w:r>
        <w:tab/>
        <w:t>4.303e0</w:t>
      </w:r>
    </w:p>
    <w:p w:rsidR="00557788" w:rsidRDefault="00557788" w:rsidP="00557788">
      <w:r>
        <w:t>225.0783</w:t>
      </w:r>
      <w:r>
        <w:tab/>
        <w:t>2.707e1</w:t>
      </w:r>
    </w:p>
    <w:p w:rsidR="00557788" w:rsidRDefault="00557788" w:rsidP="00557788">
      <w:r>
        <w:lastRenderedPageBreak/>
        <w:t>225.0928</w:t>
      </w:r>
      <w:r>
        <w:tab/>
        <w:t>1.458e1</w:t>
      </w:r>
    </w:p>
    <w:p w:rsidR="00557788" w:rsidRDefault="00557788" w:rsidP="00557788">
      <w:r>
        <w:t>225.1065</w:t>
      </w:r>
      <w:r>
        <w:tab/>
        <w:t>5.310e0</w:t>
      </w:r>
    </w:p>
    <w:p w:rsidR="00557788" w:rsidRDefault="00557788" w:rsidP="00557788">
      <w:r>
        <w:t>225.1266</w:t>
      </w:r>
      <w:r>
        <w:tab/>
        <w:t>1.826e0</w:t>
      </w:r>
    </w:p>
    <w:p w:rsidR="00557788" w:rsidRDefault="00557788" w:rsidP="00557788">
      <w:r>
        <w:t>225.1281</w:t>
      </w:r>
      <w:r>
        <w:tab/>
        <w:t>3.748e0</w:t>
      </w:r>
    </w:p>
    <w:p w:rsidR="00557788" w:rsidRDefault="00557788" w:rsidP="00557788">
      <w:r>
        <w:t>225.1332</w:t>
      </w:r>
      <w:r>
        <w:tab/>
        <w:t>2.188e0</w:t>
      </w:r>
    </w:p>
    <w:p w:rsidR="00557788" w:rsidRDefault="00557788" w:rsidP="00557788">
      <w:r>
        <w:t>225.1430</w:t>
      </w:r>
      <w:r>
        <w:tab/>
        <w:t>3.832e0</w:t>
      </w:r>
    </w:p>
    <w:p w:rsidR="00557788" w:rsidRDefault="00557788" w:rsidP="00557788">
      <w:r>
        <w:t>225.1468</w:t>
      </w:r>
      <w:r>
        <w:tab/>
        <w:t>1.137e0</w:t>
      </w:r>
    </w:p>
    <w:p w:rsidR="00557788" w:rsidRDefault="00557788" w:rsidP="00557788">
      <w:r>
        <w:t>225.1485</w:t>
      </w:r>
      <w:r>
        <w:tab/>
        <w:t>1.721e0</w:t>
      </w:r>
    </w:p>
    <w:p w:rsidR="00557788" w:rsidRDefault="00557788" w:rsidP="00557788">
      <w:r>
        <w:t>225.1501</w:t>
      </w:r>
      <w:r>
        <w:tab/>
        <w:t>1.047e0</w:t>
      </w:r>
    </w:p>
    <w:p w:rsidR="00557788" w:rsidRDefault="00557788" w:rsidP="00557788">
      <w:r>
        <w:t>225.1710</w:t>
      </w:r>
      <w:r>
        <w:tab/>
        <w:t>9.664e0</w:t>
      </w:r>
    </w:p>
    <w:p w:rsidR="00557788" w:rsidRDefault="00557788" w:rsidP="00557788">
      <w:r>
        <w:t>225.1875</w:t>
      </w:r>
      <w:r>
        <w:tab/>
        <w:t>4.124e0</w:t>
      </w:r>
    </w:p>
    <w:p w:rsidR="00557788" w:rsidRDefault="00557788" w:rsidP="00557788">
      <w:r>
        <w:t>225.1971</w:t>
      </w:r>
      <w:r>
        <w:tab/>
        <w:t>1.029e1</w:t>
      </w:r>
    </w:p>
    <w:p w:rsidR="00557788" w:rsidRDefault="00557788" w:rsidP="00557788">
      <w:r>
        <w:t>225.2202</w:t>
      </w:r>
      <w:r>
        <w:tab/>
        <w:t>6.768e0</w:t>
      </w:r>
    </w:p>
    <w:p w:rsidR="00557788" w:rsidRDefault="00557788" w:rsidP="00557788">
      <w:r>
        <w:t>225.2224</w:t>
      </w:r>
      <w:r>
        <w:tab/>
        <w:t>1.316e1</w:t>
      </w:r>
    </w:p>
    <w:p w:rsidR="00557788" w:rsidRDefault="00557788" w:rsidP="00557788">
      <w:r>
        <w:t>225.2245</w:t>
      </w:r>
      <w:r>
        <w:tab/>
        <w:t>4.051e0</w:t>
      </w:r>
    </w:p>
    <w:p w:rsidR="00557788" w:rsidRDefault="00557788" w:rsidP="00557788">
      <w:r>
        <w:t>225.2359</w:t>
      </w:r>
      <w:r>
        <w:tab/>
        <w:t>1.025e0</w:t>
      </w:r>
    </w:p>
    <w:p w:rsidR="00557788" w:rsidRDefault="00557788" w:rsidP="00557788">
      <w:r>
        <w:t>225.2469</w:t>
      </w:r>
      <w:r>
        <w:tab/>
        <w:t>3.038e0</w:t>
      </w:r>
    </w:p>
    <w:p w:rsidR="00557788" w:rsidRDefault="00557788" w:rsidP="00557788">
      <w:r>
        <w:t>225.2503</w:t>
      </w:r>
      <w:r>
        <w:tab/>
        <w:t>2.025e0</w:t>
      </w:r>
    </w:p>
    <w:p w:rsidR="00557788" w:rsidRDefault="00557788" w:rsidP="00557788">
      <w:r>
        <w:t>225.2564</w:t>
      </w:r>
      <w:r>
        <w:tab/>
        <w:t>8.066e0</w:t>
      </w:r>
    </w:p>
    <w:p w:rsidR="00557788" w:rsidRDefault="00557788" w:rsidP="00557788">
      <w:r>
        <w:lastRenderedPageBreak/>
        <w:t>225.2658</w:t>
      </w:r>
      <w:r>
        <w:tab/>
        <w:t>2.025e0</w:t>
      </w:r>
    </w:p>
    <w:p w:rsidR="00557788" w:rsidRDefault="00557788" w:rsidP="00557788">
      <w:r>
        <w:t>225.2743</w:t>
      </w:r>
      <w:r>
        <w:tab/>
        <w:t>1.577e0</w:t>
      </w:r>
    </w:p>
    <w:p w:rsidR="00557788" w:rsidRDefault="00557788" w:rsidP="00557788">
      <w:r>
        <w:t>225.2899</w:t>
      </w:r>
      <w:r>
        <w:tab/>
        <w:t>2.025e0</w:t>
      </w:r>
    </w:p>
    <w:p w:rsidR="00557788" w:rsidRDefault="00557788" w:rsidP="00557788">
      <w:r>
        <w:t>225.2911</w:t>
      </w:r>
      <w:r>
        <w:tab/>
        <w:t>2.532e-2</w:t>
      </w:r>
    </w:p>
    <w:p w:rsidR="00557788" w:rsidRDefault="00557788" w:rsidP="00557788">
      <w:r>
        <w:t>225.2962</w:t>
      </w:r>
      <w:r>
        <w:tab/>
        <w:t>6.076e0</w:t>
      </w:r>
    </w:p>
    <w:p w:rsidR="00557788" w:rsidRDefault="00557788" w:rsidP="00557788">
      <w:r>
        <w:t>225.2982</w:t>
      </w:r>
      <w:r>
        <w:tab/>
        <w:t>3.063e0</w:t>
      </w:r>
    </w:p>
    <w:p w:rsidR="00557788" w:rsidRDefault="00557788" w:rsidP="00557788">
      <w:r>
        <w:t>225.3221</w:t>
      </w:r>
      <w:r>
        <w:tab/>
        <w:t>1.038e0</w:t>
      </w:r>
    </w:p>
    <w:p w:rsidR="00557788" w:rsidRDefault="00557788" w:rsidP="00557788">
      <w:r>
        <w:t>225.3309</w:t>
      </w:r>
      <w:r>
        <w:tab/>
        <w:t>5.795e0</w:t>
      </w:r>
    </w:p>
    <w:p w:rsidR="00557788" w:rsidRDefault="00557788" w:rsidP="00557788">
      <w:r>
        <w:t>225.3412</w:t>
      </w:r>
      <w:r>
        <w:tab/>
        <w:t>2.025e0</w:t>
      </w:r>
    </w:p>
    <w:p w:rsidR="00557788" w:rsidRDefault="00557788" w:rsidP="00557788">
      <w:r>
        <w:t>225.3469</w:t>
      </w:r>
      <w:r>
        <w:tab/>
        <w:t>1.266e-2</w:t>
      </w:r>
    </w:p>
    <w:p w:rsidR="00557788" w:rsidRDefault="00557788" w:rsidP="00557788">
      <w:r>
        <w:t>225.3507</w:t>
      </w:r>
      <w:r>
        <w:tab/>
        <w:t>1.013e0</w:t>
      </w:r>
    </w:p>
    <w:p w:rsidR="00557788" w:rsidRDefault="00557788" w:rsidP="00557788">
      <w:r>
        <w:t>225.3661</w:t>
      </w:r>
      <w:r>
        <w:tab/>
        <w:t>3.038e0</w:t>
      </w:r>
    </w:p>
    <w:p w:rsidR="00557788" w:rsidRDefault="00557788" w:rsidP="00557788">
      <w:r>
        <w:t>225.3737</w:t>
      </w:r>
      <w:r>
        <w:tab/>
        <w:t>2.025e0</w:t>
      </w:r>
    </w:p>
    <w:p w:rsidR="00557788" w:rsidRDefault="00557788" w:rsidP="00557788">
      <w:r>
        <w:t>225.3877</w:t>
      </w:r>
      <w:r>
        <w:tab/>
        <w:t>4.051e0</w:t>
      </w:r>
    </w:p>
    <w:p w:rsidR="00557788" w:rsidRDefault="00557788" w:rsidP="00557788">
      <w:r>
        <w:t>225.3993</w:t>
      </w:r>
      <w:r>
        <w:tab/>
        <w:t>1.025e0</w:t>
      </w:r>
    </w:p>
    <w:p w:rsidR="00557788" w:rsidRDefault="00557788" w:rsidP="00557788">
      <w:r>
        <w:t>225.4064</w:t>
      </w:r>
      <w:r>
        <w:tab/>
        <w:t>2.950e0</w:t>
      </w:r>
    </w:p>
    <w:p w:rsidR="00557788" w:rsidRDefault="00557788" w:rsidP="00557788">
      <w:r>
        <w:t>225.4108</w:t>
      </w:r>
      <w:r>
        <w:tab/>
        <w:t>1.013e0</w:t>
      </w:r>
    </w:p>
    <w:p w:rsidR="00557788" w:rsidRDefault="00557788" w:rsidP="00557788">
      <w:r>
        <w:t>225.4188</w:t>
      </w:r>
      <w:r>
        <w:tab/>
        <w:t>1.013e0</w:t>
      </w:r>
    </w:p>
    <w:p w:rsidR="00557788" w:rsidRDefault="00557788" w:rsidP="00557788">
      <w:r>
        <w:t>225.4337</w:t>
      </w:r>
      <w:r>
        <w:tab/>
        <w:t>7.089e0</w:t>
      </w:r>
    </w:p>
    <w:p w:rsidR="00557788" w:rsidRDefault="00557788" w:rsidP="00557788">
      <w:r>
        <w:lastRenderedPageBreak/>
        <w:t>225.4400</w:t>
      </w:r>
      <w:r>
        <w:tab/>
        <w:t>1.013e0</w:t>
      </w:r>
    </w:p>
    <w:p w:rsidR="00557788" w:rsidRDefault="00557788" w:rsidP="00557788">
      <w:r>
        <w:t>225.4457</w:t>
      </w:r>
      <w:r>
        <w:tab/>
        <w:t>3.038e0</w:t>
      </w:r>
    </w:p>
    <w:p w:rsidR="00557788" w:rsidRDefault="00557788" w:rsidP="00557788">
      <w:r>
        <w:t>225.4535</w:t>
      </w:r>
      <w:r>
        <w:tab/>
        <w:t>2.532e-2</w:t>
      </w:r>
    </w:p>
    <w:p w:rsidR="00557788" w:rsidRDefault="00557788" w:rsidP="00557788">
      <w:r>
        <w:t>225.4631</w:t>
      </w:r>
      <w:r>
        <w:tab/>
        <w:t>4.051e0</w:t>
      </w:r>
    </w:p>
    <w:p w:rsidR="00557788" w:rsidRDefault="00557788" w:rsidP="00557788">
      <w:r>
        <w:t>225.4670</w:t>
      </w:r>
      <w:r>
        <w:tab/>
        <w:t>2.025e0</w:t>
      </w:r>
    </w:p>
    <w:p w:rsidR="00557788" w:rsidRDefault="00557788" w:rsidP="00557788">
      <w:r>
        <w:t>225.4727</w:t>
      </w:r>
      <w:r>
        <w:tab/>
        <w:t>2.025e0</w:t>
      </w:r>
    </w:p>
    <w:p w:rsidR="00557788" w:rsidRDefault="00557788" w:rsidP="00557788">
      <w:r>
        <w:t>225.4817</w:t>
      </w:r>
      <w:r>
        <w:tab/>
        <w:t>3.038e0</w:t>
      </w:r>
    </w:p>
    <w:p w:rsidR="00557788" w:rsidRDefault="00557788" w:rsidP="00557788">
      <w:r>
        <w:t>225.4899</w:t>
      </w:r>
      <w:r>
        <w:tab/>
        <w:t>4.051e0</w:t>
      </w:r>
    </w:p>
    <w:p w:rsidR="00557788" w:rsidRDefault="00557788" w:rsidP="00557788">
      <w:r>
        <w:t>225.4939</w:t>
      </w:r>
      <w:r>
        <w:tab/>
        <w:t>1.038e0</w:t>
      </w:r>
    </w:p>
    <w:p w:rsidR="00557788" w:rsidRDefault="00557788" w:rsidP="00557788">
      <w:r>
        <w:t>225.4996</w:t>
      </w:r>
      <w:r>
        <w:tab/>
        <w:t>1.266e-2</w:t>
      </w:r>
    </w:p>
    <w:p w:rsidR="00557788" w:rsidRDefault="00557788" w:rsidP="00557788">
      <w:r>
        <w:t>225.5086</w:t>
      </w:r>
      <w:r>
        <w:tab/>
        <w:t>4.051e0</w:t>
      </w:r>
    </w:p>
    <w:p w:rsidR="00557788" w:rsidRDefault="00557788" w:rsidP="00557788">
      <w:r>
        <w:t>225.5327</w:t>
      </w:r>
      <w:r>
        <w:tab/>
        <w:t>2.025e0</w:t>
      </w:r>
    </w:p>
    <w:p w:rsidR="00557788" w:rsidRDefault="00557788" w:rsidP="00557788">
      <w:r>
        <w:t>225.5342</w:t>
      </w:r>
      <w:r>
        <w:tab/>
        <w:t>4.051e0</w:t>
      </w:r>
    </w:p>
    <w:p w:rsidR="00557788" w:rsidRDefault="00557788" w:rsidP="00557788">
      <w:r>
        <w:t>225.5389</w:t>
      </w:r>
      <w:r>
        <w:tab/>
        <w:t>2.485e0</w:t>
      </w:r>
    </w:p>
    <w:p w:rsidR="00557788" w:rsidRDefault="00557788" w:rsidP="00557788">
      <w:r>
        <w:t>225.5423</w:t>
      </w:r>
      <w:r>
        <w:tab/>
        <w:t>1.013e0</w:t>
      </w:r>
    </w:p>
    <w:p w:rsidR="00557788" w:rsidRDefault="00557788" w:rsidP="00557788">
      <w:r>
        <w:t>225.5447</w:t>
      </w:r>
      <w:r>
        <w:tab/>
        <w:t>2.532e-2</w:t>
      </w:r>
    </w:p>
    <w:p w:rsidR="00557788" w:rsidRDefault="00557788" w:rsidP="00557788">
      <w:r>
        <w:t>225.5463</w:t>
      </w:r>
      <w:r>
        <w:tab/>
        <w:t>3.536e0</w:t>
      </w:r>
    </w:p>
    <w:p w:rsidR="00557788" w:rsidRDefault="00557788" w:rsidP="00557788">
      <w:r>
        <w:t>225.5517</w:t>
      </w:r>
      <w:r>
        <w:tab/>
        <w:t>2.532e-2</w:t>
      </w:r>
    </w:p>
    <w:p w:rsidR="00557788" w:rsidRDefault="00557788" w:rsidP="00557788">
      <w:r>
        <w:t>225.5677</w:t>
      </w:r>
      <w:r>
        <w:tab/>
        <w:t>1.013e0</w:t>
      </w:r>
    </w:p>
    <w:p w:rsidR="00557788" w:rsidRDefault="00557788" w:rsidP="00557788">
      <w:r>
        <w:lastRenderedPageBreak/>
        <w:t>225.5796</w:t>
      </w:r>
      <w:r>
        <w:tab/>
        <w:t>6.114e0</w:t>
      </w:r>
    </w:p>
    <w:p w:rsidR="00557788" w:rsidRDefault="00557788" w:rsidP="00557788">
      <w:r>
        <w:t>225.5812</w:t>
      </w:r>
      <w:r>
        <w:tab/>
        <w:t>4.051e0</w:t>
      </w:r>
    </w:p>
    <w:p w:rsidR="00557788" w:rsidRDefault="00557788" w:rsidP="00557788">
      <w:r>
        <w:t>225.5860</w:t>
      </w:r>
      <w:r>
        <w:tab/>
        <w:t>3.038e0</w:t>
      </w:r>
    </w:p>
    <w:p w:rsidR="00557788" w:rsidRDefault="00557788" w:rsidP="00557788">
      <w:r>
        <w:t>225.6188</w:t>
      </w:r>
      <w:r>
        <w:tab/>
        <w:t>1.266e-2</w:t>
      </w:r>
    </w:p>
    <w:p w:rsidR="00557788" w:rsidRDefault="00557788" w:rsidP="00557788">
      <w:r>
        <w:t>225.6311</w:t>
      </w:r>
      <w:r>
        <w:tab/>
        <w:t>2.063e0</w:t>
      </w:r>
    </w:p>
    <w:p w:rsidR="00557788" w:rsidRDefault="00557788" w:rsidP="00557788">
      <w:r>
        <w:t>225.6433</w:t>
      </w:r>
      <w:r>
        <w:tab/>
        <w:t>4.933e0</w:t>
      </w:r>
    </w:p>
    <w:p w:rsidR="00557788" w:rsidRDefault="00557788" w:rsidP="00557788">
      <w:r>
        <w:t>225.6528</w:t>
      </w:r>
      <w:r>
        <w:tab/>
        <w:t>2.025e0</w:t>
      </w:r>
    </w:p>
    <w:p w:rsidR="00557788" w:rsidRDefault="00557788" w:rsidP="00557788">
      <w:r>
        <w:t>225.6741</w:t>
      </w:r>
      <w:r>
        <w:tab/>
        <w:t>1.025e0</w:t>
      </w:r>
    </w:p>
    <w:p w:rsidR="00557788" w:rsidRDefault="00557788" w:rsidP="00557788">
      <w:r>
        <w:t>225.6781</w:t>
      </w:r>
      <w:r>
        <w:tab/>
        <w:t>2.368e0</w:t>
      </w:r>
    </w:p>
    <w:p w:rsidR="00557788" w:rsidRDefault="00557788" w:rsidP="00557788">
      <w:r>
        <w:t>225.6847</w:t>
      </w:r>
      <w:r>
        <w:tab/>
        <w:t>2.025e0</w:t>
      </w:r>
    </w:p>
    <w:p w:rsidR="00557788" w:rsidRDefault="00557788" w:rsidP="00557788">
      <w:r>
        <w:t>225.6866</w:t>
      </w:r>
      <w:r>
        <w:tab/>
        <w:t>3.038e0</w:t>
      </w:r>
    </w:p>
    <w:p w:rsidR="00557788" w:rsidRDefault="00557788" w:rsidP="00557788">
      <w:r>
        <w:t>225.6949</w:t>
      </w:r>
      <w:r>
        <w:tab/>
        <w:t>3.798e-2</w:t>
      </w:r>
    </w:p>
    <w:p w:rsidR="00557788" w:rsidRDefault="00557788" w:rsidP="00557788">
      <w:r>
        <w:t>225.7147</w:t>
      </w:r>
      <w:r>
        <w:tab/>
        <w:t>1.013e0</w:t>
      </w:r>
    </w:p>
    <w:p w:rsidR="00557788" w:rsidRDefault="00557788" w:rsidP="00557788">
      <w:r>
        <w:t>225.7167</w:t>
      </w:r>
      <w:r>
        <w:tab/>
        <w:t>2.025e0</w:t>
      </w:r>
    </w:p>
    <w:p w:rsidR="00557788" w:rsidRDefault="00557788" w:rsidP="00557788">
      <w:r>
        <w:t>225.7244</w:t>
      </w:r>
      <w:r>
        <w:tab/>
        <w:t>2.025e0</w:t>
      </w:r>
    </w:p>
    <w:p w:rsidR="00557788" w:rsidRDefault="00557788" w:rsidP="00557788">
      <w:r>
        <w:t>225.7282</w:t>
      </w:r>
      <w:r>
        <w:tab/>
        <w:t>2.025e0</w:t>
      </w:r>
    </w:p>
    <w:p w:rsidR="00557788" w:rsidRDefault="00557788" w:rsidP="00557788">
      <w:r>
        <w:t>225.7332</w:t>
      </w:r>
      <w:r>
        <w:tab/>
        <w:t>4.063e0</w:t>
      </w:r>
    </w:p>
    <w:p w:rsidR="00557788" w:rsidRDefault="00557788" w:rsidP="00557788">
      <w:r>
        <w:t>225.7648</w:t>
      </w:r>
      <w:r>
        <w:tab/>
        <w:t>3.038e0</w:t>
      </w:r>
    </w:p>
    <w:p w:rsidR="00557788" w:rsidRDefault="00557788" w:rsidP="00557788">
      <w:r>
        <w:t>225.7662</w:t>
      </w:r>
      <w:r>
        <w:tab/>
        <w:t>4.987e0</w:t>
      </w:r>
    </w:p>
    <w:p w:rsidR="00557788" w:rsidRDefault="00557788" w:rsidP="00557788">
      <w:r>
        <w:lastRenderedPageBreak/>
        <w:t>225.7747</w:t>
      </w:r>
      <w:r>
        <w:tab/>
        <w:t>1.013e0</w:t>
      </w:r>
    </w:p>
    <w:p w:rsidR="00557788" w:rsidRDefault="00557788" w:rsidP="00557788">
      <w:r>
        <w:t>225.7864</w:t>
      </w:r>
      <w:r>
        <w:tab/>
        <w:t>2.532e-2</w:t>
      </w:r>
    </w:p>
    <w:p w:rsidR="00557788" w:rsidRDefault="00557788" w:rsidP="00557788">
      <w:r>
        <w:t>225.7921</w:t>
      </w:r>
      <w:r>
        <w:tab/>
        <w:t>2.025e0</w:t>
      </w:r>
    </w:p>
    <w:p w:rsidR="00557788" w:rsidRDefault="00557788" w:rsidP="00557788">
      <w:r>
        <w:t>225.7960</w:t>
      </w:r>
      <w:r>
        <w:tab/>
        <w:t>2.025e0</w:t>
      </w:r>
    </w:p>
    <w:p w:rsidR="00557788" w:rsidRDefault="00557788" w:rsidP="00557788">
      <w:r>
        <w:t>225.8275</w:t>
      </w:r>
      <w:r>
        <w:tab/>
        <w:t>4.051e0</w:t>
      </w:r>
    </w:p>
    <w:p w:rsidR="00557788" w:rsidRDefault="00557788" w:rsidP="00557788">
      <w:r>
        <w:t>225.8385</w:t>
      </w:r>
      <w:r>
        <w:tab/>
        <w:t>3.063e0</w:t>
      </w:r>
    </w:p>
    <w:p w:rsidR="00557788" w:rsidRDefault="00557788" w:rsidP="00557788">
      <w:r>
        <w:t>225.8444</w:t>
      </w:r>
      <w:r>
        <w:tab/>
        <w:t>6.329e-2</w:t>
      </w:r>
    </w:p>
    <w:p w:rsidR="00557788" w:rsidRDefault="00557788" w:rsidP="00557788">
      <w:r>
        <w:t>225.8464</w:t>
      </w:r>
      <w:r>
        <w:tab/>
        <w:t>1.013e0</w:t>
      </w:r>
    </w:p>
    <w:p w:rsidR="00557788" w:rsidRDefault="00557788" w:rsidP="00557788">
      <w:r>
        <w:t>225.8701</w:t>
      </w:r>
      <w:r>
        <w:tab/>
        <w:t>1.013e0</w:t>
      </w:r>
    </w:p>
    <w:p w:rsidR="00557788" w:rsidRDefault="00557788" w:rsidP="00557788">
      <w:r>
        <w:t>225.8817</w:t>
      </w:r>
      <w:r>
        <w:tab/>
        <w:t>7.443e0</w:t>
      </w:r>
    </w:p>
    <w:p w:rsidR="00557788" w:rsidRDefault="00557788" w:rsidP="00557788">
      <w:r>
        <w:t>225.8910</w:t>
      </w:r>
      <w:r>
        <w:tab/>
        <w:t>1.266e-2</w:t>
      </w:r>
    </w:p>
    <w:p w:rsidR="00557788" w:rsidRDefault="00557788" w:rsidP="00557788">
      <w:r>
        <w:t>225.8948</w:t>
      </w:r>
      <w:r>
        <w:tab/>
        <w:t>1.266e-2</w:t>
      </w:r>
    </w:p>
    <w:p w:rsidR="00557788" w:rsidRDefault="00557788" w:rsidP="00557788">
      <w:r>
        <w:t>225.9038</w:t>
      </w:r>
      <w:r>
        <w:tab/>
        <w:t>3.038e0</w:t>
      </w:r>
    </w:p>
    <w:p w:rsidR="00557788" w:rsidRDefault="00557788" w:rsidP="00557788">
      <w:r>
        <w:t>225.9092</w:t>
      </w:r>
      <w:r>
        <w:tab/>
        <w:t>2.683e0</w:t>
      </w:r>
    </w:p>
    <w:p w:rsidR="00557788" w:rsidRDefault="00557788" w:rsidP="00557788">
      <w:r>
        <w:t>225.9149</w:t>
      </w:r>
      <w:r>
        <w:tab/>
        <w:t>3.051e0</w:t>
      </w:r>
    </w:p>
    <w:p w:rsidR="00557788" w:rsidRDefault="00557788" w:rsidP="00557788">
      <w:r>
        <w:t>225.9245</w:t>
      </w:r>
      <w:r>
        <w:tab/>
        <w:t>3.761e-3</w:t>
      </w:r>
    </w:p>
    <w:p w:rsidR="00557788" w:rsidRDefault="00557788" w:rsidP="00557788">
      <w:r>
        <w:t>225.9403</w:t>
      </w:r>
      <w:r>
        <w:tab/>
        <w:t>3.838e0</w:t>
      </w:r>
    </w:p>
    <w:p w:rsidR="00557788" w:rsidRDefault="00557788" w:rsidP="00557788">
      <w:r>
        <w:t>225.9476</w:t>
      </w:r>
      <w:r>
        <w:tab/>
        <w:t>3.038e0</w:t>
      </w:r>
    </w:p>
    <w:p w:rsidR="00557788" w:rsidRDefault="00557788" w:rsidP="00557788">
      <w:r>
        <w:t>225.9793</w:t>
      </w:r>
      <w:r>
        <w:tab/>
        <w:t>7.614e0</w:t>
      </w:r>
    </w:p>
    <w:p w:rsidR="00557788" w:rsidRDefault="00557788" w:rsidP="00557788">
      <w:r>
        <w:lastRenderedPageBreak/>
        <w:t>225.9943</w:t>
      </w:r>
      <w:r>
        <w:tab/>
        <w:t>2.144e1</w:t>
      </w:r>
    </w:p>
    <w:p w:rsidR="00557788" w:rsidRDefault="00557788" w:rsidP="00557788">
      <w:r>
        <w:t>226.0119</w:t>
      </w:r>
      <w:r>
        <w:tab/>
        <w:t>4.487e1</w:t>
      </w:r>
    </w:p>
    <w:p w:rsidR="00557788" w:rsidRDefault="00557788" w:rsidP="00557788">
      <w:r>
        <w:t>226.0153</w:t>
      </w:r>
      <w:r>
        <w:tab/>
        <w:t>5.389e1</w:t>
      </w:r>
    </w:p>
    <w:p w:rsidR="00557788" w:rsidRDefault="00557788" w:rsidP="00557788">
      <w:r>
        <w:t>226.0488</w:t>
      </w:r>
      <w:r>
        <w:tab/>
        <w:t>4.928e0</w:t>
      </w:r>
    </w:p>
    <w:p w:rsidR="00557788" w:rsidRDefault="00557788" w:rsidP="00557788">
      <w:r>
        <w:t>226.0548</w:t>
      </w:r>
      <w:r>
        <w:tab/>
        <w:t>5.334e1</w:t>
      </w:r>
    </w:p>
    <w:p w:rsidR="00557788" w:rsidRDefault="00557788" w:rsidP="00557788">
      <w:r>
        <w:t>226.0788</w:t>
      </w:r>
      <w:r>
        <w:tab/>
        <w:t>8.776e0</w:t>
      </w:r>
    </w:p>
    <w:p w:rsidR="00557788" w:rsidRDefault="00557788" w:rsidP="00557788">
      <w:r>
        <w:t>226.0899</w:t>
      </w:r>
      <w:r>
        <w:tab/>
        <w:t>1.043e1</w:t>
      </w:r>
    </w:p>
    <w:p w:rsidR="00557788" w:rsidRDefault="00557788" w:rsidP="00557788">
      <w:r>
        <w:t>226.0948</w:t>
      </w:r>
      <w:r>
        <w:tab/>
        <w:t>3.496e0</w:t>
      </w:r>
    </w:p>
    <w:p w:rsidR="00557788" w:rsidRDefault="00557788" w:rsidP="00557788">
      <w:r>
        <w:t>226.0990</w:t>
      </w:r>
      <w:r>
        <w:tab/>
        <w:t>6.060e0</w:t>
      </w:r>
    </w:p>
    <w:p w:rsidR="00557788" w:rsidRDefault="00557788" w:rsidP="00557788">
      <w:r>
        <w:t>226.1001</w:t>
      </w:r>
      <w:r>
        <w:tab/>
        <w:t>1.414e0</w:t>
      </w:r>
    </w:p>
    <w:p w:rsidR="00557788" w:rsidRDefault="00557788" w:rsidP="00557788">
      <w:r>
        <w:t>226.1057</w:t>
      </w:r>
      <w:r>
        <w:tab/>
        <w:t>2.575e0</w:t>
      </w:r>
    </w:p>
    <w:p w:rsidR="00557788" w:rsidRDefault="00557788" w:rsidP="00557788">
      <w:r>
        <w:t>226.1248</w:t>
      </w:r>
      <w:r>
        <w:tab/>
        <w:t>5.677e0</w:t>
      </w:r>
    </w:p>
    <w:p w:rsidR="00557788" w:rsidRDefault="00557788" w:rsidP="00557788">
      <w:r>
        <w:t>226.1397</w:t>
      </w:r>
      <w:r>
        <w:tab/>
        <w:t>5.653e0</w:t>
      </w:r>
    </w:p>
    <w:p w:rsidR="00557788" w:rsidRDefault="00557788" w:rsidP="00557788">
      <w:r>
        <w:t>226.1418</w:t>
      </w:r>
      <w:r>
        <w:tab/>
        <w:t>1.375e0</w:t>
      </w:r>
    </w:p>
    <w:p w:rsidR="00557788" w:rsidRDefault="00557788" w:rsidP="00557788">
      <w:r>
        <w:t>226.1429</w:t>
      </w:r>
      <w:r>
        <w:tab/>
        <w:t>2.550e1</w:t>
      </w:r>
    </w:p>
    <w:p w:rsidR="00557788" w:rsidRDefault="00557788" w:rsidP="00557788">
      <w:r>
        <w:t>226.1463</w:t>
      </w:r>
      <w:r>
        <w:tab/>
        <w:t>7.760e0</w:t>
      </w:r>
    </w:p>
    <w:p w:rsidR="00557788" w:rsidRDefault="00557788" w:rsidP="00557788">
      <w:r>
        <w:t>226.1511</w:t>
      </w:r>
      <w:r>
        <w:tab/>
        <w:t>2.625e1</w:t>
      </w:r>
    </w:p>
    <w:p w:rsidR="00557788" w:rsidRDefault="00557788" w:rsidP="00557788">
      <w:r>
        <w:t>226.1826</w:t>
      </w:r>
      <w:r>
        <w:tab/>
        <w:t>4.533e0</w:t>
      </w:r>
    </w:p>
    <w:p w:rsidR="00557788" w:rsidRDefault="00557788" w:rsidP="00557788">
      <w:r>
        <w:t>226.1917</w:t>
      </w:r>
      <w:r>
        <w:tab/>
        <w:t>3.639e0</w:t>
      </w:r>
    </w:p>
    <w:p w:rsidR="00557788" w:rsidRDefault="00557788" w:rsidP="00557788">
      <w:r>
        <w:lastRenderedPageBreak/>
        <w:t>226.1962</w:t>
      </w:r>
      <w:r>
        <w:tab/>
        <w:t>4.672e0</w:t>
      </w:r>
    </w:p>
    <w:p w:rsidR="00557788" w:rsidRDefault="00557788" w:rsidP="00557788">
      <w:r>
        <w:t>226.2036</w:t>
      </w:r>
      <w:r>
        <w:tab/>
        <w:t>2.541e0</w:t>
      </w:r>
    </w:p>
    <w:p w:rsidR="00557788" w:rsidRDefault="00557788" w:rsidP="00557788">
      <w:r>
        <w:t>226.2182</w:t>
      </w:r>
      <w:r>
        <w:tab/>
        <w:t>1.038e0</w:t>
      </w:r>
    </w:p>
    <w:p w:rsidR="00557788" w:rsidRDefault="00557788" w:rsidP="00557788">
      <w:r>
        <w:t>226.2242</w:t>
      </w:r>
      <w:r>
        <w:tab/>
        <w:t>9.114e0</w:t>
      </w:r>
    </w:p>
    <w:p w:rsidR="00557788" w:rsidRDefault="00557788" w:rsidP="00557788">
      <w:r>
        <w:t>226.2316</w:t>
      </w:r>
      <w:r>
        <w:tab/>
        <w:t>3.038e0</w:t>
      </w:r>
    </w:p>
    <w:p w:rsidR="00557788" w:rsidRDefault="00557788" w:rsidP="00557788">
      <w:r>
        <w:t>226.2454</w:t>
      </w:r>
      <w:r>
        <w:tab/>
        <w:t>1.013e0</w:t>
      </w:r>
    </w:p>
    <w:p w:rsidR="00557788" w:rsidRDefault="00557788" w:rsidP="00557788">
      <w:r>
        <w:t>226.2592</w:t>
      </w:r>
      <w:r>
        <w:tab/>
        <w:t>3.051e0</w:t>
      </w:r>
    </w:p>
    <w:p w:rsidR="00557788" w:rsidRDefault="00557788" w:rsidP="00557788">
      <w:r>
        <w:t>226.2789</w:t>
      </w:r>
      <w:r>
        <w:tab/>
        <w:t>5.063e0</w:t>
      </w:r>
    </w:p>
    <w:p w:rsidR="00557788" w:rsidRDefault="00557788" w:rsidP="00557788">
      <w:r>
        <w:t>226.3042</w:t>
      </w:r>
      <w:r>
        <w:tab/>
        <w:t>4.051e0</w:t>
      </w:r>
    </w:p>
    <w:p w:rsidR="00557788" w:rsidRDefault="00557788" w:rsidP="00557788">
      <w:r>
        <w:t>226.3137</w:t>
      </w:r>
      <w:r>
        <w:tab/>
        <w:t>1.013e0</w:t>
      </w:r>
    </w:p>
    <w:p w:rsidR="00557788" w:rsidRDefault="00557788" w:rsidP="00557788">
      <w:r>
        <w:t>226.3200</w:t>
      </w:r>
      <w:r>
        <w:tab/>
        <w:t>2.025e0</w:t>
      </w:r>
    </w:p>
    <w:p w:rsidR="00557788" w:rsidRDefault="00557788" w:rsidP="00557788">
      <w:r>
        <w:t>226.3236</w:t>
      </w:r>
      <w:r>
        <w:tab/>
        <w:t>2.025e0</w:t>
      </w:r>
    </w:p>
    <w:p w:rsidR="00557788" w:rsidRDefault="00557788" w:rsidP="00557788">
      <w:r>
        <w:t>226.3283</w:t>
      </w:r>
      <w:r>
        <w:tab/>
        <w:t>2.025e0</w:t>
      </w:r>
    </w:p>
    <w:p w:rsidR="00557788" w:rsidRDefault="00557788" w:rsidP="00557788">
      <w:r>
        <w:t>226.3294</w:t>
      </w:r>
      <w:r>
        <w:tab/>
        <w:t>2.025e0</w:t>
      </w:r>
    </w:p>
    <w:p w:rsidR="00557788" w:rsidRDefault="00557788" w:rsidP="00557788">
      <w:r>
        <w:t>226.3369</w:t>
      </w:r>
      <w:r>
        <w:tab/>
        <w:t>4.051e0</w:t>
      </w:r>
    </w:p>
    <w:p w:rsidR="00557788" w:rsidRDefault="00557788" w:rsidP="00557788">
      <w:r>
        <w:t>226.3520</w:t>
      </w:r>
      <w:r>
        <w:tab/>
        <w:t>1.038e0</w:t>
      </w:r>
    </w:p>
    <w:p w:rsidR="00557788" w:rsidRDefault="00557788" w:rsidP="00557788">
      <w:r>
        <w:t>226.3538</w:t>
      </w:r>
      <w:r>
        <w:tab/>
        <w:t>3.063e0</w:t>
      </w:r>
    </w:p>
    <w:p w:rsidR="00557788" w:rsidRDefault="00557788" w:rsidP="00557788">
      <w:r>
        <w:t>226.3606</w:t>
      </w:r>
      <w:r>
        <w:tab/>
        <w:t>3.038e0</w:t>
      </w:r>
    </w:p>
    <w:p w:rsidR="00557788" w:rsidRDefault="00557788" w:rsidP="00557788">
      <w:r>
        <w:t>226.3708</w:t>
      </w:r>
      <w:r>
        <w:tab/>
        <w:t>1.038e0</w:t>
      </w:r>
    </w:p>
    <w:p w:rsidR="00557788" w:rsidRDefault="00557788" w:rsidP="00557788">
      <w:r>
        <w:lastRenderedPageBreak/>
        <w:t>226.3758</w:t>
      </w:r>
      <w:r>
        <w:tab/>
        <w:t>2.025e0</w:t>
      </w:r>
    </w:p>
    <w:p w:rsidR="00557788" w:rsidRDefault="00557788" w:rsidP="00557788">
      <w:r>
        <w:t>226.3799</w:t>
      </w:r>
      <w:r>
        <w:tab/>
        <w:t>1.038e0</w:t>
      </w:r>
    </w:p>
    <w:p w:rsidR="00557788" w:rsidRDefault="00557788" w:rsidP="00557788">
      <w:r>
        <w:t>226.3838</w:t>
      </w:r>
      <w:r>
        <w:tab/>
        <w:t>2.025e0</w:t>
      </w:r>
    </w:p>
    <w:p w:rsidR="00557788" w:rsidRDefault="00557788" w:rsidP="00557788">
      <w:r>
        <w:t>226.3870</w:t>
      </w:r>
      <w:r>
        <w:tab/>
        <w:t>3.038e0</w:t>
      </w:r>
    </w:p>
    <w:p w:rsidR="00557788" w:rsidRDefault="00557788" w:rsidP="00557788">
      <w:r>
        <w:t>226.3947</w:t>
      </w:r>
      <w:r>
        <w:tab/>
        <w:t>1.013e0</w:t>
      </w:r>
    </w:p>
    <w:p w:rsidR="00557788" w:rsidRDefault="00557788" w:rsidP="00557788">
      <w:r>
        <w:t>226.4023</w:t>
      </w:r>
      <w:r>
        <w:tab/>
        <w:t>1.013e0</w:t>
      </w:r>
    </w:p>
    <w:p w:rsidR="00557788" w:rsidRDefault="00557788" w:rsidP="00557788">
      <w:r>
        <w:t>226.4062</w:t>
      </w:r>
      <w:r>
        <w:tab/>
        <w:t>2.025e0</w:t>
      </w:r>
    </w:p>
    <w:p w:rsidR="00557788" w:rsidRDefault="00557788" w:rsidP="00557788">
      <w:r>
        <w:t>226.4178</w:t>
      </w:r>
      <w:r>
        <w:tab/>
        <w:t>1.266e-2</w:t>
      </w:r>
    </w:p>
    <w:p w:rsidR="00557788" w:rsidRDefault="00557788" w:rsidP="00557788">
      <w:r>
        <w:t>226.4293</w:t>
      </w:r>
      <w:r>
        <w:tab/>
        <w:t>1.013e0</w:t>
      </w:r>
    </w:p>
    <w:p w:rsidR="00557788" w:rsidRDefault="00557788" w:rsidP="00557788">
      <w:r>
        <w:t>226.4375</w:t>
      </w:r>
      <w:r>
        <w:tab/>
        <w:t>1.266e-2</w:t>
      </w:r>
    </w:p>
    <w:p w:rsidR="00557788" w:rsidRDefault="00557788" w:rsidP="00557788">
      <w:r>
        <w:t>226.4439</w:t>
      </w:r>
      <w:r>
        <w:tab/>
        <w:t>2.025e0</w:t>
      </w:r>
    </w:p>
    <w:p w:rsidR="00557788" w:rsidRDefault="00557788" w:rsidP="00557788">
      <w:r>
        <w:t>226.4561</w:t>
      </w:r>
      <w:r>
        <w:tab/>
        <w:t>1.051e0</w:t>
      </w:r>
    </w:p>
    <w:p w:rsidR="00557788" w:rsidRDefault="00557788" w:rsidP="00557788">
      <w:r>
        <w:t>226.4605</w:t>
      </w:r>
      <w:r>
        <w:tab/>
        <w:t>1.051e0</w:t>
      </w:r>
    </w:p>
    <w:p w:rsidR="00557788" w:rsidRDefault="00557788" w:rsidP="00557788">
      <w:r>
        <w:t>226.4624</w:t>
      </w:r>
      <w:r>
        <w:tab/>
        <w:t>2.025e0</w:t>
      </w:r>
    </w:p>
    <w:p w:rsidR="00557788" w:rsidRDefault="00557788" w:rsidP="00557788">
      <w:r>
        <w:t>226.4688</w:t>
      </w:r>
      <w:r>
        <w:tab/>
        <w:t>2.634e0</w:t>
      </w:r>
    </w:p>
    <w:p w:rsidR="00557788" w:rsidRDefault="00557788" w:rsidP="00557788">
      <w:r>
        <w:t>226.4738</w:t>
      </w:r>
      <w:r>
        <w:tab/>
        <w:t>2.063e0</w:t>
      </w:r>
    </w:p>
    <w:p w:rsidR="00557788" w:rsidRDefault="00557788" w:rsidP="00557788">
      <w:r>
        <w:t>226.4817</w:t>
      </w:r>
      <w:r>
        <w:tab/>
        <w:t>2.038e0</w:t>
      </w:r>
    </w:p>
    <w:p w:rsidR="00557788" w:rsidRDefault="00557788" w:rsidP="00557788">
      <w:r>
        <w:t>226.4908</w:t>
      </w:r>
      <w:r>
        <w:tab/>
        <w:t>4.051e0</w:t>
      </w:r>
    </w:p>
    <w:p w:rsidR="00557788" w:rsidRDefault="00557788" w:rsidP="00557788">
      <w:r>
        <w:t>226.4989</w:t>
      </w:r>
      <w:r>
        <w:tab/>
        <w:t>3.038e0</w:t>
      </w:r>
    </w:p>
    <w:p w:rsidR="00557788" w:rsidRDefault="00557788" w:rsidP="00557788">
      <w:r>
        <w:lastRenderedPageBreak/>
        <w:t>226.5016</w:t>
      </w:r>
      <w:r>
        <w:tab/>
        <w:t>1.266e-2</w:t>
      </w:r>
    </w:p>
    <w:p w:rsidR="00557788" w:rsidRDefault="00557788" w:rsidP="00557788">
      <w:r>
        <w:t>226.5204</w:t>
      </w:r>
      <w:r>
        <w:tab/>
        <w:t>2.532e-2</w:t>
      </w:r>
    </w:p>
    <w:p w:rsidR="00557788" w:rsidRDefault="00557788" w:rsidP="00557788">
      <w:r>
        <w:t>226.5225</w:t>
      </w:r>
      <w:r>
        <w:tab/>
        <w:t>2.025e0</w:t>
      </w:r>
    </w:p>
    <w:p w:rsidR="00557788" w:rsidRDefault="00557788" w:rsidP="00557788">
      <w:r>
        <w:t>226.5341</w:t>
      </w:r>
      <w:r>
        <w:tab/>
        <w:t>2.038e0</w:t>
      </w:r>
    </w:p>
    <w:p w:rsidR="00557788" w:rsidRDefault="00557788" w:rsidP="00557788">
      <w:r>
        <w:t>226.5366</w:t>
      </w:r>
      <w:r>
        <w:tab/>
        <w:t>5.063e0</w:t>
      </w:r>
    </w:p>
    <w:p w:rsidR="00557788" w:rsidRDefault="00557788" w:rsidP="00557788">
      <w:r>
        <w:t>226.5392</w:t>
      </w:r>
      <w:r>
        <w:tab/>
        <w:t>5.063e0</w:t>
      </w:r>
    </w:p>
    <w:p w:rsidR="00557788" w:rsidRDefault="00557788" w:rsidP="00557788">
      <w:r>
        <w:t>226.5513</w:t>
      </w:r>
      <w:r>
        <w:tab/>
        <w:t>3.038e0</w:t>
      </w:r>
    </w:p>
    <w:p w:rsidR="00557788" w:rsidRDefault="00557788" w:rsidP="00557788">
      <w:r>
        <w:t>226.5571</w:t>
      </w:r>
      <w:r>
        <w:tab/>
        <w:t>1.266e-2</w:t>
      </w:r>
    </w:p>
    <w:p w:rsidR="00557788" w:rsidRDefault="00557788" w:rsidP="00557788">
      <w:r>
        <w:t>226.5651</w:t>
      </w:r>
      <w:r>
        <w:tab/>
        <w:t>1.063e0</w:t>
      </w:r>
    </w:p>
    <w:p w:rsidR="00557788" w:rsidRDefault="00557788" w:rsidP="00557788">
      <w:r>
        <w:t>226.5761</w:t>
      </w:r>
      <w:r>
        <w:tab/>
        <w:t>2.025e0</w:t>
      </w:r>
    </w:p>
    <w:p w:rsidR="00557788" w:rsidRDefault="00557788" w:rsidP="00557788">
      <w:r>
        <w:t>226.5827</w:t>
      </w:r>
      <w:r>
        <w:tab/>
        <w:t>1.013e0</w:t>
      </w:r>
    </w:p>
    <w:p w:rsidR="00557788" w:rsidRDefault="00557788" w:rsidP="00557788">
      <w:r>
        <w:t>226.5903</w:t>
      </w:r>
      <w:r>
        <w:tab/>
        <w:t>1.013e0</w:t>
      </w:r>
    </w:p>
    <w:p w:rsidR="00557788" w:rsidRDefault="00557788" w:rsidP="00557788">
      <w:r>
        <w:t>226.5924</w:t>
      </w:r>
      <w:r>
        <w:tab/>
        <w:t>3.063e0</w:t>
      </w:r>
    </w:p>
    <w:p w:rsidR="00557788" w:rsidRDefault="00557788" w:rsidP="00557788">
      <w:r>
        <w:t>226.5980</w:t>
      </w:r>
      <w:r>
        <w:tab/>
        <w:t>2.532e-2</w:t>
      </w:r>
    </w:p>
    <w:p w:rsidR="00557788" w:rsidRDefault="00557788" w:rsidP="00557788">
      <w:r>
        <w:t>226.6181</w:t>
      </w:r>
      <w:r>
        <w:tab/>
        <w:t>2.038e0</w:t>
      </w:r>
    </w:p>
    <w:p w:rsidR="00557788" w:rsidRDefault="00557788" w:rsidP="00557788">
      <w:r>
        <w:t>226.6242</w:t>
      </w:r>
      <w:r>
        <w:tab/>
        <w:t>4.076e0</w:t>
      </w:r>
    </w:p>
    <w:p w:rsidR="00557788" w:rsidRDefault="00557788" w:rsidP="00557788">
      <w:r>
        <w:t>226.6327</w:t>
      </w:r>
      <w:r>
        <w:tab/>
        <w:t>3.038e0</w:t>
      </w:r>
    </w:p>
    <w:p w:rsidR="00557788" w:rsidRDefault="00557788" w:rsidP="00557788">
      <w:r>
        <w:t>226.6432</w:t>
      </w:r>
      <w:r>
        <w:tab/>
        <w:t>2.038e0</w:t>
      </w:r>
    </w:p>
    <w:p w:rsidR="00557788" w:rsidRDefault="00557788" w:rsidP="00557788">
      <w:r>
        <w:t>226.6543</w:t>
      </w:r>
      <w:r>
        <w:tab/>
        <w:t>1.266e-2</w:t>
      </w:r>
    </w:p>
    <w:p w:rsidR="00557788" w:rsidRDefault="00557788" w:rsidP="00557788">
      <w:r>
        <w:lastRenderedPageBreak/>
        <w:t>226.6620</w:t>
      </w:r>
      <w:r>
        <w:tab/>
        <w:t>2.025e0</w:t>
      </w:r>
    </w:p>
    <w:p w:rsidR="00557788" w:rsidRDefault="00557788" w:rsidP="00557788">
      <w:r>
        <w:t>226.6640</w:t>
      </w:r>
      <w:r>
        <w:tab/>
        <w:t>3.798e-2</w:t>
      </w:r>
    </w:p>
    <w:p w:rsidR="00557788" w:rsidRDefault="00557788" w:rsidP="00557788">
      <w:r>
        <w:t>226.6698</w:t>
      </w:r>
      <w:r>
        <w:tab/>
        <w:t>1.038e0</w:t>
      </w:r>
    </w:p>
    <w:p w:rsidR="00557788" w:rsidRDefault="00557788" w:rsidP="00557788">
      <w:r>
        <w:t>226.6716</w:t>
      </w:r>
      <w:r>
        <w:tab/>
        <w:t>2.025e0</w:t>
      </w:r>
    </w:p>
    <w:p w:rsidR="00557788" w:rsidRDefault="00557788" w:rsidP="00557788">
      <w:r>
        <w:t>226.6774</w:t>
      </w:r>
      <w:r>
        <w:tab/>
        <w:t>2.025e0</w:t>
      </w:r>
    </w:p>
    <w:p w:rsidR="00557788" w:rsidRDefault="00557788" w:rsidP="00557788">
      <w:r>
        <w:t>226.6812</w:t>
      </w:r>
      <w:r>
        <w:tab/>
        <w:t>1.013e0</w:t>
      </w:r>
    </w:p>
    <w:p w:rsidR="00557788" w:rsidRDefault="00557788" w:rsidP="00557788">
      <w:r>
        <w:t>226.6967</w:t>
      </w:r>
      <w:r>
        <w:tab/>
        <w:t>3.038e0</w:t>
      </w:r>
    </w:p>
    <w:p w:rsidR="00557788" w:rsidRDefault="00557788" w:rsidP="00557788">
      <w:r>
        <w:t>226.7039</w:t>
      </w:r>
      <w:r>
        <w:tab/>
        <w:t>4.051e0</w:t>
      </w:r>
    </w:p>
    <w:p w:rsidR="00557788" w:rsidRDefault="00557788" w:rsidP="00557788">
      <w:r>
        <w:t>226.7260</w:t>
      </w:r>
      <w:r>
        <w:tab/>
        <w:t>1.013e0</w:t>
      </w:r>
    </w:p>
    <w:p w:rsidR="00557788" w:rsidRDefault="00557788" w:rsidP="00557788">
      <w:r>
        <w:t>226.7337</w:t>
      </w:r>
      <w:r>
        <w:tab/>
        <w:t>1.013e0</w:t>
      </w:r>
    </w:p>
    <w:p w:rsidR="00557788" w:rsidRDefault="00557788" w:rsidP="00557788">
      <w:r>
        <w:t>226.7495</w:t>
      </w:r>
      <w:r>
        <w:tab/>
        <w:t>2.025e0</w:t>
      </w:r>
    </w:p>
    <w:p w:rsidR="00557788" w:rsidRDefault="00557788" w:rsidP="00557788">
      <w:r>
        <w:t>226.7523</w:t>
      </w:r>
      <w:r>
        <w:tab/>
        <w:t>2.025e0</w:t>
      </w:r>
    </w:p>
    <w:p w:rsidR="00557788" w:rsidRDefault="00557788" w:rsidP="00557788">
      <w:r>
        <w:t>226.7620</w:t>
      </w:r>
      <w:r>
        <w:tab/>
        <w:t>2.532e-2</w:t>
      </w:r>
    </w:p>
    <w:p w:rsidR="00557788" w:rsidRDefault="00557788" w:rsidP="00557788">
      <w:r>
        <w:t>226.7708</w:t>
      </w:r>
      <w:r>
        <w:tab/>
        <w:t>1.266e-2</w:t>
      </w:r>
    </w:p>
    <w:p w:rsidR="00557788" w:rsidRDefault="00557788" w:rsidP="00557788">
      <w:r>
        <w:t>226.7760</w:t>
      </w:r>
      <w:r>
        <w:tab/>
        <w:t>1.051e0</w:t>
      </w:r>
    </w:p>
    <w:p w:rsidR="00557788" w:rsidRDefault="00557788" w:rsidP="00557788">
      <w:r>
        <w:t>226.7939</w:t>
      </w:r>
      <w:r>
        <w:tab/>
        <w:t>1.266e-2</w:t>
      </w:r>
    </w:p>
    <w:p w:rsidR="00557788" w:rsidRDefault="00557788" w:rsidP="00557788">
      <w:r>
        <w:t>226.7958</w:t>
      </w:r>
      <w:r>
        <w:tab/>
        <w:t>2.025e0</w:t>
      </w:r>
    </w:p>
    <w:p w:rsidR="00557788" w:rsidRDefault="00557788" w:rsidP="00557788">
      <w:r>
        <w:t>226.8036</w:t>
      </w:r>
      <w:r>
        <w:tab/>
        <w:t>2.025e0</w:t>
      </w:r>
    </w:p>
    <w:p w:rsidR="00557788" w:rsidRDefault="00557788" w:rsidP="00557788">
      <w:r>
        <w:t>226.8062</w:t>
      </w:r>
      <w:r>
        <w:tab/>
        <w:t>2.532e-2</w:t>
      </w:r>
    </w:p>
    <w:p w:rsidR="00557788" w:rsidRDefault="00557788" w:rsidP="00557788">
      <w:r>
        <w:lastRenderedPageBreak/>
        <w:t>226.8097</w:t>
      </w:r>
      <w:r>
        <w:tab/>
        <w:t>2.532e-2</w:t>
      </w:r>
    </w:p>
    <w:p w:rsidR="00557788" w:rsidRDefault="00557788" w:rsidP="00557788">
      <w:r>
        <w:t>226.8220</w:t>
      </w:r>
      <w:r>
        <w:tab/>
        <w:t>1.038e0</w:t>
      </w:r>
    </w:p>
    <w:p w:rsidR="00557788" w:rsidRDefault="00557788" w:rsidP="00557788">
      <w:r>
        <w:t>226.8237</w:t>
      </w:r>
      <w:r>
        <w:tab/>
        <w:t>2.025e0</w:t>
      </w:r>
    </w:p>
    <w:p w:rsidR="00557788" w:rsidRDefault="00557788" w:rsidP="00557788">
      <w:r>
        <w:t>226.8303</w:t>
      </w:r>
      <w:r>
        <w:tab/>
        <w:t>2.025e0</w:t>
      </w:r>
    </w:p>
    <w:p w:rsidR="00557788" w:rsidRDefault="00557788" w:rsidP="00557788">
      <w:r>
        <w:t>226.8405</w:t>
      </w:r>
      <w:r>
        <w:tab/>
        <w:t>2.025e0</w:t>
      </w:r>
    </w:p>
    <w:p w:rsidR="00557788" w:rsidRDefault="00557788" w:rsidP="00557788">
      <w:r>
        <w:t>226.8423</w:t>
      </w:r>
      <w:r>
        <w:tab/>
        <w:t>1.266e-2</w:t>
      </w:r>
    </w:p>
    <w:p w:rsidR="00557788" w:rsidRDefault="00557788" w:rsidP="00557788">
      <w:r>
        <w:t>226.8443</w:t>
      </w:r>
      <w:r>
        <w:tab/>
        <w:t>2.025e0</w:t>
      </w:r>
    </w:p>
    <w:p w:rsidR="00557788" w:rsidRDefault="00557788" w:rsidP="00557788">
      <w:r>
        <w:t>226.8578</w:t>
      </w:r>
      <w:r>
        <w:tab/>
        <w:t>1.025e0</w:t>
      </w:r>
    </w:p>
    <w:p w:rsidR="00557788" w:rsidRDefault="00557788" w:rsidP="00557788">
      <w:r>
        <w:t>226.8597</w:t>
      </w:r>
      <w:r>
        <w:tab/>
        <w:t>2.025e0</w:t>
      </w:r>
    </w:p>
    <w:p w:rsidR="00557788" w:rsidRDefault="00557788" w:rsidP="00557788">
      <w:r>
        <w:t>226.8621</w:t>
      </w:r>
      <w:r>
        <w:tab/>
        <w:t>2.038e0</w:t>
      </w:r>
    </w:p>
    <w:p w:rsidR="00557788" w:rsidRDefault="00557788" w:rsidP="00557788">
      <w:r>
        <w:t>226.8693</w:t>
      </w:r>
      <w:r>
        <w:tab/>
        <w:t>1.266e-2</w:t>
      </w:r>
    </w:p>
    <w:p w:rsidR="00557788" w:rsidRDefault="00557788" w:rsidP="00557788">
      <w:r>
        <w:t>226.8980</w:t>
      </w:r>
      <w:r>
        <w:tab/>
        <w:t>2.532e-2</w:t>
      </w:r>
    </w:p>
    <w:p w:rsidR="00557788" w:rsidRDefault="00557788" w:rsidP="00557788">
      <w:r>
        <w:t>226.9025</w:t>
      </w:r>
      <w:r>
        <w:tab/>
        <w:t>5.063e0</w:t>
      </w:r>
    </w:p>
    <w:p w:rsidR="00557788" w:rsidRDefault="00557788" w:rsidP="00557788">
      <w:r>
        <w:t>226.9064</w:t>
      </w:r>
      <w:r>
        <w:tab/>
        <w:t>2.532e-2</w:t>
      </w:r>
    </w:p>
    <w:p w:rsidR="00557788" w:rsidRDefault="00557788" w:rsidP="00557788">
      <w:r>
        <w:t>226.9102</w:t>
      </w:r>
      <w:r>
        <w:tab/>
        <w:t>1.013e0</w:t>
      </w:r>
    </w:p>
    <w:p w:rsidR="00557788" w:rsidRDefault="00557788" w:rsidP="00557788">
      <w:r>
        <w:t>226.9204</w:t>
      </w:r>
      <w:r>
        <w:tab/>
        <w:t>4.051e0</w:t>
      </w:r>
    </w:p>
    <w:p w:rsidR="00557788" w:rsidRDefault="00557788" w:rsidP="00557788">
      <w:r>
        <w:t>226.9320</w:t>
      </w:r>
      <w:r>
        <w:tab/>
        <w:t>2.025e0</w:t>
      </w:r>
    </w:p>
    <w:p w:rsidR="00557788" w:rsidRDefault="00557788" w:rsidP="00557788">
      <w:r>
        <w:t>226.9376</w:t>
      </w:r>
      <w:r>
        <w:tab/>
        <w:t>1.266e-2</w:t>
      </w:r>
    </w:p>
    <w:p w:rsidR="00557788" w:rsidRDefault="00557788" w:rsidP="00557788">
      <w:r>
        <w:t>226.9505</w:t>
      </w:r>
      <w:r>
        <w:tab/>
        <w:t>1.013e0</w:t>
      </w:r>
    </w:p>
    <w:p w:rsidR="00557788" w:rsidRDefault="00557788" w:rsidP="00557788">
      <w:r>
        <w:lastRenderedPageBreak/>
        <w:t>226.9548</w:t>
      </w:r>
      <w:r>
        <w:tab/>
        <w:t>1.266e-2</w:t>
      </w:r>
    </w:p>
    <w:p w:rsidR="00557788" w:rsidRDefault="00557788" w:rsidP="00557788">
      <w:r>
        <w:t>226.9588</w:t>
      </w:r>
      <w:r>
        <w:tab/>
        <w:t>1.013e0</w:t>
      </w:r>
    </w:p>
    <w:p w:rsidR="00557788" w:rsidRDefault="00557788" w:rsidP="00557788">
      <w:r>
        <w:t>226.9605</w:t>
      </w:r>
      <w:r>
        <w:tab/>
        <w:t>3.893e0</w:t>
      </w:r>
    </w:p>
    <w:p w:rsidR="00557788" w:rsidRDefault="00557788" w:rsidP="00557788">
      <w:r>
        <w:t>226.9816</w:t>
      </w:r>
      <w:r>
        <w:tab/>
        <w:t>4.931e0</w:t>
      </w:r>
    </w:p>
    <w:p w:rsidR="00557788" w:rsidRDefault="00557788" w:rsidP="00557788">
      <w:r>
        <w:t>226.9848</w:t>
      </w:r>
      <w:r>
        <w:tab/>
        <w:t>3.038e0</w:t>
      </w:r>
    </w:p>
    <w:p w:rsidR="00557788" w:rsidRDefault="00557788" w:rsidP="00557788">
      <w:r>
        <w:t>226.9877</w:t>
      </w:r>
      <w:r>
        <w:tab/>
        <w:t>1.080e1</w:t>
      </w:r>
    </w:p>
    <w:p w:rsidR="00557788" w:rsidRDefault="00557788" w:rsidP="00557788">
      <w:r>
        <w:t>227.0002</w:t>
      </w:r>
      <w:r>
        <w:tab/>
        <w:t>3.947e-1</w:t>
      </w:r>
    </w:p>
    <w:p w:rsidR="00557788" w:rsidRDefault="00557788" w:rsidP="00557788">
      <w:r>
        <w:t>227.0064</w:t>
      </w:r>
      <w:r>
        <w:tab/>
        <w:t>5.017e0</w:t>
      </w:r>
    </w:p>
    <w:p w:rsidR="00557788" w:rsidRDefault="00557788" w:rsidP="00557788">
      <w:r>
        <w:t>227.0134</w:t>
      </w:r>
      <w:r>
        <w:tab/>
        <w:t>3.353e0</w:t>
      </w:r>
    </w:p>
    <w:p w:rsidR="00557788" w:rsidRDefault="00557788" w:rsidP="00557788">
      <w:r>
        <w:t>227.0185</w:t>
      </w:r>
      <w:r>
        <w:tab/>
        <w:t>1.605e0</w:t>
      </w:r>
    </w:p>
    <w:p w:rsidR="00557788" w:rsidRDefault="00557788" w:rsidP="00557788">
      <w:r>
        <w:t>227.0249</w:t>
      </w:r>
      <w:r>
        <w:tab/>
        <w:t>3.179e0</w:t>
      </w:r>
    </w:p>
    <w:p w:rsidR="00557788" w:rsidRDefault="00557788" w:rsidP="00557788">
      <w:r>
        <w:t>227.0318</w:t>
      </w:r>
      <w:r>
        <w:tab/>
        <w:t>5.459e0</w:t>
      </w:r>
    </w:p>
    <w:p w:rsidR="00557788" w:rsidRDefault="00557788" w:rsidP="00557788">
      <w:r>
        <w:t>227.0486</w:t>
      </w:r>
      <w:r>
        <w:tab/>
        <w:t>5.524e0</w:t>
      </w:r>
    </w:p>
    <w:p w:rsidR="00557788" w:rsidRDefault="00557788" w:rsidP="00557788">
      <w:r>
        <w:t>227.0507</w:t>
      </w:r>
      <w:r>
        <w:tab/>
        <w:t>4.853e0</w:t>
      </w:r>
    </w:p>
    <w:p w:rsidR="00557788" w:rsidRDefault="00557788" w:rsidP="00557788">
      <w:r>
        <w:t>227.0675</w:t>
      </w:r>
      <w:r>
        <w:tab/>
        <w:t>7.932e0</w:t>
      </w:r>
    </w:p>
    <w:p w:rsidR="00557788" w:rsidRDefault="00557788" w:rsidP="00557788">
      <w:r>
        <w:t>227.0787</w:t>
      </w:r>
      <w:r>
        <w:tab/>
        <w:t>4.950e0</w:t>
      </w:r>
    </w:p>
    <w:p w:rsidR="00557788" w:rsidRDefault="00557788" w:rsidP="00557788">
      <w:r>
        <w:t>227.0832</w:t>
      </w:r>
      <w:r>
        <w:tab/>
        <w:t>1.750e0</w:t>
      </w:r>
    </w:p>
    <w:p w:rsidR="00557788" w:rsidRDefault="00557788" w:rsidP="00557788">
      <w:r>
        <w:t>227.0866</w:t>
      </w:r>
      <w:r>
        <w:tab/>
        <w:t>4.662e0</w:t>
      </w:r>
    </w:p>
    <w:p w:rsidR="00557788" w:rsidRDefault="00557788" w:rsidP="00557788">
      <w:r>
        <w:t>227.1124</w:t>
      </w:r>
      <w:r>
        <w:tab/>
        <w:t>5.354e0</w:t>
      </w:r>
    </w:p>
    <w:p w:rsidR="00557788" w:rsidRDefault="00557788" w:rsidP="00557788">
      <w:r>
        <w:lastRenderedPageBreak/>
        <w:t>227.1283</w:t>
      </w:r>
      <w:r>
        <w:tab/>
        <w:t>7.017e-1</w:t>
      </w:r>
    </w:p>
    <w:p w:rsidR="00557788" w:rsidRDefault="00557788" w:rsidP="00557788">
      <w:r>
        <w:t>227.1323</w:t>
      </w:r>
      <w:r>
        <w:tab/>
        <w:t>4.119e0</w:t>
      </w:r>
    </w:p>
    <w:p w:rsidR="00557788" w:rsidRDefault="00557788" w:rsidP="00557788">
      <w:r>
        <w:t>227.1388</w:t>
      </w:r>
      <w:r>
        <w:tab/>
        <w:t>2.215e0</w:t>
      </w:r>
    </w:p>
    <w:p w:rsidR="00557788" w:rsidRDefault="00557788" w:rsidP="00557788">
      <w:r>
        <w:t>227.1470</w:t>
      </w:r>
      <w:r>
        <w:tab/>
        <w:t>9.979e0</w:t>
      </w:r>
    </w:p>
    <w:p w:rsidR="00557788" w:rsidRDefault="00557788" w:rsidP="00557788">
      <w:r>
        <w:t>227.1646</w:t>
      </w:r>
      <w:r>
        <w:tab/>
        <w:t>7.190e0</w:t>
      </w:r>
    </w:p>
    <w:p w:rsidR="00557788" w:rsidRDefault="00557788" w:rsidP="00557788">
      <w:r>
        <w:t>227.1689</w:t>
      </w:r>
      <w:r>
        <w:tab/>
        <w:t>6.065e0</w:t>
      </w:r>
    </w:p>
    <w:p w:rsidR="00557788" w:rsidRDefault="00557788" w:rsidP="00557788">
      <w:r>
        <w:t>227.1738</w:t>
      </w:r>
      <w:r>
        <w:tab/>
        <w:t>4.017e0</w:t>
      </w:r>
    </w:p>
    <w:p w:rsidR="00557788" w:rsidRDefault="00557788" w:rsidP="00557788">
      <w:r>
        <w:t>227.1759</w:t>
      </w:r>
      <w:r>
        <w:tab/>
        <w:t>3.306e0</w:t>
      </w:r>
    </w:p>
    <w:p w:rsidR="00557788" w:rsidRDefault="00557788" w:rsidP="00557788">
      <w:r>
        <w:t>227.1821</w:t>
      </w:r>
      <w:r>
        <w:tab/>
        <w:t>2.683e0</w:t>
      </w:r>
    </w:p>
    <w:p w:rsidR="00557788" w:rsidRDefault="00557788" w:rsidP="00557788">
      <w:r>
        <w:t>227.1991</w:t>
      </w:r>
      <w:r>
        <w:tab/>
        <w:t>4.911e0</w:t>
      </w:r>
    </w:p>
    <w:p w:rsidR="00557788" w:rsidRDefault="00557788" w:rsidP="00557788">
      <w:r>
        <w:t>227.2015</w:t>
      </w:r>
      <w:r>
        <w:tab/>
        <w:t>4.670e0</w:t>
      </w:r>
    </w:p>
    <w:p w:rsidR="00557788" w:rsidRDefault="00557788" w:rsidP="00557788">
      <w:r>
        <w:t>227.2102</w:t>
      </w:r>
      <w:r>
        <w:tab/>
        <w:t>4.495e0</w:t>
      </w:r>
    </w:p>
    <w:p w:rsidR="00557788" w:rsidRDefault="00557788" w:rsidP="00557788">
      <w:r>
        <w:t>227.2128</w:t>
      </w:r>
      <w:r>
        <w:tab/>
        <w:t>2.428e0</w:t>
      </w:r>
    </w:p>
    <w:p w:rsidR="00557788" w:rsidRDefault="00557788" w:rsidP="00557788">
      <w:r>
        <w:t>227.2459</w:t>
      </w:r>
      <w:r>
        <w:tab/>
        <w:t>5.089e0</w:t>
      </w:r>
    </w:p>
    <w:p w:rsidR="00557788" w:rsidRDefault="00557788" w:rsidP="00557788">
      <w:r>
        <w:t>227.2502</w:t>
      </w:r>
      <w:r>
        <w:tab/>
        <w:t>1.013e0</w:t>
      </w:r>
    </w:p>
    <w:p w:rsidR="00557788" w:rsidRDefault="00557788" w:rsidP="00557788">
      <w:r>
        <w:t>227.2721</w:t>
      </w:r>
      <w:r>
        <w:tab/>
        <w:t>1.038e0</w:t>
      </w:r>
    </w:p>
    <w:p w:rsidR="00557788" w:rsidRDefault="00557788" w:rsidP="00557788">
      <w:r>
        <w:t>227.2749</w:t>
      </w:r>
      <w:r>
        <w:tab/>
        <w:t>1.013e0</w:t>
      </w:r>
    </w:p>
    <w:p w:rsidR="00557788" w:rsidRDefault="00557788" w:rsidP="00557788">
      <w:r>
        <w:t>227.2787</w:t>
      </w:r>
      <w:r>
        <w:tab/>
        <w:t>1.013e0</w:t>
      </w:r>
    </w:p>
    <w:p w:rsidR="00557788" w:rsidRDefault="00557788" w:rsidP="00557788">
      <w:r>
        <w:t>227.2980</w:t>
      </w:r>
      <w:r>
        <w:tab/>
        <w:t>2.532e-2</w:t>
      </w:r>
    </w:p>
    <w:p w:rsidR="00557788" w:rsidRDefault="00557788" w:rsidP="00557788">
      <w:r>
        <w:lastRenderedPageBreak/>
        <w:t>227.3102</w:t>
      </w:r>
      <w:r>
        <w:tab/>
        <w:t>3.038e0</w:t>
      </w:r>
    </w:p>
    <w:p w:rsidR="00557788" w:rsidRDefault="00557788" w:rsidP="00557788">
      <w:r>
        <w:t>227.3166</w:t>
      </w:r>
      <w:r>
        <w:tab/>
        <w:t>2.532e-2</w:t>
      </w:r>
    </w:p>
    <w:p w:rsidR="00557788" w:rsidRDefault="00557788" w:rsidP="00557788">
      <w:r>
        <w:t>227.3187</w:t>
      </w:r>
      <w:r>
        <w:tab/>
        <w:t>1.266e-2</w:t>
      </w:r>
    </w:p>
    <w:p w:rsidR="00557788" w:rsidRDefault="00557788" w:rsidP="00557788">
      <w:r>
        <w:t>227.3227</w:t>
      </w:r>
      <w:r>
        <w:tab/>
        <w:t>5.200e0</w:t>
      </w:r>
    </w:p>
    <w:p w:rsidR="00557788" w:rsidRDefault="00557788" w:rsidP="00557788">
      <w:r>
        <w:t>227.3313</w:t>
      </w:r>
      <w:r>
        <w:tab/>
        <w:t>1.266e-2</w:t>
      </w:r>
    </w:p>
    <w:p w:rsidR="00557788" w:rsidRDefault="00557788" w:rsidP="00557788">
      <w:r>
        <w:t>227.3389</w:t>
      </w:r>
      <w:r>
        <w:tab/>
        <w:t>4.051e0</w:t>
      </w:r>
    </w:p>
    <w:p w:rsidR="00557788" w:rsidRDefault="00557788" w:rsidP="00557788">
      <w:r>
        <w:t>227.3454</w:t>
      </w:r>
      <w:r>
        <w:tab/>
        <w:t>5.063e0</w:t>
      </w:r>
    </w:p>
    <w:p w:rsidR="00557788" w:rsidRDefault="00557788" w:rsidP="00557788">
      <w:r>
        <w:t>227.3506</w:t>
      </w:r>
      <w:r>
        <w:tab/>
        <w:t>1.013e0</w:t>
      </w:r>
    </w:p>
    <w:p w:rsidR="00557788" w:rsidRDefault="00557788" w:rsidP="00557788">
      <w:r>
        <w:t>227.3544</w:t>
      </w:r>
      <w:r>
        <w:tab/>
        <w:t>1.266e-2</w:t>
      </w:r>
    </w:p>
    <w:p w:rsidR="00557788" w:rsidRDefault="00557788" w:rsidP="00557788">
      <w:r>
        <w:t>227.3725</w:t>
      </w:r>
      <w:r>
        <w:tab/>
        <w:t>2.051e0</w:t>
      </w:r>
    </w:p>
    <w:p w:rsidR="00557788" w:rsidRDefault="00557788" w:rsidP="00557788">
      <w:r>
        <w:t>227.3787</w:t>
      </w:r>
      <w:r>
        <w:tab/>
        <w:t>1.266e-2</w:t>
      </w:r>
    </w:p>
    <w:p w:rsidR="00557788" w:rsidRDefault="00557788" w:rsidP="00557788">
      <w:r>
        <w:t>227.3925</w:t>
      </w:r>
      <w:r>
        <w:tab/>
        <w:t>3.038e0</w:t>
      </w:r>
    </w:p>
    <w:p w:rsidR="00557788" w:rsidRDefault="00557788" w:rsidP="00557788">
      <w:r>
        <w:t>227.4160</w:t>
      </w:r>
      <w:r>
        <w:tab/>
        <w:t>5.063e0</w:t>
      </w:r>
    </w:p>
    <w:p w:rsidR="00557788" w:rsidRDefault="00557788" w:rsidP="00557788">
      <w:r>
        <w:t>227.4203</w:t>
      </w:r>
      <w:r>
        <w:tab/>
        <w:t>4.051e0</w:t>
      </w:r>
    </w:p>
    <w:p w:rsidR="00557788" w:rsidRDefault="00557788" w:rsidP="00557788">
      <w:r>
        <w:t>227.4516</w:t>
      </w:r>
      <w:r>
        <w:tab/>
        <w:t>1.013e0</w:t>
      </w:r>
    </w:p>
    <w:p w:rsidR="00557788" w:rsidRDefault="00557788" w:rsidP="00557788">
      <w:r>
        <w:t>227.4786</w:t>
      </w:r>
      <w:r>
        <w:tab/>
        <w:t>1.013e0</w:t>
      </w:r>
    </w:p>
    <w:p w:rsidR="00557788" w:rsidRDefault="00557788" w:rsidP="00557788">
      <w:r>
        <w:t>227.4845</w:t>
      </w:r>
      <w:r>
        <w:tab/>
        <w:t>2.025e0</w:t>
      </w:r>
    </w:p>
    <w:p w:rsidR="00557788" w:rsidRDefault="00557788" w:rsidP="00557788">
      <w:r>
        <w:t>227.4865</w:t>
      </w:r>
      <w:r>
        <w:tab/>
        <w:t>2.051e0</w:t>
      </w:r>
    </w:p>
    <w:p w:rsidR="00557788" w:rsidRDefault="00557788" w:rsidP="00557788">
      <w:r>
        <w:t>227.4901</w:t>
      </w:r>
      <w:r>
        <w:tab/>
        <w:t>2.038e0</w:t>
      </w:r>
    </w:p>
    <w:p w:rsidR="00557788" w:rsidRDefault="00557788" w:rsidP="00557788">
      <w:r>
        <w:lastRenderedPageBreak/>
        <w:t>227.4978</w:t>
      </w:r>
      <w:r>
        <w:tab/>
        <w:t>3.038e0</w:t>
      </w:r>
    </w:p>
    <w:p w:rsidR="00557788" w:rsidRDefault="00557788" w:rsidP="00557788">
      <w:r>
        <w:t>227.5045</w:t>
      </w:r>
      <w:r>
        <w:tab/>
        <w:t>5.063e0</w:t>
      </w:r>
    </w:p>
    <w:p w:rsidR="00557788" w:rsidRDefault="00557788" w:rsidP="00557788">
      <w:r>
        <w:t>227.5074</w:t>
      </w:r>
      <w:r>
        <w:tab/>
        <w:t>1.266e-2</w:t>
      </w:r>
    </w:p>
    <w:p w:rsidR="00557788" w:rsidRDefault="00557788" w:rsidP="00557788">
      <w:r>
        <w:t>227.5092</w:t>
      </w:r>
      <w:r>
        <w:tab/>
        <w:t>4.051e0</w:t>
      </w:r>
    </w:p>
    <w:p w:rsidR="00557788" w:rsidRDefault="00557788" w:rsidP="00557788">
      <w:r>
        <w:t>227.5194</w:t>
      </w:r>
      <w:r>
        <w:tab/>
        <w:t>2.532e-2</w:t>
      </w:r>
    </w:p>
    <w:p w:rsidR="00557788" w:rsidRDefault="00557788" w:rsidP="00557788">
      <w:r>
        <w:t>227.5271</w:t>
      </w:r>
      <w:r>
        <w:tab/>
        <w:t>1.013e0</w:t>
      </w:r>
    </w:p>
    <w:p w:rsidR="00557788" w:rsidRDefault="00557788" w:rsidP="00557788">
      <w:r>
        <w:t>227.5469</w:t>
      </w:r>
      <w:r>
        <w:tab/>
        <w:t>4.051e0</w:t>
      </w:r>
    </w:p>
    <w:p w:rsidR="00557788" w:rsidRDefault="00557788" w:rsidP="00557788">
      <w:r>
        <w:t>227.5651</w:t>
      </w:r>
      <w:r>
        <w:tab/>
        <w:t>5.063e0</w:t>
      </w:r>
    </w:p>
    <w:p w:rsidR="00557788" w:rsidRDefault="00557788" w:rsidP="00557788">
      <w:r>
        <w:t>227.5698</w:t>
      </w:r>
      <w:r>
        <w:tab/>
        <w:t>3.798e-2</w:t>
      </w:r>
    </w:p>
    <w:p w:rsidR="00557788" w:rsidRDefault="00557788" w:rsidP="00557788">
      <w:r>
        <w:t>227.5796</w:t>
      </w:r>
      <w:r>
        <w:tab/>
        <w:t>1.266e-2</w:t>
      </w:r>
    </w:p>
    <w:p w:rsidR="00557788" w:rsidRDefault="00557788" w:rsidP="00557788">
      <w:r>
        <w:t>227.5912</w:t>
      </w:r>
      <w:r>
        <w:tab/>
        <w:t>1.013e0</w:t>
      </w:r>
    </w:p>
    <w:p w:rsidR="00557788" w:rsidRDefault="00557788" w:rsidP="00557788">
      <w:r>
        <w:t>227.5926</w:t>
      </w:r>
      <w:r>
        <w:tab/>
        <w:t>1.063e0</w:t>
      </w:r>
    </w:p>
    <w:p w:rsidR="00557788" w:rsidRDefault="00557788" w:rsidP="00557788">
      <w:r>
        <w:t>227.5970</w:t>
      </w:r>
      <w:r>
        <w:tab/>
        <w:t>2.532e-2</w:t>
      </w:r>
    </w:p>
    <w:p w:rsidR="00557788" w:rsidRDefault="00557788" w:rsidP="00557788">
      <w:r>
        <w:t>227.6009</w:t>
      </w:r>
      <w:r>
        <w:tab/>
        <w:t>2.025e0</w:t>
      </w:r>
    </w:p>
    <w:p w:rsidR="00557788" w:rsidRDefault="00557788" w:rsidP="00557788">
      <w:r>
        <w:t>227.6067</w:t>
      </w:r>
      <w:r>
        <w:tab/>
        <w:t>1.013e0</w:t>
      </w:r>
    </w:p>
    <w:p w:rsidR="00557788" w:rsidRDefault="00557788" w:rsidP="00557788">
      <w:r>
        <w:t>227.6170</w:t>
      </w:r>
      <w:r>
        <w:tab/>
        <w:t>2.025e0</w:t>
      </w:r>
    </w:p>
    <w:p w:rsidR="00557788" w:rsidRDefault="00557788" w:rsidP="00557788">
      <w:r>
        <w:t>227.6215</w:t>
      </w:r>
      <w:r>
        <w:tab/>
        <w:t>4.051e0</w:t>
      </w:r>
    </w:p>
    <w:p w:rsidR="00557788" w:rsidRDefault="00557788" w:rsidP="00557788">
      <w:r>
        <w:t>227.6299</w:t>
      </w:r>
      <w:r>
        <w:tab/>
        <w:t>3.157e0</w:t>
      </w:r>
    </w:p>
    <w:p w:rsidR="00557788" w:rsidRDefault="00557788" w:rsidP="00557788">
      <w:r>
        <w:t>227.6360</w:t>
      </w:r>
      <w:r>
        <w:tab/>
        <w:t>1.266e-2</w:t>
      </w:r>
    </w:p>
    <w:p w:rsidR="00557788" w:rsidRDefault="00557788" w:rsidP="00557788">
      <w:r>
        <w:lastRenderedPageBreak/>
        <w:t>227.6402</w:t>
      </w:r>
      <w:r>
        <w:tab/>
        <w:t>5.063e0</w:t>
      </w:r>
    </w:p>
    <w:p w:rsidR="00557788" w:rsidRDefault="00557788" w:rsidP="00557788">
      <w:r>
        <w:t>227.6669</w:t>
      </w:r>
      <w:r>
        <w:tab/>
        <w:t>2.025e0</w:t>
      </w:r>
    </w:p>
    <w:p w:rsidR="00557788" w:rsidRDefault="00557788" w:rsidP="00557788">
      <w:r>
        <w:t>227.6747</w:t>
      </w:r>
      <w:r>
        <w:tab/>
        <w:t>1.013e0</w:t>
      </w:r>
    </w:p>
    <w:p w:rsidR="00557788" w:rsidRDefault="00557788" w:rsidP="00557788">
      <w:r>
        <w:t>227.6875</w:t>
      </w:r>
      <w:r>
        <w:tab/>
        <w:t>1.013e0</w:t>
      </w:r>
    </w:p>
    <w:p w:rsidR="00557788" w:rsidRDefault="00557788" w:rsidP="00557788">
      <w:r>
        <w:t>227.6918</w:t>
      </w:r>
      <w:r>
        <w:tab/>
        <w:t>1.025e0</w:t>
      </w:r>
    </w:p>
    <w:p w:rsidR="00557788" w:rsidRDefault="00557788" w:rsidP="00557788">
      <w:r>
        <w:t>227.7003</w:t>
      </w:r>
      <w:r>
        <w:tab/>
        <w:t>3.063e0</w:t>
      </w:r>
    </w:p>
    <w:p w:rsidR="00557788" w:rsidRDefault="00557788" w:rsidP="00557788">
      <w:r>
        <w:t>227.7058</w:t>
      </w:r>
      <w:r>
        <w:tab/>
        <w:t>2.532e-2</w:t>
      </w:r>
    </w:p>
    <w:p w:rsidR="00557788" w:rsidRDefault="00557788" w:rsidP="00557788">
      <w:r>
        <w:t>227.7309</w:t>
      </w:r>
      <w:r>
        <w:tab/>
        <w:t>1.013e0</w:t>
      </w:r>
    </w:p>
    <w:p w:rsidR="00557788" w:rsidRDefault="00557788" w:rsidP="00557788">
      <w:r>
        <w:t>227.7330</w:t>
      </w:r>
      <w:r>
        <w:tab/>
        <w:t>2.025e0</w:t>
      </w:r>
    </w:p>
    <w:p w:rsidR="00557788" w:rsidRDefault="00557788" w:rsidP="00557788">
      <w:r>
        <w:t>227.7396</w:t>
      </w:r>
      <w:r>
        <w:tab/>
        <w:t>6.329e-2</w:t>
      </w:r>
    </w:p>
    <w:p w:rsidR="00557788" w:rsidRDefault="00557788" w:rsidP="00557788">
      <w:r>
        <w:t>227.7569</w:t>
      </w:r>
      <w:r>
        <w:tab/>
        <w:t>3.038e0</w:t>
      </w:r>
    </w:p>
    <w:p w:rsidR="00557788" w:rsidRDefault="00557788" w:rsidP="00557788">
      <w:r>
        <w:t>227.7641</w:t>
      </w:r>
      <w:r>
        <w:tab/>
        <w:t>1.266e-2</w:t>
      </w:r>
    </w:p>
    <w:p w:rsidR="00557788" w:rsidRDefault="00557788" w:rsidP="00557788">
      <w:r>
        <w:t>227.7665</w:t>
      </w:r>
      <w:r>
        <w:tab/>
        <w:t>4.051e0</w:t>
      </w:r>
    </w:p>
    <w:p w:rsidR="00557788" w:rsidRDefault="00557788" w:rsidP="00557788">
      <w:r>
        <w:t>227.7834</w:t>
      </w:r>
      <w:r>
        <w:tab/>
        <w:t>2.025e0</w:t>
      </w:r>
    </w:p>
    <w:p w:rsidR="00557788" w:rsidRDefault="00557788" w:rsidP="00557788">
      <w:r>
        <w:t>227.7891</w:t>
      </w:r>
      <w:r>
        <w:tab/>
        <w:t>2.025e0</w:t>
      </w:r>
    </w:p>
    <w:p w:rsidR="00557788" w:rsidRDefault="00557788" w:rsidP="00557788">
      <w:r>
        <w:t>227.7954</w:t>
      </w:r>
      <w:r>
        <w:tab/>
        <w:t>3.038e0</w:t>
      </w:r>
    </w:p>
    <w:p w:rsidR="00557788" w:rsidRDefault="00557788" w:rsidP="00557788">
      <w:r>
        <w:t>227.7972</w:t>
      </w:r>
      <w:r>
        <w:tab/>
        <w:t>3.038e0</w:t>
      </w:r>
    </w:p>
    <w:p w:rsidR="00557788" w:rsidRDefault="00557788" w:rsidP="00557788">
      <w:r>
        <w:t>227.8163</w:t>
      </w:r>
      <w:r>
        <w:tab/>
        <w:t>1.013e0</w:t>
      </w:r>
    </w:p>
    <w:p w:rsidR="00557788" w:rsidRDefault="00557788" w:rsidP="00557788">
      <w:r>
        <w:t>227.8205</w:t>
      </w:r>
      <w:r>
        <w:tab/>
        <w:t>3.038e0</w:t>
      </w:r>
    </w:p>
    <w:p w:rsidR="00557788" w:rsidRDefault="00557788" w:rsidP="00557788">
      <w:r>
        <w:lastRenderedPageBreak/>
        <w:t>227.8407</w:t>
      </w:r>
      <w:r>
        <w:tab/>
        <w:t>1.051e0</w:t>
      </w:r>
    </w:p>
    <w:p w:rsidR="00557788" w:rsidRDefault="00557788" w:rsidP="00557788">
      <w:r>
        <w:t>227.8455</w:t>
      </w:r>
      <w:r>
        <w:tab/>
        <w:t>2.025e0</w:t>
      </w:r>
    </w:p>
    <w:p w:rsidR="00557788" w:rsidRDefault="00557788" w:rsidP="00557788">
      <w:r>
        <w:t>227.8493</w:t>
      </w:r>
      <w:r>
        <w:tab/>
        <w:t>2.025e0</w:t>
      </w:r>
    </w:p>
    <w:p w:rsidR="00557788" w:rsidRDefault="00557788" w:rsidP="00557788">
      <w:r>
        <w:t>227.8616</w:t>
      </w:r>
      <w:r>
        <w:tab/>
        <w:t>2.025e0</w:t>
      </w:r>
    </w:p>
    <w:p w:rsidR="00557788" w:rsidRDefault="00557788" w:rsidP="00557788">
      <w:r>
        <w:t>227.8646</w:t>
      </w:r>
      <w:r>
        <w:tab/>
        <w:t>4.051e0</w:t>
      </w:r>
    </w:p>
    <w:p w:rsidR="00557788" w:rsidRDefault="00557788" w:rsidP="00557788">
      <w:r>
        <w:t>227.8845</w:t>
      </w:r>
      <w:r>
        <w:tab/>
        <w:t>1.013e0</w:t>
      </w:r>
    </w:p>
    <w:p w:rsidR="00557788" w:rsidRDefault="00557788" w:rsidP="00557788">
      <w:r>
        <w:t>227.8864</w:t>
      </w:r>
      <w:r>
        <w:tab/>
        <w:t>2.025e0</w:t>
      </w:r>
    </w:p>
    <w:p w:rsidR="00557788" w:rsidRDefault="00557788" w:rsidP="00557788">
      <w:r>
        <w:t>227.8884</w:t>
      </w:r>
      <w:r>
        <w:tab/>
        <w:t>2.025e0</w:t>
      </w:r>
    </w:p>
    <w:p w:rsidR="00557788" w:rsidRDefault="00557788" w:rsidP="00557788">
      <w:r>
        <w:t>227.8903</w:t>
      </w:r>
      <w:r>
        <w:tab/>
        <w:t>2.025e0</w:t>
      </w:r>
    </w:p>
    <w:p w:rsidR="00557788" w:rsidRDefault="00557788" w:rsidP="00557788">
      <w:r>
        <w:t>227.8916</w:t>
      </w:r>
      <w:r>
        <w:tab/>
        <w:t>4.051e0</w:t>
      </w:r>
    </w:p>
    <w:p w:rsidR="00557788" w:rsidRDefault="00557788" w:rsidP="00557788">
      <w:r>
        <w:t>227.8960</w:t>
      </w:r>
      <w:r>
        <w:tab/>
        <w:t>1.013e0</w:t>
      </w:r>
    </w:p>
    <w:p w:rsidR="00557788" w:rsidRDefault="00557788" w:rsidP="00557788">
      <w:r>
        <w:t>227.9115</w:t>
      </w:r>
      <w:r>
        <w:tab/>
        <w:t>1.025e0</w:t>
      </w:r>
    </w:p>
    <w:p w:rsidR="00557788" w:rsidRDefault="00557788" w:rsidP="00557788">
      <w:r>
        <w:t>227.9176</w:t>
      </w:r>
      <w:r>
        <w:tab/>
        <w:t>2.532e-2</w:t>
      </w:r>
    </w:p>
    <w:p w:rsidR="00557788" w:rsidRDefault="00557788" w:rsidP="00557788">
      <w:r>
        <w:t>227.9217</w:t>
      </w:r>
      <w:r>
        <w:tab/>
        <w:t>3.076e0</w:t>
      </w:r>
    </w:p>
    <w:p w:rsidR="00557788" w:rsidRDefault="00557788" w:rsidP="00557788">
      <w:r>
        <w:t>227.9342</w:t>
      </w:r>
      <w:r>
        <w:tab/>
        <w:t>2.025e0</w:t>
      </w:r>
    </w:p>
    <w:p w:rsidR="00557788" w:rsidRDefault="00557788" w:rsidP="00557788">
      <w:r>
        <w:t>228.0500</w:t>
      </w:r>
      <w:r>
        <w:tab/>
        <w:t>6.522e0</w:t>
      </w:r>
    </w:p>
    <w:p w:rsidR="00557788" w:rsidRDefault="00557788" w:rsidP="00557788">
      <w:r>
        <w:t>228.0586</w:t>
      </w:r>
      <w:r>
        <w:tab/>
        <w:t>1.020e0</w:t>
      </w:r>
    </w:p>
    <w:p w:rsidR="00557788" w:rsidRDefault="00557788" w:rsidP="00557788">
      <w:r>
        <w:t>228.0641</w:t>
      </w:r>
      <w:r>
        <w:tab/>
        <w:t>1.476e0</w:t>
      </w:r>
    </w:p>
    <w:p w:rsidR="00557788" w:rsidRDefault="00557788" w:rsidP="00557788">
      <w:r>
        <w:t>228.0701</w:t>
      </w:r>
      <w:r>
        <w:tab/>
        <w:t>1.240e1</w:t>
      </w:r>
    </w:p>
    <w:p w:rsidR="00557788" w:rsidRDefault="00557788" w:rsidP="00557788">
      <w:r>
        <w:lastRenderedPageBreak/>
        <w:t>228.0712</w:t>
      </w:r>
      <w:r>
        <w:tab/>
        <w:t>3.514e0</w:t>
      </w:r>
    </w:p>
    <w:p w:rsidR="00557788" w:rsidRDefault="00557788" w:rsidP="00557788">
      <w:r>
        <w:t>228.0870</w:t>
      </w:r>
      <w:r>
        <w:tab/>
        <w:t>1.702e0</w:t>
      </w:r>
    </w:p>
    <w:p w:rsidR="00557788" w:rsidRDefault="00557788" w:rsidP="00557788">
      <w:r>
        <w:t>228.0994</w:t>
      </w:r>
      <w:r>
        <w:tab/>
        <w:t>1.176e0</w:t>
      </w:r>
    </w:p>
    <w:p w:rsidR="00557788" w:rsidRDefault="00557788" w:rsidP="00557788">
      <w:r>
        <w:t>228.1009</w:t>
      </w:r>
      <w:r>
        <w:tab/>
        <w:t>5.520e0</w:t>
      </w:r>
    </w:p>
    <w:p w:rsidR="00557788" w:rsidRDefault="00557788" w:rsidP="00557788">
      <w:r>
        <w:t>228.1240</w:t>
      </w:r>
      <w:r>
        <w:tab/>
        <w:t>6.231e0</w:t>
      </w:r>
    </w:p>
    <w:p w:rsidR="00557788" w:rsidRDefault="00557788" w:rsidP="00557788">
      <w:r>
        <w:t>228.1324</w:t>
      </w:r>
      <w:r>
        <w:tab/>
        <w:t>7.052e0</w:t>
      </w:r>
    </w:p>
    <w:p w:rsidR="00557788" w:rsidRDefault="00557788" w:rsidP="00557788">
      <w:r>
        <w:t>228.1667</w:t>
      </w:r>
      <w:r>
        <w:tab/>
        <w:t>3.329e-1</w:t>
      </w:r>
    </w:p>
    <w:p w:rsidR="00557788" w:rsidRDefault="00557788" w:rsidP="00557788">
      <w:r>
        <w:t>228.1740</w:t>
      </w:r>
      <w:r>
        <w:tab/>
        <w:t>1.164e1</w:t>
      </w:r>
    </w:p>
    <w:p w:rsidR="00557788" w:rsidRDefault="00557788" w:rsidP="00557788">
      <w:r>
        <w:t>228.1758</w:t>
      </w:r>
      <w:r>
        <w:tab/>
        <w:t>2.801e0</w:t>
      </w:r>
    </w:p>
    <w:p w:rsidR="00557788" w:rsidRDefault="00557788" w:rsidP="00557788">
      <w:r>
        <w:t>228.1778</w:t>
      </w:r>
      <w:r>
        <w:tab/>
        <w:t>9.960e-1</w:t>
      </w:r>
    </w:p>
    <w:p w:rsidR="00557788" w:rsidRDefault="00557788" w:rsidP="00557788">
      <w:r>
        <w:t>228.1876</w:t>
      </w:r>
      <w:r>
        <w:tab/>
        <w:t>1.211e1</w:t>
      </w:r>
    </w:p>
    <w:p w:rsidR="00557788" w:rsidRDefault="00557788" w:rsidP="00557788">
      <w:r>
        <w:t>228.1897</w:t>
      </w:r>
      <w:r>
        <w:tab/>
        <w:t>1.418e1</w:t>
      </w:r>
    </w:p>
    <w:p w:rsidR="00557788" w:rsidRDefault="00557788" w:rsidP="00557788">
      <w:r>
        <w:t>228.1995</w:t>
      </w:r>
      <w:r>
        <w:tab/>
        <w:t>4.367e-1</w:t>
      </w:r>
    </w:p>
    <w:p w:rsidR="00557788" w:rsidRDefault="00557788" w:rsidP="00557788">
      <w:r>
        <w:t>228.2136</w:t>
      </w:r>
      <w:r>
        <w:tab/>
        <w:t>3.038e0</w:t>
      </w:r>
    </w:p>
    <w:p w:rsidR="00557788" w:rsidRDefault="00557788" w:rsidP="00557788">
      <w:r>
        <w:t>228.2215</w:t>
      </w:r>
      <w:r>
        <w:tab/>
        <w:t>4.051e0</w:t>
      </w:r>
    </w:p>
    <w:p w:rsidR="00557788" w:rsidRDefault="00557788" w:rsidP="00557788">
      <w:r>
        <w:t>228.2245</w:t>
      </w:r>
      <w:r>
        <w:tab/>
        <w:t>5.063e-2</w:t>
      </w:r>
    </w:p>
    <w:p w:rsidR="00557788" w:rsidRDefault="00557788" w:rsidP="00557788">
      <w:r>
        <w:t>228.2412</w:t>
      </w:r>
      <w:r>
        <w:tab/>
        <w:t>3.038e0</w:t>
      </w:r>
    </w:p>
    <w:p w:rsidR="00557788" w:rsidRDefault="00557788" w:rsidP="00557788">
      <w:r>
        <w:t>228.2434</w:t>
      </w:r>
      <w:r>
        <w:tab/>
        <w:t>2.025e0</w:t>
      </w:r>
    </w:p>
    <w:p w:rsidR="00557788" w:rsidRDefault="00557788" w:rsidP="00557788">
      <w:r>
        <w:t>228.2582</w:t>
      </w:r>
      <w:r>
        <w:tab/>
        <w:t>5.902e0</w:t>
      </w:r>
    </w:p>
    <w:p w:rsidR="00557788" w:rsidRDefault="00557788" w:rsidP="00557788">
      <w:r>
        <w:lastRenderedPageBreak/>
        <w:t>228.2701</w:t>
      </w:r>
      <w:r>
        <w:tab/>
        <w:t>1.334e1</w:t>
      </w:r>
    </w:p>
    <w:p w:rsidR="00557788" w:rsidRDefault="00557788" w:rsidP="00557788">
      <w:r>
        <w:t>228.2764</w:t>
      </w:r>
      <w:r>
        <w:tab/>
        <w:t>4.051e0</w:t>
      </w:r>
    </w:p>
    <w:p w:rsidR="00557788" w:rsidRDefault="00557788" w:rsidP="00557788">
      <w:r>
        <w:t>228.2803</w:t>
      </w:r>
      <w:r>
        <w:tab/>
        <w:t>3.114e0</w:t>
      </w:r>
    </w:p>
    <w:p w:rsidR="00557788" w:rsidRDefault="00557788" w:rsidP="00557788">
      <w:r>
        <w:t>228.2836</w:t>
      </w:r>
      <w:r>
        <w:tab/>
        <w:t>1.013e1</w:t>
      </w:r>
    </w:p>
    <w:p w:rsidR="00557788" w:rsidRDefault="00557788" w:rsidP="00557788">
      <w:r>
        <w:t>228.2869</w:t>
      </w:r>
      <w:r>
        <w:tab/>
        <w:t>2.288e0</w:t>
      </w:r>
    </w:p>
    <w:p w:rsidR="00557788" w:rsidRDefault="00557788" w:rsidP="00557788">
      <w:r>
        <w:t>228.2995</w:t>
      </w:r>
      <w:r>
        <w:tab/>
        <w:t>3.085e0</w:t>
      </w:r>
    </w:p>
    <w:p w:rsidR="00557788" w:rsidRDefault="00557788" w:rsidP="00557788">
      <w:r>
        <w:t>228.3042</w:t>
      </w:r>
      <w:r>
        <w:tab/>
        <w:t>3.038e0</w:t>
      </w:r>
    </w:p>
    <w:p w:rsidR="00557788" w:rsidRDefault="00557788" w:rsidP="00557788">
      <w:r>
        <w:t>228.3331</w:t>
      </w:r>
      <w:r>
        <w:tab/>
        <w:t>1.025e0</w:t>
      </w:r>
    </w:p>
    <w:p w:rsidR="00557788" w:rsidRDefault="00557788" w:rsidP="00557788">
      <w:r>
        <w:t>228.3352</w:t>
      </w:r>
      <w:r>
        <w:tab/>
        <w:t>5.063e0</w:t>
      </w:r>
    </w:p>
    <w:p w:rsidR="00557788" w:rsidRDefault="00557788" w:rsidP="00557788">
      <w:r>
        <w:t>228.3415</w:t>
      </w:r>
      <w:r>
        <w:tab/>
        <w:t>3.038e0</w:t>
      </w:r>
    </w:p>
    <w:p w:rsidR="00557788" w:rsidRDefault="00557788" w:rsidP="00557788">
      <w:r>
        <w:t>228.3569</w:t>
      </w:r>
      <w:r>
        <w:tab/>
        <w:t>6.076e0</w:t>
      </w:r>
    </w:p>
    <w:p w:rsidR="00557788" w:rsidRDefault="00557788" w:rsidP="00557788">
      <w:r>
        <w:t>228.3658</w:t>
      </w:r>
      <w:r>
        <w:tab/>
        <w:t>1.051e0</w:t>
      </w:r>
    </w:p>
    <w:p w:rsidR="00557788" w:rsidRDefault="00557788" w:rsidP="00557788">
      <w:r>
        <w:t>228.3777</w:t>
      </w:r>
      <w:r>
        <w:tab/>
        <w:t>5.063e0</w:t>
      </w:r>
    </w:p>
    <w:p w:rsidR="00557788" w:rsidRDefault="00557788" w:rsidP="00557788">
      <w:r>
        <w:t>228.3876</w:t>
      </w:r>
      <w:r>
        <w:tab/>
        <w:t>2.025e0</w:t>
      </w:r>
    </w:p>
    <w:p w:rsidR="00557788" w:rsidRDefault="00557788" w:rsidP="00557788">
      <w:r>
        <w:t>228.3940</w:t>
      </w:r>
      <w:r>
        <w:tab/>
        <w:t>1.051e0</w:t>
      </w:r>
    </w:p>
    <w:p w:rsidR="00557788" w:rsidRDefault="00557788" w:rsidP="00557788">
      <w:r>
        <w:t>228.4051</w:t>
      </w:r>
      <w:r>
        <w:tab/>
        <w:t>2.025e0</w:t>
      </w:r>
    </w:p>
    <w:p w:rsidR="00557788" w:rsidRDefault="00557788" w:rsidP="00557788">
      <w:r>
        <w:t>228.4067</w:t>
      </w:r>
      <w:r>
        <w:tab/>
        <w:t>3.038e0</w:t>
      </w:r>
    </w:p>
    <w:p w:rsidR="00557788" w:rsidRDefault="00557788" w:rsidP="00557788">
      <w:r>
        <w:t>228.4137</w:t>
      </w:r>
      <w:r>
        <w:tab/>
        <w:t>1.266e-2</w:t>
      </w:r>
    </w:p>
    <w:p w:rsidR="00557788" w:rsidRDefault="00557788" w:rsidP="00557788">
      <w:r>
        <w:t>228.4283</w:t>
      </w:r>
      <w:r>
        <w:tab/>
        <w:t>6.329e-2</w:t>
      </w:r>
    </w:p>
    <w:p w:rsidR="00557788" w:rsidRDefault="00557788" w:rsidP="00557788">
      <w:r>
        <w:lastRenderedPageBreak/>
        <w:t>228.4304</w:t>
      </w:r>
      <w:r>
        <w:tab/>
        <w:t>1.266e-2</w:t>
      </w:r>
    </w:p>
    <w:p w:rsidR="00557788" w:rsidRDefault="00557788" w:rsidP="00557788">
      <w:r>
        <w:t>228.4401</w:t>
      </w:r>
      <w:r>
        <w:tab/>
        <w:t>2.532e-2</w:t>
      </w:r>
    </w:p>
    <w:p w:rsidR="00557788" w:rsidRDefault="00557788" w:rsidP="00557788">
      <w:r>
        <w:t>228.4420</w:t>
      </w:r>
      <w:r>
        <w:tab/>
        <w:t>4.051e0</w:t>
      </w:r>
    </w:p>
    <w:p w:rsidR="00557788" w:rsidRDefault="00557788" w:rsidP="00557788">
      <w:r>
        <w:t>228.4555</w:t>
      </w:r>
      <w:r>
        <w:tab/>
        <w:t>2.025e0</w:t>
      </w:r>
    </w:p>
    <w:p w:rsidR="00557788" w:rsidRDefault="00557788" w:rsidP="00557788">
      <w:r>
        <w:t>228.4620</w:t>
      </w:r>
      <w:r>
        <w:tab/>
        <w:t>1.051e0</w:t>
      </w:r>
    </w:p>
    <w:p w:rsidR="00557788" w:rsidRDefault="00557788" w:rsidP="00557788">
      <w:r>
        <w:t>228.4797</w:t>
      </w:r>
      <w:r>
        <w:tab/>
        <w:t>2.025e0</w:t>
      </w:r>
    </w:p>
    <w:p w:rsidR="00557788" w:rsidRDefault="00557788" w:rsidP="00557788">
      <w:r>
        <w:t>228.4838</w:t>
      </w:r>
      <w:r>
        <w:tab/>
        <w:t>1.152e0</w:t>
      </w:r>
    </w:p>
    <w:p w:rsidR="00557788" w:rsidRDefault="00557788" w:rsidP="00557788">
      <w:r>
        <w:t>228.4933</w:t>
      </w:r>
      <w:r>
        <w:tab/>
        <w:t>3.038e0</w:t>
      </w:r>
    </w:p>
    <w:p w:rsidR="00557788" w:rsidRDefault="00557788" w:rsidP="00557788">
      <w:r>
        <w:t>228.4965</w:t>
      </w:r>
      <w:r>
        <w:tab/>
        <w:t>5.063e0</w:t>
      </w:r>
    </w:p>
    <w:p w:rsidR="00557788" w:rsidRDefault="00557788" w:rsidP="00557788">
      <w:r>
        <w:t>228.4983</w:t>
      </w:r>
      <w:r>
        <w:tab/>
        <w:t>1.013e0</w:t>
      </w:r>
    </w:p>
    <w:p w:rsidR="00557788" w:rsidRDefault="00557788" w:rsidP="00557788">
      <w:r>
        <w:t>228.5061</w:t>
      </w:r>
      <w:r>
        <w:tab/>
        <w:t>1.013e0</w:t>
      </w:r>
    </w:p>
    <w:p w:rsidR="00557788" w:rsidRDefault="00557788" w:rsidP="00557788">
      <w:r>
        <w:t>228.5119</w:t>
      </w:r>
      <w:r>
        <w:tab/>
        <w:t>2.063e0</w:t>
      </w:r>
    </w:p>
    <w:p w:rsidR="00557788" w:rsidRDefault="00557788" w:rsidP="00557788">
      <w:r>
        <w:t>228.5180</w:t>
      </w:r>
      <w:r>
        <w:tab/>
        <w:t>3.038e0</w:t>
      </w:r>
    </w:p>
    <w:p w:rsidR="00557788" w:rsidRDefault="00557788" w:rsidP="00557788">
      <w:r>
        <w:t>228.5256</w:t>
      </w:r>
      <w:r>
        <w:tab/>
        <w:t>1.266e-2</w:t>
      </w:r>
    </w:p>
    <w:p w:rsidR="00557788" w:rsidRDefault="00557788" w:rsidP="00557788">
      <w:r>
        <w:t>228.5475</w:t>
      </w:r>
      <w:r>
        <w:tab/>
        <w:t>3.076e0</w:t>
      </w:r>
    </w:p>
    <w:p w:rsidR="00557788" w:rsidRDefault="00557788" w:rsidP="00557788">
      <w:r>
        <w:t>228.5556</w:t>
      </w:r>
      <w:r>
        <w:tab/>
        <w:t>5.089e0</w:t>
      </w:r>
    </w:p>
    <w:p w:rsidR="00557788" w:rsidRDefault="00557788" w:rsidP="00557788">
      <w:r>
        <w:t>228.5586</w:t>
      </w:r>
      <w:r>
        <w:tab/>
        <w:t>2.532e-2</w:t>
      </w:r>
    </w:p>
    <w:p w:rsidR="00557788" w:rsidRDefault="00557788" w:rsidP="00557788">
      <w:r>
        <w:t>228.5645</w:t>
      </w:r>
      <w:r>
        <w:tab/>
        <w:t>2.025e0</w:t>
      </w:r>
    </w:p>
    <w:p w:rsidR="00557788" w:rsidRDefault="00557788" w:rsidP="00557788">
      <w:r>
        <w:t>228.5814</w:t>
      </w:r>
      <w:r>
        <w:tab/>
        <w:t>5.063e0</w:t>
      </w:r>
    </w:p>
    <w:p w:rsidR="00557788" w:rsidRDefault="00557788" w:rsidP="00557788">
      <w:r>
        <w:lastRenderedPageBreak/>
        <w:t>228.5880</w:t>
      </w:r>
      <w:r>
        <w:tab/>
        <w:t>7.431e0</w:t>
      </w:r>
    </w:p>
    <w:p w:rsidR="00557788" w:rsidRDefault="00557788" w:rsidP="00557788">
      <w:r>
        <w:t>228.5902</w:t>
      </w:r>
      <w:r>
        <w:tab/>
        <w:t>1.013e0</w:t>
      </w:r>
    </w:p>
    <w:p w:rsidR="00557788" w:rsidRDefault="00557788" w:rsidP="00557788">
      <w:r>
        <w:t>228.5945</w:t>
      </w:r>
      <w:r>
        <w:tab/>
        <w:t>1.013e0</w:t>
      </w:r>
    </w:p>
    <w:p w:rsidR="00557788" w:rsidRDefault="00557788" w:rsidP="00557788">
      <w:r>
        <w:t>228.6112</w:t>
      </w:r>
      <w:r>
        <w:tab/>
        <w:t>1.266e-2</w:t>
      </w:r>
    </w:p>
    <w:p w:rsidR="00557788" w:rsidRDefault="00557788" w:rsidP="00557788">
      <w:r>
        <w:t>228.6174</w:t>
      </w:r>
      <w:r>
        <w:tab/>
        <w:t>4.051e0</w:t>
      </w:r>
    </w:p>
    <w:p w:rsidR="00557788" w:rsidRDefault="00557788" w:rsidP="00557788">
      <w:r>
        <w:t>228.6279</w:t>
      </w:r>
      <w:r>
        <w:tab/>
        <w:t>3.741e0</w:t>
      </w:r>
    </w:p>
    <w:p w:rsidR="00557788" w:rsidRDefault="00557788" w:rsidP="00557788">
      <w:r>
        <w:t>228.6305</w:t>
      </w:r>
      <w:r>
        <w:tab/>
        <w:t>2.532e-2</w:t>
      </w:r>
    </w:p>
    <w:p w:rsidR="00557788" w:rsidRDefault="00557788" w:rsidP="00557788">
      <w:r>
        <w:t>228.6344</w:t>
      </w:r>
      <w:r>
        <w:tab/>
        <w:t>1.025e0</w:t>
      </w:r>
    </w:p>
    <w:p w:rsidR="00557788" w:rsidRDefault="00557788" w:rsidP="00557788">
      <w:r>
        <w:t>228.6405</w:t>
      </w:r>
      <w:r>
        <w:tab/>
        <w:t>2.025e0</w:t>
      </w:r>
    </w:p>
    <w:p w:rsidR="00557788" w:rsidRDefault="00557788" w:rsidP="00557788">
      <w:r>
        <w:t>228.6453</w:t>
      </w:r>
      <w:r>
        <w:tab/>
        <w:t>2.051e0</w:t>
      </w:r>
    </w:p>
    <w:p w:rsidR="00557788" w:rsidRDefault="00557788" w:rsidP="00557788">
      <w:r>
        <w:t>228.6631</w:t>
      </w:r>
      <w:r>
        <w:tab/>
        <w:t>4.051e0</w:t>
      </w:r>
    </w:p>
    <w:p w:rsidR="00557788" w:rsidRDefault="00557788" w:rsidP="00557788">
      <w:r>
        <w:t>228.6715</w:t>
      </w:r>
      <w:r>
        <w:tab/>
        <w:t>1.266e-2</w:t>
      </w:r>
    </w:p>
    <w:p w:rsidR="00557788" w:rsidRDefault="00557788" w:rsidP="00557788">
      <w:r>
        <w:t>228.6780</w:t>
      </w:r>
      <w:r>
        <w:tab/>
        <w:t>3.038e0</w:t>
      </w:r>
    </w:p>
    <w:p w:rsidR="00557788" w:rsidRDefault="00557788" w:rsidP="00557788">
      <w:r>
        <w:t>228.6869</w:t>
      </w:r>
      <w:r>
        <w:tab/>
        <w:t>2.025e0</w:t>
      </w:r>
    </w:p>
    <w:p w:rsidR="00557788" w:rsidRDefault="00557788" w:rsidP="00557788">
      <w:r>
        <w:t>228.7086</w:t>
      </w:r>
      <w:r>
        <w:tab/>
        <w:t>8.274e0</w:t>
      </w:r>
    </w:p>
    <w:p w:rsidR="00557788" w:rsidRDefault="00557788" w:rsidP="00557788">
      <w:r>
        <w:t>228.7118</w:t>
      </w:r>
      <w:r>
        <w:tab/>
        <w:t>2.025e0</w:t>
      </w:r>
    </w:p>
    <w:p w:rsidR="00557788" w:rsidRDefault="00557788" w:rsidP="00557788">
      <w:r>
        <w:t>228.7219</w:t>
      </w:r>
      <w:r>
        <w:tab/>
        <w:t>3.038e0</w:t>
      </w:r>
    </w:p>
    <w:p w:rsidR="00557788" w:rsidRDefault="00557788" w:rsidP="00557788">
      <w:r>
        <w:t>228.7314</w:t>
      </w:r>
      <w:r>
        <w:tab/>
        <w:t>3.038e0</w:t>
      </w:r>
    </w:p>
    <w:p w:rsidR="00557788" w:rsidRDefault="00557788" w:rsidP="00557788">
      <w:r>
        <w:t>228.7342</w:t>
      </w:r>
      <w:r>
        <w:tab/>
        <w:t>3.076e0</w:t>
      </w:r>
    </w:p>
    <w:p w:rsidR="00557788" w:rsidRDefault="00557788" w:rsidP="00557788">
      <w:r>
        <w:lastRenderedPageBreak/>
        <w:t>228.7472</w:t>
      </w:r>
      <w:r>
        <w:tab/>
        <w:t>2.025e0</w:t>
      </w:r>
    </w:p>
    <w:p w:rsidR="00557788" w:rsidRDefault="00557788" w:rsidP="00557788">
      <w:r>
        <w:t>228.7550</w:t>
      </w:r>
      <w:r>
        <w:tab/>
        <w:t>1.266e-2</w:t>
      </w:r>
    </w:p>
    <w:p w:rsidR="00557788" w:rsidRDefault="00557788" w:rsidP="00557788">
      <w:r>
        <w:t>228.7668</w:t>
      </w:r>
      <w:r>
        <w:tab/>
        <w:t>1.013e0</w:t>
      </w:r>
    </w:p>
    <w:p w:rsidR="00557788" w:rsidRDefault="00557788" w:rsidP="00557788">
      <w:r>
        <w:t>228.7711</w:t>
      </w:r>
      <w:r>
        <w:tab/>
        <w:t>1.013e0</w:t>
      </w:r>
    </w:p>
    <w:p w:rsidR="00557788" w:rsidRDefault="00557788" w:rsidP="00557788">
      <w:r>
        <w:t>228.7882</w:t>
      </w:r>
      <w:r>
        <w:tab/>
        <w:t>2.025e0</w:t>
      </w:r>
    </w:p>
    <w:p w:rsidR="00557788" w:rsidRDefault="00557788" w:rsidP="00557788">
      <w:r>
        <w:t>228.7940</w:t>
      </w:r>
      <w:r>
        <w:tab/>
        <w:t>2.025e0</w:t>
      </w:r>
    </w:p>
    <w:p w:rsidR="00557788" w:rsidRDefault="00557788" w:rsidP="00557788">
      <w:r>
        <w:t>228.7958</w:t>
      </w:r>
      <w:r>
        <w:tab/>
        <w:t>3.038e0</w:t>
      </w:r>
    </w:p>
    <w:p w:rsidR="00557788" w:rsidRDefault="00557788" w:rsidP="00557788">
      <w:r>
        <w:t>228.8094</w:t>
      </w:r>
      <w:r>
        <w:tab/>
        <w:t>3.038e0</w:t>
      </w:r>
    </w:p>
    <w:p w:rsidR="00557788" w:rsidRDefault="00557788" w:rsidP="00557788">
      <w:r>
        <w:t>228.8114</w:t>
      </w:r>
      <w:r>
        <w:tab/>
        <w:t>1.013e0</w:t>
      </w:r>
    </w:p>
    <w:p w:rsidR="00557788" w:rsidRDefault="00557788" w:rsidP="00557788">
      <w:r>
        <w:t>228.8224</w:t>
      </w:r>
      <w:r>
        <w:tab/>
        <w:t>3.063e0</w:t>
      </w:r>
    </w:p>
    <w:p w:rsidR="00557788" w:rsidRDefault="00557788" w:rsidP="00557788">
      <w:r>
        <w:t>228.8262</w:t>
      </w:r>
      <w:r>
        <w:tab/>
        <w:t>3.079e0</w:t>
      </w:r>
    </w:p>
    <w:p w:rsidR="00557788" w:rsidRDefault="00557788" w:rsidP="00557788">
      <w:r>
        <w:t>228.8314</w:t>
      </w:r>
      <w:r>
        <w:tab/>
        <w:t>2.025e0</w:t>
      </w:r>
    </w:p>
    <w:p w:rsidR="00557788" w:rsidRDefault="00557788" w:rsidP="00557788">
      <w:r>
        <w:t>228.8357</w:t>
      </w:r>
      <w:r>
        <w:tab/>
        <w:t>2.025e0</w:t>
      </w:r>
    </w:p>
    <w:p w:rsidR="00557788" w:rsidRDefault="00557788" w:rsidP="00557788">
      <w:r>
        <w:t>228.8429</w:t>
      </w:r>
      <w:r>
        <w:tab/>
        <w:t>2.025e0</w:t>
      </w:r>
    </w:p>
    <w:p w:rsidR="00557788" w:rsidRDefault="00557788" w:rsidP="00557788">
      <w:r>
        <w:t>228.8443</w:t>
      </w:r>
      <w:r>
        <w:tab/>
        <w:t>3.142e0</w:t>
      </w:r>
    </w:p>
    <w:p w:rsidR="00557788" w:rsidRDefault="00557788" w:rsidP="00557788">
      <w:r>
        <w:t>228.8561</w:t>
      </w:r>
      <w:r>
        <w:tab/>
        <w:t>1.266e-2</w:t>
      </w:r>
    </w:p>
    <w:p w:rsidR="00557788" w:rsidRDefault="00557788" w:rsidP="00557788">
      <w:r>
        <w:t>228.8620</w:t>
      </w:r>
      <w:r>
        <w:tab/>
        <w:t>2.025e0</w:t>
      </w:r>
    </w:p>
    <w:p w:rsidR="00557788" w:rsidRDefault="00557788" w:rsidP="00557788">
      <w:r>
        <w:t>228.8658</w:t>
      </w:r>
      <w:r>
        <w:tab/>
        <w:t>2.025e0</w:t>
      </w:r>
    </w:p>
    <w:p w:rsidR="00557788" w:rsidRDefault="00557788" w:rsidP="00557788">
      <w:r>
        <w:t>228.8774</w:t>
      </w:r>
      <w:r>
        <w:tab/>
        <w:t>2.025e0</w:t>
      </w:r>
    </w:p>
    <w:p w:rsidR="00557788" w:rsidRDefault="00557788" w:rsidP="00557788">
      <w:r>
        <w:lastRenderedPageBreak/>
        <w:t>228.8794</w:t>
      </w:r>
      <w:r>
        <w:tab/>
        <w:t>1.266e-2</w:t>
      </w:r>
    </w:p>
    <w:p w:rsidR="00557788" w:rsidRDefault="00557788" w:rsidP="00557788">
      <w:r>
        <w:t>228.8813</w:t>
      </w:r>
      <w:r>
        <w:tab/>
        <w:t>4.101e0</w:t>
      </w:r>
    </w:p>
    <w:p w:rsidR="00557788" w:rsidRDefault="00557788" w:rsidP="00557788">
      <w:r>
        <w:t>228.8940</w:t>
      </w:r>
      <w:r>
        <w:tab/>
        <w:t>3.798e-2</w:t>
      </w:r>
    </w:p>
    <w:p w:rsidR="00557788" w:rsidRDefault="00557788" w:rsidP="00557788">
      <w:r>
        <w:t>228.9104</w:t>
      </w:r>
      <w:r>
        <w:tab/>
        <w:t>2.025e0</w:t>
      </w:r>
    </w:p>
    <w:p w:rsidR="00557788" w:rsidRDefault="00557788" w:rsidP="00557788">
      <w:r>
        <w:t>228.9201</w:t>
      </w:r>
      <w:r>
        <w:tab/>
        <w:t>2.038e0</w:t>
      </w:r>
    </w:p>
    <w:p w:rsidR="00557788" w:rsidRDefault="00557788" w:rsidP="00557788">
      <w:r>
        <w:t>228.9232</w:t>
      </w:r>
      <w:r>
        <w:tab/>
        <w:t>1.038e0</w:t>
      </w:r>
    </w:p>
    <w:p w:rsidR="00557788" w:rsidRDefault="00557788" w:rsidP="00557788">
      <w:r>
        <w:t>228.9261</w:t>
      </w:r>
      <w:r>
        <w:tab/>
        <w:t>2.532e-2</w:t>
      </w:r>
    </w:p>
    <w:p w:rsidR="00557788" w:rsidRDefault="00557788" w:rsidP="00557788">
      <w:r>
        <w:t>228.9319</w:t>
      </w:r>
      <w:r>
        <w:tab/>
        <w:t>1.038e0</w:t>
      </w:r>
    </w:p>
    <w:p w:rsidR="00557788" w:rsidRDefault="00557788" w:rsidP="00557788">
      <w:r>
        <w:t>228.9334</w:t>
      </w:r>
      <w:r>
        <w:tab/>
        <w:t>4.051e0</w:t>
      </w:r>
    </w:p>
    <w:p w:rsidR="00557788" w:rsidRDefault="00557788" w:rsidP="00557788">
      <w:r>
        <w:t>228.9377</w:t>
      </w:r>
      <w:r>
        <w:tab/>
        <w:t>2.025e0</w:t>
      </w:r>
    </w:p>
    <w:p w:rsidR="00557788" w:rsidRDefault="00557788" w:rsidP="00557788">
      <w:r>
        <w:t>228.9469</w:t>
      </w:r>
      <w:r>
        <w:tab/>
        <w:t>3.038e0</w:t>
      </w:r>
    </w:p>
    <w:p w:rsidR="00557788" w:rsidRDefault="00557788" w:rsidP="00557788">
      <w:r>
        <w:t>228.9582</w:t>
      </w:r>
      <w:r>
        <w:tab/>
        <w:t>6.076e0</w:t>
      </w:r>
    </w:p>
    <w:p w:rsidR="00557788" w:rsidRDefault="00557788" w:rsidP="00557788">
      <w:r>
        <w:t>228.9785</w:t>
      </w:r>
      <w:r>
        <w:tab/>
        <w:t>1.287e1</w:t>
      </w:r>
    </w:p>
    <w:p w:rsidR="00557788" w:rsidRDefault="00557788" w:rsidP="00557788">
      <w:r>
        <w:t>228.9908</w:t>
      </w:r>
      <w:r>
        <w:tab/>
        <w:t>1.231e1</w:t>
      </w:r>
    </w:p>
    <w:p w:rsidR="00557788" w:rsidRDefault="00557788" w:rsidP="00557788">
      <w:r>
        <w:t>229.0470</w:t>
      </w:r>
      <w:r>
        <w:tab/>
        <w:t>6.613e0</w:t>
      </w:r>
    </w:p>
    <w:p w:rsidR="00557788" w:rsidRDefault="00557788" w:rsidP="00557788">
      <w:r>
        <w:t>229.0664</w:t>
      </w:r>
      <w:r>
        <w:tab/>
        <w:t>3.339e0</w:t>
      </w:r>
    </w:p>
    <w:p w:rsidR="00557788" w:rsidRDefault="00557788" w:rsidP="00557788">
      <w:r>
        <w:t>229.0704</w:t>
      </w:r>
      <w:r>
        <w:tab/>
        <w:t>5.060e0</w:t>
      </w:r>
    </w:p>
    <w:p w:rsidR="00557788" w:rsidRDefault="00557788" w:rsidP="00557788">
      <w:r>
        <w:t>229.0858</w:t>
      </w:r>
      <w:r>
        <w:tab/>
        <w:t>4.823e0</w:t>
      </w:r>
    </w:p>
    <w:p w:rsidR="00557788" w:rsidRDefault="00557788" w:rsidP="00557788">
      <w:r>
        <w:t>229.0881</w:t>
      </w:r>
      <w:r>
        <w:tab/>
        <w:t>2.323e0</w:t>
      </w:r>
    </w:p>
    <w:p w:rsidR="00557788" w:rsidRDefault="00557788" w:rsidP="00557788">
      <w:r>
        <w:lastRenderedPageBreak/>
        <w:t>229.0935</w:t>
      </w:r>
      <w:r>
        <w:tab/>
        <w:t>1.736e0</w:t>
      </w:r>
    </w:p>
    <w:p w:rsidR="00557788" w:rsidRDefault="00557788" w:rsidP="00557788">
      <w:r>
        <w:t>229.0954</w:t>
      </w:r>
      <w:r>
        <w:tab/>
        <w:t>7.557e-1</w:t>
      </w:r>
    </w:p>
    <w:p w:rsidR="00557788" w:rsidRDefault="00557788" w:rsidP="00557788">
      <w:r>
        <w:t>229.0964</w:t>
      </w:r>
      <w:r>
        <w:tab/>
        <w:t>7.744e-1</w:t>
      </w:r>
    </w:p>
    <w:p w:rsidR="00557788" w:rsidRDefault="00557788" w:rsidP="00557788">
      <w:r>
        <w:t>229.1021</w:t>
      </w:r>
      <w:r>
        <w:tab/>
        <w:t>1.387e0</w:t>
      </w:r>
    </w:p>
    <w:p w:rsidR="00557788" w:rsidRDefault="00557788" w:rsidP="00557788">
      <w:r>
        <w:t>229.1181</w:t>
      </w:r>
      <w:r>
        <w:tab/>
        <w:t>2.251e0</w:t>
      </w:r>
    </w:p>
    <w:p w:rsidR="00557788" w:rsidRDefault="00557788" w:rsidP="00557788">
      <w:r>
        <w:t>229.1369</w:t>
      </w:r>
      <w:r>
        <w:tab/>
        <w:t>2.721e0</w:t>
      </w:r>
    </w:p>
    <w:p w:rsidR="00557788" w:rsidRDefault="00557788" w:rsidP="00557788">
      <w:r>
        <w:t>229.1427</w:t>
      </w:r>
      <w:r>
        <w:tab/>
        <w:t>1.870e0</w:t>
      </w:r>
    </w:p>
    <w:p w:rsidR="00557788" w:rsidRDefault="00557788" w:rsidP="00557788">
      <w:r>
        <w:t>229.1618</w:t>
      </w:r>
      <w:r>
        <w:tab/>
        <w:t>7.263e0</w:t>
      </w:r>
    </w:p>
    <w:p w:rsidR="00557788" w:rsidRDefault="00557788" w:rsidP="00557788">
      <w:r>
        <w:t>229.1717</w:t>
      </w:r>
      <w:r>
        <w:tab/>
        <w:t>2.570e0</w:t>
      </w:r>
    </w:p>
    <w:p w:rsidR="00557788" w:rsidRDefault="00557788" w:rsidP="00557788">
      <w:r>
        <w:t>229.1763</w:t>
      </w:r>
      <w:r>
        <w:tab/>
        <w:t>2.532e0</w:t>
      </w:r>
    </w:p>
    <w:p w:rsidR="00557788" w:rsidRDefault="00557788" w:rsidP="00557788">
      <w:r>
        <w:t>229.1848</w:t>
      </w:r>
      <w:r>
        <w:tab/>
        <w:t>5.638e0</w:t>
      </w:r>
    </w:p>
    <w:p w:rsidR="00557788" w:rsidRDefault="00557788" w:rsidP="00557788">
      <w:r>
        <w:t>229.1897</w:t>
      </w:r>
      <w:r>
        <w:tab/>
        <w:t>3.121e0</w:t>
      </w:r>
    </w:p>
    <w:p w:rsidR="00557788" w:rsidRDefault="00557788" w:rsidP="00557788">
      <w:r>
        <w:t>229.1981</w:t>
      </w:r>
      <w:r>
        <w:tab/>
        <w:t>4.144e-1</w:t>
      </w:r>
    </w:p>
    <w:p w:rsidR="00557788" w:rsidRDefault="00557788" w:rsidP="00557788">
      <w:r>
        <w:t>229.2121</w:t>
      </w:r>
      <w:r>
        <w:tab/>
        <w:t>3.038e0</w:t>
      </w:r>
    </w:p>
    <w:p w:rsidR="00557788" w:rsidRDefault="00557788" w:rsidP="00557788">
      <w:r>
        <w:t>229.2141</w:t>
      </w:r>
      <w:r>
        <w:tab/>
        <w:t>1.038e0</w:t>
      </w:r>
    </w:p>
    <w:p w:rsidR="00557788" w:rsidRDefault="00557788" w:rsidP="00557788">
      <w:r>
        <w:t>229.2282</w:t>
      </w:r>
      <w:r>
        <w:tab/>
        <w:t>2.738e0</w:t>
      </w:r>
    </w:p>
    <w:p w:rsidR="00557788" w:rsidRDefault="00557788" w:rsidP="00557788">
      <w:r>
        <w:t>229.2296</w:t>
      </w:r>
      <w:r>
        <w:tab/>
        <w:t>1.013e0</w:t>
      </w:r>
    </w:p>
    <w:p w:rsidR="00557788" w:rsidRDefault="00557788" w:rsidP="00557788">
      <w:r>
        <w:t>229.2399</w:t>
      </w:r>
      <w:r>
        <w:tab/>
        <w:t>4.051e0</w:t>
      </w:r>
    </w:p>
    <w:p w:rsidR="00557788" w:rsidRDefault="00557788" w:rsidP="00557788">
      <w:r>
        <w:t>229.2584</w:t>
      </w:r>
      <w:r>
        <w:tab/>
        <w:t>1.266e-2</w:t>
      </w:r>
    </w:p>
    <w:p w:rsidR="00557788" w:rsidRDefault="00557788" w:rsidP="00557788">
      <w:r>
        <w:lastRenderedPageBreak/>
        <w:t>229.2627</w:t>
      </w:r>
      <w:r>
        <w:tab/>
        <w:t>1.013e0</w:t>
      </w:r>
    </w:p>
    <w:p w:rsidR="00557788" w:rsidRDefault="00557788" w:rsidP="00557788">
      <w:r>
        <w:t>229.2705</w:t>
      </w:r>
      <w:r>
        <w:tab/>
        <w:t>1.025e0</w:t>
      </w:r>
    </w:p>
    <w:p w:rsidR="00557788" w:rsidRDefault="00557788" w:rsidP="00557788">
      <w:r>
        <w:t>229.2744</w:t>
      </w:r>
      <w:r>
        <w:tab/>
        <w:t>2.025e0</w:t>
      </w:r>
    </w:p>
    <w:p w:rsidR="00557788" w:rsidRDefault="00557788" w:rsidP="00557788">
      <w:r>
        <w:t>229.2844</w:t>
      </w:r>
      <w:r>
        <w:tab/>
        <w:t>1.013e1</w:t>
      </w:r>
    </w:p>
    <w:p w:rsidR="00557788" w:rsidRDefault="00557788" w:rsidP="00557788">
      <w:r>
        <w:t>229.2939</w:t>
      </w:r>
      <w:r>
        <w:tab/>
        <w:t>4.051e0</w:t>
      </w:r>
    </w:p>
    <w:p w:rsidR="00557788" w:rsidRDefault="00557788" w:rsidP="00557788">
      <w:r>
        <w:t>229.3071</w:t>
      </w:r>
      <w:r>
        <w:tab/>
        <w:t>1.025e0</w:t>
      </w:r>
    </w:p>
    <w:p w:rsidR="00557788" w:rsidRDefault="00557788" w:rsidP="00557788">
      <w:r>
        <w:t>229.3170</w:t>
      </w:r>
      <w:r>
        <w:tab/>
        <w:t>3.038e0</w:t>
      </w:r>
    </w:p>
    <w:p w:rsidR="00557788" w:rsidRDefault="00557788" w:rsidP="00557788">
      <w:r>
        <w:t>229.3215</w:t>
      </w:r>
      <w:r>
        <w:tab/>
        <w:t>3.038e0</w:t>
      </w:r>
    </w:p>
    <w:p w:rsidR="00557788" w:rsidRDefault="00557788" w:rsidP="00557788">
      <w:r>
        <w:t>229.3319</w:t>
      </w:r>
      <w:r>
        <w:tab/>
        <w:t>1.038e0</w:t>
      </w:r>
    </w:p>
    <w:p w:rsidR="00557788" w:rsidRDefault="00557788" w:rsidP="00557788">
      <w:r>
        <w:t>229.3367</w:t>
      </w:r>
      <w:r>
        <w:tab/>
        <w:t>3.038e0</w:t>
      </w:r>
    </w:p>
    <w:p w:rsidR="00557788" w:rsidRDefault="00557788" w:rsidP="00557788">
      <w:r>
        <w:t>229.3444</w:t>
      </w:r>
      <w:r>
        <w:tab/>
        <w:t>2.025e0</w:t>
      </w:r>
    </w:p>
    <w:p w:rsidR="00557788" w:rsidRDefault="00557788" w:rsidP="00557788">
      <w:r>
        <w:t>229.3464</w:t>
      </w:r>
      <w:r>
        <w:tab/>
        <w:t>1.013e0</w:t>
      </w:r>
    </w:p>
    <w:p w:rsidR="00557788" w:rsidRDefault="00557788" w:rsidP="00557788">
      <w:r>
        <w:t>229.3481</w:t>
      </w:r>
      <w:r>
        <w:tab/>
        <w:t>3.038e0</w:t>
      </w:r>
    </w:p>
    <w:p w:rsidR="00557788" w:rsidRDefault="00557788" w:rsidP="00557788">
      <w:r>
        <w:t>229.3750</w:t>
      </w:r>
      <w:r>
        <w:tab/>
        <w:t>2.532e-2</w:t>
      </w:r>
    </w:p>
    <w:p w:rsidR="00557788" w:rsidRDefault="00557788" w:rsidP="00557788">
      <w:r>
        <w:t>229.3834</w:t>
      </w:r>
      <w:r>
        <w:tab/>
        <w:t>4.051e0</w:t>
      </w:r>
    </w:p>
    <w:p w:rsidR="00557788" w:rsidRDefault="00557788" w:rsidP="00557788">
      <w:r>
        <w:t>229.3859</w:t>
      </w:r>
      <w:r>
        <w:tab/>
        <w:t>1.038e0</w:t>
      </w:r>
    </w:p>
    <w:p w:rsidR="00557788" w:rsidRDefault="00557788" w:rsidP="00557788">
      <w:r>
        <w:t>229.3943</w:t>
      </w:r>
      <w:r>
        <w:tab/>
        <w:t>3.051e0</w:t>
      </w:r>
    </w:p>
    <w:p w:rsidR="00557788" w:rsidRDefault="00557788" w:rsidP="00557788">
      <w:r>
        <w:t>229.4028</w:t>
      </w:r>
      <w:r>
        <w:tab/>
        <w:t>1.013e0</w:t>
      </w:r>
    </w:p>
    <w:p w:rsidR="00557788" w:rsidRDefault="00557788" w:rsidP="00557788">
      <w:r>
        <w:t>229.4106</w:t>
      </w:r>
      <w:r>
        <w:tab/>
        <w:t>1.013e0</w:t>
      </w:r>
    </w:p>
    <w:p w:rsidR="00557788" w:rsidRDefault="00557788" w:rsidP="00557788">
      <w:r>
        <w:lastRenderedPageBreak/>
        <w:t>229.4186</w:t>
      </w:r>
      <w:r>
        <w:tab/>
        <w:t>1.025e0</w:t>
      </w:r>
    </w:p>
    <w:p w:rsidR="00557788" w:rsidRDefault="00557788" w:rsidP="00557788">
      <w:r>
        <w:t>229.4252</w:t>
      </w:r>
      <w:r>
        <w:tab/>
        <w:t>6.076e0</w:t>
      </w:r>
    </w:p>
    <w:p w:rsidR="00557788" w:rsidRDefault="00557788" w:rsidP="00557788">
      <w:r>
        <w:t>229.4332</w:t>
      </w:r>
      <w:r>
        <w:tab/>
        <w:t>2.198e0</w:t>
      </w:r>
    </w:p>
    <w:p w:rsidR="00557788" w:rsidRDefault="00557788" w:rsidP="00557788">
      <w:r>
        <w:t>229.4351</w:t>
      </w:r>
      <w:r>
        <w:tab/>
        <w:t>2.025e0</w:t>
      </w:r>
    </w:p>
    <w:p w:rsidR="00557788" w:rsidRDefault="00557788" w:rsidP="00557788">
      <w:r>
        <w:t>229.4574</w:t>
      </w:r>
      <w:r>
        <w:tab/>
        <w:t>2.025e0</w:t>
      </w:r>
    </w:p>
    <w:p w:rsidR="00557788" w:rsidRDefault="00557788" w:rsidP="00557788">
      <w:r>
        <w:t>229.4593</w:t>
      </w:r>
      <w:r>
        <w:tab/>
        <w:t>5.063e-2</w:t>
      </w:r>
    </w:p>
    <w:p w:rsidR="00557788" w:rsidRDefault="00557788" w:rsidP="00557788">
      <w:r>
        <w:t>229.4606</w:t>
      </w:r>
      <w:r>
        <w:tab/>
        <w:t>5.063e0</w:t>
      </w:r>
    </w:p>
    <w:p w:rsidR="00557788" w:rsidRDefault="00557788" w:rsidP="00557788">
      <w:r>
        <w:t>229.4729</w:t>
      </w:r>
      <w:r>
        <w:tab/>
        <w:t>3.038e0</w:t>
      </w:r>
    </w:p>
    <w:p w:rsidR="00557788" w:rsidRDefault="00557788" w:rsidP="00557788">
      <w:r>
        <w:t>229.4801</w:t>
      </w:r>
      <w:r>
        <w:tab/>
        <w:t>2.025e0</w:t>
      </w:r>
    </w:p>
    <w:p w:rsidR="00557788" w:rsidRDefault="00557788" w:rsidP="00557788">
      <w:r>
        <w:t>229.4830</w:t>
      </w:r>
      <w:r>
        <w:tab/>
        <w:t>1.013e0</w:t>
      </w:r>
    </w:p>
    <w:p w:rsidR="00557788" w:rsidRDefault="00557788" w:rsidP="00557788">
      <w:r>
        <w:t>229.4854</w:t>
      </w:r>
      <w:r>
        <w:tab/>
        <w:t>3.038e0</w:t>
      </w:r>
    </w:p>
    <w:p w:rsidR="00557788" w:rsidRDefault="00557788" w:rsidP="00557788">
      <w:r>
        <w:t>229.4873</w:t>
      </w:r>
      <w:r>
        <w:tab/>
        <w:t>1.013e0</w:t>
      </w:r>
    </w:p>
    <w:p w:rsidR="00557788" w:rsidRDefault="00557788" w:rsidP="00557788">
      <w:r>
        <w:t>229.5157</w:t>
      </w:r>
      <w:r>
        <w:tab/>
        <w:t>3.051e0</w:t>
      </w:r>
    </w:p>
    <w:p w:rsidR="00557788" w:rsidRDefault="00557788" w:rsidP="00557788">
      <w:r>
        <w:t>229.5175</w:t>
      </w:r>
      <w:r>
        <w:tab/>
        <w:t>4.089e0</w:t>
      </w:r>
    </w:p>
    <w:p w:rsidR="00557788" w:rsidRDefault="00557788" w:rsidP="00557788">
      <w:r>
        <w:t>229.5235</w:t>
      </w:r>
      <w:r>
        <w:tab/>
        <w:t>3.038e0</w:t>
      </w:r>
    </w:p>
    <w:p w:rsidR="00557788" w:rsidRDefault="00557788" w:rsidP="00557788">
      <w:r>
        <w:t>229.5286</w:t>
      </w:r>
      <w:r>
        <w:tab/>
        <w:t>1.038e0</w:t>
      </w:r>
    </w:p>
    <w:p w:rsidR="00557788" w:rsidRDefault="00557788" w:rsidP="00557788">
      <w:r>
        <w:t>229.5391</w:t>
      </w:r>
      <w:r>
        <w:tab/>
        <w:t>1.266e-2</w:t>
      </w:r>
    </w:p>
    <w:p w:rsidR="00557788" w:rsidRDefault="00557788" w:rsidP="00557788">
      <w:r>
        <w:t>229.5516</w:t>
      </w:r>
      <w:r>
        <w:tab/>
        <w:t>3.798e-2</w:t>
      </w:r>
    </w:p>
    <w:p w:rsidR="00557788" w:rsidRDefault="00557788" w:rsidP="00557788">
      <w:r>
        <w:t>229.5684</w:t>
      </w:r>
      <w:r>
        <w:tab/>
        <w:t>2.025e0</w:t>
      </w:r>
    </w:p>
    <w:p w:rsidR="00557788" w:rsidRDefault="00557788" w:rsidP="00557788">
      <w:r>
        <w:lastRenderedPageBreak/>
        <w:t>229.5722</w:t>
      </w:r>
      <w:r>
        <w:tab/>
        <w:t>1.038e0</w:t>
      </w:r>
    </w:p>
    <w:p w:rsidR="00557788" w:rsidRDefault="00557788" w:rsidP="00557788">
      <w:r>
        <w:t>229.5819</w:t>
      </w:r>
      <w:r>
        <w:tab/>
        <w:t>2.025e0</w:t>
      </w:r>
    </w:p>
    <w:p w:rsidR="00557788" w:rsidRDefault="00557788" w:rsidP="00557788">
      <w:r>
        <w:t>229.5867</w:t>
      </w:r>
      <w:r>
        <w:tab/>
        <w:t>3.798e-2</w:t>
      </w:r>
    </w:p>
    <w:p w:rsidR="00557788" w:rsidRDefault="00557788" w:rsidP="00557788">
      <w:r>
        <w:t>229.5985</w:t>
      </w:r>
      <w:r>
        <w:tab/>
        <w:t>4.051e0</w:t>
      </w:r>
    </w:p>
    <w:p w:rsidR="00557788" w:rsidRDefault="00557788" w:rsidP="00557788">
      <w:r>
        <w:t>229.5996</w:t>
      </w:r>
      <w:r>
        <w:tab/>
        <w:t>1.013e0</w:t>
      </w:r>
    </w:p>
    <w:p w:rsidR="00557788" w:rsidRDefault="00557788" w:rsidP="00557788">
      <w:r>
        <w:t>229.6139</w:t>
      </w:r>
      <w:r>
        <w:tab/>
        <w:t>2.532e-2</w:t>
      </w:r>
    </w:p>
    <w:p w:rsidR="00557788" w:rsidRDefault="00557788" w:rsidP="00557788">
      <w:r>
        <w:t>229.6201</w:t>
      </w:r>
      <w:r>
        <w:tab/>
        <w:t>4.063e0</w:t>
      </w:r>
    </w:p>
    <w:p w:rsidR="00557788" w:rsidRDefault="00557788" w:rsidP="00557788">
      <w:r>
        <w:t>229.6432</w:t>
      </w:r>
      <w:r>
        <w:tab/>
        <w:t>1.038e0</w:t>
      </w:r>
    </w:p>
    <w:p w:rsidR="00557788" w:rsidRDefault="00557788" w:rsidP="00557788">
      <w:r>
        <w:t>229.6519</w:t>
      </w:r>
      <w:r>
        <w:tab/>
        <w:t>1.013e0</w:t>
      </w:r>
    </w:p>
    <w:p w:rsidR="00557788" w:rsidRDefault="00557788" w:rsidP="00557788">
      <w:r>
        <w:t>229.6688</w:t>
      </w:r>
      <w:r>
        <w:tab/>
        <w:t>1.038e0</w:t>
      </w:r>
    </w:p>
    <w:p w:rsidR="00557788" w:rsidRDefault="00557788" w:rsidP="00557788">
      <w:r>
        <w:t>229.6703</w:t>
      </w:r>
      <w:r>
        <w:tab/>
        <w:t>2.025e0</w:t>
      </w:r>
    </w:p>
    <w:p w:rsidR="00557788" w:rsidRDefault="00557788" w:rsidP="00557788">
      <w:r>
        <w:t>229.6716</w:t>
      </w:r>
      <w:r>
        <w:tab/>
        <w:t>3.038e0</w:t>
      </w:r>
    </w:p>
    <w:p w:rsidR="00557788" w:rsidRDefault="00557788" w:rsidP="00557788">
      <w:r>
        <w:t>229.6750</w:t>
      </w:r>
      <w:r>
        <w:tab/>
        <w:t>2.098e0</w:t>
      </w:r>
    </w:p>
    <w:p w:rsidR="00557788" w:rsidRDefault="00557788" w:rsidP="00557788">
      <w:r>
        <w:t>229.6852</w:t>
      </w:r>
      <w:r>
        <w:tab/>
        <w:t>2.038e0</w:t>
      </w:r>
    </w:p>
    <w:p w:rsidR="00557788" w:rsidRDefault="00557788" w:rsidP="00557788">
      <w:r>
        <w:t>229.6929</w:t>
      </w:r>
      <w:r>
        <w:tab/>
        <w:t>2.025e0</w:t>
      </w:r>
    </w:p>
    <w:p w:rsidR="00557788" w:rsidRDefault="00557788" w:rsidP="00557788">
      <w:r>
        <w:t>229.7007</w:t>
      </w:r>
      <w:r>
        <w:tab/>
        <w:t>3.797e-2</w:t>
      </w:r>
    </w:p>
    <w:p w:rsidR="00557788" w:rsidRDefault="00557788" w:rsidP="00557788">
      <w:r>
        <w:t>229.7188</w:t>
      </w:r>
      <w:r>
        <w:tab/>
        <w:t>2.532e-2</w:t>
      </w:r>
    </w:p>
    <w:p w:rsidR="00557788" w:rsidRDefault="00557788" w:rsidP="00557788">
      <w:r>
        <w:t>229.7262</w:t>
      </w:r>
      <w:r>
        <w:tab/>
        <w:t>5.063e0</w:t>
      </w:r>
    </w:p>
    <w:p w:rsidR="00557788" w:rsidRDefault="00557788" w:rsidP="00557788">
      <w:r>
        <w:t>229.7293</w:t>
      </w:r>
      <w:r>
        <w:tab/>
        <w:t>2.025e0</w:t>
      </w:r>
    </w:p>
    <w:p w:rsidR="00557788" w:rsidRDefault="00557788" w:rsidP="00557788">
      <w:r>
        <w:lastRenderedPageBreak/>
        <w:t>229.7456</w:t>
      </w:r>
      <w:r>
        <w:tab/>
        <w:t>1.051e0</w:t>
      </w:r>
    </w:p>
    <w:p w:rsidR="00557788" w:rsidRDefault="00557788" w:rsidP="00557788">
      <w:r>
        <w:t>229.7679</w:t>
      </w:r>
      <w:r>
        <w:tab/>
        <w:t>5.063e0</w:t>
      </w:r>
    </w:p>
    <w:p w:rsidR="00557788" w:rsidRDefault="00557788" w:rsidP="00557788">
      <w:r>
        <w:t>229.7713</w:t>
      </w:r>
      <w:r>
        <w:tab/>
        <w:t>2.025e0</w:t>
      </w:r>
    </w:p>
    <w:p w:rsidR="00557788" w:rsidRDefault="00557788" w:rsidP="00557788">
      <w:r>
        <w:t>229.7726</w:t>
      </w:r>
      <w:r>
        <w:tab/>
        <w:t>2.025e0</w:t>
      </w:r>
    </w:p>
    <w:p w:rsidR="00557788" w:rsidRDefault="00557788" w:rsidP="00557788">
      <w:r>
        <w:t>229.7882</w:t>
      </w:r>
      <w:r>
        <w:tab/>
        <w:t>3.038e0</w:t>
      </w:r>
    </w:p>
    <w:p w:rsidR="00557788" w:rsidRDefault="00557788" w:rsidP="00557788">
      <w:r>
        <w:t>229.7942</w:t>
      </w:r>
      <w:r>
        <w:tab/>
        <w:t>2.025e0</w:t>
      </w:r>
    </w:p>
    <w:p w:rsidR="00557788" w:rsidRDefault="00557788" w:rsidP="00557788">
      <w:r>
        <w:t>229.8059</w:t>
      </w:r>
      <w:r>
        <w:tab/>
        <w:t>2.025e0</w:t>
      </w:r>
    </w:p>
    <w:p w:rsidR="00557788" w:rsidRDefault="00557788" w:rsidP="00557788">
      <w:r>
        <w:t>229.8136</w:t>
      </w:r>
      <w:r>
        <w:tab/>
        <w:t>1.266e-2</w:t>
      </w:r>
    </w:p>
    <w:p w:rsidR="00557788" w:rsidRDefault="00557788" w:rsidP="00557788">
      <w:r>
        <w:t>229.8221</w:t>
      </w:r>
      <w:r>
        <w:tab/>
        <w:t>4.063e0</w:t>
      </w:r>
    </w:p>
    <w:p w:rsidR="00557788" w:rsidRDefault="00557788" w:rsidP="00557788">
      <w:r>
        <w:t>229.8256</w:t>
      </w:r>
      <w:r>
        <w:tab/>
        <w:t>2.025e0</w:t>
      </w:r>
    </w:p>
    <w:p w:rsidR="00557788" w:rsidRDefault="00557788" w:rsidP="00557788">
      <w:r>
        <w:t>229.8329</w:t>
      </w:r>
      <w:r>
        <w:tab/>
        <w:t>4.051e0</w:t>
      </w:r>
    </w:p>
    <w:p w:rsidR="00557788" w:rsidRDefault="00557788" w:rsidP="00557788">
      <w:r>
        <w:t>229.8495</w:t>
      </w:r>
      <w:r>
        <w:tab/>
        <w:t>1.038e0</w:t>
      </w:r>
    </w:p>
    <w:p w:rsidR="00557788" w:rsidRDefault="00557788" w:rsidP="00557788">
      <w:r>
        <w:t>229.8615</w:t>
      </w:r>
      <w:r>
        <w:tab/>
        <w:t>2.958e0</w:t>
      </w:r>
    </w:p>
    <w:p w:rsidR="00557788" w:rsidRDefault="00557788" w:rsidP="00557788">
      <w:r>
        <w:t>229.8663</w:t>
      </w:r>
      <w:r>
        <w:tab/>
        <w:t>3.051e0</w:t>
      </w:r>
    </w:p>
    <w:p w:rsidR="00557788" w:rsidRDefault="00557788" w:rsidP="00557788">
      <w:r>
        <w:t>229.8701</w:t>
      </w:r>
      <w:r>
        <w:tab/>
        <w:t>1.013e0</w:t>
      </w:r>
    </w:p>
    <w:p w:rsidR="00557788" w:rsidRDefault="00557788" w:rsidP="00557788">
      <w:r>
        <w:t>229.8779</w:t>
      </w:r>
      <w:r>
        <w:tab/>
        <w:t>1.038e0</w:t>
      </w:r>
    </w:p>
    <w:p w:rsidR="00557788" w:rsidRDefault="00557788" w:rsidP="00557788">
      <w:r>
        <w:t>229.8899</w:t>
      </w:r>
      <w:r>
        <w:tab/>
        <w:t>2.025e0</w:t>
      </w:r>
    </w:p>
    <w:p w:rsidR="00557788" w:rsidRDefault="00557788" w:rsidP="00557788">
      <w:r>
        <w:t>229.8974</w:t>
      </w:r>
      <w:r>
        <w:tab/>
        <w:t>3.038e0</w:t>
      </w:r>
    </w:p>
    <w:p w:rsidR="00557788" w:rsidRDefault="00557788" w:rsidP="00557788">
      <w:r>
        <w:t>229.9086</w:t>
      </w:r>
      <w:r>
        <w:tab/>
        <w:t>2.025e0</w:t>
      </w:r>
    </w:p>
    <w:p w:rsidR="00557788" w:rsidRDefault="00557788" w:rsidP="00557788">
      <w:r>
        <w:lastRenderedPageBreak/>
        <w:t>229.9228</w:t>
      </w:r>
      <w:r>
        <w:tab/>
        <w:t>2.038e0</w:t>
      </w:r>
    </w:p>
    <w:p w:rsidR="00557788" w:rsidRDefault="00557788" w:rsidP="00557788">
      <w:r>
        <w:t>229.9258</w:t>
      </w:r>
      <w:r>
        <w:tab/>
        <w:t>2.051e0</w:t>
      </w:r>
    </w:p>
    <w:p w:rsidR="00557788" w:rsidRDefault="00557788" w:rsidP="00557788">
      <w:r>
        <w:t>229.9460</w:t>
      </w:r>
      <w:r>
        <w:tab/>
        <w:t>3.038e0</w:t>
      </w:r>
    </w:p>
    <w:p w:rsidR="00557788" w:rsidRDefault="00557788" w:rsidP="00557788">
      <w:r>
        <w:t>229.9673</w:t>
      </w:r>
      <w:r>
        <w:tab/>
        <w:t>1.013e0</w:t>
      </w:r>
    </w:p>
    <w:p w:rsidR="00557788" w:rsidRDefault="00557788" w:rsidP="00557788">
      <w:r>
        <w:t>229.9704</w:t>
      </w:r>
      <w:r>
        <w:tab/>
        <w:t>9.487e-1</w:t>
      </w:r>
    </w:p>
    <w:p w:rsidR="00557788" w:rsidRDefault="00557788" w:rsidP="00557788">
      <w:r>
        <w:t>229.9871</w:t>
      </w:r>
      <w:r>
        <w:tab/>
        <w:t>1.640e1</w:t>
      </w:r>
    </w:p>
    <w:p w:rsidR="00557788" w:rsidRDefault="00557788" w:rsidP="00557788">
      <w:r>
        <w:t>229.9932</w:t>
      </w:r>
      <w:r>
        <w:tab/>
        <w:t>6.648e0</w:t>
      </w:r>
    </w:p>
    <w:p w:rsidR="00557788" w:rsidRDefault="00557788" w:rsidP="00557788">
      <w:r>
        <w:t>229.9996</w:t>
      </w:r>
      <w:r>
        <w:tab/>
        <w:t>1.630e0</w:t>
      </w:r>
    </w:p>
    <w:p w:rsidR="00557788" w:rsidRDefault="00557788" w:rsidP="00557788">
      <w:r>
        <w:t>230.0083</w:t>
      </w:r>
      <w:r>
        <w:tab/>
        <w:t>4.083e0</w:t>
      </w:r>
    </w:p>
    <w:p w:rsidR="00557788" w:rsidRDefault="00557788" w:rsidP="00557788">
      <w:r>
        <w:t>230.0149</w:t>
      </w:r>
      <w:r>
        <w:tab/>
        <w:t>2.094e0</w:t>
      </w:r>
    </w:p>
    <w:p w:rsidR="00557788" w:rsidRDefault="00557788" w:rsidP="00557788">
      <w:r>
        <w:t>230.0261</w:t>
      </w:r>
      <w:r>
        <w:tab/>
        <w:t>2.406e0</w:t>
      </w:r>
    </w:p>
    <w:p w:rsidR="00557788" w:rsidRDefault="00557788" w:rsidP="00557788">
      <w:r>
        <w:t>230.0419</w:t>
      </w:r>
      <w:r>
        <w:tab/>
        <w:t>2.149e0</w:t>
      </w:r>
    </w:p>
    <w:p w:rsidR="00557788" w:rsidRDefault="00557788" w:rsidP="00557788">
      <w:r>
        <w:t>230.0441</w:t>
      </w:r>
      <w:r>
        <w:tab/>
        <w:t>1.519e0</w:t>
      </w:r>
    </w:p>
    <w:p w:rsidR="00557788" w:rsidRDefault="00557788" w:rsidP="00557788">
      <w:r>
        <w:t>230.0684</w:t>
      </w:r>
      <w:r>
        <w:tab/>
        <w:t>1.854e0</w:t>
      </w:r>
    </w:p>
    <w:p w:rsidR="00557788" w:rsidRDefault="00557788" w:rsidP="00557788">
      <w:r>
        <w:t>230.0736</w:t>
      </w:r>
      <w:r>
        <w:tab/>
        <w:t>4.101e0</w:t>
      </w:r>
    </w:p>
    <w:p w:rsidR="00557788" w:rsidRDefault="00557788" w:rsidP="00557788">
      <w:r>
        <w:t>230.0885</w:t>
      </w:r>
      <w:r>
        <w:tab/>
        <w:t>1.013e0</w:t>
      </w:r>
    </w:p>
    <w:p w:rsidR="00557788" w:rsidRDefault="00557788" w:rsidP="00557788">
      <w:r>
        <w:t>230.0966</w:t>
      </w:r>
      <w:r>
        <w:tab/>
        <w:t>1.434e0</w:t>
      </w:r>
    </w:p>
    <w:p w:rsidR="00557788" w:rsidRDefault="00557788" w:rsidP="00557788">
      <w:r>
        <w:t>230.1012</w:t>
      </w:r>
      <w:r>
        <w:tab/>
        <w:t>4.746e0</w:t>
      </w:r>
    </w:p>
    <w:p w:rsidR="00557788" w:rsidRDefault="00557788" w:rsidP="00557788">
      <w:r>
        <w:t>230.1032</w:t>
      </w:r>
      <w:r>
        <w:tab/>
        <w:t>1.555e0</w:t>
      </w:r>
    </w:p>
    <w:p w:rsidR="00557788" w:rsidRDefault="00557788" w:rsidP="00557788">
      <w:r>
        <w:lastRenderedPageBreak/>
        <w:t>230.1112</w:t>
      </w:r>
      <w:r>
        <w:tab/>
        <w:t>1.247e0</w:t>
      </w:r>
    </w:p>
    <w:p w:rsidR="00557788" w:rsidRDefault="00557788" w:rsidP="00557788">
      <w:r>
        <w:t>230.1198</w:t>
      </w:r>
      <w:r>
        <w:tab/>
        <w:t>4.971e0</w:t>
      </w:r>
    </w:p>
    <w:p w:rsidR="00557788" w:rsidRDefault="00557788" w:rsidP="00557788">
      <w:r>
        <w:t>230.1349</w:t>
      </w:r>
      <w:r>
        <w:tab/>
        <w:t>1.002e1</w:t>
      </w:r>
    </w:p>
    <w:p w:rsidR="00557788" w:rsidRDefault="00557788" w:rsidP="00557788">
      <w:r>
        <w:t>230.1400</w:t>
      </w:r>
      <w:r>
        <w:tab/>
        <w:t>5.012e0</w:t>
      </w:r>
    </w:p>
    <w:p w:rsidR="00557788" w:rsidRDefault="00557788" w:rsidP="00557788">
      <w:r>
        <w:t>230.1413</w:t>
      </w:r>
      <w:r>
        <w:tab/>
        <w:t>5.288e0</w:t>
      </w:r>
    </w:p>
    <w:p w:rsidR="00557788" w:rsidRDefault="00557788" w:rsidP="00557788">
      <w:r>
        <w:t>230.1437</w:t>
      </w:r>
      <w:r>
        <w:tab/>
        <w:t>3.752e0</w:t>
      </w:r>
    </w:p>
    <w:p w:rsidR="00557788" w:rsidRDefault="00557788" w:rsidP="00557788">
      <w:r>
        <w:t>230.1454</w:t>
      </w:r>
      <w:r>
        <w:tab/>
        <w:t>6.622e0</w:t>
      </w:r>
    </w:p>
    <w:p w:rsidR="00557788" w:rsidRDefault="00557788" w:rsidP="00557788">
      <w:r>
        <w:t>230.1777</w:t>
      </w:r>
      <w:r>
        <w:tab/>
        <w:t>4.089e0</w:t>
      </w:r>
    </w:p>
    <w:p w:rsidR="00557788" w:rsidRDefault="00557788" w:rsidP="00557788">
      <w:r>
        <w:t>230.1890</w:t>
      </w:r>
      <w:r>
        <w:tab/>
        <w:t>1.519e0</w:t>
      </w:r>
    </w:p>
    <w:p w:rsidR="00557788" w:rsidRDefault="00557788" w:rsidP="00557788">
      <w:r>
        <w:t>230.2108</w:t>
      </w:r>
      <w:r>
        <w:tab/>
        <w:t>7.387e0</w:t>
      </w:r>
    </w:p>
    <w:p w:rsidR="00557788" w:rsidRDefault="00557788" w:rsidP="00557788">
      <w:r>
        <w:t>230.2160</w:t>
      </w:r>
      <w:r>
        <w:tab/>
        <w:t>6.076e0</w:t>
      </w:r>
    </w:p>
    <w:p w:rsidR="00557788" w:rsidRDefault="00557788" w:rsidP="00557788">
      <w:r>
        <w:t>230.2195</w:t>
      </w:r>
      <w:r>
        <w:tab/>
        <w:t>6.925e0</w:t>
      </w:r>
    </w:p>
    <w:p w:rsidR="00557788" w:rsidRDefault="00557788" w:rsidP="00557788">
      <w:r>
        <w:t>230.2400</w:t>
      </w:r>
      <w:r>
        <w:tab/>
        <w:t>9.114e0</w:t>
      </w:r>
    </w:p>
    <w:p w:rsidR="00557788" w:rsidRDefault="00557788" w:rsidP="00557788">
      <w:r>
        <w:t>230.2563</w:t>
      </w:r>
      <w:r>
        <w:tab/>
        <w:t>2.089e0</w:t>
      </w:r>
    </w:p>
    <w:p w:rsidR="00557788" w:rsidRDefault="00557788" w:rsidP="00557788">
      <w:r>
        <w:t>230.2587</w:t>
      </w:r>
      <w:r>
        <w:tab/>
        <w:t>4.051e0</w:t>
      </w:r>
    </w:p>
    <w:p w:rsidR="00557788" w:rsidRDefault="00557788" w:rsidP="00557788">
      <w:r>
        <w:t>230.2696</w:t>
      </w:r>
      <w:r>
        <w:tab/>
        <w:t>2.025e0</w:t>
      </w:r>
    </w:p>
    <w:p w:rsidR="00557788" w:rsidRDefault="00557788" w:rsidP="00557788">
      <w:r>
        <w:t>230.2773</w:t>
      </w:r>
      <w:r>
        <w:tab/>
        <w:t>5.063e0</w:t>
      </w:r>
    </w:p>
    <w:p w:rsidR="00557788" w:rsidRDefault="00557788" w:rsidP="00557788">
      <w:r>
        <w:t>230.2812</w:t>
      </w:r>
      <w:r>
        <w:tab/>
        <w:t>3.038e0</w:t>
      </w:r>
    </w:p>
    <w:p w:rsidR="00557788" w:rsidRDefault="00557788" w:rsidP="00557788">
      <w:r>
        <w:t>230.2890</w:t>
      </w:r>
      <w:r>
        <w:tab/>
        <w:t>1.013e0</w:t>
      </w:r>
    </w:p>
    <w:p w:rsidR="00557788" w:rsidRDefault="00557788" w:rsidP="00557788">
      <w:r>
        <w:lastRenderedPageBreak/>
        <w:t>230.2978</w:t>
      </w:r>
      <w:r>
        <w:tab/>
        <w:t>2.051e0</w:t>
      </w:r>
    </w:p>
    <w:p w:rsidR="00557788" w:rsidRDefault="00557788" w:rsidP="00557788">
      <w:r>
        <w:t>230.2990</w:t>
      </w:r>
      <w:r>
        <w:tab/>
        <w:t>2.025e0</w:t>
      </w:r>
    </w:p>
    <w:p w:rsidR="00557788" w:rsidRDefault="00557788" w:rsidP="00557788">
      <w:r>
        <w:t>230.3051</w:t>
      </w:r>
      <w:r>
        <w:tab/>
        <w:t>1.013e0</w:t>
      </w:r>
    </w:p>
    <w:p w:rsidR="00557788" w:rsidRDefault="00557788" w:rsidP="00557788">
      <w:r>
        <w:t>230.3224</w:t>
      </w:r>
      <w:r>
        <w:tab/>
        <w:t>1.013e0</w:t>
      </w:r>
    </w:p>
    <w:p w:rsidR="00557788" w:rsidRDefault="00557788" w:rsidP="00557788">
      <w:r>
        <w:t>230.3247</w:t>
      </w:r>
      <w:r>
        <w:tab/>
        <w:t>3.038e0</w:t>
      </w:r>
    </w:p>
    <w:p w:rsidR="00557788" w:rsidRDefault="00557788" w:rsidP="00557788">
      <w:r>
        <w:t>230.3258</w:t>
      </w:r>
      <w:r>
        <w:tab/>
        <w:t>2.038e0</w:t>
      </w:r>
    </w:p>
    <w:p w:rsidR="00557788" w:rsidRDefault="00557788" w:rsidP="00557788">
      <w:r>
        <w:t>230.3300</w:t>
      </w:r>
      <w:r>
        <w:tab/>
        <w:t>1.266e-2</w:t>
      </w:r>
    </w:p>
    <w:p w:rsidR="00557788" w:rsidRDefault="00557788" w:rsidP="00557788">
      <w:r>
        <w:t>230.3456</w:t>
      </w:r>
      <w:r>
        <w:tab/>
        <w:t>2.025e0</w:t>
      </w:r>
    </w:p>
    <w:p w:rsidR="00557788" w:rsidRDefault="00557788" w:rsidP="00557788">
      <w:r>
        <w:t>230.3513</w:t>
      </w:r>
      <w:r>
        <w:tab/>
        <w:t>2.025e0</w:t>
      </w:r>
    </w:p>
    <w:p w:rsidR="00557788" w:rsidRDefault="00557788" w:rsidP="00557788">
      <w:r>
        <w:t>230.3657</w:t>
      </w:r>
      <w:r>
        <w:tab/>
        <w:t>2.025e0</w:t>
      </w:r>
    </w:p>
    <w:p w:rsidR="00557788" w:rsidRDefault="00557788" w:rsidP="00557788">
      <w:r>
        <w:t>230.3763</w:t>
      </w:r>
      <w:r>
        <w:tab/>
        <w:t>2.025e0</w:t>
      </w:r>
    </w:p>
    <w:p w:rsidR="00557788" w:rsidRDefault="00557788" w:rsidP="00557788">
      <w:r>
        <w:t>230.3865</w:t>
      </w:r>
      <w:r>
        <w:tab/>
        <w:t>2.025e0</w:t>
      </w:r>
    </w:p>
    <w:p w:rsidR="00557788" w:rsidRDefault="00557788" w:rsidP="00557788">
      <w:r>
        <w:t>230.3944</w:t>
      </w:r>
      <w:r>
        <w:tab/>
        <w:t>2.810e0</w:t>
      </w:r>
    </w:p>
    <w:p w:rsidR="00557788" w:rsidRDefault="00557788" w:rsidP="00557788">
      <w:r>
        <w:t>230.3982</w:t>
      </w:r>
      <w:r>
        <w:tab/>
        <w:t>1.025e0</w:t>
      </w:r>
    </w:p>
    <w:p w:rsidR="00557788" w:rsidRDefault="00557788" w:rsidP="00557788">
      <w:r>
        <w:t>230.4039</w:t>
      </w:r>
      <w:r>
        <w:tab/>
        <w:t>2.025e0</w:t>
      </w:r>
    </w:p>
    <w:p w:rsidR="00557788" w:rsidRDefault="00557788" w:rsidP="00557788">
      <w:r>
        <w:t>230.4098</w:t>
      </w:r>
      <w:r>
        <w:tab/>
        <w:t>1.266e-2</w:t>
      </w:r>
    </w:p>
    <w:p w:rsidR="00557788" w:rsidRDefault="00557788" w:rsidP="00557788">
      <w:r>
        <w:t>230.4208</w:t>
      </w:r>
      <w:r>
        <w:tab/>
        <w:t>4.051e0</w:t>
      </w:r>
    </w:p>
    <w:p w:rsidR="00557788" w:rsidRDefault="00557788" w:rsidP="00557788">
      <w:r>
        <w:t>230.4275</w:t>
      </w:r>
      <w:r>
        <w:tab/>
        <w:t>1.038e0</w:t>
      </w:r>
    </w:p>
    <w:p w:rsidR="00557788" w:rsidRDefault="00557788" w:rsidP="00557788">
      <w:r>
        <w:t>230.4335</w:t>
      </w:r>
      <w:r>
        <w:tab/>
        <w:t>2.051e0</w:t>
      </w:r>
    </w:p>
    <w:p w:rsidR="00557788" w:rsidRDefault="00557788" w:rsidP="00557788">
      <w:r>
        <w:lastRenderedPageBreak/>
        <w:t>230.4388</w:t>
      </w:r>
      <w:r>
        <w:tab/>
        <w:t>1.038e0</w:t>
      </w:r>
    </w:p>
    <w:p w:rsidR="00557788" w:rsidRDefault="00557788" w:rsidP="00557788">
      <w:r>
        <w:t>230.4469</w:t>
      </w:r>
      <w:r>
        <w:tab/>
        <w:t>1.266e-2</w:t>
      </w:r>
    </w:p>
    <w:p w:rsidR="00557788" w:rsidRDefault="00557788" w:rsidP="00557788">
      <w:r>
        <w:t>230.4829</w:t>
      </w:r>
      <w:r>
        <w:tab/>
        <w:t>3.038e0</w:t>
      </w:r>
    </w:p>
    <w:p w:rsidR="00557788" w:rsidRDefault="00557788" w:rsidP="00557788">
      <w:r>
        <w:t>230.4915</w:t>
      </w:r>
      <w:r>
        <w:tab/>
        <w:t>1.266e-2</w:t>
      </w:r>
    </w:p>
    <w:p w:rsidR="00557788" w:rsidRDefault="00557788" w:rsidP="00557788">
      <w:r>
        <w:t>230.4932</w:t>
      </w:r>
      <w:r>
        <w:tab/>
        <w:t>3.425e0</w:t>
      </w:r>
    </w:p>
    <w:p w:rsidR="00557788" w:rsidRDefault="00557788" w:rsidP="00557788">
      <w:r>
        <w:t>230.5028</w:t>
      </w:r>
      <w:r>
        <w:tab/>
        <w:t>2.063e0</w:t>
      </w:r>
    </w:p>
    <w:p w:rsidR="00557788" w:rsidRDefault="00557788" w:rsidP="00557788">
      <w:r>
        <w:t>230.5171</w:t>
      </w:r>
      <w:r>
        <w:tab/>
        <w:t>2.025e0</w:t>
      </w:r>
    </w:p>
    <w:p w:rsidR="00557788" w:rsidRDefault="00557788" w:rsidP="00557788">
      <w:r>
        <w:t>230.5230</w:t>
      </w:r>
      <w:r>
        <w:tab/>
        <w:t>3.981e0</w:t>
      </w:r>
    </w:p>
    <w:p w:rsidR="00557788" w:rsidRDefault="00557788" w:rsidP="00557788">
      <w:r>
        <w:t>230.5310</w:t>
      </w:r>
      <w:r>
        <w:tab/>
        <w:t>1.038e0</w:t>
      </w:r>
    </w:p>
    <w:p w:rsidR="00557788" w:rsidRDefault="00557788" w:rsidP="00557788">
      <w:r>
        <w:t>230.5320</w:t>
      </w:r>
      <w:r>
        <w:tab/>
        <w:t>2.025e0</w:t>
      </w:r>
    </w:p>
    <w:p w:rsidR="00557788" w:rsidRDefault="00557788" w:rsidP="00557788">
      <w:r>
        <w:t>230.5348</w:t>
      </w:r>
      <w:r>
        <w:tab/>
        <w:t>1.013e0</w:t>
      </w:r>
    </w:p>
    <w:p w:rsidR="00557788" w:rsidRDefault="00557788" w:rsidP="00557788">
      <w:r>
        <w:t>230.5455</w:t>
      </w:r>
      <w:r>
        <w:tab/>
        <w:t>3.038e0</w:t>
      </w:r>
    </w:p>
    <w:p w:rsidR="00557788" w:rsidRDefault="00557788" w:rsidP="00557788">
      <w:r>
        <w:t>230.5698</w:t>
      </w:r>
      <w:r>
        <w:tab/>
        <w:t>5.063e0</w:t>
      </w:r>
    </w:p>
    <w:p w:rsidR="00557788" w:rsidRDefault="00557788" w:rsidP="00557788">
      <w:r>
        <w:t>230.5833</w:t>
      </w:r>
      <w:r>
        <w:tab/>
        <w:t>2.025e0</w:t>
      </w:r>
    </w:p>
    <w:p w:rsidR="00557788" w:rsidRDefault="00557788" w:rsidP="00557788">
      <w:r>
        <w:t>230.5871</w:t>
      </w:r>
      <w:r>
        <w:tab/>
        <w:t>2.532e-2</w:t>
      </w:r>
    </w:p>
    <w:p w:rsidR="00557788" w:rsidRDefault="00557788" w:rsidP="00557788">
      <w:r>
        <w:t>230.5902</w:t>
      </w:r>
      <w:r>
        <w:tab/>
        <w:t>4.552e0</w:t>
      </w:r>
    </w:p>
    <w:p w:rsidR="00557788" w:rsidRDefault="00557788" w:rsidP="00557788">
      <w:r>
        <w:t>230.5945</w:t>
      </w:r>
      <w:r>
        <w:tab/>
        <w:t>2.329e-1</w:t>
      </w:r>
    </w:p>
    <w:p w:rsidR="00557788" w:rsidRDefault="00557788" w:rsidP="00557788">
      <w:r>
        <w:t>230.5972</w:t>
      </w:r>
      <w:r>
        <w:tab/>
        <w:t>4.051e0</w:t>
      </w:r>
    </w:p>
    <w:p w:rsidR="00557788" w:rsidRDefault="00557788" w:rsidP="00557788">
      <w:r>
        <w:t>230.6138</w:t>
      </w:r>
      <w:r>
        <w:tab/>
        <w:t>3.798e-2</w:t>
      </w:r>
    </w:p>
    <w:p w:rsidR="00557788" w:rsidRDefault="00557788" w:rsidP="00557788">
      <w:r>
        <w:lastRenderedPageBreak/>
        <w:t>230.6243</w:t>
      </w:r>
      <w:r>
        <w:tab/>
        <w:t>1.013e0</w:t>
      </w:r>
    </w:p>
    <w:p w:rsidR="00557788" w:rsidRDefault="00557788" w:rsidP="00557788">
      <w:r>
        <w:t>230.6321</w:t>
      </w:r>
      <w:r>
        <w:tab/>
        <w:t>1.266e-2</w:t>
      </w:r>
    </w:p>
    <w:p w:rsidR="00557788" w:rsidRDefault="00557788" w:rsidP="00557788">
      <w:r>
        <w:t>230.6340</w:t>
      </w:r>
      <w:r>
        <w:tab/>
        <w:t>2.025e0</w:t>
      </w:r>
    </w:p>
    <w:p w:rsidR="00557788" w:rsidRDefault="00557788" w:rsidP="00557788">
      <w:r>
        <w:t>230.6379</w:t>
      </w:r>
      <w:r>
        <w:tab/>
        <w:t>2.025e0</w:t>
      </w:r>
    </w:p>
    <w:p w:rsidR="00557788" w:rsidRDefault="00557788" w:rsidP="00557788">
      <w:r>
        <w:t>230.6563</w:t>
      </w:r>
      <w:r>
        <w:tab/>
        <w:t>2.025e0</w:t>
      </w:r>
    </w:p>
    <w:p w:rsidR="00557788" w:rsidRDefault="00557788" w:rsidP="00557788">
      <w:r>
        <w:t>230.6688</w:t>
      </w:r>
      <w:r>
        <w:tab/>
        <w:t>2.532e-2</w:t>
      </w:r>
    </w:p>
    <w:p w:rsidR="00557788" w:rsidRDefault="00557788" w:rsidP="00557788">
      <w:r>
        <w:t>230.6745</w:t>
      </w:r>
      <w:r>
        <w:tab/>
        <w:t>3.051e0</w:t>
      </w:r>
    </w:p>
    <w:p w:rsidR="00557788" w:rsidRDefault="00557788" w:rsidP="00557788">
      <w:r>
        <w:t>230.6790</w:t>
      </w:r>
      <w:r>
        <w:tab/>
        <w:t>2.025e0</w:t>
      </w:r>
    </w:p>
    <w:p w:rsidR="00557788" w:rsidRDefault="00557788" w:rsidP="00557788">
      <w:r>
        <w:t>230.6828</w:t>
      </w:r>
      <w:r>
        <w:tab/>
        <w:t>1.038e0</w:t>
      </w:r>
    </w:p>
    <w:p w:rsidR="00557788" w:rsidRDefault="00557788" w:rsidP="00557788">
      <w:r>
        <w:t>230.7115</w:t>
      </w:r>
      <w:r>
        <w:tab/>
        <w:t>5.063e0</w:t>
      </w:r>
    </w:p>
    <w:p w:rsidR="00557788" w:rsidRDefault="00557788" w:rsidP="00557788">
      <w:r>
        <w:t>230.7127</w:t>
      </w:r>
      <w:r>
        <w:tab/>
        <w:t>1.266e-2</w:t>
      </w:r>
    </w:p>
    <w:p w:rsidR="00557788" w:rsidRDefault="00557788" w:rsidP="00557788">
      <w:r>
        <w:t>230.7159</w:t>
      </w:r>
      <w:r>
        <w:tab/>
        <w:t>3.284e0</w:t>
      </w:r>
    </w:p>
    <w:p w:rsidR="00557788" w:rsidRDefault="00557788" w:rsidP="00557788">
      <w:r>
        <w:t>230.7214</w:t>
      </w:r>
      <w:r>
        <w:tab/>
        <w:t>1.266e-2</w:t>
      </w:r>
    </w:p>
    <w:p w:rsidR="00557788" w:rsidRDefault="00557788" w:rsidP="00557788">
      <w:r>
        <w:t>230.7317</w:t>
      </w:r>
      <w:r>
        <w:tab/>
        <w:t>2.025e0</w:t>
      </w:r>
    </w:p>
    <w:p w:rsidR="00557788" w:rsidRDefault="00557788" w:rsidP="00557788">
      <w:r>
        <w:t>230.7336</w:t>
      </w:r>
      <w:r>
        <w:tab/>
        <w:t>1.025e0</w:t>
      </w:r>
    </w:p>
    <w:p w:rsidR="00557788" w:rsidRDefault="00557788" w:rsidP="00557788">
      <w:r>
        <w:t>230.7374</w:t>
      </w:r>
      <w:r>
        <w:tab/>
        <w:t>3.038e0</w:t>
      </w:r>
    </w:p>
    <w:p w:rsidR="00557788" w:rsidRDefault="00557788" w:rsidP="00557788">
      <w:r>
        <w:t>230.7395</w:t>
      </w:r>
      <w:r>
        <w:tab/>
        <w:t>2.532e-2</w:t>
      </w:r>
    </w:p>
    <w:p w:rsidR="00557788" w:rsidRDefault="00557788" w:rsidP="00557788">
      <w:r>
        <w:t>230.7568</w:t>
      </w:r>
      <w:r>
        <w:tab/>
        <w:t>2.532e-2</w:t>
      </w:r>
    </w:p>
    <w:p w:rsidR="00557788" w:rsidRDefault="00557788" w:rsidP="00557788">
      <w:r>
        <w:t>230.7610</w:t>
      </w:r>
      <w:r>
        <w:tab/>
        <w:t>1.025e0</w:t>
      </w:r>
    </w:p>
    <w:p w:rsidR="00557788" w:rsidRDefault="00557788" w:rsidP="00557788">
      <w:r>
        <w:lastRenderedPageBreak/>
        <w:t>230.7648</w:t>
      </w:r>
      <w:r>
        <w:tab/>
        <w:t>1.013e0</w:t>
      </w:r>
    </w:p>
    <w:p w:rsidR="00557788" w:rsidRDefault="00557788" w:rsidP="00557788">
      <w:r>
        <w:t>230.7691</w:t>
      </w:r>
      <w:r>
        <w:tab/>
        <w:t>1.013e0</w:t>
      </w:r>
    </w:p>
    <w:p w:rsidR="00557788" w:rsidRDefault="00557788" w:rsidP="00557788">
      <w:r>
        <w:t>230.7717</w:t>
      </w:r>
      <w:r>
        <w:tab/>
        <w:t>2.532e-2</w:t>
      </w:r>
    </w:p>
    <w:p w:rsidR="00557788" w:rsidRDefault="00557788" w:rsidP="00557788">
      <w:r>
        <w:t>230.7752</w:t>
      </w:r>
      <w:r>
        <w:tab/>
        <w:t>3.038e0</w:t>
      </w:r>
    </w:p>
    <w:p w:rsidR="00557788" w:rsidRDefault="00557788" w:rsidP="00557788">
      <w:r>
        <w:t>230.7989</w:t>
      </w:r>
      <w:r>
        <w:tab/>
        <w:t>2.038e0</w:t>
      </w:r>
    </w:p>
    <w:p w:rsidR="00557788" w:rsidRDefault="00557788" w:rsidP="00557788">
      <w:r>
        <w:t>230.8096</w:t>
      </w:r>
      <w:r>
        <w:tab/>
        <w:t>1.013e0</w:t>
      </w:r>
    </w:p>
    <w:p w:rsidR="00557788" w:rsidRDefault="00557788" w:rsidP="00557788">
      <w:r>
        <w:t>230.8237</w:t>
      </w:r>
      <w:r>
        <w:tab/>
        <w:t>2.532e-2</w:t>
      </w:r>
    </w:p>
    <w:p w:rsidR="00557788" w:rsidRDefault="00557788" w:rsidP="00557788">
      <w:r>
        <w:t>230.8268</w:t>
      </w:r>
      <w:r>
        <w:tab/>
        <w:t>1.051e0</w:t>
      </w:r>
    </w:p>
    <w:p w:rsidR="00557788" w:rsidRDefault="00557788" w:rsidP="00557788">
      <w:r>
        <w:t>230.8395</w:t>
      </w:r>
      <w:r>
        <w:tab/>
        <w:t>3.051e0</w:t>
      </w:r>
    </w:p>
    <w:p w:rsidR="00557788" w:rsidRDefault="00557788" w:rsidP="00557788">
      <w:r>
        <w:t>230.8467</w:t>
      </w:r>
      <w:r>
        <w:tab/>
        <w:t>1.013e0</w:t>
      </w:r>
    </w:p>
    <w:p w:rsidR="00557788" w:rsidRDefault="00557788" w:rsidP="00557788">
      <w:r>
        <w:t>230.8584</w:t>
      </w:r>
      <w:r>
        <w:tab/>
        <w:t>2.038e0</w:t>
      </w:r>
    </w:p>
    <w:p w:rsidR="00557788" w:rsidRDefault="00557788" w:rsidP="00557788">
      <w:r>
        <w:t>230.8657</w:t>
      </w:r>
      <w:r>
        <w:tab/>
        <w:t>3.051e0</w:t>
      </w:r>
    </w:p>
    <w:p w:rsidR="00557788" w:rsidRDefault="00557788" w:rsidP="00557788">
      <w:r>
        <w:t>230.8680</w:t>
      </w:r>
      <w:r>
        <w:tab/>
        <w:t>2.025e0</w:t>
      </w:r>
    </w:p>
    <w:p w:rsidR="00557788" w:rsidRDefault="00557788" w:rsidP="00557788">
      <w:r>
        <w:t>230.8890</w:t>
      </w:r>
      <w:r>
        <w:tab/>
        <w:t>5.297e0</w:t>
      </w:r>
    </w:p>
    <w:p w:rsidR="00557788" w:rsidRDefault="00557788" w:rsidP="00557788">
      <w:r>
        <w:t>230.8962</w:t>
      </w:r>
      <w:r>
        <w:tab/>
        <w:t>3.051e0</w:t>
      </w:r>
    </w:p>
    <w:p w:rsidR="00557788" w:rsidRDefault="00557788" w:rsidP="00557788">
      <w:r>
        <w:t>230.9115</w:t>
      </w:r>
      <w:r>
        <w:tab/>
        <w:t>2.051e0</w:t>
      </w:r>
    </w:p>
    <w:p w:rsidR="00557788" w:rsidRDefault="00557788" w:rsidP="00557788">
      <w:r>
        <w:t>230.9126</w:t>
      </w:r>
      <w:r>
        <w:tab/>
        <w:t>4.051e0</w:t>
      </w:r>
    </w:p>
    <w:p w:rsidR="00557788" w:rsidRDefault="00557788" w:rsidP="00557788">
      <w:r>
        <w:t>230.9179</w:t>
      </w:r>
      <w:r>
        <w:tab/>
        <w:t>3.038e0</w:t>
      </w:r>
    </w:p>
    <w:p w:rsidR="00557788" w:rsidRDefault="00557788" w:rsidP="00557788">
      <w:r>
        <w:t>230.9207</w:t>
      </w:r>
      <w:r>
        <w:tab/>
        <w:t>2.025e0</w:t>
      </w:r>
    </w:p>
    <w:p w:rsidR="00557788" w:rsidRDefault="00557788" w:rsidP="00557788">
      <w:r>
        <w:lastRenderedPageBreak/>
        <w:t>230.9309</w:t>
      </w:r>
      <w:r>
        <w:tab/>
        <w:t>5.063e0</w:t>
      </w:r>
    </w:p>
    <w:p w:rsidR="00557788" w:rsidRDefault="00557788" w:rsidP="00557788">
      <w:r>
        <w:t>230.9483</w:t>
      </w:r>
      <w:r>
        <w:tab/>
        <w:t>4.051e0</w:t>
      </w:r>
    </w:p>
    <w:p w:rsidR="00557788" w:rsidRDefault="00557788" w:rsidP="00557788">
      <w:r>
        <w:t>230.9534</w:t>
      </w:r>
      <w:r>
        <w:tab/>
        <w:t>2.025e0</w:t>
      </w:r>
    </w:p>
    <w:p w:rsidR="00557788" w:rsidRDefault="00557788" w:rsidP="00557788">
      <w:r>
        <w:t>230.9595</w:t>
      </w:r>
      <w:r>
        <w:tab/>
        <w:t>3.061e0</w:t>
      </w:r>
    </w:p>
    <w:p w:rsidR="00557788" w:rsidRDefault="00557788" w:rsidP="00557788">
      <w:r>
        <w:t>230.9733</w:t>
      </w:r>
      <w:r>
        <w:tab/>
        <w:t>3.038e0</w:t>
      </w:r>
    </w:p>
    <w:p w:rsidR="00557788" w:rsidRDefault="00557788" w:rsidP="00557788">
      <w:r>
        <w:t>230.9799</w:t>
      </w:r>
      <w:r>
        <w:tab/>
        <w:t>2.051e0</w:t>
      </w:r>
    </w:p>
    <w:p w:rsidR="00557788" w:rsidRDefault="00557788" w:rsidP="00557788">
      <w:r>
        <w:t>230.9826</w:t>
      </w:r>
      <w:r>
        <w:tab/>
        <w:t>8.101e0</w:t>
      </w:r>
    </w:p>
    <w:p w:rsidR="00557788" w:rsidRDefault="00557788" w:rsidP="00557788">
      <w:r>
        <w:t>230.9852</w:t>
      </w:r>
      <w:r>
        <w:tab/>
        <w:t>2.815e0</w:t>
      </w:r>
    </w:p>
    <w:p w:rsidR="00557788" w:rsidRDefault="00557788" w:rsidP="00557788">
      <w:r>
        <w:t>230.9863</w:t>
      </w:r>
      <w:r>
        <w:tab/>
        <w:t>1.673e1</w:t>
      </w:r>
    </w:p>
    <w:p w:rsidR="00557788" w:rsidRDefault="00557788" w:rsidP="00557788">
      <w:r>
        <w:t>230.9948</w:t>
      </w:r>
      <w:r>
        <w:tab/>
        <w:t>2.810e0</w:t>
      </w:r>
    </w:p>
    <w:p w:rsidR="00557788" w:rsidRDefault="00557788" w:rsidP="00557788">
      <w:r>
        <w:t>230.9964</w:t>
      </w:r>
      <w:r>
        <w:tab/>
        <w:t>2.396e0</w:t>
      </w:r>
    </w:p>
    <w:p w:rsidR="00557788" w:rsidRDefault="00557788" w:rsidP="00557788">
      <w:r>
        <w:t>231.0307</w:t>
      </w:r>
      <w:r>
        <w:tab/>
        <w:t>1.054e0</w:t>
      </w:r>
    </w:p>
    <w:p w:rsidR="00557788" w:rsidRDefault="00557788" w:rsidP="00557788">
      <w:r>
        <w:t>231.0380</w:t>
      </w:r>
      <w:r>
        <w:tab/>
        <w:t>3.259e0</w:t>
      </w:r>
    </w:p>
    <w:p w:rsidR="00557788" w:rsidRDefault="00557788" w:rsidP="00557788">
      <w:r>
        <w:t>231.0517</w:t>
      </w:r>
      <w:r>
        <w:tab/>
        <w:t>2.472e0</w:t>
      </w:r>
    </w:p>
    <w:p w:rsidR="00557788" w:rsidRDefault="00557788" w:rsidP="00557788">
      <w:r>
        <w:t>231.0660</w:t>
      </w:r>
      <w:r>
        <w:tab/>
        <w:t>1.047e1</w:t>
      </w:r>
    </w:p>
    <w:p w:rsidR="00557788" w:rsidRDefault="00557788" w:rsidP="00557788">
      <w:r>
        <w:t>231.0692</w:t>
      </w:r>
      <w:r>
        <w:tab/>
        <w:t>3.775e0</w:t>
      </w:r>
    </w:p>
    <w:p w:rsidR="00557788" w:rsidRDefault="00557788" w:rsidP="00557788">
      <w:r>
        <w:t>231.0825</w:t>
      </w:r>
      <w:r>
        <w:tab/>
        <w:t>5.766e0</w:t>
      </w:r>
    </w:p>
    <w:p w:rsidR="00557788" w:rsidRDefault="00557788" w:rsidP="00557788">
      <w:r>
        <w:t>231.0856</w:t>
      </w:r>
      <w:r>
        <w:tab/>
        <w:t>3.038e0</w:t>
      </w:r>
    </w:p>
    <w:p w:rsidR="00557788" w:rsidRDefault="00557788" w:rsidP="00557788">
      <w:r>
        <w:t>231.0987</w:t>
      </w:r>
      <w:r>
        <w:tab/>
        <w:t>2.821e-1</w:t>
      </w:r>
    </w:p>
    <w:p w:rsidR="00557788" w:rsidRDefault="00557788" w:rsidP="00557788">
      <w:r>
        <w:lastRenderedPageBreak/>
        <w:t>231.1106</w:t>
      </w:r>
      <w:r>
        <w:tab/>
        <w:t>7.349e0</w:t>
      </w:r>
    </w:p>
    <w:p w:rsidR="00557788" w:rsidRDefault="00557788" w:rsidP="00557788">
      <w:r>
        <w:t>231.1190</w:t>
      </w:r>
      <w:r>
        <w:tab/>
        <w:t>3.569e0</w:t>
      </w:r>
    </w:p>
    <w:p w:rsidR="00557788" w:rsidRDefault="00557788" w:rsidP="00557788">
      <w:r>
        <w:t>231.1329</w:t>
      </w:r>
      <w:r>
        <w:tab/>
        <w:t>6.897e0</w:t>
      </w:r>
    </w:p>
    <w:p w:rsidR="00557788" w:rsidRDefault="00557788" w:rsidP="00557788">
      <w:r>
        <w:t>231.1378</w:t>
      </w:r>
      <w:r>
        <w:tab/>
        <w:t>4.315e0</w:t>
      </w:r>
    </w:p>
    <w:p w:rsidR="00557788" w:rsidRDefault="00557788" w:rsidP="00557788">
      <w:r>
        <w:t>231.1414</w:t>
      </w:r>
      <w:r>
        <w:tab/>
        <w:t>4.633e0</w:t>
      </w:r>
    </w:p>
    <w:p w:rsidR="00557788" w:rsidRDefault="00557788" w:rsidP="00557788">
      <w:r>
        <w:t>231.1651</w:t>
      </w:r>
      <w:r>
        <w:tab/>
        <w:t>1.684e0</w:t>
      </w:r>
    </w:p>
    <w:p w:rsidR="00557788" w:rsidRDefault="00557788" w:rsidP="00557788">
      <w:r>
        <w:t>231.1693</w:t>
      </w:r>
      <w:r>
        <w:tab/>
        <w:t>7.089e0</w:t>
      </w:r>
    </w:p>
    <w:p w:rsidR="00557788" w:rsidRDefault="00557788" w:rsidP="00557788">
      <w:r>
        <w:t>231.1718</w:t>
      </w:r>
      <w:r>
        <w:tab/>
        <w:t>3.316e0</w:t>
      </w:r>
    </w:p>
    <w:p w:rsidR="00557788" w:rsidRDefault="00557788" w:rsidP="00557788">
      <w:r>
        <w:t>231.2096</w:t>
      </w:r>
      <w:r>
        <w:tab/>
        <w:t>3.425e0</w:t>
      </w:r>
    </w:p>
    <w:p w:rsidR="00557788" w:rsidRDefault="00557788" w:rsidP="00557788">
      <w:r>
        <w:t>231.2150</w:t>
      </w:r>
      <w:r>
        <w:tab/>
        <w:t>9.115e0</w:t>
      </w:r>
    </w:p>
    <w:p w:rsidR="00557788" w:rsidRDefault="00557788" w:rsidP="00557788">
      <w:r>
        <w:t>231.2172</w:t>
      </w:r>
      <w:r>
        <w:tab/>
        <w:t>2.025e0</w:t>
      </w:r>
    </w:p>
    <w:p w:rsidR="00557788" w:rsidRDefault="00557788" w:rsidP="00557788">
      <w:r>
        <w:t>231.2354</w:t>
      </w:r>
      <w:r>
        <w:tab/>
        <w:t>2.051e0</w:t>
      </w:r>
    </w:p>
    <w:p w:rsidR="00557788" w:rsidRDefault="00557788" w:rsidP="00557788">
      <w:r>
        <w:t>231.2376</w:t>
      </w:r>
      <w:r>
        <w:tab/>
        <w:t>3.038e0</w:t>
      </w:r>
    </w:p>
    <w:p w:rsidR="00557788" w:rsidRDefault="00557788" w:rsidP="00557788">
      <w:r>
        <w:t>231.2542</w:t>
      </w:r>
      <w:r>
        <w:tab/>
        <w:t>6.329e-2</w:t>
      </w:r>
    </w:p>
    <w:p w:rsidR="00557788" w:rsidRDefault="00557788" w:rsidP="00557788">
      <w:r>
        <w:t>231.2583</w:t>
      </w:r>
      <w:r>
        <w:tab/>
        <w:t>2.025e0</w:t>
      </w:r>
    </w:p>
    <w:p w:rsidR="00557788" w:rsidRDefault="00557788" w:rsidP="00557788">
      <w:r>
        <w:t>231.2700</w:t>
      </w:r>
      <w:r>
        <w:tab/>
        <w:t>1.013e0</w:t>
      </w:r>
    </w:p>
    <w:p w:rsidR="00557788" w:rsidRDefault="00557788" w:rsidP="00557788">
      <w:r>
        <w:t>231.2739</w:t>
      </w:r>
      <w:r>
        <w:tab/>
        <w:t>1.051e0</w:t>
      </w:r>
    </w:p>
    <w:p w:rsidR="00557788" w:rsidRDefault="00557788" w:rsidP="00557788">
      <w:r>
        <w:t>231.2790</w:t>
      </w:r>
      <w:r>
        <w:tab/>
        <w:t>2.532e-2</w:t>
      </w:r>
    </w:p>
    <w:p w:rsidR="00557788" w:rsidRDefault="00557788" w:rsidP="00557788">
      <w:r>
        <w:t>231.2801</w:t>
      </w:r>
      <w:r>
        <w:tab/>
        <w:t>4.051e0</w:t>
      </w:r>
    </w:p>
    <w:p w:rsidR="00557788" w:rsidRDefault="00557788" w:rsidP="00557788">
      <w:r>
        <w:lastRenderedPageBreak/>
        <w:t>231.2843</w:t>
      </w:r>
      <w:r>
        <w:tab/>
        <w:t>2.025e0</w:t>
      </w:r>
    </w:p>
    <w:p w:rsidR="00557788" w:rsidRDefault="00557788" w:rsidP="00557788">
      <w:r>
        <w:t>231.2862</w:t>
      </w:r>
      <w:r>
        <w:tab/>
        <w:t>1.266e-2</w:t>
      </w:r>
    </w:p>
    <w:p w:rsidR="00557788" w:rsidRDefault="00557788" w:rsidP="00557788">
      <w:r>
        <w:t>231.3110</w:t>
      </w:r>
      <w:r>
        <w:tab/>
        <w:t>2.532e-2</w:t>
      </w:r>
    </w:p>
    <w:p w:rsidR="00557788" w:rsidRDefault="00557788" w:rsidP="00557788">
      <w:r>
        <w:t>231.3227</w:t>
      </w:r>
      <w:r>
        <w:tab/>
        <w:t>2.532e-2</w:t>
      </w:r>
    </w:p>
    <w:p w:rsidR="00557788" w:rsidRDefault="00557788" w:rsidP="00557788">
      <w:r>
        <w:t>231.3266</w:t>
      </w:r>
      <w:r>
        <w:tab/>
        <w:t>3.038e0</w:t>
      </w:r>
    </w:p>
    <w:p w:rsidR="00557788" w:rsidRDefault="00557788" w:rsidP="00557788">
      <w:r>
        <w:t>231.3295</w:t>
      </w:r>
      <w:r>
        <w:tab/>
        <w:t>3.798e-2</w:t>
      </w:r>
    </w:p>
    <w:p w:rsidR="00557788" w:rsidRDefault="00557788" w:rsidP="00557788">
      <w:r>
        <w:t>231.3353</w:t>
      </w:r>
      <w:r>
        <w:tab/>
        <w:t>3.051e0</w:t>
      </w:r>
    </w:p>
    <w:p w:rsidR="00557788" w:rsidRDefault="00557788" w:rsidP="00557788">
      <w:r>
        <w:t>231.3428</w:t>
      </w:r>
      <w:r>
        <w:tab/>
        <w:t>1.266e-2</w:t>
      </w:r>
    </w:p>
    <w:p w:rsidR="00557788" w:rsidRDefault="00557788" w:rsidP="00557788">
      <w:r>
        <w:t>231.3460</w:t>
      </w:r>
      <w:r>
        <w:tab/>
        <w:t>3.038e0</w:t>
      </w:r>
    </w:p>
    <w:p w:rsidR="00557788" w:rsidRDefault="00557788" w:rsidP="00557788">
      <w:r>
        <w:t>231.3676</w:t>
      </w:r>
      <w:r>
        <w:tab/>
        <w:t>2.025e0</w:t>
      </w:r>
    </w:p>
    <w:p w:rsidR="00557788" w:rsidRDefault="00557788" w:rsidP="00557788">
      <w:r>
        <w:t>231.3687</w:t>
      </w:r>
      <w:r>
        <w:tab/>
        <w:t>2.038e0</w:t>
      </w:r>
    </w:p>
    <w:p w:rsidR="00557788" w:rsidRDefault="00557788" w:rsidP="00557788">
      <w:r>
        <w:t>231.3709</w:t>
      </w:r>
      <w:r>
        <w:tab/>
        <w:t>5.063e-2</w:t>
      </w:r>
    </w:p>
    <w:p w:rsidR="00557788" w:rsidRDefault="00557788" w:rsidP="00557788">
      <w:r>
        <w:t>231.3754</w:t>
      </w:r>
      <w:r>
        <w:tab/>
        <w:t>1.013e0</w:t>
      </w:r>
    </w:p>
    <w:p w:rsidR="00557788" w:rsidRDefault="00557788" w:rsidP="00557788">
      <w:r>
        <w:t>231.3806</w:t>
      </w:r>
      <w:r>
        <w:tab/>
        <w:t>3.038e0</w:t>
      </w:r>
    </w:p>
    <w:p w:rsidR="00557788" w:rsidRDefault="00557788" w:rsidP="00557788">
      <w:r>
        <w:t>231.3832</w:t>
      </w:r>
      <w:r>
        <w:tab/>
        <w:t>1.013e0</w:t>
      </w:r>
    </w:p>
    <w:p w:rsidR="00557788" w:rsidRDefault="00557788" w:rsidP="00557788">
      <w:r>
        <w:t>231.3950</w:t>
      </w:r>
      <w:r>
        <w:tab/>
        <w:t>1.266e-2</w:t>
      </w:r>
    </w:p>
    <w:p w:rsidR="00557788" w:rsidRDefault="00557788" w:rsidP="00557788">
      <w:r>
        <w:t>231.4081</w:t>
      </w:r>
      <w:r>
        <w:tab/>
        <w:t>1.266e-2</w:t>
      </w:r>
    </w:p>
    <w:p w:rsidR="00557788" w:rsidRDefault="00557788" w:rsidP="00557788">
      <w:r>
        <w:t>231.4094</w:t>
      </w:r>
      <w:r>
        <w:tab/>
        <w:t>2.532e-2</w:t>
      </w:r>
    </w:p>
    <w:p w:rsidR="00557788" w:rsidRDefault="00557788" w:rsidP="00557788">
      <w:r>
        <w:t>231.4131</w:t>
      </w:r>
      <w:r>
        <w:tab/>
        <w:t>2.038e0</w:t>
      </w:r>
    </w:p>
    <w:p w:rsidR="00557788" w:rsidRDefault="00557788" w:rsidP="00557788">
      <w:r>
        <w:lastRenderedPageBreak/>
        <w:t>231.4166</w:t>
      </w:r>
      <w:r>
        <w:tab/>
        <w:t>1.013e0</w:t>
      </w:r>
    </w:p>
    <w:p w:rsidR="00557788" w:rsidRDefault="00557788" w:rsidP="00557788">
      <w:r>
        <w:t>231.4190</w:t>
      </w:r>
      <w:r>
        <w:tab/>
        <w:t>3.038e0</w:t>
      </w:r>
    </w:p>
    <w:p w:rsidR="00557788" w:rsidRDefault="00557788" w:rsidP="00557788">
      <w:r>
        <w:t>231.4281</w:t>
      </w:r>
      <w:r>
        <w:tab/>
        <w:t>1.266e-2</w:t>
      </w:r>
    </w:p>
    <w:p w:rsidR="00557788" w:rsidRDefault="00557788" w:rsidP="00557788">
      <w:r>
        <w:t>231.4300</w:t>
      </w:r>
      <w:r>
        <w:tab/>
        <w:t>1.038e0</w:t>
      </w:r>
    </w:p>
    <w:p w:rsidR="00557788" w:rsidRDefault="00557788" w:rsidP="00557788">
      <w:r>
        <w:t>231.4437</w:t>
      </w:r>
      <w:r>
        <w:tab/>
        <w:t>1.013e0</w:t>
      </w:r>
    </w:p>
    <w:p w:rsidR="00557788" w:rsidRDefault="00557788" w:rsidP="00557788">
      <w:r>
        <w:t>231.4516</w:t>
      </w:r>
      <w:r>
        <w:tab/>
        <w:t>1.266e-2</w:t>
      </w:r>
    </w:p>
    <w:p w:rsidR="00557788" w:rsidRDefault="00557788" w:rsidP="00557788">
      <w:r>
        <w:t>231.4604</w:t>
      </w:r>
      <w:r>
        <w:tab/>
        <w:t>8.101e0</w:t>
      </w:r>
    </w:p>
    <w:p w:rsidR="00557788" w:rsidRDefault="00557788" w:rsidP="00557788">
      <w:r>
        <w:t>231.4646</w:t>
      </w:r>
      <w:r>
        <w:tab/>
        <w:t>1.013e0</w:t>
      </w:r>
    </w:p>
    <w:p w:rsidR="00557788" w:rsidRDefault="00557788" w:rsidP="00557788">
      <w:r>
        <w:t>231.4671</w:t>
      </w:r>
      <w:r>
        <w:tab/>
        <w:t>3.038e0</w:t>
      </w:r>
    </w:p>
    <w:p w:rsidR="00557788" w:rsidRDefault="00557788" w:rsidP="00557788">
      <w:r>
        <w:t>231.4715</w:t>
      </w:r>
      <w:r>
        <w:tab/>
        <w:t>3.038e0</w:t>
      </w:r>
    </w:p>
    <w:p w:rsidR="00557788" w:rsidRDefault="00557788" w:rsidP="00557788">
      <w:r>
        <w:t>231.4906</w:t>
      </w:r>
      <w:r>
        <w:tab/>
        <w:t>2.025e0</w:t>
      </w:r>
    </w:p>
    <w:p w:rsidR="00557788" w:rsidRDefault="00557788" w:rsidP="00557788">
      <w:r>
        <w:t>231.4926</w:t>
      </w:r>
      <w:r>
        <w:tab/>
        <w:t>1.266e-2</w:t>
      </w:r>
    </w:p>
    <w:p w:rsidR="00557788" w:rsidRDefault="00557788" w:rsidP="00557788">
      <w:r>
        <w:t>231.5041</w:t>
      </w:r>
      <w:r>
        <w:tab/>
        <w:t>1.013e0</w:t>
      </w:r>
    </w:p>
    <w:p w:rsidR="00557788" w:rsidRDefault="00557788" w:rsidP="00557788">
      <w:r>
        <w:t>231.5113</w:t>
      </w:r>
      <w:r>
        <w:tab/>
        <w:t>2.025e0</w:t>
      </w:r>
    </w:p>
    <w:p w:rsidR="00557788" w:rsidRDefault="00557788" w:rsidP="00557788">
      <w:r>
        <w:t>231.5212</w:t>
      </w:r>
      <w:r>
        <w:tab/>
        <w:t>1.266e-2</w:t>
      </w:r>
    </w:p>
    <w:p w:rsidR="00557788" w:rsidRDefault="00557788" w:rsidP="00557788">
      <w:r>
        <w:t>231.5395</w:t>
      </w:r>
      <w:r>
        <w:tab/>
        <w:t>2.025e0</w:t>
      </w:r>
    </w:p>
    <w:p w:rsidR="00557788" w:rsidRDefault="00557788" w:rsidP="00557788">
      <w:r>
        <w:t>231.5414</w:t>
      </w:r>
      <w:r>
        <w:tab/>
        <w:t>1.025e0</w:t>
      </w:r>
    </w:p>
    <w:p w:rsidR="00557788" w:rsidRDefault="00557788" w:rsidP="00557788">
      <w:r>
        <w:t>231.5492</w:t>
      </w:r>
      <w:r>
        <w:tab/>
        <w:t>1.025e0</w:t>
      </w:r>
    </w:p>
    <w:p w:rsidR="00557788" w:rsidRDefault="00557788" w:rsidP="00557788">
      <w:r>
        <w:t>231.5531</w:t>
      </w:r>
      <w:r>
        <w:tab/>
        <w:t>1.266e-2</w:t>
      </w:r>
    </w:p>
    <w:p w:rsidR="00557788" w:rsidRDefault="00557788" w:rsidP="00557788">
      <w:r>
        <w:lastRenderedPageBreak/>
        <w:t>231.5647</w:t>
      </w:r>
      <w:r>
        <w:tab/>
        <w:t>1.013e0</w:t>
      </w:r>
    </w:p>
    <w:p w:rsidR="00557788" w:rsidRDefault="00557788" w:rsidP="00557788">
      <w:r>
        <w:t>231.5822</w:t>
      </w:r>
      <w:r>
        <w:tab/>
        <w:t>1.266e-2</w:t>
      </w:r>
    </w:p>
    <w:p w:rsidR="00557788" w:rsidRDefault="00557788" w:rsidP="00557788">
      <w:r>
        <w:t>231.5937</w:t>
      </w:r>
      <w:r>
        <w:tab/>
        <w:t>3.051e0</w:t>
      </w:r>
    </w:p>
    <w:p w:rsidR="00557788" w:rsidRDefault="00557788" w:rsidP="00557788">
      <w:r>
        <w:t>231.5961</w:t>
      </w:r>
      <w:r>
        <w:tab/>
        <w:t>2.051e0</w:t>
      </w:r>
    </w:p>
    <w:p w:rsidR="00557788" w:rsidRDefault="00557788" w:rsidP="00557788">
      <w:r>
        <w:t>231.6019</w:t>
      </w:r>
      <w:r>
        <w:tab/>
        <w:t>2.532e-2</w:t>
      </w:r>
    </w:p>
    <w:p w:rsidR="00557788" w:rsidRDefault="00557788" w:rsidP="00557788">
      <w:r>
        <w:t>231.6156</w:t>
      </w:r>
      <w:r>
        <w:tab/>
        <w:t>4.060e0</w:t>
      </w:r>
    </w:p>
    <w:p w:rsidR="00557788" w:rsidRDefault="00557788" w:rsidP="00557788">
      <w:r>
        <w:t>231.6174</w:t>
      </w:r>
      <w:r>
        <w:tab/>
        <w:t>1.025e0</w:t>
      </w:r>
    </w:p>
    <w:p w:rsidR="00557788" w:rsidRDefault="00557788" w:rsidP="00557788">
      <w:r>
        <w:t>231.6377</w:t>
      </w:r>
      <w:r>
        <w:tab/>
        <w:t>3.038e0</w:t>
      </w:r>
    </w:p>
    <w:p w:rsidR="00557788" w:rsidRDefault="00557788" w:rsidP="00557788">
      <w:r>
        <w:t>231.6388</w:t>
      </w:r>
      <w:r>
        <w:tab/>
        <w:t>1.013e0</w:t>
      </w:r>
    </w:p>
    <w:p w:rsidR="00557788" w:rsidRDefault="00557788" w:rsidP="00557788">
      <w:r>
        <w:t>231.6427</w:t>
      </w:r>
      <w:r>
        <w:tab/>
        <w:t>3.051e0</w:t>
      </w:r>
    </w:p>
    <w:p w:rsidR="00557788" w:rsidRDefault="00557788" w:rsidP="00557788">
      <w:r>
        <w:t>231.6625</w:t>
      </w:r>
      <w:r>
        <w:tab/>
        <w:t>1.025e0</w:t>
      </w:r>
    </w:p>
    <w:p w:rsidR="00557788" w:rsidRDefault="00557788" w:rsidP="00557788">
      <w:r>
        <w:t>231.6688</w:t>
      </w:r>
      <w:r>
        <w:tab/>
        <w:t>5.063e0</w:t>
      </w:r>
    </w:p>
    <w:p w:rsidR="00557788" w:rsidRDefault="00557788" w:rsidP="00557788">
      <w:r>
        <w:t>231.6702</w:t>
      </w:r>
      <w:r>
        <w:tab/>
        <w:t>1.013e0</w:t>
      </w:r>
    </w:p>
    <w:p w:rsidR="00557788" w:rsidRDefault="00557788" w:rsidP="00557788">
      <w:r>
        <w:t>231.6868</w:t>
      </w:r>
      <w:r>
        <w:tab/>
        <w:t>1.051e0</w:t>
      </w:r>
    </w:p>
    <w:p w:rsidR="00557788" w:rsidRDefault="00557788" w:rsidP="00557788">
      <w:r>
        <w:t>231.6954</w:t>
      </w:r>
      <w:r>
        <w:tab/>
        <w:t>1.013e0</w:t>
      </w:r>
    </w:p>
    <w:p w:rsidR="00557788" w:rsidRDefault="00557788" w:rsidP="00557788">
      <w:r>
        <w:t>231.6982</w:t>
      </w:r>
      <w:r>
        <w:tab/>
        <w:t>2.025e0</w:t>
      </w:r>
    </w:p>
    <w:p w:rsidR="00557788" w:rsidRDefault="00557788" w:rsidP="00557788">
      <w:r>
        <w:t>231.7152</w:t>
      </w:r>
      <w:r>
        <w:tab/>
        <w:t>1.013e0</w:t>
      </w:r>
    </w:p>
    <w:p w:rsidR="00557788" w:rsidRDefault="00557788" w:rsidP="00557788">
      <w:r>
        <w:t>231.7269</w:t>
      </w:r>
      <w:r>
        <w:tab/>
        <w:t>1.025e0</w:t>
      </w:r>
    </w:p>
    <w:p w:rsidR="00557788" w:rsidRDefault="00557788" w:rsidP="00557788">
      <w:r>
        <w:t>231.7433</w:t>
      </w:r>
      <w:r>
        <w:tab/>
        <w:t>1.013e0</w:t>
      </w:r>
    </w:p>
    <w:p w:rsidR="00557788" w:rsidRDefault="00557788" w:rsidP="00557788">
      <w:r>
        <w:lastRenderedPageBreak/>
        <w:t>231.7718</w:t>
      </w:r>
      <w:r>
        <w:tab/>
        <w:t>1.266e-2</w:t>
      </w:r>
    </w:p>
    <w:p w:rsidR="00557788" w:rsidRDefault="00557788" w:rsidP="00557788">
      <w:r>
        <w:t>231.7796</w:t>
      </w:r>
      <w:r>
        <w:tab/>
        <w:t>1.013e0</w:t>
      </w:r>
    </w:p>
    <w:p w:rsidR="00557788" w:rsidRDefault="00557788" w:rsidP="00557788">
      <w:r>
        <w:t>231.8053</w:t>
      </w:r>
      <w:r>
        <w:tab/>
        <w:t>1.038e0</w:t>
      </w:r>
    </w:p>
    <w:p w:rsidR="00557788" w:rsidRDefault="00557788" w:rsidP="00557788">
      <w:r>
        <w:t>231.8113</w:t>
      </w:r>
      <w:r>
        <w:tab/>
        <w:t>2.422e0</w:t>
      </w:r>
    </w:p>
    <w:p w:rsidR="00557788" w:rsidRDefault="00557788" w:rsidP="00557788">
      <w:r>
        <w:t>231.8207</w:t>
      </w:r>
      <w:r>
        <w:tab/>
        <w:t>4.051e0</w:t>
      </w:r>
    </w:p>
    <w:p w:rsidR="00557788" w:rsidRDefault="00557788" w:rsidP="00557788">
      <w:r>
        <w:t>231.8246</w:t>
      </w:r>
      <w:r>
        <w:tab/>
        <w:t>1.013e0</w:t>
      </w:r>
    </w:p>
    <w:p w:rsidR="00557788" w:rsidRDefault="00557788" w:rsidP="00557788">
      <w:r>
        <w:t>231.8384</w:t>
      </w:r>
      <w:r>
        <w:tab/>
        <w:t>4.051e0</w:t>
      </w:r>
    </w:p>
    <w:p w:rsidR="00557788" w:rsidRDefault="00557788" w:rsidP="00557788">
      <w:r>
        <w:t>231.8401</w:t>
      </w:r>
      <w:r>
        <w:tab/>
        <w:t>2.532e-2</w:t>
      </w:r>
    </w:p>
    <w:p w:rsidR="00557788" w:rsidRDefault="00557788" w:rsidP="00557788">
      <w:r>
        <w:t>231.8481</w:t>
      </w:r>
      <w:r>
        <w:tab/>
        <w:t>3.076e0</w:t>
      </w:r>
    </w:p>
    <w:p w:rsidR="00557788" w:rsidRDefault="00557788" w:rsidP="00557788">
      <w:r>
        <w:t>231.8576</w:t>
      </w:r>
      <w:r>
        <w:tab/>
        <w:t>2.038e0</w:t>
      </w:r>
    </w:p>
    <w:p w:rsidR="00557788" w:rsidRDefault="00557788" w:rsidP="00557788">
      <w:r>
        <w:t>231.8629</w:t>
      </w:r>
      <w:r>
        <w:tab/>
        <w:t>2.532e-2</w:t>
      </w:r>
    </w:p>
    <w:p w:rsidR="00557788" w:rsidRDefault="00557788" w:rsidP="00557788">
      <w:r>
        <w:t>231.8711</w:t>
      </w:r>
      <w:r>
        <w:tab/>
        <w:t>3.038e0</w:t>
      </w:r>
    </w:p>
    <w:p w:rsidR="00557788" w:rsidRDefault="00557788" w:rsidP="00557788">
      <w:r>
        <w:t>231.8773</w:t>
      </w:r>
      <w:r>
        <w:tab/>
        <w:t>1.266e-2</w:t>
      </w:r>
    </w:p>
    <w:p w:rsidR="00557788" w:rsidRDefault="00557788" w:rsidP="00557788">
      <w:r>
        <w:t>231.8793</w:t>
      </w:r>
      <w:r>
        <w:tab/>
        <w:t>2.532e-2</w:t>
      </w:r>
    </w:p>
    <w:p w:rsidR="00557788" w:rsidRDefault="00557788" w:rsidP="00557788">
      <w:r>
        <w:t>231.8929</w:t>
      </w:r>
      <w:r>
        <w:tab/>
        <w:t>1.013e0</w:t>
      </w:r>
    </w:p>
    <w:p w:rsidR="00557788" w:rsidRDefault="00557788" w:rsidP="00557788">
      <w:r>
        <w:t>231.9325</w:t>
      </w:r>
      <w:r>
        <w:tab/>
        <w:t>2.034e0</w:t>
      </w:r>
    </w:p>
    <w:p w:rsidR="00557788" w:rsidRDefault="00557788" w:rsidP="00557788">
      <w:r>
        <w:t>231.9335</w:t>
      </w:r>
      <w:r>
        <w:tab/>
        <w:t>3.051e0</w:t>
      </w:r>
    </w:p>
    <w:p w:rsidR="00557788" w:rsidRDefault="00557788" w:rsidP="00557788">
      <w:r>
        <w:t>231.9379</w:t>
      </w:r>
      <w:r>
        <w:tab/>
        <w:t>3.038e0</w:t>
      </w:r>
    </w:p>
    <w:p w:rsidR="00557788" w:rsidRDefault="00557788" w:rsidP="00557788">
      <w:r>
        <w:t>231.9437</w:t>
      </w:r>
      <w:r>
        <w:tab/>
        <w:t>2.025e0</w:t>
      </w:r>
    </w:p>
    <w:p w:rsidR="00557788" w:rsidRDefault="00557788" w:rsidP="00557788">
      <w:r>
        <w:lastRenderedPageBreak/>
        <w:t>231.9457</w:t>
      </w:r>
      <w:r>
        <w:tab/>
        <w:t>1.013e0</w:t>
      </w:r>
    </w:p>
    <w:p w:rsidR="00557788" w:rsidRDefault="00557788" w:rsidP="00557788">
      <w:r>
        <w:t>231.9711</w:t>
      </w:r>
      <w:r>
        <w:tab/>
        <w:t>3.798e-2</w:t>
      </w:r>
    </w:p>
    <w:p w:rsidR="00557788" w:rsidRDefault="00557788" w:rsidP="00557788">
      <w:r>
        <w:t>231.9729</w:t>
      </w:r>
      <w:r>
        <w:tab/>
        <w:t>3.038e0</w:t>
      </w:r>
    </w:p>
    <w:p w:rsidR="00557788" w:rsidRDefault="00557788" w:rsidP="00557788">
      <w:r>
        <w:t>231.9764</w:t>
      </w:r>
      <w:r>
        <w:tab/>
        <w:t>2.277e0</w:t>
      </w:r>
    </w:p>
    <w:p w:rsidR="00557788" w:rsidRDefault="00557788" w:rsidP="00557788">
      <w:r>
        <w:t>231.9828</w:t>
      </w:r>
      <w:r>
        <w:tab/>
        <w:t>3.824e0</w:t>
      </w:r>
    </w:p>
    <w:p w:rsidR="00557788" w:rsidRDefault="00557788" w:rsidP="00557788">
      <w:r>
        <w:t>231.9957</w:t>
      </w:r>
      <w:r>
        <w:tab/>
        <w:t>8.672e0</w:t>
      </w:r>
    </w:p>
    <w:p w:rsidR="00557788" w:rsidRDefault="00557788" w:rsidP="00557788">
      <w:r>
        <w:t>232.0118</w:t>
      </w:r>
      <w:r>
        <w:tab/>
        <w:t>1.239e1</w:t>
      </w:r>
    </w:p>
    <w:p w:rsidR="00557788" w:rsidRDefault="00557788" w:rsidP="00557788">
      <w:r>
        <w:t>232.0189</w:t>
      </w:r>
      <w:r>
        <w:tab/>
        <w:t>4.051e0</w:t>
      </w:r>
    </w:p>
    <w:p w:rsidR="00557788" w:rsidRDefault="00557788" w:rsidP="00557788">
      <w:r>
        <w:t>232.0272</w:t>
      </w:r>
      <w:r>
        <w:tab/>
        <w:t>6.030e0</w:t>
      </w:r>
    </w:p>
    <w:p w:rsidR="00557788" w:rsidRDefault="00557788" w:rsidP="00557788">
      <w:r>
        <w:t>232.0434</w:t>
      </w:r>
      <w:r>
        <w:tab/>
        <w:t>1.462e0</w:t>
      </w:r>
    </w:p>
    <w:p w:rsidR="00557788" w:rsidRDefault="00557788" w:rsidP="00557788">
      <w:r>
        <w:t>232.0532</w:t>
      </w:r>
      <w:r>
        <w:tab/>
        <w:t>1.768e0</w:t>
      </w:r>
    </w:p>
    <w:p w:rsidR="00557788" w:rsidRDefault="00557788" w:rsidP="00557788">
      <w:r>
        <w:t>232.0547</w:t>
      </w:r>
      <w:r>
        <w:tab/>
        <w:t>1.853e0</w:t>
      </w:r>
    </w:p>
    <w:p w:rsidR="00557788" w:rsidRDefault="00557788" w:rsidP="00557788">
      <w:r>
        <w:t>232.0594</w:t>
      </w:r>
      <w:r>
        <w:tab/>
        <w:t>1.386e0</w:t>
      </w:r>
    </w:p>
    <w:p w:rsidR="00557788" w:rsidRDefault="00557788" w:rsidP="00557788">
      <w:r>
        <w:t>232.0683</w:t>
      </w:r>
      <w:r>
        <w:tab/>
        <w:t>4.318e0</w:t>
      </w:r>
    </w:p>
    <w:p w:rsidR="00557788" w:rsidRDefault="00557788" w:rsidP="00557788">
      <w:r>
        <w:t>232.0788</w:t>
      </w:r>
      <w:r>
        <w:tab/>
        <w:t>4.047e0</w:t>
      </w:r>
    </w:p>
    <w:p w:rsidR="00557788" w:rsidRDefault="00557788" w:rsidP="00557788">
      <w:r>
        <w:t>232.0854</w:t>
      </w:r>
      <w:r>
        <w:tab/>
        <w:t>3.910e0</w:t>
      </w:r>
    </w:p>
    <w:p w:rsidR="00557788" w:rsidRDefault="00557788" w:rsidP="00557788">
      <w:r>
        <w:t>232.0921</w:t>
      </w:r>
      <w:r>
        <w:tab/>
        <w:t>2.025e0</w:t>
      </w:r>
    </w:p>
    <w:p w:rsidR="00557788" w:rsidRDefault="00557788" w:rsidP="00557788">
      <w:r>
        <w:t>232.0966</w:t>
      </w:r>
      <w:r>
        <w:tab/>
        <w:t>3.153e0</w:t>
      </w:r>
    </w:p>
    <w:p w:rsidR="00557788" w:rsidRDefault="00557788" w:rsidP="00557788">
      <w:r>
        <w:t>232.1117</w:t>
      </w:r>
      <w:r>
        <w:tab/>
        <w:t>1.339e0</w:t>
      </w:r>
    </w:p>
    <w:p w:rsidR="00557788" w:rsidRDefault="00557788" w:rsidP="00557788">
      <w:r>
        <w:lastRenderedPageBreak/>
        <w:t>232.1217</w:t>
      </w:r>
      <w:r>
        <w:tab/>
        <w:t>4.528e0</w:t>
      </w:r>
    </w:p>
    <w:p w:rsidR="00557788" w:rsidRDefault="00557788" w:rsidP="00557788">
      <w:r>
        <w:t>232.1259</w:t>
      </w:r>
      <w:r>
        <w:tab/>
        <w:t>5.868e0</w:t>
      </w:r>
    </w:p>
    <w:p w:rsidR="00557788" w:rsidRDefault="00557788" w:rsidP="00557788">
      <w:r>
        <w:t>232.1275</w:t>
      </w:r>
      <w:r>
        <w:tab/>
        <w:t>6.125e0</w:t>
      </w:r>
    </w:p>
    <w:p w:rsidR="00557788" w:rsidRDefault="00557788" w:rsidP="00557788">
      <w:r>
        <w:t>232.1286</w:t>
      </w:r>
      <w:r>
        <w:tab/>
        <w:t>8.307e-1</w:t>
      </w:r>
    </w:p>
    <w:p w:rsidR="00557788" w:rsidRDefault="00557788" w:rsidP="00557788">
      <w:r>
        <w:t>232.1406</w:t>
      </w:r>
      <w:r>
        <w:tab/>
        <w:t>1.063e0</w:t>
      </w:r>
    </w:p>
    <w:p w:rsidR="00557788" w:rsidRDefault="00557788" w:rsidP="00557788">
      <w:r>
        <w:t>232.1649</w:t>
      </w:r>
      <w:r>
        <w:tab/>
        <w:t>1.204e1</w:t>
      </w:r>
    </w:p>
    <w:p w:rsidR="00557788" w:rsidRDefault="00557788" w:rsidP="00557788">
      <w:r>
        <w:t>232.1700</w:t>
      </w:r>
      <w:r>
        <w:tab/>
        <w:t>1.400e0</w:t>
      </w:r>
    </w:p>
    <w:p w:rsidR="00557788" w:rsidRDefault="00557788" w:rsidP="00557788">
      <w:r>
        <w:t>232.1818</w:t>
      </w:r>
      <w:r>
        <w:tab/>
        <w:t>2.025e0</w:t>
      </w:r>
    </w:p>
    <w:p w:rsidR="00557788" w:rsidRDefault="00557788" w:rsidP="00557788">
      <w:r>
        <w:t>232.1907</w:t>
      </w:r>
      <w:r>
        <w:tab/>
        <w:t>4.223e0</w:t>
      </w:r>
    </w:p>
    <w:p w:rsidR="00557788" w:rsidRDefault="00557788" w:rsidP="00557788">
      <w:r>
        <w:t>232.2032</w:t>
      </w:r>
      <w:r>
        <w:tab/>
        <w:t>3.214e0</w:t>
      </w:r>
    </w:p>
    <w:p w:rsidR="00557788" w:rsidRDefault="00557788" w:rsidP="00557788">
      <w:r>
        <w:t>232.2050</w:t>
      </w:r>
      <w:r>
        <w:tab/>
        <w:t>3.616e0</w:t>
      </w:r>
    </w:p>
    <w:p w:rsidR="00557788" w:rsidRDefault="00557788" w:rsidP="00557788">
      <w:r>
        <w:t>232.2178</w:t>
      </w:r>
      <w:r>
        <w:tab/>
        <w:t>5.635e0</w:t>
      </w:r>
    </w:p>
    <w:p w:rsidR="00557788" w:rsidRDefault="00557788" w:rsidP="00557788">
      <w:r>
        <w:t>232.2251</w:t>
      </w:r>
      <w:r>
        <w:tab/>
        <w:t>1.266e-2</w:t>
      </w:r>
    </w:p>
    <w:p w:rsidR="00557788" w:rsidRDefault="00557788" w:rsidP="00557788">
      <w:r>
        <w:t>232.2302</w:t>
      </w:r>
      <w:r>
        <w:tab/>
        <w:t>4.076e0</w:t>
      </w:r>
    </w:p>
    <w:p w:rsidR="00557788" w:rsidRDefault="00557788" w:rsidP="00557788">
      <w:r>
        <w:t>232.2656</w:t>
      </w:r>
      <w:r>
        <w:tab/>
        <w:t>1.038e0</w:t>
      </w:r>
    </w:p>
    <w:p w:rsidR="00557788" w:rsidRDefault="00557788" w:rsidP="00557788">
      <w:r>
        <w:t>232.2777</w:t>
      </w:r>
      <w:r>
        <w:tab/>
        <w:t>5.063e0</w:t>
      </w:r>
    </w:p>
    <w:p w:rsidR="00557788" w:rsidRDefault="00557788" w:rsidP="00557788">
      <w:r>
        <w:t>232.2857</w:t>
      </w:r>
      <w:r>
        <w:tab/>
        <w:t>1.013e0</w:t>
      </w:r>
    </w:p>
    <w:p w:rsidR="00557788" w:rsidRDefault="00557788" w:rsidP="00557788">
      <w:r>
        <w:t>232.2914</w:t>
      </w:r>
      <w:r>
        <w:tab/>
        <w:t>2.532e-2</w:t>
      </w:r>
    </w:p>
    <w:p w:rsidR="00557788" w:rsidRDefault="00557788" w:rsidP="00557788">
      <w:r>
        <w:t>232.2946</w:t>
      </w:r>
      <w:r>
        <w:tab/>
        <w:t>5.063e0</w:t>
      </w:r>
    </w:p>
    <w:p w:rsidR="00557788" w:rsidRDefault="00557788" w:rsidP="00557788">
      <w:r>
        <w:lastRenderedPageBreak/>
        <w:t>232.2959</w:t>
      </w:r>
      <w:r>
        <w:tab/>
        <w:t>3.038e0</w:t>
      </w:r>
    </w:p>
    <w:p w:rsidR="00557788" w:rsidRDefault="00557788" w:rsidP="00557788">
      <w:r>
        <w:t>232.3147</w:t>
      </w:r>
      <w:r>
        <w:tab/>
        <w:t>1.266e-2</w:t>
      </w:r>
    </w:p>
    <w:p w:rsidR="00557788" w:rsidRDefault="00557788" w:rsidP="00557788">
      <w:r>
        <w:t>232.3188</w:t>
      </w:r>
      <w:r>
        <w:tab/>
        <w:t>5.063e0</w:t>
      </w:r>
    </w:p>
    <w:p w:rsidR="00557788" w:rsidRDefault="00557788" w:rsidP="00557788">
      <w:r>
        <w:t>232.3345</w:t>
      </w:r>
      <w:r>
        <w:tab/>
        <w:t>1.013e0</w:t>
      </w:r>
    </w:p>
    <w:p w:rsidR="00557788" w:rsidRDefault="00557788" w:rsidP="00557788">
      <w:r>
        <w:t>232.3424</w:t>
      </w:r>
      <w:r>
        <w:tab/>
        <w:t>2.025e0</w:t>
      </w:r>
    </w:p>
    <w:p w:rsidR="00557788" w:rsidRDefault="00557788" w:rsidP="00557788">
      <w:r>
        <w:t>232.3583</w:t>
      </w:r>
      <w:r>
        <w:tab/>
        <w:t>1.013e0</w:t>
      </w:r>
    </w:p>
    <w:p w:rsidR="00557788" w:rsidRDefault="00557788" w:rsidP="00557788">
      <w:r>
        <w:t>232.3835</w:t>
      </w:r>
      <w:r>
        <w:tab/>
        <w:t>1.038e0</w:t>
      </w:r>
    </w:p>
    <w:p w:rsidR="00557788" w:rsidRDefault="00557788" w:rsidP="00557788">
      <w:r>
        <w:t>232.3855</w:t>
      </w:r>
      <w:r>
        <w:tab/>
        <w:t>2.025e0</w:t>
      </w:r>
    </w:p>
    <w:p w:rsidR="00557788" w:rsidRDefault="00557788" w:rsidP="00557788">
      <w:r>
        <w:t>232.3900</w:t>
      </w:r>
      <w:r>
        <w:tab/>
        <w:t>3.038e0</w:t>
      </w:r>
    </w:p>
    <w:p w:rsidR="00557788" w:rsidRDefault="00557788" w:rsidP="00557788">
      <w:r>
        <w:t>232.3913</w:t>
      </w:r>
      <w:r>
        <w:tab/>
        <w:t>1.266e-2</w:t>
      </w:r>
    </w:p>
    <w:p w:rsidR="00557788" w:rsidRDefault="00557788" w:rsidP="00557788">
      <w:r>
        <w:t>232.4163</w:t>
      </w:r>
      <w:r>
        <w:tab/>
        <w:t>2.025e0</w:t>
      </w:r>
    </w:p>
    <w:p w:rsidR="00557788" w:rsidRDefault="00557788" w:rsidP="00557788">
      <w:r>
        <w:t>232.4216</w:t>
      </w:r>
      <w:r>
        <w:tab/>
        <w:t>2.532e-2</w:t>
      </w:r>
    </w:p>
    <w:p w:rsidR="00557788" w:rsidRDefault="00557788" w:rsidP="00557788">
      <w:r>
        <w:t>232.4236</w:t>
      </w:r>
      <w:r>
        <w:tab/>
        <w:t>2.025e0</w:t>
      </w:r>
    </w:p>
    <w:p w:rsidR="00557788" w:rsidRDefault="00557788" w:rsidP="00557788">
      <w:r>
        <w:t>232.4479</w:t>
      </w:r>
      <w:r>
        <w:tab/>
        <w:t>5.063e-2</w:t>
      </w:r>
    </w:p>
    <w:p w:rsidR="00557788" w:rsidRDefault="00557788" w:rsidP="00557788">
      <w:r>
        <w:t>232.4519</w:t>
      </w:r>
      <w:r>
        <w:tab/>
        <w:t>2.532e-2</w:t>
      </w:r>
    </w:p>
    <w:p w:rsidR="00557788" w:rsidRDefault="00557788" w:rsidP="00557788">
      <w:r>
        <w:t>232.4609</w:t>
      </w:r>
      <w:r>
        <w:tab/>
        <w:t>1.038e0</w:t>
      </w:r>
    </w:p>
    <w:p w:rsidR="00557788" w:rsidRDefault="00557788" w:rsidP="00557788">
      <w:r>
        <w:t>232.4930</w:t>
      </w:r>
      <w:r>
        <w:tab/>
        <w:t>1.266e-2</w:t>
      </w:r>
    </w:p>
    <w:p w:rsidR="00557788" w:rsidRDefault="00557788" w:rsidP="00557788">
      <w:r>
        <w:t>232.4968</w:t>
      </w:r>
      <w:r>
        <w:tab/>
        <w:t>1.013e0</w:t>
      </w:r>
    </w:p>
    <w:p w:rsidR="00557788" w:rsidRDefault="00557788" w:rsidP="00557788">
      <w:r>
        <w:t>232.4989</w:t>
      </w:r>
      <w:r>
        <w:tab/>
        <w:t>2.025e0</w:t>
      </w:r>
    </w:p>
    <w:p w:rsidR="00557788" w:rsidRDefault="00557788" w:rsidP="00557788">
      <w:r>
        <w:lastRenderedPageBreak/>
        <w:t>232.5007</w:t>
      </w:r>
      <w:r>
        <w:tab/>
        <w:t>3.797e-2</w:t>
      </w:r>
    </w:p>
    <w:p w:rsidR="00557788" w:rsidRDefault="00557788" w:rsidP="00557788">
      <w:r>
        <w:t>232.5046</w:t>
      </w:r>
      <w:r>
        <w:tab/>
        <w:t>2.532e-2</w:t>
      </w:r>
    </w:p>
    <w:p w:rsidR="00557788" w:rsidRDefault="00557788" w:rsidP="00557788">
      <w:r>
        <w:t>232.5086</w:t>
      </w:r>
      <w:r>
        <w:tab/>
        <w:t>1.013e0</w:t>
      </w:r>
    </w:p>
    <w:p w:rsidR="00557788" w:rsidRDefault="00557788" w:rsidP="00557788">
      <w:r>
        <w:t>232.5363</w:t>
      </w:r>
      <w:r>
        <w:tab/>
        <w:t>2.025e0</w:t>
      </w:r>
    </w:p>
    <w:p w:rsidR="00557788" w:rsidRDefault="00557788" w:rsidP="00557788">
      <w:r>
        <w:t>232.5413</w:t>
      </w:r>
      <w:r>
        <w:tab/>
        <w:t>2.038e0</w:t>
      </w:r>
    </w:p>
    <w:p w:rsidR="00557788" w:rsidRDefault="00557788" w:rsidP="00557788">
      <w:r>
        <w:t>232.5430</w:t>
      </w:r>
      <w:r>
        <w:tab/>
        <w:t>2.025e0</w:t>
      </w:r>
    </w:p>
    <w:p w:rsidR="00557788" w:rsidRDefault="00557788" w:rsidP="00557788">
      <w:r>
        <w:t>232.5494</w:t>
      </w:r>
      <w:r>
        <w:tab/>
        <w:t>2.025e0</w:t>
      </w:r>
    </w:p>
    <w:p w:rsidR="00557788" w:rsidRDefault="00557788" w:rsidP="00557788">
      <w:r>
        <w:t>232.5575</w:t>
      </w:r>
      <w:r>
        <w:tab/>
        <w:t>1.025e0</w:t>
      </w:r>
    </w:p>
    <w:p w:rsidR="00557788" w:rsidRDefault="00557788" w:rsidP="00557788">
      <w:r>
        <w:t>232.5614</w:t>
      </w:r>
      <w:r>
        <w:tab/>
        <w:t>1.025e0</w:t>
      </w:r>
    </w:p>
    <w:p w:rsidR="00557788" w:rsidRDefault="00557788" w:rsidP="00557788">
      <w:r>
        <w:t>232.5783</w:t>
      </w:r>
      <w:r>
        <w:tab/>
        <w:t>2.025e0</w:t>
      </w:r>
    </w:p>
    <w:p w:rsidR="00557788" w:rsidRDefault="00557788" w:rsidP="00557788">
      <w:r>
        <w:t>232.5816</w:t>
      </w:r>
      <w:r>
        <w:tab/>
        <w:t>2.025e0</w:t>
      </w:r>
    </w:p>
    <w:p w:rsidR="00557788" w:rsidRDefault="00557788" w:rsidP="00557788">
      <w:r>
        <w:t>232.5981</w:t>
      </w:r>
      <w:r>
        <w:tab/>
        <w:t>2.038e0</w:t>
      </w:r>
    </w:p>
    <w:p w:rsidR="00557788" w:rsidRDefault="00557788" w:rsidP="00557788">
      <w:r>
        <w:t>232.6025</w:t>
      </w:r>
      <w:r>
        <w:tab/>
        <w:t>1.013e0</w:t>
      </w:r>
    </w:p>
    <w:p w:rsidR="00557788" w:rsidRDefault="00557788" w:rsidP="00557788">
      <w:r>
        <w:t>232.6102</w:t>
      </w:r>
      <w:r>
        <w:tab/>
        <w:t>1.013e0</w:t>
      </w:r>
    </w:p>
    <w:p w:rsidR="00557788" w:rsidRDefault="00557788" w:rsidP="00557788">
      <w:r>
        <w:t>232.6181</w:t>
      </w:r>
      <w:r>
        <w:tab/>
        <w:t>2.025e0</w:t>
      </w:r>
    </w:p>
    <w:p w:rsidR="00557788" w:rsidRDefault="00557788" w:rsidP="00557788">
      <w:r>
        <w:t>232.6258</w:t>
      </w:r>
      <w:r>
        <w:tab/>
        <w:t>1.266e-2</w:t>
      </w:r>
    </w:p>
    <w:p w:rsidR="00557788" w:rsidRDefault="00557788" w:rsidP="00557788">
      <w:r>
        <w:t>232.6297</w:t>
      </w:r>
      <w:r>
        <w:tab/>
        <w:t>1.013e0</w:t>
      </w:r>
    </w:p>
    <w:p w:rsidR="00557788" w:rsidRDefault="00557788" w:rsidP="00557788">
      <w:r>
        <w:t>232.6336</w:t>
      </w:r>
      <w:r>
        <w:tab/>
        <w:t>1.013e0</w:t>
      </w:r>
    </w:p>
    <w:p w:rsidR="00557788" w:rsidRDefault="00557788" w:rsidP="00557788">
      <w:r>
        <w:t>232.6352</w:t>
      </w:r>
      <w:r>
        <w:tab/>
        <w:t>1.025e0</w:t>
      </w:r>
    </w:p>
    <w:p w:rsidR="00557788" w:rsidRDefault="00557788" w:rsidP="00557788">
      <w:r>
        <w:lastRenderedPageBreak/>
        <w:t>232.6388</w:t>
      </w:r>
      <w:r>
        <w:tab/>
        <w:t>2.038e0</w:t>
      </w:r>
    </w:p>
    <w:p w:rsidR="00557788" w:rsidRDefault="00557788" w:rsidP="00557788">
      <w:r>
        <w:t>232.6451</w:t>
      </w:r>
      <w:r>
        <w:tab/>
        <w:t>3.038e0</w:t>
      </w:r>
    </w:p>
    <w:p w:rsidR="00557788" w:rsidRDefault="00557788" w:rsidP="00557788">
      <w:r>
        <w:t>232.6573</w:t>
      </w:r>
      <w:r>
        <w:tab/>
        <w:t>5.063e0</w:t>
      </w:r>
    </w:p>
    <w:p w:rsidR="00557788" w:rsidRDefault="00557788" w:rsidP="00557788">
      <w:r>
        <w:t>232.6592</w:t>
      </w:r>
      <w:r>
        <w:tab/>
        <w:t>1.266e-2</w:t>
      </w:r>
    </w:p>
    <w:p w:rsidR="00557788" w:rsidRDefault="00557788" w:rsidP="00557788">
      <w:r>
        <w:t>232.6669</w:t>
      </w:r>
      <w:r>
        <w:tab/>
        <w:t>1.266e-2</w:t>
      </w:r>
    </w:p>
    <w:p w:rsidR="00557788" w:rsidRDefault="00557788" w:rsidP="00557788">
      <w:r>
        <w:t>232.6708</w:t>
      </w:r>
      <w:r>
        <w:tab/>
        <w:t>3.038e0</w:t>
      </w:r>
    </w:p>
    <w:p w:rsidR="00557788" w:rsidRDefault="00557788" w:rsidP="00557788">
      <w:r>
        <w:t>232.6929</w:t>
      </w:r>
      <w:r>
        <w:tab/>
        <w:t>2.025e0</w:t>
      </w:r>
    </w:p>
    <w:p w:rsidR="00557788" w:rsidRDefault="00557788" w:rsidP="00557788">
      <w:r>
        <w:t>232.6991</w:t>
      </w:r>
      <w:r>
        <w:tab/>
        <w:t>1.013e0</w:t>
      </w:r>
    </w:p>
    <w:p w:rsidR="00557788" w:rsidRDefault="00557788" w:rsidP="00557788">
      <w:r>
        <w:t>232.7179</w:t>
      </w:r>
      <w:r>
        <w:tab/>
        <w:t>4.051e0</w:t>
      </w:r>
    </w:p>
    <w:p w:rsidR="00557788" w:rsidRDefault="00557788" w:rsidP="00557788">
      <w:r>
        <w:t>232.7246</w:t>
      </w:r>
      <w:r>
        <w:tab/>
        <w:t>6.089e0</w:t>
      </w:r>
    </w:p>
    <w:p w:rsidR="00557788" w:rsidRDefault="00557788" w:rsidP="00557788">
      <w:r>
        <w:t>232.7392</w:t>
      </w:r>
      <w:r>
        <w:tab/>
        <w:t>1.266e-2</w:t>
      </w:r>
    </w:p>
    <w:p w:rsidR="00557788" w:rsidRDefault="00557788" w:rsidP="00557788">
      <w:r>
        <w:t>232.7455</w:t>
      </w:r>
      <w:r>
        <w:tab/>
        <w:t>2.025e0</w:t>
      </w:r>
    </w:p>
    <w:p w:rsidR="00557788" w:rsidRDefault="00557788" w:rsidP="00557788">
      <w:r>
        <w:t>232.7473</w:t>
      </w:r>
      <w:r>
        <w:tab/>
        <w:t>1.266e-2</w:t>
      </w:r>
    </w:p>
    <w:p w:rsidR="00557788" w:rsidRDefault="00557788" w:rsidP="00557788">
      <w:r>
        <w:t>232.7499</w:t>
      </w:r>
      <w:r>
        <w:tab/>
        <w:t>3.038e0</w:t>
      </w:r>
    </w:p>
    <w:p w:rsidR="00557788" w:rsidRDefault="00557788" w:rsidP="00557788">
      <w:r>
        <w:t>232.7541</w:t>
      </w:r>
      <w:r>
        <w:tab/>
        <w:t>2.025e0</w:t>
      </w:r>
    </w:p>
    <w:p w:rsidR="00557788" w:rsidRDefault="00557788" w:rsidP="00557788">
      <w:r>
        <w:t>232.7560</w:t>
      </w:r>
      <w:r>
        <w:tab/>
        <w:t>1.038e0</w:t>
      </w:r>
    </w:p>
    <w:p w:rsidR="00557788" w:rsidRDefault="00557788" w:rsidP="00557788">
      <w:r>
        <w:t>232.7604</w:t>
      </w:r>
      <w:r>
        <w:tab/>
        <w:t>1.266e-2</w:t>
      </w:r>
    </w:p>
    <w:p w:rsidR="00557788" w:rsidRDefault="00557788" w:rsidP="00557788">
      <w:r>
        <w:t>232.7881</w:t>
      </w:r>
      <w:r>
        <w:tab/>
        <w:t>2.063e0</w:t>
      </w:r>
    </w:p>
    <w:p w:rsidR="00557788" w:rsidRDefault="00557788" w:rsidP="00557788">
      <w:r>
        <w:t>232.7921</w:t>
      </w:r>
      <w:r>
        <w:tab/>
        <w:t>2.025e0</w:t>
      </w:r>
    </w:p>
    <w:p w:rsidR="00557788" w:rsidRDefault="00557788" w:rsidP="00557788">
      <w:r>
        <w:lastRenderedPageBreak/>
        <w:t>232.8085</w:t>
      </w:r>
      <w:r>
        <w:tab/>
        <w:t>1.266e-2</w:t>
      </w:r>
    </w:p>
    <w:p w:rsidR="00557788" w:rsidRDefault="00557788" w:rsidP="00557788">
      <w:r>
        <w:t>232.8107</w:t>
      </w:r>
      <w:r>
        <w:tab/>
        <w:t>2.025e0</w:t>
      </w:r>
    </w:p>
    <w:p w:rsidR="00557788" w:rsidRDefault="00557788" w:rsidP="00557788">
      <w:r>
        <w:t>232.8129</w:t>
      </w:r>
      <w:r>
        <w:tab/>
        <w:t>1.013e0</w:t>
      </w:r>
    </w:p>
    <w:p w:rsidR="00557788" w:rsidRDefault="00557788" w:rsidP="00557788">
      <w:r>
        <w:t>232.8148</w:t>
      </w:r>
      <w:r>
        <w:tab/>
        <w:t>2.532e-2</w:t>
      </w:r>
    </w:p>
    <w:p w:rsidR="00557788" w:rsidRDefault="00557788" w:rsidP="00557788">
      <w:r>
        <w:t>232.8332</w:t>
      </w:r>
      <w:r>
        <w:tab/>
        <w:t>1.025e0</w:t>
      </w:r>
    </w:p>
    <w:p w:rsidR="00557788" w:rsidRDefault="00557788" w:rsidP="00557788">
      <w:r>
        <w:t>232.8384</w:t>
      </w:r>
      <w:r>
        <w:tab/>
        <w:t>3.038e0</w:t>
      </w:r>
    </w:p>
    <w:p w:rsidR="00557788" w:rsidRDefault="00557788" w:rsidP="00557788">
      <w:r>
        <w:t>232.8410</w:t>
      </w:r>
      <w:r>
        <w:tab/>
        <w:t>2.038e0</w:t>
      </w:r>
    </w:p>
    <w:p w:rsidR="00557788" w:rsidRDefault="00557788" w:rsidP="00557788">
      <w:r>
        <w:t>232.8488</w:t>
      </w:r>
      <w:r>
        <w:tab/>
        <w:t>1.266e-2</w:t>
      </w:r>
    </w:p>
    <w:p w:rsidR="00557788" w:rsidRDefault="00557788" w:rsidP="00557788">
      <w:r>
        <w:t>232.8593</w:t>
      </w:r>
      <w:r>
        <w:tab/>
        <w:t>3.038e0</w:t>
      </w:r>
    </w:p>
    <w:p w:rsidR="00557788" w:rsidRDefault="00557788" w:rsidP="00557788">
      <w:r>
        <w:t>232.8681</w:t>
      </w:r>
      <w:r>
        <w:tab/>
        <w:t>4.051e0</w:t>
      </w:r>
    </w:p>
    <w:p w:rsidR="00557788" w:rsidRDefault="00557788" w:rsidP="00557788">
      <w:r>
        <w:t>232.8860</w:t>
      </w:r>
      <w:r>
        <w:tab/>
        <w:t>1.013e0</w:t>
      </w:r>
    </w:p>
    <w:p w:rsidR="00557788" w:rsidRDefault="00557788" w:rsidP="00557788">
      <w:r>
        <w:t>232.8919</w:t>
      </w:r>
      <w:r>
        <w:tab/>
        <w:t>2.025e0</w:t>
      </w:r>
    </w:p>
    <w:p w:rsidR="00557788" w:rsidRDefault="00557788" w:rsidP="00557788">
      <w:r>
        <w:t>232.8938</w:t>
      </w:r>
      <w:r>
        <w:tab/>
        <w:t>2.532e-2</w:t>
      </w:r>
    </w:p>
    <w:p w:rsidR="00557788" w:rsidRDefault="00557788" w:rsidP="00557788">
      <w:r>
        <w:t>232.9222</w:t>
      </w:r>
      <w:r>
        <w:tab/>
        <w:t>2.038e0</w:t>
      </w:r>
    </w:p>
    <w:p w:rsidR="00557788" w:rsidRDefault="00557788" w:rsidP="00557788">
      <w:r>
        <w:t>232.9283</w:t>
      </w:r>
      <w:r>
        <w:tab/>
        <w:t>6.076e0</w:t>
      </w:r>
    </w:p>
    <w:p w:rsidR="00557788" w:rsidRDefault="00557788" w:rsidP="00557788">
      <w:r>
        <w:t>232.9312</w:t>
      </w:r>
      <w:r>
        <w:tab/>
        <w:t>2.051e0</w:t>
      </w:r>
    </w:p>
    <w:p w:rsidR="00557788" w:rsidRDefault="00557788" w:rsidP="00557788">
      <w:r>
        <w:t>232.9525</w:t>
      </w:r>
      <w:r>
        <w:tab/>
        <w:t>2.025e0</w:t>
      </w:r>
    </w:p>
    <w:p w:rsidR="00557788" w:rsidRDefault="00557788" w:rsidP="00557788">
      <w:r>
        <w:t>232.9655</w:t>
      </w:r>
      <w:r>
        <w:tab/>
        <w:t>1.979e0</w:t>
      </w:r>
    </w:p>
    <w:p w:rsidR="00557788" w:rsidRDefault="00557788" w:rsidP="00557788">
      <w:r>
        <w:t>232.9686</w:t>
      </w:r>
      <w:r>
        <w:tab/>
        <w:t>1.851e0</w:t>
      </w:r>
    </w:p>
    <w:p w:rsidR="00557788" w:rsidRDefault="00557788" w:rsidP="00557788">
      <w:r>
        <w:lastRenderedPageBreak/>
        <w:t>232.9750</w:t>
      </w:r>
      <w:r>
        <w:tab/>
        <w:t>2.025e0</w:t>
      </w:r>
    </w:p>
    <w:p w:rsidR="00557788" w:rsidRDefault="00557788" w:rsidP="00557788">
      <w:r>
        <w:t>232.9776</w:t>
      </w:r>
      <w:r>
        <w:tab/>
        <w:t>3.377e-1</w:t>
      </w:r>
    </w:p>
    <w:p w:rsidR="00557788" w:rsidRDefault="00557788" w:rsidP="00557788">
      <w:r>
        <w:t>232.9945</w:t>
      </w:r>
      <w:r>
        <w:tab/>
        <w:t>8.181e-1</w:t>
      </w:r>
    </w:p>
    <w:p w:rsidR="00557788" w:rsidRDefault="00557788" w:rsidP="00557788">
      <w:r>
        <w:t>232.9959</w:t>
      </w:r>
      <w:r>
        <w:tab/>
        <w:t>3.267e0</w:t>
      </w:r>
    </w:p>
    <w:p w:rsidR="00557788" w:rsidRDefault="00557788" w:rsidP="00557788">
      <w:r>
        <w:t>233.0006</w:t>
      </w:r>
      <w:r>
        <w:tab/>
        <w:t>9.859e-1</w:t>
      </w:r>
    </w:p>
    <w:p w:rsidR="00557788" w:rsidRDefault="00557788" w:rsidP="00557788">
      <w:r>
        <w:t>233.0028</w:t>
      </w:r>
      <w:r>
        <w:tab/>
        <w:t>1.118e0</w:t>
      </w:r>
    </w:p>
    <w:p w:rsidR="00557788" w:rsidRDefault="00557788" w:rsidP="00557788">
      <w:r>
        <w:t>233.0038</w:t>
      </w:r>
      <w:r>
        <w:tab/>
        <w:t>3.285e0</w:t>
      </w:r>
    </w:p>
    <w:p w:rsidR="00557788" w:rsidRDefault="00557788" w:rsidP="00557788">
      <w:r>
        <w:t>233.0162</w:t>
      </w:r>
      <w:r>
        <w:tab/>
        <w:t>4.056e0</w:t>
      </w:r>
    </w:p>
    <w:p w:rsidR="00557788" w:rsidRDefault="00557788" w:rsidP="00557788">
      <w:r>
        <w:t>233.1365</w:t>
      </w:r>
      <w:r>
        <w:tab/>
        <w:t>4.642e0</w:t>
      </w:r>
    </w:p>
    <w:p w:rsidR="00557788" w:rsidRDefault="00557788" w:rsidP="00557788">
      <w:r>
        <w:t>233.1455</w:t>
      </w:r>
      <w:r>
        <w:tab/>
        <w:t>3.968e-1</w:t>
      </w:r>
    </w:p>
    <w:p w:rsidR="00557788" w:rsidRDefault="00557788" w:rsidP="00557788">
      <w:r>
        <w:t>233.1591</w:t>
      </w:r>
      <w:r>
        <w:tab/>
        <w:t>4.939e0</w:t>
      </w:r>
    </w:p>
    <w:p w:rsidR="00557788" w:rsidRDefault="00557788" w:rsidP="00557788">
      <w:r>
        <w:t>233.1708</w:t>
      </w:r>
      <w:r>
        <w:tab/>
        <w:t>7.217e-1</w:t>
      </w:r>
    </w:p>
    <w:p w:rsidR="00557788" w:rsidRDefault="00557788" w:rsidP="00557788">
      <w:r>
        <w:t>233.1804</w:t>
      </w:r>
      <w:r>
        <w:tab/>
        <w:t>2.984e0</w:t>
      </w:r>
    </w:p>
    <w:p w:rsidR="00557788" w:rsidRDefault="00557788" w:rsidP="00557788">
      <w:r>
        <w:t>233.1946</w:t>
      </w:r>
      <w:r>
        <w:tab/>
        <w:t>1.695e0</w:t>
      </w:r>
    </w:p>
    <w:p w:rsidR="00557788" w:rsidRDefault="00557788" w:rsidP="00557788">
      <w:r>
        <w:t>233.2005</w:t>
      </w:r>
      <w:r>
        <w:tab/>
        <w:t>2.298e0</w:t>
      </w:r>
    </w:p>
    <w:p w:rsidR="00557788" w:rsidRDefault="00557788" w:rsidP="00557788">
      <w:r>
        <w:t>233.2128</w:t>
      </w:r>
      <w:r>
        <w:tab/>
        <w:t>2.532e-2</w:t>
      </w:r>
    </w:p>
    <w:p w:rsidR="00557788" w:rsidRDefault="00557788" w:rsidP="00557788">
      <w:r>
        <w:t>233.2141</w:t>
      </w:r>
      <w:r>
        <w:tab/>
        <w:t>4.955e0</w:t>
      </w:r>
    </w:p>
    <w:p w:rsidR="00557788" w:rsidRDefault="00557788" w:rsidP="00557788">
      <w:r>
        <w:t>233.2226</w:t>
      </w:r>
      <w:r>
        <w:tab/>
        <w:t>1.013e0</w:t>
      </w:r>
    </w:p>
    <w:p w:rsidR="00557788" w:rsidRDefault="00557788" w:rsidP="00557788">
      <w:r>
        <w:t>233.2362</w:t>
      </w:r>
      <w:r>
        <w:tab/>
        <w:t>2.532e-2</w:t>
      </w:r>
    </w:p>
    <w:p w:rsidR="00557788" w:rsidRDefault="00557788" w:rsidP="00557788">
      <w:r>
        <w:lastRenderedPageBreak/>
        <w:t>233.2372</w:t>
      </w:r>
      <w:r>
        <w:tab/>
        <w:t>4.051e0</w:t>
      </w:r>
    </w:p>
    <w:p w:rsidR="00557788" w:rsidRDefault="00557788" w:rsidP="00557788">
      <w:r>
        <w:t>233.2550</w:t>
      </w:r>
      <w:r>
        <w:tab/>
        <w:t>1.266e-2</w:t>
      </w:r>
    </w:p>
    <w:p w:rsidR="00557788" w:rsidRDefault="00557788" w:rsidP="00557788">
      <w:r>
        <w:t>233.2824</w:t>
      </w:r>
      <w:r>
        <w:tab/>
        <w:t>2.051e0</w:t>
      </w:r>
    </w:p>
    <w:p w:rsidR="00557788" w:rsidRDefault="00557788" w:rsidP="00557788">
      <w:r>
        <w:t>233.2838</w:t>
      </w:r>
      <w:r>
        <w:tab/>
        <w:t>3.829e0</w:t>
      </w:r>
    </w:p>
    <w:p w:rsidR="00557788" w:rsidRDefault="00557788" w:rsidP="00557788">
      <w:r>
        <w:t>233.2871</w:t>
      </w:r>
      <w:r>
        <w:tab/>
        <w:t>2.532e-2</w:t>
      </w:r>
    </w:p>
    <w:p w:rsidR="00557788" w:rsidRDefault="00557788" w:rsidP="00557788">
      <w:r>
        <w:t>233.2911</w:t>
      </w:r>
      <w:r>
        <w:tab/>
        <w:t>1.013e0</w:t>
      </w:r>
    </w:p>
    <w:p w:rsidR="00557788" w:rsidRDefault="00557788" w:rsidP="00557788">
      <w:r>
        <w:t>233.2959</w:t>
      </w:r>
      <w:r>
        <w:tab/>
        <w:t>2.532e-2</w:t>
      </w:r>
    </w:p>
    <w:p w:rsidR="00557788" w:rsidRDefault="00557788" w:rsidP="00557788">
      <w:r>
        <w:t>233.3060</w:t>
      </w:r>
      <w:r>
        <w:tab/>
        <w:t>2.025e0</w:t>
      </w:r>
    </w:p>
    <w:p w:rsidR="00557788" w:rsidRDefault="00557788" w:rsidP="00557788">
      <w:r>
        <w:t>233.3120</w:t>
      </w:r>
      <w:r>
        <w:tab/>
        <w:t>1.266e-2</w:t>
      </w:r>
    </w:p>
    <w:p w:rsidR="00557788" w:rsidRDefault="00557788" w:rsidP="00557788">
      <w:r>
        <w:t>233.3197</w:t>
      </w:r>
      <w:r>
        <w:tab/>
        <w:t>3.038e0</w:t>
      </w:r>
    </w:p>
    <w:p w:rsidR="00557788" w:rsidRDefault="00557788" w:rsidP="00557788">
      <w:r>
        <w:t>233.3361</w:t>
      </w:r>
      <w:r>
        <w:tab/>
        <w:t>1.013e0</w:t>
      </w:r>
    </w:p>
    <w:p w:rsidR="00557788" w:rsidRDefault="00557788" w:rsidP="00557788">
      <w:r>
        <w:t>233.3439</w:t>
      </w:r>
      <w:r>
        <w:tab/>
        <w:t>1.013e0</w:t>
      </w:r>
    </w:p>
    <w:p w:rsidR="00557788" w:rsidRDefault="00557788" w:rsidP="00557788">
      <w:r>
        <w:t>233.3546</w:t>
      </w:r>
      <w:r>
        <w:tab/>
        <w:t>2.025e0</w:t>
      </w:r>
    </w:p>
    <w:p w:rsidR="00557788" w:rsidRDefault="00557788" w:rsidP="00557788">
      <w:r>
        <w:t>233.3617</w:t>
      </w:r>
      <w:r>
        <w:tab/>
        <w:t>3.038e0</w:t>
      </w:r>
    </w:p>
    <w:p w:rsidR="00557788" w:rsidRDefault="00557788" w:rsidP="00557788">
      <w:r>
        <w:t>233.3635</w:t>
      </w:r>
      <w:r>
        <w:tab/>
        <w:t>3.038e0</w:t>
      </w:r>
    </w:p>
    <w:p w:rsidR="00557788" w:rsidRDefault="00557788" w:rsidP="00557788">
      <w:r>
        <w:t>233.3728</w:t>
      </w:r>
      <w:r>
        <w:tab/>
        <w:t>2.025e0</w:t>
      </w:r>
    </w:p>
    <w:p w:rsidR="00557788" w:rsidRDefault="00557788" w:rsidP="00557788">
      <w:r>
        <w:t>233.3751</w:t>
      </w:r>
      <w:r>
        <w:tab/>
        <w:t>2.532e-2</w:t>
      </w:r>
    </w:p>
    <w:p w:rsidR="00557788" w:rsidRDefault="00557788" w:rsidP="00557788">
      <w:r>
        <w:t>233.3909</w:t>
      </w:r>
      <w:r>
        <w:tab/>
        <w:t>4.051e0</w:t>
      </w:r>
    </w:p>
    <w:p w:rsidR="00557788" w:rsidRDefault="00557788" w:rsidP="00557788">
      <w:r>
        <w:t>233.3929</w:t>
      </w:r>
      <w:r>
        <w:tab/>
        <w:t>1.013e0</w:t>
      </w:r>
    </w:p>
    <w:p w:rsidR="00557788" w:rsidRDefault="00557788" w:rsidP="00557788">
      <w:r>
        <w:lastRenderedPageBreak/>
        <w:t>233.4172</w:t>
      </w:r>
      <w:r>
        <w:tab/>
        <w:t>1.266e-2</w:t>
      </w:r>
    </w:p>
    <w:p w:rsidR="00557788" w:rsidRDefault="00557788" w:rsidP="00557788">
      <w:r>
        <w:t>233.4195</w:t>
      </w:r>
      <w:r>
        <w:tab/>
        <w:t>3.038e0</w:t>
      </w:r>
    </w:p>
    <w:p w:rsidR="00557788" w:rsidRDefault="00557788" w:rsidP="00557788">
      <w:r>
        <w:t>233.4267</w:t>
      </w:r>
      <w:r>
        <w:tab/>
        <w:t>2.038e0</w:t>
      </w:r>
    </w:p>
    <w:p w:rsidR="00557788" w:rsidRDefault="00557788" w:rsidP="00557788">
      <w:r>
        <w:t>233.4297</w:t>
      </w:r>
      <w:r>
        <w:tab/>
        <w:t>1.038e0</w:t>
      </w:r>
    </w:p>
    <w:p w:rsidR="00557788" w:rsidRDefault="00557788" w:rsidP="00557788">
      <w:r>
        <w:t>233.4379</w:t>
      </w:r>
      <w:r>
        <w:tab/>
        <w:t>1.266e-2</w:t>
      </w:r>
    </w:p>
    <w:p w:rsidR="00557788" w:rsidRDefault="00557788" w:rsidP="00557788">
      <w:r>
        <w:t>233.4556</w:t>
      </w:r>
      <w:r>
        <w:tab/>
        <w:t>3.038e0</w:t>
      </w:r>
    </w:p>
    <w:p w:rsidR="00557788" w:rsidRDefault="00557788" w:rsidP="00557788">
      <w:r>
        <w:t>233.4619</w:t>
      </w:r>
      <w:r>
        <w:tab/>
        <w:t>1.455e0</w:t>
      </w:r>
    </w:p>
    <w:p w:rsidR="00557788" w:rsidRDefault="00557788" w:rsidP="00557788">
      <w:r>
        <w:t>233.4636</w:t>
      </w:r>
      <w:r>
        <w:tab/>
        <w:t>2.025e0</w:t>
      </w:r>
    </w:p>
    <w:p w:rsidR="00557788" w:rsidRDefault="00557788" w:rsidP="00557788">
      <w:r>
        <w:t>233.4654</w:t>
      </w:r>
      <w:r>
        <w:tab/>
        <w:t>1.266e-2</w:t>
      </w:r>
    </w:p>
    <w:p w:rsidR="00557788" w:rsidRDefault="00557788" w:rsidP="00557788">
      <w:r>
        <w:t>233.4750</w:t>
      </w:r>
      <w:r>
        <w:tab/>
        <w:t>2.051e0</w:t>
      </w:r>
    </w:p>
    <w:p w:rsidR="00557788" w:rsidRDefault="00557788" w:rsidP="00557788">
      <w:r>
        <w:t>233.4805</w:t>
      </w:r>
      <w:r>
        <w:tab/>
        <w:t>2.144e0</w:t>
      </w:r>
    </w:p>
    <w:p w:rsidR="00557788" w:rsidRDefault="00557788" w:rsidP="00557788">
      <w:r>
        <w:t>233.5046</w:t>
      </w:r>
      <w:r>
        <w:tab/>
        <w:t>4.778e0</w:t>
      </w:r>
    </w:p>
    <w:p w:rsidR="00557788" w:rsidRDefault="00557788" w:rsidP="00557788">
      <w:r>
        <w:t>233.5122</w:t>
      </w:r>
      <w:r>
        <w:tab/>
        <w:t>2.025e0</w:t>
      </w:r>
    </w:p>
    <w:p w:rsidR="00557788" w:rsidRDefault="00557788" w:rsidP="00557788">
      <w:r>
        <w:t>233.5141</w:t>
      </w:r>
      <w:r>
        <w:tab/>
        <w:t>1.025e0</w:t>
      </w:r>
    </w:p>
    <w:p w:rsidR="00557788" w:rsidRDefault="00557788" w:rsidP="00557788">
      <w:r>
        <w:t>233.5180</w:t>
      </w:r>
      <w:r>
        <w:tab/>
        <w:t>1.013e0</w:t>
      </w:r>
    </w:p>
    <w:p w:rsidR="00557788" w:rsidRDefault="00557788" w:rsidP="00557788">
      <w:r>
        <w:t>233.5196</w:t>
      </w:r>
      <w:r>
        <w:tab/>
        <w:t>2.025e0</w:t>
      </w:r>
    </w:p>
    <w:p w:rsidR="00557788" w:rsidRDefault="00557788" w:rsidP="00557788">
      <w:r>
        <w:t>233.5224</w:t>
      </w:r>
      <w:r>
        <w:tab/>
        <w:t>3.038e0</w:t>
      </w:r>
    </w:p>
    <w:p w:rsidR="00557788" w:rsidRDefault="00557788" w:rsidP="00557788">
      <w:r>
        <w:t>233.5342</w:t>
      </w:r>
      <w:r>
        <w:tab/>
        <w:t>2.025e0</w:t>
      </w:r>
    </w:p>
    <w:p w:rsidR="00557788" w:rsidRDefault="00557788" w:rsidP="00557788">
      <w:r>
        <w:t>233.5480</w:t>
      </w:r>
      <w:r>
        <w:tab/>
        <w:t>3.051e0</w:t>
      </w:r>
    </w:p>
    <w:p w:rsidR="00557788" w:rsidRDefault="00557788" w:rsidP="00557788">
      <w:r>
        <w:lastRenderedPageBreak/>
        <w:t>233.5515</w:t>
      </w:r>
      <w:r>
        <w:tab/>
        <w:t>2.025e0</w:t>
      </w:r>
    </w:p>
    <w:p w:rsidR="00557788" w:rsidRDefault="00557788" w:rsidP="00557788">
      <w:r>
        <w:t>233.5535</w:t>
      </w:r>
      <w:r>
        <w:tab/>
        <w:t>2.025e0</w:t>
      </w:r>
    </w:p>
    <w:p w:rsidR="00557788" w:rsidRDefault="00557788" w:rsidP="00557788">
      <w:r>
        <w:t>233.5554</w:t>
      </w:r>
      <w:r>
        <w:tab/>
        <w:t>2.076e0</w:t>
      </w:r>
    </w:p>
    <w:p w:rsidR="00557788" w:rsidRDefault="00557788" w:rsidP="00557788">
      <w:r>
        <w:t>233.5817</w:t>
      </w:r>
      <w:r>
        <w:tab/>
        <w:t>2.025e0</w:t>
      </w:r>
    </w:p>
    <w:p w:rsidR="00557788" w:rsidRDefault="00557788" w:rsidP="00557788">
      <w:r>
        <w:t>233.5910</w:t>
      </w:r>
      <w:r>
        <w:tab/>
        <w:t>3.038e0</w:t>
      </w:r>
    </w:p>
    <w:p w:rsidR="00557788" w:rsidRDefault="00557788" w:rsidP="00557788">
      <w:r>
        <w:t>233.5986</w:t>
      </w:r>
      <w:r>
        <w:tab/>
        <w:t>2.532e-2</w:t>
      </w:r>
    </w:p>
    <w:p w:rsidR="00557788" w:rsidRDefault="00557788" w:rsidP="00557788">
      <w:r>
        <w:t>233.6161</w:t>
      </w:r>
      <w:r>
        <w:tab/>
        <w:t>1.025e0</w:t>
      </w:r>
    </w:p>
    <w:p w:rsidR="00557788" w:rsidRDefault="00557788" w:rsidP="00557788">
      <w:r>
        <w:t>233.6271</w:t>
      </w:r>
      <w:r>
        <w:tab/>
        <w:t>8.101e0</w:t>
      </w:r>
    </w:p>
    <w:p w:rsidR="00557788" w:rsidRDefault="00557788" w:rsidP="00557788">
      <w:r>
        <w:t>233.6292</w:t>
      </w:r>
      <w:r>
        <w:tab/>
        <w:t>3.442e0</w:t>
      </w:r>
    </w:p>
    <w:p w:rsidR="00557788" w:rsidRDefault="00557788" w:rsidP="00557788">
      <w:r>
        <w:t>233.6350</w:t>
      </w:r>
      <w:r>
        <w:tab/>
        <w:t>2.025e0</w:t>
      </w:r>
    </w:p>
    <w:p w:rsidR="00557788" w:rsidRDefault="00557788" w:rsidP="00557788">
      <w:r>
        <w:t>233.6381</w:t>
      </w:r>
      <w:r>
        <w:tab/>
        <w:t>5.063e0</w:t>
      </w:r>
    </w:p>
    <w:p w:rsidR="00557788" w:rsidRDefault="00557788" w:rsidP="00557788">
      <w:r>
        <w:t>233.6553</w:t>
      </w:r>
      <w:r>
        <w:tab/>
        <w:t>3.038e0</w:t>
      </w:r>
    </w:p>
    <w:p w:rsidR="00557788" w:rsidRDefault="00557788" w:rsidP="00557788">
      <w:r>
        <w:t>233.6651</w:t>
      </w:r>
      <w:r>
        <w:tab/>
        <w:t>1.013e0</w:t>
      </w:r>
    </w:p>
    <w:p w:rsidR="00557788" w:rsidRDefault="00557788" w:rsidP="00557788">
      <w:r>
        <w:t>233.6729</w:t>
      </w:r>
      <w:r>
        <w:tab/>
        <w:t>1.013e0</w:t>
      </w:r>
    </w:p>
    <w:p w:rsidR="00557788" w:rsidRDefault="00557788" w:rsidP="00557788">
      <w:r>
        <w:t>233.6935</w:t>
      </w:r>
      <w:r>
        <w:tab/>
        <w:t>2.025e0</w:t>
      </w:r>
    </w:p>
    <w:p w:rsidR="00557788" w:rsidRDefault="00557788" w:rsidP="00557788">
      <w:r>
        <w:t>233.6962</w:t>
      </w:r>
      <w:r>
        <w:tab/>
        <w:t>5.063e0</w:t>
      </w:r>
    </w:p>
    <w:p w:rsidR="00557788" w:rsidRDefault="00557788" w:rsidP="00557788">
      <w:r>
        <w:t>233.7083</w:t>
      </w:r>
      <w:r>
        <w:tab/>
        <w:t>2.025e0</w:t>
      </w:r>
    </w:p>
    <w:p w:rsidR="00557788" w:rsidRDefault="00557788" w:rsidP="00557788">
      <w:r>
        <w:t>233.7122</w:t>
      </w:r>
      <w:r>
        <w:tab/>
        <w:t>2.025e0</w:t>
      </w:r>
    </w:p>
    <w:p w:rsidR="00557788" w:rsidRDefault="00557788" w:rsidP="00557788">
      <w:r>
        <w:t>233.7258</w:t>
      </w:r>
      <w:r>
        <w:tab/>
        <w:t>1.063e0</w:t>
      </w:r>
    </w:p>
    <w:p w:rsidR="00557788" w:rsidRDefault="00557788" w:rsidP="00557788">
      <w:r>
        <w:lastRenderedPageBreak/>
        <w:t>233.7297</w:t>
      </w:r>
      <w:r>
        <w:tab/>
        <w:t>1.013e0</w:t>
      </w:r>
    </w:p>
    <w:p w:rsidR="00557788" w:rsidRDefault="00557788" w:rsidP="00557788">
      <w:r>
        <w:t>233.7417</w:t>
      </w:r>
      <w:r>
        <w:tab/>
        <w:t>1.038e0</w:t>
      </w:r>
    </w:p>
    <w:p w:rsidR="00557788" w:rsidRDefault="00557788" w:rsidP="00557788">
      <w:r>
        <w:t>233.7442</w:t>
      </w:r>
      <w:r>
        <w:tab/>
        <w:t>2.025e0</w:t>
      </w:r>
    </w:p>
    <w:p w:rsidR="00557788" w:rsidRDefault="00557788" w:rsidP="00557788">
      <w:r>
        <w:t>233.7462</w:t>
      </w:r>
      <w:r>
        <w:tab/>
        <w:t>1.013e0</w:t>
      </w:r>
    </w:p>
    <w:p w:rsidR="00557788" w:rsidRDefault="00557788" w:rsidP="00557788">
      <w:r>
        <w:t>233.7549</w:t>
      </w:r>
      <w:r>
        <w:tab/>
        <w:t>1.013e0</w:t>
      </w:r>
    </w:p>
    <w:p w:rsidR="00557788" w:rsidRDefault="00557788" w:rsidP="00557788">
      <w:r>
        <w:t>233.7748</w:t>
      </w:r>
      <w:r>
        <w:tab/>
        <w:t>1.266e-2</w:t>
      </w:r>
    </w:p>
    <w:p w:rsidR="00557788" w:rsidRDefault="00557788" w:rsidP="00557788">
      <w:r>
        <w:t>233.7771</w:t>
      </w:r>
      <w:r>
        <w:tab/>
        <w:t>1.801e0</w:t>
      </w:r>
    </w:p>
    <w:p w:rsidR="00557788" w:rsidRDefault="00557788" w:rsidP="00557788">
      <w:r>
        <w:t>233.7944</w:t>
      </w:r>
      <w:r>
        <w:tab/>
        <w:t>2.025e0</w:t>
      </w:r>
    </w:p>
    <w:p w:rsidR="00557788" w:rsidRDefault="00557788" w:rsidP="00557788">
      <w:r>
        <w:t>233.8161</w:t>
      </w:r>
      <w:r>
        <w:tab/>
        <w:t>2.038e0</w:t>
      </w:r>
    </w:p>
    <w:p w:rsidR="00557788" w:rsidRDefault="00557788" w:rsidP="00557788">
      <w:r>
        <w:t>233.8199</w:t>
      </w:r>
      <w:r>
        <w:tab/>
        <w:t>1.013e0</w:t>
      </w:r>
    </w:p>
    <w:p w:rsidR="00557788" w:rsidRDefault="00557788" w:rsidP="00557788">
      <w:r>
        <w:t>233.8394</w:t>
      </w:r>
      <w:r>
        <w:tab/>
        <w:t>1.025e0</w:t>
      </w:r>
    </w:p>
    <w:p w:rsidR="00557788" w:rsidRDefault="00557788" w:rsidP="00557788">
      <w:r>
        <w:t>233.8517</w:t>
      </w:r>
      <w:r>
        <w:tab/>
        <w:t>4.051e0</w:t>
      </w:r>
    </w:p>
    <w:p w:rsidR="00557788" w:rsidRDefault="00557788" w:rsidP="00557788">
      <w:r>
        <w:t>233.8588</w:t>
      </w:r>
      <w:r>
        <w:tab/>
        <w:t>3.038e0</w:t>
      </w:r>
    </w:p>
    <w:p w:rsidR="00557788" w:rsidRDefault="00557788" w:rsidP="00557788">
      <w:r>
        <w:t>233.8704</w:t>
      </w:r>
      <w:r>
        <w:tab/>
        <w:t>2.025e0</w:t>
      </w:r>
    </w:p>
    <w:p w:rsidR="00557788" w:rsidRDefault="00557788" w:rsidP="00557788">
      <w:r>
        <w:t>233.8806</w:t>
      </w:r>
      <w:r>
        <w:tab/>
        <w:t>1.025e0</w:t>
      </w:r>
    </w:p>
    <w:p w:rsidR="00557788" w:rsidRDefault="00557788" w:rsidP="00557788">
      <w:r>
        <w:t>233.8923</w:t>
      </w:r>
      <w:r>
        <w:tab/>
        <w:t>1.013e0</w:t>
      </w:r>
    </w:p>
    <w:p w:rsidR="00557788" w:rsidRDefault="00557788" w:rsidP="00557788">
      <w:r>
        <w:t>233.8986</w:t>
      </w:r>
      <w:r>
        <w:tab/>
        <w:t>3.038e0</w:t>
      </w:r>
    </w:p>
    <w:p w:rsidR="00557788" w:rsidRDefault="00557788" w:rsidP="00557788">
      <w:r>
        <w:t>233.8999</w:t>
      </w:r>
      <w:r>
        <w:tab/>
        <w:t>2.025e0</w:t>
      </w:r>
    </w:p>
    <w:p w:rsidR="00557788" w:rsidRDefault="00557788" w:rsidP="00557788">
      <w:r>
        <w:t>233.9316</w:t>
      </w:r>
      <w:r>
        <w:tab/>
        <w:t>2.025e0</w:t>
      </w:r>
    </w:p>
    <w:p w:rsidR="00557788" w:rsidRDefault="00557788" w:rsidP="00557788">
      <w:r>
        <w:lastRenderedPageBreak/>
        <w:t>233.9381</w:t>
      </w:r>
      <w:r>
        <w:tab/>
        <w:t>1.816e0</w:t>
      </w:r>
    </w:p>
    <w:p w:rsidR="00557788" w:rsidRDefault="00557788" w:rsidP="00557788">
      <w:r>
        <w:t>233.9393</w:t>
      </w:r>
      <w:r>
        <w:tab/>
        <w:t>2.025e0</w:t>
      </w:r>
    </w:p>
    <w:p w:rsidR="00557788" w:rsidRDefault="00557788" w:rsidP="00557788">
      <w:r>
        <w:t>233.9440</w:t>
      </w:r>
      <w:r>
        <w:tab/>
        <w:t>2.891e0</w:t>
      </w:r>
    </w:p>
    <w:p w:rsidR="00557788" w:rsidRDefault="00557788" w:rsidP="00557788">
      <w:r>
        <w:t>233.9701</w:t>
      </w:r>
      <w:r>
        <w:tab/>
        <w:t>2.025e0</w:t>
      </w:r>
    </w:p>
    <w:p w:rsidR="00557788" w:rsidRDefault="00557788" w:rsidP="00557788">
      <w:r>
        <w:t>233.9787</w:t>
      </w:r>
      <w:r>
        <w:tab/>
        <w:t>1.013e0</w:t>
      </w:r>
    </w:p>
    <w:p w:rsidR="00557788" w:rsidRDefault="00557788" w:rsidP="00557788">
      <w:r>
        <w:t>233.9862</w:t>
      </w:r>
      <w:r>
        <w:tab/>
        <w:t>4.907e-1</w:t>
      </w:r>
    </w:p>
    <w:p w:rsidR="00557788" w:rsidRDefault="00557788" w:rsidP="00557788">
      <w:r>
        <w:t>233.9954</w:t>
      </w:r>
      <w:r>
        <w:tab/>
        <w:t>7.529e0</w:t>
      </w:r>
    </w:p>
    <w:p w:rsidR="00557788" w:rsidRDefault="00557788" w:rsidP="00557788">
      <w:r>
        <w:t>234.0073</w:t>
      </w:r>
      <w:r>
        <w:tab/>
        <w:t>2.723e0</w:t>
      </w:r>
    </w:p>
    <w:p w:rsidR="00557788" w:rsidRDefault="00557788" w:rsidP="00557788">
      <w:r>
        <w:t>234.0099</w:t>
      </w:r>
      <w:r>
        <w:tab/>
        <w:t>5.252e0</w:t>
      </w:r>
    </w:p>
    <w:p w:rsidR="00557788" w:rsidRDefault="00557788" w:rsidP="00557788">
      <w:r>
        <w:t>234.0220</w:t>
      </w:r>
      <w:r>
        <w:tab/>
        <w:t>2.617e0</w:t>
      </w:r>
    </w:p>
    <w:p w:rsidR="00557788" w:rsidRDefault="00557788" w:rsidP="00557788">
      <w:r>
        <w:t>234.0439</w:t>
      </w:r>
      <w:r>
        <w:tab/>
        <w:t>1.163e0</w:t>
      </w:r>
    </w:p>
    <w:p w:rsidR="00557788" w:rsidRDefault="00557788" w:rsidP="00557788">
      <w:r>
        <w:t>234.0631</w:t>
      </w:r>
      <w:r>
        <w:tab/>
        <w:t>1.038e0</w:t>
      </w:r>
    </w:p>
    <w:p w:rsidR="00557788" w:rsidRDefault="00557788" w:rsidP="00557788">
      <w:r>
        <w:t>234.0650</w:t>
      </w:r>
      <w:r>
        <w:tab/>
        <w:t>1.043e0</w:t>
      </w:r>
    </w:p>
    <w:p w:rsidR="00557788" w:rsidRDefault="00557788" w:rsidP="00557788">
      <w:r>
        <w:t>234.0776</w:t>
      </w:r>
      <w:r>
        <w:tab/>
        <w:t>1.650e0</w:t>
      </w:r>
    </w:p>
    <w:p w:rsidR="00557788" w:rsidRDefault="00557788" w:rsidP="00557788">
      <w:r>
        <w:t>234.0894</w:t>
      </w:r>
      <w:r>
        <w:tab/>
        <w:t>1.697e1</w:t>
      </w:r>
    </w:p>
    <w:p w:rsidR="00557788" w:rsidRDefault="00557788" w:rsidP="00557788">
      <w:r>
        <w:t>234.0905</w:t>
      </w:r>
      <w:r>
        <w:tab/>
        <w:t>3.013e0</w:t>
      </w:r>
    </w:p>
    <w:p w:rsidR="00557788" w:rsidRDefault="00557788" w:rsidP="00557788">
      <w:r>
        <w:t>234.0915</w:t>
      </w:r>
      <w:r>
        <w:tab/>
        <w:t>1.309e1</w:t>
      </w:r>
    </w:p>
    <w:p w:rsidR="00557788" w:rsidRDefault="00557788" w:rsidP="00557788">
      <w:r>
        <w:t>234.0969</w:t>
      </w:r>
      <w:r>
        <w:tab/>
        <w:t>1.996e1</w:t>
      </w:r>
    </w:p>
    <w:p w:rsidR="00557788" w:rsidRDefault="00557788" w:rsidP="00557788">
      <w:r>
        <w:t>234.1079</w:t>
      </w:r>
      <w:r>
        <w:tab/>
        <w:t>1.772e0</w:t>
      </w:r>
    </w:p>
    <w:p w:rsidR="00557788" w:rsidRDefault="00557788" w:rsidP="00557788">
      <w:r>
        <w:lastRenderedPageBreak/>
        <w:t>234.1283</w:t>
      </w:r>
      <w:r>
        <w:tab/>
        <w:t>5.206e0</w:t>
      </w:r>
    </w:p>
    <w:p w:rsidR="00557788" w:rsidRDefault="00557788" w:rsidP="00557788">
      <w:r>
        <w:t>234.1307</w:t>
      </w:r>
      <w:r>
        <w:tab/>
        <w:t>4.864e-1</w:t>
      </w:r>
    </w:p>
    <w:p w:rsidR="00557788" w:rsidRDefault="00557788" w:rsidP="00557788">
      <w:r>
        <w:t>234.1323</w:t>
      </w:r>
      <w:r>
        <w:tab/>
        <w:t>5.665e0</w:t>
      </w:r>
    </w:p>
    <w:p w:rsidR="00557788" w:rsidRDefault="00557788" w:rsidP="00557788">
      <w:r>
        <w:t>234.1397</w:t>
      </w:r>
      <w:r>
        <w:tab/>
        <w:t>5.415e0</w:t>
      </w:r>
    </w:p>
    <w:p w:rsidR="00557788" w:rsidRDefault="00557788" w:rsidP="00557788">
      <w:r>
        <w:t>234.1427</w:t>
      </w:r>
      <w:r>
        <w:tab/>
        <w:t>5.908e0</w:t>
      </w:r>
    </w:p>
    <w:p w:rsidR="00557788" w:rsidRDefault="00557788" w:rsidP="00557788">
      <w:r>
        <w:t>234.1455</w:t>
      </w:r>
      <w:r>
        <w:tab/>
        <w:t>5.268e0</w:t>
      </w:r>
    </w:p>
    <w:p w:rsidR="00557788" w:rsidRDefault="00557788" w:rsidP="00557788">
      <w:r>
        <w:t>234.1620</w:t>
      </w:r>
      <w:r>
        <w:tab/>
        <w:t>4.410e0</w:t>
      </w:r>
    </w:p>
    <w:p w:rsidR="00557788" w:rsidRDefault="00557788" w:rsidP="00557788">
      <w:r>
        <w:t>234.1708</w:t>
      </w:r>
      <w:r>
        <w:tab/>
        <w:t>2.323e0</w:t>
      </w:r>
    </w:p>
    <w:p w:rsidR="00557788" w:rsidRDefault="00557788" w:rsidP="00557788">
      <w:r>
        <w:t>234.1726</w:t>
      </w:r>
      <w:r>
        <w:tab/>
        <w:t>2.522e0</w:t>
      </w:r>
    </w:p>
    <w:p w:rsidR="00557788" w:rsidRDefault="00557788" w:rsidP="00557788">
      <w:r>
        <w:t>234.1754</w:t>
      </w:r>
      <w:r>
        <w:tab/>
        <w:t>2.532e0</w:t>
      </w:r>
    </w:p>
    <w:p w:rsidR="00557788" w:rsidRDefault="00557788" w:rsidP="00557788">
      <w:r>
        <w:t>234.1796</w:t>
      </w:r>
      <w:r>
        <w:tab/>
        <w:t>4.572e0</w:t>
      </w:r>
    </w:p>
    <w:p w:rsidR="00557788" w:rsidRDefault="00557788" w:rsidP="00557788">
      <w:r>
        <w:t>234.1927</w:t>
      </w:r>
      <w:r>
        <w:tab/>
        <w:t>2.914e0</w:t>
      </w:r>
    </w:p>
    <w:p w:rsidR="00557788" w:rsidRDefault="00557788" w:rsidP="00557788">
      <w:r>
        <w:t>234.1987</w:t>
      </w:r>
      <w:r>
        <w:tab/>
        <w:t>4.460e0</w:t>
      </w:r>
    </w:p>
    <w:p w:rsidR="00557788" w:rsidRDefault="00557788" w:rsidP="00557788">
      <w:r>
        <w:t>234.2098</w:t>
      </w:r>
      <w:r>
        <w:tab/>
        <w:t>1.025e0</w:t>
      </w:r>
    </w:p>
    <w:p w:rsidR="00557788" w:rsidRDefault="00557788" w:rsidP="00557788">
      <w:r>
        <w:t>234.2176</w:t>
      </w:r>
      <w:r>
        <w:tab/>
        <w:t>2.966e0</w:t>
      </w:r>
    </w:p>
    <w:p w:rsidR="00557788" w:rsidRDefault="00557788" w:rsidP="00557788">
      <w:r>
        <w:t>234.2271</w:t>
      </w:r>
      <w:r>
        <w:tab/>
        <w:t>3.038e0</w:t>
      </w:r>
    </w:p>
    <w:p w:rsidR="00557788" w:rsidRDefault="00557788" w:rsidP="00557788">
      <w:r>
        <w:t>234.2294</w:t>
      </w:r>
      <w:r>
        <w:tab/>
        <w:t>1.013e0</w:t>
      </w:r>
    </w:p>
    <w:p w:rsidR="00557788" w:rsidRDefault="00557788" w:rsidP="00557788">
      <w:r>
        <w:t>234.2498</w:t>
      </w:r>
      <w:r>
        <w:tab/>
        <w:t>2.789e0</w:t>
      </w:r>
    </w:p>
    <w:p w:rsidR="00557788" w:rsidRDefault="00557788" w:rsidP="00557788">
      <w:r>
        <w:t>234.2549</w:t>
      </w:r>
      <w:r>
        <w:tab/>
        <w:t>1.013e0</w:t>
      </w:r>
    </w:p>
    <w:p w:rsidR="00557788" w:rsidRDefault="00557788" w:rsidP="00557788">
      <w:r>
        <w:lastRenderedPageBreak/>
        <w:t>234.2705</w:t>
      </w:r>
      <w:r>
        <w:tab/>
        <w:t>2.532e-2</w:t>
      </w:r>
    </w:p>
    <w:p w:rsidR="00557788" w:rsidRDefault="00557788" w:rsidP="00557788">
      <w:r>
        <w:t>234.2838</w:t>
      </w:r>
      <w:r>
        <w:tab/>
        <w:t>5.063e-2</w:t>
      </w:r>
    </w:p>
    <w:p w:rsidR="00557788" w:rsidRDefault="00557788" w:rsidP="00557788">
      <w:r>
        <w:t>234.2866</w:t>
      </w:r>
      <w:r>
        <w:tab/>
        <w:t>3.038e0</w:t>
      </w:r>
    </w:p>
    <w:p w:rsidR="00557788" w:rsidRDefault="00557788" w:rsidP="00557788">
      <w:r>
        <w:t>234.2911</w:t>
      </w:r>
      <w:r>
        <w:tab/>
        <w:t>2.025e0</w:t>
      </w:r>
    </w:p>
    <w:p w:rsidR="00557788" w:rsidRDefault="00557788" w:rsidP="00557788">
      <w:r>
        <w:t>234.3073</w:t>
      </w:r>
      <w:r>
        <w:tab/>
        <w:t>2.025e0</w:t>
      </w:r>
    </w:p>
    <w:p w:rsidR="00557788" w:rsidRDefault="00557788" w:rsidP="00557788">
      <w:r>
        <w:t>234.3215</w:t>
      </w:r>
      <w:r>
        <w:tab/>
        <w:t>2.025e0</w:t>
      </w:r>
    </w:p>
    <w:p w:rsidR="00557788" w:rsidRDefault="00557788" w:rsidP="00557788">
      <w:r>
        <w:t>234.3312</w:t>
      </w:r>
      <w:r>
        <w:tab/>
        <w:t>1.025e0</w:t>
      </w:r>
    </w:p>
    <w:p w:rsidR="00557788" w:rsidRDefault="00557788" w:rsidP="00557788">
      <w:r>
        <w:t>234.3408</w:t>
      </w:r>
      <w:r>
        <w:tab/>
        <w:t>2.025e0</w:t>
      </w:r>
    </w:p>
    <w:p w:rsidR="00557788" w:rsidRDefault="00557788" w:rsidP="00557788">
      <w:r>
        <w:t>234.3626</w:t>
      </w:r>
      <w:r>
        <w:tab/>
        <w:t>3.038e0</w:t>
      </w:r>
    </w:p>
    <w:p w:rsidR="00557788" w:rsidRDefault="00557788" w:rsidP="00557788">
      <w:r>
        <w:t>234.3764</w:t>
      </w:r>
      <w:r>
        <w:tab/>
        <w:t>2.038e0</w:t>
      </w:r>
    </w:p>
    <w:p w:rsidR="00557788" w:rsidRDefault="00557788" w:rsidP="00557788">
      <w:r>
        <w:t>234.3842</w:t>
      </w:r>
      <w:r>
        <w:tab/>
        <w:t>1.013e0</w:t>
      </w:r>
    </w:p>
    <w:p w:rsidR="00557788" w:rsidRDefault="00557788" w:rsidP="00557788">
      <w:r>
        <w:t>234.3864</w:t>
      </w:r>
      <w:r>
        <w:tab/>
        <w:t>3.798e-2</w:t>
      </w:r>
    </w:p>
    <w:p w:rsidR="00557788" w:rsidRDefault="00557788" w:rsidP="00557788">
      <w:r>
        <w:t>234.3991</w:t>
      </w:r>
      <w:r>
        <w:tab/>
        <w:t>2.025e0</w:t>
      </w:r>
    </w:p>
    <w:p w:rsidR="00557788" w:rsidRDefault="00557788" w:rsidP="00557788">
      <w:r>
        <w:t>234.4092</w:t>
      </w:r>
      <w:r>
        <w:tab/>
        <w:t>2.025e0</w:t>
      </w:r>
    </w:p>
    <w:p w:rsidR="00557788" w:rsidRDefault="00557788" w:rsidP="00557788">
      <w:r>
        <w:t>234.4293</w:t>
      </w:r>
      <w:r>
        <w:tab/>
        <w:t>2.051e0</w:t>
      </w:r>
    </w:p>
    <w:p w:rsidR="00557788" w:rsidRDefault="00557788" w:rsidP="00557788">
      <w:r>
        <w:t>234.4332</w:t>
      </w:r>
      <w:r>
        <w:tab/>
        <w:t>2.038e0</w:t>
      </w:r>
    </w:p>
    <w:p w:rsidR="00557788" w:rsidRDefault="00557788" w:rsidP="00557788">
      <w:r>
        <w:t>234.4371</w:t>
      </w:r>
      <w:r>
        <w:tab/>
        <w:t>1.266e-2</w:t>
      </w:r>
    </w:p>
    <w:p w:rsidR="00557788" w:rsidRDefault="00557788" w:rsidP="00557788">
      <w:r>
        <w:t>234.4436</w:t>
      </w:r>
      <w:r>
        <w:tab/>
        <w:t>3.038e0</w:t>
      </w:r>
    </w:p>
    <w:p w:rsidR="00557788" w:rsidRDefault="00557788" w:rsidP="00557788">
      <w:r>
        <w:t>234.4582</w:t>
      </w:r>
      <w:r>
        <w:tab/>
        <w:t>2.025e0</w:t>
      </w:r>
    </w:p>
    <w:p w:rsidR="00557788" w:rsidRDefault="00557788" w:rsidP="00557788">
      <w:r>
        <w:lastRenderedPageBreak/>
        <w:t>234.4622</w:t>
      </w:r>
      <w:r>
        <w:tab/>
        <w:t>3.175e0</w:t>
      </w:r>
    </w:p>
    <w:p w:rsidR="00557788" w:rsidRDefault="00557788" w:rsidP="00557788">
      <w:r>
        <w:t>234.4720</w:t>
      </w:r>
      <w:r>
        <w:tab/>
        <w:t>8.101e0</w:t>
      </w:r>
    </w:p>
    <w:p w:rsidR="00557788" w:rsidRDefault="00557788" w:rsidP="00557788">
      <w:r>
        <w:t>234.4744</w:t>
      </w:r>
      <w:r>
        <w:tab/>
        <w:t>1.266e-2</w:t>
      </w:r>
    </w:p>
    <w:p w:rsidR="00557788" w:rsidRDefault="00557788" w:rsidP="00557788">
      <w:r>
        <w:t>234.4823</w:t>
      </w:r>
      <w:r>
        <w:tab/>
        <w:t>1.013e0</w:t>
      </w:r>
    </w:p>
    <w:p w:rsidR="00557788" w:rsidRDefault="00557788" w:rsidP="00557788">
      <w:r>
        <w:t>234.4862</w:t>
      </w:r>
      <w:r>
        <w:tab/>
        <w:t>1.266e-2</w:t>
      </w:r>
    </w:p>
    <w:p w:rsidR="00557788" w:rsidRDefault="00557788" w:rsidP="00557788">
      <w:r>
        <w:t>234.4881</w:t>
      </w:r>
      <w:r>
        <w:tab/>
        <w:t>5.063e0</w:t>
      </w:r>
    </w:p>
    <w:p w:rsidR="00557788" w:rsidRDefault="00557788" w:rsidP="00557788">
      <w:r>
        <w:t>234.5056</w:t>
      </w:r>
      <w:r>
        <w:tab/>
        <w:t>3.038e0</w:t>
      </w:r>
    </w:p>
    <w:p w:rsidR="00557788" w:rsidRDefault="00557788" w:rsidP="00557788">
      <w:r>
        <w:t>234.5110</w:t>
      </w:r>
      <w:r>
        <w:tab/>
        <w:t>1.013e0</w:t>
      </w:r>
    </w:p>
    <w:p w:rsidR="00557788" w:rsidRDefault="00557788" w:rsidP="00557788">
      <w:r>
        <w:t>234.5140</w:t>
      </w:r>
      <w:r>
        <w:tab/>
        <w:t>2.025e0</w:t>
      </w:r>
    </w:p>
    <w:p w:rsidR="00557788" w:rsidRDefault="00557788" w:rsidP="00557788">
      <w:r>
        <w:t>234.5215</w:t>
      </w:r>
      <w:r>
        <w:tab/>
        <w:t>2.532e-2</w:t>
      </w:r>
    </w:p>
    <w:p w:rsidR="00557788" w:rsidRDefault="00557788" w:rsidP="00557788">
      <w:r>
        <w:t>234.5236</w:t>
      </w:r>
      <w:r>
        <w:tab/>
        <w:t>2.532e-2</w:t>
      </w:r>
    </w:p>
    <w:p w:rsidR="00557788" w:rsidRDefault="00557788" w:rsidP="00557788">
      <w:r>
        <w:t>234.5274</w:t>
      </w:r>
      <w:r>
        <w:tab/>
        <w:t>2.051e0</w:t>
      </w:r>
    </w:p>
    <w:p w:rsidR="00557788" w:rsidRDefault="00557788" w:rsidP="00557788">
      <w:r>
        <w:t>234.5332</w:t>
      </w:r>
      <w:r>
        <w:tab/>
        <w:t>3.038e0</w:t>
      </w:r>
    </w:p>
    <w:p w:rsidR="00557788" w:rsidRDefault="00557788" w:rsidP="00557788">
      <w:r>
        <w:t>234.5469</w:t>
      </w:r>
      <w:r>
        <w:tab/>
        <w:t>3.038e0</w:t>
      </w:r>
    </w:p>
    <w:p w:rsidR="00557788" w:rsidRDefault="00557788" w:rsidP="00557788">
      <w:r>
        <w:t>234.5507</w:t>
      </w:r>
      <w:r>
        <w:tab/>
        <w:t>2.025e0</w:t>
      </w:r>
    </w:p>
    <w:p w:rsidR="00557788" w:rsidRDefault="00557788" w:rsidP="00557788">
      <w:r>
        <w:t>234.5550</w:t>
      </w:r>
      <w:r>
        <w:tab/>
        <w:t>1.013e0</w:t>
      </w:r>
    </w:p>
    <w:p w:rsidR="00557788" w:rsidRDefault="00557788" w:rsidP="00557788">
      <w:r>
        <w:t>234.5765</w:t>
      </w:r>
      <w:r>
        <w:tab/>
        <w:t>1.013e0</w:t>
      </w:r>
    </w:p>
    <w:p w:rsidR="00557788" w:rsidRDefault="00557788" w:rsidP="00557788">
      <w:r>
        <w:t>234.5804</w:t>
      </w:r>
      <w:r>
        <w:tab/>
        <w:t>1.013e0</w:t>
      </w:r>
    </w:p>
    <w:p w:rsidR="00557788" w:rsidRDefault="00557788" w:rsidP="00557788">
      <w:r>
        <w:t>234.5885</w:t>
      </w:r>
      <w:r>
        <w:tab/>
        <w:t>3.051e0</w:t>
      </w:r>
    </w:p>
    <w:p w:rsidR="00557788" w:rsidRDefault="00557788" w:rsidP="00557788">
      <w:r>
        <w:lastRenderedPageBreak/>
        <w:t>234.6026</w:t>
      </w:r>
      <w:r>
        <w:tab/>
        <w:t>6.329e-2</w:t>
      </w:r>
    </w:p>
    <w:p w:rsidR="00557788" w:rsidRDefault="00557788" w:rsidP="00557788">
      <w:r>
        <w:t>234.6083</w:t>
      </w:r>
      <w:r>
        <w:tab/>
        <w:t>6.076e0</w:t>
      </w:r>
    </w:p>
    <w:p w:rsidR="00557788" w:rsidRDefault="00557788" w:rsidP="00557788">
      <w:r>
        <w:t>234.6284</w:t>
      </w:r>
      <w:r>
        <w:tab/>
        <w:t>2.025e0</w:t>
      </w:r>
    </w:p>
    <w:p w:rsidR="00557788" w:rsidRDefault="00557788" w:rsidP="00557788">
      <w:r>
        <w:t>234.6612</w:t>
      </w:r>
      <w:r>
        <w:tab/>
        <w:t>1.025e0</w:t>
      </w:r>
    </w:p>
    <w:p w:rsidR="00557788" w:rsidRDefault="00557788" w:rsidP="00557788">
      <w:r>
        <w:t>234.6635</w:t>
      </w:r>
      <w:r>
        <w:tab/>
        <w:t>4.051e0</w:t>
      </w:r>
    </w:p>
    <w:p w:rsidR="00557788" w:rsidRDefault="00557788" w:rsidP="00557788">
      <w:r>
        <w:t>234.6655</w:t>
      </w:r>
      <w:r>
        <w:tab/>
        <w:t>1.025e0</w:t>
      </w:r>
    </w:p>
    <w:p w:rsidR="00557788" w:rsidRDefault="00557788" w:rsidP="00557788">
      <w:r>
        <w:t>234.6674</w:t>
      </w:r>
      <w:r>
        <w:tab/>
        <w:t>2.025e0</w:t>
      </w:r>
    </w:p>
    <w:p w:rsidR="00557788" w:rsidRDefault="00557788" w:rsidP="00557788">
      <w:r>
        <w:t>234.6739</w:t>
      </w:r>
      <w:r>
        <w:tab/>
        <w:t>1.013e0</w:t>
      </w:r>
    </w:p>
    <w:p w:rsidR="00557788" w:rsidRDefault="00557788" w:rsidP="00557788">
      <w:r>
        <w:t>234.6902</w:t>
      </w:r>
      <w:r>
        <w:tab/>
        <w:t>1.013e0</w:t>
      </w:r>
    </w:p>
    <w:p w:rsidR="00557788" w:rsidRDefault="00557788" w:rsidP="00557788">
      <w:r>
        <w:t>234.6980</w:t>
      </w:r>
      <w:r>
        <w:tab/>
        <w:t>2.025e0</w:t>
      </w:r>
    </w:p>
    <w:p w:rsidR="00557788" w:rsidRDefault="00557788" w:rsidP="00557788">
      <w:r>
        <w:t>234.7058</w:t>
      </w:r>
      <w:r>
        <w:tab/>
        <w:t>1.266e-2</w:t>
      </w:r>
    </w:p>
    <w:p w:rsidR="00557788" w:rsidRDefault="00557788" w:rsidP="00557788">
      <w:r>
        <w:t>234.7135</w:t>
      </w:r>
      <w:r>
        <w:tab/>
        <w:t>1.013e0</w:t>
      </w:r>
    </w:p>
    <w:p w:rsidR="00557788" w:rsidRDefault="00557788" w:rsidP="00557788">
      <w:r>
        <w:t>234.7311</w:t>
      </w:r>
      <w:r>
        <w:tab/>
        <w:t>1.013e0</w:t>
      </w:r>
    </w:p>
    <w:p w:rsidR="00557788" w:rsidRDefault="00557788" w:rsidP="00557788">
      <w:r>
        <w:t>234.7431</w:t>
      </w:r>
      <w:r>
        <w:tab/>
        <w:t>3.038e0</w:t>
      </w:r>
    </w:p>
    <w:p w:rsidR="00557788" w:rsidRDefault="00557788" w:rsidP="00557788">
      <w:r>
        <w:t>234.7451</w:t>
      </w:r>
      <w:r>
        <w:tab/>
        <w:t>2.532e-2</w:t>
      </w:r>
    </w:p>
    <w:p w:rsidR="00557788" w:rsidRDefault="00557788" w:rsidP="00557788">
      <w:r>
        <w:t>234.7510</w:t>
      </w:r>
      <w:r>
        <w:tab/>
        <w:t>1.266e-2</w:t>
      </w:r>
    </w:p>
    <w:p w:rsidR="00557788" w:rsidRDefault="00557788" w:rsidP="00557788">
      <w:r>
        <w:t>234.7616</w:t>
      </w:r>
      <w:r>
        <w:tab/>
        <w:t>3.038e0</w:t>
      </w:r>
    </w:p>
    <w:p w:rsidR="00557788" w:rsidRDefault="00557788" w:rsidP="00557788">
      <w:r>
        <w:t>234.7738</w:t>
      </w:r>
      <w:r>
        <w:tab/>
        <w:t>2.025e0</w:t>
      </w:r>
    </w:p>
    <w:p w:rsidR="00557788" w:rsidRDefault="00557788" w:rsidP="00557788">
      <w:r>
        <w:t>234.7869</w:t>
      </w:r>
      <w:r>
        <w:tab/>
        <w:t>6.076e0</w:t>
      </w:r>
    </w:p>
    <w:p w:rsidR="00557788" w:rsidRDefault="00557788" w:rsidP="00557788">
      <w:r>
        <w:lastRenderedPageBreak/>
        <w:t>234.8000</w:t>
      </w:r>
      <w:r>
        <w:tab/>
        <w:t>1.266e-2</w:t>
      </w:r>
    </w:p>
    <w:p w:rsidR="00557788" w:rsidRDefault="00557788" w:rsidP="00557788">
      <w:r>
        <w:t>234.8079</w:t>
      </w:r>
      <w:r>
        <w:tab/>
        <w:t>1.266e-2</w:t>
      </w:r>
    </w:p>
    <w:p w:rsidR="00557788" w:rsidRDefault="00557788" w:rsidP="00557788">
      <w:r>
        <w:t>234.8118</w:t>
      </w:r>
      <w:r>
        <w:tab/>
        <w:t>1.025e0</w:t>
      </w:r>
    </w:p>
    <w:p w:rsidR="00557788" w:rsidRDefault="00557788" w:rsidP="00557788">
      <w:r>
        <w:t>234.8194</w:t>
      </w:r>
      <w:r>
        <w:tab/>
        <w:t>1.266e-2</w:t>
      </w:r>
    </w:p>
    <w:p w:rsidR="00557788" w:rsidRDefault="00557788" w:rsidP="00557788">
      <w:r>
        <w:t>234.8325</w:t>
      </w:r>
      <w:r>
        <w:tab/>
        <w:t>1.013e0</w:t>
      </w:r>
    </w:p>
    <w:p w:rsidR="00557788" w:rsidRDefault="00557788" w:rsidP="00557788">
      <w:r>
        <w:t>234.8341</w:t>
      </w:r>
      <w:r>
        <w:tab/>
        <w:t>2.025e0</w:t>
      </w:r>
    </w:p>
    <w:p w:rsidR="00557788" w:rsidRDefault="00557788" w:rsidP="00557788">
      <w:r>
        <w:t>234.8367</w:t>
      </w:r>
      <w:r>
        <w:tab/>
        <w:t>4.063e0</w:t>
      </w:r>
    </w:p>
    <w:p w:rsidR="00557788" w:rsidRDefault="00557788" w:rsidP="00557788">
      <w:r>
        <w:t>234.8397</w:t>
      </w:r>
      <w:r>
        <w:tab/>
        <w:t>5.063e0</w:t>
      </w:r>
    </w:p>
    <w:p w:rsidR="00557788" w:rsidRDefault="00557788" w:rsidP="00557788">
      <w:r>
        <w:t>234.8491</w:t>
      </w:r>
      <w:r>
        <w:tab/>
        <w:t>1.013e0</w:t>
      </w:r>
    </w:p>
    <w:p w:rsidR="00557788" w:rsidRDefault="00557788" w:rsidP="00557788">
      <w:r>
        <w:t>234.8724</w:t>
      </w:r>
      <w:r>
        <w:tab/>
        <w:t>1.013e0</w:t>
      </w:r>
    </w:p>
    <w:p w:rsidR="00557788" w:rsidRDefault="00557788" w:rsidP="00557788">
      <w:r>
        <w:t>234.8748</w:t>
      </w:r>
      <w:r>
        <w:tab/>
        <w:t>2.025e0</w:t>
      </w:r>
    </w:p>
    <w:p w:rsidR="00557788" w:rsidRDefault="00557788" w:rsidP="00557788">
      <w:r>
        <w:t>234.8766</w:t>
      </w:r>
      <w:r>
        <w:tab/>
        <w:t>1.266e-2</w:t>
      </w:r>
    </w:p>
    <w:p w:rsidR="00557788" w:rsidRDefault="00557788" w:rsidP="00557788">
      <w:r>
        <w:t>234.8854</w:t>
      </w:r>
      <w:r>
        <w:tab/>
        <w:t>1.013e0</w:t>
      </w:r>
    </w:p>
    <w:p w:rsidR="00557788" w:rsidRDefault="00557788" w:rsidP="00557788">
      <w:r>
        <w:t>234.8954</w:t>
      </w:r>
      <w:r>
        <w:tab/>
        <w:t>2.025e0</w:t>
      </w:r>
    </w:p>
    <w:p w:rsidR="00557788" w:rsidRDefault="00557788" w:rsidP="00557788">
      <w:r>
        <w:t>234.9079</w:t>
      </w:r>
      <w:r>
        <w:tab/>
        <w:t>3.038e0</w:t>
      </w:r>
    </w:p>
    <w:p w:rsidR="00557788" w:rsidRDefault="00557788" w:rsidP="00557788">
      <w:r>
        <w:t>234.9283</w:t>
      </w:r>
      <w:r>
        <w:tab/>
        <w:t>4.051e0</w:t>
      </w:r>
    </w:p>
    <w:p w:rsidR="00557788" w:rsidRDefault="00557788" w:rsidP="00557788">
      <w:r>
        <w:t>234.9383</w:t>
      </w:r>
      <w:r>
        <w:tab/>
        <w:t>1.266e-2</w:t>
      </w:r>
    </w:p>
    <w:p w:rsidR="00557788" w:rsidRDefault="00557788" w:rsidP="00557788">
      <w:r>
        <w:t>234.9471</w:t>
      </w:r>
      <w:r>
        <w:tab/>
        <w:t>1.013e0</w:t>
      </w:r>
    </w:p>
    <w:p w:rsidR="00557788" w:rsidRDefault="00557788" w:rsidP="00557788">
      <w:r>
        <w:t>234.9485</w:t>
      </w:r>
      <w:r>
        <w:tab/>
        <w:t>1.038e0</w:t>
      </w:r>
    </w:p>
    <w:p w:rsidR="00557788" w:rsidRDefault="00557788" w:rsidP="00557788">
      <w:r>
        <w:lastRenderedPageBreak/>
        <w:t>234.9518</w:t>
      </w:r>
      <w:r>
        <w:tab/>
        <w:t>1.385e0</w:t>
      </w:r>
    </w:p>
    <w:p w:rsidR="00557788" w:rsidRDefault="00557788" w:rsidP="00557788">
      <w:r>
        <w:t>234.9707</w:t>
      </w:r>
      <w:r>
        <w:tab/>
        <w:t>2.025e0</w:t>
      </w:r>
    </w:p>
    <w:p w:rsidR="00557788" w:rsidRDefault="00557788" w:rsidP="00557788">
      <w:r>
        <w:t>234.9745</w:t>
      </w:r>
      <w:r>
        <w:tab/>
        <w:t>4.026e0</w:t>
      </w:r>
    </w:p>
    <w:p w:rsidR="00557788" w:rsidRDefault="00557788" w:rsidP="00557788">
      <w:r>
        <w:t>234.9761</w:t>
      </w:r>
      <w:r>
        <w:tab/>
        <w:t>3.516e0</w:t>
      </w:r>
    </w:p>
    <w:p w:rsidR="00557788" w:rsidRDefault="00557788" w:rsidP="00557788">
      <w:r>
        <w:t>234.9779</w:t>
      </w:r>
      <w:r>
        <w:tab/>
        <w:t>2.808e0</w:t>
      </w:r>
    </w:p>
    <w:p w:rsidR="00557788" w:rsidRDefault="00557788" w:rsidP="00557788">
      <w:r>
        <w:t>234.9843</w:t>
      </w:r>
      <w:r>
        <w:tab/>
        <w:t>3.451e0</w:t>
      </w:r>
    </w:p>
    <w:p w:rsidR="00557788" w:rsidRDefault="00557788" w:rsidP="00557788">
      <w:r>
        <w:t>235.0073</w:t>
      </w:r>
      <w:r>
        <w:tab/>
        <w:t>5.821e0</w:t>
      </w:r>
    </w:p>
    <w:p w:rsidR="00557788" w:rsidRDefault="00557788" w:rsidP="00557788">
      <w:r>
        <w:t>235.0250</w:t>
      </w:r>
      <w:r>
        <w:tab/>
        <w:t>2.008e0</w:t>
      </w:r>
    </w:p>
    <w:p w:rsidR="00557788" w:rsidRDefault="00557788" w:rsidP="00557788">
      <w:r>
        <w:t>235.0390</w:t>
      </w:r>
      <w:r>
        <w:tab/>
        <w:t>2.712e0</w:t>
      </w:r>
    </w:p>
    <w:p w:rsidR="00557788" w:rsidRDefault="00557788" w:rsidP="00557788">
      <w:r>
        <w:t>235.0580</w:t>
      </w:r>
      <w:r>
        <w:tab/>
        <w:t>8.484e0</w:t>
      </w:r>
    </w:p>
    <w:p w:rsidR="00557788" w:rsidRDefault="00557788" w:rsidP="00557788">
      <w:r>
        <w:t>235.0680</w:t>
      </w:r>
      <w:r>
        <w:tab/>
        <w:t>1.060e1</w:t>
      </w:r>
    </w:p>
    <w:p w:rsidR="00557788" w:rsidRDefault="00557788" w:rsidP="00557788">
      <w:r>
        <w:t>235.0771</w:t>
      </w:r>
      <w:r>
        <w:tab/>
        <w:t>4.044e0</w:t>
      </w:r>
    </w:p>
    <w:p w:rsidR="00557788" w:rsidRDefault="00557788" w:rsidP="00557788">
      <w:r>
        <w:t>235.0856</w:t>
      </w:r>
      <w:r>
        <w:tab/>
        <w:t>2.024e0</w:t>
      </w:r>
    </w:p>
    <w:p w:rsidR="00557788" w:rsidRDefault="00557788" w:rsidP="00557788">
      <w:r>
        <w:t>235.0885</w:t>
      </w:r>
      <w:r>
        <w:tab/>
        <w:t>2.100e0</w:t>
      </w:r>
    </w:p>
    <w:p w:rsidR="00557788" w:rsidRDefault="00557788" w:rsidP="00557788">
      <w:r>
        <w:t>235.0931</w:t>
      </w:r>
      <w:r>
        <w:tab/>
        <w:t>2.448e0</w:t>
      </w:r>
    </w:p>
    <w:p w:rsidR="00557788" w:rsidRDefault="00557788" w:rsidP="00557788">
      <w:r>
        <w:t>235.0981</w:t>
      </w:r>
      <w:r>
        <w:tab/>
        <w:t>3.589e0</w:t>
      </w:r>
    </w:p>
    <w:p w:rsidR="00557788" w:rsidRDefault="00557788" w:rsidP="00557788">
      <w:r>
        <w:t>235.1049</w:t>
      </w:r>
      <w:r>
        <w:tab/>
        <w:t>6.564e0</w:t>
      </w:r>
    </w:p>
    <w:p w:rsidR="00557788" w:rsidRDefault="00557788" w:rsidP="00557788">
      <w:r>
        <w:t>235.1211</w:t>
      </w:r>
      <w:r>
        <w:tab/>
        <w:t>1.269e0</w:t>
      </w:r>
    </w:p>
    <w:p w:rsidR="00557788" w:rsidRDefault="00557788" w:rsidP="00557788">
      <w:r>
        <w:t>235.1334</w:t>
      </w:r>
      <w:r>
        <w:tab/>
        <w:t>5.654e0</w:t>
      </w:r>
    </w:p>
    <w:p w:rsidR="00557788" w:rsidRDefault="00557788" w:rsidP="00557788">
      <w:r>
        <w:lastRenderedPageBreak/>
        <w:t>235.1396</w:t>
      </w:r>
      <w:r>
        <w:tab/>
        <w:t>7.858e0</w:t>
      </w:r>
    </w:p>
    <w:p w:rsidR="00557788" w:rsidRDefault="00557788" w:rsidP="00557788">
      <w:r>
        <w:t>235.1406</w:t>
      </w:r>
      <w:r>
        <w:tab/>
        <w:t>4.268e0</w:t>
      </w:r>
    </w:p>
    <w:p w:rsidR="00557788" w:rsidRDefault="00557788" w:rsidP="00557788">
      <w:r>
        <w:t>235.1634</w:t>
      </w:r>
      <w:r>
        <w:tab/>
        <w:t>1.148e0</w:t>
      </w:r>
    </w:p>
    <w:p w:rsidR="00557788" w:rsidRDefault="00557788" w:rsidP="00557788">
      <w:r>
        <w:t>235.1755</w:t>
      </w:r>
      <w:r>
        <w:tab/>
        <w:t>3.349e0</w:t>
      </w:r>
    </w:p>
    <w:p w:rsidR="00557788" w:rsidRDefault="00557788" w:rsidP="00557788">
      <w:r>
        <w:t>235.1802</w:t>
      </w:r>
      <w:r>
        <w:tab/>
        <w:t>6.015e0</w:t>
      </w:r>
    </w:p>
    <w:p w:rsidR="00557788" w:rsidRDefault="00557788" w:rsidP="00557788">
      <w:r>
        <w:t>235.2056</w:t>
      </w:r>
      <w:r>
        <w:tab/>
        <w:t>1.013e0</w:t>
      </w:r>
    </w:p>
    <w:p w:rsidR="00557788" w:rsidRDefault="00557788" w:rsidP="00557788">
      <w:r>
        <w:t>235.2156</w:t>
      </w:r>
      <w:r>
        <w:tab/>
        <w:t>2.025e0</w:t>
      </w:r>
    </w:p>
    <w:p w:rsidR="00557788" w:rsidRDefault="00557788" w:rsidP="00557788">
      <w:r>
        <w:t>235.2298</w:t>
      </w:r>
      <w:r>
        <w:tab/>
        <w:t>2.025e0</w:t>
      </w:r>
    </w:p>
    <w:p w:rsidR="00557788" w:rsidRDefault="00557788" w:rsidP="00557788">
      <w:r>
        <w:t>235.2336</w:t>
      </w:r>
      <w:r>
        <w:tab/>
        <w:t>3.038e0</w:t>
      </w:r>
    </w:p>
    <w:p w:rsidR="00557788" w:rsidRDefault="00557788" w:rsidP="00557788">
      <w:r>
        <w:t>235.2510</w:t>
      </w:r>
      <w:r>
        <w:tab/>
        <w:t>5.060e0</w:t>
      </w:r>
    </w:p>
    <w:p w:rsidR="00557788" w:rsidRDefault="00557788" w:rsidP="00557788">
      <w:r>
        <w:t>235.2603</w:t>
      </w:r>
      <w:r>
        <w:tab/>
        <w:t>2.025e0</w:t>
      </w:r>
    </w:p>
    <w:p w:rsidR="00557788" w:rsidRDefault="00557788" w:rsidP="00557788">
      <w:r>
        <w:t>235.2647</w:t>
      </w:r>
      <w:r>
        <w:tab/>
        <w:t>1.013e0</w:t>
      </w:r>
    </w:p>
    <w:p w:rsidR="00557788" w:rsidRDefault="00557788" w:rsidP="00557788">
      <w:r>
        <w:t>235.2691</w:t>
      </w:r>
      <w:r>
        <w:tab/>
        <w:t>1.013e0</w:t>
      </w:r>
    </w:p>
    <w:p w:rsidR="00557788" w:rsidRDefault="00557788" w:rsidP="00557788">
      <w:r>
        <w:t>235.2906</w:t>
      </w:r>
      <w:r>
        <w:tab/>
        <w:t>2.025e0</w:t>
      </w:r>
    </w:p>
    <w:p w:rsidR="00557788" w:rsidRDefault="00557788" w:rsidP="00557788">
      <w:r>
        <w:t>235.2964</w:t>
      </w:r>
      <w:r>
        <w:tab/>
        <w:t>1.266e-2</w:t>
      </w:r>
    </w:p>
    <w:p w:rsidR="00557788" w:rsidRDefault="00557788" w:rsidP="00557788">
      <w:r>
        <w:t>235.3004</w:t>
      </w:r>
      <w:r>
        <w:tab/>
        <w:t>3.051e0</w:t>
      </w:r>
    </w:p>
    <w:p w:rsidR="00557788" w:rsidRDefault="00557788" w:rsidP="00557788">
      <w:r>
        <w:t>235.3044</w:t>
      </w:r>
      <w:r>
        <w:tab/>
        <w:t>1.013e0</w:t>
      </w:r>
    </w:p>
    <w:p w:rsidR="00557788" w:rsidRDefault="00557788" w:rsidP="00557788">
      <w:r>
        <w:t>235.3177</w:t>
      </w:r>
      <w:r>
        <w:tab/>
        <w:t>1.266e-2</w:t>
      </w:r>
    </w:p>
    <w:p w:rsidR="00557788" w:rsidRDefault="00557788" w:rsidP="00557788">
      <w:r>
        <w:t>235.3221</w:t>
      </w:r>
      <w:r>
        <w:tab/>
        <w:t>2.025e0</w:t>
      </w:r>
    </w:p>
    <w:p w:rsidR="00557788" w:rsidRDefault="00557788" w:rsidP="00557788">
      <w:r>
        <w:lastRenderedPageBreak/>
        <w:t>235.3299</w:t>
      </w:r>
      <w:r>
        <w:tab/>
        <w:t>1.266e-2</w:t>
      </w:r>
    </w:p>
    <w:p w:rsidR="00557788" w:rsidRDefault="00557788" w:rsidP="00557788">
      <w:r>
        <w:t>235.3358</w:t>
      </w:r>
      <w:r>
        <w:tab/>
        <w:t>2.025e0</w:t>
      </w:r>
    </w:p>
    <w:p w:rsidR="00557788" w:rsidRDefault="00557788" w:rsidP="00557788">
      <w:r>
        <w:t>235.3481</w:t>
      </w:r>
      <w:r>
        <w:tab/>
        <w:t>3.038e0</w:t>
      </w:r>
    </w:p>
    <w:p w:rsidR="00557788" w:rsidRDefault="00557788" w:rsidP="00557788">
      <w:r>
        <w:t>235.3829</w:t>
      </w:r>
      <w:r>
        <w:tab/>
        <w:t>1.013e0</w:t>
      </w:r>
    </w:p>
    <w:p w:rsidR="00557788" w:rsidRDefault="00557788" w:rsidP="00557788">
      <w:r>
        <w:t>235.3849</w:t>
      </w:r>
      <w:r>
        <w:tab/>
        <w:t>2.025e0</w:t>
      </w:r>
    </w:p>
    <w:p w:rsidR="00557788" w:rsidRDefault="00557788" w:rsidP="00557788">
      <w:r>
        <w:t>235.3966</w:t>
      </w:r>
      <w:r>
        <w:tab/>
        <w:t>2.532e-2</w:t>
      </w:r>
    </w:p>
    <w:p w:rsidR="00557788" w:rsidRDefault="00557788" w:rsidP="00557788">
      <w:r>
        <w:t>235.4086</w:t>
      </w:r>
      <w:r>
        <w:tab/>
        <w:t>2.025e0</w:t>
      </w:r>
    </w:p>
    <w:p w:rsidR="00557788" w:rsidRDefault="00557788" w:rsidP="00557788">
      <w:r>
        <w:t>235.4339</w:t>
      </w:r>
      <w:r>
        <w:tab/>
        <w:t>5.063e0</w:t>
      </w:r>
    </w:p>
    <w:p w:rsidR="00557788" w:rsidRDefault="00557788" w:rsidP="00557788">
      <w:r>
        <w:t>235.4360</w:t>
      </w:r>
      <w:r>
        <w:tab/>
        <w:t>1.013e0</w:t>
      </w:r>
    </w:p>
    <w:p w:rsidR="00557788" w:rsidRDefault="00557788" w:rsidP="00557788">
      <w:r>
        <w:t>235.4496</w:t>
      </w:r>
      <w:r>
        <w:tab/>
        <w:t>4.051e0</w:t>
      </w:r>
    </w:p>
    <w:p w:rsidR="00557788" w:rsidRDefault="00557788" w:rsidP="00557788">
      <w:r>
        <w:t>235.4558</w:t>
      </w:r>
      <w:r>
        <w:tab/>
        <w:t>2.025e0</w:t>
      </w:r>
    </w:p>
    <w:p w:rsidR="00557788" w:rsidRDefault="00557788" w:rsidP="00557788">
      <w:r>
        <w:t>235.4593</w:t>
      </w:r>
      <w:r>
        <w:tab/>
        <w:t>1.013e0</w:t>
      </w:r>
    </w:p>
    <w:p w:rsidR="00557788" w:rsidRDefault="00557788" w:rsidP="00557788">
      <w:r>
        <w:t>235.4723</w:t>
      </w:r>
      <w:r>
        <w:tab/>
        <w:t>1.025e0</w:t>
      </w:r>
    </w:p>
    <w:p w:rsidR="00557788" w:rsidRDefault="00557788" w:rsidP="00557788">
      <w:r>
        <w:t>235.4828</w:t>
      </w:r>
      <w:r>
        <w:tab/>
        <w:t>2.025e0</w:t>
      </w:r>
    </w:p>
    <w:p w:rsidR="00557788" w:rsidRDefault="00557788" w:rsidP="00557788">
      <w:r>
        <w:t>235.4868</w:t>
      </w:r>
      <w:r>
        <w:tab/>
        <w:t>2.025e0</w:t>
      </w:r>
    </w:p>
    <w:p w:rsidR="00557788" w:rsidRDefault="00557788" w:rsidP="00557788">
      <w:r>
        <w:t>235.4890</w:t>
      </w:r>
      <w:r>
        <w:tab/>
        <w:t>2.532e-2</w:t>
      </w:r>
    </w:p>
    <w:p w:rsidR="00557788" w:rsidRDefault="00557788" w:rsidP="00557788">
      <w:r>
        <w:t>235.5007</w:t>
      </w:r>
      <w:r>
        <w:tab/>
        <w:t>1.013e0</w:t>
      </w:r>
    </w:p>
    <w:p w:rsidR="00557788" w:rsidRDefault="00557788" w:rsidP="00557788">
      <w:r>
        <w:t>235.5084</w:t>
      </w:r>
      <w:r>
        <w:tab/>
        <w:t>2.025e0</w:t>
      </w:r>
    </w:p>
    <w:p w:rsidR="00557788" w:rsidRDefault="00557788" w:rsidP="00557788">
      <w:r>
        <w:t>235.5286</w:t>
      </w:r>
      <w:r>
        <w:tab/>
        <w:t>2.025e0</w:t>
      </w:r>
    </w:p>
    <w:p w:rsidR="00557788" w:rsidRDefault="00557788" w:rsidP="00557788">
      <w:r>
        <w:lastRenderedPageBreak/>
        <w:t>235.5316</w:t>
      </w:r>
      <w:r>
        <w:tab/>
        <w:t>2.025e0</w:t>
      </w:r>
    </w:p>
    <w:p w:rsidR="00557788" w:rsidRDefault="00557788" w:rsidP="00557788">
      <w:r>
        <w:t>235.5331</w:t>
      </w:r>
      <w:r>
        <w:tab/>
        <w:t>3.038e0</w:t>
      </w:r>
    </w:p>
    <w:p w:rsidR="00557788" w:rsidRDefault="00557788" w:rsidP="00557788">
      <w:r>
        <w:t>235.5420</w:t>
      </w:r>
      <w:r>
        <w:tab/>
        <w:t>2.025e0</w:t>
      </w:r>
    </w:p>
    <w:p w:rsidR="00557788" w:rsidRDefault="00557788" w:rsidP="00557788">
      <w:r>
        <w:t>235.5498</w:t>
      </w:r>
      <w:r>
        <w:tab/>
        <w:t>1.013e0</w:t>
      </w:r>
    </w:p>
    <w:p w:rsidR="00557788" w:rsidRDefault="00557788" w:rsidP="00557788">
      <w:r>
        <w:t>235.5653</w:t>
      </w:r>
      <w:r>
        <w:tab/>
        <w:t>1.013e0</w:t>
      </w:r>
    </w:p>
    <w:p w:rsidR="00557788" w:rsidRDefault="00557788" w:rsidP="00557788">
      <w:r>
        <w:t>235.5739</w:t>
      </w:r>
      <w:r>
        <w:tab/>
        <w:t>3.038e0</w:t>
      </w:r>
    </w:p>
    <w:p w:rsidR="00557788" w:rsidRDefault="00557788" w:rsidP="00557788">
      <w:r>
        <w:t>235.5950</w:t>
      </w:r>
      <w:r>
        <w:tab/>
        <w:t>4.051e0</w:t>
      </w:r>
    </w:p>
    <w:p w:rsidR="00557788" w:rsidRDefault="00557788" w:rsidP="00557788">
      <w:r>
        <w:t>235.5999</w:t>
      </w:r>
      <w:r>
        <w:tab/>
        <w:t>6.724e-1</w:t>
      </w:r>
    </w:p>
    <w:p w:rsidR="00557788" w:rsidRDefault="00557788" w:rsidP="00557788">
      <w:r>
        <w:t>235.6107</w:t>
      </w:r>
      <w:r>
        <w:tab/>
        <w:t>1.013e0</w:t>
      </w:r>
    </w:p>
    <w:p w:rsidR="00557788" w:rsidRDefault="00557788" w:rsidP="00557788">
      <w:r>
        <w:t>235.6269</w:t>
      </w:r>
      <w:r>
        <w:tab/>
        <w:t>1.266e-2</w:t>
      </w:r>
    </w:p>
    <w:p w:rsidR="00557788" w:rsidRDefault="00557788" w:rsidP="00557788">
      <w:r>
        <w:t>235.6292</w:t>
      </w:r>
      <w:r>
        <w:tab/>
        <w:t>2.025e0</w:t>
      </w:r>
    </w:p>
    <w:p w:rsidR="00557788" w:rsidRDefault="00557788" w:rsidP="00557788">
      <w:r>
        <w:t>235.6501</w:t>
      </w:r>
      <w:r>
        <w:tab/>
        <w:t>2.025e0</w:t>
      </w:r>
    </w:p>
    <w:p w:rsidR="00557788" w:rsidRDefault="00557788" w:rsidP="00557788">
      <w:r>
        <w:t>235.6540</w:t>
      </w:r>
      <w:r>
        <w:tab/>
        <w:t>3.038e0</w:t>
      </w:r>
    </w:p>
    <w:p w:rsidR="00557788" w:rsidRDefault="00557788" w:rsidP="00557788">
      <w:r>
        <w:t>235.6559</w:t>
      </w:r>
      <w:r>
        <w:tab/>
        <w:t>4.051e0</w:t>
      </w:r>
    </w:p>
    <w:p w:rsidR="00557788" w:rsidRDefault="00557788" w:rsidP="00557788">
      <w:r>
        <w:t>235.6607</w:t>
      </w:r>
      <w:r>
        <w:tab/>
        <w:t>7.331e-1</w:t>
      </w:r>
    </w:p>
    <w:p w:rsidR="00557788" w:rsidRDefault="00557788" w:rsidP="00557788">
      <w:r>
        <w:t>235.6637</w:t>
      </w:r>
      <w:r>
        <w:tab/>
        <w:t>2.025e0</w:t>
      </w:r>
    </w:p>
    <w:p w:rsidR="00557788" w:rsidRDefault="00557788" w:rsidP="00557788">
      <w:r>
        <w:t>235.6715</w:t>
      </w:r>
      <w:r>
        <w:tab/>
        <w:t>4.012e0</w:t>
      </w:r>
    </w:p>
    <w:p w:rsidR="00557788" w:rsidRDefault="00557788" w:rsidP="00557788">
      <w:r>
        <w:t>235.6799</w:t>
      </w:r>
      <w:r>
        <w:tab/>
        <w:t>1.013e0</w:t>
      </w:r>
    </w:p>
    <w:p w:rsidR="00557788" w:rsidRDefault="00557788" w:rsidP="00557788">
      <w:r>
        <w:t>235.6823</w:t>
      </w:r>
      <w:r>
        <w:tab/>
        <w:t>2.025e0</w:t>
      </w:r>
    </w:p>
    <w:p w:rsidR="00557788" w:rsidRDefault="00557788" w:rsidP="00557788">
      <w:r>
        <w:lastRenderedPageBreak/>
        <w:t>235.6844</w:t>
      </w:r>
      <w:r>
        <w:tab/>
        <w:t>2.532e-2</w:t>
      </w:r>
    </w:p>
    <w:p w:rsidR="00557788" w:rsidRDefault="00557788" w:rsidP="00557788">
      <w:r>
        <w:t>235.6992</w:t>
      </w:r>
      <w:r>
        <w:tab/>
        <w:t>2.532e-2</w:t>
      </w:r>
    </w:p>
    <w:p w:rsidR="00557788" w:rsidRDefault="00557788" w:rsidP="00557788">
      <w:r>
        <w:t>235.7089</w:t>
      </w:r>
      <w:r>
        <w:tab/>
        <w:t>2.025e0</w:t>
      </w:r>
    </w:p>
    <w:p w:rsidR="00557788" w:rsidRDefault="00557788" w:rsidP="00557788">
      <w:r>
        <w:t>235.7196</w:t>
      </w:r>
      <w:r>
        <w:tab/>
        <w:t>3.038e0</w:t>
      </w:r>
    </w:p>
    <w:p w:rsidR="00557788" w:rsidRDefault="00557788" w:rsidP="00557788">
      <w:r>
        <w:t>235.7210</w:t>
      </w:r>
      <w:r>
        <w:tab/>
        <w:t>2.025e0</w:t>
      </w:r>
    </w:p>
    <w:p w:rsidR="00557788" w:rsidRDefault="00557788" w:rsidP="00557788">
      <w:r>
        <w:t>235.7250</w:t>
      </w:r>
      <w:r>
        <w:tab/>
        <w:t>3.051e0</w:t>
      </w:r>
    </w:p>
    <w:p w:rsidR="00557788" w:rsidRDefault="00557788" w:rsidP="00557788">
      <w:r>
        <w:t>235.7462</w:t>
      </w:r>
      <w:r>
        <w:tab/>
        <w:t>1.013e0</w:t>
      </w:r>
    </w:p>
    <w:p w:rsidR="00557788" w:rsidRDefault="00557788" w:rsidP="00557788">
      <w:r>
        <w:t>235.7509</w:t>
      </w:r>
      <w:r>
        <w:tab/>
        <w:t>3.051e0</w:t>
      </w:r>
    </w:p>
    <w:p w:rsidR="00557788" w:rsidRDefault="00557788" w:rsidP="00557788">
      <w:r>
        <w:t>235.7542</w:t>
      </w:r>
      <w:r>
        <w:tab/>
        <w:t>2.025e0</w:t>
      </w:r>
    </w:p>
    <w:p w:rsidR="00557788" w:rsidRDefault="00557788" w:rsidP="00557788">
      <w:r>
        <w:t>235.7698</w:t>
      </w:r>
      <w:r>
        <w:tab/>
        <w:t>1.013e0</w:t>
      </w:r>
    </w:p>
    <w:p w:rsidR="00557788" w:rsidRDefault="00557788" w:rsidP="00557788">
      <w:r>
        <w:t>235.7775</w:t>
      </w:r>
      <w:r>
        <w:tab/>
        <w:t>2.532e-2</w:t>
      </w:r>
    </w:p>
    <w:p w:rsidR="00557788" w:rsidRDefault="00557788" w:rsidP="00557788">
      <w:r>
        <w:t>235.8072</w:t>
      </w:r>
      <w:r>
        <w:tab/>
        <w:t>4.051e0</w:t>
      </w:r>
    </w:p>
    <w:p w:rsidR="00557788" w:rsidRDefault="00557788" w:rsidP="00557788">
      <w:r>
        <w:t>235.8111</w:t>
      </w:r>
      <w:r>
        <w:tab/>
        <w:t>2.051e0</w:t>
      </w:r>
    </w:p>
    <w:p w:rsidR="00557788" w:rsidRDefault="00557788" w:rsidP="00557788">
      <w:r>
        <w:t>235.8259</w:t>
      </w:r>
      <w:r>
        <w:tab/>
        <w:t>4.051e0</w:t>
      </w:r>
    </w:p>
    <w:p w:rsidR="00557788" w:rsidRDefault="00557788" w:rsidP="00557788">
      <w:r>
        <w:t>235.8290</w:t>
      </w:r>
      <w:r>
        <w:tab/>
        <w:t>2.025e0</w:t>
      </w:r>
    </w:p>
    <w:p w:rsidR="00557788" w:rsidRDefault="00557788" w:rsidP="00557788">
      <w:r>
        <w:t>235.8366</w:t>
      </w:r>
      <w:r>
        <w:tab/>
        <w:t>3.038e0</w:t>
      </w:r>
    </w:p>
    <w:p w:rsidR="00557788" w:rsidRDefault="00557788" w:rsidP="00557788">
      <w:r>
        <w:t>235.8436</w:t>
      </w:r>
      <w:r>
        <w:tab/>
        <w:t>1.266e-2</w:t>
      </w:r>
    </w:p>
    <w:p w:rsidR="00557788" w:rsidRDefault="00557788" w:rsidP="00557788">
      <w:r>
        <w:t>235.8635</w:t>
      </w:r>
      <w:r>
        <w:tab/>
        <w:t>4.076e0</w:t>
      </w:r>
    </w:p>
    <w:p w:rsidR="00557788" w:rsidRDefault="00557788" w:rsidP="00557788">
      <w:r>
        <w:t>235.8680</w:t>
      </w:r>
      <w:r>
        <w:tab/>
        <w:t>2.025e0</w:t>
      </w:r>
    </w:p>
    <w:p w:rsidR="00557788" w:rsidRDefault="00557788" w:rsidP="00557788">
      <w:r>
        <w:lastRenderedPageBreak/>
        <w:t>235.8700</w:t>
      </w:r>
      <w:r>
        <w:tab/>
        <w:t>2.025e0</w:t>
      </w:r>
    </w:p>
    <w:p w:rsidR="00557788" w:rsidRDefault="00557788" w:rsidP="00557788">
      <w:r>
        <w:t>235.8922</w:t>
      </w:r>
      <w:r>
        <w:tab/>
        <w:t>1.266e-2</w:t>
      </w:r>
    </w:p>
    <w:p w:rsidR="00557788" w:rsidRDefault="00557788" w:rsidP="00557788">
      <w:r>
        <w:t>235.8945</w:t>
      </w:r>
      <w:r>
        <w:tab/>
        <w:t>4.051e0</w:t>
      </w:r>
    </w:p>
    <w:p w:rsidR="00557788" w:rsidRDefault="00557788" w:rsidP="00557788">
      <w:r>
        <w:t>235.9055</w:t>
      </w:r>
      <w:r>
        <w:tab/>
        <w:t>1.025e0</w:t>
      </w:r>
    </w:p>
    <w:p w:rsidR="00557788" w:rsidRDefault="00557788" w:rsidP="00557788">
      <w:r>
        <w:t>235.9230</w:t>
      </w:r>
      <w:r>
        <w:tab/>
        <w:t>2.025e0</w:t>
      </w:r>
    </w:p>
    <w:p w:rsidR="00557788" w:rsidRDefault="00557788" w:rsidP="00557788">
      <w:r>
        <w:t>235.9289</w:t>
      </w:r>
      <w:r>
        <w:tab/>
        <w:t>2.025e0</w:t>
      </w:r>
    </w:p>
    <w:p w:rsidR="00557788" w:rsidRDefault="00557788" w:rsidP="00557788">
      <w:r>
        <w:t>235.9348</w:t>
      </w:r>
      <w:r>
        <w:tab/>
        <w:t>2.025e0</w:t>
      </w:r>
    </w:p>
    <w:p w:rsidR="00557788" w:rsidRDefault="00557788" w:rsidP="00557788">
      <w:r>
        <w:t>235.9586</w:t>
      </w:r>
      <w:r>
        <w:tab/>
        <w:t>1.705e0</w:t>
      </w:r>
    </w:p>
    <w:p w:rsidR="00557788" w:rsidRDefault="00557788" w:rsidP="00557788">
      <w:r>
        <w:t>235.9862</w:t>
      </w:r>
      <w:r>
        <w:tab/>
        <w:t>5.586e0</w:t>
      </w:r>
    </w:p>
    <w:p w:rsidR="00557788" w:rsidRDefault="00557788" w:rsidP="00557788">
      <w:r>
        <w:t>236.0044</w:t>
      </w:r>
      <w:r>
        <w:tab/>
        <w:t>3.573e0</w:t>
      </w:r>
    </w:p>
    <w:p w:rsidR="00557788" w:rsidRDefault="00557788" w:rsidP="00557788">
      <w:r>
        <w:t>236.0094</w:t>
      </w:r>
      <w:r>
        <w:tab/>
        <w:t>5.312e-1</w:t>
      </w:r>
    </w:p>
    <w:p w:rsidR="00557788" w:rsidRDefault="00557788" w:rsidP="00557788">
      <w:r>
        <w:t>236.0141</w:t>
      </w:r>
      <w:r>
        <w:tab/>
        <w:t>7.784e0</w:t>
      </w:r>
    </w:p>
    <w:p w:rsidR="00557788" w:rsidRDefault="00557788" w:rsidP="00557788">
      <w:r>
        <w:t>236.0164</w:t>
      </w:r>
      <w:r>
        <w:tab/>
        <w:t>2.025e0</w:t>
      </w:r>
    </w:p>
    <w:p w:rsidR="00557788" w:rsidRDefault="00557788" w:rsidP="00557788">
      <w:r>
        <w:t>236.0195</w:t>
      </w:r>
      <w:r>
        <w:tab/>
        <w:t>6.858e0</w:t>
      </w:r>
    </w:p>
    <w:p w:rsidR="00557788" w:rsidRDefault="00557788" w:rsidP="00557788">
      <w:r>
        <w:t>236.0210</w:t>
      </w:r>
      <w:r>
        <w:tab/>
        <w:t>2.784e0</w:t>
      </w:r>
    </w:p>
    <w:p w:rsidR="00557788" w:rsidRDefault="00557788" w:rsidP="00557788">
      <w:r>
        <w:t>236.0693</w:t>
      </w:r>
      <w:r>
        <w:tab/>
        <w:t>4.123e0</w:t>
      </w:r>
    </w:p>
    <w:p w:rsidR="00557788" w:rsidRDefault="00557788" w:rsidP="00557788">
      <w:r>
        <w:t>236.0907</w:t>
      </w:r>
      <w:r>
        <w:tab/>
        <w:t>3.634e0</w:t>
      </w:r>
    </w:p>
    <w:p w:rsidR="00557788" w:rsidRDefault="00557788" w:rsidP="00557788">
      <w:r>
        <w:t>236.1205</w:t>
      </w:r>
      <w:r>
        <w:tab/>
        <w:t>1.183e0</w:t>
      </w:r>
    </w:p>
    <w:p w:rsidR="00557788" w:rsidRDefault="00557788" w:rsidP="00557788">
      <w:r>
        <w:t>236.1225</w:t>
      </w:r>
      <w:r>
        <w:tab/>
        <w:t>5.238e0</w:t>
      </w:r>
    </w:p>
    <w:p w:rsidR="00557788" w:rsidRDefault="00557788" w:rsidP="00557788">
      <w:r>
        <w:lastRenderedPageBreak/>
        <w:t>236.1377</w:t>
      </w:r>
      <w:r>
        <w:tab/>
        <w:t>6.335e0</w:t>
      </w:r>
    </w:p>
    <w:p w:rsidR="00557788" w:rsidRDefault="00557788" w:rsidP="00557788">
      <w:r>
        <w:t>236.1484</w:t>
      </w:r>
      <w:r>
        <w:tab/>
        <w:t>8.247e-1</w:t>
      </w:r>
    </w:p>
    <w:p w:rsidR="00557788" w:rsidRDefault="00557788" w:rsidP="00557788">
      <w:r>
        <w:t>236.1574</w:t>
      </w:r>
      <w:r>
        <w:tab/>
        <w:t>3.278e0</w:t>
      </w:r>
    </w:p>
    <w:p w:rsidR="00557788" w:rsidRDefault="00557788" w:rsidP="00557788">
      <w:r>
        <w:t>236.1711</w:t>
      </w:r>
      <w:r>
        <w:tab/>
        <w:t>3.501e0</w:t>
      </w:r>
    </w:p>
    <w:p w:rsidR="00557788" w:rsidRDefault="00557788" w:rsidP="00557788">
      <w:r>
        <w:t>236.1824</w:t>
      </w:r>
      <w:r>
        <w:tab/>
        <w:t>1.484e0</w:t>
      </w:r>
    </w:p>
    <w:p w:rsidR="00557788" w:rsidRDefault="00557788" w:rsidP="00557788">
      <w:r>
        <w:t>236.2238</w:t>
      </w:r>
      <w:r>
        <w:tab/>
        <w:t>2.038e0</w:t>
      </w:r>
    </w:p>
    <w:p w:rsidR="00557788" w:rsidRDefault="00557788" w:rsidP="00557788">
      <w:r>
        <w:t>236.2355</w:t>
      </w:r>
      <w:r>
        <w:tab/>
        <w:t>3.954e0</w:t>
      </w:r>
    </w:p>
    <w:p w:rsidR="00557788" w:rsidRDefault="00557788" w:rsidP="00557788">
      <w:r>
        <w:t>236.2453</w:t>
      </w:r>
      <w:r>
        <w:tab/>
        <w:t>2.025e0</w:t>
      </w:r>
    </w:p>
    <w:p w:rsidR="00557788" w:rsidRDefault="00557788" w:rsidP="00557788">
      <w:r>
        <w:t>236.2552</w:t>
      </w:r>
      <w:r>
        <w:tab/>
        <w:t>3.797e-2</w:t>
      </w:r>
    </w:p>
    <w:p w:rsidR="00557788" w:rsidRDefault="00557788" w:rsidP="00557788">
      <w:r>
        <w:t>236.2770</w:t>
      </w:r>
      <w:r>
        <w:tab/>
        <w:t>2.025e0</w:t>
      </w:r>
    </w:p>
    <w:p w:rsidR="00557788" w:rsidRDefault="00557788" w:rsidP="00557788">
      <w:r>
        <w:t>236.2790</w:t>
      </w:r>
      <w:r>
        <w:tab/>
        <w:t>2.925e0</w:t>
      </w:r>
    </w:p>
    <w:p w:rsidR="00557788" w:rsidRDefault="00557788" w:rsidP="00557788">
      <w:r>
        <w:t>236.2847</w:t>
      </w:r>
      <w:r>
        <w:tab/>
        <w:t>2.025e0</w:t>
      </w:r>
    </w:p>
    <w:p w:rsidR="00557788" w:rsidRDefault="00557788" w:rsidP="00557788">
      <w:r>
        <w:t>236.2886</w:t>
      </w:r>
      <w:r>
        <w:tab/>
        <w:t>1.013e0</w:t>
      </w:r>
    </w:p>
    <w:p w:rsidR="00557788" w:rsidRDefault="00557788" w:rsidP="00557788">
      <w:r>
        <w:t>236.2905</w:t>
      </w:r>
      <w:r>
        <w:tab/>
        <w:t>2.025e0</w:t>
      </w:r>
    </w:p>
    <w:p w:rsidR="00557788" w:rsidRDefault="00557788" w:rsidP="00557788">
      <w:r>
        <w:t>236.3172</w:t>
      </w:r>
      <w:r>
        <w:tab/>
        <w:t>2.025e0</w:t>
      </w:r>
    </w:p>
    <w:p w:rsidR="00557788" w:rsidRDefault="00557788" w:rsidP="00557788">
      <w:r>
        <w:t>236.3320</w:t>
      </w:r>
      <w:r>
        <w:tab/>
        <w:t>2.025e0</w:t>
      </w:r>
    </w:p>
    <w:p w:rsidR="00557788" w:rsidRDefault="00557788" w:rsidP="00557788">
      <w:r>
        <w:t>236.3336</w:t>
      </w:r>
      <w:r>
        <w:tab/>
        <w:t>4.082e0</w:t>
      </w:r>
    </w:p>
    <w:p w:rsidR="00557788" w:rsidRDefault="00557788" w:rsidP="00557788">
      <w:r>
        <w:t>236.3378</w:t>
      </w:r>
      <w:r>
        <w:tab/>
        <w:t>2.025e0</w:t>
      </w:r>
    </w:p>
    <w:p w:rsidR="00557788" w:rsidRDefault="00557788" w:rsidP="00557788">
      <w:r>
        <w:t>236.3443</w:t>
      </w:r>
      <w:r>
        <w:tab/>
        <w:t>3.038e0</w:t>
      </w:r>
    </w:p>
    <w:p w:rsidR="00557788" w:rsidRDefault="00557788" w:rsidP="00557788">
      <w:r>
        <w:lastRenderedPageBreak/>
        <w:t>236.3575</w:t>
      </w:r>
      <w:r>
        <w:tab/>
        <w:t>2.121e0</w:t>
      </w:r>
    </w:p>
    <w:p w:rsidR="00557788" w:rsidRDefault="00557788" w:rsidP="00557788">
      <w:r>
        <w:t>236.3616</w:t>
      </w:r>
      <w:r>
        <w:tab/>
        <w:t>1.013e0</w:t>
      </w:r>
    </w:p>
    <w:p w:rsidR="00557788" w:rsidRDefault="00557788" w:rsidP="00557788">
      <w:r>
        <w:t>236.3823</w:t>
      </w:r>
      <w:r>
        <w:tab/>
        <w:t>2.025e0</w:t>
      </w:r>
    </w:p>
    <w:p w:rsidR="00557788" w:rsidRDefault="00557788" w:rsidP="00557788">
      <w:r>
        <w:t>236.3928</w:t>
      </w:r>
      <w:r>
        <w:tab/>
        <w:t>2.025e0</w:t>
      </w:r>
    </w:p>
    <w:p w:rsidR="00557788" w:rsidRDefault="00557788" w:rsidP="00557788">
      <w:r>
        <w:t>236.3948</w:t>
      </w:r>
      <w:r>
        <w:tab/>
        <w:t>1.266e-2</w:t>
      </w:r>
    </w:p>
    <w:p w:rsidR="00557788" w:rsidRDefault="00557788" w:rsidP="00557788">
      <w:r>
        <w:t>236.4026</w:t>
      </w:r>
      <w:r>
        <w:tab/>
        <w:t>1.013e0</w:t>
      </w:r>
    </w:p>
    <w:p w:rsidR="00557788" w:rsidRDefault="00557788" w:rsidP="00557788">
      <w:r>
        <w:t>236.4088</w:t>
      </w:r>
      <w:r>
        <w:tab/>
        <w:t>5.063e0</w:t>
      </w:r>
    </w:p>
    <w:p w:rsidR="00557788" w:rsidRDefault="00557788" w:rsidP="00557788">
      <w:r>
        <w:t>236.4281</w:t>
      </w:r>
      <w:r>
        <w:tab/>
        <w:t>1.013e0</w:t>
      </w:r>
    </w:p>
    <w:p w:rsidR="00557788" w:rsidRDefault="00557788" w:rsidP="00557788">
      <w:r>
        <w:t>236.4323</w:t>
      </w:r>
      <w:r>
        <w:tab/>
        <w:t>3.063e0</w:t>
      </w:r>
    </w:p>
    <w:p w:rsidR="00557788" w:rsidRDefault="00557788" w:rsidP="00557788">
      <w:r>
        <w:t>236.4401</w:t>
      </w:r>
      <w:r>
        <w:tab/>
        <w:t>3.038e0</w:t>
      </w:r>
    </w:p>
    <w:p w:rsidR="00557788" w:rsidRDefault="00557788" w:rsidP="00557788">
      <w:r>
        <w:t>236.4439</w:t>
      </w:r>
      <w:r>
        <w:tab/>
        <w:t>1.013e0</w:t>
      </w:r>
    </w:p>
    <w:p w:rsidR="00557788" w:rsidRDefault="00557788" w:rsidP="00557788">
      <w:r>
        <w:t>236.4459</w:t>
      </w:r>
      <w:r>
        <w:tab/>
        <w:t>2.025e0</w:t>
      </w:r>
    </w:p>
    <w:p w:rsidR="00557788" w:rsidRDefault="00557788" w:rsidP="00557788">
      <w:r>
        <w:t>236.4585</w:t>
      </w:r>
      <w:r>
        <w:tab/>
        <w:t>3.038e0</w:t>
      </w:r>
    </w:p>
    <w:p w:rsidR="00557788" w:rsidRDefault="00557788" w:rsidP="00557788">
      <w:r>
        <w:t>236.4679</w:t>
      </w:r>
      <w:r>
        <w:tab/>
        <w:t>1.025e0</w:t>
      </w:r>
    </w:p>
    <w:p w:rsidR="00557788" w:rsidRDefault="00557788" w:rsidP="00557788">
      <w:r>
        <w:t>236.4724</w:t>
      </w:r>
      <w:r>
        <w:tab/>
        <w:t>1.013e0</w:t>
      </w:r>
    </w:p>
    <w:p w:rsidR="00557788" w:rsidRDefault="00557788" w:rsidP="00557788">
      <w:r>
        <w:t>236.4765</w:t>
      </w:r>
      <w:r>
        <w:tab/>
        <w:t>2.637e-1</w:t>
      </w:r>
    </w:p>
    <w:p w:rsidR="00557788" w:rsidRDefault="00557788" w:rsidP="00557788">
      <w:r>
        <w:t>236.4830</w:t>
      </w:r>
      <w:r>
        <w:tab/>
        <w:t>2.025e0</w:t>
      </w:r>
    </w:p>
    <w:p w:rsidR="00557788" w:rsidRDefault="00557788" w:rsidP="00557788">
      <w:r>
        <w:t>236.4912</w:t>
      </w:r>
      <w:r>
        <w:tab/>
        <w:t>2.532e-2</w:t>
      </w:r>
    </w:p>
    <w:p w:rsidR="00557788" w:rsidRDefault="00557788" w:rsidP="00557788">
      <w:r>
        <w:t>236.4951</w:t>
      </w:r>
      <w:r>
        <w:tab/>
        <w:t>2.025e0</w:t>
      </w:r>
    </w:p>
    <w:p w:rsidR="00557788" w:rsidRDefault="00557788" w:rsidP="00557788">
      <w:r>
        <w:lastRenderedPageBreak/>
        <w:t>236.5040</w:t>
      </w:r>
      <w:r>
        <w:tab/>
        <w:t>3.038e0</w:t>
      </w:r>
    </w:p>
    <w:p w:rsidR="00557788" w:rsidRDefault="00557788" w:rsidP="00557788">
      <w:r>
        <w:t>236.5051</w:t>
      </w:r>
      <w:r>
        <w:tab/>
        <w:t>3.063e0</w:t>
      </w:r>
    </w:p>
    <w:p w:rsidR="00557788" w:rsidRDefault="00557788" w:rsidP="00557788">
      <w:r>
        <w:t>236.5183</w:t>
      </w:r>
      <w:r>
        <w:tab/>
        <w:t>2.025e0</w:t>
      </w:r>
    </w:p>
    <w:p w:rsidR="00557788" w:rsidRDefault="00557788" w:rsidP="00557788">
      <w:r>
        <w:t>236.5385</w:t>
      </w:r>
      <w:r>
        <w:tab/>
        <w:t>1.266e-2</w:t>
      </w:r>
    </w:p>
    <w:p w:rsidR="00557788" w:rsidRDefault="00557788" w:rsidP="00557788">
      <w:r>
        <w:t>236.5405</w:t>
      </w:r>
      <w:r>
        <w:tab/>
        <w:t>2.532e-2</w:t>
      </w:r>
    </w:p>
    <w:p w:rsidR="00557788" w:rsidRDefault="00557788" w:rsidP="00557788">
      <w:r>
        <w:t>236.5580</w:t>
      </w:r>
      <w:r>
        <w:tab/>
        <w:t>1.266e-2</w:t>
      </w:r>
    </w:p>
    <w:p w:rsidR="00557788" w:rsidRDefault="00557788" w:rsidP="00557788">
      <w:r>
        <w:t>236.5744</w:t>
      </w:r>
      <w:r>
        <w:tab/>
        <w:t>1.013e0</w:t>
      </w:r>
    </w:p>
    <w:p w:rsidR="00557788" w:rsidRDefault="00557788" w:rsidP="00557788">
      <w:r>
        <w:t>236.5766</w:t>
      </w:r>
      <w:r>
        <w:tab/>
        <w:t>2.025e0</w:t>
      </w:r>
    </w:p>
    <w:p w:rsidR="00557788" w:rsidRDefault="00557788" w:rsidP="00557788">
      <w:r>
        <w:t>236.5788</w:t>
      </w:r>
      <w:r>
        <w:tab/>
        <w:t>1.013e0</w:t>
      </w:r>
    </w:p>
    <w:p w:rsidR="00557788" w:rsidRDefault="00557788" w:rsidP="00557788">
      <w:r>
        <w:t>236.6013</w:t>
      </w:r>
      <w:r>
        <w:tab/>
        <w:t>2.025e0</w:t>
      </w:r>
    </w:p>
    <w:p w:rsidR="00557788" w:rsidRDefault="00557788" w:rsidP="00557788">
      <w:r>
        <w:t>236.6032</w:t>
      </w:r>
      <w:r>
        <w:tab/>
        <w:t>1.266e-2</w:t>
      </w:r>
    </w:p>
    <w:p w:rsidR="00557788" w:rsidRDefault="00557788" w:rsidP="00557788">
      <w:r>
        <w:t>236.6072</w:t>
      </w:r>
      <w:r>
        <w:tab/>
        <w:t>4.051e0</w:t>
      </w:r>
    </w:p>
    <w:p w:rsidR="00557788" w:rsidRDefault="00557788" w:rsidP="00557788">
      <w:r>
        <w:t>236.6149</w:t>
      </w:r>
      <w:r>
        <w:tab/>
        <w:t>1.266e-2</w:t>
      </w:r>
    </w:p>
    <w:p w:rsidR="00557788" w:rsidRDefault="00557788" w:rsidP="00557788">
      <w:r>
        <w:t>236.6227</w:t>
      </w:r>
      <w:r>
        <w:tab/>
        <w:t>2.475e0</w:t>
      </w:r>
    </w:p>
    <w:p w:rsidR="00557788" w:rsidRDefault="00557788" w:rsidP="00557788">
      <w:r>
        <w:t>236.6320</w:t>
      </w:r>
      <w:r>
        <w:tab/>
        <w:t>3.038e0</w:t>
      </w:r>
    </w:p>
    <w:p w:rsidR="00557788" w:rsidRDefault="00557788" w:rsidP="00557788">
      <w:r>
        <w:t>236.6432</w:t>
      </w:r>
      <w:r>
        <w:tab/>
        <w:t>3.798e-2</w:t>
      </w:r>
    </w:p>
    <w:p w:rsidR="00557788" w:rsidRDefault="00557788" w:rsidP="00557788">
      <w:r>
        <w:t>236.6603</w:t>
      </w:r>
      <w:r>
        <w:tab/>
        <w:t>4.051e0</w:t>
      </w:r>
    </w:p>
    <w:p w:rsidR="00557788" w:rsidRDefault="00557788" w:rsidP="00557788">
      <w:r>
        <w:t>236.6680</w:t>
      </w:r>
      <w:r>
        <w:tab/>
        <w:t>1.266e-2</w:t>
      </w:r>
    </w:p>
    <w:p w:rsidR="00557788" w:rsidRDefault="00557788" w:rsidP="00557788">
      <w:r>
        <w:t>236.6702</w:t>
      </w:r>
      <w:r>
        <w:tab/>
        <w:t>3.038e0</w:t>
      </w:r>
    </w:p>
    <w:p w:rsidR="00557788" w:rsidRDefault="00557788" w:rsidP="00557788">
      <w:r>
        <w:lastRenderedPageBreak/>
        <w:t>236.6915</w:t>
      </w:r>
      <w:r>
        <w:tab/>
        <w:t>2.532e-2</w:t>
      </w:r>
    </w:p>
    <w:p w:rsidR="00557788" w:rsidRDefault="00557788" w:rsidP="00557788">
      <w:r>
        <w:t>236.6975</w:t>
      </w:r>
      <w:r>
        <w:tab/>
        <w:t>5.063e-2</w:t>
      </w:r>
    </w:p>
    <w:p w:rsidR="00557788" w:rsidRDefault="00557788" w:rsidP="00557788">
      <w:r>
        <w:t>236.7172</w:t>
      </w:r>
      <w:r>
        <w:tab/>
        <w:t>1.013e0</w:t>
      </w:r>
    </w:p>
    <w:p w:rsidR="00557788" w:rsidRDefault="00557788" w:rsidP="00557788">
      <w:r>
        <w:t>236.7228</w:t>
      </w:r>
      <w:r>
        <w:tab/>
        <w:t>6.076e0</w:t>
      </w:r>
    </w:p>
    <w:p w:rsidR="00557788" w:rsidRDefault="00557788" w:rsidP="00557788">
      <w:r>
        <w:t>236.7258</w:t>
      </w:r>
      <w:r>
        <w:tab/>
        <w:t>1.163e0</w:t>
      </w:r>
    </w:p>
    <w:p w:rsidR="00557788" w:rsidRDefault="00557788" w:rsidP="00557788">
      <w:r>
        <w:t>236.7277</w:t>
      </w:r>
      <w:r>
        <w:tab/>
        <w:t>2.025e0</w:t>
      </w:r>
    </w:p>
    <w:p w:rsidR="00557788" w:rsidRDefault="00557788" w:rsidP="00557788">
      <w:r>
        <w:t>236.7606</w:t>
      </w:r>
      <w:r>
        <w:tab/>
        <w:t>4.051e0</w:t>
      </w:r>
    </w:p>
    <w:p w:rsidR="00557788" w:rsidRDefault="00557788" w:rsidP="00557788">
      <w:r>
        <w:t>236.7626</w:t>
      </w:r>
      <w:r>
        <w:tab/>
        <w:t>1.013e0</w:t>
      </w:r>
    </w:p>
    <w:p w:rsidR="00557788" w:rsidRDefault="00557788" w:rsidP="00557788">
      <w:r>
        <w:t>236.7780</w:t>
      </w:r>
      <w:r>
        <w:tab/>
        <w:t>3.051e0</w:t>
      </w:r>
    </w:p>
    <w:p w:rsidR="00557788" w:rsidRDefault="00557788" w:rsidP="00557788">
      <w:r>
        <w:t>236.7832</w:t>
      </w:r>
      <w:r>
        <w:tab/>
        <w:t>5.063e-2</w:t>
      </w:r>
    </w:p>
    <w:p w:rsidR="00557788" w:rsidRDefault="00557788" w:rsidP="00557788">
      <w:r>
        <w:t>236.8078</w:t>
      </w:r>
      <w:r>
        <w:tab/>
        <w:t>3.038e0</w:t>
      </w:r>
    </w:p>
    <w:p w:rsidR="00557788" w:rsidRDefault="00557788" w:rsidP="00557788">
      <w:r>
        <w:t>236.8180</w:t>
      </w:r>
      <w:r>
        <w:tab/>
        <w:t>6.076e0</w:t>
      </w:r>
    </w:p>
    <w:p w:rsidR="00557788" w:rsidRDefault="00557788" w:rsidP="00557788">
      <w:r>
        <w:t>236.8256</w:t>
      </w:r>
      <w:r>
        <w:tab/>
        <w:t>2.532e-2</w:t>
      </w:r>
    </w:p>
    <w:p w:rsidR="00557788" w:rsidRDefault="00557788" w:rsidP="00557788">
      <w:r>
        <w:t>236.8299</w:t>
      </w:r>
      <w:r>
        <w:tab/>
        <w:t>2.025e0</w:t>
      </w:r>
    </w:p>
    <w:p w:rsidR="00557788" w:rsidRDefault="00557788" w:rsidP="00557788">
      <w:r>
        <w:t>236.8426</w:t>
      </w:r>
      <w:r>
        <w:tab/>
        <w:t>2.025e0</w:t>
      </w:r>
    </w:p>
    <w:p w:rsidR="00557788" w:rsidRDefault="00557788" w:rsidP="00557788">
      <w:r>
        <w:t>236.8531</w:t>
      </w:r>
      <w:r>
        <w:tab/>
        <w:t>1.025e0</w:t>
      </w:r>
    </w:p>
    <w:p w:rsidR="00557788" w:rsidRDefault="00557788" w:rsidP="00557788">
      <w:r>
        <w:t>236.8551</w:t>
      </w:r>
      <w:r>
        <w:tab/>
        <w:t>2.025e0</w:t>
      </w:r>
    </w:p>
    <w:p w:rsidR="00557788" w:rsidRDefault="00557788" w:rsidP="00557788">
      <w:r>
        <w:t>236.8570</w:t>
      </w:r>
      <w:r>
        <w:tab/>
        <w:t>1.013e0</w:t>
      </w:r>
    </w:p>
    <w:p w:rsidR="00557788" w:rsidRDefault="00557788" w:rsidP="00557788">
      <w:r>
        <w:t>236.8850</w:t>
      </w:r>
      <w:r>
        <w:tab/>
        <w:t>1.025e0</w:t>
      </w:r>
    </w:p>
    <w:p w:rsidR="00557788" w:rsidRDefault="00557788" w:rsidP="00557788">
      <w:r>
        <w:lastRenderedPageBreak/>
        <w:t>236.9024</w:t>
      </w:r>
      <w:r>
        <w:tab/>
        <w:t>1.013e0</w:t>
      </w:r>
    </w:p>
    <w:p w:rsidR="00557788" w:rsidRDefault="00557788" w:rsidP="00557788">
      <w:r>
        <w:t>236.9184</w:t>
      </w:r>
      <w:r>
        <w:tab/>
        <w:t>6.076e0</w:t>
      </w:r>
    </w:p>
    <w:p w:rsidR="00557788" w:rsidRDefault="00557788" w:rsidP="00557788">
      <w:r>
        <w:t>236.9334</w:t>
      </w:r>
      <w:r>
        <w:tab/>
        <w:t>2.038e0</w:t>
      </w:r>
    </w:p>
    <w:p w:rsidR="00557788" w:rsidRDefault="00557788" w:rsidP="00557788">
      <w:r>
        <w:t>236.9413</w:t>
      </w:r>
      <w:r>
        <w:tab/>
        <w:t>3.038e0</w:t>
      </w:r>
    </w:p>
    <w:p w:rsidR="00557788" w:rsidRDefault="00557788" w:rsidP="00557788">
      <w:r>
        <w:t>236.9443</w:t>
      </w:r>
      <w:r>
        <w:tab/>
        <w:t>2.025e0</w:t>
      </w:r>
    </w:p>
    <w:p w:rsidR="00557788" w:rsidRDefault="00557788" w:rsidP="00557788">
      <w:r>
        <w:t>236.9519</w:t>
      </w:r>
      <w:r>
        <w:tab/>
        <w:t>5.063e0</w:t>
      </w:r>
    </w:p>
    <w:p w:rsidR="00557788" w:rsidRDefault="00557788" w:rsidP="00557788">
      <w:r>
        <w:t>236.9555</w:t>
      </w:r>
      <w:r>
        <w:tab/>
        <w:t>1.010e0</w:t>
      </w:r>
    </w:p>
    <w:p w:rsidR="00557788" w:rsidRDefault="00557788" w:rsidP="00557788">
      <w:r>
        <w:t>236.9711</w:t>
      </w:r>
      <w:r>
        <w:tab/>
        <w:t>2.025e0</w:t>
      </w:r>
    </w:p>
    <w:p w:rsidR="00557788" w:rsidRDefault="00557788" w:rsidP="00557788">
      <w:r>
        <w:t>236.9772</w:t>
      </w:r>
      <w:r>
        <w:tab/>
        <w:t>3.739e0</w:t>
      </w:r>
    </w:p>
    <w:p w:rsidR="00557788" w:rsidRDefault="00557788" w:rsidP="00557788">
      <w:r>
        <w:t>237.0618</w:t>
      </w:r>
      <w:r>
        <w:tab/>
        <w:t>2.025e0</w:t>
      </w:r>
    </w:p>
    <w:p w:rsidR="00557788" w:rsidRDefault="00557788" w:rsidP="00557788">
      <w:r>
        <w:t>237.0656</w:t>
      </w:r>
      <w:r>
        <w:tab/>
        <w:t>2.025e0</w:t>
      </w:r>
    </w:p>
    <w:p w:rsidR="00557788" w:rsidRDefault="00557788" w:rsidP="00557788">
      <w:r>
        <w:t>237.0802</w:t>
      </w:r>
      <w:r>
        <w:tab/>
        <w:t>2.826e0</w:t>
      </w:r>
    </w:p>
    <w:p w:rsidR="00557788" w:rsidRDefault="00557788" w:rsidP="00557788">
      <w:r>
        <w:t>237.0924</w:t>
      </w:r>
      <w:r>
        <w:tab/>
        <w:t>5.469e0</w:t>
      </w:r>
    </w:p>
    <w:p w:rsidR="00557788" w:rsidRDefault="00557788" w:rsidP="00557788">
      <w:r>
        <w:t>237.0988</w:t>
      </w:r>
      <w:r>
        <w:tab/>
        <w:t>4.633e-1</w:t>
      </w:r>
    </w:p>
    <w:p w:rsidR="00557788" w:rsidRDefault="00557788" w:rsidP="00557788">
      <w:r>
        <w:t>237.1035</w:t>
      </w:r>
      <w:r>
        <w:tab/>
        <w:t>1.195e0</w:t>
      </w:r>
    </w:p>
    <w:p w:rsidR="00557788" w:rsidRDefault="00557788" w:rsidP="00557788">
      <w:r>
        <w:t>237.1196</w:t>
      </w:r>
      <w:r>
        <w:tab/>
        <w:t>9.902e0</w:t>
      </w:r>
    </w:p>
    <w:p w:rsidR="00557788" w:rsidRDefault="00557788" w:rsidP="00557788">
      <w:r>
        <w:t>237.1210</w:t>
      </w:r>
      <w:r>
        <w:tab/>
        <w:t>3.038e0</w:t>
      </w:r>
    </w:p>
    <w:p w:rsidR="00557788" w:rsidRDefault="00557788" w:rsidP="00557788">
      <w:r>
        <w:t>237.1344</w:t>
      </w:r>
      <w:r>
        <w:tab/>
        <w:t>4.805e0</w:t>
      </w:r>
    </w:p>
    <w:p w:rsidR="00557788" w:rsidRDefault="00557788" w:rsidP="00557788">
      <w:r>
        <w:t>237.1420</w:t>
      </w:r>
      <w:r>
        <w:tab/>
        <w:t>2.144e0</w:t>
      </w:r>
    </w:p>
    <w:p w:rsidR="00557788" w:rsidRDefault="00557788" w:rsidP="00557788">
      <w:r>
        <w:lastRenderedPageBreak/>
        <w:t>237.1706</w:t>
      </w:r>
      <w:r>
        <w:tab/>
        <w:t>1.318e0</w:t>
      </w:r>
    </w:p>
    <w:p w:rsidR="00557788" w:rsidRDefault="00557788" w:rsidP="00557788">
      <w:r>
        <w:t>237.1733</w:t>
      </w:r>
      <w:r>
        <w:tab/>
        <w:t>1.535e0</w:t>
      </w:r>
    </w:p>
    <w:p w:rsidR="00557788" w:rsidRDefault="00557788" w:rsidP="00557788">
      <w:r>
        <w:t>237.1759</w:t>
      </w:r>
      <w:r>
        <w:tab/>
        <w:t>1.013e0</w:t>
      </w:r>
    </w:p>
    <w:p w:rsidR="00557788" w:rsidRDefault="00557788" w:rsidP="00557788">
      <w:r>
        <w:t>237.1772</w:t>
      </w:r>
      <w:r>
        <w:tab/>
        <w:t>1.519e0</w:t>
      </w:r>
    </w:p>
    <w:p w:rsidR="00557788" w:rsidRDefault="00557788" w:rsidP="00557788">
      <w:r>
        <w:t>237.1905</w:t>
      </w:r>
      <w:r>
        <w:tab/>
        <w:t>3.289e0</w:t>
      </w:r>
    </w:p>
    <w:p w:rsidR="00557788" w:rsidRDefault="00557788" w:rsidP="00557788">
      <w:r>
        <w:t>237.2153</w:t>
      </w:r>
      <w:r>
        <w:tab/>
        <w:t>4.051e0</w:t>
      </w:r>
    </w:p>
    <w:p w:rsidR="00557788" w:rsidRDefault="00557788" w:rsidP="00557788">
      <w:r>
        <w:t>237.2250</w:t>
      </w:r>
      <w:r>
        <w:tab/>
        <w:t>1.013e0</w:t>
      </w:r>
    </w:p>
    <w:p w:rsidR="00557788" w:rsidRDefault="00557788" w:rsidP="00557788">
      <w:r>
        <w:t>237.2289</w:t>
      </w:r>
      <w:r>
        <w:tab/>
        <w:t>2.025e0</w:t>
      </w:r>
    </w:p>
    <w:p w:rsidR="00557788" w:rsidRDefault="00557788" w:rsidP="00557788">
      <w:r>
        <w:t>237.2309</w:t>
      </w:r>
      <w:r>
        <w:tab/>
        <w:t>2.025e0</w:t>
      </w:r>
    </w:p>
    <w:p w:rsidR="00557788" w:rsidRDefault="00557788" w:rsidP="00557788">
      <w:r>
        <w:t>237.2329</w:t>
      </w:r>
      <w:r>
        <w:tab/>
        <w:t>2.025e0</w:t>
      </w:r>
    </w:p>
    <w:p w:rsidR="00557788" w:rsidRDefault="00557788" w:rsidP="00557788">
      <w:r>
        <w:t>237.2485</w:t>
      </w:r>
      <w:r>
        <w:tab/>
        <w:t>3.038e0</w:t>
      </w:r>
    </w:p>
    <w:p w:rsidR="00557788" w:rsidRDefault="00557788" w:rsidP="00557788">
      <w:r>
        <w:t>237.2523</w:t>
      </w:r>
      <w:r>
        <w:tab/>
        <w:t>1.270e0</w:t>
      </w:r>
    </w:p>
    <w:p w:rsidR="00557788" w:rsidRDefault="00557788" w:rsidP="00557788">
      <w:r>
        <w:t>237.2552</w:t>
      </w:r>
      <w:r>
        <w:tab/>
        <w:t>2.025e0</w:t>
      </w:r>
    </w:p>
    <w:p w:rsidR="00557788" w:rsidRDefault="00557788" w:rsidP="00557788">
      <w:r>
        <w:t>237.2627</w:t>
      </w:r>
      <w:r>
        <w:tab/>
        <w:t>2.025e0</w:t>
      </w:r>
    </w:p>
    <w:p w:rsidR="00557788" w:rsidRDefault="00557788" w:rsidP="00557788">
      <w:r>
        <w:t>237.2665</w:t>
      </w:r>
      <w:r>
        <w:tab/>
        <w:t>1.266e-2</w:t>
      </w:r>
    </w:p>
    <w:p w:rsidR="00557788" w:rsidRDefault="00557788" w:rsidP="00557788">
      <w:r>
        <w:t>237.2703</w:t>
      </w:r>
      <w:r>
        <w:tab/>
        <w:t>1.013e0</w:t>
      </w:r>
    </w:p>
    <w:p w:rsidR="00557788" w:rsidRDefault="00557788" w:rsidP="00557788">
      <w:r>
        <w:t>237.2762</w:t>
      </w:r>
      <w:r>
        <w:tab/>
        <w:t>1.038e0</w:t>
      </w:r>
    </w:p>
    <w:p w:rsidR="00557788" w:rsidRDefault="00557788" w:rsidP="00557788">
      <w:r>
        <w:t>237.2899</w:t>
      </w:r>
      <w:r>
        <w:tab/>
        <w:t>2.038e0</w:t>
      </w:r>
    </w:p>
    <w:p w:rsidR="00557788" w:rsidRDefault="00557788" w:rsidP="00557788">
      <w:r>
        <w:t>237.3071</w:t>
      </w:r>
      <w:r>
        <w:tab/>
        <w:t>3.038e0</w:t>
      </w:r>
    </w:p>
    <w:p w:rsidR="00557788" w:rsidRDefault="00557788" w:rsidP="00557788">
      <w:r>
        <w:lastRenderedPageBreak/>
        <w:t>237.3196</w:t>
      </w:r>
      <w:r>
        <w:tab/>
        <w:t>2.025e0</w:t>
      </w:r>
    </w:p>
    <w:p w:rsidR="00557788" w:rsidRDefault="00557788" w:rsidP="00557788">
      <w:r>
        <w:t>237.3255</w:t>
      </w:r>
      <w:r>
        <w:tab/>
        <w:t>2.025e0</w:t>
      </w:r>
    </w:p>
    <w:p w:rsidR="00557788" w:rsidRDefault="00557788" w:rsidP="00557788">
      <w:r>
        <w:t>237.3430</w:t>
      </w:r>
      <w:r>
        <w:tab/>
        <w:t>1.266e-2</w:t>
      </w:r>
    </w:p>
    <w:p w:rsidR="00557788" w:rsidRDefault="00557788" w:rsidP="00557788">
      <w:r>
        <w:t>237.3554</w:t>
      </w:r>
      <w:r>
        <w:tab/>
        <w:t>6.076e0</w:t>
      </w:r>
    </w:p>
    <w:p w:rsidR="00557788" w:rsidRDefault="00557788" w:rsidP="00557788">
      <w:r>
        <w:t>237.3570</w:t>
      </w:r>
      <w:r>
        <w:tab/>
        <w:t>2.051e0</w:t>
      </w:r>
    </w:p>
    <w:p w:rsidR="00557788" w:rsidRDefault="00557788" w:rsidP="00557788">
      <w:r>
        <w:t>237.3645</w:t>
      </w:r>
      <w:r>
        <w:tab/>
        <w:t>5.063e0</w:t>
      </w:r>
    </w:p>
    <w:p w:rsidR="00557788" w:rsidRDefault="00557788" w:rsidP="00557788">
      <w:r>
        <w:t>237.3716</w:t>
      </w:r>
      <w:r>
        <w:tab/>
        <w:t>3.038e0</w:t>
      </w:r>
    </w:p>
    <w:p w:rsidR="00557788" w:rsidRDefault="00557788" w:rsidP="00557788">
      <w:r>
        <w:t>237.3766</w:t>
      </w:r>
      <w:r>
        <w:tab/>
        <w:t>2.025e0</w:t>
      </w:r>
    </w:p>
    <w:p w:rsidR="00557788" w:rsidRDefault="00557788" w:rsidP="00557788">
      <w:r>
        <w:t>237.3825</w:t>
      </w:r>
      <w:r>
        <w:tab/>
        <w:t>2.025e0</w:t>
      </w:r>
    </w:p>
    <w:p w:rsidR="00557788" w:rsidRDefault="00557788" w:rsidP="00557788">
      <w:r>
        <w:t>237.3884</w:t>
      </w:r>
      <w:r>
        <w:tab/>
        <w:t>2.025e0</w:t>
      </w:r>
    </w:p>
    <w:p w:rsidR="00557788" w:rsidRDefault="00557788" w:rsidP="00557788">
      <w:r>
        <w:t>237.4005</w:t>
      </w:r>
      <w:r>
        <w:tab/>
        <w:t>2.025e0</w:t>
      </w:r>
    </w:p>
    <w:p w:rsidR="00557788" w:rsidRDefault="00557788" w:rsidP="00557788">
      <w:r>
        <w:t>237.4035</w:t>
      </w:r>
      <w:r>
        <w:tab/>
        <w:t>3.038e0</w:t>
      </w:r>
    </w:p>
    <w:p w:rsidR="00557788" w:rsidRDefault="00557788" w:rsidP="00557788">
      <w:r>
        <w:t>237.4139</w:t>
      </w:r>
      <w:r>
        <w:tab/>
        <w:t>1.025e0</w:t>
      </w:r>
    </w:p>
    <w:p w:rsidR="00557788" w:rsidRDefault="00557788" w:rsidP="00557788">
      <w:r>
        <w:t>237.4220</w:t>
      </w:r>
      <w:r>
        <w:tab/>
        <w:t>2.038e0</w:t>
      </w:r>
    </w:p>
    <w:p w:rsidR="00557788" w:rsidRDefault="00557788" w:rsidP="00557788">
      <w:r>
        <w:t>237.4318</w:t>
      </w:r>
      <w:r>
        <w:tab/>
        <w:t>2.025e0</w:t>
      </w:r>
    </w:p>
    <w:p w:rsidR="00557788" w:rsidRDefault="00557788" w:rsidP="00557788">
      <w:r>
        <w:t>237.4345</w:t>
      </w:r>
      <w:r>
        <w:tab/>
        <w:t>3.038e0</w:t>
      </w:r>
    </w:p>
    <w:p w:rsidR="00557788" w:rsidRDefault="00557788" w:rsidP="00557788">
      <w:r>
        <w:t>237.4379</w:t>
      </w:r>
      <w:r>
        <w:tab/>
        <w:t>1.927e0</w:t>
      </w:r>
    </w:p>
    <w:p w:rsidR="00557788" w:rsidRDefault="00557788" w:rsidP="00557788">
      <w:r>
        <w:t>237.4495</w:t>
      </w:r>
      <w:r>
        <w:tab/>
        <w:t>1.013e0</w:t>
      </w:r>
    </w:p>
    <w:p w:rsidR="00557788" w:rsidRDefault="00557788" w:rsidP="00557788">
      <w:r>
        <w:t>237.4584</w:t>
      </w:r>
      <w:r>
        <w:tab/>
        <w:t>1.013e0</w:t>
      </w:r>
    </w:p>
    <w:p w:rsidR="00557788" w:rsidRDefault="00557788" w:rsidP="00557788">
      <w:r>
        <w:lastRenderedPageBreak/>
        <w:t>237.4621</w:t>
      </w:r>
      <w:r>
        <w:tab/>
        <w:t>3.038e0</w:t>
      </w:r>
    </w:p>
    <w:p w:rsidR="00557788" w:rsidRDefault="00557788" w:rsidP="00557788">
      <w:r>
        <w:t>237.4848</w:t>
      </w:r>
      <w:r>
        <w:tab/>
        <w:t>3.038e0</w:t>
      </w:r>
    </w:p>
    <w:p w:rsidR="00557788" w:rsidRDefault="00557788" w:rsidP="00557788">
      <w:r>
        <w:t>237.4926</w:t>
      </w:r>
      <w:r>
        <w:tab/>
        <w:t>2.532e-2</w:t>
      </w:r>
    </w:p>
    <w:p w:rsidR="00557788" w:rsidRDefault="00557788" w:rsidP="00557788">
      <w:r>
        <w:t>237.5190</w:t>
      </w:r>
      <w:r>
        <w:tab/>
        <w:t>2.025e0</w:t>
      </w:r>
    </w:p>
    <w:p w:rsidR="00557788" w:rsidRDefault="00557788" w:rsidP="00557788">
      <w:r>
        <w:t>237.5244</w:t>
      </w:r>
      <w:r>
        <w:tab/>
        <w:t>1.025e0</w:t>
      </w:r>
    </w:p>
    <w:p w:rsidR="00557788" w:rsidRDefault="00557788" w:rsidP="00557788">
      <w:r>
        <w:t>237.5303</w:t>
      </w:r>
      <w:r>
        <w:tab/>
        <w:t>2.025e0</w:t>
      </w:r>
    </w:p>
    <w:p w:rsidR="00557788" w:rsidRDefault="00557788" w:rsidP="00557788">
      <w:r>
        <w:t>237.5322</w:t>
      </w:r>
      <w:r>
        <w:tab/>
        <w:t>4.051e0</w:t>
      </w:r>
    </w:p>
    <w:p w:rsidR="00557788" w:rsidRDefault="00557788" w:rsidP="00557788">
      <w:r>
        <w:t>237.5401</w:t>
      </w:r>
      <w:r>
        <w:tab/>
        <w:t>2.532e-2</w:t>
      </w:r>
    </w:p>
    <w:p w:rsidR="00557788" w:rsidRDefault="00557788" w:rsidP="00557788">
      <w:r>
        <w:t>237.5563</w:t>
      </w:r>
      <w:r>
        <w:tab/>
        <w:t>1.025e0</w:t>
      </w:r>
    </w:p>
    <w:p w:rsidR="00557788" w:rsidRDefault="00557788" w:rsidP="00557788">
      <w:r>
        <w:t>237.5735</w:t>
      </w:r>
      <w:r>
        <w:tab/>
        <w:t>2.025e0</w:t>
      </w:r>
    </w:p>
    <w:p w:rsidR="00557788" w:rsidRDefault="00557788" w:rsidP="00557788">
      <w:r>
        <w:t>237.5791</w:t>
      </w:r>
      <w:r>
        <w:tab/>
        <w:t>4.051e0</w:t>
      </w:r>
    </w:p>
    <w:p w:rsidR="00557788" w:rsidRDefault="00557788" w:rsidP="00557788">
      <w:r>
        <w:t>237.5879</w:t>
      </w:r>
      <w:r>
        <w:tab/>
        <w:t>4.051e0</w:t>
      </w:r>
    </w:p>
    <w:p w:rsidR="00557788" w:rsidRDefault="00557788" w:rsidP="00557788">
      <w:r>
        <w:t>237.5939</w:t>
      </w:r>
      <w:r>
        <w:tab/>
        <w:t>6.089e0</w:t>
      </w:r>
    </w:p>
    <w:p w:rsidR="00557788" w:rsidRDefault="00557788" w:rsidP="00557788">
      <w:r>
        <w:t>237.5971</w:t>
      </w:r>
      <w:r>
        <w:tab/>
        <w:t>1.013e0</w:t>
      </w:r>
    </w:p>
    <w:p w:rsidR="00557788" w:rsidRDefault="00557788" w:rsidP="00557788">
      <w:r>
        <w:t>237.6025</w:t>
      </w:r>
      <w:r>
        <w:tab/>
        <w:t>2.025e0</w:t>
      </w:r>
    </w:p>
    <w:p w:rsidR="00557788" w:rsidRDefault="00557788" w:rsidP="00557788">
      <w:r>
        <w:t>237.6077</w:t>
      </w:r>
      <w:r>
        <w:tab/>
        <w:t>2.025e0</w:t>
      </w:r>
    </w:p>
    <w:p w:rsidR="00557788" w:rsidRDefault="00557788" w:rsidP="00557788">
      <w:r>
        <w:t>237.6161</w:t>
      </w:r>
      <w:r>
        <w:tab/>
        <w:t>2.025e0</w:t>
      </w:r>
    </w:p>
    <w:p w:rsidR="00557788" w:rsidRDefault="00557788" w:rsidP="00557788">
      <w:r>
        <w:t>237.6346</w:t>
      </w:r>
      <w:r>
        <w:tab/>
        <w:t>2.038e0</w:t>
      </w:r>
    </w:p>
    <w:p w:rsidR="00557788" w:rsidRDefault="00557788" w:rsidP="00557788">
      <w:r>
        <w:t>237.6525</w:t>
      </w:r>
      <w:r>
        <w:tab/>
        <w:t>2.025e0</w:t>
      </w:r>
    </w:p>
    <w:p w:rsidR="00557788" w:rsidRDefault="00557788" w:rsidP="00557788">
      <w:r>
        <w:lastRenderedPageBreak/>
        <w:t>237.6542</w:t>
      </w:r>
      <w:r>
        <w:tab/>
        <w:t>1.013e0</w:t>
      </w:r>
    </w:p>
    <w:p w:rsidR="00557788" w:rsidRDefault="00557788" w:rsidP="00557788">
      <w:r>
        <w:t>237.6590</w:t>
      </w:r>
      <w:r>
        <w:tab/>
        <w:t>3.038e0</w:t>
      </w:r>
    </w:p>
    <w:p w:rsidR="00557788" w:rsidRDefault="00557788" w:rsidP="00557788">
      <w:r>
        <w:t>237.6760</w:t>
      </w:r>
      <w:r>
        <w:tab/>
        <w:t>2.038e0</w:t>
      </w:r>
    </w:p>
    <w:p w:rsidR="00557788" w:rsidRDefault="00557788" w:rsidP="00557788">
      <w:r>
        <w:t>237.6839</w:t>
      </w:r>
      <w:r>
        <w:tab/>
        <w:t>2.532e-2</w:t>
      </w:r>
    </w:p>
    <w:p w:rsidR="00557788" w:rsidRDefault="00557788" w:rsidP="00557788">
      <w:r>
        <w:t>237.6956</w:t>
      </w:r>
      <w:r>
        <w:tab/>
        <w:t>2.025e0</w:t>
      </w:r>
    </w:p>
    <w:p w:rsidR="00557788" w:rsidRDefault="00557788" w:rsidP="00557788">
      <w:r>
        <w:t>237.7016</w:t>
      </w:r>
      <w:r>
        <w:tab/>
        <w:t>2.025e0</w:t>
      </w:r>
    </w:p>
    <w:p w:rsidR="00557788" w:rsidRDefault="00557788" w:rsidP="00557788">
      <w:r>
        <w:t>237.7086</w:t>
      </w:r>
      <w:r>
        <w:tab/>
        <w:t>3.798e-2</w:t>
      </w:r>
    </w:p>
    <w:p w:rsidR="00557788" w:rsidRDefault="00557788" w:rsidP="00557788">
      <w:r>
        <w:t>237.7121</w:t>
      </w:r>
      <w:r>
        <w:tab/>
        <w:t>1.013e0</w:t>
      </w:r>
    </w:p>
    <w:p w:rsidR="00557788" w:rsidRDefault="00557788" w:rsidP="00557788">
      <w:r>
        <w:t>237.7255</w:t>
      </w:r>
      <w:r>
        <w:tab/>
        <w:t>1.013e0</w:t>
      </w:r>
    </w:p>
    <w:p w:rsidR="00557788" w:rsidRDefault="00557788" w:rsidP="00557788">
      <w:r>
        <w:t>237.7313</w:t>
      </w:r>
      <w:r>
        <w:tab/>
        <w:t>4.051e0</w:t>
      </w:r>
    </w:p>
    <w:p w:rsidR="00557788" w:rsidRDefault="00557788" w:rsidP="00557788">
      <w:r>
        <w:t>237.7352</w:t>
      </w:r>
      <w:r>
        <w:tab/>
        <w:t>3.038e0</w:t>
      </w:r>
    </w:p>
    <w:p w:rsidR="00557788" w:rsidRDefault="00557788" w:rsidP="00557788">
      <w:r>
        <w:t>237.7370</w:t>
      </w:r>
      <w:r>
        <w:tab/>
        <w:t>4.051e0</w:t>
      </w:r>
    </w:p>
    <w:p w:rsidR="00557788" w:rsidRDefault="00557788" w:rsidP="00557788">
      <w:r>
        <w:t>237.7611</w:t>
      </w:r>
      <w:r>
        <w:tab/>
        <w:t>1.266e-2</w:t>
      </w:r>
    </w:p>
    <w:p w:rsidR="00557788" w:rsidRDefault="00557788" w:rsidP="00557788">
      <w:r>
        <w:t>237.7622</w:t>
      </w:r>
      <w:r>
        <w:tab/>
        <w:t>2.025e0</w:t>
      </w:r>
    </w:p>
    <w:p w:rsidR="00557788" w:rsidRDefault="00557788" w:rsidP="00557788">
      <w:r>
        <w:t>237.7745</w:t>
      </w:r>
      <w:r>
        <w:tab/>
        <w:t>1.266e-2</w:t>
      </w:r>
    </w:p>
    <w:p w:rsidR="00557788" w:rsidRDefault="00557788" w:rsidP="00557788">
      <w:r>
        <w:t>237.7824</w:t>
      </w:r>
      <w:r>
        <w:tab/>
        <w:t>2.025e0</w:t>
      </w:r>
    </w:p>
    <w:p w:rsidR="00557788" w:rsidRDefault="00557788" w:rsidP="00557788">
      <w:r>
        <w:t>237.7883</w:t>
      </w:r>
      <w:r>
        <w:tab/>
        <w:t>3.063e0</w:t>
      </w:r>
    </w:p>
    <w:p w:rsidR="00557788" w:rsidRDefault="00557788" w:rsidP="00557788">
      <w:r>
        <w:t>237.7985</w:t>
      </w:r>
      <w:r>
        <w:tab/>
        <w:t>3.051e0</w:t>
      </w:r>
    </w:p>
    <w:p w:rsidR="00557788" w:rsidRDefault="00557788" w:rsidP="00557788">
      <w:r>
        <w:t>237.8030</w:t>
      </w:r>
      <w:r>
        <w:tab/>
        <w:t>4.051e0</w:t>
      </w:r>
    </w:p>
    <w:p w:rsidR="00557788" w:rsidRDefault="00557788" w:rsidP="00557788">
      <w:r>
        <w:lastRenderedPageBreak/>
        <w:t>237.8107</w:t>
      </w:r>
      <w:r>
        <w:tab/>
        <w:t>2.025e0</w:t>
      </w:r>
    </w:p>
    <w:p w:rsidR="00557788" w:rsidRDefault="00557788" w:rsidP="00557788">
      <w:r>
        <w:t>237.8210</w:t>
      </w:r>
      <w:r>
        <w:tab/>
        <w:t>2.532e-2</w:t>
      </w:r>
    </w:p>
    <w:p w:rsidR="00557788" w:rsidRDefault="00557788" w:rsidP="00557788">
      <w:r>
        <w:t>237.8262</w:t>
      </w:r>
      <w:r>
        <w:tab/>
        <w:t>2.025e0</w:t>
      </w:r>
    </w:p>
    <w:p w:rsidR="00557788" w:rsidRDefault="00557788" w:rsidP="00557788">
      <w:r>
        <w:t>237.8337</w:t>
      </w:r>
      <w:r>
        <w:tab/>
        <w:t>2.025e0</w:t>
      </w:r>
    </w:p>
    <w:p w:rsidR="00557788" w:rsidRDefault="00557788" w:rsidP="00557788">
      <w:r>
        <w:t>237.8356</w:t>
      </w:r>
      <w:r>
        <w:tab/>
        <w:t>1.013e0</w:t>
      </w:r>
    </w:p>
    <w:p w:rsidR="00557788" w:rsidRDefault="00557788" w:rsidP="00557788">
      <w:r>
        <w:t>237.8474</w:t>
      </w:r>
      <w:r>
        <w:tab/>
        <w:t>1.038e0</w:t>
      </w:r>
    </w:p>
    <w:p w:rsidR="00557788" w:rsidRDefault="00557788" w:rsidP="00557788">
      <w:r>
        <w:t>237.8551</w:t>
      </w:r>
      <w:r>
        <w:tab/>
        <w:t>2.025e0</w:t>
      </w:r>
    </w:p>
    <w:p w:rsidR="00557788" w:rsidRDefault="00557788" w:rsidP="00557788">
      <w:r>
        <w:t>237.8591</w:t>
      </w:r>
      <w:r>
        <w:tab/>
        <w:t>1.013e0</w:t>
      </w:r>
    </w:p>
    <w:p w:rsidR="00557788" w:rsidRDefault="00557788" w:rsidP="00557788">
      <w:r>
        <w:t>237.8680</w:t>
      </w:r>
      <w:r>
        <w:tab/>
        <w:t>3.797e-2</w:t>
      </w:r>
    </w:p>
    <w:p w:rsidR="00557788" w:rsidRDefault="00557788" w:rsidP="00557788">
      <w:r>
        <w:t>237.8764</w:t>
      </w:r>
      <w:r>
        <w:tab/>
        <w:t>2.025e0</w:t>
      </w:r>
    </w:p>
    <w:p w:rsidR="00557788" w:rsidRDefault="00557788" w:rsidP="00557788">
      <w:r>
        <w:t>237.8985</w:t>
      </w:r>
      <w:r>
        <w:tab/>
        <w:t>2.025e0</w:t>
      </w:r>
    </w:p>
    <w:p w:rsidR="00557788" w:rsidRDefault="00557788" w:rsidP="00557788">
      <w:r>
        <w:t>237.9082</w:t>
      </w:r>
      <w:r>
        <w:tab/>
        <w:t>1.266e-2</w:t>
      </w:r>
    </w:p>
    <w:p w:rsidR="00557788" w:rsidRDefault="00557788" w:rsidP="00557788">
      <w:r>
        <w:t>237.9151</w:t>
      </w:r>
      <w:r>
        <w:tab/>
        <w:t>2.025e0</w:t>
      </w:r>
    </w:p>
    <w:p w:rsidR="00557788" w:rsidRDefault="00557788" w:rsidP="00557788">
      <w:r>
        <w:t>237.9260</w:t>
      </w:r>
      <w:r>
        <w:tab/>
        <w:t>1.038e0</w:t>
      </w:r>
    </w:p>
    <w:p w:rsidR="00557788" w:rsidRDefault="00557788" w:rsidP="00557788">
      <w:r>
        <w:t>237.9380</w:t>
      </w:r>
      <w:r>
        <w:tab/>
        <w:t>2.038e0</w:t>
      </w:r>
    </w:p>
    <w:p w:rsidR="00557788" w:rsidRDefault="00557788" w:rsidP="00557788">
      <w:r>
        <w:t>237.9419</w:t>
      </w:r>
      <w:r>
        <w:tab/>
        <w:t>1.013e0</w:t>
      </w:r>
    </w:p>
    <w:p w:rsidR="00557788" w:rsidRDefault="00557788" w:rsidP="00557788">
      <w:r>
        <w:t>237.9638</w:t>
      </w:r>
      <w:r>
        <w:tab/>
        <w:t>3.038e0</w:t>
      </w:r>
    </w:p>
    <w:p w:rsidR="00557788" w:rsidRDefault="00557788" w:rsidP="00557788">
      <w:r>
        <w:t>237.9801</w:t>
      </w:r>
      <w:r>
        <w:tab/>
        <w:t>1.007e1</w:t>
      </w:r>
    </w:p>
    <w:p w:rsidR="00557788" w:rsidRDefault="00557788" w:rsidP="00557788">
      <w:r>
        <w:t>237.9912</w:t>
      </w:r>
      <w:r>
        <w:tab/>
        <w:t>3.038e0</w:t>
      </w:r>
    </w:p>
    <w:p w:rsidR="00557788" w:rsidRDefault="00557788" w:rsidP="00557788">
      <w:r>
        <w:lastRenderedPageBreak/>
        <w:t>237.9982</w:t>
      </w:r>
      <w:r>
        <w:tab/>
        <w:t>7.646e-1</w:t>
      </w:r>
    </w:p>
    <w:p w:rsidR="00557788" w:rsidRDefault="00557788" w:rsidP="00557788">
      <w:r>
        <w:t>238.0572</w:t>
      </w:r>
      <w:r>
        <w:tab/>
        <w:t>1.960e0</w:t>
      </w:r>
    </w:p>
    <w:p w:rsidR="00557788" w:rsidRDefault="00557788" w:rsidP="00557788">
      <w:r>
        <w:t>238.0647</w:t>
      </w:r>
      <w:r>
        <w:tab/>
        <w:t>1.482e0</w:t>
      </w:r>
    </w:p>
    <w:p w:rsidR="00557788" w:rsidRDefault="00557788" w:rsidP="00557788">
      <w:r>
        <w:t>238.0667</w:t>
      </w:r>
      <w:r>
        <w:tab/>
        <w:t>1.145e0</w:t>
      </w:r>
    </w:p>
    <w:p w:rsidR="00557788" w:rsidRDefault="00557788" w:rsidP="00557788">
      <w:r>
        <w:t>238.0687</w:t>
      </w:r>
      <w:r>
        <w:tab/>
        <w:t>3.195e0</w:t>
      </w:r>
    </w:p>
    <w:p w:rsidR="00557788" w:rsidRDefault="00557788" w:rsidP="00557788">
      <w:r>
        <w:t>238.0913</w:t>
      </w:r>
      <w:r>
        <w:tab/>
        <w:t>8.593e0</w:t>
      </w:r>
    </w:p>
    <w:p w:rsidR="00557788" w:rsidRDefault="00557788" w:rsidP="00557788">
      <w:r>
        <w:t>238.0962</w:t>
      </w:r>
      <w:r>
        <w:tab/>
        <w:t>1.128e0</w:t>
      </w:r>
    </w:p>
    <w:p w:rsidR="00557788" w:rsidRDefault="00557788" w:rsidP="00557788">
      <w:r>
        <w:t>238.1029</w:t>
      </w:r>
      <w:r>
        <w:tab/>
        <w:t>1.090e0</w:t>
      </w:r>
    </w:p>
    <w:p w:rsidR="00557788" w:rsidRDefault="00557788" w:rsidP="00557788">
      <w:r>
        <w:t>238.1083</w:t>
      </w:r>
      <w:r>
        <w:tab/>
        <w:t>2.780e0</w:t>
      </w:r>
    </w:p>
    <w:p w:rsidR="00557788" w:rsidRDefault="00557788" w:rsidP="00557788">
      <w:r>
        <w:t>238.1142</w:t>
      </w:r>
      <w:r>
        <w:tab/>
        <w:t>2.566e0</w:t>
      </w:r>
    </w:p>
    <w:p w:rsidR="00557788" w:rsidRDefault="00557788" w:rsidP="00557788">
      <w:r>
        <w:t>238.1167</w:t>
      </w:r>
      <w:r>
        <w:tab/>
        <w:t>1.917e0</w:t>
      </w:r>
    </w:p>
    <w:p w:rsidR="00557788" w:rsidRDefault="00557788" w:rsidP="00557788">
      <w:r>
        <w:t>238.1300</w:t>
      </w:r>
      <w:r>
        <w:tab/>
        <w:t>3.681e0</w:t>
      </w:r>
    </w:p>
    <w:p w:rsidR="00557788" w:rsidRDefault="00557788" w:rsidP="00557788">
      <w:r>
        <w:t>238.1431</w:t>
      </w:r>
      <w:r>
        <w:tab/>
        <w:t>1.929e0</w:t>
      </w:r>
    </w:p>
    <w:p w:rsidR="00557788" w:rsidRDefault="00557788" w:rsidP="00557788">
      <w:r>
        <w:t>238.1545</w:t>
      </w:r>
      <w:r>
        <w:tab/>
        <w:t>5.534e0</w:t>
      </w:r>
    </w:p>
    <w:p w:rsidR="00557788" w:rsidRDefault="00557788" w:rsidP="00557788">
      <w:r>
        <w:t>238.1696</w:t>
      </w:r>
      <w:r>
        <w:tab/>
        <w:t>8.461e0</w:t>
      </w:r>
    </w:p>
    <w:p w:rsidR="00557788" w:rsidRDefault="00557788" w:rsidP="00557788">
      <w:r>
        <w:t>238.1777</w:t>
      </w:r>
      <w:r>
        <w:tab/>
        <w:t>2.434e0</w:t>
      </w:r>
    </w:p>
    <w:p w:rsidR="00557788" w:rsidRDefault="00557788" w:rsidP="00557788">
      <w:r>
        <w:t>238.1803</w:t>
      </w:r>
      <w:r>
        <w:tab/>
        <w:t>1.226e0</w:t>
      </w:r>
    </w:p>
    <w:p w:rsidR="00557788" w:rsidRDefault="00557788" w:rsidP="00557788">
      <w:r>
        <w:t>238.1838</w:t>
      </w:r>
      <w:r>
        <w:tab/>
        <w:t>1.672e0</w:t>
      </w:r>
    </w:p>
    <w:p w:rsidR="00557788" w:rsidRDefault="00557788" w:rsidP="00557788">
      <w:r>
        <w:t>238.1952</w:t>
      </w:r>
      <w:r>
        <w:tab/>
        <w:t>3.026e0</w:t>
      </w:r>
    </w:p>
    <w:p w:rsidR="00557788" w:rsidRDefault="00557788" w:rsidP="00557788">
      <w:r>
        <w:lastRenderedPageBreak/>
        <w:t>238.1964</w:t>
      </w:r>
      <w:r>
        <w:tab/>
        <w:t>8.101e0</w:t>
      </w:r>
    </w:p>
    <w:p w:rsidR="00557788" w:rsidRDefault="00557788" w:rsidP="00557788">
      <w:r>
        <w:t>238.1986</w:t>
      </w:r>
      <w:r>
        <w:tab/>
        <w:t>3.811e-1</w:t>
      </w:r>
    </w:p>
    <w:p w:rsidR="00557788" w:rsidRDefault="00557788" w:rsidP="00557788">
      <w:r>
        <w:t>238.2063</w:t>
      </w:r>
      <w:r>
        <w:tab/>
        <w:t>1.892e0</w:t>
      </w:r>
    </w:p>
    <w:p w:rsidR="00557788" w:rsidRDefault="00557788" w:rsidP="00557788">
      <w:r>
        <w:t>238.2441</w:t>
      </w:r>
      <w:r>
        <w:tab/>
        <w:t>5.063e0</w:t>
      </w:r>
    </w:p>
    <w:p w:rsidR="00557788" w:rsidRDefault="00557788" w:rsidP="00557788">
      <w:r>
        <w:t>238.2477</w:t>
      </w:r>
      <w:r>
        <w:tab/>
        <w:t>1.877e0</w:t>
      </w:r>
    </w:p>
    <w:p w:rsidR="00557788" w:rsidRDefault="00557788" w:rsidP="00557788">
      <w:r>
        <w:t>238.2494</w:t>
      </w:r>
      <w:r>
        <w:tab/>
        <w:t>1.025e0</w:t>
      </w:r>
    </w:p>
    <w:p w:rsidR="00557788" w:rsidRDefault="00557788" w:rsidP="00557788">
      <w:r>
        <w:t>238.2534</w:t>
      </w:r>
      <w:r>
        <w:tab/>
        <w:t>2.025e0</w:t>
      </w:r>
    </w:p>
    <w:p w:rsidR="00557788" w:rsidRDefault="00557788" w:rsidP="00557788">
      <w:r>
        <w:t>238.2554</w:t>
      </w:r>
      <w:r>
        <w:tab/>
        <w:t>3.076e0</w:t>
      </w:r>
    </w:p>
    <w:p w:rsidR="00557788" w:rsidRDefault="00557788" w:rsidP="00557788">
      <w:r>
        <w:t>238.2783</w:t>
      </w:r>
      <w:r>
        <w:tab/>
        <w:t>1.013e0</w:t>
      </w:r>
    </w:p>
    <w:p w:rsidR="00557788" w:rsidRDefault="00557788" w:rsidP="00557788">
      <w:r>
        <w:t>238.2813</w:t>
      </w:r>
      <w:r>
        <w:tab/>
        <w:t>2.025e0</w:t>
      </w:r>
    </w:p>
    <w:p w:rsidR="00557788" w:rsidRDefault="00557788" w:rsidP="00557788">
      <w:r>
        <w:t>238.2909</w:t>
      </w:r>
      <w:r>
        <w:tab/>
        <w:t>2.025e0</w:t>
      </w:r>
    </w:p>
    <w:p w:rsidR="00557788" w:rsidRDefault="00557788" w:rsidP="00557788">
      <w:r>
        <w:t>238.3185</w:t>
      </w:r>
      <w:r>
        <w:tab/>
        <w:t>2.532e-2</w:t>
      </w:r>
    </w:p>
    <w:p w:rsidR="00557788" w:rsidRDefault="00557788" w:rsidP="00557788">
      <w:r>
        <w:t>238.3210</w:t>
      </w:r>
      <w:r>
        <w:tab/>
        <w:t>2.025e0</w:t>
      </w:r>
    </w:p>
    <w:p w:rsidR="00557788" w:rsidRDefault="00557788" w:rsidP="00557788">
      <w:r>
        <w:t>238.3229</w:t>
      </w:r>
      <w:r>
        <w:tab/>
        <w:t>1.266e-2</w:t>
      </w:r>
    </w:p>
    <w:p w:rsidR="00557788" w:rsidRDefault="00557788" w:rsidP="00557788">
      <w:r>
        <w:t>238.3253</w:t>
      </w:r>
      <w:r>
        <w:tab/>
        <w:t>1.038e0</w:t>
      </w:r>
    </w:p>
    <w:p w:rsidR="00557788" w:rsidRDefault="00557788" w:rsidP="00557788">
      <w:r>
        <w:t>238.3277</w:t>
      </w:r>
      <w:r>
        <w:tab/>
        <w:t>5.076e0</w:t>
      </w:r>
    </w:p>
    <w:p w:rsidR="00557788" w:rsidRDefault="00557788" w:rsidP="00557788">
      <w:r>
        <w:t>238.3480</w:t>
      </w:r>
      <w:r>
        <w:tab/>
        <w:t>2.025e0</w:t>
      </w:r>
    </w:p>
    <w:p w:rsidR="00557788" w:rsidRDefault="00557788" w:rsidP="00557788">
      <w:r>
        <w:t>238.3500</w:t>
      </w:r>
      <w:r>
        <w:tab/>
        <w:t>3.038e0</w:t>
      </w:r>
    </w:p>
    <w:p w:rsidR="00557788" w:rsidRDefault="00557788" w:rsidP="00557788">
      <w:r>
        <w:t>238.3559</w:t>
      </w:r>
      <w:r>
        <w:tab/>
        <w:t>1.013e0</w:t>
      </w:r>
    </w:p>
    <w:p w:rsidR="00557788" w:rsidRDefault="00557788" w:rsidP="00557788">
      <w:r>
        <w:lastRenderedPageBreak/>
        <w:t>238.3692</w:t>
      </w:r>
      <w:r>
        <w:tab/>
        <w:t>2.025e0</w:t>
      </w:r>
    </w:p>
    <w:p w:rsidR="00557788" w:rsidRDefault="00557788" w:rsidP="00557788">
      <w:r>
        <w:t>238.3704</w:t>
      </w:r>
      <w:r>
        <w:tab/>
        <w:t>1.038e0</w:t>
      </w:r>
    </w:p>
    <w:p w:rsidR="00557788" w:rsidRDefault="00557788" w:rsidP="00557788">
      <w:r>
        <w:t>238.3839</w:t>
      </w:r>
      <w:r>
        <w:tab/>
        <w:t>2.025e0</w:t>
      </w:r>
    </w:p>
    <w:p w:rsidR="00557788" w:rsidRDefault="00557788" w:rsidP="00557788">
      <w:r>
        <w:t>238.3900</w:t>
      </w:r>
      <w:r>
        <w:tab/>
        <w:t>1.051e0</w:t>
      </w:r>
    </w:p>
    <w:p w:rsidR="00557788" w:rsidRDefault="00557788" w:rsidP="00557788">
      <w:r>
        <w:t>238.4012</w:t>
      </w:r>
      <w:r>
        <w:tab/>
        <w:t>1.013e0</w:t>
      </w:r>
    </w:p>
    <w:p w:rsidR="00557788" w:rsidRDefault="00557788" w:rsidP="00557788">
      <w:r>
        <w:t>238.4071</w:t>
      </w:r>
      <w:r>
        <w:tab/>
        <w:t>2.025e0</w:t>
      </w:r>
    </w:p>
    <w:p w:rsidR="00557788" w:rsidRDefault="00557788" w:rsidP="00557788">
      <w:r>
        <w:t>238.4320</w:t>
      </w:r>
      <w:r>
        <w:tab/>
        <w:t>3.038e0</w:t>
      </w:r>
    </w:p>
    <w:p w:rsidR="00557788" w:rsidRDefault="00557788" w:rsidP="00557788">
      <w:r>
        <w:t>238.4345</w:t>
      </w:r>
      <w:r>
        <w:tab/>
        <w:t>1.013e0</w:t>
      </w:r>
    </w:p>
    <w:p w:rsidR="00557788" w:rsidRDefault="00557788" w:rsidP="00557788">
      <w:r>
        <w:t>238.4390</w:t>
      </w:r>
      <w:r>
        <w:tab/>
        <w:t>1.266e-2</w:t>
      </w:r>
    </w:p>
    <w:p w:rsidR="00557788" w:rsidRDefault="00557788" w:rsidP="00557788">
      <w:r>
        <w:t>238.4466</w:t>
      </w:r>
      <w:r>
        <w:tab/>
        <w:t>1.013e0</w:t>
      </w:r>
    </w:p>
    <w:p w:rsidR="00557788" w:rsidRDefault="00557788" w:rsidP="00557788">
      <w:r>
        <w:t>238.4486</w:t>
      </w:r>
      <w:r>
        <w:tab/>
        <w:t>2.025e0</w:t>
      </w:r>
    </w:p>
    <w:p w:rsidR="00557788" w:rsidRDefault="00557788" w:rsidP="00557788">
      <w:r>
        <w:t>238.4525</w:t>
      </w:r>
      <w:r>
        <w:tab/>
        <w:t>2.025e0</w:t>
      </w:r>
    </w:p>
    <w:p w:rsidR="00557788" w:rsidRDefault="00557788" w:rsidP="00557788">
      <w:r>
        <w:t>238.4548</w:t>
      </w:r>
      <w:r>
        <w:tab/>
        <w:t>4.063e0</w:t>
      </w:r>
    </w:p>
    <w:p w:rsidR="00557788" w:rsidRDefault="00557788" w:rsidP="00557788">
      <w:r>
        <w:t>238.4623</w:t>
      </w:r>
      <w:r>
        <w:tab/>
        <w:t>1.013e0</w:t>
      </w:r>
    </w:p>
    <w:p w:rsidR="00557788" w:rsidRDefault="00557788" w:rsidP="00557788">
      <w:r>
        <w:t>238.4642</w:t>
      </w:r>
      <w:r>
        <w:tab/>
        <w:t>2.532e-2</w:t>
      </w:r>
    </w:p>
    <w:p w:rsidR="00557788" w:rsidRDefault="00557788" w:rsidP="00557788">
      <w:r>
        <w:t>238.4837</w:t>
      </w:r>
      <w:r>
        <w:tab/>
        <w:t>1.013e0</w:t>
      </w:r>
    </w:p>
    <w:p w:rsidR="00557788" w:rsidRDefault="00557788" w:rsidP="00557788">
      <w:r>
        <w:t>238.4881</w:t>
      </w:r>
      <w:r>
        <w:tab/>
        <w:t>1.025e0</w:t>
      </w:r>
    </w:p>
    <w:p w:rsidR="00557788" w:rsidRDefault="00557788" w:rsidP="00557788">
      <w:r>
        <w:t>238.4921</w:t>
      </w:r>
      <w:r>
        <w:tab/>
        <w:t>1.013e0</w:t>
      </w:r>
    </w:p>
    <w:p w:rsidR="00557788" w:rsidRDefault="00557788" w:rsidP="00557788">
      <w:r>
        <w:t>238.4999</w:t>
      </w:r>
      <w:r>
        <w:tab/>
        <w:t>2.025e0</w:t>
      </w:r>
    </w:p>
    <w:p w:rsidR="00557788" w:rsidRDefault="00557788" w:rsidP="00557788">
      <w:r>
        <w:lastRenderedPageBreak/>
        <w:t>238.5077</w:t>
      </w:r>
      <w:r>
        <w:tab/>
        <w:t>1.013e0</w:t>
      </w:r>
    </w:p>
    <w:p w:rsidR="00557788" w:rsidRDefault="00557788" w:rsidP="00557788">
      <w:r>
        <w:t>238.5117</w:t>
      </w:r>
      <w:r>
        <w:tab/>
        <w:t>2.025e0</w:t>
      </w:r>
    </w:p>
    <w:p w:rsidR="00557788" w:rsidRDefault="00557788" w:rsidP="00557788">
      <w:r>
        <w:t>238.5239</w:t>
      </w:r>
      <w:r>
        <w:tab/>
        <w:t>1.266e-2</w:t>
      </w:r>
    </w:p>
    <w:p w:rsidR="00557788" w:rsidRDefault="00557788" w:rsidP="00557788">
      <w:r>
        <w:t>238.5347</w:t>
      </w:r>
      <w:r>
        <w:tab/>
        <w:t>2.025e0</w:t>
      </w:r>
    </w:p>
    <w:p w:rsidR="00557788" w:rsidRDefault="00557788" w:rsidP="00557788">
      <w:r>
        <w:t>238.5415</w:t>
      </w:r>
      <w:r>
        <w:tab/>
        <w:t>1.013e0</w:t>
      </w:r>
    </w:p>
    <w:p w:rsidR="00557788" w:rsidRDefault="00557788" w:rsidP="00557788">
      <w:r>
        <w:t>238.5453</w:t>
      </w:r>
      <w:r>
        <w:tab/>
        <w:t>1.013e0</w:t>
      </w:r>
    </w:p>
    <w:p w:rsidR="00557788" w:rsidRDefault="00557788" w:rsidP="00557788">
      <w:r>
        <w:t>238.5731</w:t>
      </w:r>
      <w:r>
        <w:tab/>
        <w:t>2.051e0</w:t>
      </w:r>
    </w:p>
    <w:p w:rsidR="00557788" w:rsidRDefault="00557788" w:rsidP="00557788">
      <w:r>
        <w:t>238.5818</w:t>
      </w:r>
      <w:r>
        <w:tab/>
        <w:t>3.038e0</w:t>
      </w:r>
    </w:p>
    <w:p w:rsidR="00557788" w:rsidRDefault="00557788" w:rsidP="00557788">
      <w:r>
        <w:t>238.5908</w:t>
      </w:r>
      <w:r>
        <w:tab/>
        <w:t>2.532e-2</w:t>
      </w:r>
    </w:p>
    <w:p w:rsidR="00557788" w:rsidRDefault="00557788" w:rsidP="00557788">
      <w:r>
        <w:t>238.5936</w:t>
      </w:r>
      <w:r>
        <w:tab/>
        <w:t>4.051e0</w:t>
      </w:r>
    </w:p>
    <w:p w:rsidR="00557788" w:rsidRDefault="00557788" w:rsidP="00557788">
      <w:r>
        <w:t>238.6024</w:t>
      </w:r>
      <w:r>
        <w:tab/>
        <w:t>1.266e-2</w:t>
      </w:r>
    </w:p>
    <w:p w:rsidR="00557788" w:rsidRDefault="00557788" w:rsidP="00557788">
      <w:r>
        <w:t>238.6044</w:t>
      </w:r>
      <w:r>
        <w:tab/>
        <w:t>2.025e0</w:t>
      </w:r>
    </w:p>
    <w:p w:rsidR="00557788" w:rsidRDefault="00557788" w:rsidP="00557788">
      <w:r>
        <w:t>238.6193</w:t>
      </w:r>
      <w:r>
        <w:tab/>
        <w:t>2.025e0</w:t>
      </w:r>
    </w:p>
    <w:p w:rsidR="00557788" w:rsidRDefault="00557788" w:rsidP="00557788">
      <w:r>
        <w:t>238.6210</w:t>
      </w:r>
      <w:r>
        <w:tab/>
        <w:t>2.025e0</w:t>
      </w:r>
    </w:p>
    <w:p w:rsidR="00557788" w:rsidRDefault="00557788" w:rsidP="00557788">
      <w:r>
        <w:t>238.6254</w:t>
      </w:r>
      <w:r>
        <w:tab/>
        <w:t>2.025e0</w:t>
      </w:r>
    </w:p>
    <w:p w:rsidR="00557788" w:rsidRDefault="00557788" w:rsidP="00557788">
      <w:r>
        <w:t>238.6266</w:t>
      </w:r>
      <w:r>
        <w:tab/>
        <w:t>1.013e0</w:t>
      </w:r>
    </w:p>
    <w:p w:rsidR="00557788" w:rsidRDefault="00557788" w:rsidP="00557788">
      <w:r>
        <w:t>238.6400</w:t>
      </w:r>
      <w:r>
        <w:tab/>
        <w:t>1.025e0</w:t>
      </w:r>
    </w:p>
    <w:p w:rsidR="00557788" w:rsidRDefault="00557788" w:rsidP="00557788">
      <w:r>
        <w:t>238.6537</w:t>
      </w:r>
      <w:r>
        <w:tab/>
        <w:t>2.025e0</w:t>
      </w:r>
    </w:p>
    <w:p w:rsidR="00557788" w:rsidRDefault="00557788" w:rsidP="00557788">
      <w:r>
        <w:t>238.6635</w:t>
      </w:r>
      <w:r>
        <w:tab/>
        <w:t>1.266e-2</w:t>
      </w:r>
    </w:p>
    <w:p w:rsidR="00557788" w:rsidRDefault="00557788" w:rsidP="00557788">
      <w:r>
        <w:lastRenderedPageBreak/>
        <w:t>238.6752</w:t>
      </w:r>
      <w:r>
        <w:tab/>
        <w:t>2.038e0</w:t>
      </w:r>
    </w:p>
    <w:p w:rsidR="00557788" w:rsidRDefault="00557788" w:rsidP="00557788">
      <w:r>
        <w:t>238.6848</w:t>
      </w:r>
      <w:r>
        <w:tab/>
        <w:t>6.089e0</w:t>
      </w:r>
    </w:p>
    <w:p w:rsidR="00557788" w:rsidRDefault="00557788" w:rsidP="00557788">
      <w:r>
        <w:t>238.6892</w:t>
      </w:r>
      <w:r>
        <w:tab/>
        <w:t>1.013e0</w:t>
      </w:r>
    </w:p>
    <w:p w:rsidR="00557788" w:rsidRDefault="00557788" w:rsidP="00557788">
      <w:r>
        <w:t>238.6938</w:t>
      </w:r>
      <w:r>
        <w:tab/>
        <w:t>3.051e0</w:t>
      </w:r>
    </w:p>
    <w:p w:rsidR="00557788" w:rsidRDefault="00557788" w:rsidP="00557788">
      <w:r>
        <w:t>238.7037</w:t>
      </w:r>
      <w:r>
        <w:tab/>
        <w:t>3.038e0</w:t>
      </w:r>
    </w:p>
    <w:p w:rsidR="00557788" w:rsidRDefault="00557788" w:rsidP="00557788">
      <w:r>
        <w:t>238.7070</w:t>
      </w:r>
      <w:r>
        <w:tab/>
        <w:t>2.025e0</w:t>
      </w:r>
    </w:p>
    <w:p w:rsidR="00557788" w:rsidRDefault="00557788" w:rsidP="00557788">
      <w:r>
        <w:t>238.7239</w:t>
      </w:r>
      <w:r>
        <w:tab/>
        <w:t>2.025e0</w:t>
      </w:r>
    </w:p>
    <w:p w:rsidR="00557788" w:rsidRDefault="00557788" w:rsidP="00557788">
      <w:r>
        <w:t>238.7266</w:t>
      </w:r>
      <w:r>
        <w:tab/>
        <w:t>4.051e0</w:t>
      </w:r>
    </w:p>
    <w:p w:rsidR="00557788" w:rsidRDefault="00557788" w:rsidP="00557788">
      <w:r>
        <w:t>238.7465</w:t>
      </w:r>
      <w:r>
        <w:tab/>
        <w:t>1.025e0</w:t>
      </w:r>
    </w:p>
    <w:p w:rsidR="00557788" w:rsidRDefault="00557788" w:rsidP="00557788">
      <w:r>
        <w:t>238.7504</w:t>
      </w:r>
      <w:r>
        <w:tab/>
        <w:t>2.532e-2</w:t>
      </w:r>
    </w:p>
    <w:p w:rsidR="00557788" w:rsidRDefault="00557788" w:rsidP="00557788">
      <w:r>
        <w:t>238.7583</w:t>
      </w:r>
      <w:r>
        <w:tab/>
        <w:t>1.013e0</w:t>
      </w:r>
    </w:p>
    <w:p w:rsidR="00557788" w:rsidRDefault="00557788" w:rsidP="00557788">
      <w:r>
        <w:t>238.7730</w:t>
      </w:r>
      <w:r>
        <w:tab/>
        <w:t>2.025e0</w:t>
      </w:r>
    </w:p>
    <w:p w:rsidR="00557788" w:rsidRDefault="00557788" w:rsidP="00557788">
      <w:r>
        <w:t>238.7831</w:t>
      </w:r>
      <w:r>
        <w:tab/>
        <w:t>1.013e0</w:t>
      </w:r>
    </w:p>
    <w:p w:rsidR="00557788" w:rsidRDefault="00557788" w:rsidP="00557788">
      <w:r>
        <w:t>238.7882</w:t>
      </w:r>
      <w:r>
        <w:tab/>
        <w:t>3.051e0</w:t>
      </w:r>
    </w:p>
    <w:p w:rsidR="00557788" w:rsidRDefault="00557788" w:rsidP="00557788">
      <w:r>
        <w:t>238.7899</w:t>
      </w:r>
      <w:r>
        <w:tab/>
        <w:t>2.051e0</w:t>
      </w:r>
    </w:p>
    <w:p w:rsidR="00557788" w:rsidRDefault="00557788" w:rsidP="00557788">
      <w:r>
        <w:t>238.8036</w:t>
      </w:r>
      <w:r>
        <w:tab/>
        <w:t>3.038e0</w:t>
      </w:r>
    </w:p>
    <w:p w:rsidR="00557788" w:rsidRDefault="00557788" w:rsidP="00557788">
      <w:r>
        <w:t>238.8134</w:t>
      </w:r>
      <w:r>
        <w:tab/>
        <w:t>2.532e-2</w:t>
      </w:r>
    </w:p>
    <w:p w:rsidR="00557788" w:rsidRDefault="00557788" w:rsidP="00557788">
      <w:r>
        <w:t>238.8154</w:t>
      </w:r>
      <w:r>
        <w:tab/>
        <w:t>1.013e0</w:t>
      </w:r>
    </w:p>
    <w:p w:rsidR="00557788" w:rsidRDefault="00557788" w:rsidP="00557788">
      <w:r>
        <w:t>238.8322</w:t>
      </w:r>
      <w:r>
        <w:tab/>
        <w:t>1.013e0</w:t>
      </w:r>
    </w:p>
    <w:p w:rsidR="00557788" w:rsidRDefault="00557788" w:rsidP="00557788">
      <w:r>
        <w:lastRenderedPageBreak/>
        <w:t>238.8367</w:t>
      </w:r>
      <w:r>
        <w:tab/>
        <w:t>1.013e0</w:t>
      </w:r>
    </w:p>
    <w:p w:rsidR="00557788" w:rsidRDefault="00557788" w:rsidP="00557788">
      <w:r>
        <w:t>238.8452</w:t>
      </w:r>
      <w:r>
        <w:tab/>
        <w:t>1.025e0</w:t>
      </w:r>
    </w:p>
    <w:p w:rsidR="00557788" w:rsidRDefault="00557788" w:rsidP="00557788">
      <w:r>
        <w:t>238.8511</w:t>
      </w:r>
      <w:r>
        <w:tab/>
        <w:t>2.025e0</w:t>
      </w:r>
    </w:p>
    <w:p w:rsidR="00557788" w:rsidRDefault="00557788" w:rsidP="00557788">
      <w:r>
        <w:t>238.8529</w:t>
      </w:r>
      <w:r>
        <w:tab/>
        <w:t>2.025e0</w:t>
      </w:r>
    </w:p>
    <w:p w:rsidR="00557788" w:rsidRDefault="00557788" w:rsidP="00557788">
      <w:r>
        <w:t>238.8616</w:t>
      </w:r>
      <w:r>
        <w:tab/>
        <w:t>3.038e0</w:t>
      </w:r>
    </w:p>
    <w:p w:rsidR="00557788" w:rsidRDefault="00557788" w:rsidP="00557788">
      <w:r>
        <w:t>238.8647</w:t>
      </w:r>
      <w:r>
        <w:tab/>
        <w:t>5.063e0</w:t>
      </w:r>
    </w:p>
    <w:p w:rsidR="00557788" w:rsidRDefault="00557788" w:rsidP="00557788">
      <w:r>
        <w:t>238.8708</w:t>
      </w:r>
      <w:r>
        <w:tab/>
        <w:t>2.025e0</w:t>
      </w:r>
    </w:p>
    <w:p w:rsidR="00557788" w:rsidRDefault="00557788" w:rsidP="00557788">
      <w:r>
        <w:t>238.8814</w:t>
      </w:r>
      <w:r>
        <w:tab/>
        <w:t>1.013e0</w:t>
      </w:r>
    </w:p>
    <w:p w:rsidR="00557788" w:rsidRDefault="00557788" w:rsidP="00557788">
      <w:r>
        <w:t>238.8946</w:t>
      </w:r>
      <w:r>
        <w:tab/>
        <w:t>1.013e0</w:t>
      </w:r>
    </w:p>
    <w:p w:rsidR="00557788" w:rsidRDefault="00557788" w:rsidP="00557788">
      <w:r>
        <w:t>238.9023</w:t>
      </w:r>
      <w:r>
        <w:tab/>
        <w:t>1.013e0</w:t>
      </w:r>
    </w:p>
    <w:p w:rsidR="00557788" w:rsidRDefault="00557788" w:rsidP="00557788">
      <w:r>
        <w:t>238.9180</w:t>
      </w:r>
      <w:r>
        <w:tab/>
        <w:t>2.025e0</w:t>
      </w:r>
    </w:p>
    <w:p w:rsidR="00557788" w:rsidRDefault="00557788" w:rsidP="00557788">
      <w:r>
        <w:t>238.9261</w:t>
      </w:r>
      <w:r>
        <w:tab/>
        <w:t>1.266e-2</w:t>
      </w:r>
    </w:p>
    <w:p w:rsidR="00557788" w:rsidRDefault="00557788" w:rsidP="00557788">
      <w:r>
        <w:t>238.9345</w:t>
      </w:r>
      <w:r>
        <w:tab/>
        <w:t>2.025e0</w:t>
      </w:r>
    </w:p>
    <w:p w:rsidR="00557788" w:rsidRDefault="00557788" w:rsidP="00557788">
      <w:r>
        <w:t>238.9396</w:t>
      </w:r>
      <w:r>
        <w:tab/>
        <w:t>1.266e-2</w:t>
      </w:r>
    </w:p>
    <w:p w:rsidR="00557788" w:rsidRDefault="00557788" w:rsidP="00557788">
      <w:r>
        <w:t>238.9516</w:t>
      </w:r>
      <w:r>
        <w:tab/>
        <w:t>1.266e-2</w:t>
      </w:r>
    </w:p>
    <w:p w:rsidR="00557788" w:rsidRDefault="00557788" w:rsidP="00557788">
      <w:r>
        <w:t>238.9595</w:t>
      </w:r>
      <w:r>
        <w:tab/>
        <w:t>2.532e-2</w:t>
      </w:r>
    </w:p>
    <w:p w:rsidR="00557788" w:rsidRDefault="00557788" w:rsidP="00557788">
      <w:r>
        <w:t>238.9673</w:t>
      </w:r>
      <w:r>
        <w:tab/>
        <w:t>1.013e0</w:t>
      </w:r>
    </w:p>
    <w:p w:rsidR="00557788" w:rsidRDefault="00557788" w:rsidP="00557788">
      <w:r>
        <w:t>238.9868</w:t>
      </w:r>
      <w:r>
        <w:tab/>
        <w:t>6.076e0</w:t>
      </w:r>
    </w:p>
    <w:p w:rsidR="00557788" w:rsidRDefault="00557788" w:rsidP="00557788">
      <w:r>
        <w:t>238.9981</w:t>
      </w:r>
      <w:r>
        <w:tab/>
        <w:t>3.659e0</w:t>
      </w:r>
    </w:p>
    <w:p w:rsidR="00557788" w:rsidRDefault="00557788" w:rsidP="00557788">
      <w:r>
        <w:lastRenderedPageBreak/>
        <w:t>239.0010</w:t>
      </w:r>
      <w:r>
        <w:tab/>
        <w:t>3.490e0</w:t>
      </w:r>
    </w:p>
    <w:p w:rsidR="00557788" w:rsidRDefault="00557788" w:rsidP="00557788">
      <w:r>
        <w:t>239.0214</w:t>
      </w:r>
      <w:r>
        <w:tab/>
        <w:t>5.738e0</w:t>
      </w:r>
    </w:p>
    <w:p w:rsidR="00557788" w:rsidRDefault="00557788" w:rsidP="00557788">
      <w:r>
        <w:t>239.0251</w:t>
      </w:r>
      <w:r>
        <w:tab/>
        <w:t>2.025e0</w:t>
      </w:r>
    </w:p>
    <w:p w:rsidR="00557788" w:rsidRDefault="00557788" w:rsidP="00557788">
      <w:r>
        <w:t>239.0286</w:t>
      </w:r>
      <w:r>
        <w:tab/>
        <w:t>4.374e0</w:t>
      </w:r>
    </w:p>
    <w:p w:rsidR="00557788" w:rsidRDefault="00557788" w:rsidP="00557788">
      <w:r>
        <w:t>239.0305</w:t>
      </w:r>
      <w:r>
        <w:tab/>
        <w:t>1.746e0</w:t>
      </w:r>
    </w:p>
    <w:p w:rsidR="00557788" w:rsidRDefault="00557788" w:rsidP="00557788">
      <w:r>
        <w:t>239.0686</w:t>
      </w:r>
      <w:r>
        <w:tab/>
        <w:t>9.886e0</w:t>
      </w:r>
    </w:p>
    <w:p w:rsidR="00557788" w:rsidRDefault="00557788" w:rsidP="00557788">
      <w:r>
        <w:t>239.0751</w:t>
      </w:r>
      <w:r>
        <w:tab/>
        <w:t>1.902e0</w:t>
      </w:r>
    </w:p>
    <w:p w:rsidR="00557788" w:rsidRDefault="00557788" w:rsidP="00557788">
      <w:r>
        <w:t>239.0820</w:t>
      </w:r>
      <w:r>
        <w:tab/>
        <w:t>6.076e0</w:t>
      </w:r>
    </w:p>
    <w:p w:rsidR="00557788" w:rsidRDefault="00557788" w:rsidP="00557788">
      <w:r>
        <w:t>239.0854</w:t>
      </w:r>
      <w:r>
        <w:tab/>
        <w:t>5.063e-2</w:t>
      </w:r>
    </w:p>
    <w:p w:rsidR="00557788" w:rsidRDefault="00557788" w:rsidP="00557788">
      <w:r>
        <w:t>239.0961</w:t>
      </w:r>
      <w:r>
        <w:tab/>
        <w:t>2.676e0</w:t>
      </w:r>
    </w:p>
    <w:p w:rsidR="00557788" w:rsidRDefault="00557788" w:rsidP="00557788">
      <w:r>
        <w:t>239.0977</w:t>
      </w:r>
      <w:r>
        <w:tab/>
        <w:t>1.349e0</w:t>
      </w:r>
    </w:p>
    <w:p w:rsidR="00557788" w:rsidRDefault="00557788" w:rsidP="00557788">
      <w:r>
        <w:t>239.1050</w:t>
      </w:r>
      <w:r>
        <w:tab/>
        <w:t>5.927e0</w:t>
      </w:r>
    </w:p>
    <w:p w:rsidR="00557788" w:rsidRDefault="00557788" w:rsidP="00557788">
      <w:r>
        <w:t>239.1148</w:t>
      </w:r>
      <w:r>
        <w:tab/>
        <w:t>2.967e0</w:t>
      </w:r>
    </w:p>
    <w:p w:rsidR="00557788" w:rsidRDefault="00557788" w:rsidP="00557788">
      <w:r>
        <w:t>239.1344</w:t>
      </w:r>
      <w:r>
        <w:tab/>
        <w:t>6.588e0</w:t>
      </w:r>
    </w:p>
    <w:p w:rsidR="00557788" w:rsidRDefault="00557788" w:rsidP="00557788">
      <w:r>
        <w:t>239.1447</w:t>
      </w:r>
      <w:r>
        <w:tab/>
        <w:t>2.294e0</w:t>
      </w:r>
    </w:p>
    <w:p w:rsidR="00557788" w:rsidRDefault="00557788" w:rsidP="00557788">
      <w:r>
        <w:t>239.1589</w:t>
      </w:r>
      <w:r>
        <w:tab/>
        <w:t>2.975e0</w:t>
      </w:r>
    </w:p>
    <w:p w:rsidR="00557788" w:rsidRDefault="00557788" w:rsidP="00557788">
      <w:r>
        <w:t>239.1817</w:t>
      </w:r>
      <w:r>
        <w:tab/>
        <w:t>2.803e0</w:t>
      </w:r>
    </w:p>
    <w:p w:rsidR="00557788" w:rsidRDefault="00557788" w:rsidP="00557788">
      <w:r>
        <w:t>239.2016</w:t>
      </w:r>
      <w:r>
        <w:tab/>
        <w:t>6.101e0</w:t>
      </w:r>
    </w:p>
    <w:p w:rsidR="00557788" w:rsidRDefault="00557788" w:rsidP="00557788">
      <w:r>
        <w:t>239.2128</w:t>
      </w:r>
      <w:r>
        <w:tab/>
        <w:t>3.052e0</w:t>
      </w:r>
    </w:p>
    <w:p w:rsidR="00557788" w:rsidRDefault="00557788" w:rsidP="00557788">
      <w:r>
        <w:lastRenderedPageBreak/>
        <w:t>239.2177</w:t>
      </w:r>
      <w:r>
        <w:tab/>
        <w:t>1.200e-1</w:t>
      </w:r>
    </w:p>
    <w:p w:rsidR="00557788" w:rsidRDefault="00557788" w:rsidP="00557788">
      <w:r>
        <w:t>239.2366</w:t>
      </w:r>
      <w:r>
        <w:tab/>
        <w:t>2.532e-2</w:t>
      </w:r>
    </w:p>
    <w:p w:rsidR="00557788" w:rsidRDefault="00557788" w:rsidP="00557788">
      <w:r>
        <w:t>239.2442</w:t>
      </w:r>
      <w:r>
        <w:tab/>
        <w:t>3.798e-2</w:t>
      </w:r>
    </w:p>
    <w:p w:rsidR="00557788" w:rsidRDefault="00557788" w:rsidP="00557788">
      <w:r>
        <w:t>239.2496</w:t>
      </w:r>
      <w:r>
        <w:tab/>
        <w:t>3.038e0</w:t>
      </w:r>
    </w:p>
    <w:p w:rsidR="00557788" w:rsidRDefault="00557788" w:rsidP="00557788">
      <w:r>
        <w:t>239.2522</w:t>
      </w:r>
      <w:r>
        <w:tab/>
        <w:t>7.114e0</w:t>
      </w:r>
    </w:p>
    <w:p w:rsidR="00557788" w:rsidRDefault="00557788" w:rsidP="00557788">
      <w:r>
        <w:t>239.2538</w:t>
      </w:r>
      <w:r>
        <w:tab/>
        <w:t>3.038e0</w:t>
      </w:r>
    </w:p>
    <w:p w:rsidR="00557788" w:rsidRDefault="00557788" w:rsidP="00557788">
      <w:r>
        <w:t>239.2635</w:t>
      </w:r>
      <w:r>
        <w:tab/>
        <w:t>2.532e-2</w:t>
      </w:r>
    </w:p>
    <w:p w:rsidR="00557788" w:rsidRDefault="00557788" w:rsidP="00557788">
      <w:r>
        <w:t>239.2686</w:t>
      </w:r>
      <w:r>
        <w:tab/>
        <w:t>3.038e0</w:t>
      </w:r>
    </w:p>
    <w:p w:rsidR="00557788" w:rsidRDefault="00557788" w:rsidP="00557788">
      <w:r>
        <w:t>239.2778</w:t>
      </w:r>
      <w:r>
        <w:tab/>
        <w:t>2.025e0</w:t>
      </w:r>
    </w:p>
    <w:p w:rsidR="00557788" w:rsidRDefault="00557788" w:rsidP="00557788">
      <w:r>
        <w:t>239.2842</w:t>
      </w:r>
      <w:r>
        <w:tab/>
        <w:t>1.013e0</w:t>
      </w:r>
    </w:p>
    <w:p w:rsidR="00557788" w:rsidRDefault="00557788" w:rsidP="00557788">
      <w:r>
        <w:t>239.3049</w:t>
      </w:r>
      <w:r>
        <w:tab/>
        <w:t>1.013e0</w:t>
      </w:r>
    </w:p>
    <w:p w:rsidR="00557788" w:rsidRDefault="00557788" w:rsidP="00557788">
      <w:r>
        <w:t>239.3128</w:t>
      </w:r>
      <w:r>
        <w:tab/>
        <w:t>1.266e-2</w:t>
      </w:r>
    </w:p>
    <w:p w:rsidR="00557788" w:rsidRDefault="00557788" w:rsidP="00557788">
      <w:r>
        <w:t>239.3206</w:t>
      </w:r>
      <w:r>
        <w:tab/>
        <w:t>1.025e0</w:t>
      </w:r>
    </w:p>
    <w:p w:rsidR="00557788" w:rsidRDefault="00557788" w:rsidP="00557788">
      <w:r>
        <w:t>239.3438</w:t>
      </w:r>
      <w:r>
        <w:tab/>
        <w:t>3.038e0</w:t>
      </w:r>
    </w:p>
    <w:p w:rsidR="00557788" w:rsidRDefault="00557788" w:rsidP="00557788">
      <w:r>
        <w:t>239.3481</w:t>
      </w:r>
      <w:r>
        <w:tab/>
        <w:t>5.735e0</w:t>
      </w:r>
    </w:p>
    <w:p w:rsidR="00557788" w:rsidRDefault="00557788" w:rsidP="00557788">
      <w:r>
        <w:t>239.3502</w:t>
      </w:r>
      <w:r>
        <w:tab/>
        <w:t>2.038e0</w:t>
      </w:r>
    </w:p>
    <w:p w:rsidR="00557788" w:rsidRDefault="00557788" w:rsidP="00557788">
      <w:r>
        <w:t>239.3726</w:t>
      </w:r>
      <w:r>
        <w:tab/>
        <w:t>3.038e0</w:t>
      </w:r>
    </w:p>
    <w:p w:rsidR="00557788" w:rsidRDefault="00557788" w:rsidP="00557788">
      <w:r>
        <w:t>239.3783</w:t>
      </w:r>
      <w:r>
        <w:tab/>
        <w:t>2.025e0</w:t>
      </w:r>
    </w:p>
    <w:p w:rsidR="00557788" w:rsidRDefault="00557788" w:rsidP="00557788">
      <w:r>
        <w:t>239.3796</w:t>
      </w:r>
      <w:r>
        <w:tab/>
        <w:t>6.329e-2</w:t>
      </w:r>
    </w:p>
    <w:p w:rsidR="00557788" w:rsidRDefault="00557788" w:rsidP="00557788">
      <w:r>
        <w:lastRenderedPageBreak/>
        <w:t>239.3907</w:t>
      </w:r>
      <w:r>
        <w:tab/>
        <w:t>3.038e0</w:t>
      </w:r>
    </w:p>
    <w:p w:rsidR="00557788" w:rsidRDefault="00557788" w:rsidP="00557788">
      <w:r>
        <w:t>239.3960</w:t>
      </w:r>
      <w:r>
        <w:tab/>
        <w:t>1.266e-2</w:t>
      </w:r>
    </w:p>
    <w:p w:rsidR="00557788" w:rsidRDefault="00557788" w:rsidP="00557788">
      <w:r>
        <w:t>239.3977</w:t>
      </w:r>
      <w:r>
        <w:tab/>
        <w:t>4.051e0</w:t>
      </w:r>
    </w:p>
    <w:p w:rsidR="00557788" w:rsidRDefault="00557788" w:rsidP="00557788">
      <w:r>
        <w:t>239.4194</w:t>
      </w:r>
      <w:r>
        <w:tab/>
        <w:t>1.013e0</w:t>
      </w:r>
    </w:p>
    <w:p w:rsidR="00557788" w:rsidRDefault="00557788" w:rsidP="00557788">
      <w:r>
        <w:t>239.4314</w:t>
      </w:r>
      <w:r>
        <w:tab/>
        <w:t>2.051e0</w:t>
      </w:r>
    </w:p>
    <w:p w:rsidR="00557788" w:rsidRDefault="00557788" w:rsidP="00557788">
      <w:r>
        <w:t>239.4694</w:t>
      </w:r>
      <w:r>
        <w:tab/>
        <w:t>3.797e-2</w:t>
      </w:r>
    </w:p>
    <w:p w:rsidR="00557788" w:rsidRDefault="00557788" w:rsidP="00557788">
      <w:r>
        <w:t>239.4840</w:t>
      </w:r>
      <w:r>
        <w:tab/>
        <w:t>5.063e0</w:t>
      </w:r>
    </w:p>
    <w:p w:rsidR="00557788" w:rsidRDefault="00557788" w:rsidP="00557788">
      <w:r>
        <w:t>239.4984</w:t>
      </w:r>
      <w:r>
        <w:tab/>
        <w:t>3.051e0</w:t>
      </w:r>
    </w:p>
    <w:p w:rsidR="00557788" w:rsidRDefault="00557788" w:rsidP="00557788">
      <w:r>
        <w:t>239.5077</w:t>
      </w:r>
      <w:r>
        <w:tab/>
        <w:t>3.872e0</w:t>
      </w:r>
    </w:p>
    <w:p w:rsidR="00557788" w:rsidRDefault="00557788" w:rsidP="00557788">
      <w:r>
        <w:t>239.5161</w:t>
      </w:r>
      <w:r>
        <w:tab/>
        <w:t>3.038e0</w:t>
      </w:r>
    </w:p>
    <w:p w:rsidR="00557788" w:rsidRDefault="00557788" w:rsidP="00557788">
      <w:r>
        <w:t>239.5282</w:t>
      </w:r>
      <w:r>
        <w:tab/>
        <w:t>1.038e0</w:t>
      </w:r>
    </w:p>
    <w:p w:rsidR="00557788" w:rsidRDefault="00557788" w:rsidP="00557788">
      <w:r>
        <w:t>239.5371</w:t>
      </w:r>
      <w:r>
        <w:tab/>
        <w:t>1.038e0</w:t>
      </w:r>
    </w:p>
    <w:p w:rsidR="00557788" w:rsidRDefault="00557788" w:rsidP="00557788">
      <w:r>
        <w:t>239.5480</w:t>
      </w:r>
      <w:r>
        <w:tab/>
        <w:t>1.025e0</w:t>
      </w:r>
    </w:p>
    <w:p w:rsidR="00557788" w:rsidRDefault="00557788" w:rsidP="00557788">
      <w:r>
        <w:t>239.5577</w:t>
      </w:r>
      <w:r>
        <w:tab/>
        <w:t>2.532e-2</w:t>
      </w:r>
    </w:p>
    <w:p w:rsidR="00557788" w:rsidRDefault="00557788" w:rsidP="00557788">
      <w:r>
        <w:t>239.5597</w:t>
      </w:r>
      <w:r>
        <w:tab/>
        <w:t>1.038e0</w:t>
      </w:r>
    </w:p>
    <w:p w:rsidR="00557788" w:rsidRDefault="00557788" w:rsidP="00557788">
      <w:r>
        <w:t>239.5617</w:t>
      </w:r>
      <w:r>
        <w:tab/>
        <w:t>1.038e0</w:t>
      </w:r>
    </w:p>
    <w:p w:rsidR="00557788" w:rsidRDefault="00557788" w:rsidP="00557788">
      <w:r>
        <w:t>239.5782</w:t>
      </w:r>
      <w:r>
        <w:tab/>
        <w:t>1.038e0</w:t>
      </w:r>
    </w:p>
    <w:p w:rsidR="00557788" w:rsidRDefault="00557788" w:rsidP="00557788">
      <w:r>
        <w:t>239.5899</w:t>
      </w:r>
      <w:r>
        <w:tab/>
        <w:t>2.101e0</w:t>
      </w:r>
    </w:p>
    <w:p w:rsidR="00557788" w:rsidRDefault="00557788" w:rsidP="00557788">
      <w:r>
        <w:t>239.5929</w:t>
      </w:r>
      <w:r>
        <w:tab/>
        <w:t>2.025e0</w:t>
      </w:r>
    </w:p>
    <w:p w:rsidR="00557788" w:rsidRDefault="00557788" w:rsidP="00557788">
      <w:r>
        <w:lastRenderedPageBreak/>
        <w:t>239.6226</w:t>
      </w:r>
      <w:r>
        <w:tab/>
        <w:t>3.096e0</w:t>
      </w:r>
    </w:p>
    <w:p w:rsidR="00557788" w:rsidRDefault="00557788" w:rsidP="00557788">
      <w:r>
        <w:t>239.6319</w:t>
      </w:r>
      <w:r>
        <w:tab/>
        <w:t>2.025e0</w:t>
      </w:r>
    </w:p>
    <w:p w:rsidR="00557788" w:rsidRDefault="00557788" w:rsidP="00557788">
      <w:r>
        <w:t>239.6338</w:t>
      </w:r>
      <w:r>
        <w:tab/>
        <w:t>1.013e0</w:t>
      </w:r>
    </w:p>
    <w:p w:rsidR="00557788" w:rsidRDefault="00557788" w:rsidP="00557788">
      <w:r>
        <w:t>239.6428</w:t>
      </w:r>
      <w:r>
        <w:tab/>
        <w:t>1.266e-2</w:t>
      </w:r>
    </w:p>
    <w:p w:rsidR="00557788" w:rsidRDefault="00557788" w:rsidP="00557788">
      <w:r>
        <w:t>239.6545</w:t>
      </w:r>
      <w:r>
        <w:tab/>
        <w:t>1.266e-2</w:t>
      </w:r>
    </w:p>
    <w:p w:rsidR="00557788" w:rsidRDefault="00557788" w:rsidP="00557788">
      <w:r>
        <w:t>239.6624</w:t>
      </w:r>
      <w:r>
        <w:tab/>
        <w:t>2.532e-2</w:t>
      </w:r>
    </w:p>
    <w:p w:rsidR="00557788" w:rsidRDefault="00557788" w:rsidP="00557788">
      <w:r>
        <w:t>239.6702</w:t>
      </w:r>
      <w:r>
        <w:tab/>
        <w:t>1.266e-2</w:t>
      </w:r>
    </w:p>
    <w:p w:rsidR="00557788" w:rsidRDefault="00557788" w:rsidP="00557788">
      <w:r>
        <w:t>239.6742</w:t>
      </w:r>
      <w:r>
        <w:tab/>
        <w:t>2.532e-2</w:t>
      </w:r>
    </w:p>
    <w:p w:rsidR="00557788" w:rsidRDefault="00557788" w:rsidP="00557788">
      <w:r>
        <w:t>239.6757</w:t>
      </w:r>
      <w:r>
        <w:tab/>
        <w:t>5.063e0</w:t>
      </w:r>
    </w:p>
    <w:p w:rsidR="00557788" w:rsidRDefault="00557788" w:rsidP="00557788">
      <w:r>
        <w:t>239.6787</w:t>
      </w:r>
      <w:r>
        <w:tab/>
        <w:t>1.013e0</w:t>
      </w:r>
    </w:p>
    <w:p w:rsidR="00557788" w:rsidRDefault="00557788" w:rsidP="00557788">
      <w:r>
        <w:t>239.6960</w:t>
      </w:r>
      <w:r>
        <w:tab/>
        <w:t>1.025e0</w:t>
      </w:r>
    </w:p>
    <w:p w:rsidR="00557788" w:rsidRDefault="00557788" w:rsidP="00557788">
      <w:r>
        <w:t>239.7072</w:t>
      </w:r>
      <w:r>
        <w:tab/>
        <w:t>4.051e0</w:t>
      </w:r>
    </w:p>
    <w:p w:rsidR="00557788" w:rsidRDefault="00557788" w:rsidP="00557788">
      <w:r>
        <w:t>239.7426</w:t>
      </w:r>
      <w:r>
        <w:tab/>
        <w:t>2.025e0</w:t>
      </w:r>
    </w:p>
    <w:p w:rsidR="00557788" w:rsidRDefault="00557788" w:rsidP="00557788">
      <w:r>
        <w:t>239.7475</w:t>
      </w:r>
      <w:r>
        <w:tab/>
        <w:t>2.025e0</w:t>
      </w:r>
    </w:p>
    <w:p w:rsidR="00557788" w:rsidRDefault="00557788" w:rsidP="00557788">
      <w:r>
        <w:t>239.7494</w:t>
      </w:r>
      <w:r>
        <w:tab/>
        <w:t>1.013e0</w:t>
      </w:r>
    </w:p>
    <w:p w:rsidR="00557788" w:rsidRDefault="00557788" w:rsidP="00557788">
      <w:r>
        <w:t>239.7729</w:t>
      </w:r>
      <w:r>
        <w:tab/>
        <w:t>1.038e0</w:t>
      </w:r>
    </w:p>
    <w:p w:rsidR="00557788" w:rsidRDefault="00557788" w:rsidP="00557788">
      <w:r>
        <w:t>239.7776</w:t>
      </w:r>
      <w:r>
        <w:tab/>
        <w:t>3.063e0</w:t>
      </w:r>
    </w:p>
    <w:p w:rsidR="00557788" w:rsidRDefault="00557788" w:rsidP="00557788">
      <w:r>
        <w:t>239.7854</w:t>
      </w:r>
      <w:r>
        <w:tab/>
        <w:t>2.025e0</w:t>
      </w:r>
    </w:p>
    <w:p w:rsidR="00557788" w:rsidRDefault="00557788" w:rsidP="00557788">
      <w:r>
        <w:t>239.7908</w:t>
      </w:r>
      <w:r>
        <w:tab/>
        <w:t>1.025e0</w:t>
      </w:r>
    </w:p>
    <w:p w:rsidR="00557788" w:rsidRDefault="00557788" w:rsidP="00557788">
      <w:r>
        <w:lastRenderedPageBreak/>
        <w:t>239.7923</w:t>
      </w:r>
      <w:r>
        <w:tab/>
        <w:t>4.051e0</w:t>
      </w:r>
    </w:p>
    <w:p w:rsidR="00557788" w:rsidRDefault="00557788" w:rsidP="00557788">
      <w:r>
        <w:t>239.7988</w:t>
      </w:r>
      <w:r>
        <w:tab/>
        <w:t>1.025e0</w:t>
      </w:r>
    </w:p>
    <w:p w:rsidR="00557788" w:rsidRDefault="00557788" w:rsidP="00557788">
      <w:r>
        <w:t>239.8184</w:t>
      </w:r>
      <w:r>
        <w:tab/>
        <w:t>2.532e-2</w:t>
      </w:r>
    </w:p>
    <w:p w:rsidR="00557788" w:rsidRDefault="00557788" w:rsidP="00557788">
      <w:r>
        <w:t>239.8223</w:t>
      </w:r>
      <w:r>
        <w:tab/>
        <w:t>1.266e-2</w:t>
      </w:r>
    </w:p>
    <w:p w:rsidR="00557788" w:rsidRDefault="00557788" w:rsidP="00557788">
      <w:r>
        <w:t>239.8291</w:t>
      </w:r>
      <w:r>
        <w:tab/>
        <w:t>2.532e-2</w:t>
      </w:r>
    </w:p>
    <w:p w:rsidR="00557788" w:rsidRDefault="00557788" w:rsidP="00557788">
      <w:r>
        <w:t>239.8573</w:t>
      </w:r>
      <w:r>
        <w:tab/>
        <w:t>3.038e0</w:t>
      </w:r>
    </w:p>
    <w:p w:rsidR="00557788" w:rsidRDefault="00557788" w:rsidP="00557788">
      <w:r>
        <w:t>239.8670</w:t>
      </w:r>
      <w:r>
        <w:tab/>
        <w:t>2.051e0</w:t>
      </w:r>
    </w:p>
    <w:p w:rsidR="00557788" w:rsidRDefault="00557788" w:rsidP="00557788">
      <w:r>
        <w:t>239.8761</w:t>
      </w:r>
      <w:r>
        <w:tab/>
        <w:t>1.013e0</w:t>
      </w:r>
    </w:p>
    <w:p w:rsidR="00557788" w:rsidRDefault="00557788" w:rsidP="00557788">
      <w:r>
        <w:t>239.8778</w:t>
      </w:r>
      <w:r>
        <w:tab/>
        <w:t>4.051e0</w:t>
      </w:r>
    </w:p>
    <w:p w:rsidR="00557788" w:rsidRDefault="00557788" w:rsidP="00557788">
      <w:r>
        <w:t>239.8793</w:t>
      </w:r>
      <w:r>
        <w:tab/>
        <w:t>4.051e0</w:t>
      </w:r>
    </w:p>
    <w:p w:rsidR="00557788" w:rsidRDefault="00557788" w:rsidP="00557788">
      <w:r>
        <w:t>239.8806</w:t>
      </w:r>
      <w:r>
        <w:tab/>
        <w:t>1.013e0</w:t>
      </w:r>
    </w:p>
    <w:p w:rsidR="00557788" w:rsidRDefault="00557788" w:rsidP="00557788">
      <w:r>
        <w:t>239.9054</w:t>
      </w:r>
      <w:r>
        <w:tab/>
        <w:t>3.798e-2</w:t>
      </w:r>
    </w:p>
    <w:p w:rsidR="00557788" w:rsidRDefault="00557788" w:rsidP="00557788">
      <w:r>
        <w:t>239.9133</w:t>
      </w:r>
      <w:r>
        <w:tab/>
        <w:t>1.025e0</w:t>
      </w:r>
    </w:p>
    <w:p w:rsidR="00557788" w:rsidRDefault="00557788" w:rsidP="00557788">
      <w:r>
        <w:t>239.9152</w:t>
      </w:r>
      <w:r>
        <w:tab/>
        <w:t>2.025e0</w:t>
      </w:r>
    </w:p>
    <w:p w:rsidR="00557788" w:rsidRDefault="00557788" w:rsidP="00557788">
      <w:r>
        <w:t>239.9300</w:t>
      </w:r>
      <w:r>
        <w:tab/>
        <w:t>1.013e0</w:t>
      </w:r>
    </w:p>
    <w:p w:rsidR="00557788" w:rsidRDefault="00557788" w:rsidP="00557788">
      <w:r>
        <w:t>239.9581</w:t>
      </w:r>
      <w:r>
        <w:tab/>
        <w:t>4.051e0</w:t>
      </w:r>
    </w:p>
    <w:p w:rsidR="00557788" w:rsidRDefault="00557788" w:rsidP="00557788">
      <w:r>
        <w:t>239.9704</w:t>
      </w:r>
      <w:r>
        <w:tab/>
        <w:t>1.266e-2</w:t>
      </w:r>
    </w:p>
    <w:p w:rsidR="00557788" w:rsidRDefault="00557788" w:rsidP="00557788">
      <w:r>
        <w:t>239.9765</w:t>
      </w:r>
      <w:r>
        <w:tab/>
        <w:t>4.788e0</w:t>
      </w:r>
    </w:p>
    <w:p w:rsidR="00557788" w:rsidRDefault="00557788" w:rsidP="00557788">
      <w:r>
        <w:t>239.9794</w:t>
      </w:r>
      <w:r>
        <w:tab/>
        <w:t>1.266e-2</w:t>
      </w:r>
    </w:p>
    <w:p w:rsidR="00557788" w:rsidRDefault="00557788" w:rsidP="00557788">
      <w:r>
        <w:lastRenderedPageBreak/>
        <w:t>240.0113</w:t>
      </w:r>
      <w:r>
        <w:tab/>
        <w:t>2.354e0</w:t>
      </w:r>
    </w:p>
    <w:p w:rsidR="00557788" w:rsidRDefault="00557788" w:rsidP="00557788">
      <w:r>
        <w:t>240.0163</w:t>
      </w:r>
      <w:r>
        <w:tab/>
        <w:t>3.589e0</w:t>
      </w:r>
    </w:p>
    <w:p w:rsidR="00557788" w:rsidRDefault="00557788" w:rsidP="00557788">
      <w:r>
        <w:t>240.0260</w:t>
      </w:r>
      <w:r>
        <w:tab/>
        <w:t>5.041e0</w:t>
      </w:r>
    </w:p>
    <w:p w:rsidR="00557788" w:rsidRDefault="00557788" w:rsidP="00557788">
      <w:r>
        <w:t>240.0365</w:t>
      </w:r>
      <w:r>
        <w:tab/>
        <w:t>4.754e0</w:t>
      </w:r>
    </w:p>
    <w:p w:rsidR="00557788" w:rsidRDefault="00557788" w:rsidP="00557788">
      <w:r>
        <w:t>240.0412</w:t>
      </w:r>
      <w:r>
        <w:tab/>
        <w:t>1.666e0</w:t>
      </w:r>
    </w:p>
    <w:p w:rsidR="00557788" w:rsidRDefault="00557788" w:rsidP="00557788">
      <w:r>
        <w:t>240.0671</w:t>
      </w:r>
      <w:r>
        <w:tab/>
        <w:t>3.038e0</w:t>
      </w:r>
    </w:p>
    <w:p w:rsidR="00557788" w:rsidRDefault="00557788" w:rsidP="00557788">
      <w:r>
        <w:t>240.0720</w:t>
      </w:r>
      <w:r>
        <w:tab/>
        <w:t>4.852e0</w:t>
      </w:r>
    </w:p>
    <w:p w:rsidR="00557788" w:rsidRDefault="00557788" w:rsidP="00557788">
      <w:r>
        <w:t>240.0827</w:t>
      </w:r>
      <w:r>
        <w:tab/>
        <w:t>1.042e0</w:t>
      </w:r>
    </w:p>
    <w:p w:rsidR="00557788" w:rsidRDefault="00557788" w:rsidP="00557788">
      <w:r>
        <w:t>240.0858</w:t>
      </w:r>
      <w:r>
        <w:tab/>
        <w:t>4.767e0</w:t>
      </w:r>
    </w:p>
    <w:p w:rsidR="00557788" w:rsidRDefault="00557788" w:rsidP="00557788">
      <w:r>
        <w:t>240.1057</w:t>
      </w:r>
      <w:r>
        <w:tab/>
        <w:t>1.442e0</w:t>
      </w:r>
    </w:p>
    <w:p w:rsidR="00557788" w:rsidRDefault="00557788" w:rsidP="00557788">
      <w:r>
        <w:t>240.1076</w:t>
      </w:r>
      <w:r>
        <w:tab/>
        <w:t>2.453e0</w:t>
      </w:r>
    </w:p>
    <w:p w:rsidR="00557788" w:rsidRDefault="00557788" w:rsidP="00557788">
      <w:r>
        <w:t>240.1126</w:t>
      </w:r>
      <w:r>
        <w:tab/>
        <w:t>1.119e0</w:t>
      </w:r>
    </w:p>
    <w:p w:rsidR="00557788" w:rsidRDefault="00557788" w:rsidP="00557788">
      <w:r>
        <w:t>240.1378</w:t>
      </w:r>
      <w:r>
        <w:tab/>
        <w:t>2.693e0</w:t>
      </w:r>
    </w:p>
    <w:p w:rsidR="00557788" w:rsidRDefault="00557788" w:rsidP="00557788">
      <w:r>
        <w:t>240.1537</w:t>
      </w:r>
      <w:r>
        <w:tab/>
        <w:t>1.093e1</w:t>
      </w:r>
    </w:p>
    <w:p w:rsidR="00557788" w:rsidRDefault="00557788" w:rsidP="00557788">
      <w:r>
        <w:t>240.1648</w:t>
      </w:r>
      <w:r>
        <w:tab/>
        <w:t>6.528e0</w:t>
      </w:r>
    </w:p>
    <w:p w:rsidR="00557788" w:rsidRDefault="00557788" w:rsidP="00557788">
      <w:r>
        <w:t>240.1711</w:t>
      </w:r>
      <w:r>
        <w:tab/>
        <w:t>5.407e0</w:t>
      </w:r>
    </w:p>
    <w:p w:rsidR="00557788" w:rsidRDefault="00557788" w:rsidP="00557788">
      <w:r>
        <w:t>240.1891</w:t>
      </w:r>
      <w:r>
        <w:tab/>
        <w:t>4.758e0</w:t>
      </w:r>
    </w:p>
    <w:p w:rsidR="00557788" w:rsidRDefault="00557788" w:rsidP="00557788">
      <w:r>
        <w:t>240.1907</w:t>
      </w:r>
      <w:r>
        <w:tab/>
        <w:t>9.128e0</w:t>
      </w:r>
    </w:p>
    <w:p w:rsidR="00557788" w:rsidRDefault="00557788" w:rsidP="00557788">
      <w:r>
        <w:t>240.2088</w:t>
      </w:r>
      <w:r>
        <w:tab/>
        <w:t>2.626e0</w:t>
      </w:r>
    </w:p>
    <w:p w:rsidR="00557788" w:rsidRDefault="00557788" w:rsidP="00557788">
      <w:r>
        <w:lastRenderedPageBreak/>
        <w:t>240.2136</w:t>
      </w:r>
      <w:r>
        <w:tab/>
        <w:t>2.025e0</w:t>
      </w:r>
    </w:p>
    <w:p w:rsidR="00557788" w:rsidRDefault="00557788" w:rsidP="00557788">
      <w:r>
        <w:t>240.2215</w:t>
      </w:r>
      <w:r>
        <w:tab/>
        <w:t>1.038e0</w:t>
      </w:r>
    </w:p>
    <w:p w:rsidR="00557788" w:rsidRDefault="00557788" w:rsidP="00557788">
      <w:r>
        <w:t>240.2276</w:t>
      </w:r>
      <w:r>
        <w:tab/>
        <w:t>6.076e0</w:t>
      </w:r>
    </w:p>
    <w:p w:rsidR="00557788" w:rsidRDefault="00557788" w:rsidP="00557788">
      <w:r>
        <w:t>240.2286</w:t>
      </w:r>
      <w:r>
        <w:tab/>
        <w:t>2.025e0</w:t>
      </w:r>
    </w:p>
    <w:p w:rsidR="00557788" w:rsidRDefault="00557788" w:rsidP="00557788">
      <w:r>
        <w:t>240.2359</w:t>
      </w:r>
      <w:r>
        <w:tab/>
        <w:t>3.063e0</w:t>
      </w:r>
    </w:p>
    <w:p w:rsidR="00557788" w:rsidRDefault="00557788" w:rsidP="00557788">
      <w:r>
        <w:t>240.2435</w:t>
      </w:r>
      <w:r>
        <w:tab/>
        <w:t>1.013e0</w:t>
      </w:r>
    </w:p>
    <w:p w:rsidR="00557788" w:rsidRDefault="00557788" w:rsidP="00557788">
      <w:r>
        <w:t>240.2714</w:t>
      </w:r>
      <w:r>
        <w:tab/>
        <w:t>2.532e-2</w:t>
      </w:r>
    </w:p>
    <w:p w:rsidR="00557788" w:rsidRDefault="00557788" w:rsidP="00557788">
      <w:r>
        <w:t>240.2804</w:t>
      </w:r>
      <w:r>
        <w:tab/>
        <w:t>1.266e-2</w:t>
      </w:r>
    </w:p>
    <w:p w:rsidR="00557788" w:rsidRDefault="00557788" w:rsidP="00557788">
      <w:r>
        <w:t>240.2926</w:t>
      </w:r>
      <w:r>
        <w:tab/>
        <w:t>3.038e0</w:t>
      </w:r>
    </w:p>
    <w:p w:rsidR="00557788" w:rsidRDefault="00557788" w:rsidP="00557788">
      <w:r>
        <w:t>240.2968</w:t>
      </w:r>
      <w:r>
        <w:tab/>
        <w:t>1.013e0</w:t>
      </w:r>
    </w:p>
    <w:p w:rsidR="00557788" w:rsidRDefault="00557788" w:rsidP="00557788">
      <w:r>
        <w:t>240.3066</w:t>
      </w:r>
      <w:r>
        <w:tab/>
        <w:t>2.025e0</w:t>
      </w:r>
    </w:p>
    <w:p w:rsidR="00557788" w:rsidRDefault="00557788" w:rsidP="00557788">
      <w:r>
        <w:t>240.3086</w:t>
      </w:r>
      <w:r>
        <w:tab/>
        <w:t>1.025e0</w:t>
      </w:r>
    </w:p>
    <w:p w:rsidR="00557788" w:rsidRDefault="00557788" w:rsidP="00557788">
      <w:r>
        <w:t>240.3343</w:t>
      </w:r>
      <w:r>
        <w:tab/>
        <w:t>1.025e0</w:t>
      </w:r>
    </w:p>
    <w:p w:rsidR="00557788" w:rsidRDefault="00557788" w:rsidP="00557788">
      <w:r>
        <w:t>240.3371</w:t>
      </w:r>
      <w:r>
        <w:tab/>
        <w:t>2.025e0</w:t>
      </w:r>
    </w:p>
    <w:p w:rsidR="00557788" w:rsidRDefault="00557788" w:rsidP="00557788">
      <w:r>
        <w:t>240.3461</w:t>
      </w:r>
      <w:r>
        <w:tab/>
        <w:t>5.915e-1</w:t>
      </w:r>
    </w:p>
    <w:p w:rsidR="00557788" w:rsidRDefault="00557788" w:rsidP="00557788">
      <w:r>
        <w:t>240.3541</w:t>
      </w:r>
      <w:r>
        <w:tab/>
        <w:t>3.797e-2</w:t>
      </w:r>
    </w:p>
    <w:p w:rsidR="00557788" w:rsidRDefault="00557788" w:rsidP="00557788">
      <w:r>
        <w:t>240.3629</w:t>
      </w:r>
      <w:r>
        <w:tab/>
        <w:t>2.025e0</w:t>
      </w:r>
    </w:p>
    <w:p w:rsidR="00557788" w:rsidRDefault="00557788" w:rsidP="00557788">
      <w:r>
        <w:t>240.3727</w:t>
      </w:r>
      <w:r>
        <w:tab/>
        <w:t>2.025e0</w:t>
      </w:r>
    </w:p>
    <w:p w:rsidR="00557788" w:rsidRDefault="00557788" w:rsidP="00557788">
      <w:r>
        <w:t>240.3777</w:t>
      </w:r>
      <w:r>
        <w:tab/>
        <w:t>3.038e0</w:t>
      </w:r>
    </w:p>
    <w:p w:rsidR="00557788" w:rsidRDefault="00557788" w:rsidP="00557788">
      <w:r>
        <w:lastRenderedPageBreak/>
        <w:t>240.3793</w:t>
      </w:r>
      <w:r>
        <w:tab/>
        <w:t>1.013e0</w:t>
      </w:r>
    </w:p>
    <w:p w:rsidR="00557788" w:rsidRDefault="00557788" w:rsidP="00557788">
      <w:r>
        <w:t>240.3805</w:t>
      </w:r>
      <w:r>
        <w:tab/>
        <w:t>2.025e0</w:t>
      </w:r>
    </w:p>
    <w:p w:rsidR="00557788" w:rsidRDefault="00557788" w:rsidP="00557788">
      <w:r>
        <w:t>240.3875</w:t>
      </w:r>
      <w:r>
        <w:tab/>
        <w:t>1.038e0</w:t>
      </w:r>
    </w:p>
    <w:p w:rsidR="00557788" w:rsidRDefault="00557788" w:rsidP="00557788">
      <w:r>
        <w:t>240.3916</w:t>
      </w:r>
      <w:r>
        <w:tab/>
        <w:t>3.051e0</w:t>
      </w:r>
    </w:p>
    <w:p w:rsidR="00557788" w:rsidRDefault="00557788" w:rsidP="00557788">
      <w:r>
        <w:t>240.4011</w:t>
      </w:r>
      <w:r>
        <w:tab/>
        <w:t>2.732e0</w:t>
      </w:r>
    </w:p>
    <w:p w:rsidR="00557788" w:rsidRDefault="00557788" w:rsidP="00557788">
      <w:r>
        <w:t>240.4159</w:t>
      </w:r>
      <w:r>
        <w:tab/>
        <w:t>2.025e0</w:t>
      </w:r>
    </w:p>
    <w:p w:rsidR="00557788" w:rsidRDefault="00557788" w:rsidP="00557788">
      <w:r>
        <w:t>240.4262</w:t>
      </w:r>
      <w:r>
        <w:tab/>
        <w:t>2.269e0</w:t>
      </w:r>
    </w:p>
    <w:p w:rsidR="00557788" w:rsidRDefault="00557788" w:rsidP="00557788">
      <w:r>
        <w:t>240.4307</w:t>
      </w:r>
      <w:r>
        <w:tab/>
        <w:t>2.025e0</w:t>
      </w:r>
    </w:p>
    <w:p w:rsidR="00557788" w:rsidRDefault="00557788" w:rsidP="00557788">
      <w:r>
        <w:t>240.4390</w:t>
      </w:r>
      <w:r>
        <w:tab/>
        <w:t>2.025e0</w:t>
      </w:r>
    </w:p>
    <w:p w:rsidR="00557788" w:rsidRDefault="00557788" w:rsidP="00557788">
      <w:r>
        <w:t>240.4412</w:t>
      </w:r>
      <w:r>
        <w:tab/>
        <w:t>1.266e-2</w:t>
      </w:r>
    </w:p>
    <w:p w:rsidR="00557788" w:rsidRDefault="00557788" w:rsidP="00557788">
      <w:r>
        <w:t>240.4571</w:t>
      </w:r>
      <w:r>
        <w:tab/>
        <w:t>2.532e-2</w:t>
      </w:r>
    </w:p>
    <w:p w:rsidR="00557788" w:rsidRDefault="00557788" w:rsidP="00557788">
      <w:r>
        <w:t>240.4636</w:t>
      </w:r>
      <w:r>
        <w:tab/>
        <w:t>5.063e-2</w:t>
      </w:r>
    </w:p>
    <w:p w:rsidR="00557788" w:rsidRDefault="00557788" w:rsidP="00557788">
      <w:r>
        <w:t>240.4648</w:t>
      </w:r>
      <w:r>
        <w:tab/>
        <w:t>1.013e0</w:t>
      </w:r>
    </w:p>
    <w:p w:rsidR="00557788" w:rsidRDefault="00557788" w:rsidP="00557788">
      <w:r>
        <w:t>240.4782</w:t>
      </w:r>
      <w:r>
        <w:tab/>
        <w:t>1.266e-2</w:t>
      </w:r>
    </w:p>
    <w:p w:rsidR="00557788" w:rsidRDefault="00557788" w:rsidP="00557788">
      <w:r>
        <w:t>240.4794</w:t>
      </w:r>
      <w:r>
        <w:tab/>
        <w:t>2.025e0</w:t>
      </w:r>
    </w:p>
    <w:p w:rsidR="00557788" w:rsidRDefault="00557788" w:rsidP="00557788">
      <w:r>
        <w:t>240.4818</w:t>
      </w:r>
      <w:r>
        <w:tab/>
        <w:t>4.234e0</w:t>
      </w:r>
    </w:p>
    <w:p w:rsidR="00557788" w:rsidRDefault="00557788" w:rsidP="00557788">
      <w:r>
        <w:t>240.5015</w:t>
      </w:r>
      <w:r>
        <w:tab/>
        <w:t>3.051e0</w:t>
      </w:r>
    </w:p>
    <w:p w:rsidR="00557788" w:rsidRDefault="00557788" w:rsidP="00557788">
      <w:r>
        <w:t>240.5049</w:t>
      </w:r>
      <w:r>
        <w:tab/>
        <w:t>3.038e0</w:t>
      </w:r>
    </w:p>
    <w:p w:rsidR="00557788" w:rsidRDefault="00557788" w:rsidP="00557788">
      <w:r>
        <w:t>240.5082</w:t>
      </w:r>
      <w:r>
        <w:tab/>
        <w:t>2.025e0</w:t>
      </w:r>
    </w:p>
    <w:p w:rsidR="00557788" w:rsidRDefault="00557788" w:rsidP="00557788">
      <w:r>
        <w:lastRenderedPageBreak/>
        <w:t>240.5187</w:t>
      </w:r>
      <w:r>
        <w:tab/>
        <w:t>1.266e-2</w:t>
      </w:r>
    </w:p>
    <w:p w:rsidR="00557788" w:rsidRDefault="00557788" w:rsidP="00557788">
      <w:r>
        <w:t>240.5440</w:t>
      </w:r>
      <w:r>
        <w:tab/>
        <w:t>1.038e0</w:t>
      </w:r>
    </w:p>
    <w:p w:rsidR="00557788" w:rsidRDefault="00557788" w:rsidP="00557788">
      <w:r>
        <w:t>240.5538</w:t>
      </w:r>
      <w:r>
        <w:tab/>
        <w:t>4.051e0</w:t>
      </w:r>
    </w:p>
    <w:p w:rsidR="00557788" w:rsidRDefault="00557788" w:rsidP="00557788">
      <w:r>
        <w:t>240.5557</w:t>
      </w:r>
      <w:r>
        <w:tab/>
        <w:t>2.025e0</w:t>
      </w:r>
    </w:p>
    <w:p w:rsidR="00557788" w:rsidRDefault="00557788" w:rsidP="00557788">
      <w:r>
        <w:t>240.5597</w:t>
      </w:r>
      <w:r>
        <w:tab/>
        <w:t>3.051e0</w:t>
      </w:r>
    </w:p>
    <w:p w:rsidR="00557788" w:rsidRDefault="00557788" w:rsidP="00557788">
      <w:r>
        <w:t>240.5669</w:t>
      </w:r>
      <w:r>
        <w:tab/>
        <w:t>4.051e0</w:t>
      </w:r>
    </w:p>
    <w:p w:rsidR="00557788" w:rsidRDefault="00557788" w:rsidP="00557788">
      <w:r>
        <w:t>240.5835</w:t>
      </w:r>
      <w:r>
        <w:tab/>
        <w:t>3.038e0</w:t>
      </w:r>
    </w:p>
    <w:p w:rsidR="00557788" w:rsidRDefault="00557788" w:rsidP="00557788">
      <w:r>
        <w:t>240.5895</w:t>
      </w:r>
      <w:r>
        <w:tab/>
        <w:t>1.266e-2</w:t>
      </w:r>
    </w:p>
    <w:p w:rsidR="00557788" w:rsidRDefault="00557788" w:rsidP="00557788">
      <w:r>
        <w:t>240.5915</w:t>
      </w:r>
      <w:r>
        <w:tab/>
        <w:t>2.025e0</w:t>
      </w:r>
    </w:p>
    <w:p w:rsidR="00557788" w:rsidRDefault="00557788" w:rsidP="00557788">
      <w:r>
        <w:t>240.6004</w:t>
      </w:r>
      <w:r>
        <w:tab/>
        <w:t>3.038e0</w:t>
      </w:r>
    </w:p>
    <w:p w:rsidR="00557788" w:rsidRDefault="00557788" w:rsidP="00557788">
      <w:r>
        <w:t>240.6091</w:t>
      </w:r>
      <w:r>
        <w:tab/>
        <w:t>1.013e0</w:t>
      </w:r>
    </w:p>
    <w:p w:rsidR="00557788" w:rsidRDefault="00557788" w:rsidP="00557788">
      <w:r>
        <w:t>240.6177</w:t>
      </w:r>
      <w:r>
        <w:tab/>
        <w:t>3.038e0</w:t>
      </w:r>
    </w:p>
    <w:p w:rsidR="00557788" w:rsidRDefault="00557788" w:rsidP="00557788">
      <w:r>
        <w:t>240.6283</w:t>
      </w:r>
      <w:r>
        <w:tab/>
        <w:t>3.038e0</w:t>
      </w:r>
    </w:p>
    <w:p w:rsidR="00557788" w:rsidRDefault="00557788" w:rsidP="00557788">
      <w:r>
        <w:t>240.6489</w:t>
      </w:r>
      <w:r>
        <w:tab/>
        <w:t>1.038e0</w:t>
      </w:r>
    </w:p>
    <w:p w:rsidR="00557788" w:rsidRDefault="00557788" w:rsidP="00557788">
      <w:r>
        <w:t>240.6508</w:t>
      </w:r>
      <w:r>
        <w:tab/>
        <w:t>1.266e-2</w:t>
      </w:r>
    </w:p>
    <w:p w:rsidR="00557788" w:rsidRDefault="00557788" w:rsidP="00557788">
      <w:r>
        <w:t>240.6595</w:t>
      </w:r>
      <w:r>
        <w:tab/>
        <w:t>3.798e-2</w:t>
      </w:r>
    </w:p>
    <w:p w:rsidR="00557788" w:rsidRDefault="00557788" w:rsidP="00557788">
      <w:r>
        <w:t>240.6627</w:t>
      </w:r>
      <w:r>
        <w:tab/>
        <w:t>1.266e-2</w:t>
      </w:r>
    </w:p>
    <w:p w:rsidR="00557788" w:rsidRDefault="00557788" w:rsidP="00557788">
      <w:r>
        <w:t>240.6672</w:t>
      </w:r>
      <w:r>
        <w:tab/>
        <w:t>1.266e-2</w:t>
      </w:r>
    </w:p>
    <w:p w:rsidR="00557788" w:rsidRDefault="00557788" w:rsidP="00557788">
      <w:r>
        <w:t>240.6710</w:t>
      </w:r>
      <w:r>
        <w:tab/>
        <w:t>4.051e0</w:t>
      </w:r>
    </w:p>
    <w:p w:rsidR="00557788" w:rsidRDefault="00557788" w:rsidP="00557788">
      <w:r>
        <w:lastRenderedPageBreak/>
        <w:t>240.6894</w:t>
      </w:r>
      <w:r>
        <w:tab/>
        <w:t>1.038e0</w:t>
      </w:r>
    </w:p>
    <w:p w:rsidR="00557788" w:rsidRDefault="00557788" w:rsidP="00557788">
      <w:r>
        <w:t>240.6924</w:t>
      </w:r>
      <w:r>
        <w:tab/>
        <w:t>1.266e-2</w:t>
      </w:r>
    </w:p>
    <w:p w:rsidR="00557788" w:rsidRDefault="00557788" w:rsidP="00557788">
      <w:r>
        <w:t>240.7002</w:t>
      </w:r>
      <w:r>
        <w:tab/>
        <w:t>1.013e0</w:t>
      </w:r>
    </w:p>
    <w:p w:rsidR="00557788" w:rsidRDefault="00557788" w:rsidP="00557788">
      <w:r>
        <w:t>240.7129</w:t>
      </w:r>
      <w:r>
        <w:tab/>
        <w:t>2.025e0</w:t>
      </w:r>
    </w:p>
    <w:p w:rsidR="00557788" w:rsidRDefault="00557788" w:rsidP="00557788">
      <w:r>
        <w:t>240.7399</w:t>
      </w:r>
      <w:r>
        <w:tab/>
        <w:t>2.025e0</w:t>
      </w:r>
    </w:p>
    <w:p w:rsidR="00557788" w:rsidRDefault="00557788" w:rsidP="00557788">
      <w:r>
        <w:t>240.7418</w:t>
      </w:r>
      <w:r>
        <w:tab/>
        <w:t>2.038e0</w:t>
      </w:r>
    </w:p>
    <w:p w:rsidR="00557788" w:rsidRDefault="00557788" w:rsidP="00557788">
      <w:r>
        <w:t>240.7458</w:t>
      </w:r>
      <w:r>
        <w:tab/>
        <w:t>2.025e0</w:t>
      </w:r>
    </w:p>
    <w:p w:rsidR="00557788" w:rsidRDefault="00557788" w:rsidP="00557788">
      <w:r>
        <w:t>240.7470</w:t>
      </w:r>
      <w:r>
        <w:tab/>
        <w:t>3.038e0</w:t>
      </w:r>
    </w:p>
    <w:p w:rsidR="00557788" w:rsidRDefault="00557788" w:rsidP="00557788">
      <w:r>
        <w:t>240.7543</w:t>
      </w:r>
      <w:r>
        <w:tab/>
        <w:t>1.025e0</w:t>
      </w:r>
    </w:p>
    <w:p w:rsidR="00557788" w:rsidRDefault="00557788" w:rsidP="00557788">
      <w:r>
        <w:t>240.7663</w:t>
      </w:r>
      <w:r>
        <w:tab/>
        <w:t>1.013e0</w:t>
      </w:r>
    </w:p>
    <w:p w:rsidR="00557788" w:rsidRDefault="00557788" w:rsidP="00557788">
      <w:r>
        <w:t>240.7708</w:t>
      </w:r>
      <w:r>
        <w:tab/>
        <w:t>1.266e-2</w:t>
      </w:r>
    </w:p>
    <w:p w:rsidR="00557788" w:rsidRDefault="00557788" w:rsidP="00557788">
      <w:r>
        <w:t>240.7742</w:t>
      </w:r>
      <w:r>
        <w:tab/>
        <w:t>4.051e0</w:t>
      </w:r>
    </w:p>
    <w:p w:rsidR="00557788" w:rsidRDefault="00557788" w:rsidP="00557788">
      <w:r>
        <w:t>240.7801</w:t>
      </w:r>
      <w:r>
        <w:tab/>
        <w:t>3.038e0</w:t>
      </w:r>
    </w:p>
    <w:p w:rsidR="00557788" w:rsidRDefault="00557788" w:rsidP="00557788">
      <w:r>
        <w:t>240.7932</w:t>
      </w:r>
      <w:r>
        <w:tab/>
        <w:t>2.025e0</w:t>
      </w:r>
    </w:p>
    <w:p w:rsidR="00557788" w:rsidRDefault="00557788" w:rsidP="00557788">
      <w:r>
        <w:t>240.7991</w:t>
      </w:r>
      <w:r>
        <w:tab/>
        <w:t>2.025e0</w:t>
      </w:r>
    </w:p>
    <w:p w:rsidR="00557788" w:rsidRDefault="00557788" w:rsidP="00557788">
      <w:r>
        <w:t>240.8010</w:t>
      </w:r>
      <w:r>
        <w:tab/>
        <w:t>2.532e-2</w:t>
      </w:r>
    </w:p>
    <w:p w:rsidR="00557788" w:rsidRDefault="00557788" w:rsidP="00557788">
      <w:r>
        <w:t>240.8056</w:t>
      </w:r>
      <w:r>
        <w:tab/>
        <w:t>2.025e0</w:t>
      </w:r>
    </w:p>
    <w:p w:rsidR="00557788" w:rsidRDefault="00557788" w:rsidP="00557788">
      <w:r>
        <w:t>240.8068</w:t>
      </w:r>
      <w:r>
        <w:tab/>
        <w:t>1.013e0</w:t>
      </w:r>
    </w:p>
    <w:p w:rsidR="00557788" w:rsidRDefault="00557788" w:rsidP="00557788">
      <w:r>
        <w:t>240.8138</w:t>
      </w:r>
      <w:r>
        <w:tab/>
        <w:t>2.532e-2</w:t>
      </w:r>
    </w:p>
    <w:p w:rsidR="00557788" w:rsidRDefault="00557788" w:rsidP="00557788">
      <w:r>
        <w:lastRenderedPageBreak/>
        <w:t>240.8329</w:t>
      </w:r>
      <w:r>
        <w:tab/>
        <w:t>1.013e0</w:t>
      </w:r>
    </w:p>
    <w:p w:rsidR="00557788" w:rsidRDefault="00557788" w:rsidP="00557788">
      <w:r>
        <w:t>240.8525</w:t>
      </w:r>
      <w:r>
        <w:tab/>
        <w:t>2.051e0</w:t>
      </w:r>
    </w:p>
    <w:p w:rsidR="00557788" w:rsidRDefault="00557788" w:rsidP="00557788">
      <w:r>
        <w:t>240.8699</w:t>
      </w:r>
      <w:r>
        <w:tab/>
        <w:t>1.025e0</w:t>
      </w:r>
    </w:p>
    <w:p w:rsidR="00557788" w:rsidRDefault="00557788" w:rsidP="00557788">
      <w:r>
        <w:t>240.8724</w:t>
      </w:r>
      <w:r>
        <w:tab/>
        <w:t>3.038e0</w:t>
      </w:r>
    </w:p>
    <w:p w:rsidR="00557788" w:rsidRDefault="00557788" w:rsidP="00557788">
      <w:r>
        <w:t>240.8744</w:t>
      </w:r>
      <w:r>
        <w:tab/>
        <w:t>3.194e0</w:t>
      </w:r>
    </w:p>
    <w:p w:rsidR="00557788" w:rsidRDefault="00557788" w:rsidP="00557788">
      <w:r>
        <w:t>240.8941</w:t>
      </w:r>
      <w:r>
        <w:tab/>
        <w:t>1.038e0</w:t>
      </w:r>
    </w:p>
    <w:p w:rsidR="00557788" w:rsidRDefault="00557788" w:rsidP="00557788">
      <w:r>
        <w:t>240.9019</w:t>
      </w:r>
      <w:r>
        <w:tab/>
        <w:t>1.025e0</w:t>
      </w:r>
    </w:p>
    <w:p w:rsidR="00557788" w:rsidRDefault="00557788" w:rsidP="00557788">
      <w:r>
        <w:t>240.9042</w:t>
      </w:r>
      <w:r>
        <w:tab/>
        <w:t>1.051e0</w:t>
      </w:r>
    </w:p>
    <w:p w:rsidR="00557788" w:rsidRDefault="00557788" w:rsidP="00557788">
      <w:r>
        <w:t>240.9233</w:t>
      </w:r>
      <w:r>
        <w:tab/>
        <w:t>2.051e0</w:t>
      </w:r>
    </w:p>
    <w:p w:rsidR="00557788" w:rsidRDefault="00557788" w:rsidP="00557788">
      <w:r>
        <w:t>240.9257</w:t>
      </w:r>
      <w:r>
        <w:tab/>
        <w:t>3.038e0</w:t>
      </w:r>
    </w:p>
    <w:p w:rsidR="00557788" w:rsidRDefault="00557788" w:rsidP="00557788">
      <w:r>
        <w:t>240.9386</w:t>
      </w:r>
      <w:r>
        <w:tab/>
        <w:t>3.798e-2</w:t>
      </w:r>
    </w:p>
    <w:p w:rsidR="00557788" w:rsidRDefault="00557788" w:rsidP="00557788">
      <w:r>
        <w:t>240.9436</w:t>
      </w:r>
      <w:r>
        <w:tab/>
        <w:t>1.025e0</w:t>
      </w:r>
    </w:p>
    <w:p w:rsidR="00557788" w:rsidRDefault="00557788" w:rsidP="00557788">
      <w:r>
        <w:t>240.9515</w:t>
      </w:r>
      <w:r>
        <w:tab/>
        <w:t>3.051e0</w:t>
      </w:r>
    </w:p>
    <w:p w:rsidR="00557788" w:rsidRDefault="00557788" w:rsidP="00557788">
      <w:r>
        <w:t>240.9555</w:t>
      </w:r>
      <w:r>
        <w:tab/>
        <w:t>1.013e0</w:t>
      </w:r>
    </w:p>
    <w:p w:rsidR="00557788" w:rsidRDefault="00557788" w:rsidP="00557788">
      <w:r>
        <w:t>240.9645</w:t>
      </w:r>
      <w:r>
        <w:tab/>
        <w:t>2.025e0</w:t>
      </w:r>
    </w:p>
    <w:p w:rsidR="00557788" w:rsidRDefault="00557788" w:rsidP="00557788">
      <w:r>
        <w:t>240.9834</w:t>
      </w:r>
      <w:r>
        <w:tab/>
        <w:t>3.038e0</w:t>
      </w:r>
    </w:p>
    <w:p w:rsidR="00557788" w:rsidRDefault="00557788" w:rsidP="00557788">
      <w:r>
        <w:t>240.9968</w:t>
      </w:r>
      <w:r>
        <w:tab/>
        <w:t>3.684e0</w:t>
      </w:r>
    </w:p>
    <w:p w:rsidR="00557788" w:rsidRDefault="00557788" w:rsidP="00557788">
      <w:r>
        <w:t>241.0192</w:t>
      </w:r>
      <w:r>
        <w:tab/>
        <w:t>1.459e0</w:t>
      </w:r>
    </w:p>
    <w:p w:rsidR="00557788" w:rsidRDefault="00557788" w:rsidP="00557788">
      <w:r>
        <w:t>241.0235</w:t>
      </w:r>
      <w:r>
        <w:tab/>
        <w:t>1.050e0</w:t>
      </w:r>
    </w:p>
    <w:p w:rsidR="00557788" w:rsidRDefault="00557788" w:rsidP="00557788">
      <w:r>
        <w:lastRenderedPageBreak/>
        <w:t>241.0251</w:t>
      </w:r>
      <w:r>
        <w:tab/>
        <w:t>8.138e0</w:t>
      </w:r>
    </w:p>
    <w:p w:rsidR="00557788" w:rsidRDefault="00557788" w:rsidP="00557788">
      <w:r>
        <w:t>241.0283</w:t>
      </w:r>
      <w:r>
        <w:tab/>
        <w:t>6.893e0</w:t>
      </w:r>
    </w:p>
    <w:p w:rsidR="00557788" w:rsidRDefault="00557788" w:rsidP="00557788">
      <w:r>
        <w:t>241.0679</w:t>
      </w:r>
      <w:r>
        <w:tab/>
        <w:t>1.523e1</w:t>
      </w:r>
    </w:p>
    <w:p w:rsidR="00557788" w:rsidRDefault="00557788" w:rsidP="00557788">
      <w:r>
        <w:t>241.0731</w:t>
      </w:r>
      <w:r>
        <w:tab/>
        <w:t>1.042e0</w:t>
      </w:r>
    </w:p>
    <w:p w:rsidR="00557788" w:rsidRDefault="00557788" w:rsidP="00557788">
      <w:r>
        <w:t>241.0868</w:t>
      </w:r>
      <w:r>
        <w:tab/>
        <w:t>2.896e0</w:t>
      </w:r>
    </w:p>
    <w:p w:rsidR="00557788" w:rsidRDefault="00557788" w:rsidP="00557788">
      <w:r>
        <w:t>241.1057</w:t>
      </w:r>
      <w:r>
        <w:tab/>
        <w:t>3.981e0</w:t>
      </w:r>
    </w:p>
    <w:p w:rsidR="00557788" w:rsidRDefault="00557788" w:rsidP="00557788">
      <w:r>
        <w:t>241.1079</w:t>
      </w:r>
      <w:r>
        <w:tab/>
        <w:t>1.905e0</w:t>
      </w:r>
    </w:p>
    <w:p w:rsidR="00557788" w:rsidRDefault="00557788" w:rsidP="00557788">
      <w:r>
        <w:t>241.1153</w:t>
      </w:r>
      <w:r>
        <w:tab/>
        <w:t>6.020e-1</w:t>
      </w:r>
    </w:p>
    <w:p w:rsidR="00557788" w:rsidRDefault="00557788" w:rsidP="00557788">
      <w:r>
        <w:t>241.1205</w:t>
      </w:r>
      <w:r>
        <w:tab/>
        <w:t>1.041e0</w:t>
      </w:r>
    </w:p>
    <w:p w:rsidR="00557788" w:rsidRDefault="00557788" w:rsidP="00557788">
      <w:r>
        <w:t>241.1482</w:t>
      </w:r>
      <w:r>
        <w:tab/>
        <w:t>3.998e0</w:t>
      </w:r>
    </w:p>
    <w:p w:rsidR="00557788" w:rsidRDefault="00557788" w:rsidP="00557788">
      <w:r>
        <w:t>241.1517</w:t>
      </w:r>
      <w:r>
        <w:tab/>
        <w:t>4.001e0</w:t>
      </w:r>
    </w:p>
    <w:p w:rsidR="00557788" w:rsidRDefault="00557788" w:rsidP="00557788">
      <w:r>
        <w:t>241.1543</w:t>
      </w:r>
      <w:r>
        <w:tab/>
        <w:t>5.526e-1</w:t>
      </w:r>
    </w:p>
    <w:p w:rsidR="00557788" w:rsidRDefault="00557788" w:rsidP="00557788">
      <w:r>
        <w:t>241.1661</w:t>
      </w:r>
      <w:r>
        <w:tab/>
        <w:t>1.013e0</w:t>
      </w:r>
    </w:p>
    <w:p w:rsidR="00557788" w:rsidRDefault="00557788" w:rsidP="00557788">
      <w:r>
        <w:t>241.2107</w:t>
      </w:r>
      <w:r>
        <w:tab/>
        <w:t>7.682e0</w:t>
      </w:r>
    </w:p>
    <w:p w:rsidR="00557788" w:rsidRDefault="00557788" w:rsidP="00557788">
      <w:r>
        <w:t>241.2163</w:t>
      </w:r>
      <w:r>
        <w:tab/>
        <w:t>4.666e0</w:t>
      </w:r>
    </w:p>
    <w:p w:rsidR="00557788" w:rsidRDefault="00557788" w:rsidP="00557788">
      <w:r>
        <w:t>241.2187</w:t>
      </w:r>
      <w:r>
        <w:tab/>
        <w:t>2.025e0</w:t>
      </w:r>
    </w:p>
    <w:p w:rsidR="00557788" w:rsidRDefault="00557788" w:rsidP="00557788">
      <w:r>
        <w:t>241.2230</w:t>
      </w:r>
      <w:r>
        <w:tab/>
        <w:t>4.051e0</w:t>
      </w:r>
    </w:p>
    <w:p w:rsidR="00557788" w:rsidRDefault="00557788" w:rsidP="00557788">
      <w:r>
        <w:t>241.2314</w:t>
      </w:r>
      <w:r>
        <w:tab/>
        <w:t>5.063e0</w:t>
      </w:r>
    </w:p>
    <w:p w:rsidR="00557788" w:rsidRDefault="00557788" w:rsidP="00557788">
      <w:r>
        <w:t>241.2386</w:t>
      </w:r>
      <w:r>
        <w:tab/>
        <w:t>2.051e0</w:t>
      </w:r>
    </w:p>
    <w:p w:rsidR="00557788" w:rsidRDefault="00557788" w:rsidP="00557788">
      <w:r>
        <w:lastRenderedPageBreak/>
        <w:t>241.2399</w:t>
      </w:r>
      <w:r>
        <w:tab/>
        <w:t>2.114e0</w:t>
      </w:r>
    </w:p>
    <w:p w:rsidR="00557788" w:rsidRDefault="00557788" w:rsidP="00557788">
      <w:r>
        <w:t>241.2631</w:t>
      </w:r>
      <w:r>
        <w:tab/>
        <w:t>2.025e0</w:t>
      </w:r>
    </w:p>
    <w:p w:rsidR="00557788" w:rsidRDefault="00557788" w:rsidP="00557788">
      <w:r>
        <w:t>241.2665</w:t>
      </w:r>
      <w:r>
        <w:tab/>
        <w:t>1.266e-2</w:t>
      </w:r>
    </w:p>
    <w:p w:rsidR="00557788" w:rsidRDefault="00557788" w:rsidP="00557788">
      <w:r>
        <w:t>241.2782</w:t>
      </w:r>
      <w:r>
        <w:tab/>
        <w:t>1.025e0</w:t>
      </w:r>
    </w:p>
    <w:p w:rsidR="00557788" w:rsidRDefault="00557788" w:rsidP="00557788">
      <w:r>
        <w:t>241.2828</w:t>
      </w:r>
      <w:r>
        <w:tab/>
        <w:t>4.051e0</w:t>
      </w:r>
    </w:p>
    <w:p w:rsidR="00557788" w:rsidRDefault="00557788" w:rsidP="00557788">
      <w:r>
        <w:t>241.2899</w:t>
      </w:r>
      <w:r>
        <w:tab/>
        <w:t>1.013e0</w:t>
      </w:r>
    </w:p>
    <w:p w:rsidR="00557788" w:rsidRDefault="00557788" w:rsidP="00557788">
      <w:r>
        <w:t>241.3069</w:t>
      </w:r>
      <w:r>
        <w:tab/>
        <w:t>2.532e-2</w:t>
      </w:r>
    </w:p>
    <w:p w:rsidR="00557788" w:rsidRDefault="00557788" w:rsidP="00557788">
      <w:r>
        <w:t>241.3117</w:t>
      </w:r>
      <w:r>
        <w:tab/>
        <w:t>1.266e-2</w:t>
      </w:r>
    </w:p>
    <w:p w:rsidR="00557788" w:rsidRDefault="00557788" w:rsidP="00557788">
      <w:r>
        <w:t>241.3339</w:t>
      </w:r>
      <w:r>
        <w:tab/>
        <w:t>3.038e0</w:t>
      </w:r>
    </w:p>
    <w:p w:rsidR="00557788" w:rsidRDefault="00557788" w:rsidP="00557788">
      <w:r>
        <w:t>241.3356</w:t>
      </w:r>
      <w:r>
        <w:tab/>
        <w:t>3.797e-2</w:t>
      </w:r>
    </w:p>
    <w:p w:rsidR="00557788" w:rsidRDefault="00557788" w:rsidP="00557788">
      <w:r>
        <w:t>241.3416</w:t>
      </w:r>
      <w:r>
        <w:tab/>
        <w:t>2.025e0</w:t>
      </w:r>
    </w:p>
    <w:p w:rsidR="00557788" w:rsidRDefault="00557788" w:rsidP="00557788">
      <w:r>
        <w:t>241.3433</w:t>
      </w:r>
      <w:r>
        <w:tab/>
        <w:t>1.013e0</w:t>
      </w:r>
    </w:p>
    <w:p w:rsidR="00557788" w:rsidRDefault="00557788" w:rsidP="00557788">
      <w:r>
        <w:t>241.3613</w:t>
      </w:r>
      <w:r>
        <w:tab/>
        <w:t>1.266e-2</w:t>
      </w:r>
    </w:p>
    <w:p w:rsidR="00557788" w:rsidRDefault="00557788" w:rsidP="00557788">
      <w:r>
        <w:t>241.3713</w:t>
      </w:r>
      <w:r>
        <w:tab/>
        <w:t>2.025e0</w:t>
      </w:r>
    </w:p>
    <w:p w:rsidR="00557788" w:rsidRDefault="00557788" w:rsidP="00557788">
      <w:r>
        <w:t>241.3772</w:t>
      </w:r>
      <w:r>
        <w:tab/>
        <w:t>1.266e-2</w:t>
      </w:r>
    </w:p>
    <w:p w:rsidR="00557788" w:rsidRDefault="00557788" w:rsidP="00557788">
      <w:r>
        <w:t>241.3935</w:t>
      </w:r>
      <w:r>
        <w:tab/>
        <w:t>2.038e0</w:t>
      </w:r>
    </w:p>
    <w:p w:rsidR="00557788" w:rsidRDefault="00557788" w:rsidP="00557788">
      <w:r>
        <w:t>241.3974</w:t>
      </w:r>
      <w:r>
        <w:tab/>
        <w:t>3.797e-2</w:t>
      </w:r>
    </w:p>
    <w:p w:rsidR="00557788" w:rsidRDefault="00557788" w:rsidP="00557788">
      <w:r>
        <w:t>241.4227</w:t>
      </w:r>
      <w:r>
        <w:tab/>
        <w:t>2.051e0</w:t>
      </w:r>
    </w:p>
    <w:p w:rsidR="00557788" w:rsidRDefault="00557788" w:rsidP="00557788">
      <w:r>
        <w:t>241.4364</w:t>
      </w:r>
      <w:r>
        <w:tab/>
        <w:t>4.051e0</w:t>
      </w:r>
    </w:p>
    <w:p w:rsidR="00557788" w:rsidRDefault="00557788" w:rsidP="00557788">
      <w:r>
        <w:lastRenderedPageBreak/>
        <w:t>241.4514</w:t>
      </w:r>
      <w:r>
        <w:tab/>
        <w:t>2.025e0</w:t>
      </w:r>
    </w:p>
    <w:p w:rsidR="00557788" w:rsidRDefault="00557788" w:rsidP="00557788">
      <w:r>
        <w:t>241.4642</w:t>
      </w:r>
      <w:r>
        <w:tab/>
        <w:t>6.076e0</w:t>
      </w:r>
    </w:p>
    <w:p w:rsidR="00557788" w:rsidRDefault="00557788" w:rsidP="00557788">
      <w:r>
        <w:t>241.4800</w:t>
      </w:r>
      <w:r>
        <w:tab/>
        <w:t>3.045e0</w:t>
      </w:r>
    </w:p>
    <w:p w:rsidR="00557788" w:rsidRDefault="00557788" w:rsidP="00557788">
      <w:r>
        <w:t>241.4922</w:t>
      </w:r>
      <w:r>
        <w:tab/>
        <w:t>1.025e0</w:t>
      </w:r>
    </w:p>
    <w:p w:rsidR="00557788" w:rsidRDefault="00557788" w:rsidP="00557788">
      <w:r>
        <w:t>241.4967</w:t>
      </w:r>
      <w:r>
        <w:tab/>
        <w:t>1.025e0</w:t>
      </w:r>
    </w:p>
    <w:p w:rsidR="00557788" w:rsidRDefault="00557788" w:rsidP="00557788">
      <w:r>
        <w:t>241.5058</w:t>
      </w:r>
      <w:r>
        <w:tab/>
        <w:t>2.532e-2</w:t>
      </w:r>
    </w:p>
    <w:p w:rsidR="00557788" w:rsidRDefault="00557788" w:rsidP="00557788">
      <w:r>
        <w:t>241.5218</w:t>
      </w:r>
      <w:r>
        <w:tab/>
        <w:t>4.063e0</w:t>
      </w:r>
    </w:p>
    <w:p w:rsidR="00557788" w:rsidRDefault="00557788" w:rsidP="00557788">
      <w:r>
        <w:t>241.5279</w:t>
      </w:r>
      <w:r>
        <w:tab/>
        <w:t>5.063e0</w:t>
      </w:r>
    </w:p>
    <w:p w:rsidR="00557788" w:rsidRDefault="00557788" w:rsidP="00557788">
      <w:r>
        <w:t>241.5464</w:t>
      </w:r>
      <w:r>
        <w:tab/>
        <w:t>3.038e0</w:t>
      </w:r>
    </w:p>
    <w:p w:rsidR="00557788" w:rsidRDefault="00557788" w:rsidP="00557788">
      <w:r>
        <w:t>241.5752</w:t>
      </w:r>
      <w:r>
        <w:tab/>
        <w:t>1.013e0</w:t>
      </w:r>
    </w:p>
    <w:p w:rsidR="00557788" w:rsidRDefault="00557788" w:rsidP="00557788">
      <w:r>
        <w:t>241.5791</w:t>
      </w:r>
      <w:r>
        <w:tab/>
        <w:t>1.013e0</w:t>
      </w:r>
    </w:p>
    <w:p w:rsidR="00557788" w:rsidRDefault="00557788" w:rsidP="00557788">
      <w:r>
        <w:t>241.5853</w:t>
      </w:r>
      <w:r>
        <w:tab/>
        <w:t>1.038e0</w:t>
      </w:r>
    </w:p>
    <w:p w:rsidR="00557788" w:rsidRDefault="00557788" w:rsidP="00557788">
      <w:r>
        <w:t>241.6090</w:t>
      </w:r>
      <w:r>
        <w:tab/>
        <w:t>1.013e0</w:t>
      </w:r>
    </w:p>
    <w:p w:rsidR="00557788" w:rsidRDefault="00557788" w:rsidP="00557788">
      <w:r>
        <w:t>241.6129</w:t>
      </w:r>
      <w:r>
        <w:tab/>
        <w:t>1.013e0</w:t>
      </w:r>
    </w:p>
    <w:p w:rsidR="00557788" w:rsidRDefault="00557788" w:rsidP="00557788">
      <w:r>
        <w:t>241.6247</w:t>
      </w:r>
      <w:r>
        <w:tab/>
        <w:t>1.266e-2</w:t>
      </w:r>
    </w:p>
    <w:p w:rsidR="00557788" w:rsidRDefault="00557788" w:rsidP="00557788">
      <w:r>
        <w:t>241.6324</w:t>
      </w:r>
      <w:r>
        <w:tab/>
        <w:t>1.013e0</w:t>
      </w:r>
    </w:p>
    <w:p w:rsidR="00557788" w:rsidRDefault="00557788" w:rsidP="00557788">
      <w:r>
        <w:t>241.6389</w:t>
      </w:r>
      <w:r>
        <w:tab/>
        <w:t>4.051e0</w:t>
      </w:r>
    </w:p>
    <w:p w:rsidR="00557788" w:rsidRDefault="00557788" w:rsidP="00557788">
      <w:r>
        <w:t>241.6435</w:t>
      </w:r>
      <w:r>
        <w:tab/>
        <w:t>2.532e-2</w:t>
      </w:r>
    </w:p>
    <w:p w:rsidR="00557788" w:rsidRDefault="00557788" w:rsidP="00557788">
      <w:r>
        <w:t>241.6564</w:t>
      </w:r>
      <w:r>
        <w:tab/>
        <w:t>1.612e0</w:t>
      </w:r>
    </w:p>
    <w:p w:rsidR="00557788" w:rsidRDefault="00557788" w:rsidP="00557788">
      <w:r>
        <w:lastRenderedPageBreak/>
        <w:t>241.6644</w:t>
      </w:r>
      <w:r>
        <w:tab/>
        <w:t>2.025e0</w:t>
      </w:r>
    </w:p>
    <w:p w:rsidR="00557788" w:rsidRDefault="00557788" w:rsidP="00557788">
      <w:r>
        <w:t>241.6663</w:t>
      </w:r>
      <w:r>
        <w:tab/>
        <w:t>1.013e0</w:t>
      </w:r>
    </w:p>
    <w:p w:rsidR="00557788" w:rsidRDefault="00557788" w:rsidP="00557788">
      <w:r>
        <w:t>241.6761</w:t>
      </w:r>
      <w:r>
        <w:tab/>
        <w:t>2.532e-2</w:t>
      </w:r>
    </w:p>
    <w:p w:rsidR="00557788" w:rsidRDefault="00557788" w:rsidP="00557788">
      <w:r>
        <w:t>241.6826</w:t>
      </w:r>
      <w:r>
        <w:tab/>
        <w:t>3.038e0</w:t>
      </w:r>
    </w:p>
    <w:p w:rsidR="00557788" w:rsidRDefault="00557788" w:rsidP="00557788">
      <w:r>
        <w:t>241.6864</w:t>
      </w:r>
      <w:r>
        <w:tab/>
        <w:t>1.013e0</w:t>
      </w:r>
    </w:p>
    <w:p w:rsidR="00557788" w:rsidRDefault="00557788" w:rsidP="00557788">
      <w:r>
        <w:t>241.6955</w:t>
      </w:r>
      <w:r>
        <w:tab/>
        <w:t>1.266e-2</w:t>
      </w:r>
    </w:p>
    <w:p w:rsidR="00557788" w:rsidRDefault="00557788" w:rsidP="00557788">
      <w:r>
        <w:t>241.7061</w:t>
      </w:r>
      <w:r>
        <w:tab/>
        <w:t>2.025e0</w:t>
      </w:r>
    </w:p>
    <w:p w:rsidR="00557788" w:rsidRDefault="00557788" w:rsidP="00557788">
      <w:r>
        <w:t>241.7111</w:t>
      </w:r>
      <w:r>
        <w:tab/>
        <w:t>2.051e0</w:t>
      </w:r>
    </w:p>
    <w:p w:rsidR="00557788" w:rsidRDefault="00557788" w:rsidP="00557788">
      <w:r>
        <w:t>241.7178</w:t>
      </w:r>
      <w:r>
        <w:tab/>
        <w:t>2.532e-2</w:t>
      </w:r>
    </w:p>
    <w:p w:rsidR="00557788" w:rsidRDefault="00557788" w:rsidP="00557788">
      <w:r>
        <w:t>241.7316</w:t>
      </w:r>
      <w:r>
        <w:tab/>
        <w:t>2.025e0</w:t>
      </w:r>
    </w:p>
    <w:p w:rsidR="00557788" w:rsidRDefault="00557788" w:rsidP="00557788">
      <w:r>
        <w:t>241.7341</w:t>
      </w:r>
      <w:r>
        <w:tab/>
        <w:t>3.063e0</w:t>
      </w:r>
    </w:p>
    <w:p w:rsidR="00557788" w:rsidRDefault="00557788" w:rsidP="00557788">
      <w:r>
        <w:t>241.7482</w:t>
      </w:r>
      <w:r>
        <w:tab/>
        <w:t>3.038e0</w:t>
      </w:r>
    </w:p>
    <w:p w:rsidR="00557788" w:rsidRDefault="00557788" w:rsidP="00557788">
      <w:r>
        <w:t>241.7497</w:t>
      </w:r>
      <w:r>
        <w:tab/>
        <w:t>2.532e-2</w:t>
      </w:r>
    </w:p>
    <w:p w:rsidR="00557788" w:rsidRDefault="00557788" w:rsidP="00557788">
      <w:r>
        <w:t>241.7536</w:t>
      </w:r>
      <w:r>
        <w:tab/>
        <w:t>2.025e0</w:t>
      </w:r>
    </w:p>
    <w:p w:rsidR="00557788" w:rsidRDefault="00557788" w:rsidP="00557788">
      <w:r>
        <w:t>241.7575</w:t>
      </w:r>
      <w:r>
        <w:tab/>
        <w:t>2.025e0</w:t>
      </w:r>
    </w:p>
    <w:p w:rsidR="00557788" w:rsidRDefault="00557788" w:rsidP="00557788">
      <w:r>
        <w:t>241.7623</w:t>
      </w:r>
      <w:r>
        <w:tab/>
        <w:t>3.038e0</w:t>
      </w:r>
    </w:p>
    <w:p w:rsidR="00557788" w:rsidRDefault="00557788" w:rsidP="00557788">
      <w:r>
        <w:t>241.7732</w:t>
      </w:r>
      <w:r>
        <w:tab/>
        <w:t>2.025e0</w:t>
      </w:r>
    </w:p>
    <w:p w:rsidR="00557788" w:rsidRDefault="00557788" w:rsidP="00557788">
      <w:r>
        <w:t>241.8011</w:t>
      </w:r>
      <w:r>
        <w:tab/>
        <w:t>2.532e-2</w:t>
      </w:r>
    </w:p>
    <w:p w:rsidR="00557788" w:rsidRDefault="00557788" w:rsidP="00557788">
      <w:r>
        <w:t>241.8071</w:t>
      </w:r>
      <w:r>
        <w:tab/>
        <w:t>1.038e0</w:t>
      </w:r>
    </w:p>
    <w:p w:rsidR="00557788" w:rsidRDefault="00557788" w:rsidP="00557788">
      <w:r>
        <w:lastRenderedPageBreak/>
        <w:t>241.8090</w:t>
      </w:r>
      <w:r>
        <w:tab/>
        <w:t>2.025e0</w:t>
      </w:r>
    </w:p>
    <w:p w:rsidR="00557788" w:rsidRDefault="00557788" w:rsidP="00557788">
      <w:r>
        <w:t>241.8110</w:t>
      </w:r>
      <w:r>
        <w:tab/>
        <w:t>2.025e0</w:t>
      </w:r>
    </w:p>
    <w:p w:rsidR="00557788" w:rsidRDefault="00557788" w:rsidP="00557788">
      <w:r>
        <w:t>241.8265</w:t>
      </w:r>
      <w:r>
        <w:tab/>
        <w:t>1.013e0</w:t>
      </w:r>
    </w:p>
    <w:p w:rsidR="00557788" w:rsidRDefault="00557788" w:rsidP="00557788">
      <w:r>
        <w:t>241.8283</w:t>
      </w:r>
      <w:r>
        <w:tab/>
        <w:t>2.025e0</w:t>
      </w:r>
    </w:p>
    <w:p w:rsidR="00557788" w:rsidRDefault="00557788" w:rsidP="00557788">
      <w:r>
        <w:t>241.8310</w:t>
      </w:r>
      <w:r>
        <w:tab/>
        <w:t>1.013e0</w:t>
      </w:r>
    </w:p>
    <w:p w:rsidR="00557788" w:rsidRDefault="00557788" w:rsidP="00557788">
      <w:r>
        <w:t>241.8441</w:t>
      </w:r>
      <w:r>
        <w:tab/>
        <w:t>4.051e0</w:t>
      </w:r>
    </w:p>
    <w:p w:rsidR="00557788" w:rsidRDefault="00557788" w:rsidP="00557788">
      <w:r>
        <w:t>241.8575</w:t>
      </w:r>
      <w:r>
        <w:tab/>
        <w:t>2.051e0</w:t>
      </w:r>
    </w:p>
    <w:p w:rsidR="00557788" w:rsidRDefault="00557788" w:rsidP="00557788">
      <w:r>
        <w:t>241.8762</w:t>
      </w:r>
      <w:r>
        <w:tab/>
        <w:t>1.266e-2</w:t>
      </w:r>
    </w:p>
    <w:p w:rsidR="00557788" w:rsidRDefault="00557788" w:rsidP="00557788">
      <w:r>
        <w:t>241.8808</w:t>
      </w:r>
      <w:r>
        <w:tab/>
        <w:t>1.013e0</w:t>
      </w:r>
    </w:p>
    <w:p w:rsidR="00557788" w:rsidRDefault="00557788" w:rsidP="00557788">
      <w:r>
        <w:t>241.8914</w:t>
      </w:r>
      <w:r>
        <w:tab/>
        <w:t>3.038e0</w:t>
      </w:r>
    </w:p>
    <w:p w:rsidR="00557788" w:rsidRDefault="00557788" w:rsidP="00557788">
      <w:r>
        <w:t>241.8982</w:t>
      </w:r>
      <w:r>
        <w:tab/>
        <w:t>2.038e0</w:t>
      </w:r>
    </w:p>
    <w:p w:rsidR="00557788" w:rsidRDefault="00557788" w:rsidP="00557788">
      <w:r>
        <w:t>241.9139</w:t>
      </w:r>
      <w:r>
        <w:tab/>
        <w:t>2.025e0</w:t>
      </w:r>
    </w:p>
    <w:p w:rsidR="00557788" w:rsidRDefault="00557788" w:rsidP="00557788">
      <w:r>
        <w:t>241.9179</w:t>
      </w:r>
      <w:r>
        <w:tab/>
        <w:t>3.038e0</w:t>
      </w:r>
    </w:p>
    <w:p w:rsidR="00557788" w:rsidRDefault="00557788" w:rsidP="00557788">
      <w:r>
        <w:t>241.9221</w:t>
      </w:r>
      <w:r>
        <w:tab/>
        <w:t>1.025e0</w:t>
      </w:r>
    </w:p>
    <w:p w:rsidR="00557788" w:rsidRDefault="00557788" w:rsidP="00557788">
      <w:r>
        <w:t>241.9328</w:t>
      </w:r>
      <w:r>
        <w:tab/>
        <w:t>2.025e0</w:t>
      </w:r>
    </w:p>
    <w:p w:rsidR="00557788" w:rsidRDefault="00557788" w:rsidP="00557788">
      <w:r>
        <w:t>241.9346</w:t>
      </w:r>
      <w:r>
        <w:tab/>
        <w:t>3.063e0</w:t>
      </w:r>
    </w:p>
    <w:p w:rsidR="00557788" w:rsidRDefault="00557788" w:rsidP="00557788">
      <w:r>
        <w:t>241.9517</w:t>
      </w:r>
      <w:r>
        <w:tab/>
        <w:t>1.013e0</w:t>
      </w:r>
    </w:p>
    <w:p w:rsidR="00557788" w:rsidRDefault="00557788" w:rsidP="00557788">
      <w:r>
        <w:t>241.9583</w:t>
      </w:r>
      <w:r>
        <w:tab/>
        <w:t>3.038e0</w:t>
      </w:r>
    </w:p>
    <w:p w:rsidR="00557788" w:rsidRDefault="00557788" w:rsidP="00557788">
      <w:r>
        <w:t>241.9593</w:t>
      </w:r>
      <w:r>
        <w:tab/>
        <w:t>6.679e-1</w:t>
      </w:r>
    </w:p>
    <w:p w:rsidR="00557788" w:rsidRDefault="00557788" w:rsidP="00557788">
      <w:r>
        <w:lastRenderedPageBreak/>
        <w:t>241.9803</w:t>
      </w:r>
      <w:r>
        <w:tab/>
        <w:t>3.063e0</w:t>
      </w:r>
    </w:p>
    <w:p w:rsidR="00557788" w:rsidRDefault="00557788" w:rsidP="00557788">
      <w:r>
        <w:t>242.0596</w:t>
      </w:r>
      <w:r>
        <w:tab/>
        <w:t>2.387e0</w:t>
      </w:r>
    </w:p>
    <w:p w:rsidR="00557788" w:rsidRDefault="00557788" w:rsidP="00557788">
      <w:r>
        <w:t>242.0688</w:t>
      </w:r>
      <w:r>
        <w:tab/>
        <w:t>6.662e0</w:t>
      </w:r>
    </w:p>
    <w:p w:rsidR="00557788" w:rsidRDefault="00557788" w:rsidP="00557788">
      <w:r>
        <w:t>242.0822</w:t>
      </w:r>
      <w:r>
        <w:tab/>
        <w:t>5.063e0</w:t>
      </w:r>
    </w:p>
    <w:p w:rsidR="00557788" w:rsidRDefault="00557788" w:rsidP="00557788">
      <w:r>
        <w:t>242.0946</w:t>
      </w:r>
      <w:r>
        <w:tab/>
        <w:t>3.277e0</w:t>
      </w:r>
    </w:p>
    <w:p w:rsidR="00557788" w:rsidRDefault="00557788" w:rsidP="00557788">
      <w:r>
        <w:t>242.1034</w:t>
      </w:r>
      <w:r>
        <w:tab/>
        <w:t>2.630e0</w:t>
      </w:r>
    </w:p>
    <w:p w:rsidR="00557788" w:rsidRDefault="00557788" w:rsidP="00557788">
      <w:r>
        <w:t>242.1130</w:t>
      </w:r>
      <w:r>
        <w:tab/>
        <w:t>1.441e0</w:t>
      </w:r>
    </w:p>
    <w:p w:rsidR="00557788" w:rsidRDefault="00557788" w:rsidP="00557788">
      <w:r>
        <w:t>242.1188</w:t>
      </w:r>
      <w:r>
        <w:tab/>
        <w:t>2.988e0</w:t>
      </w:r>
    </w:p>
    <w:p w:rsidR="00557788" w:rsidRDefault="00557788" w:rsidP="00557788">
      <w:r>
        <w:t>242.1338</w:t>
      </w:r>
      <w:r>
        <w:tab/>
        <w:t>5.777e0</w:t>
      </w:r>
    </w:p>
    <w:p w:rsidR="00557788" w:rsidRDefault="00557788" w:rsidP="00557788">
      <w:r>
        <w:t>242.1356</w:t>
      </w:r>
      <w:r>
        <w:tab/>
        <w:t>1.018e0</w:t>
      </w:r>
    </w:p>
    <w:p w:rsidR="00557788" w:rsidRDefault="00557788" w:rsidP="00557788">
      <w:r>
        <w:t>242.1559</w:t>
      </w:r>
      <w:r>
        <w:tab/>
        <w:t>1.884e0</w:t>
      </w:r>
    </w:p>
    <w:p w:rsidR="00557788" w:rsidRDefault="00557788" w:rsidP="00557788">
      <w:r>
        <w:t>242.1612</w:t>
      </w:r>
      <w:r>
        <w:tab/>
        <w:t>4.556e0</w:t>
      </w:r>
    </w:p>
    <w:p w:rsidR="00557788" w:rsidRDefault="00557788" w:rsidP="00557788">
      <w:r>
        <w:t>242.1708</w:t>
      </w:r>
      <w:r>
        <w:tab/>
        <w:t>4.367e0</w:t>
      </w:r>
    </w:p>
    <w:p w:rsidR="00557788" w:rsidRDefault="00557788" w:rsidP="00557788">
      <w:r>
        <w:t>242.2081</w:t>
      </w:r>
      <w:r>
        <w:tab/>
        <w:t>2.541e0</w:t>
      </w:r>
    </w:p>
    <w:p w:rsidR="00557788" w:rsidRDefault="00557788" w:rsidP="00557788">
      <w:r>
        <w:t>242.2202</w:t>
      </w:r>
      <w:r>
        <w:tab/>
        <w:t>3.038e0</w:t>
      </w:r>
    </w:p>
    <w:p w:rsidR="00557788" w:rsidRDefault="00557788" w:rsidP="00557788">
      <w:r>
        <w:t>242.2305</w:t>
      </w:r>
      <w:r>
        <w:tab/>
        <w:t>4.051e0</w:t>
      </w:r>
    </w:p>
    <w:p w:rsidR="00557788" w:rsidRDefault="00557788" w:rsidP="00557788">
      <w:r>
        <w:t>242.2392</w:t>
      </w:r>
      <w:r>
        <w:tab/>
        <w:t>2.025e0</w:t>
      </w:r>
    </w:p>
    <w:p w:rsidR="00557788" w:rsidRDefault="00557788" w:rsidP="00557788">
      <w:r>
        <w:t>242.2489</w:t>
      </w:r>
      <w:r>
        <w:tab/>
        <w:t>3.038e0</w:t>
      </w:r>
    </w:p>
    <w:p w:rsidR="00557788" w:rsidRDefault="00557788" w:rsidP="00557788">
      <w:r>
        <w:t>242.3323</w:t>
      </w:r>
      <w:r>
        <w:tab/>
        <w:t>1.013e0</w:t>
      </w:r>
    </w:p>
    <w:p w:rsidR="00557788" w:rsidRDefault="00557788" w:rsidP="00557788">
      <w:r>
        <w:lastRenderedPageBreak/>
        <w:t>242.3421</w:t>
      </w:r>
      <w:r>
        <w:tab/>
        <w:t>2.025e0</w:t>
      </w:r>
    </w:p>
    <w:p w:rsidR="00557788" w:rsidRDefault="00557788" w:rsidP="00557788">
      <w:r>
        <w:t>242.3482</w:t>
      </w:r>
      <w:r>
        <w:tab/>
        <w:t>2.532e-2</w:t>
      </w:r>
    </w:p>
    <w:p w:rsidR="00557788" w:rsidRDefault="00557788" w:rsidP="00557788">
      <w:r>
        <w:t>242.3520</w:t>
      </w:r>
      <w:r>
        <w:tab/>
        <w:t>2.025e0</w:t>
      </w:r>
    </w:p>
    <w:p w:rsidR="00557788" w:rsidRDefault="00557788" w:rsidP="00557788">
      <w:r>
        <w:t>242.3559</w:t>
      </w:r>
      <w:r>
        <w:tab/>
        <w:t>1.266e-2</w:t>
      </w:r>
    </w:p>
    <w:p w:rsidR="00557788" w:rsidRDefault="00557788" w:rsidP="00557788">
      <w:r>
        <w:t>242.3634</w:t>
      </w:r>
      <w:r>
        <w:tab/>
        <w:t>4.089e0</w:t>
      </w:r>
    </w:p>
    <w:p w:rsidR="00557788" w:rsidRDefault="00557788" w:rsidP="00557788">
      <w:r>
        <w:t>242.3690</w:t>
      </w:r>
      <w:r>
        <w:tab/>
        <w:t>2.283e0</w:t>
      </w:r>
    </w:p>
    <w:p w:rsidR="00557788" w:rsidRDefault="00557788" w:rsidP="00557788">
      <w:r>
        <w:t>242.3717</w:t>
      </w:r>
      <w:r>
        <w:tab/>
        <w:t>2.051e0</w:t>
      </w:r>
    </w:p>
    <w:p w:rsidR="00557788" w:rsidRDefault="00557788" w:rsidP="00557788">
      <w:r>
        <w:t>242.3740</w:t>
      </w:r>
      <w:r>
        <w:tab/>
        <w:t>1.013e0</w:t>
      </w:r>
    </w:p>
    <w:p w:rsidR="00557788" w:rsidRDefault="00557788" w:rsidP="00557788">
      <w:r>
        <w:t>242.3757</w:t>
      </w:r>
      <w:r>
        <w:tab/>
        <w:t>2.025e0</w:t>
      </w:r>
    </w:p>
    <w:p w:rsidR="00557788" w:rsidRDefault="00557788" w:rsidP="00557788">
      <w:r>
        <w:t>242.3878</w:t>
      </w:r>
      <w:r>
        <w:tab/>
        <w:t>2.025e0</w:t>
      </w:r>
    </w:p>
    <w:p w:rsidR="00557788" w:rsidRDefault="00557788" w:rsidP="00557788">
      <w:r>
        <w:t>242.4043</w:t>
      </w:r>
      <w:r>
        <w:tab/>
        <w:t>3.038e0</w:t>
      </w:r>
    </w:p>
    <w:p w:rsidR="00557788" w:rsidRDefault="00557788" w:rsidP="00557788">
      <w:r>
        <w:t>242.4145</w:t>
      </w:r>
      <w:r>
        <w:tab/>
        <w:t>4.063e0</w:t>
      </w:r>
    </w:p>
    <w:p w:rsidR="00557788" w:rsidRDefault="00557788" w:rsidP="00557788">
      <w:r>
        <w:t>242.4168</w:t>
      </w:r>
      <w:r>
        <w:tab/>
        <w:t>2.025e0</w:t>
      </w:r>
    </w:p>
    <w:p w:rsidR="00557788" w:rsidRDefault="00557788" w:rsidP="00557788">
      <w:r>
        <w:t>242.4188</w:t>
      </w:r>
      <w:r>
        <w:tab/>
        <w:t>5.267e0</w:t>
      </w:r>
    </w:p>
    <w:p w:rsidR="00557788" w:rsidRDefault="00557788" w:rsidP="00557788">
      <w:r>
        <w:t>242.4507</w:t>
      </w:r>
      <w:r>
        <w:tab/>
        <w:t>3.038e0</w:t>
      </w:r>
    </w:p>
    <w:p w:rsidR="00557788" w:rsidRDefault="00557788" w:rsidP="00557788">
      <w:r>
        <w:t>242.4601</w:t>
      </w:r>
      <w:r>
        <w:tab/>
        <w:t>2.025e0</w:t>
      </w:r>
    </w:p>
    <w:p w:rsidR="00557788" w:rsidRDefault="00557788" w:rsidP="00557788">
      <w:r>
        <w:t>242.4749</w:t>
      </w:r>
      <w:r>
        <w:tab/>
        <w:t>2.025e0</w:t>
      </w:r>
    </w:p>
    <w:p w:rsidR="00557788" w:rsidRDefault="00557788" w:rsidP="00557788">
      <w:r>
        <w:t>242.4775</w:t>
      </w:r>
      <w:r>
        <w:tab/>
        <w:t>4.051e0</w:t>
      </w:r>
    </w:p>
    <w:p w:rsidR="00557788" w:rsidRDefault="00557788" w:rsidP="00557788">
      <w:r>
        <w:t>242.4791</w:t>
      </w:r>
      <w:r>
        <w:tab/>
        <w:t>4.051e0</w:t>
      </w:r>
    </w:p>
    <w:p w:rsidR="00557788" w:rsidRDefault="00557788" w:rsidP="00557788">
      <w:r>
        <w:lastRenderedPageBreak/>
        <w:t>242.4889</w:t>
      </w:r>
      <w:r>
        <w:tab/>
        <w:t>2.025e0</w:t>
      </w:r>
    </w:p>
    <w:p w:rsidR="00557788" w:rsidRDefault="00557788" w:rsidP="00557788">
      <w:r>
        <w:t>242.4941</w:t>
      </w:r>
      <w:r>
        <w:tab/>
        <w:t>3.038e0</w:t>
      </w:r>
    </w:p>
    <w:p w:rsidR="00557788" w:rsidRDefault="00557788" w:rsidP="00557788">
      <w:r>
        <w:t>242.4956</w:t>
      </w:r>
      <w:r>
        <w:tab/>
        <w:t>3.038e0</w:t>
      </w:r>
    </w:p>
    <w:p w:rsidR="00557788" w:rsidRDefault="00557788" w:rsidP="00557788">
      <w:r>
        <w:t>242.4998</w:t>
      </w:r>
      <w:r>
        <w:tab/>
        <w:t>2.025e0</w:t>
      </w:r>
    </w:p>
    <w:p w:rsidR="00557788" w:rsidRDefault="00557788" w:rsidP="00557788">
      <w:r>
        <w:t>242.5054</w:t>
      </w:r>
      <w:r>
        <w:tab/>
        <w:t>2.532e-2</w:t>
      </w:r>
    </w:p>
    <w:p w:rsidR="00557788" w:rsidRDefault="00557788" w:rsidP="00557788">
      <w:r>
        <w:t>242.5174</w:t>
      </w:r>
      <w:r>
        <w:tab/>
        <w:t>4.051e0</w:t>
      </w:r>
    </w:p>
    <w:p w:rsidR="00557788" w:rsidRDefault="00557788" w:rsidP="00557788">
      <w:r>
        <w:t>242.5345</w:t>
      </w:r>
      <w:r>
        <w:tab/>
        <w:t>1.025e0</w:t>
      </w:r>
    </w:p>
    <w:p w:rsidR="00557788" w:rsidRDefault="00557788" w:rsidP="00557788">
      <w:r>
        <w:t>242.5402</w:t>
      </w:r>
      <w:r>
        <w:tab/>
        <w:t>6.869e-1</w:t>
      </w:r>
    </w:p>
    <w:p w:rsidR="00557788" w:rsidRDefault="00557788" w:rsidP="00557788">
      <w:r>
        <w:t>242.5512</w:t>
      </w:r>
      <w:r>
        <w:tab/>
        <w:t>2.025e0</w:t>
      </w:r>
    </w:p>
    <w:p w:rsidR="00557788" w:rsidRDefault="00557788" w:rsidP="00557788">
      <w:r>
        <w:t>242.5573</w:t>
      </w:r>
      <w:r>
        <w:tab/>
        <w:t>1.038e0</w:t>
      </w:r>
    </w:p>
    <w:p w:rsidR="00557788" w:rsidRDefault="00557788" w:rsidP="00557788">
      <w:r>
        <w:t>242.5643</w:t>
      </w:r>
      <w:r>
        <w:tab/>
        <w:t>1.013e0</w:t>
      </w:r>
    </w:p>
    <w:p w:rsidR="00557788" w:rsidRDefault="00557788" w:rsidP="00557788">
      <w:r>
        <w:t>242.5788</w:t>
      </w:r>
      <w:r>
        <w:tab/>
        <w:t>4.051e0</w:t>
      </w:r>
    </w:p>
    <w:p w:rsidR="00557788" w:rsidRDefault="00557788" w:rsidP="00557788">
      <w:r>
        <w:t>242.5880</w:t>
      </w:r>
      <w:r>
        <w:tab/>
        <w:t>1.013e0</w:t>
      </w:r>
    </w:p>
    <w:p w:rsidR="00557788" w:rsidRDefault="00557788" w:rsidP="00557788">
      <w:r>
        <w:t>242.5960</w:t>
      </w:r>
      <w:r>
        <w:tab/>
        <w:t>1.013e0</w:t>
      </w:r>
    </w:p>
    <w:p w:rsidR="00557788" w:rsidRDefault="00557788" w:rsidP="00557788">
      <w:r>
        <w:t>242.6051</w:t>
      </w:r>
      <w:r>
        <w:tab/>
        <w:t>1.013e0</w:t>
      </w:r>
    </w:p>
    <w:p w:rsidR="00557788" w:rsidRDefault="00557788" w:rsidP="00557788">
      <w:r>
        <w:t>242.6258</w:t>
      </w:r>
      <w:r>
        <w:tab/>
        <w:t>1.013e0</w:t>
      </w:r>
    </w:p>
    <w:p w:rsidR="00557788" w:rsidRDefault="00557788" w:rsidP="00557788">
      <w:r>
        <w:t>242.6297</w:t>
      </w:r>
      <w:r>
        <w:tab/>
        <w:t>1.013e0</w:t>
      </w:r>
    </w:p>
    <w:p w:rsidR="00557788" w:rsidRDefault="00557788" w:rsidP="00557788">
      <w:r>
        <w:t>242.6384</w:t>
      </w:r>
      <w:r>
        <w:tab/>
        <w:t>2.532e-2</w:t>
      </w:r>
    </w:p>
    <w:p w:rsidR="00557788" w:rsidRDefault="00557788" w:rsidP="00557788">
      <w:r>
        <w:t>242.6397</w:t>
      </w:r>
      <w:r>
        <w:tab/>
        <w:t>2.025e0</w:t>
      </w:r>
    </w:p>
    <w:p w:rsidR="00557788" w:rsidRDefault="00557788" w:rsidP="00557788">
      <w:r>
        <w:lastRenderedPageBreak/>
        <w:t>242.6464</w:t>
      </w:r>
      <w:r>
        <w:tab/>
        <w:t>1.025e0</w:t>
      </w:r>
    </w:p>
    <w:p w:rsidR="00557788" w:rsidRDefault="00557788" w:rsidP="00557788">
      <w:r>
        <w:t>242.6477</w:t>
      </w:r>
      <w:r>
        <w:tab/>
        <w:t>1.038e0</w:t>
      </w:r>
    </w:p>
    <w:p w:rsidR="00557788" w:rsidRDefault="00557788" w:rsidP="00557788">
      <w:r>
        <w:t>242.6556</w:t>
      </w:r>
      <w:r>
        <w:tab/>
        <w:t>1.038e0</w:t>
      </w:r>
    </w:p>
    <w:p w:rsidR="00557788" w:rsidRDefault="00557788" w:rsidP="00557788">
      <w:r>
        <w:t>242.6584</w:t>
      </w:r>
      <w:r>
        <w:tab/>
        <w:t>3.038e0</w:t>
      </w:r>
    </w:p>
    <w:p w:rsidR="00557788" w:rsidRDefault="00557788" w:rsidP="00557788">
      <w:r>
        <w:t>242.6794</w:t>
      </w:r>
      <w:r>
        <w:tab/>
        <w:t>1.013e0</w:t>
      </w:r>
    </w:p>
    <w:p w:rsidR="00557788" w:rsidRDefault="00557788" w:rsidP="00557788">
      <w:r>
        <w:t>242.6832</w:t>
      </w:r>
      <w:r>
        <w:tab/>
        <w:t>1.266e-2</w:t>
      </w:r>
    </w:p>
    <w:p w:rsidR="00557788" w:rsidRDefault="00557788" w:rsidP="00557788">
      <w:r>
        <w:t>242.6903</w:t>
      </w:r>
      <w:r>
        <w:tab/>
        <w:t>5.063e-2</w:t>
      </w:r>
    </w:p>
    <w:p w:rsidR="00557788" w:rsidRDefault="00557788" w:rsidP="00557788">
      <w:r>
        <w:t>242.6977</w:t>
      </w:r>
      <w:r>
        <w:tab/>
        <w:t>3.038e0</w:t>
      </w:r>
    </w:p>
    <w:p w:rsidR="00557788" w:rsidRDefault="00557788" w:rsidP="00557788">
      <w:r>
        <w:t>242.7003</w:t>
      </w:r>
      <w:r>
        <w:tab/>
        <w:t>1.266e-2</w:t>
      </w:r>
    </w:p>
    <w:p w:rsidR="00557788" w:rsidRDefault="00557788" w:rsidP="00557788">
      <w:r>
        <w:t>242.7048</w:t>
      </w:r>
      <w:r>
        <w:tab/>
        <w:t>3.038e0</w:t>
      </w:r>
    </w:p>
    <w:p w:rsidR="00557788" w:rsidRDefault="00557788" w:rsidP="00557788">
      <w:r>
        <w:t>242.7210</w:t>
      </w:r>
      <w:r>
        <w:tab/>
        <w:t>1.025e0</w:t>
      </w:r>
    </w:p>
    <w:p w:rsidR="00557788" w:rsidRDefault="00557788" w:rsidP="00557788">
      <w:r>
        <w:t>242.7249</w:t>
      </w:r>
      <w:r>
        <w:tab/>
        <w:t>3.051e0</w:t>
      </w:r>
    </w:p>
    <w:p w:rsidR="00557788" w:rsidRDefault="00557788" w:rsidP="00557788">
      <w:r>
        <w:t>242.7308</w:t>
      </w:r>
      <w:r>
        <w:tab/>
        <w:t>2.025e0</w:t>
      </w:r>
    </w:p>
    <w:p w:rsidR="00557788" w:rsidRDefault="00557788" w:rsidP="00557788">
      <w:r>
        <w:t>242.7372</w:t>
      </w:r>
      <w:r>
        <w:tab/>
        <w:t>2.025e0</w:t>
      </w:r>
    </w:p>
    <w:p w:rsidR="00557788" w:rsidRDefault="00557788" w:rsidP="00557788">
      <w:r>
        <w:t>242.7410</w:t>
      </w:r>
      <w:r>
        <w:tab/>
        <w:t>6.076e0</w:t>
      </w:r>
    </w:p>
    <w:p w:rsidR="00557788" w:rsidRDefault="00557788" w:rsidP="00557788">
      <w:r>
        <w:t>242.7586</w:t>
      </w:r>
      <w:r>
        <w:tab/>
        <w:t>1.025e0</w:t>
      </w:r>
    </w:p>
    <w:p w:rsidR="00557788" w:rsidRDefault="00557788" w:rsidP="00557788">
      <w:r>
        <w:t>242.7604</w:t>
      </w:r>
      <w:r>
        <w:tab/>
        <w:t>1.025e-1</w:t>
      </w:r>
    </w:p>
    <w:p w:rsidR="00557788" w:rsidRDefault="00557788" w:rsidP="00557788">
      <w:r>
        <w:t>242.7627</w:t>
      </w:r>
      <w:r>
        <w:tab/>
        <w:t>1.013e0</w:t>
      </w:r>
    </w:p>
    <w:p w:rsidR="00557788" w:rsidRDefault="00557788" w:rsidP="00557788">
      <w:r>
        <w:t>242.7788</w:t>
      </w:r>
      <w:r>
        <w:tab/>
        <w:t>2.532e-2</w:t>
      </w:r>
    </w:p>
    <w:p w:rsidR="00557788" w:rsidRDefault="00557788" w:rsidP="00557788">
      <w:r>
        <w:lastRenderedPageBreak/>
        <w:t>242.7924</w:t>
      </w:r>
      <w:r>
        <w:tab/>
        <w:t>5.063e-2</w:t>
      </w:r>
    </w:p>
    <w:p w:rsidR="00557788" w:rsidRDefault="00557788" w:rsidP="00557788">
      <w:r>
        <w:t>242.8012</w:t>
      </w:r>
      <w:r>
        <w:tab/>
        <w:t>1.025e0</w:t>
      </w:r>
    </w:p>
    <w:p w:rsidR="00557788" w:rsidRDefault="00557788" w:rsidP="00557788">
      <w:r>
        <w:t>242.8042</w:t>
      </w:r>
      <w:r>
        <w:tab/>
        <w:t>3.188e0</w:t>
      </w:r>
    </w:p>
    <w:p w:rsidR="00557788" w:rsidRDefault="00557788" w:rsidP="00557788">
      <w:r>
        <w:t>242.8240</w:t>
      </w:r>
      <w:r>
        <w:tab/>
        <w:t>5.063e0</w:t>
      </w:r>
    </w:p>
    <w:p w:rsidR="00557788" w:rsidRDefault="00557788" w:rsidP="00557788">
      <w:r>
        <w:t>242.8280</w:t>
      </w:r>
      <w:r>
        <w:tab/>
        <w:t>3.797e-2</w:t>
      </w:r>
    </w:p>
    <w:p w:rsidR="00557788" w:rsidRDefault="00557788" w:rsidP="00557788">
      <w:r>
        <w:t>242.8474</w:t>
      </w:r>
      <w:r>
        <w:tab/>
        <w:t>2.025e0</w:t>
      </w:r>
    </w:p>
    <w:p w:rsidR="00557788" w:rsidRDefault="00557788" w:rsidP="00557788">
      <w:r>
        <w:t>242.8698</w:t>
      </w:r>
      <w:r>
        <w:tab/>
        <w:t>2.532e-2</w:t>
      </w:r>
    </w:p>
    <w:p w:rsidR="00557788" w:rsidRDefault="00557788" w:rsidP="00557788">
      <w:r>
        <w:t>242.8738</w:t>
      </w:r>
      <w:r>
        <w:tab/>
        <w:t>3.063e0</w:t>
      </w:r>
    </w:p>
    <w:p w:rsidR="00557788" w:rsidRDefault="00557788" w:rsidP="00557788">
      <w:r>
        <w:t>242.8775</w:t>
      </w:r>
      <w:r>
        <w:tab/>
        <w:t>1.013e0</w:t>
      </w:r>
    </w:p>
    <w:p w:rsidR="00557788" w:rsidRDefault="00557788" w:rsidP="00557788">
      <w:r>
        <w:t>242.9090</w:t>
      </w:r>
      <w:r>
        <w:tab/>
        <w:t>6.100e0</w:t>
      </w:r>
    </w:p>
    <w:p w:rsidR="00557788" w:rsidRDefault="00557788" w:rsidP="00557788">
      <w:r>
        <w:t>242.9158</w:t>
      </w:r>
      <w:r>
        <w:tab/>
        <w:t>4.801e0</w:t>
      </w:r>
    </w:p>
    <w:p w:rsidR="00557788" w:rsidRDefault="00557788" w:rsidP="00557788">
      <w:r>
        <w:t>242.9254</w:t>
      </w:r>
      <w:r>
        <w:tab/>
        <w:t>2.053e0</w:t>
      </w:r>
    </w:p>
    <w:p w:rsidR="00557788" w:rsidRDefault="00557788" w:rsidP="00557788">
      <w:r>
        <w:t>242.9264</w:t>
      </w:r>
      <w:r>
        <w:tab/>
        <w:t>3.051e0</w:t>
      </w:r>
    </w:p>
    <w:p w:rsidR="00557788" w:rsidRDefault="00557788" w:rsidP="00557788">
      <w:r>
        <w:t>242.9491</w:t>
      </w:r>
      <w:r>
        <w:tab/>
        <w:t>2.532e-2</w:t>
      </w:r>
    </w:p>
    <w:p w:rsidR="00557788" w:rsidRDefault="00557788" w:rsidP="00557788">
      <w:r>
        <w:t>242.9532</w:t>
      </w:r>
      <w:r>
        <w:tab/>
        <w:t>1.266e-2</w:t>
      </w:r>
    </w:p>
    <w:p w:rsidR="00557788" w:rsidRDefault="00557788" w:rsidP="00557788">
      <w:r>
        <w:t>242.9611</w:t>
      </w:r>
      <w:r>
        <w:tab/>
        <w:t>4.051e0</w:t>
      </w:r>
    </w:p>
    <w:p w:rsidR="00557788" w:rsidRDefault="00557788" w:rsidP="00557788">
      <w:r>
        <w:t>242.9687</w:t>
      </w:r>
      <w:r>
        <w:tab/>
        <w:t>5.045e-1</w:t>
      </w:r>
    </w:p>
    <w:p w:rsidR="00557788" w:rsidRDefault="00557788" w:rsidP="00557788">
      <w:r>
        <w:t>242.9776</w:t>
      </w:r>
      <w:r>
        <w:tab/>
        <w:t>2.289e-4</w:t>
      </w:r>
    </w:p>
    <w:p w:rsidR="00557788" w:rsidRDefault="00557788" w:rsidP="00557788">
      <w:r>
        <w:t>242.9888</w:t>
      </w:r>
      <w:r>
        <w:tab/>
        <w:t>3.038e0</w:t>
      </w:r>
    </w:p>
    <w:p w:rsidR="00557788" w:rsidRDefault="00557788" w:rsidP="00557788">
      <w:r>
        <w:lastRenderedPageBreak/>
        <w:t>242.9934</w:t>
      </w:r>
      <w:r>
        <w:tab/>
        <w:t>4.184e0</w:t>
      </w:r>
    </w:p>
    <w:p w:rsidR="00557788" w:rsidRDefault="00557788" w:rsidP="00557788">
      <w:r>
        <w:t>243.0010</w:t>
      </w:r>
      <w:r>
        <w:tab/>
        <w:t>7.656e0</w:t>
      </w:r>
    </w:p>
    <w:p w:rsidR="00557788" w:rsidRDefault="00557788" w:rsidP="00557788">
      <w:r>
        <w:t>243.0034</w:t>
      </w:r>
      <w:r>
        <w:tab/>
        <w:t>4.051e0</w:t>
      </w:r>
    </w:p>
    <w:p w:rsidR="00557788" w:rsidRDefault="00557788" w:rsidP="00557788">
      <w:r>
        <w:t>243.0207</w:t>
      </w:r>
      <w:r>
        <w:tab/>
        <w:t>1.266e1</w:t>
      </w:r>
    </w:p>
    <w:p w:rsidR="00557788" w:rsidRDefault="00557788" w:rsidP="00557788">
      <w:r>
        <w:t>243.0264</w:t>
      </w:r>
      <w:r>
        <w:tab/>
        <w:t>1.267e1</w:t>
      </w:r>
    </w:p>
    <w:p w:rsidR="00557788" w:rsidRDefault="00557788" w:rsidP="00557788">
      <w:r>
        <w:t>243.0322</w:t>
      </w:r>
      <w:r>
        <w:tab/>
        <w:t>6.787e0</w:t>
      </w:r>
    </w:p>
    <w:p w:rsidR="00557788" w:rsidRDefault="00557788" w:rsidP="00557788">
      <w:r>
        <w:t>243.0583</w:t>
      </w:r>
      <w:r>
        <w:tab/>
        <w:t>2.288e0</w:t>
      </w:r>
    </w:p>
    <w:p w:rsidR="00557788" w:rsidRDefault="00557788" w:rsidP="00557788">
      <w:r>
        <w:t>243.0710</w:t>
      </w:r>
      <w:r>
        <w:tab/>
        <w:t>2.184e0</w:t>
      </w:r>
    </w:p>
    <w:p w:rsidR="00557788" w:rsidRDefault="00557788" w:rsidP="00557788">
      <w:r>
        <w:t>243.0743</w:t>
      </w:r>
      <w:r>
        <w:tab/>
        <w:t>5.095e-1</w:t>
      </w:r>
    </w:p>
    <w:p w:rsidR="00557788" w:rsidRDefault="00557788" w:rsidP="00557788">
      <w:r>
        <w:t>243.0792</w:t>
      </w:r>
      <w:r>
        <w:tab/>
        <w:t>1.464e0</w:t>
      </w:r>
    </w:p>
    <w:p w:rsidR="00557788" w:rsidRDefault="00557788" w:rsidP="00557788">
      <w:r>
        <w:t>243.0897</w:t>
      </w:r>
      <w:r>
        <w:tab/>
        <w:t>1.152e0</w:t>
      </w:r>
    </w:p>
    <w:p w:rsidR="00557788" w:rsidRDefault="00557788" w:rsidP="00557788">
      <w:r>
        <w:t>243.0968</w:t>
      </w:r>
      <w:r>
        <w:tab/>
        <w:t>2.214e0</w:t>
      </w:r>
    </w:p>
    <w:p w:rsidR="00557788" w:rsidRDefault="00557788" w:rsidP="00557788">
      <w:r>
        <w:t>243.1080</w:t>
      </w:r>
      <w:r>
        <w:tab/>
        <w:t>2.730e0</w:t>
      </w:r>
    </w:p>
    <w:p w:rsidR="00557788" w:rsidRDefault="00557788" w:rsidP="00557788">
      <w:r>
        <w:t>243.1148</w:t>
      </w:r>
      <w:r>
        <w:tab/>
        <w:t>1.910e0</w:t>
      </w:r>
    </w:p>
    <w:p w:rsidR="00557788" w:rsidRDefault="00557788" w:rsidP="00557788">
      <w:r>
        <w:t>243.1159</w:t>
      </w:r>
      <w:r>
        <w:tab/>
        <w:t>1.064e-1</w:t>
      </w:r>
    </w:p>
    <w:p w:rsidR="00557788" w:rsidRDefault="00557788" w:rsidP="00557788">
      <w:r>
        <w:t>243.1199</w:t>
      </w:r>
      <w:r>
        <w:tab/>
        <w:t>2.881e0</w:t>
      </w:r>
    </w:p>
    <w:p w:rsidR="00557788" w:rsidRDefault="00557788" w:rsidP="00557788">
      <w:r>
        <w:t>243.1308</w:t>
      </w:r>
      <w:r>
        <w:tab/>
        <w:t>1.462e0</w:t>
      </w:r>
    </w:p>
    <w:p w:rsidR="00557788" w:rsidRDefault="00557788" w:rsidP="00557788">
      <w:r>
        <w:t>243.1609</w:t>
      </w:r>
      <w:r>
        <w:tab/>
        <w:t>3.253e0</w:t>
      </w:r>
    </w:p>
    <w:p w:rsidR="00557788" w:rsidRDefault="00557788" w:rsidP="00557788">
      <w:r>
        <w:t>243.1655</w:t>
      </w:r>
      <w:r>
        <w:tab/>
        <w:t>8.909e0</w:t>
      </w:r>
    </w:p>
    <w:p w:rsidR="00557788" w:rsidRDefault="00557788" w:rsidP="00557788">
      <w:r>
        <w:lastRenderedPageBreak/>
        <w:t>243.1707</w:t>
      </w:r>
      <w:r>
        <w:tab/>
        <w:t>1.113e1</w:t>
      </w:r>
    </w:p>
    <w:p w:rsidR="00557788" w:rsidRDefault="00557788" w:rsidP="00557788">
      <w:r>
        <w:t>243.1763</w:t>
      </w:r>
      <w:r>
        <w:tab/>
        <w:t>9.072e0</w:t>
      </w:r>
    </w:p>
    <w:p w:rsidR="00557788" w:rsidRDefault="00557788" w:rsidP="00557788">
      <w:r>
        <w:t>243.1977</w:t>
      </w:r>
      <w:r>
        <w:tab/>
        <w:t>4.331e0</w:t>
      </w:r>
    </w:p>
    <w:p w:rsidR="00557788" w:rsidRDefault="00557788" w:rsidP="00557788">
      <w:r>
        <w:t>243.2128</w:t>
      </w:r>
      <w:r>
        <w:tab/>
        <w:t>6.179e0</w:t>
      </w:r>
    </w:p>
    <w:p w:rsidR="00557788" w:rsidRDefault="00557788" w:rsidP="00557788">
      <w:r>
        <w:t>243.2207</w:t>
      </w:r>
      <w:r>
        <w:tab/>
        <w:t>5.103e0</w:t>
      </w:r>
    </w:p>
    <w:p w:rsidR="00557788" w:rsidRDefault="00557788" w:rsidP="00557788">
      <w:r>
        <w:t>243.2313</w:t>
      </w:r>
      <w:r>
        <w:tab/>
        <w:t>3.038e0</w:t>
      </w:r>
    </w:p>
    <w:p w:rsidR="00557788" w:rsidRDefault="00557788" w:rsidP="00557788">
      <w:r>
        <w:t>243.2323</w:t>
      </w:r>
      <w:r>
        <w:tab/>
        <w:t>5.192e0</w:t>
      </w:r>
    </w:p>
    <w:p w:rsidR="00557788" w:rsidRDefault="00557788" w:rsidP="00557788">
      <w:r>
        <w:t>243.2390</w:t>
      </w:r>
      <w:r>
        <w:tab/>
        <w:t>3.038e0</w:t>
      </w:r>
    </w:p>
    <w:p w:rsidR="00557788" w:rsidRDefault="00557788" w:rsidP="00557788">
      <w:r>
        <w:t>243.2410</w:t>
      </w:r>
      <w:r>
        <w:tab/>
        <w:t>1.038e0</w:t>
      </w:r>
    </w:p>
    <w:p w:rsidR="00557788" w:rsidRDefault="00557788" w:rsidP="00557788">
      <w:r>
        <w:t>243.2596</w:t>
      </w:r>
      <w:r>
        <w:tab/>
        <w:t>5.063e0</w:t>
      </w:r>
    </w:p>
    <w:p w:rsidR="00557788" w:rsidRDefault="00557788" w:rsidP="00557788">
      <w:r>
        <w:t>243.2854</w:t>
      </w:r>
      <w:r>
        <w:tab/>
        <w:t>2.594e0</w:t>
      </w:r>
    </w:p>
    <w:p w:rsidR="00557788" w:rsidRDefault="00557788" w:rsidP="00557788">
      <w:r>
        <w:t>243.2883</w:t>
      </w:r>
      <w:r>
        <w:tab/>
        <w:t>1.722e1</w:t>
      </w:r>
    </w:p>
    <w:p w:rsidR="00557788" w:rsidRDefault="00557788" w:rsidP="00557788">
      <w:r>
        <w:t>243.2900</w:t>
      </w:r>
      <w:r>
        <w:tab/>
        <w:t>6.190e0</w:t>
      </w:r>
    </w:p>
    <w:p w:rsidR="00557788" w:rsidRDefault="00557788" w:rsidP="00557788">
      <w:r>
        <w:t>243.3154</w:t>
      </w:r>
      <w:r>
        <w:tab/>
        <w:t>4.051e0</w:t>
      </w:r>
    </w:p>
    <w:p w:rsidR="00557788" w:rsidRDefault="00557788" w:rsidP="00557788">
      <w:r>
        <w:t>243.3261</w:t>
      </w:r>
      <w:r>
        <w:tab/>
        <w:t>4.051e0</w:t>
      </w:r>
    </w:p>
    <w:p w:rsidR="00557788" w:rsidRDefault="00557788" w:rsidP="00557788">
      <w:r>
        <w:t>243.3305</w:t>
      </w:r>
      <w:r>
        <w:tab/>
        <w:t>2.025e0</w:t>
      </w:r>
    </w:p>
    <w:p w:rsidR="00557788" w:rsidRDefault="00557788" w:rsidP="00557788">
      <w:r>
        <w:t>243.3422</w:t>
      </w:r>
      <w:r>
        <w:tab/>
        <w:t>2.025e0</w:t>
      </w:r>
    </w:p>
    <w:p w:rsidR="00557788" w:rsidRDefault="00557788" w:rsidP="00557788">
      <w:r>
        <w:t>243.3461</w:t>
      </w:r>
      <w:r>
        <w:tab/>
        <w:t>2.025e0</w:t>
      </w:r>
    </w:p>
    <w:p w:rsidR="00557788" w:rsidRDefault="00557788" w:rsidP="00557788">
      <w:r>
        <w:t>243.3501</w:t>
      </w:r>
      <w:r>
        <w:tab/>
        <w:t>1.025e0</w:t>
      </w:r>
    </w:p>
    <w:p w:rsidR="00557788" w:rsidRDefault="00557788" w:rsidP="00557788">
      <w:r>
        <w:lastRenderedPageBreak/>
        <w:t>243.3585</w:t>
      </w:r>
      <w:r>
        <w:tab/>
        <w:t>1.013e0</w:t>
      </w:r>
    </w:p>
    <w:p w:rsidR="00557788" w:rsidRDefault="00557788" w:rsidP="00557788">
      <w:r>
        <w:t>243.3631</w:t>
      </w:r>
      <w:r>
        <w:tab/>
        <w:t>1.266e-2</w:t>
      </w:r>
    </w:p>
    <w:p w:rsidR="00557788" w:rsidRDefault="00557788" w:rsidP="00557788">
      <w:r>
        <w:t>243.3676</w:t>
      </w:r>
      <w:r>
        <w:tab/>
        <w:t>1.266e-2</w:t>
      </w:r>
    </w:p>
    <w:p w:rsidR="00557788" w:rsidRDefault="00557788" w:rsidP="00557788">
      <w:r>
        <w:t>243.3695</w:t>
      </w:r>
      <w:r>
        <w:tab/>
        <w:t>4.051e0</w:t>
      </w:r>
    </w:p>
    <w:p w:rsidR="00557788" w:rsidRDefault="00557788" w:rsidP="00557788">
      <w:r>
        <w:t>243.3722</w:t>
      </w:r>
      <w:r>
        <w:tab/>
        <w:t>1.013e0</w:t>
      </w:r>
    </w:p>
    <w:p w:rsidR="00557788" w:rsidRDefault="00557788" w:rsidP="00557788">
      <w:r>
        <w:t>243.3996</w:t>
      </w:r>
      <w:r>
        <w:tab/>
        <w:t>1.266e-2</w:t>
      </w:r>
    </w:p>
    <w:p w:rsidR="00557788" w:rsidRDefault="00557788" w:rsidP="00557788">
      <w:r>
        <w:t>243.4045</w:t>
      </w:r>
      <w:r>
        <w:tab/>
        <w:t>3.038e0</w:t>
      </w:r>
    </w:p>
    <w:p w:rsidR="00557788" w:rsidRDefault="00557788" w:rsidP="00557788">
      <w:r>
        <w:t>243.4088</w:t>
      </w:r>
      <w:r>
        <w:tab/>
        <w:t>1.405e0</w:t>
      </w:r>
    </w:p>
    <w:p w:rsidR="00557788" w:rsidRDefault="00557788" w:rsidP="00557788">
      <w:r>
        <w:t>243.4160</w:t>
      </w:r>
      <w:r>
        <w:tab/>
        <w:t>2.025e0</w:t>
      </w:r>
    </w:p>
    <w:p w:rsidR="00557788" w:rsidRDefault="00557788" w:rsidP="00557788">
      <w:r>
        <w:t>243.4176</w:t>
      </w:r>
      <w:r>
        <w:tab/>
        <w:t>2.025e0</w:t>
      </w:r>
    </w:p>
    <w:p w:rsidR="00557788" w:rsidRDefault="00557788" w:rsidP="00557788">
      <w:r>
        <w:t>243.4334</w:t>
      </w:r>
      <w:r>
        <w:tab/>
        <w:t>1.832e0</w:t>
      </w:r>
    </w:p>
    <w:p w:rsidR="00557788" w:rsidRDefault="00557788" w:rsidP="00557788">
      <w:r>
        <w:t>243.4527</w:t>
      </w:r>
      <w:r>
        <w:tab/>
        <w:t>2.025e0</w:t>
      </w:r>
    </w:p>
    <w:p w:rsidR="00557788" w:rsidRDefault="00557788" w:rsidP="00557788">
      <w:r>
        <w:t>243.4540</w:t>
      </w:r>
      <w:r>
        <w:tab/>
        <w:t>1.266e-2</w:t>
      </w:r>
    </w:p>
    <w:p w:rsidR="00557788" w:rsidRDefault="00557788" w:rsidP="00557788">
      <w:r>
        <w:t>243.4606</w:t>
      </w:r>
      <w:r>
        <w:tab/>
        <w:t>2.532e-2</w:t>
      </w:r>
    </w:p>
    <w:p w:rsidR="00557788" w:rsidRDefault="00557788" w:rsidP="00557788">
      <w:r>
        <w:t>243.4715</w:t>
      </w:r>
      <w:r>
        <w:tab/>
        <w:t>1.025e0</w:t>
      </w:r>
    </w:p>
    <w:p w:rsidR="00557788" w:rsidRDefault="00557788" w:rsidP="00557788">
      <w:r>
        <w:t>243.4753</w:t>
      </w:r>
      <w:r>
        <w:tab/>
        <w:t>1.025e0</w:t>
      </w:r>
    </w:p>
    <w:p w:rsidR="00557788" w:rsidRDefault="00557788" w:rsidP="00557788">
      <w:r>
        <w:t>243.4807</w:t>
      </w:r>
      <w:r>
        <w:tab/>
        <w:t>4.076e0</w:t>
      </w:r>
    </w:p>
    <w:p w:rsidR="00557788" w:rsidRDefault="00557788" w:rsidP="00557788">
      <w:r>
        <w:t>243.4995</w:t>
      </w:r>
      <w:r>
        <w:tab/>
        <w:t>1.013e0</w:t>
      </w:r>
    </w:p>
    <w:p w:rsidR="00557788" w:rsidRDefault="00557788" w:rsidP="00557788">
      <w:r>
        <w:t>243.5148</w:t>
      </w:r>
      <w:r>
        <w:tab/>
        <w:t>2.025e0</w:t>
      </w:r>
    </w:p>
    <w:p w:rsidR="00557788" w:rsidRDefault="00557788" w:rsidP="00557788">
      <w:r>
        <w:lastRenderedPageBreak/>
        <w:t>243.5189</w:t>
      </w:r>
      <w:r>
        <w:tab/>
        <w:t>2.025e0</w:t>
      </w:r>
    </w:p>
    <w:p w:rsidR="00557788" w:rsidRDefault="00557788" w:rsidP="00557788">
      <w:r>
        <w:t>243.5231</w:t>
      </w:r>
      <w:r>
        <w:tab/>
        <w:t>2.025e0</w:t>
      </w:r>
    </w:p>
    <w:p w:rsidR="00557788" w:rsidRDefault="00557788" w:rsidP="00557788">
      <w:r>
        <w:t>243.5329</w:t>
      </w:r>
      <w:r>
        <w:tab/>
        <w:t>1.013e0</w:t>
      </w:r>
    </w:p>
    <w:p w:rsidR="00557788" w:rsidRDefault="00557788" w:rsidP="00557788">
      <w:r>
        <w:t>243.5347</w:t>
      </w:r>
      <w:r>
        <w:tab/>
        <w:t>2.025e0</w:t>
      </w:r>
    </w:p>
    <w:p w:rsidR="00557788" w:rsidRDefault="00557788" w:rsidP="00557788">
      <w:r>
        <w:t>243.5603</w:t>
      </w:r>
      <w:r>
        <w:tab/>
        <w:t>3.038e0</w:t>
      </w:r>
    </w:p>
    <w:p w:rsidR="00557788" w:rsidRDefault="00557788" w:rsidP="00557788">
      <w:r>
        <w:t>243.5629</w:t>
      </w:r>
      <w:r>
        <w:tab/>
        <w:t>2.025e0</w:t>
      </w:r>
    </w:p>
    <w:p w:rsidR="00557788" w:rsidRDefault="00557788" w:rsidP="00557788">
      <w:r>
        <w:t>243.5746</w:t>
      </w:r>
      <w:r>
        <w:tab/>
        <w:t>1.038e0</w:t>
      </w:r>
    </w:p>
    <w:p w:rsidR="00557788" w:rsidRDefault="00557788" w:rsidP="00557788">
      <w:r>
        <w:t>243.5786</w:t>
      </w:r>
      <w:r>
        <w:tab/>
        <w:t>1.266e-2</w:t>
      </w:r>
    </w:p>
    <w:p w:rsidR="00557788" w:rsidRDefault="00557788" w:rsidP="00557788">
      <w:r>
        <w:t>243.5930</w:t>
      </w:r>
      <w:r>
        <w:tab/>
        <w:t>2.025e0</w:t>
      </w:r>
    </w:p>
    <w:p w:rsidR="00557788" w:rsidRDefault="00557788" w:rsidP="00557788">
      <w:r>
        <w:t>243.5950</w:t>
      </w:r>
      <w:r>
        <w:tab/>
        <w:t>2.025e0</w:t>
      </w:r>
    </w:p>
    <w:p w:rsidR="00557788" w:rsidRDefault="00557788" w:rsidP="00557788">
      <w:r>
        <w:t>243.5994</w:t>
      </w:r>
      <w:r>
        <w:tab/>
        <w:t>2.025e0</w:t>
      </w:r>
    </w:p>
    <w:p w:rsidR="00557788" w:rsidRDefault="00557788" w:rsidP="00557788">
      <w:r>
        <w:t>243.6262</w:t>
      </w:r>
      <w:r>
        <w:tab/>
        <w:t>2.063e0</w:t>
      </w:r>
    </w:p>
    <w:p w:rsidR="00557788" w:rsidRDefault="00557788" w:rsidP="00557788">
      <w:r>
        <w:t>243.6348</w:t>
      </w:r>
      <w:r>
        <w:tab/>
        <w:t>3.038e0</w:t>
      </w:r>
    </w:p>
    <w:p w:rsidR="00557788" w:rsidRDefault="00557788" w:rsidP="00557788">
      <w:r>
        <w:t>243.6493</w:t>
      </w:r>
      <w:r>
        <w:tab/>
        <w:t>3.797e-2</w:t>
      </w:r>
    </w:p>
    <w:p w:rsidR="00557788" w:rsidRDefault="00557788" w:rsidP="00557788">
      <w:r>
        <w:t>243.6667</w:t>
      </w:r>
      <w:r>
        <w:tab/>
        <w:t>1.797e0</w:t>
      </w:r>
    </w:p>
    <w:p w:rsidR="00557788" w:rsidRDefault="00557788" w:rsidP="00557788">
      <w:r>
        <w:t>243.6782</w:t>
      </w:r>
      <w:r>
        <w:tab/>
        <w:t>3.051e0</w:t>
      </w:r>
    </w:p>
    <w:p w:rsidR="00557788" w:rsidRDefault="00557788" w:rsidP="00557788">
      <w:r>
        <w:t>243.6841</w:t>
      </w:r>
      <w:r>
        <w:tab/>
        <w:t>2.025e0</w:t>
      </w:r>
    </w:p>
    <w:p w:rsidR="00557788" w:rsidRDefault="00557788" w:rsidP="00557788">
      <w:r>
        <w:t>243.6876</w:t>
      </w:r>
      <w:r>
        <w:tab/>
        <w:t>2.025e0</w:t>
      </w:r>
    </w:p>
    <w:p w:rsidR="00557788" w:rsidRDefault="00557788" w:rsidP="00557788">
      <w:r>
        <w:t>243.6901</w:t>
      </w:r>
      <w:r>
        <w:tab/>
        <w:t>6.076e0</w:t>
      </w:r>
    </w:p>
    <w:p w:rsidR="00557788" w:rsidRDefault="00557788" w:rsidP="00557788">
      <w:r>
        <w:lastRenderedPageBreak/>
        <w:t>243.7290</w:t>
      </w:r>
      <w:r>
        <w:tab/>
        <w:t>3.038e0</w:t>
      </w:r>
    </w:p>
    <w:p w:rsidR="00557788" w:rsidRDefault="00557788" w:rsidP="00557788">
      <w:r>
        <w:t>243.7422</w:t>
      </w:r>
      <w:r>
        <w:tab/>
        <w:t>2.025e0</w:t>
      </w:r>
    </w:p>
    <w:p w:rsidR="00557788" w:rsidRDefault="00557788" w:rsidP="00557788">
      <w:r>
        <w:t>243.7451</w:t>
      </w:r>
      <w:r>
        <w:tab/>
        <w:t>2.038e0</w:t>
      </w:r>
    </w:p>
    <w:p w:rsidR="00557788" w:rsidRDefault="00557788" w:rsidP="00557788">
      <w:r>
        <w:t>243.7490</w:t>
      </w:r>
      <w:r>
        <w:tab/>
        <w:t>2.167e0</w:t>
      </w:r>
    </w:p>
    <w:p w:rsidR="00557788" w:rsidRDefault="00557788" w:rsidP="00557788">
      <w:r>
        <w:t>243.7582</w:t>
      </w:r>
      <w:r>
        <w:tab/>
        <w:t>4.051e0</w:t>
      </w:r>
    </w:p>
    <w:p w:rsidR="00557788" w:rsidRDefault="00557788" w:rsidP="00557788">
      <w:r>
        <w:t>243.7758</w:t>
      </w:r>
      <w:r>
        <w:tab/>
        <w:t>3.063e0</w:t>
      </w:r>
    </w:p>
    <w:p w:rsidR="00557788" w:rsidRDefault="00557788" w:rsidP="00557788">
      <w:r>
        <w:t>243.7820</w:t>
      </w:r>
      <w:r>
        <w:tab/>
        <w:t>1.025e0</w:t>
      </w:r>
    </w:p>
    <w:p w:rsidR="00557788" w:rsidRDefault="00557788" w:rsidP="00557788">
      <w:r>
        <w:t>243.7916</w:t>
      </w:r>
      <w:r>
        <w:tab/>
        <w:t>2.038e0</w:t>
      </w:r>
    </w:p>
    <w:p w:rsidR="00557788" w:rsidRDefault="00557788" w:rsidP="00557788">
      <w:r>
        <w:t>243.8071</w:t>
      </w:r>
      <w:r>
        <w:tab/>
        <w:t>6.076e0</w:t>
      </w:r>
    </w:p>
    <w:p w:rsidR="00557788" w:rsidRDefault="00557788" w:rsidP="00557788">
      <w:r>
        <w:t>243.8129</w:t>
      </w:r>
      <w:r>
        <w:tab/>
        <w:t>2.025e0</w:t>
      </w:r>
    </w:p>
    <w:p w:rsidR="00557788" w:rsidRDefault="00557788" w:rsidP="00557788">
      <w:r>
        <w:t>243.8407</w:t>
      </w:r>
      <w:r>
        <w:tab/>
        <w:t>1.266e-2</w:t>
      </w:r>
    </w:p>
    <w:p w:rsidR="00557788" w:rsidRDefault="00557788" w:rsidP="00557788">
      <w:r>
        <w:t>243.8425</w:t>
      </w:r>
      <w:r>
        <w:tab/>
        <w:t>2.025e0</w:t>
      </w:r>
    </w:p>
    <w:p w:rsidR="00557788" w:rsidRDefault="00557788" w:rsidP="00557788">
      <w:r>
        <w:t>243.8446</w:t>
      </w:r>
      <w:r>
        <w:tab/>
        <w:t>4.659e0</w:t>
      </w:r>
    </w:p>
    <w:p w:rsidR="00557788" w:rsidRDefault="00557788" w:rsidP="00557788">
      <w:r>
        <w:t>243.8458</w:t>
      </w:r>
      <w:r>
        <w:tab/>
        <w:t>3.051e0</w:t>
      </w:r>
    </w:p>
    <w:p w:rsidR="00557788" w:rsidRDefault="00557788" w:rsidP="00557788">
      <w:r>
        <w:t>243.8607</w:t>
      </w:r>
      <w:r>
        <w:tab/>
        <w:t>1.013e0</w:t>
      </w:r>
    </w:p>
    <w:p w:rsidR="00557788" w:rsidRDefault="00557788" w:rsidP="00557788">
      <w:r>
        <w:t>243.8684</w:t>
      </w:r>
      <w:r>
        <w:tab/>
        <w:t>2.025e0</w:t>
      </w:r>
    </w:p>
    <w:p w:rsidR="00557788" w:rsidRDefault="00557788" w:rsidP="00557788">
      <w:r>
        <w:t>243.8817</w:t>
      </w:r>
      <w:r>
        <w:tab/>
        <w:t>2.025e0</w:t>
      </w:r>
    </w:p>
    <w:p w:rsidR="00557788" w:rsidRDefault="00557788" w:rsidP="00557788">
      <w:r>
        <w:t>243.9024</w:t>
      </w:r>
      <w:r>
        <w:tab/>
        <w:t>1.266e-2</w:t>
      </w:r>
    </w:p>
    <w:p w:rsidR="00557788" w:rsidRDefault="00557788" w:rsidP="00557788">
      <w:r>
        <w:t>243.9057</w:t>
      </w:r>
      <w:r>
        <w:tab/>
        <w:t>4.051e0</w:t>
      </w:r>
    </w:p>
    <w:p w:rsidR="00557788" w:rsidRDefault="00557788" w:rsidP="00557788">
      <w:r>
        <w:lastRenderedPageBreak/>
        <w:t>243.9075</w:t>
      </w:r>
      <w:r>
        <w:tab/>
        <w:t>3.038e0</w:t>
      </w:r>
    </w:p>
    <w:p w:rsidR="00557788" w:rsidRDefault="00557788" w:rsidP="00557788">
      <w:r>
        <w:t>243.9291</w:t>
      </w:r>
      <w:r>
        <w:tab/>
        <w:t>2.025e0</w:t>
      </w:r>
    </w:p>
    <w:p w:rsidR="00557788" w:rsidRDefault="00557788" w:rsidP="00557788">
      <w:r>
        <w:t>243.9318</w:t>
      </w:r>
      <w:r>
        <w:tab/>
        <w:t>1.013e0</w:t>
      </w:r>
    </w:p>
    <w:p w:rsidR="00557788" w:rsidRDefault="00557788" w:rsidP="00557788">
      <w:r>
        <w:t>243.9403</w:t>
      </w:r>
      <w:r>
        <w:tab/>
        <w:t>1.013e0</w:t>
      </w:r>
    </w:p>
    <w:p w:rsidR="00557788" w:rsidRDefault="00557788" w:rsidP="00557788">
      <w:r>
        <w:t>243.9529</w:t>
      </w:r>
      <w:r>
        <w:tab/>
        <w:t>3.038e0</w:t>
      </w:r>
    </w:p>
    <w:p w:rsidR="00557788" w:rsidRDefault="00557788" w:rsidP="00557788">
      <w:r>
        <w:t>243.9560</w:t>
      </w:r>
      <w:r>
        <w:tab/>
        <w:t>2.025e0</w:t>
      </w:r>
    </w:p>
    <w:p w:rsidR="00557788" w:rsidRDefault="00557788" w:rsidP="00557788">
      <w:r>
        <w:t>243.9599</w:t>
      </w:r>
      <w:r>
        <w:tab/>
        <w:t>1.013e0</w:t>
      </w:r>
    </w:p>
    <w:p w:rsidR="00557788" w:rsidRDefault="00557788" w:rsidP="00557788">
      <w:r>
        <w:t>243.9829</w:t>
      </w:r>
      <w:r>
        <w:tab/>
        <w:t>3.076e0</w:t>
      </w:r>
    </w:p>
    <w:p w:rsidR="00557788" w:rsidRDefault="00557788" w:rsidP="00557788">
      <w:r>
        <w:t>243.9875</w:t>
      </w:r>
      <w:r>
        <w:tab/>
        <w:t>2.563e0</w:t>
      </w:r>
    </w:p>
    <w:p w:rsidR="00557788" w:rsidRDefault="00557788" w:rsidP="00557788">
      <w:r>
        <w:t>243.9978</w:t>
      </w:r>
      <w:r>
        <w:tab/>
        <w:t>3.172e0</w:t>
      </w:r>
    </w:p>
    <w:p w:rsidR="00557788" w:rsidRDefault="00557788" w:rsidP="00557788">
      <w:r>
        <w:t>244.0035</w:t>
      </w:r>
      <w:r>
        <w:tab/>
        <w:t>9.934e-1</w:t>
      </w:r>
    </w:p>
    <w:p w:rsidR="00557788" w:rsidRDefault="00557788" w:rsidP="00557788">
      <w:r>
        <w:t>244.0102</w:t>
      </w:r>
      <w:r>
        <w:tab/>
        <w:t>1.348e1</w:t>
      </w:r>
    </w:p>
    <w:p w:rsidR="00557788" w:rsidRDefault="00557788" w:rsidP="00557788">
      <w:r>
        <w:t>244.0137</w:t>
      </w:r>
      <w:r>
        <w:tab/>
        <w:t>1.773e1</w:t>
      </w:r>
    </w:p>
    <w:p w:rsidR="00557788" w:rsidRDefault="00557788" w:rsidP="00557788">
      <w:r>
        <w:t>244.0304</w:t>
      </w:r>
      <w:r>
        <w:tab/>
        <w:t>9.249e0</w:t>
      </w:r>
    </w:p>
    <w:p w:rsidR="00557788" w:rsidRDefault="00557788" w:rsidP="00557788">
      <w:r>
        <w:t>244.0322</w:t>
      </w:r>
      <w:r>
        <w:tab/>
        <w:t>1.180e1</w:t>
      </w:r>
    </w:p>
    <w:p w:rsidR="00557788" w:rsidRDefault="00557788" w:rsidP="00557788">
      <w:r>
        <w:t>244.0623</w:t>
      </w:r>
      <w:r>
        <w:tab/>
        <w:t>1.210e0</w:t>
      </w:r>
    </w:p>
    <w:p w:rsidR="00557788" w:rsidRDefault="00557788" w:rsidP="00557788">
      <w:r>
        <w:t>244.0646</w:t>
      </w:r>
      <w:r>
        <w:tab/>
        <w:t>3.081e0</w:t>
      </w:r>
    </w:p>
    <w:p w:rsidR="00557788" w:rsidRDefault="00557788" w:rsidP="00557788">
      <w:r>
        <w:t>244.0792</w:t>
      </w:r>
      <w:r>
        <w:tab/>
        <w:t>8.233e0</w:t>
      </w:r>
    </w:p>
    <w:p w:rsidR="00557788" w:rsidRDefault="00557788" w:rsidP="00557788">
      <w:r>
        <w:t>244.0831</w:t>
      </w:r>
      <w:r>
        <w:tab/>
        <w:t>3.169e0</w:t>
      </w:r>
    </w:p>
    <w:p w:rsidR="00557788" w:rsidRDefault="00557788" w:rsidP="00557788">
      <w:r>
        <w:lastRenderedPageBreak/>
        <w:t>244.0861</w:t>
      </w:r>
      <w:r>
        <w:tab/>
        <w:t>6.579e0</w:t>
      </w:r>
    </w:p>
    <w:p w:rsidR="00557788" w:rsidRDefault="00557788" w:rsidP="00557788">
      <w:r>
        <w:t>244.0930</w:t>
      </w:r>
      <w:r>
        <w:tab/>
        <w:t>1.314e0</w:t>
      </w:r>
    </w:p>
    <w:p w:rsidR="00557788" w:rsidRDefault="00557788" w:rsidP="00557788">
      <w:r>
        <w:t>244.1100</w:t>
      </w:r>
      <w:r>
        <w:tab/>
        <w:t>1.696e0</w:t>
      </w:r>
    </w:p>
    <w:p w:rsidR="00557788" w:rsidRDefault="00557788" w:rsidP="00557788">
      <w:r>
        <w:t>244.1137</w:t>
      </w:r>
      <w:r>
        <w:tab/>
        <w:t>1.093e0</w:t>
      </w:r>
    </w:p>
    <w:p w:rsidR="00557788" w:rsidRDefault="00557788" w:rsidP="00557788">
      <w:r>
        <w:t>244.1223</w:t>
      </w:r>
      <w:r>
        <w:tab/>
        <w:t>5.768e-1</w:t>
      </w:r>
    </w:p>
    <w:p w:rsidR="00557788" w:rsidRDefault="00557788" w:rsidP="00557788">
      <w:r>
        <w:t>244.1257</w:t>
      </w:r>
      <w:r>
        <w:tab/>
        <w:t>1.950e0</w:t>
      </w:r>
    </w:p>
    <w:p w:rsidR="00557788" w:rsidRDefault="00557788" w:rsidP="00557788">
      <w:r>
        <w:t>244.1337</w:t>
      </w:r>
      <w:r>
        <w:tab/>
        <w:t>4.348e0</w:t>
      </w:r>
    </w:p>
    <w:p w:rsidR="00557788" w:rsidRDefault="00557788" w:rsidP="00557788">
      <w:r>
        <w:t>244.1565</w:t>
      </w:r>
      <w:r>
        <w:tab/>
        <w:t>1.224e0</w:t>
      </w:r>
    </w:p>
    <w:p w:rsidR="00557788" w:rsidRDefault="00557788" w:rsidP="00557788">
      <w:r>
        <w:t>244.1711</w:t>
      </w:r>
      <w:r>
        <w:tab/>
        <w:t>6.980e0</w:t>
      </w:r>
    </w:p>
    <w:p w:rsidR="00557788" w:rsidRDefault="00557788" w:rsidP="00557788">
      <w:r>
        <w:t>244.1916</w:t>
      </w:r>
      <w:r>
        <w:tab/>
        <w:t>6.572e0</w:t>
      </w:r>
    </w:p>
    <w:p w:rsidR="00557788" w:rsidRDefault="00557788" w:rsidP="00557788">
      <w:r>
        <w:t>244.2003</w:t>
      </w:r>
      <w:r>
        <w:tab/>
        <w:t>1.063e1</w:t>
      </w:r>
    </w:p>
    <w:p w:rsidR="00557788" w:rsidRDefault="00557788" w:rsidP="00557788">
      <w:r>
        <w:t>244.2093</w:t>
      </w:r>
      <w:r>
        <w:tab/>
        <w:t>1.367e1</w:t>
      </w:r>
    </w:p>
    <w:p w:rsidR="00557788" w:rsidRDefault="00557788" w:rsidP="00557788">
      <w:r>
        <w:t>244.2134</w:t>
      </w:r>
      <w:r>
        <w:tab/>
        <w:t>5.809e0</w:t>
      </w:r>
    </w:p>
    <w:p w:rsidR="00557788" w:rsidRDefault="00557788" w:rsidP="00557788">
      <w:r>
        <w:t>244.2229</w:t>
      </w:r>
      <w:r>
        <w:tab/>
        <w:t>1.318e1</w:t>
      </w:r>
    </w:p>
    <w:p w:rsidR="00557788" w:rsidRDefault="00557788" w:rsidP="00557788">
      <w:r>
        <w:t>244.2289</w:t>
      </w:r>
      <w:r>
        <w:tab/>
        <w:t>5.063e0</w:t>
      </w:r>
    </w:p>
    <w:p w:rsidR="00557788" w:rsidRDefault="00557788" w:rsidP="00557788">
      <w:r>
        <w:t>244.2304</w:t>
      </w:r>
      <w:r>
        <w:tab/>
        <w:t>2.025e0</w:t>
      </w:r>
    </w:p>
    <w:p w:rsidR="00557788" w:rsidRDefault="00557788" w:rsidP="00557788">
      <w:r>
        <w:t>244.2384</w:t>
      </w:r>
      <w:r>
        <w:tab/>
        <w:t>9.042e0</w:t>
      </w:r>
    </w:p>
    <w:p w:rsidR="00557788" w:rsidRDefault="00557788" w:rsidP="00557788">
      <w:r>
        <w:t>244.2446</w:t>
      </w:r>
      <w:r>
        <w:tab/>
        <w:t>3.564e0</w:t>
      </w:r>
    </w:p>
    <w:p w:rsidR="00557788" w:rsidRDefault="00557788" w:rsidP="00557788">
      <w:r>
        <w:t>244.2701</w:t>
      </w:r>
      <w:r>
        <w:tab/>
        <w:t>3.038e0</w:t>
      </w:r>
    </w:p>
    <w:p w:rsidR="00557788" w:rsidRDefault="00557788" w:rsidP="00557788">
      <w:r>
        <w:lastRenderedPageBreak/>
        <w:t>244.2722</w:t>
      </w:r>
      <w:r>
        <w:tab/>
        <w:t>2.025e0</w:t>
      </w:r>
    </w:p>
    <w:p w:rsidR="00557788" w:rsidRDefault="00557788" w:rsidP="00557788">
      <w:r>
        <w:t>244.2905</w:t>
      </w:r>
      <w:r>
        <w:tab/>
        <w:t>5.063e-2</w:t>
      </w:r>
    </w:p>
    <w:p w:rsidR="00557788" w:rsidRDefault="00557788" w:rsidP="00557788">
      <w:r>
        <w:t>244.3040</w:t>
      </w:r>
      <w:r>
        <w:tab/>
        <w:t>1.038e0</w:t>
      </w:r>
    </w:p>
    <w:p w:rsidR="00557788" w:rsidRDefault="00557788" w:rsidP="00557788">
      <w:r>
        <w:t>244.3074</w:t>
      </w:r>
      <w:r>
        <w:tab/>
        <w:t>2.025e0</w:t>
      </w:r>
    </w:p>
    <w:p w:rsidR="00557788" w:rsidRDefault="00557788" w:rsidP="00557788">
      <w:r>
        <w:t>244.3096</w:t>
      </w:r>
      <w:r>
        <w:tab/>
        <w:t>2.038e0</w:t>
      </w:r>
    </w:p>
    <w:p w:rsidR="00557788" w:rsidRDefault="00557788" w:rsidP="00557788">
      <w:r>
        <w:t>244.3234</w:t>
      </w:r>
      <w:r>
        <w:tab/>
        <w:t>2.051e0</w:t>
      </w:r>
    </w:p>
    <w:p w:rsidR="00557788" w:rsidRDefault="00557788" w:rsidP="00557788">
      <w:r>
        <w:t>244.3298</w:t>
      </w:r>
      <w:r>
        <w:tab/>
        <w:t>1.013e0</w:t>
      </w:r>
    </w:p>
    <w:p w:rsidR="00557788" w:rsidRDefault="00557788" w:rsidP="00557788">
      <w:r>
        <w:t>244.3396</w:t>
      </w:r>
      <w:r>
        <w:tab/>
        <w:t>3.038e0</w:t>
      </w:r>
    </w:p>
    <w:p w:rsidR="00557788" w:rsidRDefault="00557788" w:rsidP="00557788">
      <w:r>
        <w:t>244.3420</w:t>
      </w:r>
      <w:r>
        <w:tab/>
        <w:t>1.266e-2</w:t>
      </w:r>
    </w:p>
    <w:p w:rsidR="00557788" w:rsidRDefault="00557788" w:rsidP="00557788">
      <w:r>
        <w:t>244.3465</w:t>
      </w:r>
      <w:r>
        <w:tab/>
        <w:t>1.266e-2</w:t>
      </w:r>
    </w:p>
    <w:p w:rsidR="00557788" w:rsidRDefault="00557788" w:rsidP="00557788">
      <w:r>
        <w:t>244.3516</w:t>
      </w:r>
      <w:r>
        <w:tab/>
        <w:t>4.051e0</w:t>
      </w:r>
    </w:p>
    <w:p w:rsidR="00557788" w:rsidRDefault="00557788" w:rsidP="00557788">
      <w:r>
        <w:t>244.3696</w:t>
      </w:r>
      <w:r>
        <w:tab/>
        <w:t>2.532e-2</w:t>
      </w:r>
    </w:p>
    <w:p w:rsidR="00557788" w:rsidRDefault="00557788" w:rsidP="00557788">
      <w:r>
        <w:t>244.3716</w:t>
      </w:r>
      <w:r>
        <w:tab/>
        <w:t>1.266e-2</w:t>
      </w:r>
    </w:p>
    <w:p w:rsidR="00557788" w:rsidRDefault="00557788" w:rsidP="00557788">
      <w:r>
        <w:t>244.3819</w:t>
      </w:r>
      <w:r>
        <w:tab/>
        <w:t>2.025e0</w:t>
      </w:r>
    </w:p>
    <w:p w:rsidR="00557788" w:rsidRDefault="00557788" w:rsidP="00557788">
      <w:r>
        <w:t>244.3832</w:t>
      </w:r>
      <w:r>
        <w:tab/>
        <w:t>1.013e0</w:t>
      </w:r>
    </w:p>
    <w:p w:rsidR="00557788" w:rsidRDefault="00557788" w:rsidP="00557788">
      <w:r>
        <w:t>244.3866</w:t>
      </w:r>
      <w:r>
        <w:tab/>
        <w:t>8.101e0</w:t>
      </w:r>
    </w:p>
    <w:p w:rsidR="00557788" w:rsidRDefault="00557788" w:rsidP="00557788">
      <w:r>
        <w:t>244.4013</w:t>
      </w:r>
      <w:r>
        <w:tab/>
        <w:t>1.266e-2</w:t>
      </w:r>
    </w:p>
    <w:p w:rsidR="00557788" w:rsidRDefault="00557788" w:rsidP="00557788">
      <w:r>
        <w:t>244.4094</w:t>
      </w:r>
      <w:r>
        <w:tab/>
        <w:t>5.063e-2</w:t>
      </w:r>
    </w:p>
    <w:p w:rsidR="00557788" w:rsidRDefault="00557788" w:rsidP="00557788">
      <w:r>
        <w:t>244.4212</w:t>
      </w:r>
      <w:r>
        <w:tab/>
        <w:t>2.025e0</w:t>
      </w:r>
    </w:p>
    <w:p w:rsidR="00557788" w:rsidRDefault="00557788" w:rsidP="00557788">
      <w:r>
        <w:lastRenderedPageBreak/>
        <w:t>244.4290</w:t>
      </w:r>
      <w:r>
        <w:tab/>
        <w:t>2.038e0</w:t>
      </w:r>
    </w:p>
    <w:p w:rsidR="00557788" w:rsidRDefault="00557788" w:rsidP="00557788">
      <w:r>
        <w:t>244.4380</w:t>
      </w:r>
      <w:r>
        <w:tab/>
        <w:t>2.063e0</w:t>
      </w:r>
    </w:p>
    <w:p w:rsidR="00557788" w:rsidRDefault="00557788" w:rsidP="00557788">
      <w:r>
        <w:t>244.4496</w:t>
      </w:r>
      <w:r>
        <w:tab/>
        <w:t>3.798e-2</w:t>
      </w:r>
    </w:p>
    <w:p w:rsidR="00557788" w:rsidRDefault="00557788" w:rsidP="00557788">
      <w:r>
        <w:t>244.4514</w:t>
      </w:r>
      <w:r>
        <w:tab/>
        <w:t>1.266e-2</w:t>
      </w:r>
    </w:p>
    <w:p w:rsidR="00557788" w:rsidRDefault="00557788" w:rsidP="00557788">
      <w:r>
        <w:t>244.4548</w:t>
      </w:r>
      <w:r>
        <w:tab/>
        <w:t>2.051e0</w:t>
      </w:r>
    </w:p>
    <w:p w:rsidR="00557788" w:rsidRDefault="00557788" w:rsidP="00557788">
      <w:r>
        <w:t>244.4709</w:t>
      </w:r>
      <w:r>
        <w:tab/>
        <w:t>2.025e0</w:t>
      </w:r>
    </w:p>
    <w:p w:rsidR="00557788" w:rsidRDefault="00557788" w:rsidP="00557788">
      <w:r>
        <w:t>244.4896</w:t>
      </w:r>
      <w:r>
        <w:tab/>
        <w:t>2.025e0</w:t>
      </w:r>
    </w:p>
    <w:p w:rsidR="00557788" w:rsidRDefault="00557788" w:rsidP="00557788">
      <w:r>
        <w:t>244.5088</w:t>
      </w:r>
      <w:r>
        <w:tab/>
        <w:t>3.038e0</w:t>
      </w:r>
    </w:p>
    <w:p w:rsidR="00557788" w:rsidRDefault="00557788" w:rsidP="00557788">
      <w:r>
        <w:t>244.5127</w:t>
      </w:r>
      <w:r>
        <w:tab/>
        <w:t>1.025e0</w:t>
      </w:r>
    </w:p>
    <w:p w:rsidR="00557788" w:rsidRDefault="00557788" w:rsidP="00557788">
      <w:r>
        <w:t>244.5290</w:t>
      </w:r>
      <w:r>
        <w:tab/>
        <w:t>1.266e-2</w:t>
      </w:r>
    </w:p>
    <w:p w:rsidR="00557788" w:rsidRDefault="00557788" w:rsidP="00557788">
      <w:r>
        <w:t>244.5336</w:t>
      </w:r>
      <w:r>
        <w:tab/>
        <w:t>1.013e0</w:t>
      </w:r>
    </w:p>
    <w:p w:rsidR="00557788" w:rsidRDefault="00557788" w:rsidP="00557788">
      <w:r>
        <w:t>244.5430</w:t>
      </w:r>
      <w:r>
        <w:tab/>
        <w:t>2.051e0</w:t>
      </w:r>
    </w:p>
    <w:p w:rsidR="00557788" w:rsidRDefault="00557788" w:rsidP="00557788">
      <w:r>
        <w:t>244.5467</w:t>
      </w:r>
      <w:r>
        <w:tab/>
        <w:t>2.025e0</w:t>
      </w:r>
    </w:p>
    <w:p w:rsidR="00557788" w:rsidRDefault="00557788" w:rsidP="00557788">
      <w:r>
        <w:t>244.5545</w:t>
      </w:r>
      <w:r>
        <w:tab/>
        <w:t>1.013e0</w:t>
      </w:r>
    </w:p>
    <w:p w:rsidR="00557788" w:rsidRDefault="00557788" w:rsidP="00557788">
      <w:r>
        <w:t>244.5585</w:t>
      </w:r>
      <w:r>
        <w:tab/>
        <w:t>1.013e0</w:t>
      </w:r>
    </w:p>
    <w:p w:rsidR="00557788" w:rsidRDefault="00557788" w:rsidP="00557788">
      <w:r>
        <w:t>244.5663</w:t>
      </w:r>
      <w:r>
        <w:tab/>
        <w:t>1.013e0</w:t>
      </w:r>
    </w:p>
    <w:p w:rsidR="00557788" w:rsidRDefault="00557788" w:rsidP="00557788">
      <w:r>
        <w:t>244.5692</w:t>
      </w:r>
      <w:r>
        <w:tab/>
        <w:t>4.051e0</w:t>
      </w:r>
    </w:p>
    <w:p w:rsidR="00557788" w:rsidRDefault="00557788" w:rsidP="00557788">
      <w:r>
        <w:t>244.5728</w:t>
      </w:r>
      <w:r>
        <w:tab/>
        <w:t>2.025e0</w:t>
      </w:r>
    </w:p>
    <w:p w:rsidR="00557788" w:rsidRDefault="00557788" w:rsidP="00557788">
      <w:r>
        <w:t>244.5813</w:t>
      </w:r>
      <w:r>
        <w:tab/>
        <w:t>2.025e0</w:t>
      </w:r>
    </w:p>
    <w:p w:rsidR="00557788" w:rsidRDefault="00557788" w:rsidP="00557788">
      <w:r>
        <w:lastRenderedPageBreak/>
        <w:t>244.5857</w:t>
      </w:r>
      <w:r>
        <w:tab/>
        <w:t>2.025e0</w:t>
      </w:r>
    </w:p>
    <w:p w:rsidR="00557788" w:rsidRDefault="00557788" w:rsidP="00557788">
      <w:r>
        <w:t>244.5945</w:t>
      </w:r>
      <w:r>
        <w:tab/>
        <w:t>2.025e0</w:t>
      </w:r>
    </w:p>
    <w:p w:rsidR="00557788" w:rsidRDefault="00557788" w:rsidP="00557788">
      <w:r>
        <w:t>244.5963</w:t>
      </w:r>
      <w:r>
        <w:tab/>
        <w:t>1.266e-2</w:t>
      </w:r>
    </w:p>
    <w:p w:rsidR="00557788" w:rsidRDefault="00557788" w:rsidP="00557788">
      <w:r>
        <w:t>244.6042</w:t>
      </w:r>
      <w:r>
        <w:tab/>
        <w:t>1.013e0</w:t>
      </w:r>
    </w:p>
    <w:p w:rsidR="00557788" w:rsidRDefault="00557788" w:rsidP="00557788">
      <w:r>
        <w:t>244.6110</w:t>
      </w:r>
      <w:r>
        <w:tab/>
        <w:t>1.038e0</w:t>
      </w:r>
    </w:p>
    <w:p w:rsidR="00557788" w:rsidRDefault="00557788" w:rsidP="00557788">
      <w:r>
        <w:t>244.6120</w:t>
      </w:r>
      <w:r>
        <w:tab/>
        <w:t>3.038e0</w:t>
      </w:r>
    </w:p>
    <w:p w:rsidR="00557788" w:rsidRDefault="00557788" w:rsidP="00557788">
      <w:r>
        <w:t>244.6203</w:t>
      </w:r>
      <w:r>
        <w:tab/>
        <w:t>1.013e0</w:t>
      </w:r>
    </w:p>
    <w:p w:rsidR="00557788" w:rsidRDefault="00557788" w:rsidP="00557788">
      <w:r>
        <w:t>244.6262</w:t>
      </w:r>
      <w:r>
        <w:tab/>
        <w:t>4.051e0</w:t>
      </w:r>
    </w:p>
    <w:p w:rsidR="00557788" w:rsidRDefault="00557788" w:rsidP="00557788">
      <w:r>
        <w:t>244.6539</w:t>
      </w:r>
      <w:r>
        <w:tab/>
        <w:t>1.025e0</w:t>
      </w:r>
    </w:p>
    <w:p w:rsidR="00557788" w:rsidRDefault="00557788" w:rsidP="00557788">
      <w:r>
        <w:t>244.6579</w:t>
      </w:r>
      <w:r>
        <w:tab/>
        <w:t>1.266e-2</w:t>
      </w:r>
    </w:p>
    <w:p w:rsidR="00557788" w:rsidRDefault="00557788" w:rsidP="00557788">
      <w:r>
        <w:t>244.6781</w:t>
      </w:r>
      <w:r>
        <w:tab/>
        <w:t>2.025e0</w:t>
      </w:r>
    </w:p>
    <w:p w:rsidR="00557788" w:rsidRDefault="00557788" w:rsidP="00557788">
      <w:r>
        <w:t>244.6957</w:t>
      </w:r>
      <w:r>
        <w:tab/>
        <w:t>1.013e0</w:t>
      </w:r>
    </w:p>
    <w:p w:rsidR="00557788" w:rsidRDefault="00557788" w:rsidP="00557788">
      <w:r>
        <w:t>244.7055</w:t>
      </w:r>
      <w:r>
        <w:tab/>
        <w:t>2.025e0</w:t>
      </w:r>
    </w:p>
    <w:p w:rsidR="00557788" w:rsidRDefault="00557788" w:rsidP="00557788">
      <w:r>
        <w:t>244.7195</w:t>
      </w:r>
      <w:r>
        <w:tab/>
        <w:t>1.038e0</w:t>
      </w:r>
    </w:p>
    <w:p w:rsidR="00557788" w:rsidRDefault="00557788" w:rsidP="00557788">
      <w:r>
        <w:t>244.7262</w:t>
      </w:r>
      <w:r>
        <w:tab/>
        <w:t>3.038e0</w:t>
      </w:r>
    </w:p>
    <w:p w:rsidR="00557788" w:rsidRDefault="00557788" w:rsidP="00557788">
      <w:r>
        <w:t>244.7415</w:t>
      </w:r>
      <w:r>
        <w:tab/>
        <w:t>2.025e0</w:t>
      </w:r>
    </w:p>
    <w:p w:rsidR="00557788" w:rsidRDefault="00557788" w:rsidP="00557788">
      <w:r>
        <w:t>244.7533</w:t>
      </w:r>
      <w:r>
        <w:tab/>
        <w:t>2.038e0</w:t>
      </w:r>
    </w:p>
    <w:p w:rsidR="00557788" w:rsidRDefault="00557788" w:rsidP="00557788">
      <w:r>
        <w:t>244.7665</w:t>
      </w:r>
      <w:r>
        <w:tab/>
        <w:t>1.013e0</w:t>
      </w:r>
    </w:p>
    <w:p w:rsidR="00557788" w:rsidRDefault="00557788" w:rsidP="00557788">
      <w:r>
        <w:t>244.7758</w:t>
      </w:r>
      <w:r>
        <w:tab/>
        <w:t>2.038e0</w:t>
      </w:r>
    </w:p>
    <w:p w:rsidR="00557788" w:rsidRDefault="00557788" w:rsidP="00557788">
      <w:r>
        <w:lastRenderedPageBreak/>
        <w:t>244.7953</w:t>
      </w:r>
      <w:r>
        <w:tab/>
        <w:t>1.025e0</w:t>
      </w:r>
    </w:p>
    <w:p w:rsidR="00557788" w:rsidRDefault="00557788" w:rsidP="00557788">
      <w:r>
        <w:t>244.8024</w:t>
      </w:r>
      <w:r>
        <w:tab/>
        <w:t>7.254e0</w:t>
      </w:r>
    </w:p>
    <w:p w:rsidR="00557788" w:rsidRDefault="00557788" w:rsidP="00557788">
      <w:r>
        <w:t>244.8083</w:t>
      </w:r>
      <w:r>
        <w:tab/>
        <w:t>4.063e0</w:t>
      </w:r>
    </w:p>
    <w:p w:rsidR="00557788" w:rsidRDefault="00557788" w:rsidP="00557788">
      <w:r>
        <w:t>244.8121</w:t>
      </w:r>
      <w:r>
        <w:tab/>
        <w:t>2.532e-2</w:t>
      </w:r>
    </w:p>
    <w:p w:rsidR="00557788" w:rsidRDefault="00557788" w:rsidP="00557788">
      <w:r>
        <w:t>244.8167</w:t>
      </w:r>
      <w:r>
        <w:tab/>
        <w:t>1.013e0</w:t>
      </w:r>
    </w:p>
    <w:p w:rsidR="00557788" w:rsidRDefault="00557788" w:rsidP="00557788">
      <w:r>
        <w:t>244.8409</w:t>
      </w:r>
      <w:r>
        <w:tab/>
        <w:t>1.013e0</w:t>
      </w:r>
    </w:p>
    <w:p w:rsidR="00557788" w:rsidRDefault="00557788" w:rsidP="00557788">
      <w:r>
        <w:t>244.8514</w:t>
      </w:r>
      <w:r>
        <w:tab/>
        <w:t>2.025e0</w:t>
      </w:r>
    </w:p>
    <w:p w:rsidR="00557788" w:rsidRDefault="00557788" w:rsidP="00557788">
      <w:r>
        <w:t>244.8533</w:t>
      </w:r>
      <w:r>
        <w:tab/>
        <w:t>2.025e0</w:t>
      </w:r>
    </w:p>
    <w:p w:rsidR="00557788" w:rsidRDefault="00557788" w:rsidP="00557788">
      <w:r>
        <w:t>244.8687</w:t>
      </w:r>
      <w:r>
        <w:tab/>
        <w:t>2.025e0</w:t>
      </w:r>
    </w:p>
    <w:p w:rsidR="00557788" w:rsidRDefault="00557788" w:rsidP="00557788">
      <w:r>
        <w:t>244.8710</w:t>
      </w:r>
      <w:r>
        <w:tab/>
        <w:t>1.266e-2</w:t>
      </w:r>
    </w:p>
    <w:p w:rsidR="00557788" w:rsidRDefault="00557788" w:rsidP="00557788">
      <w:r>
        <w:t>244.8749</w:t>
      </w:r>
      <w:r>
        <w:tab/>
        <w:t>2.532e-2</w:t>
      </w:r>
    </w:p>
    <w:p w:rsidR="00557788" w:rsidRDefault="00557788" w:rsidP="00557788">
      <w:r>
        <w:t>244.8828</w:t>
      </w:r>
      <w:r>
        <w:tab/>
        <w:t>1.013e0</w:t>
      </w:r>
    </w:p>
    <w:p w:rsidR="00557788" w:rsidRDefault="00557788" w:rsidP="00557788">
      <w:r>
        <w:t>244.9014</w:t>
      </w:r>
      <w:r>
        <w:tab/>
        <w:t>2.025e0</w:t>
      </w:r>
    </w:p>
    <w:p w:rsidR="00557788" w:rsidRDefault="00557788" w:rsidP="00557788">
      <w:r>
        <w:t>244.9035</w:t>
      </w:r>
      <w:r>
        <w:tab/>
        <w:t>1.013e0</w:t>
      </w:r>
    </w:p>
    <w:p w:rsidR="00557788" w:rsidRDefault="00557788" w:rsidP="00557788">
      <w:r>
        <w:t>244.9100</w:t>
      </w:r>
      <w:r>
        <w:tab/>
        <w:t>2.025e0</w:t>
      </w:r>
    </w:p>
    <w:p w:rsidR="00557788" w:rsidRDefault="00557788" w:rsidP="00557788">
      <w:r>
        <w:t>244.9245</w:t>
      </w:r>
      <w:r>
        <w:tab/>
        <w:t>1.266e-2</w:t>
      </w:r>
    </w:p>
    <w:p w:rsidR="00557788" w:rsidRDefault="00557788" w:rsidP="00557788">
      <w:r>
        <w:t>244.9324</w:t>
      </w:r>
      <w:r>
        <w:tab/>
        <w:t>3.038e0</w:t>
      </w:r>
    </w:p>
    <w:p w:rsidR="00557788" w:rsidRDefault="00557788" w:rsidP="00557788">
      <w:r>
        <w:t>244.9372</w:t>
      </w:r>
      <w:r>
        <w:tab/>
        <w:t>1.051e0</w:t>
      </w:r>
    </w:p>
    <w:p w:rsidR="00557788" w:rsidRDefault="00557788" w:rsidP="00557788">
      <w:r>
        <w:t>244.9447</w:t>
      </w:r>
      <w:r>
        <w:tab/>
        <w:t>1.013e0</w:t>
      </w:r>
    </w:p>
    <w:p w:rsidR="00557788" w:rsidRDefault="00557788" w:rsidP="00557788">
      <w:r>
        <w:lastRenderedPageBreak/>
        <w:t>244.9492</w:t>
      </w:r>
      <w:r>
        <w:tab/>
        <w:t>1.266e-2</w:t>
      </w:r>
    </w:p>
    <w:p w:rsidR="00557788" w:rsidRDefault="00557788" w:rsidP="00557788">
      <w:r>
        <w:t>244.9538</w:t>
      </w:r>
      <w:r>
        <w:tab/>
        <w:t>1.013e0</w:t>
      </w:r>
    </w:p>
    <w:p w:rsidR="00557788" w:rsidRDefault="00557788" w:rsidP="00557788">
      <w:r>
        <w:t>244.9594</w:t>
      </w:r>
      <w:r>
        <w:tab/>
        <w:t>2.532e-2</w:t>
      </w:r>
    </w:p>
    <w:p w:rsidR="00557788" w:rsidRDefault="00557788" w:rsidP="00557788">
      <w:r>
        <w:t>244.9722</w:t>
      </w:r>
      <w:r>
        <w:tab/>
        <w:t>6.076e0</w:t>
      </w:r>
    </w:p>
    <w:p w:rsidR="00557788" w:rsidRDefault="00557788" w:rsidP="00557788">
      <w:r>
        <w:t>244.9822</w:t>
      </w:r>
      <w:r>
        <w:tab/>
        <w:t>2.532e-2</w:t>
      </w:r>
    </w:p>
    <w:p w:rsidR="00557788" w:rsidRDefault="00557788" w:rsidP="00557788">
      <w:r>
        <w:t>244.9912</w:t>
      </w:r>
      <w:r>
        <w:tab/>
        <w:t>6.571e0</w:t>
      </w:r>
    </w:p>
    <w:p w:rsidR="00557788" w:rsidRDefault="00557788" w:rsidP="00557788">
      <w:r>
        <w:t>244.9950</w:t>
      </w:r>
      <w:r>
        <w:tab/>
        <w:t>1.377e0</w:t>
      </w:r>
    </w:p>
    <w:p w:rsidR="00557788" w:rsidRDefault="00557788" w:rsidP="00557788">
      <w:r>
        <w:t>245.0019</w:t>
      </w:r>
      <w:r>
        <w:tab/>
        <w:t>4.868e0</w:t>
      </w:r>
    </w:p>
    <w:p w:rsidR="00557788" w:rsidRDefault="00557788" w:rsidP="00557788">
      <w:r>
        <w:t>245.0084</w:t>
      </w:r>
      <w:r>
        <w:tab/>
        <w:t>4.723e0</w:t>
      </w:r>
    </w:p>
    <w:p w:rsidR="00557788" w:rsidRDefault="00557788" w:rsidP="00557788">
      <w:r>
        <w:t>245.0114</w:t>
      </w:r>
      <w:r>
        <w:tab/>
        <w:t>2.888e0</w:t>
      </w:r>
    </w:p>
    <w:p w:rsidR="00557788" w:rsidRDefault="00557788" w:rsidP="00557788">
      <w:r>
        <w:t>245.0129</w:t>
      </w:r>
      <w:r>
        <w:tab/>
        <w:t>4.643e0</w:t>
      </w:r>
    </w:p>
    <w:p w:rsidR="00557788" w:rsidRDefault="00557788" w:rsidP="00557788">
      <w:r>
        <w:t>245.0269</w:t>
      </w:r>
      <w:r>
        <w:tab/>
        <w:t>7.003e0</w:t>
      </w:r>
    </w:p>
    <w:p w:rsidR="00557788" w:rsidRDefault="00557788" w:rsidP="00557788">
      <w:r>
        <w:t>245.0349</w:t>
      </w:r>
      <w:r>
        <w:tab/>
        <w:t>9.240e-1</w:t>
      </w:r>
    </w:p>
    <w:p w:rsidR="00557788" w:rsidRDefault="00557788" w:rsidP="00557788">
      <w:r>
        <w:t>245.0441</w:t>
      </w:r>
      <w:r>
        <w:tab/>
        <w:t>4.552e0</w:t>
      </w:r>
    </w:p>
    <w:p w:rsidR="00557788" w:rsidRDefault="00557788" w:rsidP="00557788">
      <w:r>
        <w:t>245.0529</w:t>
      </w:r>
      <w:r>
        <w:tab/>
        <w:t>4.706e0</w:t>
      </w:r>
    </w:p>
    <w:p w:rsidR="00557788" w:rsidRDefault="00557788" w:rsidP="00557788">
      <w:r>
        <w:t>245.0549</w:t>
      </w:r>
      <w:r>
        <w:tab/>
        <w:t>2.745e0</w:t>
      </w:r>
    </w:p>
    <w:p w:rsidR="00557788" w:rsidRDefault="00557788" w:rsidP="00557788">
      <w:r>
        <w:t>245.0744</w:t>
      </w:r>
      <w:r>
        <w:tab/>
        <w:t>4.060e0</w:t>
      </w:r>
    </w:p>
    <w:p w:rsidR="00557788" w:rsidRDefault="00557788" w:rsidP="00557788">
      <w:r>
        <w:t>245.0889</w:t>
      </w:r>
      <w:r>
        <w:tab/>
        <w:t>3.363e-1</w:t>
      </w:r>
    </w:p>
    <w:p w:rsidR="00557788" w:rsidRDefault="00557788" w:rsidP="00557788">
      <w:r>
        <w:t>245.1046</w:t>
      </w:r>
      <w:r>
        <w:tab/>
        <w:t>6.196e0</w:t>
      </w:r>
    </w:p>
    <w:p w:rsidR="00557788" w:rsidRDefault="00557788" w:rsidP="00557788">
      <w:r>
        <w:lastRenderedPageBreak/>
        <w:t>245.1152</w:t>
      </w:r>
      <w:r>
        <w:tab/>
        <w:t>1.409e0</w:t>
      </w:r>
    </w:p>
    <w:p w:rsidR="00557788" w:rsidRDefault="00557788" w:rsidP="00557788">
      <w:r>
        <w:t>245.1198</w:t>
      </w:r>
      <w:r>
        <w:tab/>
        <w:t>2.668e0</w:t>
      </w:r>
    </w:p>
    <w:p w:rsidR="00557788" w:rsidRDefault="00557788" w:rsidP="00557788">
      <w:r>
        <w:t>245.1264</w:t>
      </w:r>
      <w:r>
        <w:tab/>
        <w:t>3.578e0</w:t>
      </w:r>
    </w:p>
    <w:p w:rsidR="00557788" w:rsidRDefault="00557788" w:rsidP="00557788">
      <w:r>
        <w:t>245.1365</w:t>
      </w:r>
      <w:r>
        <w:tab/>
        <w:t>8.127e0</w:t>
      </w:r>
    </w:p>
    <w:p w:rsidR="00557788" w:rsidRDefault="00557788" w:rsidP="00557788">
      <w:r>
        <w:t>245.1546</w:t>
      </w:r>
      <w:r>
        <w:tab/>
        <w:t>5.682e-1</w:t>
      </w:r>
    </w:p>
    <w:p w:rsidR="00557788" w:rsidRDefault="00557788" w:rsidP="00557788">
      <w:r>
        <w:t>245.1638</w:t>
      </w:r>
      <w:r>
        <w:tab/>
        <w:t>4.327e0</w:t>
      </w:r>
    </w:p>
    <w:p w:rsidR="00557788" w:rsidRDefault="00557788" w:rsidP="00557788">
      <w:r>
        <w:t>245.1657</w:t>
      </w:r>
      <w:r>
        <w:tab/>
        <w:t>1.852e0</w:t>
      </w:r>
    </w:p>
    <w:p w:rsidR="00557788" w:rsidRDefault="00557788" w:rsidP="00557788">
      <w:r>
        <w:t>245.1723</w:t>
      </w:r>
      <w:r>
        <w:tab/>
        <w:t>6.756e0</w:t>
      </w:r>
    </w:p>
    <w:p w:rsidR="00557788" w:rsidRDefault="00557788" w:rsidP="00557788">
      <w:r>
        <w:t>245.1849</w:t>
      </w:r>
      <w:r>
        <w:tab/>
        <w:t>2.235e0</w:t>
      </w:r>
    </w:p>
    <w:p w:rsidR="00557788" w:rsidRDefault="00557788" w:rsidP="00557788">
      <w:r>
        <w:t>245.1974</w:t>
      </w:r>
      <w:r>
        <w:tab/>
        <w:t>3.537e0</w:t>
      </w:r>
    </w:p>
    <w:p w:rsidR="00557788" w:rsidRDefault="00557788" w:rsidP="00557788">
      <w:r>
        <w:t>245.2087</w:t>
      </w:r>
      <w:r>
        <w:tab/>
        <w:t>1.911e0</w:t>
      </w:r>
    </w:p>
    <w:p w:rsidR="00557788" w:rsidRDefault="00557788" w:rsidP="00557788">
      <w:r>
        <w:t>245.2211</w:t>
      </w:r>
      <w:r>
        <w:tab/>
        <w:t>4.914e0</w:t>
      </w:r>
    </w:p>
    <w:p w:rsidR="00557788" w:rsidRDefault="00557788" w:rsidP="00557788">
      <w:r>
        <w:t>245.2225</w:t>
      </w:r>
      <w:r>
        <w:tab/>
        <w:t>3.101e0</w:t>
      </w:r>
    </w:p>
    <w:p w:rsidR="00557788" w:rsidRDefault="00557788" w:rsidP="00557788">
      <w:r>
        <w:t>245.2289</w:t>
      </w:r>
      <w:r>
        <w:tab/>
        <w:t>1.741e0</w:t>
      </w:r>
    </w:p>
    <w:p w:rsidR="00557788" w:rsidRDefault="00557788" w:rsidP="00557788">
      <w:r>
        <w:t>245.2314</w:t>
      </w:r>
      <w:r>
        <w:tab/>
        <w:t>1.051e0</w:t>
      </w:r>
    </w:p>
    <w:p w:rsidR="00557788" w:rsidRDefault="00557788" w:rsidP="00557788">
      <w:r>
        <w:t>245.2355</w:t>
      </w:r>
      <w:r>
        <w:tab/>
        <w:t>5.690e0</w:t>
      </w:r>
    </w:p>
    <w:p w:rsidR="00557788" w:rsidRDefault="00557788" w:rsidP="00557788">
      <w:r>
        <w:t>245.2408</w:t>
      </w:r>
      <w:r>
        <w:tab/>
        <w:t>1.985e0</w:t>
      </w:r>
    </w:p>
    <w:p w:rsidR="00557788" w:rsidRDefault="00557788" w:rsidP="00557788">
      <w:r>
        <w:t>245.2510</w:t>
      </w:r>
      <w:r>
        <w:tab/>
        <w:t>2.025e0</w:t>
      </w:r>
    </w:p>
    <w:p w:rsidR="00557788" w:rsidRDefault="00557788" w:rsidP="00557788">
      <w:r>
        <w:t>245.2549</w:t>
      </w:r>
      <w:r>
        <w:tab/>
        <w:t>4.051e0</w:t>
      </w:r>
    </w:p>
    <w:p w:rsidR="00557788" w:rsidRDefault="00557788" w:rsidP="00557788">
      <w:r>
        <w:lastRenderedPageBreak/>
        <w:t>245.2738</w:t>
      </w:r>
      <w:r>
        <w:tab/>
        <w:t>1.025e0</w:t>
      </w:r>
    </w:p>
    <w:p w:rsidR="00557788" w:rsidRDefault="00557788" w:rsidP="00557788">
      <w:r>
        <w:t>245.2804</w:t>
      </w:r>
      <w:r>
        <w:tab/>
        <w:t>2.025e0</w:t>
      </w:r>
    </w:p>
    <w:p w:rsidR="00557788" w:rsidRDefault="00557788" w:rsidP="00557788">
      <w:r>
        <w:t>245.2843</w:t>
      </w:r>
      <w:r>
        <w:tab/>
        <w:t>1.038e0</w:t>
      </w:r>
    </w:p>
    <w:p w:rsidR="00557788" w:rsidRDefault="00557788" w:rsidP="00557788">
      <w:r>
        <w:t>245.2870</w:t>
      </w:r>
      <w:r>
        <w:tab/>
        <w:t>3.038e0</w:t>
      </w:r>
    </w:p>
    <w:p w:rsidR="00557788" w:rsidRDefault="00557788" w:rsidP="00557788">
      <w:r>
        <w:t>245.2898</w:t>
      </w:r>
      <w:r>
        <w:tab/>
        <w:t>3.038e0</w:t>
      </w:r>
    </w:p>
    <w:p w:rsidR="00557788" w:rsidRDefault="00557788" w:rsidP="00557788">
      <w:r>
        <w:t>245.2968</w:t>
      </w:r>
      <w:r>
        <w:tab/>
        <w:t>2.025e0</w:t>
      </w:r>
    </w:p>
    <w:p w:rsidR="00557788" w:rsidRDefault="00557788" w:rsidP="00557788">
      <w:r>
        <w:t>245.3112</w:t>
      </w:r>
      <w:r>
        <w:tab/>
        <w:t>2.532e-2</w:t>
      </w:r>
    </w:p>
    <w:p w:rsidR="00557788" w:rsidRDefault="00557788" w:rsidP="00557788">
      <w:r>
        <w:t>245.3215</w:t>
      </w:r>
      <w:r>
        <w:tab/>
        <w:t>2.025e0</w:t>
      </w:r>
    </w:p>
    <w:p w:rsidR="00557788" w:rsidRDefault="00557788" w:rsidP="00557788">
      <w:r>
        <w:t>245.3485</w:t>
      </w:r>
      <w:r>
        <w:tab/>
        <w:t>3.063e0</w:t>
      </w:r>
    </w:p>
    <w:p w:rsidR="00557788" w:rsidRDefault="00557788" w:rsidP="00557788">
      <w:r>
        <w:t>245.3697</w:t>
      </w:r>
      <w:r>
        <w:tab/>
        <w:t>3.038e0</w:t>
      </w:r>
    </w:p>
    <w:p w:rsidR="00557788" w:rsidRDefault="00557788" w:rsidP="00557788">
      <w:r>
        <w:t>245.3712</w:t>
      </w:r>
      <w:r>
        <w:tab/>
        <w:t>4.051e0</w:t>
      </w:r>
    </w:p>
    <w:p w:rsidR="00557788" w:rsidRDefault="00557788" w:rsidP="00557788">
      <w:r>
        <w:t>245.4082</w:t>
      </w:r>
      <w:r>
        <w:tab/>
        <w:t>3.038e0</w:t>
      </w:r>
    </w:p>
    <w:p w:rsidR="00557788" w:rsidRDefault="00557788" w:rsidP="00557788">
      <w:r>
        <w:t>245.4244</w:t>
      </w:r>
      <w:r>
        <w:tab/>
        <w:t>1.025e0</w:t>
      </w:r>
    </w:p>
    <w:p w:rsidR="00557788" w:rsidRDefault="00557788" w:rsidP="00557788">
      <w:r>
        <w:t>245.4421</w:t>
      </w:r>
      <w:r>
        <w:tab/>
        <w:t>2.025e0</w:t>
      </w:r>
    </w:p>
    <w:p w:rsidR="00557788" w:rsidRDefault="00557788" w:rsidP="00557788">
      <w:r>
        <w:t>245.4474</w:t>
      </w:r>
      <w:r>
        <w:tab/>
        <w:t>8.101e0</w:t>
      </w:r>
    </w:p>
    <w:p w:rsidR="00557788" w:rsidRDefault="00557788" w:rsidP="00557788">
      <w:r>
        <w:t>245.4592</w:t>
      </w:r>
      <w:r>
        <w:tab/>
        <w:t>2.025e0</w:t>
      </w:r>
    </w:p>
    <w:p w:rsidR="00557788" w:rsidRDefault="00557788" w:rsidP="00557788">
      <w:r>
        <w:t>245.4740</w:t>
      </w:r>
      <w:r>
        <w:tab/>
        <w:t>1.025e0</w:t>
      </w:r>
    </w:p>
    <w:p w:rsidR="00557788" w:rsidRDefault="00557788" w:rsidP="00557788">
      <w:r>
        <w:t>245.4792</w:t>
      </w:r>
      <w:r>
        <w:tab/>
        <w:t>4.051e0</w:t>
      </w:r>
    </w:p>
    <w:p w:rsidR="00557788" w:rsidRDefault="00557788" w:rsidP="00557788">
      <w:r>
        <w:t>245.4820</w:t>
      </w:r>
      <w:r>
        <w:tab/>
        <w:t>1.013e0</w:t>
      </w:r>
    </w:p>
    <w:p w:rsidR="00557788" w:rsidRDefault="00557788" w:rsidP="00557788">
      <w:r>
        <w:lastRenderedPageBreak/>
        <w:t>245.4861</w:t>
      </w:r>
      <w:r>
        <w:tab/>
        <w:t>4.051e0</w:t>
      </w:r>
    </w:p>
    <w:p w:rsidR="00557788" w:rsidRDefault="00557788" w:rsidP="00557788">
      <w:r>
        <w:t>245.5030</w:t>
      </w:r>
      <w:r>
        <w:tab/>
        <w:t>2.025e0</w:t>
      </w:r>
    </w:p>
    <w:p w:rsidR="00557788" w:rsidRDefault="00557788" w:rsidP="00557788">
      <w:r>
        <w:t>245.5074</w:t>
      </w:r>
      <w:r>
        <w:tab/>
        <w:t>1.013e0</w:t>
      </w:r>
    </w:p>
    <w:p w:rsidR="00557788" w:rsidRDefault="00557788" w:rsidP="00557788">
      <w:r>
        <w:t>245.5199</w:t>
      </w:r>
      <w:r>
        <w:tab/>
        <w:t>3.038e0</w:t>
      </w:r>
    </w:p>
    <w:p w:rsidR="00557788" w:rsidRDefault="00557788" w:rsidP="00557788">
      <w:r>
        <w:t>245.5238</w:t>
      </w:r>
      <w:r>
        <w:tab/>
        <w:t>1.025e0</w:t>
      </w:r>
    </w:p>
    <w:p w:rsidR="00557788" w:rsidRDefault="00557788" w:rsidP="00557788">
      <w:r>
        <w:t>245.5317</w:t>
      </w:r>
      <w:r>
        <w:tab/>
        <w:t>1.013e0</w:t>
      </w:r>
    </w:p>
    <w:p w:rsidR="00557788" w:rsidRDefault="00557788" w:rsidP="00557788">
      <w:r>
        <w:t>245.5466</w:t>
      </w:r>
      <w:r>
        <w:tab/>
        <w:t>3.038e0</w:t>
      </w:r>
    </w:p>
    <w:p w:rsidR="00557788" w:rsidRDefault="00557788" w:rsidP="00557788">
      <w:r>
        <w:t>245.5618</w:t>
      </w:r>
      <w:r>
        <w:tab/>
        <w:t>1.266e-2</w:t>
      </w:r>
    </w:p>
    <w:p w:rsidR="00557788" w:rsidRDefault="00557788" w:rsidP="00557788">
      <w:r>
        <w:t>245.5636</w:t>
      </w:r>
      <w:r>
        <w:tab/>
        <w:t>2.025e0</w:t>
      </w:r>
    </w:p>
    <w:p w:rsidR="00557788" w:rsidRDefault="00557788" w:rsidP="00557788">
      <w:r>
        <w:t>245.5696</w:t>
      </w:r>
      <w:r>
        <w:tab/>
        <w:t>1.266e-2</w:t>
      </w:r>
    </w:p>
    <w:p w:rsidR="00557788" w:rsidRDefault="00557788" w:rsidP="00557788">
      <w:r>
        <w:t>245.5716</w:t>
      </w:r>
      <w:r>
        <w:tab/>
        <w:t>2.025e0</w:t>
      </w:r>
    </w:p>
    <w:p w:rsidR="00557788" w:rsidRDefault="00557788" w:rsidP="00557788">
      <w:r>
        <w:t>245.6015</w:t>
      </w:r>
      <w:r>
        <w:tab/>
        <w:t>3.038e0</w:t>
      </w:r>
    </w:p>
    <w:p w:rsidR="00557788" w:rsidRDefault="00557788" w:rsidP="00557788">
      <w:r>
        <w:t>245.6094</w:t>
      </w:r>
      <w:r>
        <w:tab/>
        <w:t>2.025e0</w:t>
      </w:r>
    </w:p>
    <w:p w:rsidR="00557788" w:rsidRDefault="00557788" w:rsidP="00557788">
      <w:r>
        <w:t>245.6309</w:t>
      </w:r>
      <w:r>
        <w:tab/>
        <w:t>4.051e0</w:t>
      </w:r>
    </w:p>
    <w:p w:rsidR="00557788" w:rsidRDefault="00557788" w:rsidP="00557788">
      <w:r>
        <w:t>245.6357</w:t>
      </w:r>
      <w:r>
        <w:tab/>
        <w:t>2.025e0</w:t>
      </w:r>
    </w:p>
    <w:p w:rsidR="00557788" w:rsidRDefault="00557788" w:rsidP="00557788">
      <w:r>
        <w:t>245.6382</w:t>
      </w:r>
      <w:r>
        <w:tab/>
        <w:t>2.025e0</w:t>
      </w:r>
    </w:p>
    <w:p w:rsidR="00557788" w:rsidRDefault="00557788" w:rsidP="00557788">
      <w:r>
        <w:t>245.6512</w:t>
      </w:r>
      <w:r>
        <w:tab/>
        <w:t>2.025e0</w:t>
      </w:r>
    </w:p>
    <w:p w:rsidR="00557788" w:rsidRDefault="00557788" w:rsidP="00557788">
      <w:r>
        <w:t>245.6594</w:t>
      </w:r>
      <w:r>
        <w:tab/>
        <w:t>2.532e-2</w:t>
      </w:r>
    </w:p>
    <w:p w:rsidR="00557788" w:rsidRDefault="00557788" w:rsidP="00557788">
      <w:r>
        <w:t>245.6683</w:t>
      </w:r>
      <w:r>
        <w:tab/>
        <w:t>2.051e0</w:t>
      </w:r>
    </w:p>
    <w:p w:rsidR="00557788" w:rsidRDefault="00557788" w:rsidP="00557788">
      <w:r>
        <w:lastRenderedPageBreak/>
        <w:t>245.6796</w:t>
      </w:r>
      <w:r>
        <w:tab/>
        <w:t>2.025e0</w:t>
      </w:r>
    </w:p>
    <w:p w:rsidR="00557788" w:rsidRDefault="00557788" w:rsidP="00557788">
      <w:r>
        <w:t>245.6815</w:t>
      </w:r>
      <w:r>
        <w:tab/>
        <w:t>1.025e0</w:t>
      </w:r>
    </w:p>
    <w:p w:rsidR="00557788" w:rsidRDefault="00557788" w:rsidP="00557788">
      <w:r>
        <w:t>245.6861</w:t>
      </w:r>
      <w:r>
        <w:tab/>
        <w:t>1.013e0</w:t>
      </w:r>
    </w:p>
    <w:p w:rsidR="00557788" w:rsidRDefault="00557788" w:rsidP="00557788">
      <w:r>
        <w:t>245.7031</w:t>
      </w:r>
      <w:r>
        <w:tab/>
        <w:t>1.266e-2</w:t>
      </w:r>
    </w:p>
    <w:p w:rsidR="00557788" w:rsidRDefault="00557788" w:rsidP="00557788">
      <w:r>
        <w:t>245.7052</w:t>
      </w:r>
      <w:r>
        <w:tab/>
        <w:t>2.025e0</w:t>
      </w:r>
    </w:p>
    <w:p w:rsidR="00557788" w:rsidRDefault="00557788" w:rsidP="00557788">
      <w:r>
        <w:t>245.7110</w:t>
      </w:r>
      <w:r>
        <w:tab/>
        <w:t>1.266e-2</w:t>
      </w:r>
    </w:p>
    <w:p w:rsidR="00557788" w:rsidRDefault="00557788" w:rsidP="00557788">
      <w:r>
        <w:t>245.7150</w:t>
      </w:r>
      <w:r>
        <w:tab/>
        <w:t>1.266e-2</w:t>
      </w:r>
    </w:p>
    <w:p w:rsidR="00557788" w:rsidRDefault="00557788" w:rsidP="00557788">
      <w:r>
        <w:t>245.7210</w:t>
      </w:r>
      <w:r>
        <w:tab/>
        <w:t>2.532e-2</w:t>
      </w:r>
    </w:p>
    <w:p w:rsidR="00557788" w:rsidRDefault="00557788" w:rsidP="00557788">
      <w:r>
        <w:t>245.7322</w:t>
      </w:r>
      <w:r>
        <w:tab/>
        <w:t>6.329e-2</w:t>
      </w:r>
    </w:p>
    <w:p w:rsidR="00557788" w:rsidRDefault="00557788" w:rsidP="00557788">
      <w:r>
        <w:t>245.7339</w:t>
      </w:r>
      <w:r>
        <w:tab/>
        <w:t>4.051e0</w:t>
      </w:r>
    </w:p>
    <w:p w:rsidR="00557788" w:rsidRDefault="00557788" w:rsidP="00557788">
      <w:r>
        <w:t>245.7564</w:t>
      </w:r>
      <w:r>
        <w:tab/>
        <w:t>5.063e-2</w:t>
      </w:r>
    </w:p>
    <w:p w:rsidR="00557788" w:rsidRDefault="00557788" w:rsidP="00557788">
      <w:r>
        <w:t>245.7778</w:t>
      </w:r>
      <w:r>
        <w:tab/>
        <w:t>1.266e-2</w:t>
      </w:r>
    </w:p>
    <w:p w:rsidR="00557788" w:rsidRDefault="00557788" w:rsidP="00557788">
      <w:r>
        <w:t>245.7948</w:t>
      </w:r>
      <w:r>
        <w:tab/>
        <w:t>2.025e0</w:t>
      </w:r>
    </w:p>
    <w:p w:rsidR="00557788" w:rsidRDefault="00557788" w:rsidP="00557788">
      <w:r>
        <w:t>245.8138</w:t>
      </w:r>
      <w:r>
        <w:tab/>
        <w:t>5.076e0</w:t>
      </w:r>
    </w:p>
    <w:p w:rsidR="00557788" w:rsidRDefault="00557788" w:rsidP="00557788">
      <w:r>
        <w:t>245.8186</w:t>
      </w:r>
      <w:r>
        <w:tab/>
        <w:t>4.051e0</w:t>
      </w:r>
    </w:p>
    <w:p w:rsidR="00557788" w:rsidRDefault="00557788" w:rsidP="00557788">
      <w:r>
        <w:t>245.8275</w:t>
      </w:r>
      <w:r>
        <w:tab/>
        <w:t>3.038e0</w:t>
      </w:r>
    </w:p>
    <w:p w:rsidR="00557788" w:rsidRDefault="00557788" w:rsidP="00557788">
      <w:r>
        <w:t>245.8405</w:t>
      </w:r>
      <w:r>
        <w:tab/>
        <w:t>5.063e0</w:t>
      </w:r>
    </w:p>
    <w:p w:rsidR="00557788" w:rsidRDefault="00557788" w:rsidP="00557788">
      <w:r>
        <w:t>245.8504</w:t>
      </w:r>
      <w:r>
        <w:tab/>
        <w:t>2.532e-2</w:t>
      </w:r>
    </w:p>
    <w:p w:rsidR="00557788" w:rsidRDefault="00557788" w:rsidP="00557788">
      <w:r>
        <w:t>245.8603</w:t>
      </w:r>
      <w:r>
        <w:tab/>
        <w:t>1.266e-2</w:t>
      </w:r>
    </w:p>
    <w:p w:rsidR="00557788" w:rsidRDefault="00557788" w:rsidP="00557788">
      <w:r>
        <w:lastRenderedPageBreak/>
        <w:t>245.8629</w:t>
      </w:r>
      <w:r>
        <w:tab/>
        <w:t>2.025e0</w:t>
      </w:r>
    </w:p>
    <w:p w:rsidR="00557788" w:rsidRDefault="00557788" w:rsidP="00557788">
      <w:r>
        <w:t>245.8649</w:t>
      </w:r>
      <w:r>
        <w:tab/>
        <w:t>1.013e0</w:t>
      </w:r>
    </w:p>
    <w:p w:rsidR="00557788" w:rsidRDefault="00557788" w:rsidP="00557788">
      <w:r>
        <w:t>245.8695</w:t>
      </w:r>
      <w:r>
        <w:tab/>
        <w:t>2.025e0</w:t>
      </w:r>
    </w:p>
    <w:p w:rsidR="00557788" w:rsidRDefault="00557788" w:rsidP="00557788">
      <w:r>
        <w:t>245.8785</w:t>
      </w:r>
      <w:r>
        <w:tab/>
        <w:t>2.038e0</w:t>
      </w:r>
    </w:p>
    <w:p w:rsidR="00557788" w:rsidRDefault="00557788" w:rsidP="00557788">
      <w:r>
        <w:t>245.8997</w:t>
      </w:r>
      <w:r>
        <w:tab/>
        <w:t>5.063e0</w:t>
      </w:r>
    </w:p>
    <w:p w:rsidR="00557788" w:rsidRDefault="00557788" w:rsidP="00557788">
      <w:r>
        <w:t>245.9034</w:t>
      </w:r>
      <w:r>
        <w:tab/>
        <w:t>1.025e0</w:t>
      </w:r>
    </w:p>
    <w:p w:rsidR="00557788" w:rsidRDefault="00557788" w:rsidP="00557788">
      <w:r>
        <w:t>245.9362</w:t>
      </w:r>
      <w:r>
        <w:tab/>
        <w:t>1.266e-2</w:t>
      </w:r>
    </w:p>
    <w:p w:rsidR="00557788" w:rsidRDefault="00557788" w:rsidP="00557788">
      <w:r>
        <w:t>245.9481</w:t>
      </w:r>
      <w:r>
        <w:tab/>
        <w:t>2.038e0</w:t>
      </w:r>
    </w:p>
    <w:p w:rsidR="00557788" w:rsidRDefault="00557788" w:rsidP="00557788">
      <w:r>
        <w:t>245.9918</w:t>
      </w:r>
      <w:r>
        <w:tab/>
        <w:t>7.529e1</w:t>
      </w:r>
    </w:p>
    <w:p w:rsidR="00557788" w:rsidRDefault="00557788" w:rsidP="00557788">
      <w:r>
        <w:t>246.0403</w:t>
      </w:r>
      <w:r>
        <w:tab/>
        <w:t>7.886e0</w:t>
      </w:r>
    </w:p>
    <w:p w:rsidR="00557788" w:rsidRDefault="00557788" w:rsidP="00557788">
      <w:r>
        <w:t>246.0421</w:t>
      </w:r>
      <w:r>
        <w:tab/>
        <w:t>4.228e0</w:t>
      </w:r>
    </w:p>
    <w:p w:rsidR="00557788" w:rsidRDefault="00557788" w:rsidP="00557788">
      <w:r>
        <w:t>246.0480</w:t>
      </w:r>
      <w:r>
        <w:tab/>
        <w:t>5.590e0</w:t>
      </w:r>
    </w:p>
    <w:p w:rsidR="00557788" w:rsidRDefault="00557788" w:rsidP="00557788">
      <w:r>
        <w:t>246.0671</w:t>
      </w:r>
      <w:r>
        <w:tab/>
        <w:t>5.170e0</w:t>
      </w:r>
    </w:p>
    <w:p w:rsidR="00557788" w:rsidRDefault="00557788" w:rsidP="00557788">
      <w:r>
        <w:t>246.0759</w:t>
      </w:r>
      <w:r>
        <w:tab/>
        <w:t>5.473e-1</w:t>
      </w:r>
    </w:p>
    <w:p w:rsidR="00557788" w:rsidRDefault="00557788" w:rsidP="00557788">
      <w:r>
        <w:t>246.0885</w:t>
      </w:r>
      <w:r>
        <w:tab/>
        <w:t>5.063e0</w:t>
      </w:r>
    </w:p>
    <w:p w:rsidR="00557788" w:rsidRDefault="00557788" w:rsidP="00557788">
      <w:r>
        <w:t>246.1057</w:t>
      </w:r>
      <w:r>
        <w:tab/>
        <w:t>4.251e0</w:t>
      </w:r>
    </w:p>
    <w:p w:rsidR="00557788" w:rsidRDefault="00557788" w:rsidP="00557788">
      <w:r>
        <w:t>246.1130</w:t>
      </w:r>
      <w:r>
        <w:tab/>
        <w:t>8.608e0</w:t>
      </w:r>
    </w:p>
    <w:p w:rsidR="00557788" w:rsidRDefault="00557788" w:rsidP="00557788">
      <w:r>
        <w:t>246.1238</w:t>
      </w:r>
      <w:r>
        <w:tab/>
        <w:t>5.440e0</w:t>
      </w:r>
    </w:p>
    <w:p w:rsidR="00557788" w:rsidRDefault="00557788" w:rsidP="00557788">
      <w:r>
        <w:t>246.1314</w:t>
      </w:r>
      <w:r>
        <w:tab/>
        <w:t>3.872e0</w:t>
      </w:r>
    </w:p>
    <w:p w:rsidR="00557788" w:rsidRDefault="00557788" w:rsidP="00557788">
      <w:r>
        <w:lastRenderedPageBreak/>
        <w:t>246.1347</w:t>
      </w:r>
      <w:r>
        <w:tab/>
        <w:t>2.017e0</w:t>
      </w:r>
    </w:p>
    <w:p w:rsidR="00557788" w:rsidRDefault="00557788" w:rsidP="00557788">
      <w:r>
        <w:t>246.1523</w:t>
      </w:r>
      <w:r>
        <w:tab/>
        <w:t>6.695e0</w:t>
      </w:r>
    </w:p>
    <w:p w:rsidR="00557788" w:rsidRDefault="00557788" w:rsidP="00557788">
      <w:r>
        <w:t>246.1651</w:t>
      </w:r>
      <w:r>
        <w:tab/>
        <w:t>9.283e0</w:t>
      </w:r>
    </w:p>
    <w:p w:rsidR="00557788" w:rsidRDefault="00557788" w:rsidP="00557788">
      <w:r>
        <w:t>246.1672</w:t>
      </w:r>
      <w:r>
        <w:tab/>
        <w:t>5.225e-1</w:t>
      </w:r>
    </w:p>
    <w:p w:rsidR="00557788" w:rsidRDefault="00557788" w:rsidP="00557788">
      <w:r>
        <w:t>246.1697</w:t>
      </w:r>
      <w:r>
        <w:tab/>
        <w:t>1.039e1</w:t>
      </w:r>
    </w:p>
    <w:p w:rsidR="00557788" w:rsidRDefault="00557788" w:rsidP="00557788">
      <w:r>
        <w:t>246.1767</w:t>
      </w:r>
      <w:r>
        <w:tab/>
        <w:t>7.471e0</w:t>
      </w:r>
    </w:p>
    <w:p w:rsidR="00557788" w:rsidRDefault="00557788" w:rsidP="00557788">
      <w:r>
        <w:t>246.1811</w:t>
      </w:r>
      <w:r>
        <w:tab/>
        <w:t>4.767e0</w:t>
      </w:r>
    </w:p>
    <w:p w:rsidR="00557788" w:rsidRDefault="00557788" w:rsidP="00557788">
      <w:r>
        <w:t>246.2063</w:t>
      </w:r>
      <w:r>
        <w:tab/>
        <w:t>2.054e0</w:t>
      </w:r>
    </w:p>
    <w:p w:rsidR="00557788" w:rsidRDefault="00557788" w:rsidP="00557788">
      <w:r>
        <w:t>246.2141</w:t>
      </w:r>
      <w:r>
        <w:tab/>
        <w:t>4.596e0</w:t>
      </w:r>
    </w:p>
    <w:p w:rsidR="00557788" w:rsidRDefault="00557788" w:rsidP="00557788">
      <w:r>
        <w:t>246.2193</w:t>
      </w:r>
      <w:r>
        <w:tab/>
        <w:t>8.407e0</w:t>
      </w:r>
    </w:p>
    <w:p w:rsidR="00557788" w:rsidRDefault="00557788" w:rsidP="00557788">
      <w:r>
        <w:t>246.2362</w:t>
      </w:r>
      <w:r>
        <w:tab/>
        <w:t>4.051e0</w:t>
      </w:r>
    </w:p>
    <w:p w:rsidR="00557788" w:rsidRDefault="00557788" w:rsidP="00557788">
      <w:r>
        <w:t>246.2397</w:t>
      </w:r>
      <w:r>
        <w:tab/>
        <w:t>1.051e0</w:t>
      </w:r>
    </w:p>
    <w:p w:rsidR="00557788" w:rsidRDefault="00557788" w:rsidP="00557788">
      <w:r>
        <w:t>246.2512</w:t>
      </w:r>
      <w:r>
        <w:tab/>
        <w:t>2.650e0</w:t>
      </w:r>
    </w:p>
    <w:p w:rsidR="00557788" w:rsidRDefault="00557788" w:rsidP="00557788">
      <w:r>
        <w:t>246.2571</w:t>
      </w:r>
      <w:r>
        <w:tab/>
        <w:t>3.038e0</w:t>
      </w:r>
    </w:p>
    <w:p w:rsidR="00557788" w:rsidRDefault="00557788" w:rsidP="00557788">
      <w:r>
        <w:t>246.2779</w:t>
      </w:r>
      <w:r>
        <w:tab/>
        <w:t>1.266e-2</w:t>
      </w:r>
    </w:p>
    <w:p w:rsidR="00557788" w:rsidRDefault="00557788" w:rsidP="00557788">
      <w:r>
        <w:t>246.2821</w:t>
      </w:r>
      <w:r>
        <w:tab/>
        <w:t>4.482e0</w:t>
      </w:r>
    </w:p>
    <w:p w:rsidR="00557788" w:rsidRDefault="00557788" w:rsidP="00557788">
      <w:r>
        <w:t>246.2844</w:t>
      </w:r>
      <w:r>
        <w:tab/>
        <w:t>2.025e0</w:t>
      </w:r>
    </w:p>
    <w:p w:rsidR="00557788" w:rsidRDefault="00557788" w:rsidP="00557788">
      <w:r>
        <w:t>246.2971</w:t>
      </w:r>
      <w:r>
        <w:tab/>
        <w:t>2.532e-2</w:t>
      </w:r>
    </w:p>
    <w:p w:rsidR="00557788" w:rsidRDefault="00557788" w:rsidP="00557788">
      <w:r>
        <w:t>246.2990</w:t>
      </w:r>
      <w:r>
        <w:tab/>
        <w:t>1.266e-2</w:t>
      </w:r>
    </w:p>
    <w:p w:rsidR="00557788" w:rsidRDefault="00557788" w:rsidP="00557788">
      <w:r>
        <w:lastRenderedPageBreak/>
        <w:t>246.3114</w:t>
      </w:r>
      <w:r>
        <w:tab/>
        <w:t>3.038e0</w:t>
      </w:r>
    </w:p>
    <w:p w:rsidR="00557788" w:rsidRDefault="00557788" w:rsidP="00557788">
      <w:r>
        <w:t>246.3240</w:t>
      </w:r>
      <w:r>
        <w:tab/>
        <w:t>5.063e0</w:t>
      </w:r>
    </w:p>
    <w:p w:rsidR="00557788" w:rsidRDefault="00557788" w:rsidP="00557788">
      <w:r>
        <w:t>246.3347</w:t>
      </w:r>
      <w:r>
        <w:tab/>
        <w:t>3.038e0</w:t>
      </w:r>
    </w:p>
    <w:p w:rsidR="00557788" w:rsidRDefault="00557788" w:rsidP="00557788">
      <w:r>
        <w:t>246.3457</w:t>
      </w:r>
      <w:r>
        <w:tab/>
        <w:t>3.051e0</w:t>
      </w:r>
    </w:p>
    <w:p w:rsidR="00557788" w:rsidRDefault="00557788" w:rsidP="00557788">
      <w:r>
        <w:t>246.3488</w:t>
      </w:r>
      <w:r>
        <w:tab/>
        <w:t>2.025e0</w:t>
      </w:r>
    </w:p>
    <w:p w:rsidR="00557788" w:rsidRDefault="00557788" w:rsidP="00557788">
      <w:r>
        <w:t>246.3549</w:t>
      </w:r>
      <w:r>
        <w:tab/>
        <w:t>1.038e0</w:t>
      </w:r>
    </w:p>
    <w:p w:rsidR="00557788" w:rsidRDefault="00557788" w:rsidP="00557788">
      <w:r>
        <w:t>246.3828</w:t>
      </w:r>
      <w:r>
        <w:tab/>
        <w:t>2.025e0</w:t>
      </w:r>
    </w:p>
    <w:p w:rsidR="00557788" w:rsidRDefault="00557788" w:rsidP="00557788">
      <w:r>
        <w:t>246.3867</w:t>
      </w:r>
      <w:r>
        <w:tab/>
        <w:t>3.038e0</w:t>
      </w:r>
    </w:p>
    <w:p w:rsidR="00557788" w:rsidRDefault="00557788" w:rsidP="00557788">
      <w:r>
        <w:t>246.3907</w:t>
      </w:r>
      <w:r>
        <w:tab/>
        <w:t>1.025e0</w:t>
      </w:r>
    </w:p>
    <w:p w:rsidR="00557788" w:rsidRDefault="00557788" w:rsidP="00557788">
      <w:r>
        <w:t>246.4156</w:t>
      </w:r>
      <w:r>
        <w:tab/>
        <w:t>1.038e0</w:t>
      </w:r>
    </w:p>
    <w:p w:rsidR="00557788" w:rsidRDefault="00557788" w:rsidP="00557788">
      <w:r>
        <w:t>246.4223</w:t>
      </w:r>
      <w:r>
        <w:tab/>
        <w:t>3.571e0</w:t>
      </w:r>
    </w:p>
    <w:p w:rsidR="00557788" w:rsidRDefault="00557788" w:rsidP="00557788">
      <w:r>
        <w:t>246.4307</w:t>
      </w:r>
      <w:r>
        <w:tab/>
        <w:t>2.025e0</w:t>
      </w:r>
    </w:p>
    <w:p w:rsidR="00557788" w:rsidRDefault="00557788" w:rsidP="00557788">
      <w:r>
        <w:t>246.4366</w:t>
      </w:r>
      <w:r>
        <w:tab/>
        <w:t>3.038e0</w:t>
      </w:r>
    </w:p>
    <w:p w:rsidR="00557788" w:rsidRDefault="00557788" w:rsidP="00557788">
      <w:r>
        <w:t>246.4457</w:t>
      </w:r>
      <w:r>
        <w:tab/>
        <w:t>4.051e0</w:t>
      </w:r>
    </w:p>
    <w:p w:rsidR="00557788" w:rsidRDefault="00557788" w:rsidP="00557788">
      <w:r>
        <w:t>246.4565</w:t>
      </w:r>
      <w:r>
        <w:tab/>
        <w:t>4.063e0</w:t>
      </w:r>
    </w:p>
    <w:p w:rsidR="00557788" w:rsidRDefault="00557788" w:rsidP="00557788">
      <w:r>
        <w:t>246.4746</w:t>
      </w:r>
      <w:r>
        <w:tab/>
        <w:t>1.013e0</w:t>
      </w:r>
    </w:p>
    <w:p w:rsidR="00557788" w:rsidRDefault="00557788" w:rsidP="00557788">
      <w:r>
        <w:t>246.4786</w:t>
      </w:r>
      <w:r>
        <w:tab/>
        <w:t>1.038e0</w:t>
      </w:r>
    </w:p>
    <w:p w:rsidR="00557788" w:rsidRDefault="00557788" w:rsidP="00557788">
      <w:r>
        <w:t>246.4804</w:t>
      </w:r>
      <w:r>
        <w:tab/>
        <w:t>3.038e0</w:t>
      </w:r>
    </w:p>
    <w:p w:rsidR="00557788" w:rsidRDefault="00557788" w:rsidP="00557788">
      <w:r>
        <w:t>246.4824</w:t>
      </w:r>
      <w:r>
        <w:tab/>
        <w:t>2.025e0</w:t>
      </w:r>
    </w:p>
    <w:p w:rsidR="00557788" w:rsidRDefault="00557788" w:rsidP="00557788">
      <w:r>
        <w:lastRenderedPageBreak/>
        <w:t>246.4864</w:t>
      </w:r>
      <w:r>
        <w:tab/>
        <w:t>1.025e0</w:t>
      </w:r>
    </w:p>
    <w:p w:rsidR="00557788" w:rsidRDefault="00557788" w:rsidP="00557788">
      <w:r>
        <w:t>246.4984</w:t>
      </w:r>
      <w:r>
        <w:tab/>
        <w:t>1.013e0</w:t>
      </w:r>
    </w:p>
    <w:p w:rsidR="00557788" w:rsidRDefault="00557788" w:rsidP="00557788">
      <w:r>
        <w:t>246.4998</w:t>
      </w:r>
      <w:r>
        <w:tab/>
        <w:t>4.051e0</w:t>
      </w:r>
    </w:p>
    <w:p w:rsidR="00557788" w:rsidRDefault="00557788" w:rsidP="00557788">
      <w:r>
        <w:t>246.5037</w:t>
      </w:r>
      <w:r>
        <w:tab/>
        <w:t>2.025e0</w:t>
      </w:r>
    </w:p>
    <w:p w:rsidR="00557788" w:rsidRDefault="00557788" w:rsidP="00557788">
      <w:r>
        <w:t>246.5112</w:t>
      </w:r>
      <w:r>
        <w:tab/>
        <w:t>3.038e0</w:t>
      </w:r>
    </w:p>
    <w:p w:rsidR="00557788" w:rsidRDefault="00557788" w:rsidP="00557788">
      <w:r>
        <w:t>246.5122</w:t>
      </w:r>
      <w:r>
        <w:tab/>
        <w:t>1.013e0</w:t>
      </w:r>
    </w:p>
    <w:p w:rsidR="00557788" w:rsidRDefault="00557788" w:rsidP="00557788">
      <w:r>
        <w:t>246.5262</w:t>
      </w:r>
      <w:r>
        <w:tab/>
        <w:t>5.101e0</w:t>
      </w:r>
    </w:p>
    <w:p w:rsidR="00557788" w:rsidRDefault="00557788" w:rsidP="00557788">
      <w:r>
        <w:t>246.5403</w:t>
      </w:r>
      <w:r>
        <w:tab/>
        <w:t>4.051e0</w:t>
      </w:r>
    </w:p>
    <w:p w:rsidR="00557788" w:rsidRDefault="00557788" w:rsidP="00557788">
      <w:r>
        <w:t>246.5663</w:t>
      </w:r>
      <w:r>
        <w:tab/>
        <w:t>2.025e0</w:t>
      </w:r>
    </w:p>
    <w:p w:rsidR="00557788" w:rsidRDefault="00557788" w:rsidP="00557788">
      <w:r>
        <w:t>246.5683</w:t>
      </w:r>
      <w:r>
        <w:tab/>
        <w:t>2.532e-2</w:t>
      </w:r>
    </w:p>
    <w:p w:rsidR="00557788" w:rsidRDefault="00557788" w:rsidP="00557788">
      <w:r>
        <w:t>246.5761</w:t>
      </w:r>
      <w:r>
        <w:tab/>
        <w:t>2.025e0</w:t>
      </w:r>
    </w:p>
    <w:p w:rsidR="00557788" w:rsidRDefault="00557788" w:rsidP="00557788">
      <w:r>
        <w:t>246.5782</w:t>
      </w:r>
      <w:r>
        <w:tab/>
        <w:t>1.013e0</w:t>
      </w:r>
    </w:p>
    <w:p w:rsidR="00557788" w:rsidRDefault="00557788" w:rsidP="00557788">
      <w:r>
        <w:t>246.6041</w:t>
      </w:r>
      <w:r>
        <w:tab/>
        <w:t>2.532e-2</w:t>
      </w:r>
    </w:p>
    <w:p w:rsidR="00557788" w:rsidRDefault="00557788" w:rsidP="00557788">
      <w:r>
        <w:t>246.6083</w:t>
      </w:r>
      <w:r>
        <w:tab/>
        <w:t>1.266e-2</w:t>
      </w:r>
    </w:p>
    <w:p w:rsidR="00557788" w:rsidRDefault="00557788" w:rsidP="00557788">
      <w:r>
        <w:t>246.6344</w:t>
      </w:r>
      <w:r>
        <w:tab/>
        <w:t>2.025e0</w:t>
      </w:r>
    </w:p>
    <w:p w:rsidR="00557788" w:rsidRDefault="00557788" w:rsidP="00557788">
      <w:r>
        <w:t>246.6409</w:t>
      </w:r>
      <w:r>
        <w:tab/>
        <w:t>7.101e0</w:t>
      </w:r>
    </w:p>
    <w:p w:rsidR="00557788" w:rsidRDefault="00557788" w:rsidP="00557788">
      <w:r>
        <w:t>246.6483</w:t>
      </w:r>
      <w:r>
        <w:tab/>
        <w:t>3.038e0</w:t>
      </w:r>
    </w:p>
    <w:p w:rsidR="00557788" w:rsidRDefault="00557788" w:rsidP="00557788">
      <w:r>
        <w:t>246.6561</w:t>
      </w:r>
      <w:r>
        <w:tab/>
        <w:t>2.025e0</w:t>
      </w:r>
    </w:p>
    <w:p w:rsidR="00557788" w:rsidRDefault="00557788" w:rsidP="00557788">
      <w:r>
        <w:t>246.6580</w:t>
      </w:r>
      <w:r>
        <w:tab/>
        <w:t>1.013e0</w:t>
      </w:r>
    </w:p>
    <w:p w:rsidR="00557788" w:rsidRDefault="00557788" w:rsidP="00557788">
      <w:r>
        <w:lastRenderedPageBreak/>
        <w:t>246.6599</w:t>
      </w:r>
      <w:r>
        <w:tab/>
        <w:t>3.038e0</w:t>
      </w:r>
    </w:p>
    <w:p w:rsidR="00557788" w:rsidRDefault="00557788" w:rsidP="00557788">
      <w:r>
        <w:t>246.6640</w:t>
      </w:r>
      <w:r>
        <w:tab/>
        <w:t>2.532e-2</w:t>
      </w:r>
    </w:p>
    <w:p w:rsidR="00557788" w:rsidRDefault="00557788" w:rsidP="00557788">
      <w:r>
        <w:t>246.6718</w:t>
      </w:r>
      <w:r>
        <w:tab/>
        <w:t>2.025e0</w:t>
      </w:r>
    </w:p>
    <w:p w:rsidR="00557788" w:rsidRDefault="00557788" w:rsidP="00557788">
      <w:r>
        <w:t>246.6908</w:t>
      </w:r>
      <w:r>
        <w:tab/>
        <w:t>3.309e0</w:t>
      </w:r>
    </w:p>
    <w:p w:rsidR="00557788" w:rsidRDefault="00557788" w:rsidP="00557788">
      <w:r>
        <w:t>246.6973</w:t>
      </w:r>
      <w:r>
        <w:tab/>
        <w:t>4.051e0</w:t>
      </w:r>
    </w:p>
    <w:p w:rsidR="00557788" w:rsidRDefault="00557788" w:rsidP="00557788">
      <w:r>
        <w:t>246.7000</w:t>
      </w:r>
      <w:r>
        <w:tab/>
        <w:t>2.025e0</w:t>
      </w:r>
    </w:p>
    <w:p w:rsidR="00557788" w:rsidRDefault="00557788" w:rsidP="00557788">
      <w:r>
        <w:t>246.7118</w:t>
      </w:r>
      <w:r>
        <w:tab/>
        <w:t>2.532e-2</w:t>
      </w:r>
    </w:p>
    <w:p w:rsidR="00557788" w:rsidRDefault="00557788" w:rsidP="00557788">
      <w:r>
        <w:t>246.7308</w:t>
      </w:r>
      <w:r>
        <w:tab/>
        <w:t>1.038e0</w:t>
      </w:r>
    </w:p>
    <w:p w:rsidR="00557788" w:rsidRDefault="00557788" w:rsidP="00557788">
      <w:r>
        <w:t>246.7385</w:t>
      </w:r>
      <w:r>
        <w:tab/>
        <w:t>2.025e0</w:t>
      </w:r>
    </w:p>
    <w:p w:rsidR="00557788" w:rsidRDefault="00557788" w:rsidP="00557788">
      <w:r>
        <w:t>246.7420</w:t>
      </w:r>
      <w:r>
        <w:tab/>
        <w:t>1.013e0</w:t>
      </w:r>
    </w:p>
    <w:p w:rsidR="00557788" w:rsidRDefault="00557788" w:rsidP="00557788">
      <w:r>
        <w:t>246.7458</w:t>
      </w:r>
      <w:r>
        <w:tab/>
        <w:t>3.038e0</w:t>
      </w:r>
    </w:p>
    <w:p w:rsidR="00557788" w:rsidRDefault="00557788" w:rsidP="00557788">
      <w:r>
        <w:t>246.7566</w:t>
      </w:r>
      <w:r>
        <w:tab/>
        <w:t>1.051e0</w:t>
      </w:r>
    </w:p>
    <w:p w:rsidR="00557788" w:rsidRDefault="00557788" w:rsidP="00557788">
      <w:r>
        <w:t>246.7697</w:t>
      </w:r>
      <w:r>
        <w:tab/>
        <w:t>1.038e0</w:t>
      </w:r>
    </w:p>
    <w:p w:rsidR="00557788" w:rsidRDefault="00557788" w:rsidP="00557788">
      <w:r>
        <w:t>246.7806</w:t>
      </w:r>
      <w:r>
        <w:tab/>
        <w:t>5.063e0</w:t>
      </w:r>
    </w:p>
    <w:p w:rsidR="00557788" w:rsidRDefault="00557788" w:rsidP="00557788">
      <w:r>
        <w:t>246.7957</w:t>
      </w:r>
      <w:r>
        <w:tab/>
        <w:t>5.063e-2</w:t>
      </w:r>
    </w:p>
    <w:p w:rsidR="00557788" w:rsidRDefault="00557788" w:rsidP="00557788">
      <w:r>
        <w:t>246.7977</w:t>
      </w:r>
      <w:r>
        <w:tab/>
        <w:t>2.532e-2</w:t>
      </w:r>
    </w:p>
    <w:p w:rsidR="00557788" w:rsidRDefault="00557788" w:rsidP="00557788">
      <w:r>
        <w:t>246.8122</w:t>
      </w:r>
      <w:r>
        <w:tab/>
        <w:t>2.051e0</w:t>
      </w:r>
    </w:p>
    <w:p w:rsidR="00557788" w:rsidRDefault="00557788" w:rsidP="00557788">
      <w:r>
        <w:t>246.8249</w:t>
      </w:r>
      <w:r>
        <w:tab/>
        <w:t>1.013e0</w:t>
      </w:r>
    </w:p>
    <w:p w:rsidR="00557788" w:rsidRDefault="00557788" w:rsidP="00557788">
      <w:r>
        <w:t>246.8373</w:t>
      </w:r>
      <w:r>
        <w:tab/>
        <w:t>1.051e0</w:t>
      </w:r>
    </w:p>
    <w:p w:rsidR="00557788" w:rsidRDefault="00557788" w:rsidP="00557788">
      <w:r>
        <w:lastRenderedPageBreak/>
        <w:t>246.8455</w:t>
      </w:r>
      <w:r>
        <w:tab/>
        <w:t>2.025e0</w:t>
      </w:r>
    </w:p>
    <w:p w:rsidR="00557788" w:rsidRDefault="00557788" w:rsidP="00557788">
      <w:r>
        <w:t>246.8572</w:t>
      </w:r>
      <w:r>
        <w:tab/>
        <w:t>1.013e0</w:t>
      </w:r>
    </w:p>
    <w:p w:rsidR="00557788" w:rsidRDefault="00557788" w:rsidP="00557788">
      <w:r>
        <w:t>246.8914</w:t>
      </w:r>
      <w:r>
        <w:tab/>
        <w:t>2.025e0</w:t>
      </w:r>
    </w:p>
    <w:p w:rsidR="00557788" w:rsidRDefault="00557788" w:rsidP="00557788">
      <w:r>
        <w:t>246.8972</w:t>
      </w:r>
      <w:r>
        <w:tab/>
        <w:t>4.051e0</w:t>
      </w:r>
    </w:p>
    <w:p w:rsidR="00557788" w:rsidRDefault="00557788" w:rsidP="00557788">
      <w:r>
        <w:t>246.9082</w:t>
      </w:r>
      <w:r>
        <w:tab/>
        <w:t>2.025e0</w:t>
      </w:r>
    </w:p>
    <w:p w:rsidR="00557788" w:rsidRDefault="00557788" w:rsidP="00557788">
      <w:r>
        <w:t>246.9314</w:t>
      </w:r>
      <w:r>
        <w:tab/>
        <w:t>2.025e0</w:t>
      </w:r>
    </w:p>
    <w:p w:rsidR="00557788" w:rsidRDefault="00557788" w:rsidP="00557788">
      <w:r>
        <w:t>246.9366</w:t>
      </w:r>
      <w:r>
        <w:tab/>
        <w:t>4.089e0</w:t>
      </w:r>
    </w:p>
    <w:p w:rsidR="00557788" w:rsidRDefault="00557788" w:rsidP="00557788">
      <w:r>
        <w:t>246.9431</w:t>
      </w:r>
      <w:r>
        <w:tab/>
        <w:t>2.025e0</w:t>
      </w:r>
    </w:p>
    <w:p w:rsidR="00557788" w:rsidRDefault="00557788" w:rsidP="00557788">
      <w:r>
        <w:t>246.9582</w:t>
      </w:r>
      <w:r>
        <w:tab/>
        <w:t>2.010e0</w:t>
      </w:r>
    </w:p>
    <w:p w:rsidR="00557788" w:rsidRDefault="00557788" w:rsidP="00557788">
      <w:r>
        <w:t>246.9704</w:t>
      </w:r>
      <w:r>
        <w:tab/>
        <w:t>2.025e0</w:t>
      </w:r>
    </w:p>
    <w:p w:rsidR="00557788" w:rsidRDefault="00557788" w:rsidP="00557788">
      <w:r>
        <w:t>246.9887</w:t>
      </w:r>
      <w:r>
        <w:tab/>
        <w:t>1.132e1</w:t>
      </w:r>
    </w:p>
    <w:p w:rsidR="00557788" w:rsidRDefault="00557788" w:rsidP="00557788">
      <w:r>
        <w:t>246.9942</w:t>
      </w:r>
      <w:r>
        <w:tab/>
        <w:t>8.254e-1</w:t>
      </w:r>
    </w:p>
    <w:p w:rsidR="00557788" w:rsidRDefault="00557788" w:rsidP="00557788">
      <w:r>
        <w:t>247.0039</w:t>
      </w:r>
      <w:r>
        <w:tab/>
        <w:t>6.283e0</w:t>
      </w:r>
    </w:p>
    <w:p w:rsidR="00557788" w:rsidRDefault="00557788" w:rsidP="00557788">
      <w:r>
        <w:t>247.0090</w:t>
      </w:r>
      <w:r>
        <w:tab/>
        <w:t>6.640e0</w:t>
      </w:r>
    </w:p>
    <w:p w:rsidR="00557788" w:rsidRDefault="00557788" w:rsidP="00557788">
      <w:r>
        <w:t>247.0152</w:t>
      </w:r>
      <w:r>
        <w:tab/>
        <w:t>9.209e0</w:t>
      </w:r>
    </w:p>
    <w:p w:rsidR="00557788" w:rsidRDefault="00557788" w:rsidP="00557788">
      <w:r>
        <w:t>247.0320</w:t>
      </w:r>
      <w:r>
        <w:tab/>
        <w:t>6.309e0</w:t>
      </w:r>
    </w:p>
    <w:p w:rsidR="00557788" w:rsidRDefault="00557788" w:rsidP="00557788">
      <w:r>
        <w:t>247.0342</w:t>
      </w:r>
      <w:r>
        <w:tab/>
        <w:t>4.582e0</w:t>
      </w:r>
    </w:p>
    <w:p w:rsidR="00557788" w:rsidRDefault="00557788" w:rsidP="00557788">
      <w:r>
        <w:t>247.0459</w:t>
      </w:r>
      <w:r>
        <w:tab/>
        <w:t>4.459e0</w:t>
      </w:r>
    </w:p>
    <w:p w:rsidR="00557788" w:rsidRDefault="00557788" w:rsidP="00557788">
      <w:r>
        <w:t>247.0521</w:t>
      </w:r>
      <w:r>
        <w:tab/>
        <w:t>3.653e0</w:t>
      </w:r>
    </w:p>
    <w:p w:rsidR="00557788" w:rsidRDefault="00557788" w:rsidP="00557788">
      <w:r>
        <w:lastRenderedPageBreak/>
        <w:t>247.0554</w:t>
      </w:r>
      <w:r>
        <w:tab/>
        <w:t>6.008e0</w:t>
      </w:r>
    </w:p>
    <w:p w:rsidR="00557788" w:rsidRDefault="00557788" w:rsidP="00557788">
      <w:r>
        <w:t>247.0691</w:t>
      </w:r>
      <w:r>
        <w:tab/>
        <w:t>5.146e0</w:t>
      </w:r>
    </w:p>
    <w:p w:rsidR="00557788" w:rsidRDefault="00557788" w:rsidP="00557788">
      <w:r>
        <w:t>247.0894</w:t>
      </w:r>
      <w:r>
        <w:tab/>
        <w:t>2.618e0</w:t>
      </w:r>
    </w:p>
    <w:p w:rsidR="00557788" w:rsidRDefault="00557788" w:rsidP="00557788">
      <w:r>
        <w:t>247.0983</w:t>
      </w:r>
      <w:r>
        <w:tab/>
        <w:t>3.386e0</w:t>
      </w:r>
    </w:p>
    <w:p w:rsidR="00557788" w:rsidRDefault="00557788" w:rsidP="00557788">
      <w:r>
        <w:t>247.0998</w:t>
      </w:r>
      <w:r>
        <w:tab/>
        <w:t>3.538e0</w:t>
      </w:r>
    </w:p>
    <w:p w:rsidR="00557788" w:rsidRDefault="00557788" w:rsidP="00557788">
      <w:r>
        <w:t>247.1048</w:t>
      </w:r>
      <w:r>
        <w:tab/>
        <w:t>7.214e0</w:t>
      </w:r>
    </w:p>
    <w:p w:rsidR="00557788" w:rsidRDefault="00557788" w:rsidP="00557788">
      <w:r>
        <w:t>247.1208</w:t>
      </w:r>
      <w:r>
        <w:tab/>
        <w:t>3.570e0</w:t>
      </w:r>
    </w:p>
    <w:p w:rsidR="00557788" w:rsidRDefault="00557788" w:rsidP="00557788">
      <w:r>
        <w:t>247.1363</w:t>
      </w:r>
      <w:r>
        <w:tab/>
        <w:t>1.256e0</w:t>
      </w:r>
    </w:p>
    <w:p w:rsidR="00557788" w:rsidRDefault="00557788" w:rsidP="00557788">
      <w:r>
        <w:t>247.1376</w:t>
      </w:r>
      <w:r>
        <w:tab/>
        <w:t>6.826e0</w:t>
      </w:r>
    </w:p>
    <w:p w:rsidR="00557788" w:rsidRDefault="00557788" w:rsidP="00557788">
      <w:r>
        <w:t>247.1633</w:t>
      </w:r>
      <w:r>
        <w:tab/>
        <w:t>1.821e0</w:t>
      </w:r>
    </w:p>
    <w:p w:rsidR="00557788" w:rsidRDefault="00557788" w:rsidP="00557788">
      <w:r>
        <w:t>247.1749</w:t>
      </w:r>
      <w:r>
        <w:tab/>
        <w:t>5.982e0</w:t>
      </w:r>
    </w:p>
    <w:p w:rsidR="00557788" w:rsidRDefault="00557788" w:rsidP="00557788">
      <w:r>
        <w:t>247.1783</w:t>
      </w:r>
      <w:r>
        <w:tab/>
        <w:t>2.942e0</w:t>
      </w:r>
    </w:p>
    <w:p w:rsidR="00557788" w:rsidRDefault="00557788" w:rsidP="00557788">
      <w:r>
        <w:t>247.1862</w:t>
      </w:r>
      <w:r>
        <w:tab/>
        <w:t>1.742e0</w:t>
      </w:r>
    </w:p>
    <w:p w:rsidR="00557788" w:rsidRDefault="00557788" w:rsidP="00557788">
      <w:r>
        <w:t>247.2073</w:t>
      </w:r>
      <w:r>
        <w:tab/>
        <w:t>3.764e0</w:t>
      </w:r>
    </w:p>
    <w:p w:rsidR="00557788" w:rsidRDefault="00557788" w:rsidP="00557788">
      <w:r>
        <w:t>247.2095</w:t>
      </w:r>
      <w:r>
        <w:tab/>
        <w:t>5.699e-1</w:t>
      </w:r>
    </w:p>
    <w:p w:rsidR="00557788" w:rsidRDefault="00557788" w:rsidP="00557788">
      <w:r>
        <w:t>247.2115</w:t>
      </w:r>
      <w:r>
        <w:tab/>
        <w:t>3.364e0</w:t>
      </w:r>
    </w:p>
    <w:p w:rsidR="00557788" w:rsidRDefault="00557788" w:rsidP="00557788">
      <w:r>
        <w:t>247.2183</w:t>
      </w:r>
      <w:r>
        <w:tab/>
        <w:t>1.253e0</w:t>
      </w:r>
    </w:p>
    <w:p w:rsidR="00557788" w:rsidRDefault="00557788" w:rsidP="00557788">
      <w:r>
        <w:t>247.2275</w:t>
      </w:r>
      <w:r>
        <w:tab/>
        <w:t>2.532e0</w:t>
      </w:r>
    </w:p>
    <w:p w:rsidR="00557788" w:rsidRDefault="00557788" w:rsidP="00557788">
      <w:r>
        <w:t>247.2288</w:t>
      </w:r>
      <w:r>
        <w:tab/>
        <w:t>5.599e-1</w:t>
      </w:r>
    </w:p>
    <w:p w:rsidR="00557788" w:rsidRDefault="00557788" w:rsidP="00557788">
      <w:r>
        <w:lastRenderedPageBreak/>
        <w:t>247.2389</w:t>
      </w:r>
      <w:r>
        <w:tab/>
        <w:t>1.013e0</w:t>
      </w:r>
    </w:p>
    <w:p w:rsidR="00557788" w:rsidRDefault="00557788" w:rsidP="00557788">
      <w:r>
        <w:t>247.2448</w:t>
      </w:r>
      <w:r>
        <w:tab/>
        <w:t>2.936e0</w:t>
      </w:r>
    </w:p>
    <w:p w:rsidR="00557788" w:rsidRDefault="00557788" w:rsidP="00557788">
      <w:r>
        <w:t>247.2467</w:t>
      </w:r>
      <w:r>
        <w:tab/>
        <w:t>2.025e0</w:t>
      </w:r>
    </w:p>
    <w:p w:rsidR="00557788" w:rsidRDefault="00557788" w:rsidP="00557788">
      <w:r>
        <w:t>247.2546</w:t>
      </w:r>
      <w:r>
        <w:tab/>
        <w:t>2.025e0</w:t>
      </w:r>
    </w:p>
    <w:p w:rsidR="00557788" w:rsidRDefault="00557788" w:rsidP="00557788">
      <w:r>
        <w:t>247.2606</w:t>
      </w:r>
      <w:r>
        <w:tab/>
        <w:t>2.025e0</w:t>
      </w:r>
    </w:p>
    <w:p w:rsidR="00557788" w:rsidRDefault="00557788" w:rsidP="00557788">
      <w:r>
        <w:t>247.2669</w:t>
      </w:r>
      <w:r>
        <w:tab/>
        <w:t>2.532e-2</w:t>
      </w:r>
    </w:p>
    <w:p w:rsidR="00557788" w:rsidRDefault="00557788" w:rsidP="00557788">
      <w:r>
        <w:t>247.2715</w:t>
      </w:r>
      <w:r>
        <w:tab/>
        <w:t>1.266e-2</w:t>
      </w:r>
    </w:p>
    <w:p w:rsidR="00557788" w:rsidRDefault="00557788" w:rsidP="00557788">
      <w:r>
        <w:t>247.2818</w:t>
      </w:r>
      <w:r>
        <w:tab/>
        <w:t>2.025e0</w:t>
      </w:r>
    </w:p>
    <w:p w:rsidR="00557788" w:rsidRDefault="00557788" w:rsidP="00557788">
      <w:r>
        <w:t>247.2926</w:t>
      </w:r>
      <w:r>
        <w:tab/>
        <w:t>1.013e0</w:t>
      </w:r>
    </w:p>
    <w:p w:rsidR="00557788" w:rsidRDefault="00557788" w:rsidP="00557788">
      <w:r>
        <w:t>247.2966</w:t>
      </w:r>
      <w:r>
        <w:tab/>
        <w:t>1.266e-2</w:t>
      </w:r>
    </w:p>
    <w:p w:rsidR="00557788" w:rsidRDefault="00557788" w:rsidP="00557788">
      <w:r>
        <w:t>247.3005</w:t>
      </w:r>
      <w:r>
        <w:tab/>
        <w:t>1.038e0</w:t>
      </w:r>
    </w:p>
    <w:p w:rsidR="00557788" w:rsidRDefault="00557788" w:rsidP="00557788">
      <w:r>
        <w:t>247.3045</w:t>
      </w:r>
      <w:r>
        <w:tab/>
        <w:t>2.532e-2</w:t>
      </w:r>
    </w:p>
    <w:p w:rsidR="00557788" w:rsidRDefault="00557788" w:rsidP="00557788">
      <w:r>
        <w:t>247.3061</w:t>
      </w:r>
      <w:r>
        <w:tab/>
        <w:t>2.583e0</w:t>
      </w:r>
    </w:p>
    <w:p w:rsidR="00557788" w:rsidRDefault="00557788" w:rsidP="00557788">
      <w:r>
        <w:t>247.3376</w:t>
      </w:r>
      <w:r>
        <w:tab/>
        <w:t>1.038e0</w:t>
      </w:r>
    </w:p>
    <w:p w:rsidR="00557788" w:rsidRDefault="00557788" w:rsidP="00557788">
      <w:r>
        <w:t>247.3444</w:t>
      </w:r>
      <w:r>
        <w:tab/>
        <w:t>2.025e0</w:t>
      </w:r>
    </w:p>
    <w:p w:rsidR="00557788" w:rsidRDefault="00557788" w:rsidP="00557788">
      <w:r>
        <w:t>247.3527</w:t>
      </w:r>
      <w:r>
        <w:tab/>
        <w:t>2.025e0</w:t>
      </w:r>
    </w:p>
    <w:p w:rsidR="00557788" w:rsidRDefault="00557788" w:rsidP="00557788">
      <w:r>
        <w:t>247.3637</w:t>
      </w:r>
      <w:r>
        <w:tab/>
        <w:t>2.532e-2</w:t>
      </w:r>
    </w:p>
    <w:p w:rsidR="00557788" w:rsidRDefault="00557788" w:rsidP="00557788">
      <w:r>
        <w:t>247.3702</w:t>
      </w:r>
      <w:r>
        <w:tab/>
        <w:t>4.051e0</w:t>
      </w:r>
    </w:p>
    <w:p w:rsidR="00557788" w:rsidRDefault="00557788" w:rsidP="00557788">
      <w:r>
        <w:t>247.3723</w:t>
      </w:r>
      <w:r>
        <w:tab/>
        <w:t>1.025e0</w:t>
      </w:r>
    </w:p>
    <w:p w:rsidR="00557788" w:rsidRDefault="00557788" w:rsidP="00557788">
      <w:r>
        <w:lastRenderedPageBreak/>
        <w:t>247.3760</w:t>
      </w:r>
      <w:r>
        <w:tab/>
        <w:t>1.051e0</w:t>
      </w:r>
    </w:p>
    <w:p w:rsidR="00557788" w:rsidRDefault="00557788" w:rsidP="00557788">
      <w:r>
        <w:t>247.3805</w:t>
      </w:r>
      <w:r>
        <w:tab/>
        <w:t>2.025e0</w:t>
      </w:r>
    </w:p>
    <w:p w:rsidR="00557788" w:rsidRDefault="00557788" w:rsidP="00557788">
      <w:r>
        <w:t>247.4059</w:t>
      </w:r>
      <w:r>
        <w:tab/>
        <w:t>2.372e0</w:t>
      </w:r>
    </w:p>
    <w:p w:rsidR="00557788" w:rsidRDefault="00557788" w:rsidP="00557788">
      <w:r>
        <w:t>247.4098</w:t>
      </w:r>
      <w:r>
        <w:tab/>
        <w:t>3.038e0</w:t>
      </w:r>
    </w:p>
    <w:p w:rsidR="00557788" w:rsidRDefault="00557788" w:rsidP="00557788">
      <w:r>
        <w:t>247.4141</w:t>
      </w:r>
      <w:r>
        <w:tab/>
        <w:t>4.051e0</w:t>
      </w:r>
    </w:p>
    <w:p w:rsidR="00557788" w:rsidRDefault="00557788" w:rsidP="00557788">
      <w:r>
        <w:t>247.4362</w:t>
      </w:r>
      <w:r>
        <w:tab/>
        <w:t>2.025e0</w:t>
      </w:r>
    </w:p>
    <w:p w:rsidR="00557788" w:rsidRDefault="00557788" w:rsidP="00557788">
      <w:r>
        <w:t>247.4382</w:t>
      </w:r>
      <w:r>
        <w:tab/>
        <w:t>1.266e-2</w:t>
      </w:r>
    </w:p>
    <w:p w:rsidR="00557788" w:rsidRDefault="00557788" w:rsidP="00557788">
      <w:r>
        <w:t>247.4393</w:t>
      </w:r>
      <w:r>
        <w:tab/>
        <w:t>2.025e0</w:t>
      </w:r>
    </w:p>
    <w:p w:rsidR="00557788" w:rsidRDefault="00557788" w:rsidP="00557788">
      <w:r>
        <w:t>247.4411</w:t>
      </w:r>
      <w:r>
        <w:tab/>
        <w:t>2.532e-2</w:t>
      </w:r>
    </w:p>
    <w:p w:rsidR="00557788" w:rsidRDefault="00557788" w:rsidP="00557788">
      <w:r>
        <w:t>247.4432</w:t>
      </w:r>
      <w:r>
        <w:tab/>
        <w:t>4.051e0</w:t>
      </w:r>
    </w:p>
    <w:p w:rsidR="00557788" w:rsidRDefault="00557788" w:rsidP="00557788">
      <w:r>
        <w:t>247.4606</w:t>
      </w:r>
      <w:r>
        <w:tab/>
        <w:t>1.013e0</w:t>
      </w:r>
    </w:p>
    <w:p w:rsidR="00557788" w:rsidRDefault="00557788" w:rsidP="00557788">
      <w:r>
        <w:t>247.4743</w:t>
      </w:r>
      <w:r>
        <w:tab/>
        <w:t>2.025e0</w:t>
      </w:r>
    </w:p>
    <w:p w:rsidR="00557788" w:rsidRDefault="00557788" w:rsidP="00557788">
      <w:r>
        <w:t>247.4984</w:t>
      </w:r>
      <w:r>
        <w:tab/>
        <w:t>2.038e0</w:t>
      </w:r>
    </w:p>
    <w:p w:rsidR="00557788" w:rsidRDefault="00557788" w:rsidP="00557788">
      <w:r>
        <w:t>247.5021</w:t>
      </w:r>
      <w:r>
        <w:tab/>
        <w:t>1.266e-2</w:t>
      </w:r>
    </w:p>
    <w:p w:rsidR="00557788" w:rsidRDefault="00557788" w:rsidP="00557788">
      <w:r>
        <w:t>247.5047</w:t>
      </w:r>
      <w:r>
        <w:tab/>
        <w:t>2.025e0</w:t>
      </w:r>
    </w:p>
    <w:p w:rsidR="00557788" w:rsidRDefault="00557788" w:rsidP="00557788">
      <w:r>
        <w:t>247.5059</w:t>
      </w:r>
      <w:r>
        <w:tab/>
        <w:t>1.038e0</w:t>
      </w:r>
    </w:p>
    <w:p w:rsidR="00557788" w:rsidRDefault="00557788" w:rsidP="00557788">
      <w:r>
        <w:t>247.5124</w:t>
      </w:r>
      <w:r>
        <w:tab/>
        <w:t>2.532e-2</w:t>
      </w:r>
    </w:p>
    <w:p w:rsidR="00557788" w:rsidRDefault="00557788" w:rsidP="00557788">
      <w:r>
        <w:t>247.5222</w:t>
      </w:r>
      <w:r>
        <w:tab/>
        <w:t>1.013e0</w:t>
      </w:r>
    </w:p>
    <w:p w:rsidR="00557788" w:rsidRDefault="00557788" w:rsidP="00557788">
      <w:r>
        <w:t>247.5304</w:t>
      </w:r>
      <w:r>
        <w:tab/>
        <w:t>1.038e0</w:t>
      </w:r>
    </w:p>
    <w:p w:rsidR="00557788" w:rsidRDefault="00557788" w:rsidP="00557788">
      <w:r>
        <w:lastRenderedPageBreak/>
        <w:t>247.5482</w:t>
      </w:r>
      <w:r>
        <w:tab/>
        <w:t>1.013e0</w:t>
      </w:r>
    </w:p>
    <w:p w:rsidR="00557788" w:rsidRDefault="00557788" w:rsidP="00557788">
      <w:r>
        <w:t>247.5694</w:t>
      </w:r>
      <w:r>
        <w:tab/>
        <w:t>5.063e0</w:t>
      </w:r>
    </w:p>
    <w:p w:rsidR="00557788" w:rsidRDefault="00557788" w:rsidP="00557788">
      <w:r>
        <w:t>247.5720</w:t>
      </w:r>
      <w:r>
        <w:tab/>
        <w:t>1.266e-2</w:t>
      </w:r>
    </w:p>
    <w:p w:rsidR="00557788" w:rsidRDefault="00557788" w:rsidP="00557788">
      <w:r>
        <w:t>247.5805</w:t>
      </w:r>
      <w:r>
        <w:tab/>
        <w:t>1.013e0</w:t>
      </w:r>
    </w:p>
    <w:p w:rsidR="00557788" w:rsidRDefault="00557788" w:rsidP="00557788">
      <w:r>
        <w:t>247.5983</w:t>
      </w:r>
      <w:r>
        <w:tab/>
        <w:t>1.266e-2</w:t>
      </w:r>
    </w:p>
    <w:p w:rsidR="00557788" w:rsidRDefault="00557788" w:rsidP="00557788">
      <w:r>
        <w:t>247.6131</w:t>
      </w:r>
      <w:r>
        <w:tab/>
        <w:t>3.038e0</w:t>
      </w:r>
    </w:p>
    <w:p w:rsidR="00557788" w:rsidRDefault="00557788" w:rsidP="00557788">
      <w:r>
        <w:t>247.6143</w:t>
      </w:r>
      <w:r>
        <w:tab/>
        <w:t>1.025e0</w:t>
      </w:r>
    </w:p>
    <w:p w:rsidR="00557788" w:rsidRDefault="00557788" w:rsidP="00557788">
      <w:r>
        <w:t>247.6253</w:t>
      </w:r>
      <w:r>
        <w:tab/>
        <w:t>3.561e0</w:t>
      </w:r>
    </w:p>
    <w:p w:rsidR="00557788" w:rsidRDefault="00557788" w:rsidP="00557788">
      <w:r>
        <w:t>247.6300</w:t>
      </w:r>
      <w:r>
        <w:tab/>
        <w:t>3.038e0</w:t>
      </w:r>
    </w:p>
    <w:p w:rsidR="00557788" w:rsidRDefault="00557788" w:rsidP="00557788">
      <w:r>
        <w:t>247.6462</w:t>
      </w:r>
      <w:r>
        <w:tab/>
        <w:t>2.025e0</w:t>
      </w:r>
    </w:p>
    <w:p w:rsidR="00557788" w:rsidRDefault="00557788" w:rsidP="00557788">
      <w:r>
        <w:t>247.6501</w:t>
      </w:r>
      <w:r>
        <w:tab/>
        <w:t>2.025e0</w:t>
      </w:r>
    </w:p>
    <w:p w:rsidR="00557788" w:rsidRDefault="00557788" w:rsidP="00557788">
      <w:r>
        <w:t>247.6521</w:t>
      </w:r>
      <w:r>
        <w:tab/>
        <w:t>1.025e0</w:t>
      </w:r>
    </w:p>
    <w:p w:rsidR="00557788" w:rsidRDefault="00557788" w:rsidP="00557788">
      <w:r>
        <w:t>247.6599</w:t>
      </w:r>
      <w:r>
        <w:tab/>
        <w:t>2.532e-2</w:t>
      </w:r>
    </w:p>
    <w:p w:rsidR="00557788" w:rsidRDefault="00557788" w:rsidP="00557788">
      <w:r>
        <w:t>247.6774</w:t>
      </w:r>
      <w:r>
        <w:tab/>
        <w:t>1.266e-2</w:t>
      </w:r>
    </w:p>
    <w:p w:rsidR="00557788" w:rsidRDefault="00557788" w:rsidP="00557788">
      <w:r>
        <w:t>247.6820</w:t>
      </w:r>
      <w:r>
        <w:tab/>
        <w:t>1.266e-2</w:t>
      </w:r>
    </w:p>
    <w:p w:rsidR="00557788" w:rsidRDefault="00557788" w:rsidP="00557788">
      <w:r>
        <w:t>247.7038</w:t>
      </w:r>
      <w:r>
        <w:tab/>
        <w:t>2.532e-2</w:t>
      </w:r>
    </w:p>
    <w:p w:rsidR="00557788" w:rsidRDefault="00557788" w:rsidP="00557788">
      <w:r>
        <w:t>247.7202</w:t>
      </w:r>
      <w:r>
        <w:tab/>
        <w:t>4.063e0</w:t>
      </w:r>
    </w:p>
    <w:p w:rsidR="00557788" w:rsidRDefault="00557788" w:rsidP="00557788">
      <w:r>
        <w:t>247.7281</w:t>
      </w:r>
      <w:r>
        <w:tab/>
        <w:t>2.532e-2</w:t>
      </w:r>
    </w:p>
    <w:p w:rsidR="00557788" w:rsidRDefault="00557788" w:rsidP="00557788">
      <w:r>
        <w:t>247.7320</w:t>
      </w:r>
      <w:r>
        <w:tab/>
        <w:t>2.025e0</w:t>
      </w:r>
    </w:p>
    <w:p w:rsidR="00557788" w:rsidRDefault="00557788" w:rsidP="00557788">
      <w:r>
        <w:lastRenderedPageBreak/>
        <w:t>247.7372</w:t>
      </w:r>
      <w:r>
        <w:tab/>
        <w:t>3.038e0</w:t>
      </w:r>
    </w:p>
    <w:p w:rsidR="00557788" w:rsidRDefault="00557788" w:rsidP="00557788">
      <w:r>
        <w:t>247.7439</w:t>
      </w:r>
      <w:r>
        <w:tab/>
        <w:t>1.013e0</w:t>
      </w:r>
    </w:p>
    <w:p w:rsidR="00557788" w:rsidRDefault="00557788" w:rsidP="00557788">
      <w:r>
        <w:t>247.7541</w:t>
      </w:r>
      <w:r>
        <w:tab/>
        <w:t>2.025e0</w:t>
      </w:r>
    </w:p>
    <w:p w:rsidR="00557788" w:rsidRDefault="00557788" w:rsidP="00557788">
      <w:r>
        <w:t>247.7651</w:t>
      </w:r>
      <w:r>
        <w:tab/>
        <w:t>1.025e0</w:t>
      </w:r>
    </w:p>
    <w:p w:rsidR="00557788" w:rsidRDefault="00557788" w:rsidP="00557788">
      <w:r>
        <w:t>247.7754</w:t>
      </w:r>
      <w:r>
        <w:tab/>
        <w:t>2.025e0</w:t>
      </w:r>
    </w:p>
    <w:p w:rsidR="00557788" w:rsidRDefault="00557788" w:rsidP="00557788">
      <w:r>
        <w:t>247.7766</w:t>
      </w:r>
      <w:r>
        <w:tab/>
        <w:t>3.038e0</w:t>
      </w:r>
    </w:p>
    <w:p w:rsidR="00557788" w:rsidRDefault="00557788" w:rsidP="00557788">
      <w:r>
        <w:t>247.7819</w:t>
      </w:r>
      <w:r>
        <w:tab/>
        <w:t>2.025e0</w:t>
      </w:r>
    </w:p>
    <w:p w:rsidR="00557788" w:rsidRDefault="00557788" w:rsidP="00557788">
      <w:r>
        <w:t>247.7859</w:t>
      </w:r>
      <w:r>
        <w:tab/>
        <w:t>1.266e-2</w:t>
      </w:r>
    </w:p>
    <w:p w:rsidR="00557788" w:rsidRDefault="00557788" w:rsidP="00557788">
      <w:r>
        <w:t>247.7918</w:t>
      </w:r>
      <w:r>
        <w:tab/>
        <w:t>2.025e0</w:t>
      </w:r>
    </w:p>
    <w:p w:rsidR="00557788" w:rsidRDefault="00557788" w:rsidP="00557788">
      <w:r>
        <w:t>247.7959</w:t>
      </w:r>
      <w:r>
        <w:tab/>
        <w:t>5.063e0</w:t>
      </w:r>
    </w:p>
    <w:p w:rsidR="00557788" w:rsidRDefault="00557788" w:rsidP="00557788">
      <w:r>
        <w:t>247.8066</w:t>
      </w:r>
      <w:r>
        <w:tab/>
        <w:t>2.025e0</w:t>
      </w:r>
    </w:p>
    <w:p w:rsidR="00557788" w:rsidRDefault="00557788" w:rsidP="00557788">
      <w:r>
        <w:t>247.8249</w:t>
      </w:r>
      <w:r>
        <w:tab/>
        <w:t>3.038e0</w:t>
      </w:r>
    </w:p>
    <w:p w:rsidR="00557788" w:rsidRDefault="00557788" w:rsidP="00557788">
      <w:r>
        <w:t>247.8338</w:t>
      </w:r>
      <w:r>
        <w:tab/>
        <w:t>2.025e0</w:t>
      </w:r>
    </w:p>
    <w:p w:rsidR="00557788" w:rsidRDefault="00557788" w:rsidP="00557788">
      <w:r>
        <w:t>247.8615</w:t>
      </w:r>
      <w:r>
        <w:tab/>
        <w:t>4.089e0</w:t>
      </w:r>
    </w:p>
    <w:p w:rsidR="00557788" w:rsidRDefault="00557788" w:rsidP="00557788">
      <w:r>
        <w:t>247.8696</w:t>
      </w:r>
      <w:r>
        <w:tab/>
        <w:t>3.063e0</w:t>
      </w:r>
    </w:p>
    <w:p w:rsidR="00557788" w:rsidRDefault="00557788" w:rsidP="00557788">
      <w:r>
        <w:t>247.8734</w:t>
      </w:r>
      <w:r>
        <w:tab/>
        <w:t>1.051e0</w:t>
      </w:r>
    </w:p>
    <w:p w:rsidR="00557788" w:rsidRDefault="00557788" w:rsidP="00557788">
      <w:r>
        <w:t>247.8944</w:t>
      </w:r>
      <w:r>
        <w:tab/>
        <w:t>1.266e-2</w:t>
      </w:r>
    </w:p>
    <w:p w:rsidR="00557788" w:rsidRDefault="00557788" w:rsidP="00557788">
      <w:r>
        <w:t>247.8982</w:t>
      </w:r>
      <w:r>
        <w:tab/>
        <w:t>4.388e0</w:t>
      </w:r>
    </w:p>
    <w:p w:rsidR="00557788" w:rsidRDefault="00557788" w:rsidP="00557788">
      <w:r>
        <w:t>247.9138</w:t>
      </w:r>
      <w:r>
        <w:tab/>
        <w:t>3.038e0</w:t>
      </w:r>
    </w:p>
    <w:p w:rsidR="00557788" w:rsidRDefault="00557788" w:rsidP="00557788">
      <w:r>
        <w:lastRenderedPageBreak/>
        <w:t>247.9405</w:t>
      </w:r>
      <w:r>
        <w:tab/>
        <w:t>2.025e0</w:t>
      </w:r>
    </w:p>
    <w:p w:rsidR="00557788" w:rsidRDefault="00557788" w:rsidP="00557788">
      <w:r>
        <w:t>247.9428</w:t>
      </w:r>
      <w:r>
        <w:tab/>
        <w:t>2.025e0</w:t>
      </w:r>
    </w:p>
    <w:p w:rsidR="00557788" w:rsidRDefault="00557788" w:rsidP="00557788">
      <w:r>
        <w:t>247.9498</w:t>
      </w:r>
      <w:r>
        <w:tab/>
        <w:t>2.025e0</w:t>
      </w:r>
    </w:p>
    <w:p w:rsidR="00557788" w:rsidRDefault="00557788" w:rsidP="00557788">
      <w:r>
        <w:t>247.9591</w:t>
      </w:r>
      <w:r>
        <w:tab/>
        <w:t>3.038e0</w:t>
      </w:r>
    </w:p>
    <w:p w:rsidR="00557788" w:rsidRDefault="00557788" w:rsidP="00557788">
      <w:r>
        <w:t>247.9618</w:t>
      </w:r>
      <w:r>
        <w:tab/>
        <w:t>2.038e0</w:t>
      </w:r>
    </w:p>
    <w:p w:rsidR="00557788" w:rsidRDefault="00557788" w:rsidP="00557788">
      <w:r>
        <w:t>247.9765</w:t>
      </w:r>
      <w:r>
        <w:tab/>
        <w:t>1.966e0</w:t>
      </w:r>
    </w:p>
    <w:p w:rsidR="00557788" w:rsidRDefault="00557788" w:rsidP="00557788">
      <w:r>
        <w:t>247.9825</w:t>
      </w:r>
      <w:r>
        <w:tab/>
        <w:t>3.038e0</w:t>
      </w:r>
    </w:p>
    <w:p w:rsidR="00557788" w:rsidRDefault="00557788" w:rsidP="00557788">
      <w:r>
        <w:t>247.9933</w:t>
      </w:r>
      <w:r>
        <w:tab/>
        <w:t>1.082e1</w:t>
      </w:r>
    </w:p>
    <w:p w:rsidR="00557788" w:rsidRDefault="00557788" w:rsidP="00557788">
      <w:r>
        <w:t>247.9980</w:t>
      </w:r>
      <w:r>
        <w:tab/>
        <w:t>8.679e0</w:t>
      </w:r>
    </w:p>
    <w:p w:rsidR="00557788" w:rsidRDefault="00557788" w:rsidP="00557788">
      <w:r>
        <w:t>248.0128</w:t>
      </w:r>
      <w:r>
        <w:tab/>
        <w:t>3.996e0</w:t>
      </w:r>
    </w:p>
    <w:p w:rsidR="00557788" w:rsidRDefault="00557788" w:rsidP="00557788">
      <w:r>
        <w:t>248.0200</w:t>
      </w:r>
      <w:r>
        <w:tab/>
        <w:t>1.211e1</w:t>
      </w:r>
    </w:p>
    <w:p w:rsidR="00557788" w:rsidRDefault="00557788" w:rsidP="00557788">
      <w:r>
        <w:t>248.0215</w:t>
      </w:r>
      <w:r>
        <w:tab/>
        <w:t>3.327e0</w:t>
      </w:r>
    </w:p>
    <w:p w:rsidR="00557788" w:rsidRDefault="00557788" w:rsidP="00557788">
      <w:r>
        <w:t>248.0412</w:t>
      </w:r>
      <w:r>
        <w:tab/>
        <w:t>1.164e0</w:t>
      </w:r>
    </w:p>
    <w:p w:rsidR="00557788" w:rsidRDefault="00557788" w:rsidP="00557788">
      <w:r>
        <w:t>248.0438</w:t>
      </w:r>
      <w:r>
        <w:tab/>
        <w:t>2.250e0</w:t>
      </w:r>
    </w:p>
    <w:p w:rsidR="00557788" w:rsidRDefault="00557788" w:rsidP="00557788">
      <w:r>
        <w:t>248.0917</w:t>
      </w:r>
      <w:r>
        <w:tab/>
        <w:t>1.013e0</w:t>
      </w:r>
    </w:p>
    <w:p w:rsidR="00557788" w:rsidRDefault="00557788" w:rsidP="00557788">
      <w:r>
        <w:t>248.0952</w:t>
      </w:r>
      <w:r>
        <w:tab/>
        <w:t>3.798e-1</w:t>
      </w:r>
    </w:p>
    <w:p w:rsidR="00557788" w:rsidRDefault="00557788" w:rsidP="00557788">
      <w:r>
        <w:t>248.0967</w:t>
      </w:r>
      <w:r>
        <w:tab/>
        <w:t>2.344e0</w:t>
      </w:r>
    </w:p>
    <w:p w:rsidR="00557788" w:rsidRDefault="00557788" w:rsidP="00557788">
      <w:r>
        <w:t>248.1012</w:t>
      </w:r>
      <w:r>
        <w:tab/>
        <w:t>2.393e0</w:t>
      </w:r>
    </w:p>
    <w:p w:rsidR="00557788" w:rsidRDefault="00557788" w:rsidP="00557788">
      <w:r>
        <w:t>248.1035</w:t>
      </w:r>
      <w:r>
        <w:tab/>
        <w:t>5.995e-2</w:t>
      </w:r>
    </w:p>
    <w:p w:rsidR="00557788" w:rsidRDefault="00557788" w:rsidP="00557788">
      <w:r>
        <w:lastRenderedPageBreak/>
        <w:t>248.1050</w:t>
      </w:r>
      <w:r>
        <w:tab/>
        <w:t>7.228e0</w:t>
      </w:r>
    </w:p>
    <w:p w:rsidR="00557788" w:rsidRDefault="00557788" w:rsidP="00557788">
      <w:r>
        <w:t>248.1200</w:t>
      </w:r>
      <w:r>
        <w:tab/>
        <w:t>2.503e0</w:t>
      </w:r>
    </w:p>
    <w:p w:rsidR="00557788" w:rsidRDefault="00557788" w:rsidP="00557788">
      <w:r>
        <w:t>248.1217</w:t>
      </w:r>
      <w:r>
        <w:tab/>
        <w:t>5.393e0</w:t>
      </w:r>
    </w:p>
    <w:p w:rsidR="00557788" w:rsidRDefault="00557788" w:rsidP="00557788">
      <w:r>
        <w:t>248.1496</w:t>
      </w:r>
      <w:r>
        <w:tab/>
        <w:t>4.923e0</w:t>
      </w:r>
    </w:p>
    <w:p w:rsidR="00557788" w:rsidRDefault="00557788" w:rsidP="00557788">
      <w:r>
        <w:t>248.1553</w:t>
      </w:r>
      <w:r>
        <w:tab/>
        <w:t>1.444e1</w:t>
      </w:r>
    </w:p>
    <w:p w:rsidR="00557788" w:rsidRDefault="00557788" w:rsidP="00557788">
      <w:r>
        <w:t>248.1903</w:t>
      </w:r>
      <w:r>
        <w:tab/>
        <w:t>2.817e0</w:t>
      </w:r>
    </w:p>
    <w:p w:rsidR="00557788" w:rsidRDefault="00557788" w:rsidP="00557788">
      <w:r>
        <w:t>248.1913</w:t>
      </w:r>
      <w:r>
        <w:tab/>
        <w:t>6.101e0</w:t>
      </w:r>
    </w:p>
    <w:p w:rsidR="00557788" w:rsidRDefault="00557788" w:rsidP="00557788">
      <w:r>
        <w:t>248.1978</w:t>
      </w:r>
      <w:r>
        <w:tab/>
        <w:t>2.620e0</w:t>
      </w:r>
    </w:p>
    <w:p w:rsidR="00557788" w:rsidRDefault="00557788" w:rsidP="00557788">
      <w:r>
        <w:t>248.2083</w:t>
      </w:r>
      <w:r>
        <w:tab/>
        <w:t>2.025e0</w:t>
      </w:r>
    </w:p>
    <w:p w:rsidR="00557788" w:rsidRDefault="00557788" w:rsidP="00557788">
      <w:r>
        <w:t>248.2243</w:t>
      </w:r>
      <w:r>
        <w:tab/>
        <w:t>5.759e0</w:t>
      </w:r>
    </w:p>
    <w:p w:rsidR="00557788" w:rsidRDefault="00557788" w:rsidP="00557788">
      <w:r>
        <w:t>248.2374</w:t>
      </w:r>
      <w:r>
        <w:tab/>
        <w:t>1.906e0</w:t>
      </w:r>
    </w:p>
    <w:p w:rsidR="00557788" w:rsidRDefault="00557788" w:rsidP="00557788">
      <w:r>
        <w:t>248.2417</w:t>
      </w:r>
      <w:r>
        <w:tab/>
        <w:t>2.025e0</w:t>
      </w:r>
    </w:p>
    <w:p w:rsidR="00557788" w:rsidRDefault="00557788" w:rsidP="00557788">
      <w:r>
        <w:t>248.2613</w:t>
      </w:r>
      <w:r>
        <w:tab/>
        <w:t>2.025e0</w:t>
      </w:r>
    </w:p>
    <w:p w:rsidR="00557788" w:rsidRDefault="00557788" w:rsidP="00557788">
      <w:r>
        <w:t>248.2736</w:t>
      </w:r>
      <w:r>
        <w:tab/>
        <w:t>2.532e-2</w:t>
      </w:r>
    </w:p>
    <w:p w:rsidR="00557788" w:rsidRDefault="00557788" w:rsidP="00557788">
      <w:r>
        <w:t>248.2755</w:t>
      </w:r>
      <w:r>
        <w:tab/>
        <w:t>2.025e0</w:t>
      </w:r>
    </w:p>
    <w:p w:rsidR="00557788" w:rsidRDefault="00557788" w:rsidP="00557788">
      <w:r>
        <w:t>248.2794</w:t>
      </w:r>
      <w:r>
        <w:tab/>
        <w:t>1.038e0</w:t>
      </w:r>
    </w:p>
    <w:p w:rsidR="00557788" w:rsidRDefault="00557788" w:rsidP="00557788">
      <w:r>
        <w:t>248.3011</w:t>
      </w:r>
      <w:r>
        <w:tab/>
        <w:t>1.013e0</w:t>
      </w:r>
    </w:p>
    <w:p w:rsidR="00557788" w:rsidRDefault="00557788" w:rsidP="00557788">
      <w:r>
        <w:t>248.3103</w:t>
      </w:r>
      <w:r>
        <w:tab/>
        <w:t>1.038e0</w:t>
      </w:r>
    </w:p>
    <w:p w:rsidR="00557788" w:rsidRDefault="00557788" w:rsidP="00557788">
      <w:r>
        <w:t>248.3136</w:t>
      </w:r>
      <w:r>
        <w:tab/>
        <w:t>1.266e-2</w:t>
      </w:r>
    </w:p>
    <w:p w:rsidR="00557788" w:rsidRDefault="00557788" w:rsidP="00557788">
      <w:r>
        <w:lastRenderedPageBreak/>
        <w:t>248.3175</w:t>
      </w:r>
      <w:r>
        <w:tab/>
        <w:t>1.013e0</w:t>
      </w:r>
    </w:p>
    <w:p w:rsidR="00557788" w:rsidRDefault="00557788" w:rsidP="00557788">
      <w:r>
        <w:t>248.3215</w:t>
      </w:r>
      <w:r>
        <w:tab/>
        <w:t>1.013e0</w:t>
      </w:r>
    </w:p>
    <w:p w:rsidR="00557788" w:rsidRDefault="00557788" w:rsidP="00557788">
      <w:r>
        <w:t>248.3273</w:t>
      </w:r>
      <w:r>
        <w:tab/>
        <w:t>2.025e0</w:t>
      </w:r>
    </w:p>
    <w:p w:rsidR="00557788" w:rsidRDefault="00557788" w:rsidP="00557788">
      <w:r>
        <w:t>248.3427</w:t>
      </w:r>
      <w:r>
        <w:tab/>
        <w:t>1.013e0</w:t>
      </w:r>
    </w:p>
    <w:p w:rsidR="00557788" w:rsidRDefault="00557788" w:rsidP="00557788">
      <w:r>
        <w:t>248.3473</w:t>
      </w:r>
      <w:r>
        <w:tab/>
        <w:t>1.266e-2</w:t>
      </w:r>
    </w:p>
    <w:p w:rsidR="00557788" w:rsidRDefault="00557788" w:rsidP="00557788">
      <w:r>
        <w:t>248.3556</w:t>
      </w:r>
      <w:r>
        <w:tab/>
        <w:t>1.038e0</w:t>
      </w:r>
    </w:p>
    <w:p w:rsidR="00557788" w:rsidRDefault="00557788" w:rsidP="00557788">
      <w:r>
        <w:t>248.3616</w:t>
      </w:r>
      <w:r>
        <w:tab/>
        <w:t>2.025e0</w:t>
      </w:r>
    </w:p>
    <w:p w:rsidR="00557788" w:rsidRDefault="00557788" w:rsidP="00557788">
      <w:r>
        <w:t>248.3674</w:t>
      </w:r>
      <w:r>
        <w:tab/>
        <w:t>1.038e0</w:t>
      </w:r>
    </w:p>
    <w:p w:rsidR="00557788" w:rsidRDefault="00557788" w:rsidP="00557788">
      <w:r>
        <w:t>248.3803</w:t>
      </w:r>
      <w:r>
        <w:tab/>
        <w:t>2.025e0</w:t>
      </w:r>
    </w:p>
    <w:p w:rsidR="00557788" w:rsidRDefault="00557788" w:rsidP="00557788">
      <w:r>
        <w:t>248.3843</w:t>
      </w:r>
      <w:r>
        <w:tab/>
        <w:t>1.266e-2</w:t>
      </w:r>
    </w:p>
    <w:p w:rsidR="00557788" w:rsidRDefault="00557788" w:rsidP="00557788">
      <w:r>
        <w:t>248.3864</w:t>
      </w:r>
      <w:r>
        <w:tab/>
        <w:t>2.532e-2</w:t>
      </w:r>
    </w:p>
    <w:p w:rsidR="00557788" w:rsidRDefault="00557788" w:rsidP="00557788">
      <w:r>
        <w:t>248.3893</w:t>
      </w:r>
      <w:r>
        <w:tab/>
        <w:t>4.051e0</w:t>
      </w:r>
    </w:p>
    <w:p w:rsidR="00557788" w:rsidRDefault="00557788" w:rsidP="00557788">
      <w:r>
        <w:t>248.3948</w:t>
      </w:r>
      <w:r>
        <w:tab/>
        <w:t>3.038e0</w:t>
      </w:r>
    </w:p>
    <w:p w:rsidR="00557788" w:rsidRDefault="00557788" w:rsidP="00557788">
      <w:r>
        <w:t>248.4075</w:t>
      </w:r>
      <w:r>
        <w:tab/>
        <w:t>2.051e0</w:t>
      </w:r>
    </w:p>
    <w:p w:rsidR="00557788" w:rsidRDefault="00557788" w:rsidP="00557788">
      <w:r>
        <w:t>248.4345</w:t>
      </w:r>
      <w:r>
        <w:tab/>
        <w:t>3.038e0</w:t>
      </w:r>
    </w:p>
    <w:p w:rsidR="00557788" w:rsidRDefault="00557788" w:rsidP="00557788">
      <w:r>
        <w:t>248.4479</w:t>
      </w:r>
      <w:r>
        <w:tab/>
        <w:t>4.051e0</w:t>
      </w:r>
    </w:p>
    <w:p w:rsidR="00557788" w:rsidRDefault="00557788" w:rsidP="00557788">
      <w:r>
        <w:t>248.4515</w:t>
      </w:r>
      <w:r>
        <w:tab/>
        <w:t>2.025e0</w:t>
      </w:r>
    </w:p>
    <w:p w:rsidR="00557788" w:rsidRDefault="00557788" w:rsidP="00557788">
      <w:r>
        <w:t>248.4574</w:t>
      </w:r>
      <w:r>
        <w:tab/>
        <w:t>2.532e-2</w:t>
      </w:r>
    </w:p>
    <w:p w:rsidR="00557788" w:rsidRDefault="00557788" w:rsidP="00557788">
      <w:r>
        <w:t>248.4590</w:t>
      </w:r>
      <w:r>
        <w:tab/>
        <w:t>2.051e0</w:t>
      </w:r>
    </w:p>
    <w:p w:rsidR="00557788" w:rsidRDefault="00557788" w:rsidP="00557788">
      <w:r>
        <w:lastRenderedPageBreak/>
        <w:t>248.4633</w:t>
      </w:r>
      <w:r>
        <w:tab/>
        <w:t>1.013e0</w:t>
      </w:r>
    </w:p>
    <w:p w:rsidR="00557788" w:rsidRDefault="00557788" w:rsidP="00557788">
      <w:r>
        <w:t>248.4704</w:t>
      </w:r>
      <w:r>
        <w:tab/>
        <w:t>3.038e0</w:t>
      </w:r>
    </w:p>
    <w:p w:rsidR="00557788" w:rsidRDefault="00557788" w:rsidP="00557788">
      <w:r>
        <w:t>248.4809</w:t>
      </w:r>
      <w:r>
        <w:tab/>
        <w:t>2.038e0</w:t>
      </w:r>
    </w:p>
    <w:p w:rsidR="00557788" w:rsidRDefault="00557788" w:rsidP="00557788">
      <w:r>
        <w:t>248.4841</w:t>
      </w:r>
      <w:r>
        <w:tab/>
        <w:t>2.025e0</w:t>
      </w:r>
    </w:p>
    <w:p w:rsidR="00557788" w:rsidRDefault="00557788" w:rsidP="00557788">
      <w:r>
        <w:t>248.4857</w:t>
      </w:r>
      <w:r>
        <w:tab/>
        <w:t>1.013e0</w:t>
      </w:r>
    </w:p>
    <w:p w:rsidR="00557788" w:rsidRDefault="00557788" w:rsidP="00557788">
      <w:r>
        <w:t>248.5075</w:t>
      </w:r>
      <w:r>
        <w:tab/>
        <w:t>3.038e0</w:t>
      </w:r>
    </w:p>
    <w:p w:rsidR="00557788" w:rsidRDefault="00557788" w:rsidP="00557788">
      <w:r>
        <w:t>248.5093</w:t>
      </w:r>
      <w:r>
        <w:tab/>
        <w:t>1.266e-2</w:t>
      </w:r>
    </w:p>
    <w:p w:rsidR="00557788" w:rsidRDefault="00557788" w:rsidP="00557788">
      <w:r>
        <w:t>248.5206</w:t>
      </w:r>
      <w:r>
        <w:tab/>
        <w:t>3.038e0</w:t>
      </w:r>
    </w:p>
    <w:p w:rsidR="00557788" w:rsidRDefault="00557788" w:rsidP="00557788">
      <w:r>
        <w:t>248.5231</w:t>
      </w:r>
      <w:r>
        <w:tab/>
        <w:t>1.013e0</w:t>
      </w:r>
    </w:p>
    <w:p w:rsidR="00557788" w:rsidRDefault="00557788" w:rsidP="00557788">
      <w:r>
        <w:t>248.5262</w:t>
      </w:r>
      <w:r>
        <w:tab/>
        <w:t>4.051e0</w:t>
      </w:r>
    </w:p>
    <w:p w:rsidR="00557788" w:rsidRDefault="00557788" w:rsidP="00557788">
      <w:r>
        <w:t>248.5395</w:t>
      </w:r>
      <w:r>
        <w:tab/>
        <w:t>1.266e-2</w:t>
      </w:r>
    </w:p>
    <w:p w:rsidR="00557788" w:rsidRDefault="00557788" w:rsidP="00557788">
      <w:r>
        <w:t>248.5717</w:t>
      </w:r>
      <w:r>
        <w:tab/>
        <w:t>3.038e0</w:t>
      </w:r>
    </w:p>
    <w:p w:rsidR="00557788" w:rsidRDefault="00557788" w:rsidP="00557788">
      <w:r>
        <w:t>248.5737</w:t>
      </w:r>
      <w:r>
        <w:tab/>
        <w:t>6.076e0</w:t>
      </w:r>
    </w:p>
    <w:p w:rsidR="00557788" w:rsidRDefault="00557788" w:rsidP="00557788">
      <w:r>
        <w:t>248.5752</w:t>
      </w:r>
      <w:r>
        <w:tab/>
        <w:t>4.157e0</w:t>
      </w:r>
    </w:p>
    <w:p w:rsidR="00557788" w:rsidRDefault="00557788" w:rsidP="00557788">
      <w:r>
        <w:t>248.5835</w:t>
      </w:r>
      <w:r>
        <w:tab/>
        <w:t>2.025e0</w:t>
      </w:r>
    </w:p>
    <w:p w:rsidR="00557788" w:rsidRDefault="00557788" w:rsidP="00557788">
      <w:r>
        <w:t>248.5894</w:t>
      </w:r>
      <w:r>
        <w:tab/>
        <w:t>1.038e0</w:t>
      </w:r>
    </w:p>
    <w:p w:rsidR="00557788" w:rsidRDefault="00557788" w:rsidP="00557788">
      <w:r>
        <w:t>248.6024</w:t>
      </w:r>
      <w:r>
        <w:tab/>
        <w:t>2.532e-2</w:t>
      </w:r>
    </w:p>
    <w:p w:rsidR="00557788" w:rsidRDefault="00557788" w:rsidP="00557788">
      <w:r>
        <w:t>248.6045</w:t>
      </w:r>
      <w:r>
        <w:tab/>
        <w:t>3.038e0</w:t>
      </w:r>
    </w:p>
    <w:p w:rsidR="00557788" w:rsidRDefault="00557788" w:rsidP="00557788">
      <w:r>
        <w:t>248.6065</w:t>
      </w:r>
      <w:r>
        <w:tab/>
        <w:t>1.266e-2</w:t>
      </w:r>
    </w:p>
    <w:p w:rsidR="00557788" w:rsidRDefault="00557788" w:rsidP="00557788">
      <w:r>
        <w:lastRenderedPageBreak/>
        <w:t>248.6150</w:t>
      </w:r>
      <w:r>
        <w:tab/>
        <w:t>6.551e0</w:t>
      </w:r>
    </w:p>
    <w:p w:rsidR="00557788" w:rsidRDefault="00557788" w:rsidP="00557788">
      <w:r>
        <w:t>248.6256</w:t>
      </w:r>
      <w:r>
        <w:tab/>
        <w:t>2.025e0</w:t>
      </w:r>
    </w:p>
    <w:p w:rsidR="00557788" w:rsidRDefault="00557788" w:rsidP="00557788">
      <w:r>
        <w:t>248.6273</w:t>
      </w:r>
      <w:r>
        <w:tab/>
        <w:t>6.076e0</w:t>
      </w:r>
    </w:p>
    <w:p w:rsidR="00557788" w:rsidRDefault="00557788" w:rsidP="00557788">
      <w:r>
        <w:t>248.6373</w:t>
      </w:r>
      <w:r>
        <w:tab/>
        <w:t>2.025e0</w:t>
      </w:r>
    </w:p>
    <w:p w:rsidR="00557788" w:rsidRDefault="00557788" w:rsidP="00557788">
      <w:r>
        <w:t>248.6415</w:t>
      </w:r>
      <w:r>
        <w:tab/>
        <w:t>5.756e-1</w:t>
      </w:r>
    </w:p>
    <w:p w:rsidR="00557788" w:rsidRDefault="00557788" w:rsidP="00557788">
      <w:r>
        <w:t>248.6676</w:t>
      </w:r>
      <w:r>
        <w:tab/>
        <w:t>1.051e0</w:t>
      </w:r>
    </w:p>
    <w:p w:rsidR="00557788" w:rsidRDefault="00557788" w:rsidP="00557788">
      <w:r>
        <w:t>248.6991</w:t>
      </w:r>
      <w:r>
        <w:tab/>
        <w:t>2.025e0</w:t>
      </w:r>
    </w:p>
    <w:p w:rsidR="00557788" w:rsidRDefault="00557788" w:rsidP="00557788">
      <w:r>
        <w:t>248.7048</w:t>
      </w:r>
      <w:r>
        <w:tab/>
        <w:t>2.038e0</w:t>
      </w:r>
    </w:p>
    <w:p w:rsidR="00557788" w:rsidRDefault="00557788" w:rsidP="00557788">
      <w:r>
        <w:t>248.7076</w:t>
      </w:r>
      <w:r>
        <w:tab/>
        <w:t>1.038e0</w:t>
      </w:r>
    </w:p>
    <w:p w:rsidR="00557788" w:rsidRDefault="00557788" w:rsidP="00557788">
      <w:r>
        <w:t>248.7195</w:t>
      </w:r>
      <w:r>
        <w:tab/>
        <w:t>1.266e-2</w:t>
      </w:r>
    </w:p>
    <w:p w:rsidR="00557788" w:rsidRDefault="00557788" w:rsidP="00557788">
      <w:r>
        <w:t>248.7229</w:t>
      </w:r>
      <w:r>
        <w:tab/>
        <w:t>6.329e-2</w:t>
      </w:r>
    </w:p>
    <w:p w:rsidR="00557788" w:rsidRDefault="00557788" w:rsidP="00557788">
      <w:r>
        <w:t>248.7315</w:t>
      </w:r>
      <w:r>
        <w:tab/>
        <w:t>1.266e-2</w:t>
      </w:r>
    </w:p>
    <w:p w:rsidR="00557788" w:rsidRDefault="00557788" w:rsidP="00557788">
      <w:r>
        <w:t>248.7385</w:t>
      </w:r>
      <w:r>
        <w:tab/>
        <w:t>4.051e0</w:t>
      </w:r>
    </w:p>
    <w:p w:rsidR="00557788" w:rsidRDefault="00557788" w:rsidP="00557788">
      <w:r>
        <w:t>248.7454</w:t>
      </w:r>
      <w:r>
        <w:tab/>
        <w:t>1.013e0</w:t>
      </w:r>
    </w:p>
    <w:p w:rsidR="00557788" w:rsidRDefault="00557788" w:rsidP="00557788">
      <w:r>
        <w:t>248.7493</w:t>
      </w:r>
      <w:r>
        <w:tab/>
        <w:t>2.532e-2</w:t>
      </w:r>
    </w:p>
    <w:p w:rsidR="00557788" w:rsidRDefault="00557788" w:rsidP="00557788">
      <w:r>
        <w:t>248.7536</w:t>
      </w:r>
      <w:r>
        <w:tab/>
        <w:t>1.266e-2</w:t>
      </w:r>
    </w:p>
    <w:p w:rsidR="00557788" w:rsidRDefault="00557788" w:rsidP="00557788">
      <w:r>
        <w:t>248.7825</w:t>
      </w:r>
      <w:r>
        <w:tab/>
        <w:t>3.038e0</w:t>
      </w:r>
    </w:p>
    <w:p w:rsidR="00557788" w:rsidRDefault="00557788" w:rsidP="00557788">
      <w:r>
        <w:t>248.7899</w:t>
      </w:r>
      <w:r>
        <w:tab/>
        <w:t>2.025e0</w:t>
      </w:r>
    </w:p>
    <w:p w:rsidR="00557788" w:rsidRDefault="00557788" w:rsidP="00557788">
      <w:r>
        <w:t>248.7917</w:t>
      </w:r>
      <w:r>
        <w:tab/>
        <w:t>2.025e0</w:t>
      </w:r>
    </w:p>
    <w:p w:rsidR="00557788" w:rsidRDefault="00557788" w:rsidP="00557788">
      <w:r>
        <w:lastRenderedPageBreak/>
        <w:t>248.7977</w:t>
      </w:r>
      <w:r>
        <w:tab/>
        <w:t>2.532e-2</w:t>
      </w:r>
    </w:p>
    <w:p w:rsidR="00557788" w:rsidRDefault="00557788" w:rsidP="00557788">
      <w:r>
        <w:t>248.8082</w:t>
      </w:r>
      <w:r>
        <w:tab/>
        <w:t>3.051e0</w:t>
      </w:r>
    </w:p>
    <w:p w:rsidR="00557788" w:rsidRDefault="00557788" w:rsidP="00557788">
      <w:r>
        <w:t>248.8115</w:t>
      </w:r>
      <w:r>
        <w:tab/>
        <w:t>1.025e0</w:t>
      </w:r>
    </w:p>
    <w:p w:rsidR="00557788" w:rsidRDefault="00557788" w:rsidP="00557788">
      <w:r>
        <w:t>248.8195</w:t>
      </w:r>
      <w:r>
        <w:tab/>
        <w:t>1.013e0</w:t>
      </w:r>
    </w:p>
    <w:p w:rsidR="00557788" w:rsidRDefault="00557788" w:rsidP="00557788">
      <w:r>
        <w:t>248.8302</w:t>
      </w:r>
      <w:r>
        <w:tab/>
        <w:t>2.532e-2</w:t>
      </w:r>
    </w:p>
    <w:p w:rsidR="00557788" w:rsidRDefault="00557788" w:rsidP="00557788">
      <w:r>
        <w:t>248.8456</w:t>
      </w:r>
      <w:r>
        <w:tab/>
        <w:t>1.013e0</w:t>
      </w:r>
    </w:p>
    <w:p w:rsidR="00557788" w:rsidRDefault="00557788" w:rsidP="00557788">
      <w:r>
        <w:t>248.8611</w:t>
      </w:r>
      <w:r>
        <w:tab/>
        <w:t>1.647e0</w:t>
      </w:r>
    </w:p>
    <w:p w:rsidR="00557788" w:rsidRDefault="00557788" w:rsidP="00557788">
      <w:r>
        <w:t>248.8810</w:t>
      </w:r>
      <w:r>
        <w:tab/>
        <w:t>5.089e0</w:t>
      </w:r>
    </w:p>
    <w:p w:rsidR="00557788" w:rsidRDefault="00557788" w:rsidP="00557788">
      <w:r>
        <w:t>248.8837</w:t>
      </w:r>
      <w:r>
        <w:tab/>
        <w:t>2.025e0</w:t>
      </w:r>
    </w:p>
    <w:p w:rsidR="00557788" w:rsidRDefault="00557788" w:rsidP="00557788">
      <w:r>
        <w:t>248.8955</w:t>
      </w:r>
      <w:r>
        <w:tab/>
        <w:t>3.038e0</w:t>
      </w:r>
    </w:p>
    <w:p w:rsidR="00557788" w:rsidRDefault="00557788" w:rsidP="00557788">
      <w:r>
        <w:t>248.8995</w:t>
      </w:r>
      <w:r>
        <w:tab/>
        <w:t>3.038e0</w:t>
      </w:r>
    </w:p>
    <w:p w:rsidR="00557788" w:rsidRDefault="00557788" w:rsidP="00557788">
      <w:r>
        <w:t>248.9328</w:t>
      </w:r>
      <w:r>
        <w:tab/>
        <w:t>3.798e-2</w:t>
      </w:r>
    </w:p>
    <w:p w:rsidR="00557788" w:rsidRDefault="00557788" w:rsidP="00557788">
      <w:r>
        <w:t>248.9384</w:t>
      </w:r>
      <w:r>
        <w:tab/>
        <w:t>2.038e0</w:t>
      </w:r>
    </w:p>
    <w:p w:rsidR="00557788" w:rsidRDefault="00557788" w:rsidP="00557788">
      <w:r>
        <w:t>248.9808</w:t>
      </w:r>
      <w:r>
        <w:tab/>
        <w:t>5.534e0</w:t>
      </w:r>
    </w:p>
    <w:p w:rsidR="00557788" w:rsidRDefault="00557788" w:rsidP="00557788">
      <w:r>
        <w:t>248.9918</w:t>
      </w:r>
      <w:r>
        <w:tab/>
        <w:t>4.203e-1</w:t>
      </w:r>
    </w:p>
    <w:p w:rsidR="00557788" w:rsidRDefault="00557788" w:rsidP="00557788">
      <w:r>
        <w:t>248.9942</w:t>
      </w:r>
      <w:r>
        <w:tab/>
        <w:t>2.007e0</w:t>
      </w:r>
    </w:p>
    <w:p w:rsidR="00557788" w:rsidRDefault="00557788" w:rsidP="00557788">
      <w:r>
        <w:t>248.9973</w:t>
      </w:r>
      <w:r>
        <w:tab/>
        <w:t>4.901e0</w:t>
      </w:r>
    </w:p>
    <w:p w:rsidR="00557788" w:rsidRDefault="00557788" w:rsidP="00557788">
      <w:r>
        <w:t>249.0053</w:t>
      </w:r>
      <w:r>
        <w:tab/>
        <w:t>4.489e0</w:t>
      </w:r>
    </w:p>
    <w:p w:rsidR="00557788" w:rsidRDefault="00557788" w:rsidP="00557788">
      <w:r>
        <w:t>249.0353</w:t>
      </w:r>
      <w:r>
        <w:tab/>
        <w:t>5.905e0</w:t>
      </w:r>
    </w:p>
    <w:p w:rsidR="00557788" w:rsidRDefault="00557788" w:rsidP="00557788">
      <w:r>
        <w:lastRenderedPageBreak/>
        <w:t>249.0424</w:t>
      </w:r>
      <w:r>
        <w:tab/>
        <w:t>6.092e0</w:t>
      </w:r>
    </w:p>
    <w:p w:rsidR="00557788" w:rsidRDefault="00557788" w:rsidP="00557788">
      <w:r>
        <w:t>249.0596</w:t>
      </w:r>
      <w:r>
        <w:tab/>
        <w:t>8.340e0</w:t>
      </w:r>
    </w:p>
    <w:p w:rsidR="00557788" w:rsidRDefault="00557788" w:rsidP="00557788">
      <w:r>
        <w:t>249.0960</w:t>
      </w:r>
      <w:r>
        <w:tab/>
        <w:t>2.556e0</w:t>
      </w:r>
    </w:p>
    <w:p w:rsidR="00557788" w:rsidRDefault="00557788" w:rsidP="00557788">
      <w:r>
        <w:t>249.0986</w:t>
      </w:r>
      <w:r>
        <w:tab/>
        <w:t>3.329e0</w:t>
      </w:r>
    </w:p>
    <w:p w:rsidR="00557788" w:rsidRDefault="00557788" w:rsidP="00557788">
      <w:r>
        <w:t>249.1167</w:t>
      </w:r>
      <w:r>
        <w:tab/>
        <w:t>2.938e0</w:t>
      </w:r>
    </w:p>
    <w:p w:rsidR="00557788" w:rsidRDefault="00557788" w:rsidP="00557788">
      <w:r>
        <w:t>249.1194</w:t>
      </w:r>
      <w:r>
        <w:tab/>
        <w:t>2.532e0</w:t>
      </w:r>
    </w:p>
    <w:p w:rsidR="00557788" w:rsidRDefault="00557788" w:rsidP="00557788">
      <w:r>
        <w:t>249.1369</w:t>
      </w:r>
      <w:r>
        <w:tab/>
        <w:t>1.958e0</w:t>
      </w:r>
    </w:p>
    <w:p w:rsidR="00557788" w:rsidRDefault="00557788" w:rsidP="00557788">
      <w:r>
        <w:t>249.1398</w:t>
      </w:r>
      <w:r>
        <w:tab/>
        <w:t>5.933e0</w:t>
      </w:r>
    </w:p>
    <w:p w:rsidR="00557788" w:rsidRDefault="00557788" w:rsidP="00557788">
      <w:r>
        <w:t>249.1454</w:t>
      </w:r>
      <w:r>
        <w:tab/>
        <w:t>1.033e1</w:t>
      </w:r>
    </w:p>
    <w:p w:rsidR="00557788" w:rsidRDefault="00557788" w:rsidP="00557788">
      <w:r>
        <w:t>249.1843</w:t>
      </w:r>
      <w:r>
        <w:tab/>
        <w:t>1.402e0</w:t>
      </w:r>
    </w:p>
    <w:p w:rsidR="00557788" w:rsidRDefault="00557788" w:rsidP="00557788">
      <w:r>
        <w:t>249.1880</w:t>
      </w:r>
      <w:r>
        <w:tab/>
        <w:t>2.051e0</w:t>
      </w:r>
    </w:p>
    <w:p w:rsidR="00557788" w:rsidRDefault="00557788" w:rsidP="00557788">
      <w:r>
        <w:t>249.2089</w:t>
      </w:r>
      <w:r>
        <w:tab/>
        <w:t>9.586e0</w:t>
      </w:r>
    </w:p>
    <w:p w:rsidR="00557788" w:rsidRDefault="00557788" w:rsidP="00557788">
      <w:r>
        <w:t>249.2113</w:t>
      </w:r>
      <w:r>
        <w:tab/>
        <w:t>1.621e0</w:t>
      </w:r>
    </w:p>
    <w:p w:rsidR="00557788" w:rsidRDefault="00557788" w:rsidP="00557788">
      <w:r>
        <w:t>249.2125</w:t>
      </w:r>
      <w:r>
        <w:tab/>
        <w:t>1.558e0</w:t>
      </w:r>
    </w:p>
    <w:p w:rsidR="00557788" w:rsidRDefault="00557788" w:rsidP="00557788">
      <w:r>
        <w:t>249.2174</w:t>
      </w:r>
      <w:r>
        <w:tab/>
        <w:t>3.544e0</w:t>
      </w:r>
    </w:p>
    <w:p w:rsidR="00557788" w:rsidRDefault="00557788" w:rsidP="00557788">
      <w:r>
        <w:t>249.2187</w:t>
      </w:r>
      <w:r>
        <w:tab/>
        <w:t>2.025e0</w:t>
      </w:r>
    </w:p>
    <w:p w:rsidR="00557788" w:rsidRDefault="00557788" w:rsidP="00557788">
      <w:r>
        <w:t>249.2276</w:t>
      </w:r>
      <w:r>
        <w:tab/>
        <w:t>1.025e0</w:t>
      </w:r>
    </w:p>
    <w:p w:rsidR="00557788" w:rsidRDefault="00557788" w:rsidP="00557788">
      <w:r>
        <w:t>249.2391</w:t>
      </w:r>
      <w:r>
        <w:tab/>
        <w:t>3.756e0</w:t>
      </w:r>
    </w:p>
    <w:p w:rsidR="00557788" w:rsidRDefault="00557788" w:rsidP="00557788">
      <w:r>
        <w:t>249.2555</w:t>
      </w:r>
      <w:r>
        <w:tab/>
        <w:t>5.058e0</w:t>
      </w:r>
    </w:p>
    <w:p w:rsidR="00557788" w:rsidRDefault="00557788" w:rsidP="00557788">
      <w:r>
        <w:lastRenderedPageBreak/>
        <w:t>249.2647</w:t>
      </w:r>
      <w:r>
        <w:tab/>
        <w:t>1.013e0</w:t>
      </w:r>
    </w:p>
    <w:p w:rsidR="00557788" w:rsidRDefault="00557788" w:rsidP="00557788">
      <w:r>
        <w:t>249.2733</w:t>
      </w:r>
      <w:r>
        <w:tab/>
        <w:t>2.038e0</w:t>
      </w:r>
    </w:p>
    <w:p w:rsidR="00557788" w:rsidRDefault="00557788" w:rsidP="00557788">
      <w:r>
        <w:t>249.2916</w:t>
      </w:r>
      <w:r>
        <w:tab/>
        <w:t>1.676e0</w:t>
      </w:r>
    </w:p>
    <w:p w:rsidR="00557788" w:rsidRDefault="00557788" w:rsidP="00557788">
      <w:r>
        <w:t>249.2961</w:t>
      </w:r>
      <w:r>
        <w:tab/>
        <w:t>2.025e0</w:t>
      </w:r>
    </w:p>
    <w:p w:rsidR="00557788" w:rsidRDefault="00557788" w:rsidP="00557788">
      <w:r>
        <w:t>249.3065</w:t>
      </w:r>
      <w:r>
        <w:tab/>
        <w:t>1.013e0</w:t>
      </w:r>
    </w:p>
    <w:p w:rsidR="00557788" w:rsidRDefault="00557788" w:rsidP="00557788">
      <w:r>
        <w:t>249.3142</w:t>
      </w:r>
      <w:r>
        <w:tab/>
        <w:t>2.025e0</w:t>
      </w:r>
    </w:p>
    <w:p w:rsidR="00557788" w:rsidRDefault="00557788" w:rsidP="00557788">
      <w:r>
        <w:t>249.3201</w:t>
      </w:r>
      <w:r>
        <w:tab/>
        <w:t>1.038e0</w:t>
      </w:r>
    </w:p>
    <w:p w:rsidR="00557788" w:rsidRDefault="00557788" w:rsidP="00557788">
      <w:r>
        <w:t>249.3240</w:t>
      </w:r>
      <w:r>
        <w:tab/>
        <w:t>1.013e0</w:t>
      </w:r>
    </w:p>
    <w:p w:rsidR="00557788" w:rsidRDefault="00557788" w:rsidP="00557788">
      <w:r>
        <w:t>249.3378</w:t>
      </w:r>
      <w:r>
        <w:tab/>
        <w:t>4.094e0</w:t>
      </w:r>
    </w:p>
    <w:p w:rsidR="00557788" w:rsidRDefault="00557788" w:rsidP="00557788">
      <w:r>
        <w:t>249.3436</w:t>
      </w:r>
      <w:r>
        <w:tab/>
        <w:t>1.013e0</w:t>
      </w:r>
    </w:p>
    <w:p w:rsidR="00557788" w:rsidRDefault="00557788" w:rsidP="00557788">
      <w:r>
        <w:t>249.3529</w:t>
      </w:r>
      <w:r>
        <w:tab/>
        <w:t>1.013e0</w:t>
      </w:r>
    </w:p>
    <w:p w:rsidR="00557788" w:rsidRDefault="00557788" w:rsidP="00557788">
      <w:r>
        <w:t>249.3900</w:t>
      </w:r>
      <w:r>
        <w:tab/>
        <w:t>1.266e-2</w:t>
      </w:r>
    </w:p>
    <w:p w:rsidR="00557788" w:rsidRDefault="00557788" w:rsidP="00557788">
      <w:r>
        <w:t>249.4032</w:t>
      </w:r>
      <w:r>
        <w:tab/>
        <w:t>2.038e0</w:t>
      </w:r>
    </w:p>
    <w:p w:rsidR="00557788" w:rsidRDefault="00557788" w:rsidP="00557788">
      <w:r>
        <w:t>249.4082</w:t>
      </w:r>
      <w:r>
        <w:tab/>
        <w:t>1.013e0</w:t>
      </w:r>
    </w:p>
    <w:p w:rsidR="00557788" w:rsidRDefault="00557788" w:rsidP="00557788">
      <w:r>
        <w:t>249.4108</w:t>
      </w:r>
      <w:r>
        <w:tab/>
        <w:t>3.038e0</w:t>
      </w:r>
    </w:p>
    <w:p w:rsidR="00557788" w:rsidRDefault="00557788" w:rsidP="00557788">
      <w:r>
        <w:t>249.4121</w:t>
      </w:r>
      <w:r>
        <w:tab/>
        <w:t>2.025e0</w:t>
      </w:r>
    </w:p>
    <w:p w:rsidR="00557788" w:rsidRDefault="00557788" w:rsidP="00557788">
      <w:r>
        <w:t>249.4148</w:t>
      </w:r>
      <w:r>
        <w:tab/>
        <w:t>3.038e0</w:t>
      </w:r>
    </w:p>
    <w:p w:rsidR="00557788" w:rsidRDefault="00557788" w:rsidP="00557788">
      <w:r>
        <w:t>249.4279</w:t>
      </w:r>
      <w:r>
        <w:tab/>
        <w:t>1.013e0</w:t>
      </w:r>
    </w:p>
    <w:p w:rsidR="00557788" w:rsidRDefault="00557788" w:rsidP="00557788">
      <w:r>
        <w:t>249.4452</w:t>
      </w:r>
      <w:r>
        <w:tab/>
        <w:t>2.025e0</w:t>
      </w:r>
    </w:p>
    <w:p w:rsidR="00557788" w:rsidRDefault="00557788" w:rsidP="00557788">
      <w:r>
        <w:lastRenderedPageBreak/>
        <w:t>249.4523</w:t>
      </w:r>
      <w:r>
        <w:tab/>
        <w:t>8.101e0</w:t>
      </w:r>
    </w:p>
    <w:p w:rsidR="00557788" w:rsidRDefault="00557788" w:rsidP="00557788">
      <w:r>
        <w:t>249.4543</w:t>
      </w:r>
      <w:r>
        <w:tab/>
        <w:t>2.025e0</w:t>
      </w:r>
    </w:p>
    <w:p w:rsidR="00557788" w:rsidRDefault="00557788" w:rsidP="00557788">
      <w:r>
        <w:t>249.4640</w:t>
      </w:r>
      <w:r>
        <w:tab/>
        <w:t>2.025e0</w:t>
      </w:r>
    </w:p>
    <w:p w:rsidR="00557788" w:rsidRDefault="00557788" w:rsidP="00557788">
      <w:r>
        <w:t>249.4661</w:t>
      </w:r>
      <w:r>
        <w:tab/>
        <w:t>1.266e-2</w:t>
      </w:r>
    </w:p>
    <w:p w:rsidR="00557788" w:rsidRDefault="00557788" w:rsidP="00557788">
      <w:r>
        <w:t>249.4679</w:t>
      </w:r>
      <w:r>
        <w:tab/>
        <w:t>2.025e0</w:t>
      </w:r>
    </w:p>
    <w:p w:rsidR="00557788" w:rsidRDefault="00557788" w:rsidP="00557788">
      <w:r>
        <w:t>249.4707</w:t>
      </w:r>
      <w:r>
        <w:tab/>
        <w:t>1.025e0</w:t>
      </w:r>
    </w:p>
    <w:p w:rsidR="00557788" w:rsidRDefault="00557788" w:rsidP="00557788">
      <w:r>
        <w:t>249.4808</w:t>
      </w:r>
      <w:r>
        <w:tab/>
        <w:t>2.025e0</w:t>
      </w:r>
    </w:p>
    <w:p w:rsidR="00557788" w:rsidRDefault="00557788" w:rsidP="00557788">
      <w:r>
        <w:t>249.4906</w:t>
      </w:r>
      <w:r>
        <w:tab/>
        <w:t>5.063e0</w:t>
      </w:r>
    </w:p>
    <w:p w:rsidR="00557788" w:rsidRDefault="00557788" w:rsidP="00557788">
      <w:r>
        <w:t>249.4963</w:t>
      </w:r>
      <w:r>
        <w:tab/>
        <w:t>1.101e0</w:t>
      </w:r>
    </w:p>
    <w:p w:rsidR="00557788" w:rsidRDefault="00557788" w:rsidP="00557788">
      <w:r>
        <w:t>249.5041</w:t>
      </w:r>
      <w:r>
        <w:tab/>
        <w:t>1.025e0</w:t>
      </w:r>
    </w:p>
    <w:p w:rsidR="00557788" w:rsidRDefault="00557788" w:rsidP="00557788">
      <w:r>
        <w:t>249.5218</w:t>
      </w:r>
      <w:r>
        <w:tab/>
        <w:t>2.025e0</w:t>
      </w:r>
    </w:p>
    <w:p w:rsidR="00557788" w:rsidRDefault="00557788" w:rsidP="00557788">
      <w:r>
        <w:t>249.5278</w:t>
      </w:r>
      <w:r>
        <w:tab/>
        <w:t>1.038e0</w:t>
      </w:r>
    </w:p>
    <w:p w:rsidR="00557788" w:rsidRDefault="00557788" w:rsidP="00557788">
      <w:r>
        <w:t>249.5293</w:t>
      </w:r>
      <w:r>
        <w:tab/>
        <w:t>1.266e-2</w:t>
      </w:r>
    </w:p>
    <w:p w:rsidR="00557788" w:rsidRDefault="00557788" w:rsidP="00557788">
      <w:r>
        <w:t>249.5340</w:t>
      </w:r>
      <w:r>
        <w:tab/>
        <w:t>1.025e0</w:t>
      </w:r>
    </w:p>
    <w:p w:rsidR="00557788" w:rsidRDefault="00557788" w:rsidP="00557788">
      <w:r>
        <w:t>249.5542</w:t>
      </w:r>
      <w:r>
        <w:tab/>
        <w:t>1.266e-2</w:t>
      </w:r>
    </w:p>
    <w:p w:rsidR="00557788" w:rsidRDefault="00557788" w:rsidP="00557788">
      <w:r>
        <w:t>249.5581</w:t>
      </w:r>
      <w:r>
        <w:tab/>
        <w:t>1.013e0</w:t>
      </w:r>
    </w:p>
    <w:p w:rsidR="00557788" w:rsidRDefault="00557788" w:rsidP="00557788">
      <w:r>
        <w:t>249.5711</w:t>
      </w:r>
      <w:r>
        <w:tab/>
        <w:t>1.266e-2</w:t>
      </w:r>
    </w:p>
    <w:p w:rsidR="00557788" w:rsidRDefault="00557788" w:rsidP="00557788">
      <w:r>
        <w:t>249.5804</w:t>
      </w:r>
      <w:r>
        <w:tab/>
        <w:t>1.013e0</w:t>
      </w:r>
    </w:p>
    <w:p w:rsidR="00557788" w:rsidRDefault="00557788" w:rsidP="00557788">
      <w:r>
        <w:t>249.5942</w:t>
      </w:r>
      <w:r>
        <w:tab/>
        <w:t>2.025e0</w:t>
      </w:r>
    </w:p>
    <w:p w:rsidR="00557788" w:rsidRDefault="00557788" w:rsidP="00557788">
      <w:r>
        <w:lastRenderedPageBreak/>
        <w:t>249.6023</w:t>
      </w:r>
      <w:r>
        <w:tab/>
        <w:t>3.038e0</w:t>
      </w:r>
    </w:p>
    <w:p w:rsidR="00557788" w:rsidRDefault="00557788" w:rsidP="00557788">
      <w:r>
        <w:t>249.6100</w:t>
      </w:r>
      <w:r>
        <w:tab/>
        <w:t>2.025e0</w:t>
      </w:r>
    </w:p>
    <w:p w:rsidR="00557788" w:rsidRDefault="00557788" w:rsidP="00557788">
      <w:r>
        <w:t>249.6285</w:t>
      </w:r>
      <w:r>
        <w:tab/>
        <w:t>2.063e0</w:t>
      </w:r>
    </w:p>
    <w:p w:rsidR="00557788" w:rsidRDefault="00557788" w:rsidP="00557788">
      <w:r>
        <w:t>249.6343</w:t>
      </w:r>
      <w:r>
        <w:tab/>
        <w:t>1.013e0</w:t>
      </w:r>
    </w:p>
    <w:p w:rsidR="00557788" w:rsidRDefault="00557788" w:rsidP="00557788">
      <w:r>
        <w:t>249.6402</w:t>
      </w:r>
      <w:r>
        <w:tab/>
        <w:t>2.532e-2</w:t>
      </w:r>
    </w:p>
    <w:p w:rsidR="00557788" w:rsidRDefault="00557788" w:rsidP="00557788">
      <w:r>
        <w:t>249.6422</w:t>
      </w:r>
      <w:r>
        <w:tab/>
        <w:t>3.038e0</w:t>
      </w:r>
    </w:p>
    <w:p w:rsidR="00557788" w:rsidRDefault="00557788" w:rsidP="00557788">
      <w:r>
        <w:t>249.6553</w:t>
      </w:r>
      <w:r>
        <w:tab/>
        <w:t>3.038e0</w:t>
      </w:r>
    </w:p>
    <w:p w:rsidR="00557788" w:rsidRDefault="00557788" w:rsidP="00557788">
      <w:r>
        <w:t>249.6615</w:t>
      </w:r>
      <w:r>
        <w:tab/>
        <w:t>2.025e0</w:t>
      </w:r>
    </w:p>
    <w:p w:rsidR="00557788" w:rsidRDefault="00557788" w:rsidP="00557788">
      <w:r>
        <w:t>249.6882</w:t>
      </w:r>
      <w:r>
        <w:tab/>
        <w:t>2.025e0</w:t>
      </w:r>
    </w:p>
    <w:p w:rsidR="00557788" w:rsidRDefault="00557788" w:rsidP="00557788">
      <w:r>
        <w:t>249.7014</w:t>
      </w:r>
      <w:r>
        <w:tab/>
        <w:t>3.038e0</w:t>
      </w:r>
    </w:p>
    <w:p w:rsidR="00557788" w:rsidRDefault="00557788" w:rsidP="00557788">
      <w:r>
        <w:t>249.7384</w:t>
      </w:r>
      <w:r>
        <w:tab/>
        <w:t>2.532e-2</w:t>
      </w:r>
    </w:p>
    <w:p w:rsidR="00557788" w:rsidRDefault="00557788" w:rsidP="00557788">
      <w:r>
        <w:t>249.7454</w:t>
      </w:r>
      <w:r>
        <w:tab/>
        <w:t>2.025e0</w:t>
      </w:r>
    </w:p>
    <w:p w:rsidR="00557788" w:rsidRDefault="00557788" w:rsidP="00557788">
      <w:r>
        <w:t>249.7567</w:t>
      </w:r>
      <w:r>
        <w:tab/>
        <w:t>1.266e-2</w:t>
      </w:r>
    </w:p>
    <w:p w:rsidR="00557788" w:rsidRDefault="00557788" w:rsidP="00557788">
      <w:r>
        <w:t>249.7752</w:t>
      </w:r>
      <w:r>
        <w:tab/>
        <w:t>6.101e0</w:t>
      </w:r>
    </w:p>
    <w:p w:rsidR="00557788" w:rsidRDefault="00557788" w:rsidP="00557788">
      <w:r>
        <w:t>249.7764</w:t>
      </w:r>
      <w:r>
        <w:tab/>
        <w:t>1.013e0</w:t>
      </w:r>
    </w:p>
    <w:p w:rsidR="00557788" w:rsidRDefault="00557788" w:rsidP="00557788">
      <w:r>
        <w:t>249.7803</w:t>
      </w:r>
      <w:r>
        <w:tab/>
        <w:t>1.266e-2</w:t>
      </w:r>
    </w:p>
    <w:p w:rsidR="00557788" w:rsidRDefault="00557788" w:rsidP="00557788">
      <w:r>
        <w:t>249.7942</w:t>
      </w:r>
      <w:r>
        <w:tab/>
        <w:t>1.266e-2</w:t>
      </w:r>
    </w:p>
    <w:p w:rsidR="00557788" w:rsidRDefault="00557788" w:rsidP="00557788">
      <w:r>
        <w:t>249.7976</w:t>
      </w:r>
      <w:r>
        <w:tab/>
        <w:t>4.051e0</w:t>
      </w:r>
    </w:p>
    <w:p w:rsidR="00557788" w:rsidRDefault="00557788" w:rsidP="00557788">
      <w:r>
        <w:t>249.8086</w:t>
      </w:r>
      <w:r>
        <w:tab/>
        <w:t>2.025e0</w:t>
      </w:r>
    </w:p>
    <w:p w:rsidR="00557788" w:rsidRDefault="00557788" w:rsidP="00557788">
      <w:r>
        <w:lastRenderedPageBreak/>
        <w:t>249.8185</w:t>
      </w:r>
      <w:r>
        <w:tab/>
        <w:t>1.013e0</w:t>
      </w:r>
    </w:p>
    <w:p w:rsidR="00557788" w:rsidRDefault="00557788" w:rsidP="00557788">
      <w:r>
        <w:t>249.8223</w:t>
      </w:r>
      <w:r>
        <w:tab/>
        <w:t>1.025e0</w:t>
      </w:r>
    </w:p>
    <w:p w:rsidR="00557788" w:rsidRDefault="00557788" w:rsidP="00557788">
      <w:r>
        <w:t>249.8314</w:t>
      </w:r>
      <w:r>
        <w:tab/>
        <w:t>1.013e0</w:t>
      </w:r>
    </w:p>
    <w:p w:rsidR="00557788" w:rsidRDefault="00557788" w:rsidP="00557788">
      <w:r>
        <w:t>249.8720</w:t>
      </w:r>
      <w:r>
        <w:tab/>
        <w:t>2.051e0</w:t>
      </w:r>
    </w:p>
    <w:p w:rsidR="00557788" w:rsidRDefault="00557788" w:rsidP="00557788">
      <w:r>
        <w:t>249.8870</w:t>
      </w:r>
      <w:r>
        <w:tab/>
        <w:t>2.532e-2</w:t>
      </w:r>
    </w:p>
    <w:p w:rsidR="00557788" w:rsidRDefault="00557788" w:rsidP="00557788">
      <w:r>
        <w:t>249.8929</w:t>
      </w:r>
      <w:r>
        <w:tab/>
        <w:t>2.025e0</w:t>
      </w:r>
    </w:p>
    <w:p w:rsidR="00557788" w:rsidRDefault="00557788" w:rsidP="00557788">
      <w:r>
        <w:t>249.8987</w:t>
      </w:r>
      <w:r>
        <w:tab/>
        <w:t>1.013e0</w:t>
      </w:r>
    </w:p>
    <w:p w:rsidR="00557788" w:rsidRDefault="00557788" w:rsidP="00557788">
      <w:r>
        <w:t>249.9046</w:t>
      </w:r>
      <w:r>
        <w:tab/>
        <w:t>2.532e-2</w:t>
      </w:r>
    </w:p>
    <w:p w:rsidR="00557788" w:rsidRDefault="00557788" w:rsidP="00557788">
      <w:r>
        <w:t>249.9066</w:t>
      </w:r>
      <w:r>
        <w:tab/>
        <w:t>2.025e0</w:t>
      </w:r>
    </w:p>
    <w:p w:rsidR="00557788" w:rsidRDefault="00557788" w:rsidP="00557788">
      <w:r>
        <w:t>249.9244</w:t>
      </w:r>
      <w:r>
        <w:tab/>
        <w:t>1.013e0</w:t>
      </w:r>
    </w:p>
    <w:p w:rsidR="00557788" w:rsidRDefault="00557788" w:rsidP="00557788">
      <w:r>
        <w:t>249.9408</w:t>
      </w:r>
      <w:r>
        <w:tab/>
        <w:t>1.266e-2</w:t>
      </w:r>
    </w:p>
    <w:p w:rsidR="00557788" w:rsidRDefault="00557788" w:rsidP="00557788">
      <w:r>
        <w:t>249.9448</w:t>
      </w:r>
      <w:r>
        <w:tab/>
        <w:t>1.266e-2</w:t>
      </w:r>
    </w:p>
    <w:p w:rsidR="00557788" w:rsidRDefault="00557788" w:rsidP="00557788">
      <w:r>
        <w:t>249.9487</w:t>
      </w:r>
      <w:r>
        <w:tab/>
        <w:t>9.794e-1</w:t>
      </w:r>
    </w:p>
    <w:p w:rsidR="00557788" w:rsidRDefault="00557788" w:rsidP="00557788">
      <w:r>
        <w:t>249.9512</w:t>
      </w:r>
      <w:r>
        <w:tab/>
        <w:t>2.025e0</w:t>
      </w:r>
    </w:p>
    <w:p w:rsidR="00557788" w:rsidRDefault="00557788" w:rsidP="00557788">
      <w:r>
        <w:t>249.9663</w:t>
      </w:r>
      <w:r>
        <w:tab/>
        <w:t>2.025e0</w:t>
      </w:r>
    </w:p>
    <w:p w:rsidR="00557788" w:rsidRDefault="00557788" w:rsidP="00557788">
      <w:r>
        <w:t>249.9696</w:t>
      </w:r>
      <w:r>
        <w:tab/>
        <w:t>3.038e0</w:t>
      </w:r>
    </w:p>
    <w:p w:rsidR="00557788" w:rsidRDefault="00557788" w:rsidP="00557788">
      <w:r>
        <w:t>249.9709</w:t>
      </w:r>
      <w:r>
        <w:tab/>
        <w:t>1.013e0</w:t>
      </w:r>
    </w:p>
    <w:p w:rsidR="00557788" w:rsidRDefault="00557788" w:rsidP="00557788">
      <w:r>
        <w:t>249.9811</w:t>
      </w:r>
      <w:r>
        <w:tab/>
        <w:t>1.796e0</w:t>
      </w:r>
    </w:p>
    <w:p w:rsidR="00557788" w:rsidRDefault="00557788" w:rsidP="00557788">
      <w:r>
        <w:t>249.9909</w:t>
      </w:r>
      <w:r>
        <w:tab/>
        <w:t>1.013e0</w:t>
      </w:r>
    </w:p>
    <w:p w:rsidR="00557788" w:rsidRDefault="00557788" w:rsidP="00557788">
      <w:r>
        <w:lastRenderedPageBreak/>
        <w:t>250.0008</w:t>
      </w:r>
      <w:r>
        <w:tab/>
        <w:t>5.800e0</w:t>
      </w:r>
    </w:p>
    <w:p w:rsidR="00557788" w:rsidRDefault="00557788" w:rsidP="00557788">
      <w:r>
        <w:t>250.0099</w:t>
      </w:r>
      <w:r>
        <w:tab/>
        <w:t>1.480e-1</w:t>
      </w:r>
    </w:p>
    <w:p w:rsidR="00557788" w:rsidRDefault="00557788" w:rsidP="00557788">
      <w:r>
        <w:t>250.0203</w:t>
      </w:r>
      <w:r>
        <w:tab/>
        <w:t>8.572e0</w:t>
      </w:r>
    </w:p>
    <w:p w:rsidR="00557788" w:rsidRDefault="00557788" w:rsidP="00557788">
      <w:r>
        <w:t>250.0363</w:t>
      </w:r>
      <w:r>
        <w:tab/>
        <w:t>5.191e0</w:t>
      </w:r>
    </w:p>
    <w:p w:rsidR="00557788" w:rsidRDefault="00557788" w:rsidP="00557788">
      <w:r>
        <w:t>250.0403</w:t>
      </w:r>
      <w:r>
        <w:tab/>
        <w:t>7.259e-1</w:t>
      </w:r>
    </w:p>
    <w:p w:rsidR="00557788" w:rsidRDefault="00557788" w:rsidP="00557788">
      <w:r>
        <w:t>250.0495</w:t>
      </w:r>
      <w:r>
        <w:tab/>
        <w:t>1.494e1</w:t>
      </w:r>
    </w:p>
    <w:p w:rsidR="00557788" w:rsidRDefault="00557788" w:rsidP="00557788">
      <w:r>
        <w:t>250.0575</w:t>
      </w:r>
      <w:r>
        <w:tab/>
        <w:t>3.249e0</w:t>
      </w:r>
    </w:p>
    <w:p w:rsidR="00557788" w:rsidRDefault="00557788" w:rsidP="00557788">
      <w:r>
        <w:t>250.0608</w:t>
      </w:r>
      <w:r>
        <w:tab/>
        <w:t>2.245e0</w:t>
      </w:r>
    </w:p>
    <w:p w:rsidR="00557788" w:rsidRDefault="00557788" w:rsidP="00557788">
      <w:r>
        <w:t>250.0780</w:t>
      </w:r>
      <w:r>
        <w:tab/>
        <w:t>2.377e0</w:t>
      </w:r>
    </w:p>
    <w:p w:rsidR="00557788" w:rsidRDefault="00557788" w:rsidP="00557788">
      <w:r>
        <w:t>250.0901</w:t>
      </w:r>
      <w:r>
        <w:tab/>
        <w:t>7.131e0</w:t>
      </w:r>
    </w:p>
    <w:p w:rsidR="00557788" w:rsidRDefault="00557788" w:rsidP="00557788">
      <w:r>
        <w:t>250.1004</w:t>
      </w:r>
      <w:r>
        <w:tab/>
        <w:t>6.575e0</w:t>
      </w:r>
    </w:p>
    <w:p w:rsidR="00557788" w:rsidRDefault="00557788" w:rsidP="00557788">
      <w:r>
        <w:t>250.1042</w:t>
      </w:r>
      <w:r>
        <w:tab/>
        <w:t>1.325e1</w:t>
      </w:r>
    </w:p>
    <w:p w:rsidR="00557788" w:rsidRDefault="00557788" w:rsidP="00557788">
      <w:r>
        <w:t>250.1123</w:t>
      </w:r>
      <w:r>
        <w:tab/>
        <w:t>5.644e0</w:t>
      </w:r>
    </w:p>
    <w:p w:rsidR="00557788" w:rsidRDefault="00557788" w:rsidP="00557788">
      <w:r>
        <w:t>250.1314</w:t>
      </w:r>
      <w:r>
        <w:tab/>
        <w:t>4.051e0</w:t>
      </w:r>
    </w:p>
    <w:p w:rsidR="00557788" w:rsidRDefault="00557788" w:rsidP="00557788">
      <w:r>
        <w:t>250.1420</w:t>
      </w:r>
      <w:r>
        <w:tab/>
        <w:t>1.458e0</w:t>
      </w:r>
    </w:p>
    <w:p w:rsidR="00557788" w:rsidRDefault="00557788" w:rsidP="00557788">
      <w:r>
        <w:t>250.1539</w:t>
      </w:r>
      <w:r>
        <w:tab/>
        <w:t>6.099e0</w:t>
      </w:r>
    </w:p>
    <w:p w:rsidR="00557788" w:rsidRDefault="00557788" w:rsidP="00557788">
      <w:r>
        <w:t>250.1602</w:t>
      </w:r>
      <w:r>
        <w:tab/>
        <w:t>4.257e0</w:t>
      </w:r>
    </w:p>
    <w:p w:rsidR="00557788" w:rsidRDefault="00557788" w:rsidP="00557788">
      <w:r>
        <w:t>250.1681</w:t>
      </w:r>
      <w:r>
        <w:tab/>
        <w:t>6.373e-1</w:t>
      </w:r>
    </w:p>
    <w:p w:rsidR="00557788" w:rsidRDefault="00557788" w:rsidP="00557788">
      <w:r>
        <w:t>250.1749</w:t>
      </w:r>
      <w:r>
        <w:tab/>
        <w:t>1.158e-1</w:t>
      </w:r>
    </w:p>
    <w:p w:rsidR="00557788" w:rsidRDefault="00557788" w:rsidP="00557788">
      <w:r>
        <w:lastRenderedPageBreak/>
        <w:t>250.1774</w:t>
      </w:r>
      <w:r>
        <w:tab/>
        <w:t>1.891e0</w:t>
      </w:r>
    </w:p>
    <w:p w:rsidR="00557788" w:rsidRDefault="00557788" w:rsidP="00557788">
      <w:r>
        <w:t>250.1984</w:t>
      </w:r>
      <w:r>
        <w:tab/>
        <w:t>4.459e0</w:t>
      </w:r>
    </w:p>
    <w:p w:rsidR="00557788" w:rsidRDefault="00557788" w:rsidP="00557788">
      <w:r>
        <w:t>250.2034</w:t>
      </w:r>
      <w:r>
        <w:tab/>
        <w:t>2.909e0</w:t>
      </w:r>
    </w:p>
    <w:p w:rsidR="00557788" w:rsidRDefault="00557788" w:rsidP="00557788">
      <w:r>
        <w:t>250.2054</w:t>
      </w:r>
      <w:r>
        <w:tab/>
        <w:t>3.038e0</w:t>
      </w:r>
    </w:p>
    <w:p w:rsidR="00557788" w:rsidRDefault="00557788" w:rsidP="00557788">
      <w:r>
        <w:t>250.2112</w:t>
      </w:r>
      <w:r>
        <w:tab/>
        <w:t>3.003e0</w:t>
      </w:r>
    </w:p>
    <w:p w:rsidR="00557788" w:rsidRDefault="00557788" w:rsidP="00557788">
      <w:r>
        <w:t>250.2270</w:t>
      </w:r>
      <w:r>
        <w:tab/>
        <w:t>5.361e0</w:t>
      </w:r>
    </w:p>
    <w:p w:rsidR="00557788" w:rsidRDefault="00557788" w:rsidP="00557788">
      <w:r>
        <w:t>250.2289</w:t>
      </w:r>
      <w:r>
        <w:tab/>
        <w:t>3.038e0</w:t>
      </w:r>
    </w:p>
    <w:p w:rsidR="00557788" w:rsidRDefault="00557788" w:rsidP="00557788">
      <w:r>
        <w:t>250.2344</w:t>
      </w:r>
      <w:r>
        <w:tab/>
        <w:t>3.038e0</w:t>
      </w:r>
    </w:p>
    <w:p w:rsidR="00557788" w:rsidRDefault="00557788" w:rsidP="00557788">
      <w:r>
        <w:t>250.2434</w:t>
      </w:r>
      <w:r>
        <w:tab/>
        <w:t>7.439e0</w:t>
      </w:r>
    </w:p>
    <w:p w:rsidR="00557788" w:rsidRDefault="00557788" w:rsidP="00557788">
      <w:r>
        <w:t>250.2474</w:t>
      </w:r>
      <w:r>
        <w:tab/>
        <w:t>2.025e0</w:t>
      </w:r>
    </w:p>
    <w:p w:rsidR="00557788" w:rsidRDefault="00557788" w:rsidP="00557788">
      <w:r>
        <w:t>250.2556</w:t>
      </w:r>
      <w:r>
        <w:tab/>
        <w:t>1.025e0</w:t>
      </w:r>
    </w:p>
    <w:p w:rsidR="00557788" w:rsidRDefault="00557788" w:rsidP="00557788">
      <w:r>
        <w:t>250.2642</w:t>
      </w:r>
      <w:r>
        <w:tab/>
        <w:t>1.013e0</w:t>
      </w:r>
    </w:p>
    <w:p w:rsidR="00557788" w:rsidRDefault="00557788" w:rsidP="00557788">
      <w:r>
        <w:t>250.2837</w:t>
      </w:r>
      <w:r>
        <w:tab/>
        <w:t>1.664e0</w:t>
      </w:r>
    </w:p>
    <w:p w:rsidR="00557788" w:rsidRDefault="00557788" w:rsidP="00557788">
      <w:r>
        <w:t>250.2997</w:t>
      </w:r>
      <w:r>
        <w:tab/>
        <w:t>2.025e0</w:t>
      </w:r>
    </w:p>
    <w:p w:rsidR="00557788" w:rsidRDefault="00557788" w:rsidP="00557788">
      <w:r>
        <w:t>250.3177</w:t>
      </w:r>
      <w:r>
        <w:tab/>
        <w:t>1.038e0</w:t>
      </w:r>
    </w:p>
    <w:p w:rsidR="00557788" w:rsidRDefault="00557788" w:rsidP="00557788">
      <w:r>
        <w:t>250.3222</w:t>
      </w:r>
      <w:r>
        <w:tab/>
        <w:t>1.038e0</w:t>
      </w:r>
    </w:p>
    <w:p w:rsidR="00557788" w:rsidRDefault="00557788" w:rsidP="00557788">
      <w:r>
        <w:t>250.3277</w:t>
      </w:r>
      <w:r>
        <w:tab/>
        <w:t>3.038e0</w:t>
      </w:r>
    </w:p>
    <w:p w:rsidR="00557788" w:rsidRDefault="00557788" w:rsidP="00557788">
      <w:r>
        <w:t>250.3328</w:t>
      </w:r>
      <w:r>
        <w:tab/>
        <w:t>1.076e0</w:t>
      </w:r>
    </w:p>
    <w:p w:rsidR="00557788" w:rsidRDefault="00557788" w:rsidP="00557788">
      <w:r>
        <w:t>250.3527</w:t>
      </w:r>
      <w:r>
        <w:tab/>
        <w:t>1.025e0</w:t>
      </w:r>
    </w:p>
    <w:p w:rsidR="00557788" w:rsidRDefault="00557788" w:rsidP="00557788">
      <w:r>
        <w:lastRenderedPageBreak/>
        <w:t>250.3659</w:t>
      </w:r>
      <w:r>
        <w:tab/>
        <w:t>1.013e0</w:t>
      </w:r>
    </w:p>
    <w:p w:rsidR="00557788" w:rsidRDefault="00557788" w:rsidP="00557788">
      <w:r>
        <w:t>250.3777</w:t>
      </w:r>
      <w:r>
        <w:tab/>
        <w:t>2.025e0</w:t>
      </w:r>
    </w:p>
    <w:p w:rsidR="00557788" w:rsidRDefault="00557788" w:rsidP="00557788">
      <w:r>
        <w:t>250.3963</w:t>
      </w:r>
      <w:r>
        <w:tab/>
        <w:t>4.582e0</w:t>
      </w:r>
    </w:p>
    <w:p w:rsidR="00557788" w:rsidRDefault="00557788" w:rsidP="00557788">
      <w:r>
        <w:t>250.4081</w:t>
      </w:r>
      <w:r>
        <w:tab/>
        <w:t>2.025e0</w:t>
      </w:r>
    </w:p>
    <w:p w:rsidR="00557788" w:rsidRDefault="00557788" w:rsidP="00557788">
      <w:r>
        <w:t>250.4120</w:t>
      </w:r>
      <w:r>
        <w:tab/>
        <w:t>2.038e0</w:t>
      </w:r>
    </w:p>
    <w:p w:rsidR="00557788" w:rsidRDefault="00557788" w:rsidP="00557788">
      <w:r>
        <w:t>250.4159</w:t>
      </w:r>
      <w:r>
        <w:tab/>
        <w:t>2.025e0</w:t>
      </w:r>
    </w:p>
    <w:p w:rsidR="00557788" w:rsidRDefault="00557788" w:rsidP="00557788">
      <w:r>
        <w:t>250.4269</w:t>
      </w:r>
      <w:r>
        <w:tab/>
        <w:t>4.051e0</w:t>
      </w:r>
    </w:p>
    <w:p w:rsidR="00557788" w:rsidRDefault="00557788" w:rsidP="00557788">
      <w:r>
        <w:t>250.4306</w:t>
      </w:r>
      <w:r>
        <w:tab/>
        <w:t>3.038e0</w:t>
      </w:r>
    </w:p>
    <w:p w:rsidR="00557788" w:rsidRDefault="00557788" w:rsidP="00557788">
      <w:r>
        <w:t>250.4380</w:t>
      </w:r>
      <w:r>
        <w:tab/>
        <w:t>3.038e0</w:t>
      </w:r>
    </w:p>
    <w:p w:rsidR="00557788" w:rsidRDefault="00557788" w:rsidP="00557788">
      <w:r>
        <w:t>250.4516</w:t>
      </w:r>
      <w:r>
        <w:tab/>
        <w:t>2.532e-2</w:t>
      </w:r>
    </w:p>
    <w:p w:rsidR="00557788" w:rsidRDefault="00557788" w:rsidP="00557788">
      <w:r>
        <w:t>250.4620</w:t>
      </w:r>
      <w:r>
        <w:tab/>
        <w:t>3.797e-2</w:t>
      </w:r>
    </w:p>
    <w:p w:rsidR="00557788" w:rsidRDefault="00557788" w:rsidP="00557788">
      <w:r>
        <w:t>250.4716</w:t>
      </w:r>
      <w:r>
        <w:tab/>
        <w:t>3.038e0</w:t>
      </w:r>
    </w:p>
    <w:p w:rsidR="00557788" w:rsidRDefault="00557788" w:rsidP="00557788">
      <w:r>
        <w:t>250.4765</w:t>
      </w:r>
      <w:r>
        <w:tab/>
        <w:t>2.025e0</w:t>
      </w:r>
    </w:p>
    <w:p w:rsidR="00557788" w:rsidRDefault="00557788" w:rsidP="00557788">
      <w:r>
        <w:t>250.4962</w:t>
      </w:r>
      <w:r>
        <w:tab/>
        <w:t>1.266e-2</w:t>
      </w:r>
    </w:p>
    <w:p w:rsidR="00557788" w:rsidRDefault="00557788" w:rsidP="00557788">
      <w:r>
        <w:t>250.5041</w:t>
      </w:r>
      <w:r>
        <w:tab/>
        <w:t>2.532e-2</w:t>
      </w:r>
    </w:p>
    <w:p w:rsidR="00557788" w:rsidRDefault="00557788" w:rsidP="00557788">
      <w:r>
        <w:t>250.5064</w:t>
      </w:r>
      <w:r>
        <w:tab/>
        <w:t>3.038e0</w:t>
      </w:r>
    </w:p>
    <w:p w:rsidR="00557788" w:rsidRDefault="00557788" w:rsidP="00557788">
      <w:r>
        <w:t>250.5120</w:t>
      </w:r>
      <w:r>
        <w:tab/>
        <w:t>1.013e0</w:t>
      </w:r>
    </w:p>
    <w:p w:rsidR="00557788" w:rsidRDefault="00557788" w:rsidP="00557788">
      <w:r>
        <w:t>250.5194</w:t>
      </w:r>
      <w:r>
        <w:tab/>
        <w:t>2.025e0</w:t>
      </w:r>
    </w:p>
    <w:p w:rsidR="00557788" w:rsidRDefault="00557788" w:rsidP="00557788">
      <w:r>
        <w:t>250.5297</w:t>
      </w:r>
      <w:r>
        <w:tab/>
        <w:t>1.013e0</w:t>
      </w:r>
    </w:p>
    <w:p w:rsidR="00557788" w:rsidRDefault="00557788" w:rsidP="00557788">
      <w:r>
        <w:lastRenderedPageBreak/>
        <w:t>250.5325</w:t>
      </w:r>
      <w:r>
        <w:tab/>
        <w:t>2.025e0</w:t>
      </w:r>
    </w:p>
    <w:p w:rsidR="00557788" w:rsidRDefault="00557788" w:rsidP="00557788">
      <w:r>
        <w:t>250.5383</w:t>
      </w:r>
      <w:r>
        <w:tab/>
        <w:t>3.038e0</w:t>
      </w:r>
    </w:p>
    <w:p w:rsidR="00557788" w:rsidRDefault="00557788" w:rsidP="00557788">
      <w:r>
        <w:t>250.5502</w:t>
      </w:r>
      <w:r>
        <w:tab/>
        <w:t>2.038e0</w:t>
      </w:r>
    </w:p>
    <w:p w:rsidR="00557788" w:rsidRDefault="00557788" w:rsidP="00557788">
      <w:r>
        <w:t>250.5580</w:t>
      </w:r>
      <w:r>
        <w:tab/>
        <w:t>1.013e0</w:t>
      </w:r>
    </w:p>
    <w:p w:rsidR="00557788" w:rsidRDefault="00557788" w:rsidP="00557788">
      <w:r>
        <w:t>250.5620</w:t>
      </w:r>
      <w:r>
        <w:tab/>
        <w:t>1.038e0</w:t>
      </w:r>
    </w:p>
    <w:p w:rsidR="00557788" w:rsidRDefault="00557788" w:rsidP="00557788">
      <w:r>
        <w:t>250.5763</w:t>
      </w:r>
      <w:r>
        <w:tab/>
        <w:t>1.013e0</w:t>
      </w:r>
    </w:p>
    <w:p w:rsidR="00557788" w:rsidRDefault="00557788" w:rsidP="00557788">
      <w:r>
        <w:t>250.5844</w:t>
      </w:r>
      <w:r>
        <w:tab/>
        <w:t>1.013e0</w:t>
      </w:r>
    </w:p>
    <w:p w:rsidR="00557788" w:rsidRDefault="00557788" w:rsidP="00557788">
      <w:r>
        <w:t>250.6002</w:t>
      </w:r>
      <w:r>
        <w:tab/>
        <w:t>1.025e0</w:t>
      </w:r>
    </w:p>
    <w:p w:rsidR="00557788" w:rsidRDefault="00557788" w:rsidP="00557788">
      <w:r>
        <w:t>250.6136</w:t>
      </w:r>
      <w:r>
        <w:tab/>
        <w:t>1.266e-2</w:t>
      </w:r>
    </w:p>
    <w:p w:rsidR="00557788" w:rsidRDefault="00557788" w:rsidP="00557788">
      <w:r>
        <w:t>250.6240</w:t>
      </w:r>
      <w:r>
        <w:tab/>
        <w:t>2.025e0</w:t>
      </w:r>
    </w:p>
    <w:p w:rsidR="00557788" w:rsidRDefault="00557788" w:rsidP="00557788">
      <w:r>
        <w:t>250.6286</w:t>
      </w:r>
      <w:r>
        <w:tab/>
        <w:t>2.025e0</w:t>
      </w:r>
    </w:p>
    <w:p w:rsidR="00557788" w:rsidRDefault="00557788" w:rsidP="00557788">
      <w:r>
        <w:t>250.6385</w:t>
      </w:r>
      <w:r>
        <w:tab/>
        <w:t>2.025e0</w:t>
      </w:r>
    </w:p>
    <w:p w:rsidR="00557788" w:rsidRDefault="00557788" w:rsidP="00557788">
      <w:r>
        <w:t>250.6481</w:t>
      </w:r>
      <w:r>
        <w:tab/>
        <w:t>2.025e0</w:t>
      </w:r>
    </w:p>
    <w:p w:rsidR="00557788" w:rsidRDefault="00557788" w:rsidP="00557788">
      <w:r>
        <w:t>250.6555</w:t>
      </w:r>
      <w:r>
        <w:tab/>
        <w:t>3.038e0</w:t>
      </w:r>
    </w:p>
    <w:p w:rsidR="00557788" w:rsidRDefault="00557788" w:rsidP="00557788">
      <w:r>
        <w:t>250.6766</w:t>
      </w:r>
      <w:r>
        <w:tab/>
        <w:t>1.013e0</w:t>
      </w:r>
    </w:p>
    <w:p w:rsidR="00557788" w:rsidRDefault="00557788" w:rsidP="00557788">
      <w:r>
        <w:t>250.6797</w:t>
      </w:r>
      <w:r>
        <w:tab/>
        <w:t>5.063e0</w:t>
      </w:r>
    </w:p>
    <w:p w:rsidR="00557788" w:rsidRDefault="00557788" w:rsidP="00557788">
      <w:r>
        <w:t>250.6824</w:t>
      </w:r>
      <w:r>
        <w:tab/>
        <w:t>2.532e-2</w:t>
      </w:r>
    </w:p>
    <w:p w:rsidR="00557788" w:rsidRDefault="00557788" w:rsidP="00557788">
      <w:r>
        <w:t>250.6836</w:t>
      </w:r>
      <w:r>
        <w:tab/>
        <w:t>6.076e0</w:t>
      </w:r>
    </w:p>
    <w:p w:rsidR="00557788" w:rsidRDefault="00557788" w:rsidP="00557788">
      <w:r>
        <w:t>250.6929</w:t>
      </w:r>
      <w:r>
        <w:tab/>
        <w:t>1.013e0</w:t>
      </w:r>
    </w:p>
    <w:p w:rsidR="00557788" w:rsidRDefault="00557788" w:rsidP="00557788">
      <w:r>
        <w:lastRenderedPageBreak/>
        <w:t>250.7022</w:t>
      </w:r>
      <w:r>
        <w:tab/>
        <w:t>2.025e0</w:t>
      </w:r>
    </w:p>
    <w:p w:rsidR="00557788" w:rsidRDefault="00557788" w:rsidP="00557788">
      <w:r>
        <w:t>250.7062</w:t>
      </w:r>
      <w:r>
        <w:tab/>
        <w:t>1.202e0</w:t>
      </w:r>
    </w:p>
    <w:p w:rsidR="00557788" w:rsidRDefault="00557788" w:rsidP="00557788">
      <w:r>
        <w:t>250.7267</w:t>
      </w:r>
      <w:r>
        <w:tab/>
        <w:t>1.266e-2</w:t>
      </w:r>
    </w:p>
    <w:p w:rsidR="00557788" w:rsidRDefault="00557788" w:rsidP="00557788">
      <w:r>
        <w:t>250.7418</w:t>
      </w:r>
      <w:r>
        <w:tab/>
        <w:t>2.025e0</w:t>
      </w:r>
    </w:p>
    <w:p w:rsidR="00557788" w:rsidRDefault="00557788" w:rsidP="00557788">
      <w:r>
        <w:t>250.7442</w:t>
      </w:r>
      <w:r>
        <w:tab/>
        <w:t>1.013e0</w:t>
      </w:r>
    </w:p>
    <w:p w:rsidR="00557788" w:rsidRDefault="00557788" w:rsidP="00557788">
      <w:r>
        <w:t>250.7495</w:t>
      </w:r>
      <w:r>
        <w:tab/>
        <w:t>3.038e0</w:t>
      </w:r>
    </w:p>
    <w:p w:rsidR="00557788" w:rsidRDefault="00557788" w:rsidP="00557788">
      <w:r>
        <w:t>250.7543</w:t>
      </w:r>
      <w:r>
        <w:tab/>
        <w:t>3.038e0</w:t>
      </w:r>
    </w:p>
    <w:p w:rsidR="00557788" w:rsidRDefault="00557788" w:rsidP="00557788">
      <w:r>
        <w:t>250.7727</w:t>
      </w:r>
      <w:r>
        <w:tab/>
        <w:t>2.025e0</w:t>
      </w:r>
    </w:p>
    <w:p w:rsidR="00557788" w:rsidRDefault="00557788" w:rsidP="00557788">
      <w:r>
        <w:t>250.7882</w:t>
      </w:r>
      <w:r>
        <w:tab/>
        <w:t>2.025e0</w:t>
      </w:r>
    </w:p>
    <w:p w:rsidR="00557788" w:rsidRDefault="00557788" w:rsidP="00557788">
      <w:r>
        <w:t>250.7898</w:t>
      </w:r>
      <w:r>
        <w:tab/>
        <w:t>3.038e0</w:t>
      </w:r>
    </w:p>
    <w:p w:rsidR="00557788" w:rsidRDefault="00557788" w:rsidP="00557788">
      <w:r>
        <w:t>250.8128</w:t>
      </w:r>
      <w:r>
        <w:tab/>
        <w:t>2.025e0</w:t>
      </w:r>
    </w:p>
    <w:p w:rsidR="00557788" w:rsidRDefault="00557788" w:rsidP="00557788">
      <w:r>
        <w:t>250.8373</w:t>
      </w:r>
      <w:r>
        <w:tab/>
        <w:t>1.013e0</w:t>
      </w:r>
    </w:p>
    <w:p w:rsidR="00557788" w:rsidRDefault="00557788" w:rsidP="00557788">
      <w:r>
        <w:t>250.8386</w:t>
      </w:r>
      <w:r>
        <w:tab/>
        <w:t>1.025e0</w:t>
      </w:r>
    </w:p>
    <w:p w:rsidR="00557788" w:rsidRDefault="00557788" w:rsidP="00557788">
      <w:r>
        <w:t>250.8609</w:t>
      </w:r>
      <w:r>
        <w:tab/>
        <w:t>1.013e0</w:t>
      </w:r>
    </w:p>
    <w:p w:rsidR="00557788" w:rsidRDefault="00557788" w:rsidP="00557788">
      <w:r>
        <w:t>250.8682</w:t>
      </w:r>
      <w:r>
        <w:tab/>
        <w:t>3.038e0</w:t>
      </w:r>
    </w:p>
    <w:p w:rsidR="00557788" w:rsidRDefault="00557788" w:rsidP="00557788">
      <w:r>
        <w:t>250.8702</w:t>
      </w:r>
      <w:r>
        <w:tab/>
        <w:t>2.532e-2</w:t>
      </w:r>
    </w:p>
    <w:p w:rsidR="00557788" w:rsidRDefault="00557788" w:rsidP="00557788">
      <w:r>
        <w:t>250.8748</w:t>
      </w:r>
      <w:r>
        <w:tab/>
        <w:t>1.013e0</w:t>
      </w:r>
    </w:p>
    <w:p w:rsidR="00557788" w:rsidRDefault="00557788" w:rsidP="00557788">
      <w:r>
        <w:t>250.8759</w:t>
      </w:r>
      <w:r>
        <w:tab/>
        <w:t>2.025e0</w:t>
      </w:r>
    </w:p>
    <w:p w:rsidR="00557788" w:rsidRDefault="00557788" w:rsidP="00557788">
      <w:r>
        <w:t>250.9012</w:t>
      </w:r>
      <w:r>
        <w:tab/>
        <w:t>2.532e-2</w:t>
      </w:r>
    </w:p>
    <w:p w:rsidR="00557788" w:rsidRDefault="00557788" w:rsidP="00557788">
      <w:r>
        <w:lastRenderedPageBreak/>
        <w:t>250.9169</w:t>
      </w:r>
      <w:r>
        <w:tab/>
        <w:t>1.266e-2</w:t>
      </w:r>
    </w:p>
    <w:p w:rsidR="00557788" w:rsidRDefault="00557788" w:rsidP="00557788">
      <w:r>
        <w:t>250.9215</w:t>
      </w:r>
      <w:r>
        <w:tab/>
        <w:t>1.013e0</w:t>
      </w:r>
    </w:p>
    <w:p w:rsidR="00557788" w:rsidRDefault="00557788" w:rsidP="00557788">
      <w:r>
        <w:t>250.9294</w:t>
      </w:r>
      <w:r>
        <w:tab/>
        <w:t>1.013e0</w:t>
      </w:r>
    </w:p>
    <w:p w:rsidR="00557788" w:rsidRDefault="00557788" w:rsidP="00557788">
      <w:r>
        <w:t>250.9369</w:t>
      </w:r>
      <w:r>
        <w:tab/>
        <w:t>1.819e0</w:t>
      </w:r>
    </w:p>
    <w:p w:rsidR="00557788" w:rsidRDefault="00557788" w:rsidP="00557788">
      <w:r>
        <w:t>250.9620</w:t>
      </w:r>
      <w:r>
        <w:tab/>
        <w:t>1.191e1</w:t>
      </w:r>
    </w:p>
    <w:p w:rsidR="00557788" w:rsidRDefault="00557788" w:rsidP="00557788">
      <w:r>
        <w:t>250.9825</w:t>
      </w:r>
      <w:r>
        <w:tab/>
        <w:t>4.276e0</w:t>
      </w:r>
    </w:p>
    <w:p w:rsidR="00557788" w:rsidRDefault="00557788" w:rsidP="00557788">
      <w:r>
        <w:t>250.9870</w:t>
      </w:r>
      <w:r>
        <w:tab/>
        <w:t>1.628e1</w:t>
      </w:r>
    </w:p>
    <w:p w:rsidR="00557788" w:rsidRDefault="00557788" w:rsidP="00557788">
      <w:r>
        <w:t>251.0148</w:t>
      </w:r>
      <w:r>
        <w:tab/>
        <w:t>2.140e0</w:t>
      </w:r>
    </w:p>
    <w:p w:rsidR="00557788" w:rsidRDefault="00557788" w:rsidP="00557788">
      <w:r>
        <w:t>251.0293</w:t>
      </w:r>
      <w:r>
        <w:tab/>
        <w:t>2.625e0</w:t>
      </w:r>
    </w:p>
    <w:p w:rsidR="00557788" w:rsidRDefault="00557788" w:rsidP="00557788">
      <w:r>
        <w:t>251.0378</w:t>
      </w:r>
      <w:r>
        <w:tab/>
        <w:t>3.622e0</w:t>
      </w:r>
    </w:p>
    <w:p w:rsidR="00557788" w:rsidRDefault="00557788" w:rsidP="00557788">
      <w:r>
        <w:t>251.0393</w:t>
      </w:r>
      <w:r>
        <w:tab/>
        <w:t>2.667e0</w:t>
      </w:r>
    </w:p>
    <w:p w:rsidR="00557788" w:rsidRDefault="00557788" w:rsidP="00557788">
      <w:r>
        <w:t>251.0547</w:t>
      </w:r>
      <w:r>
        <w:tab/>
        <w:t>2.119e0</w:t>
      </w:r>
    </w:p>
    <w:p w:rsidR="00557788" w:rsidRDefault="00557788" w:rsidP="00557788">
      <w:r>
        <w:t>251.0646</w:t>
      </w:r>
      <w:r>
        <w:tab/>
        <w:t>6.874e0</w:t>
      </w:r>
    </w:p>
    <w:p w:rsidR="00557788" w:rsidRDefault="00557788" w:rsidP="00557788">
      <w:r>
        <w:t>251.0659</w:t>
      </w:r>
      <w:r>
        <w:tab/>
        <w:t>4.563e0</w:t>
      </w:r>
    </w:p>
    <w:p w:rsidR="00557788" w:rsidRDefault="00557788" w:rsidP="00557788">
      <w:r>
        <w:t>251.0721</w:t>
      </w:r>
      <w:r>
        <w:tab/>
        <w:t>1.298e0</w:t>
      </w:r>
    </w:p>
    <w:p w:rsidR="00557788" w:rsidRDefault="00557788" w:rsidP="00557788">
      <w:r>
        <w:t>251.0732</w:t>
      </w:r>
      <w:r>
        <w:tab/>
        <w:t>2.916e0</w:t>
      </w:r>
    </w:p>
    <w:p w:rsidR="00557788" w:rsidRDefault="00557788" w:rsidP="00557788">
      <w:r>
        <w:t>251.0849</w:t>
      </w:r>
      <w:r>
        <w:tab/>
        <w:t>2.677e0</w:t>
      </w:r>
    </w:p>
    <w:p w:rsidR="00557788" w:rsidRDefault="00557788" w:rsidP="00557788">
      <w:r>
        <w:t>251.0959</w:t>
      </w:r>
      <w:r>
        <w:tab/>
        <w:t>1.461e0</w:t>
      </w:r>
    </w:p>
    <w:p w:rsidR="00557788" w:rsidRDefault="00557788" w:rsidP="00557788">
      <w:r>
        <w:t>251.1023</w:t>
      </w:r>
      <w:r>
        <w:tab/>
        <w:t>4.222e0</w:t>
      </w:r>
    </w:p>
    <w:p w:rsidR="00557788" w:rsidRDefault="00557788" w:rsidP="00557788">
      <w:r>
        <w:lastRenderedPageBreak/>
        <w:t>251.1206</w:t>
      </w:r>
      <w:r>
        <w:tab/>
        <w:t>3.069e0</w:t>
      </w:r>
    </w:p>
    <w:p w:rsidR="00557788" w:rsidRDefault="00557788" w:rsidP="00557788">
      <w:r>
        <w:t>251.1267</w:t>
      </w:r>
      <w:r>
        <w:tab/>
        <w:t>5.460e0</w:t>
      </w:r>
    </w:p>
    <w:p w:rsidR="00557788" w:rsidRDefault="00557788" w:rsidP="00557788">
      <w:r>
        <w:t>251.1299</w:t>
      </w:r>
      <w:r>
        <w:tab/>
        <w:t>1.330e1</w:t>
      </w:r>
    </w:p>
    <w:p w:rsidR="00557788" w:rsidRDefault="00557788" w:rsidP="00557788">
      <w:r>
        <w:t>251.1487</w:t>
      </w:r>
      <w:r>
        <w:tab/>
        <w:t>7.301e0</w:t>
      </w:r>
    </w:p>
    <w:p w:rsidR="00557788" w:rsidRDefault="00557788" w:rsidP="00557788">
      <w:r>
        <w:t>251.1541</w:t>
      </w:r>
      <w:r>
        <w:tab/>
        <w:t>1.582e0</w:t>
      </w:r>
    </w:p>
    <w:p w:rsidR="00557788" w:rsidRDefault="00557788" w:rsidP="00557788">
      <w:r>
        <w:t>251.1563</w:t>
      </w:r>
      <w:r>
        <w:tab/>
        <w:t>1.413e0</w:t>
      </w:r>
    </w:p>
    <w:p w:rsidR="00557788" w:rsidRDefault="00557788" w:rsidP="00557788">
      <w:r>
        <w:t>251.1706</w:t>
      </w:r>
      <w:r>
        <w:tab/>
        <w:t>2.368e0</w:t>
      </w:r>
    </w:p>
    <w:p w:rsidR="00557788" w:rsidRDefault="00557788" w:rsidP="00557788">
      <w:r>
        <w:t>251.1794</w:t>
      </w:r>
      <w:r>
        <w:tab/>
        <w:t>1.245e0</w:t>
      </w:r>
    </w:p>
    <w:p w:rsidR="00557788" w:rsidRDefault="00557788" w:rsidP="00557788">
      <w:r>
        <w:t>251.1938</w:t>
      </w:r>
      <w:r>
        <w:tab/>
        <w:t>1.389e0</w:t>
      </w:r>
    </w:p>
    <w:p w:rsidR="00557788" w:rsidRDefault="00557788" w:rsidP="00557788">
      <w:r>
        <w:t>251.2036</w:t>
      </w:r>
      <w:r>
        <w:tab/>
        <w:t>2.180e0</w:t>
      </w:r>
    </w:p>
    <w:p w:rsidR="00557788" w:rsidRDefault="00557788" w:rsidP="00557788">
      <w:r>
        <w:t>251.2196</w:t>
      </w:r>
      <w:r>
        <w:tab/>
        <w:t>1.851e0</w:t>
      </w:r>
    </w:p>
    <w:p w:rsidR="00557788" w:rsidRDefault="00557788" w:rsidP="00557788">
      <w:r>
        <w:t>251.2272</w:t>
      </w:r>
      <w:r>
        <w:tab/>
        <w:t>4.569e0</w:t>
      </w:r>
    </w:p>
    <w:p w:rsidR="00557788" w:rsidRDefault="00557788" w:rsidP="00557788">
      <w:r>
        <w:t>251.2324</w:t>
      </w:r>
      <w:r>
        <w:tab/>
        <w:t>3.063e0</w:t>
      </w:r>
    </w:p>
    <w:p w:rsidR="00557788" w:rsidRDefault="00557788" w:rsidP="00557788">
      <w:r>
        <w:t>251.2445</w:t>
      </w:r>
      <w:r>
        <w:tab/>
        <w:t>2.025e0</w:t>
      </w:r>
    </w:p>
    <w:p w:rsidR="00557788" w:rsidRDefault="00557788" w:rsidP="00557788">
      <w:r>
        <w:t>251.2531</w:t>
      </w:r>
      <w:r>
        <w:tab/>
        <w:t>1.025e0</w:t>
      </w:r>
    </w:p>
    <w:p w:rsidR="00557788" w:rsidRDefault="00557788" w:rsidP="00557788">
      <w:r>
        <w:t>251.2578</w:t>
      </w:r>
      <w:r>
        <w:tab/>
        <w:t>1.013e0</w:t>
      </w:r>
    </w:p>
    <w:p w:rsidR="00557788" w:rsidRDefault="00557788" w:rsidP="00557788">
      <w:r>
        <w:t>251.2776</w:t>
      </w:r>
      <w:r>
        <w:tab/>
        <w:t>2.825e0</w:t>
      </w:r>
    </w:p>
    <w:p w:rsidR="00557788" w:rsidRDefault="00557788" w:rsidP="00557788">
      <w:r>
        <w:t>251.2825</w:t>
      </w:r>
      <w:r>
        <w:tab/>
        <w:t>1.013e0</w:t>
      </w:r>
    </w:p>
    <w:p w:rsidR="00557788" w:rsidRDefault="00557788" w:rsidP="00557788">
      <w:r>
        <w:t>251.2840</w:t>
      </w:r>
      <w:r>
        <w:tab/>
        <w:t>6.765e0</w:t>
      </w:r>
    </w:p>
    <w:p w:rsidR="00557788" w:rsidRDefault="00557788" w:rsidP="00557788">
      <w:r>
        <w:lastRenderedPageBreak/>
        <w:t>251.3035</w:t>
      </w:r>
      <w:r>
        <w:tab/>
        <w:t>2.051e0</w:t>
      </w:r>
    </w:p>
    <w:p w:rsidR="00557788" w:rsidRDefault="00557788" w:rsidP="00557788">
      <w:r>
        <w:t>251.3060</w:t>
      </w:r>
      <w:r>
        <w:tab/>
        <w:t>4.051e0</w:t>
      </w:r>
    </w:p>
    <w:p w:rsidR="00557788" w:rsidRDefault="00557788" w:rsidP="00557788">
      <w:r>
        <w:t>251.3089</w:t>
      </w:r>
      <w:r>
        <w:tab/>
        <w:t>1.013e0</w:t>
      </w:r>
    </w:p>
    <w:p w:rsidR="00557788" w:rsidRDefault="00557788" w:rsidP="00557788">
      <w:r>
        <w:t>251.3247</w:t>
      </w:r>
      <w:r>
        <w:tab/>
        <w:t>2.532e-2</w:t>
      </w:r>
    </w:p>
    <w:p w:rsidR="00557788" w:rsidRDefault="00557788" w:rsidP="00557788">
      <w:r>
        <w:t>251.3286</w:t>
      </w:r>
      <w:r>
        <w:tab/>
        <w:t>1.266e-2</w:t>
      </w:r>
    </w:p>
    <w:p w:rsidR="00557788" w:rsidRDefault="00557788" w:rsidP="00557788">
      <w:r>
        <w:t>251.3326</w:t>
      </w:r>
      <w:r>
        <w:tab/>
        <w:t>2.025e0</w:t>
      </w:r>
    </w:p>
    <w:p w:rsidR="00557788" w:rsidRDefault="00557788" w:rsidP="00557788">
      <w:r>
        <w:t>251.3466</w:t>
      </w:r>
      <w:r>
        <w:tab/>
        <w:t>1.013e0</w:t>
      </w:r>
    </w:p>
    <w:p w:rsidR="00557788" w:rsidRDefault="00557788" w:rsidP="00557788">
      <w:r>
        <w:t>251.3709</w:t>
      </w:r>
      <w:r>
        <w:tab/>
        <w:t>5.089e0</w:t>
      </w:r>
    </w:p>
    <w:p w:rsidR="00557788" w:rsidRDefault="00557788" w:rsidP="00557788">
      <w:r>
        <w:t>251.3871</w:t>
      </w:r>
      <w:r>
        <w:tab/>
        <w:t>4.051e0</w:t>
      </w:r>
    </w:p>
    <w:p w:rsidR="00557788" w:rsidRDefault="00557788" w:rsidP="00557788">
      <w:r>
        <w:t>251.4029</w:t>
      </w:r>
      <w:r>
        <w:tab/>
        <w:t>4.051e0</w:t>
      </w:r>
    </w:p>
    <w:p w:rsidR="00557788" w:rsidRDefault="00557788" w:rsidP="00557788">
      <w:r>
        <w:t>251.4050</w:t>
      </w:r>
      <w:r>
        <w:tab/>
        <w:t>1.013e0</w:t>
      </w:r>
    </w:p>
    <w:p w:rsidR="00557788" w:rsidRDefault="00557788" w:rsidP="00557788">
      <w:r>
        <w:t>251.4262</w:t>
      </w:r>
      <w:r>
        <w:tab/>
        <w:t>1.038e0</w:t>
      </w:r>
    </w:p>
    <w:p w:rsidR="00557788" w:rsidRDefault="00557788" w:rsidP="00557788">
      <w:r>
        <w:t>251.4432</w:t>
      </w:r>
      <w:r>
        <w:tab/>
        <w:t>3.038e0</w:t>
      </w:r>
    </w:p>
    <w:p w:rsidR="00557788" w:rsidRDefault="00557788" w:rsidP="00557788">
      <w:r>
        <w:t>251.4512</w:t>
      </w:r>
      <w:r>
        <w:tab/>
        <w:t>2.025e0</w:t>
      </w:r>
    </w:p>
    <w:p w:rsidR="00557788" w:rsidRDefault="00557788" w:rsidP="00557788">
      <w:r>
        <w:t>251.4639</w:t>
      </w:r>
      <w:r>
        <w:tab/>
        <w:t>3.038e0</w:t>
      </w:r>
    </w:p>
    <w:p w:rsidR="00557788" w:rsidRDefault="00557788" w:rsidP="00557788">
      <w:r>
        <w:t>251.5055</w:t>
      </w:r>
      <w:r>
        <w:tab/>
        <w:t>1.013e0</w:t>
      </w:r>
    </w:p>
    <w:p w:rsidR="00557788" w:rsidRDefault="00557788" w:rsidP="00557788">
      <w:r>
        <w:t>251.5102</w:t>
      </w:r>
      <w:r>
        <w:tab/>
        <w:t>1.266e-2</w:t>
      </w:r>
    </w:p>
    <w:p w:rsidR="00557788" w:rsidRDefault="00557788" w:rsidP="00557788">
      <w:r>
        <w:t>251.5146</w:t>
      </w:r>
      <w:r>
        <w:tab/>
        <w:t>4.051e0</w:t>
      </w:r>
    </w:p>
    <w:p w:rsidR="00557788" w:rsidRDefault="00557788" w:rsidP="00557788">
      <w:r>
        <w:t>251.5188</w:t>
      </w:r>
      <w:r>
        <w:tab/>
        <w:t>2.025e0</w:t>
      </w:r>
    </w:p>
    <w:p w:rsidR="00557788" w:rsidRDefault="00557788" w:rsidP="00557788">
      <w:r>
        <w:lastRenderedPageBreak/>
        <w:t>251.5336</w:t>
      </w:r>
      <w:r>
        <w:tab/>
        <w:t>2.025e0</w:t>
      </w:r>
    </w:p>
    <w:p w:rsidR="00557788" w:rsidRDefault="00557788" w:rsidP="00557788">
      <w:r>
        <w:t>251.5635</w:t>
      </w:r>
      <w:r>
        <w:tab/>
        <w:t>4.051e0</w:t>
      </w:r>
    </w:p>
    <w:p w:rsidR="00557788" w:rsidRDefault="00557788" w:rsidP="00557788">
      <w:r>
        <w:t>251.5694</w:t>
      </w:r>
      <w:r>
        <w:tab/>
        <w:t>2.038e0</w:t>
      </w:r>
    </w:p>
    <w:p w:rsidR="00557788" w:rsidRDefault="00557788" w:rsidP="00557788">
      <w:r>
        <w:t>251.5856</w:t>
      </w:r>
      <w:r>
        <w:tab/>
        <w:t>1.013e0</w:t>
      </w:r>
    </w:p>
    <w:p w:rsidR="00557788" w:rsidRDefault="00557788" w:rsidP="00557788">
      <w:r>
        <w:t>251.5944</w:t>
      </w:r>
      <w:r>
        <w:tab/>
        <w:t>1.013e0</w:t>
      </w:r>
    </w:p>
    <w:p w:rsidR="00557788" w:rsidRDefault="00557788" w:rsidP="00557788">
      <w:r>
        <w:t>251.6081</w:t>
      </w:r>
      <w:r>
        <w:tab/>
        <w:t>1.025e0</w:t>
      </w:r>
    </w:p>
    <w:p w:rsidR="00557788" w:rsidRDefault="00557788" w:rsidP="00557788">
      <w:r>
        <w:t>251.6120</w:t>
      </w:r>
      <w:r>
        <w:tab/>
        <w:t>1.266e-2</w:t>
      </w:r>
    </w:p>
    <w:p w:rsidR="00557788" w:rsidRDefault="00557788" w:rsidP="00557788">
      <w:r>
        <w:t>251.6346</w:t>
      </w:r>
      <w:r>
        <w:tab/>
        <w:t>2.532e-2</w:t>
      </w:r>
    </w:p>
    <w:p w:rsidR="00557788" w:rsidRDefault="00557788" w:rsidP="00557788">
      <w:r>
        <w:t>251.6412</w:t>
      </w:r>
      <w:r>
        <w:tab/>
        <w:t>1.013e0</w:t>
      </w:r>
    </w:p>
    <w:p w:rsidR="00557788" w:rsidRDefault="00557788" w:rsidP="00557788">
      <w:r>
        <w:t>251.6543</w:t>
      </w:r>
      <w:r>
        <w:tab/>
        <w:t>3.051e0</w:t>
      </w:r>
    </w:p>
    <w:p w:rsidR="00557788" w:rsidRDefault="00557788" w:rsidP="00557788">
      <w:r>
        <w:t>251.6581</w:t>
      </w:r>
      <w:r>
        <w:tab/>
        <w:t>1.266e-2</w:t>
      </w:r>
    </w:p>
    <w:p w:rsidR="00557788" w:rsidRDefault="00557788" w:rsidP="00557788">
      <w:r>
        <w:t>251.6700</w:t>
      </w:r>
      <w:r>
        <w:tab/>
        <w:t>2.025e0</w:t>
      </w:r>
    </w:p>
    <w:p w:rsidR="00557788" w:rsidRDefault="00557788" w:rsidP="00557788">
      <w:r>
        <w:t>251.6740</w:t>
      </w:r>
      <w:r>
        <w:tab/>
        <w:t>1.013e0</w:t>
      </w:r>
    </w:p>
    <w:p w:rsidR="00557788" w:rsidRDefault="00557788" w:rsidP="00557788">
      <w:r>
        <w:t>251.6786</w:t>
      </w:r>
      <w:r>
        <w:tab/>
        <w:t>2.025e0</w:t>
      </w:r>
    </w:p>
    <w:p w:rsidR="00557788" w:rsidRDefault="00557788" w:rsidP="00557788">
      <w:r>
        <w:t>251.6925</w:t>
      </w:r>
      <w:r>
        <w:tab/>
        <w:t>2.025e0</w:t>
      </w:r>
    </w:p>
    <w:p w:rsidR="00557788" w:rsidRDefault="00557788" w:rsidP="00557788">
      <w:r>
        <w:t>251.7083</w:t>
      </w:r>
      <w:r>
        <w:tab/>
        <w:t>2.532e-2</w:t>
      </w:r>
    </w:p>
    <w:p w:rsidR="00557788" w:rsidRDefault="00557788" w:rsidP="00557788">
      <w:r>
        <w:t>251.7208</w:t>
      </w:r>
      <w:r>
        <w:tab/>
        <w:t>1.013e0</w:t>
      </w:r>
    </w:p>
    <w:p w:rsidR="00557788" w:rsidRDefault="00557788" w:rsidP="00557788">
      <w:r>
        <w:t>251.7308</w:t>
      </w:r>
      <w:r>
        <w:tab/>
        <w:t>4.051e0</w:t>
      </w:r>
    </w:p>
    <w:p w:rsidR="00557788" w:rsidRDefault="00557788" w:rsidP="00557788">
      <w:r>
        <w:t>251.7464</w:t>
      </w:r>
      <w:r>
        <w:tab/>
        <w:t>2.025e0</w:t>
      </w:r>
    </w:p>
    <w:p w:rsidR="00557788" w:rsidRDefault="00557788" w:rsidP="00557788">
      <w:r>
        <w:lastRenderedPageBreak/>
        <w:t>251.7484</w:t>
      </w:r>
      <w:r>
        <w:tab/>
        <w:t>2.025e0</w:t>
      </w:r>
    </w:p>
    <w:p w:rsidR="00557788" w:rsidRDefault="00557788" w:rsidP="00557788">
      <w:r>
        <w:t>251.7504</w:t>
      </w:r>
      <w:r>
        <w:tab/>
        <w:t>2.025e0</w:t>
      </w:r>
    </w:p>
    <w:p w:rsidR="00557788" w:rsidRDefault="00557788" w:rsidP="00557788">
      <w:r>
        <w:t>251.7543</w:t>
      </w:r>
      <w:r>
        <w:tab/>
        <w:t>2.025e0</w:t>
      </w:r>
    </w:p>
    <w:p w:rsidR="00557788" w:rsidRDefault="00557788" w:rsidP="00557788">
      <w:r>
        <w:t>251.7610</w:t>
      </w:r>
      <w:r>
        <w:tab/>
        <w:t>3.038e0</w:t>
      </w:r>
    </w:p>
    <w:p w:rsidR="00557788" w:rsidRDefault="00557788" w:rsidP="00557788">
      <w:r>
        <w:t>251.7654</w:t>
      </w:r>
      <w:r>
        <w:tab/>
        <w:t>2.025e0</w:t>
      </w:r>
    </w:p>
    <w:p w:rsidR="00557788" w:rsidRDefault="00557788" w:rsidP="00557788">
      <w:r>
        <w:t>251.7779</w:t>
      </w:r>
      <w:r>
        <w:tab/>
        <w:t>3.051e0</w:t>
      </w:r>
    </w:p>
    <w:p w:rsidR="00557788" w:rsidRDefault="00557788" w:rsidP="00557788">
      <w:r>
        <w:t>251.7856</w:t>
      </w:r>
      <w:r>
        <w:tab/>
        <w:t>2.038e0</w:t>
      </w:r>
    </w:p>
    <w:p w:rsidR="00557788" w:rsidRDefault="00557788" w:rsidP="00557788">
      <w:r>
        <w:t>251.8191</w:t>
      </w:r>
      <w:r>
        <w:tab/>
        <w:t>2.532e-2</w:t>
      </w:r>
    </w:p>
    <w:p w:rsidR="00557788" w:rsidRDefault="00557788" w:rsidP="00557788">
      <w:r>
        <w:t>251.8432</w:t>
      </w:r>
      <w:r>
        <w:tab/>
        <w:t>1.025e0</w:t>
      </w:r>
    </w:p>
    <w:p w:rsidR="00557788" w:rsidRDefault="00557788" w:rsidP="00557788">
      <w:r>
        <w:t>251.8506</w:t>
      </w:r>
      <w:r>
        <w:tab/>
        <w:t>5.063e0</w:t>
      </w:r>
    </w:p>
    <w:p w:rsidR="00557788" w:rsidRDefault="00557788" w:rsidP="00557788">
      <w:r>
        <w:t>251.8584</w:t>
      </w:r>
      <w:r>
        <w:tab/>
        <w:t>2.514e0</w:t>
      </w:r>
    </w:p>
    <w:p w:rsidR="00557788" w:rsidRDefault="00557788" w:rsidP="00557788">
      <w:r>
        <w:t>251.8778</w:t>
      </w:r>
      <w:r>
        <w:tab/>
        <w:t>2.038e0</w:t>
      </w:r>
    </w:p>
    <w:p w:rsidR="00557788" w:rsidRDefault="00557788" w:rsidP="00557788">
      <w:r>
        <w:t>251.8883</w:t>
      </w:r>
      <w:r>
        <w:tab/>
        <w:t>2.025e0</w:t>
      </w:r>
    </w:p>
    <w:p w:rsidR="00557788" w:rsidRDefault="00557788" w:rsidP="00557788">
      <w:r>
        <w:t>251.8893</w:t>
      </w:r>
      <w:r>
        <w:tab/>
        <w:t>1.013e0</w:t>
      </w:r>
    </w:p>
    <w:p w:rsidR="00557788" w:rsidRDefault="00557788" w:rsidP="00557788">
      <w:r>
        <w:t>251.8996</w:t>
      </w:r>
      <w:r>
        <w:tab/>
        <w:t>3.038e0</w:t>
      </w:r>
    </w:p>
    <w:p w:rsidR="00557788" w:rsidRDefault="00557788" w:rsidP="00557788">
      <w:r>
        <w:t>251.9152</w:t>
      </w:r>
      <w:r>
        <w:tab/>
        <w:t>2.025e0</w:t>
      </w:r>
    </w:p>
    <w:p w:rsidR="00557788" w:rsidRDefault="00557788" w:rsidP="00557788">
      <w:r>
        <w:t>251.9172</w:t>
      </w:r>
      <w:r>
        <w:tab/>
        <w:t>2.532e-2</w:t>
      </w:r>
    </w:p>
    <w:p w:rsidR="00557788" w:rsidRDefault="00557788" w:rsidP="00557788">
      <w:r>
        <w:t>251.9192</w:t>
      </w:r>
      <w:r>
        <w:tab/>
        <w:t>4.051e0</w:t>
      </w:r>
    </w:p>
    <w:p w:rsidR="00557788" w:rsidRDefault="00557788" w:rsidP="00557788">
      <w:r>
        <w:t>251.9495</w:t>
      </w:r>
      <w:r>
        <w:tab/>
        <w:t>1.013e0</w:t>
      </w:r>
    </w:p>
    <w:p w:rsidR="00557788" w:rsidRDefault="00557788" w:rsidP="00557788">
      <w:r>
        <w:lastRenderedPageBreak/>
        <w:t>251.9614</w:t>
      </w:r>
      <w:r>
        <w:tab/>
        <w:t>1.013e0</w:t>
      </w:r>
    </w:p>
    <w:p w:rsidR="00557788" w:rsidRDefault="00557788" w:rsidP="00557788">
      <w:r>
        <w:t>251.9652</w:t>
      </w:r>
      <w:r>
        <w:tab/>
        <w:t>4.937e0</w:t>
      </w:r>
    </w:p>
    <w:p w:rsidR="00557788" w:rsidRDefault="00557788" w:rsidP="00557788">
      <w:r>
        <w:t>251.9789</w:t>
      </w:r>
      <w:r>
        <w:tab/>
        <w:t>2.051e0</w:t>
      </w:r>
    </w:p>
    <w:p w:rsidR="00557788" w:rsidRDefault="00557788" w:rsidP="00557788">
      <w:r>
        <w:t>251.9820</w:t>
      </w:r>
      <w:r>
        <w:tab/>
        <w:t>1.955e0</w:t>
      </w:r>
    </w:p>
    <w:p w:rsidR="00557788" w:rsidRDefault="00557788" w:rsidP="00557788">
      <w:r>
        <w:t>251.9893</w:t>
      </w:r>
      <w:r>
        <w:tab/>
        <w:t>2.906e0</w:t>
      </w:r>
    </w:p>
    <w:p w:rsidR="00557788" w:rsidRDefault="00557788" w:rsidP="00557788">
      <w:r>
        <w:t>251.9964</w:t>
      </w:r>
      <w:r>
        <w:tab/>
        <w:t>2.237e0</w:t>
      </w:r>
    </w:p>
    <w:p w:rsidR="00557788" w:rsidRDefault="00557788" w:rsidP="00557788">
      <w:r>
        <w:t>251.9991</w:t>
      </w:r>
      <w:r>
        <w:tab/>
        <w:t>2.689e0</w:t>
      </w:r>
    </w:p>
    <w:p w:rsidR="00557788" w:rsidRDefault="00557788" w:rsidP="00557788">
      <w:r>
        <w:t>252.0051</w:t>
      </w:r>
      <w:r>
        <w:tab/>
        <w:t>1.252e0</w:t>
      </w:r>
    </w:p>
    <w:p w:rsidR="00557788" w:rsidRDefault="00557788" w:rsidP="00557788">
      <w:r>
        <w:t>252.0122</w:t>
      </w:r>
      <w:r>
        <w:tab/>
        <w:t>2.917e0</w:t>
      </w:r>
    </w:p>
    <w:p w:rsidR="00557788" w:rsidRDefault="00557788" w:rsidP="00557788">
      <w:r>
        <w:t>252.0350</w:t>
      </w:r>
      <w:r>
        <w:tab/>
        <w:t>1.675e0</w:t>
      </w:r>
    </w:p>
    <w:p w:rsidR="00557788" w:rsidRDefault="00557788" w:rsidP="00557788">
      <w:r>
        <w:t>252.0408</w:t>
      </w:r>
      <w:r>
        <w:tab/>
        <w:t>1.537e0</w:t>
      </w:r>
    </w:p>
    <w:p w:rsidR="00557788" w:rsidRDefault="00557788" w:rsidP="00557788">
      <w:r>
        <w:t>252.0750</w:t>
      </w:r>
      <w:r>
        <w:tab/>
        <w:t>6.058e-1</w:t>
      </w:r>
    </w:p>
    <w:p w:rsidR="00557788" w:rsidRDefault="00557788" w:rsidP="00557788">
      <w:r>
        <w:t>252.0820</w:t>
      </w:r>
      <w:r>
        <w:tab/>
        <w:t>3.548e-1</w:t>
      </w:r>
    </w:p>
    <w:p w:rsidR="00557788" w:rsidRDefault="00557788" w:rsidP="00557788">
      <w:r>
        <w:t>252.0925</w:t>
      </w:r>
      <w:r>
        <w:tab/>
        <w:t>1.920e0</w:t>
      </w:r>
    </w:p>
    <w:p w:rsidR="00557788" w:rsidRDefault="00557788" w:rsidP="00557788">
      <w:r>
        <w:t>252.1042</w:t>
      </w:r>
      <w:r>
        <w:tab/>
        <w:t>2.489e0</w:t>
      </w:r>
    </w:p>
    <w:p w:rsidR="00557788" w:rsidRDefault="00557788" w:rsidP="00557788">
      <w:r>
        <w:t>252.1201</w:t>
      </w:r>
      <w:r>
        <w:tab/>
        <w:t>2.986e0</w:t>
      </w:r>
    </w:p>
    <w:p w:rsidR="00557788" w:rsidRDefault="00557788" w:rsidP="00557788">
      <w:r>
        <w:t>252.1216</w:t>
      </w:r>
      <w:r>
        <w:tab/>
        <w:t>1.783e0</w:t>
      </w:r>
    </w:p>
    <w:p w:rsidR="00557788" w:rsidRDefault="00557788" w:rsidP="00557788">
      <w:r>
        <w:t>252.1290</w:t>
      </w:r>
      <w:r>
        <w:tab/>
        <w:t>1.063e0</w:t>
      </w:r>
    </w:p>
    <w:p w:rsidR="00557788" w:rsidRDefault="00557788" w:rsidP="00557788">
      <w:r>
        <w:t>252.1329</w:t>
      </w:r>
      <w:r>
        <w:tab/>
        <w:t>1.855e0</w:t>
      </w:r>
    </w:p>
    <w:p w:rsidR="00557788" w:rsidRDefault="00557788" w:rsidP="00557788">
      <w:r>
        <w:lastRenderedPageBreak/>
        <w:t>252.1631</w:t>
      </w:r>
      <w:r>
        <w:tab/>
        <w:t>5.986e0</w:t>
      </w:r>
    </w:p>
    <w:p w:rsidR="00557788" w:rsidRDefault="00557788" w:rsidP="00557788">
      <w:r>
        <w:t>252.1848</w:t>
      </w:r>
      <w:r>
        <w:tab/>
        <w:t>1.354e0</w:t>
      </w:r>
    </w:p>
    <w:p w:rsidR="00557788" w:rsidRDefault="00557788" w:rsidP="00557788">
      <w:r>
        <w:t>252.1897</w:t>
      </w:r>
      <w:r>
        <w:tab/>
        <w:t>1.018e1</w:t>
      </w:r>
    </w:p>
    <w:p w:rsidR="00557788" w:rsidRDefault="00557788" w:rsidP="00557788">
      <w:r>
        <w:t>252.1998</w:t>
      </w:r>
      <w:r>
        <w:tab/>
        <w:t>1.599e1</w:t>
      </w:r>
    </w:p>
    <w:p w:rsidR="00557788" w:rsidRDefault="00557788" w:rsidP="00557788">
      <w:r>
        <w:t>252.2011</w:t>
      </w:r>
      <w:r>
        <w:tab/>
        <w:t>1.377e1</w:t>
      </w:r>
    </w:p>
    <w:p w:rsidR="00557788" w:rsidRDefault="00557788" w:rsidP="00557788">
      <w:r>
        <w:t>252.2361</w:t>
      </w:r>
      <w:r>
        <w:tab/>
        <w:t>2.025e0</w:t>
      </w:r>
    </w:p>
    <w:p w:rsidR="00557788" w:rsidRDefault="00557788" w:rsidP="00557788">
      <w:r>
        <w:t>252.2400</w:t>
      </w:r>
      <w:r>
        <w:tab/>
        <w:t>2.532e-2</w:t>
      </w:r>
    </w:p>
    <w:p w:rsidR="00557788" w:rsidRDefault="00557788" w:rsidP="00557788">
      <w:r>
        <w:t>252.2608</w:t>
      </w:r>
      <w:r>
        <w:tab/>
        <w:t>2.025e0</w:t>
      </w:r>
    </w:p>
    <w:p w:rsidR="00557788" w:rsidRDefault="00557788" w:rsidP="00557788">
      <w:r>
        <w:t>252.2950</w:t>
      </w:r>
      <w:r>
        <w:tab/>
        <w:t>1.266e-2</w:t>
      </w:r>
    </w:p>
    <w:p w:rsidR="00557788" w:rsidRDefault="00557788" w:rsidP="00557788">
      <w:r>
        <w:t>252.2990</w:t>
      </w:r>
      <w:r>
        <w:tab/>
        <w:t>2.025e0</w:t>
      </w:r>
    </w:p>
    <w:p w:rsidR="00557788" w:rsidRDefault="00557788" w:rsidP="00557788">
      <w:r>
        <w:t>252.3010</w:t>
      </w:r>
      <w:r>
        <w:tab/>
        <w:t>2.025e0</w:t>
      </w:r>
    </w:p>
    <w:p w:rsidR="00557788" w:rsidRDefault="00557788" w:rsidP="00557788">
      <w:r>
        <w:t>252.3069</w:t>
      </w:r>
      <w:r>
        <w:tab/>
        <w:t>1.025e0</w:t>
      </w:r>
    </w:p>
    <w:p w:rsidR="00557788" w:rsidRDefault="00557788" w:rsidP="00557788">
      <w:r>
        <w:t>252.3093</w:t>
      </w:r>
      <w:r>
        <w:tab/>
        <w:t>2.532e-2</w:t>
      </w:r>
    </w:p>
    <w:p w:rsidR="00557788" w:rsidRDefault="00557788" w:rsidP="00557788">
      <w:r>
        <w:t>252.3333</w:t>
      </w:r>
      <w:r>
        <w:tab/>
        <w:t>1.013e0</w:t>
      </w:r>
    </w:p>
    <w:p w:rsidR="00557788" w:rsidRDefault="00557788" w:rsidP="00557788">
      <w:r>
        <w:t>252.3452</w:t>
      </w:r>
      <w:r>
        <w:tab/>
        <w:t>1.013e0</w:t>
      </w:r>
    </w:p>
    <w:p w:rsidR="00557788" w:rsidRDefault="00557788" w:rsidP="00557788">
      <w:r>
        <w:t>252.3491</w:t>
      </w:r>
      <w:r>
        <w:tab/>
        <w:t>1.013e0</w:t>
      </w:r>
    </w:p>
    <w:p w:rsidR="00557788" w:rsidRDefault="00557788" w:rsidP="00557788">
      <w:r>
        <w:t>252.3624</w:t>
      </w:r>
      <w:r>
        <w:tab/>
        <w:t>1.025e0</w:t>
      </w:r>
    </w:p>
    <w:p w:rsidR="00557788" w:rsidRDefault="00557788" w:rsidP="00557788">
      <w:r>
        <w:t>252.3669</w:t>
      </w:r>
      <w:r>
        <w:tab/>
        <w:t>2.038e0</w:t>
      </w:r>
    </w:p>
    <w:p w:rsidR="00557788" w:rsidRDefault="00557788" w:rsidP="00557788">
      <w:r>
        <w:t>252.3717</w:t>
      </w:r>
      <w:r>
        <w:tab/>
        <w:t>1.266e-2</w:t>
      </w:r>
    </w:p>
    <w:p w:rsidR="00557788" w:rsidRDefault="00557788" w:rsidP="00557788">
      <w:r>
        <w:lastRenderedPageBreak/>
        <w:t>252.3913</w:t>
      </w:r>
      <w:r>
        <w:tab/>
        <w:t>1.266e-2</w:t>
      </w:r>
    </w:p>
    <w:p w:rsidR="00557788" w:rsidRDefault="00557788" w:rsidP="00557788">
      <w:r>
        <w:t>252.3994</w:t>
      </w:r>
      <w:r>
        <w:tab/>
        <w:t>2.038e0</w:t>
      </w:r>
    </w:p>
    <w:p w:rsidR="00557788" w:rsidRDefault="00557788" w:rsidP="00557788">
      <w:r>
        <w:t>252.4088</w:t>
      </w:r>
      <w:r>
        <w:tab/>
        <w:t>3.594e0</w:t>
      </w:r>
    </w:p>
    <w:p w:rsidR="00557788" w:rsidRDefault="00557788" w:rsidP="00557788">
      <w:r>
        <w:t>252.4139</w:t>
      </w:r>
      <w:r>
        <w:tab/>
        <w:t>1.266e-2</w:t>
      </w:r>
    </w:p>
    <w:p w:rsidR="00557788" w:rsidRDefault="00557788" w:rsidP="00557788">
      <w:r>
        <w:t>252.4422</w:t>
      </w:r>
      <w:r>
        <w:tab/>
        <w:t>3.051e0</w:t>
      </w:r>
    </w:p>
    <w:p w:rsidR="00557788" w:rsidRDefault="00557788" w:rsidP="00557788">
      <w:r>
        <w:t>252.4561</w:t>
      </w:r>
      <w:r>
        <w:tab/>
        <w:t>1.013e0</w:t>
      </w:r>
    </w:p>
    <w:p w:rsidR="00557788" w:rsidRDefault="00557788" w:rsidP="00557788">
      <w:r>
        <w:t>252.4581</w:t>
      </w:r>
      <w:r>
        <w:tab/>
        <w:t>2.025e0</w:t>
      </w:r>
    </w:p>
    <w:p w:rsidR="00557788" w:rsidRDefault="00557788" w:rsidP="00557788">
      <w:r>
        <w:t>252.4637</w:t>
      </w:r>
      <w:r>
        <w:tab/>
        <w:t>6.076e0</w:t>
      </w:r>
    </w:p>
    <w:p w:rsidR="00557788" w:rsidRDefault="00557788" w:rsidP="00557788">
      <w:r>
        <w:t>252.4719</w:t>
      </w:r>
      <w:r>
        <w:tab/>
        <w:t>2.532e-2</w:t>
      </w:r>
    </w:p>
    <w:p w:rsidR="00557788" w:rsidRDefault="00557788" w:rsidP="00557788">
      <w:r>
        <w:t>252.4890</w:t>
      </w:r>
      <w:r>
        <w:tab/>
        <w:t>1.025e0</w:t>
      </w:r>
    </w:p>
    <w:p w:rsidR="00557788" w:rsidRDefault="00557788" w:rsidP="00557788">
      <w:r>
        <w:t>252.4984</w:t>
      </w:r>
      <w:r>
        <w:tab/>
        <w:t>1.013e0</w:t>
      </w:r>
    </w:p>
    <w:p w:rsidR="00557788" w:rsidRDefault="00557788" w:rsidP="00557788">
      <w:r>
        <w:t>252.5022</w:t>
      </w:r>
      <w:r>
        <w:tab/>
        <w:t>1.013e0</w:t>
      </w:r>
    </w:p>
    <w:p w:rsidR="00557788" w:rsidRDefault="00557788" w:rsidP="00557788">
      <w:r>
        <w:t>252.5061</w:t>
      </w:r>
      <w:r>
        <w:tab/>
        <w:t>1.266e-2</w:t>
      </w:r>
    </w:p>
    <w:p w:rsidR="00557788" w:rsidRDefault="00557788" w:rsidP="00557788">
      <w:r>
        <w:t>252.5180</w:t>
      </w:r>
      <w:r>
        <w:tab/>
        <w:t>1.266e-2</w:t>
      </w:r>
    </w:p>
    <w:p w:rsidR="00557788" w:rsidRDefault="00557788" w:rsidP="00557788">
      <w:r>
        <w:t>252.5362</w:t>
      </w:r>
      <w:r>
        <w:tab/>
        <w:t>5.063e0</w:t>
      </w:r>
    </w:p>
    <w:p w:rsidR="00557788" w:rsidRDefault="00557788" w:rsidP="00557788">
      <w:r>
        <w:t>252.5400</w:t>
      </w:r>
      <w:r>
        <w:tab/>
        <w:t>3.599e0</w:t>
      </w:r>
    </w:p>
    <w:p w:rsidR="00557788" w:rsidRDefault="00557788" w:rsidP="00557788">
      <w:r>
        <w:t>252.5564</w:t>
      </w:r>
      <w:r>
        <w:tab/>
        <w:t>1.266e-2</w:t>
      </w:r>
    </w:p>
    <w:p w:rsidR="00557788" w:rsidRDefault="00557788" w:rsidP="00557788">
      <w:r>
        <w:t>252.5683</w:t>
      </w:r>
      <w:r>
        <w:tab/>
        <w:t>7.114e0</w:t>
      </w:r>
    </w:p>
    <w:p w:rsidR="00557788" w:rsidRDefault="00557788" w:rsidP="00557788">
      <w:r>
        <w:t>252.5739</w:t>
      </w:r>
      <w:r>
        <w:tab/>
        <w:t>1.266e-2</w:t>
      </w:r>
    </w:p>
    <w:p w:rsidR="00557788" w:rsidRDefault="00557788" w:rsidP="00557788">
      <w:r>
        <w:lastRenderedPageBreak/>
        <w:t>252.5778</w:t>
      </w:r>
      <w:r>
        <w:tab/>
        <w:t>1.025e0</w:t>
      </w:r>
    </w:p>
    <w:p w:rsidR="00557788" w:rsidRDefault="00557788" w:rsidP="00557788">
      <w:r>
        <w:t>252.5843</w:t>
      </w:r>
      <w:r>
        <w:tab/>
        <w:t>2.025e0</w:t>
      </w:r>
    </w:p>
    <w:p w:rsidR="00557788" w:rsidRDefault="00557788" w:rsidP="00557788">
      <w:r>
        <w:t>252.6067</w:t>
      </w:r>
      <w:r>
        <w:tab/>
        <w:t>1.013e0</w:t>
      </w:r>
    </w:p>
    <w:p w:rsidR="00557788" w:rsidRDefault="00557788" w:rsidP="00557788">
      <w:r>
        <w:t>252.6105</w:t>
      </w:r>
      <w:r>
        <w:tab/>
        <w:t>3.038e0</w:t>
      </w:r>
    </w:p>
    <w:p w:rsidR="00557788" w:rsidRDefault="00557788" w:rsidP="00557788">
      <w:r>
        <w:t>252.6250</w:t>
      </w:r>
      <w:r>
        <w:tab/>
        <w:t>1.013e0</w:t>
      </w:r>
    </w:p>
    <w:p w:rsidR="00557788" w:rsidRDefault="00557788" w:rsidP="00557788">
      <w:r>
        <w:t>252.6280</w:t>
      </w:r>
      <w:r>
        <w:tab/>
        <w:t>3.038e0</w:t>
      </w:r>
    </w:p>
    <w:p w:rsidR="00557788" w:rsidRDefault="00557788" w:rsidP="00557788">
      <w:r>
        <w:t>252.6328</w:t>
      </w:r>
      <w:r>
        <w:tab/>
        <w:t>1.038e0</w:t>
      </w:r>
    </w:p>
    <w:p w:rsidR="00557788" w:rsidRDefault="00557788" w:rsidP="00557788">
      <w:r>
        <w:t>252.6403</w:t>
      </w:r>
      <w:r>
        <w:tab/>
        <w:t>3.089e0</w:t>
      </w:r>
    </w:p>
    <w:p w:rsidR="00557788" w:rsidRDefault="00557788" w:rsidP="00557788">
      <w:r>
        <w:t>252.6593</w:t>
      </w:r>
      <w:r>
        <w:tab/>
        <w:t>3.051e0</w:t>
      </w:r>
    </w:p>
    <w:p w:rsidR="00557788" w:rsidRDefault="00557788" w:rsidP="00557788">
      <w:r>
        <w:t>252.6612</w:t>
      </w:r>
      <w:r>
        <w:tab/>
        <w:t>2.025e0</w:t>
      </w:r>
    </w:p>
    <w:p w:rsidR="00557788" w:rsidRDefault="00557788" w:rsidP="00557788">
      <w:r>
        <w:t>252.6656</w:t>
      </w:r>
      <w:r>
        <w:tab/>
        <w:t>2.025e0</w:t>
      </w:r>
    </w:p>
    <w:p w:rsidR="00557788" w:rsidRDefault="00557788" w:rsidP="00557788">
      <w:r>
        <w:t>252.6781</w:t>
      </w:r>
      <w:r>
        <w:tab/>
        <w:t>2.051e0</w:t>
      </w:r>
    </w:p>
    <w:p w:rsidR="00557788" w:rsidRDefault="00557788" w:rsidP="00557788">
      <w:r>
        <w:t>252.7006</w:t>
      </w:r>
      <w:r>
        <w:tab/>
        <w:t>2.025e0</w:t>
      </w:r>
    </w:p>
    <w:p w:rsidR="00557788" w:rsidRDefault="00557788" w:rsidP="00557788">
      <w:r>
        <w:t>252.7213</w:t>
      </w:r>
      <w:r>
        <w:tab/>
        <w:t>1.013e0</w:t>
      </w:r>
    </w:p>
    <w:p w:rsidR="00557788" w:rsidRDefault="00557788" w:rsidP="00557788">
      <w:r>
        <w:t>252.7335</w:t>
      </w:r>
      <w:r>
        <w:tab/>
        <w:t>1.266e-2</w:t>
      </w:r>
    </w:p>
    <w:p w:rsidR="00557788" w:rsidRDefault="00557788" w:rsidP="00557788">
      <w:r>
        <w:t>252.7404</w:t>
      </w:r>
      <w:r>
        <w:tab/>
        <w:t>2.025e0</w:t>
      </w:r>
    </w:p>
    <w:p w:rsidR="00557788" w:rsidRDefault="00557788" w:rsidP="00557788">
      <w:r>
        <w:t>252.7515</w:t>
      </w:r>
      <w:r>
        <w:tab/>
        <w:t>1.025e0</w:t>
      </w:r>
    </w:p>
    <w:p w:rsidR="00557788" w:rsidRDefault="00557788" w:rsidP="00557788">
      <w:r>
        <w:t>252.7680</w:t>
      </w:r>
      <w:r>
        <w:tab/>
        <w:t>3.038e0</w:t>
      </w:r>
    </w:p>
    <w:p w:rsidR="00557788" w:rsidRDefault="00557788" w:rsidP="00557788">
      <w:r>
        <w:t>252.7713</w:t>
      </w:r>
      <w:r>
        <w:tab/>
        <w:t>1.013e0</w:t>
      </w:r>
    </w:p>
    <w:p w:rsidR="00557788" w:rsidRDefault="00557788" w:rsidP="00557788">
      <w:r>
        <w:lastRenderedPageBreak/>
        <w:t>252.7848</w:t>
      </w:r>
      <w:r>
        <w:tab/>
        <w:t>3.798e-2</w:t>
      </w:r>
    </w:p>
    <w:p w:rsidR="00557788" w:rsidRDefault="00557788" w:rsidP="00557788">
      <w:r>
        <w:t>252.7978</w:t>
      </w:r>
      <w:r>
        <w:tab/>
        <w:t>2.025e0</w:t>
      </w:r>
    </w:p>
    <w:p w:rsidR="00557788" w:rsidRDefault="00557788" w:rsidP="00557788">
      <w:r>
        <w:t>252.7999</w:t>
      </w:r>
      <w:r>
        <w:tab/>
        <w:t>2.025e0</w:t>
      </w:r>
    </w:p>
    <w:p w:rsidR="00557788" w:rsidRDefault="00557788" w:rsidP="00557788">
      <w:r>
        <w:t>252.8058</w:t>
      </w:r>
      <w:r>
        <w:tab/>
        <w:t>1.013e0</w:t>
      </w:r>
    </w:p>
    <w:p w:rsidR="00557788" w:rsidRDefault="00557788" w:rsidP="00557788">
      <w:r>
        <w:t>252.8105</w:t>
      </w:r>
      <w:r>
        <w:tab/>
        <w:t>2.025e0</w:t>
      </w:r>
    </w:p>
    <w:p w:rsidR="00557788" w:rsidRDefault="00557788" w:rsidP="00557788">
      <w:r>
        <w:t>252.8136</w:t>
      </w:r>
      <w:r>
        <w:tab/>
        <w:t>2.532e-2</w:t>
      </w:r>
    </w:p>
    <w:p w:rsidR="00557788" w:rsidRDefault="00557788" w:rsidP="00557788">
      <w:r>
        <w:t>252.8252</w:t>
      </w:r>
      <w:r>
        <w:tab/>
        <w:t>3.798e-2</w:t>
      </w:r>
    </w:p>
    <w:p w:rsidR="00557788" w:rsidRDefault="00557788" w:rsidP="00557788">
      <w:r>
        <w:t>252.8274</w:t>
      </w:r>
      <w:r>
        <w:tab/>
        <w:t>1.013e0</w:t>
      </w:r>
    </w:p>
    <w:p w:rsidR="00557788" w:rsidRDefault="00557788" w:rsidP="00557788">
      <w:r>
        <w:t>252.8437</w:t>
      </w:r>
      <w:r>
        <w:tab/>
        <w:t>5.063e0</w:t>
      </w:r>
    </w:p>
    <w:p w:rsidR="00557788" w:rsidRDefault="00557788" w:rsidP="00557788">
      <w:r>
        <w:t>252.8717</w:t>
      </w:r>
      <w:r>
        <w:tab/>
        <w:t>2.025e0</w:t>
      </w:r>
    </w:p>
    <w:p w:rsidR="00557788" w:rsidRDefault="00557788" w:rsidP="00557788">
      <w:r>
        <w:t>252.8823</w:t>
      </w:r>
      <w:r>
        <w:tab/>
        <w:t>2.038e0</w:t>
      </w:r>
    </w:p>
    <w:p w:rsidR="00557788" w:rsidRDefault="00557788" w:rsidP="00557788">
      <w:r>
        <w:t>252.8863</w:t>
      </w:r>
      <w:r>
        <w:tab/>
        <w:t>3.797e-2</w:t>
      </w:r>
    </w:p>
    <w:p w:rsidR="00557788" w:rsidRDefault="00557788" w:rsidP="00557788">
      <w:r>
        <w:t>252.9008</w:t>
      </w:r>
      <w:r>
        <w:tab/>
        <w:t>2.025e0</w:t>
      </w:r>
    </w:p>
    <w:p w:rsidR="00557788" w:rsidRDefault="00557788" w:rsidP="00557788">
      <w:r>
        <w:t>252.9064</w:t>
      </w:r>
      <w:r>
        <w:tab/>
        <w:t>1.038e0</w:t>
      </w:r>
    </w:p>
    <w:p w:rsidR="00557788" w:rsidRDefault="00557788" w:rsidP="00557788">
      <w:r>
        <w:t>252.9568</w:t>
      </w:r>
      <w:r>
        <w:tab/>
        <w:t>1.499e0</w:t>
      </w:r>
    </w:p>
    <w:p w:rsidR="00557788" w:rsidRDefault="00557788" w:rsidP="00557788">
      <w:r>
        <w:t>252.9580</w:t>
      </w:r>
      <w:r>
        <w:tab/>
        <w:t>1.316e1</w:t>
      </w:r>
    </w:p>
    <w:p w:rsidR="00557788" w:rsidRDefault="00557788" w:rsidP="00557788">
      <w:r>
        <w:t>252.9610</w:t>
      </w:r>
      <w:r>
        <w:tab/>
        <w:t>5.046e0</w:t>
      </w:r>
    </w:p>
    <w:p w:rsidR="00557788" w:rsidRDefault="00557788" w:rsidP="00557788">
      <w:r>
        <w:t>252.9630</w:t>
      </w:r>
      <w:r>
        <w:tab/>
        <w:t>6.801e0</w:t>
      </w:r>
    </w:p>
    <w:p w:rsidR="00557788" w:rsidRDefault="00557788" w:rsidP="00557788">
      <w:r>
        <w:t>252.9644</w:t>
      </w:r>
      <w:r>
        <w:tab/>
        <w:t>1.554e0</w:t>
      </w:r>
    </w:p>
    <w:p w:rsidR="00557788" w:rsidRDefault="00557788" w:rsidP="00557788">
      <w:r>
        <w:lastRenderedPageBreak/>
        <w:t>252.9731</w:t>
      </w:r>
      <w:r>
        <w:tab/>
        <w:t>4.803e0</w:t>
      </w:r>
    </w:p>
    <w:p w:rsidR="00557788" w:rsidRDefault="00557788" w:rsidP="00557788">
      <w:r>
        <w:t>252.9865</w:t>
      </w:r>
      <w:r>
        <w:tab/>
        <w:t>4.063e0</w:t>
      </w:r>
    </w:p>
    <w:p w:rsidR="00557788" w:rsidRDefault="00557788" w:rsidP="00557788">
      <w:r>
        <w:t>252.9905</w:t>
      </w:r>
      <w:r>
        <w:tab/>
        <w:t>3.485e0</w:t>
      </w:r>
    </w:p>
    <w:p w:rsidR="00557788" w:rsidRDefault="00557788" w:rsidP="00557788">
      <w:r>
        <w:t>252.9976</w:t>
      </w:r>
      <w:r>
        <w:tab/>
        <w:t>2.685e0</w:t>
      </w:r>
    </w:p>
    <w:p w:rsidR="00557788" w:rsidRDefault="00557788" w:rsidP="00557788">
      <w:r>
        <w:t>253.0071</w:t>
      </w:r>
      <w:r>
        <w:tab/>
        <w:t>2.866e0</w:t>
      </w:r>
    </w:p>
    <w:p w:rsidR="00557788" w:rsidRDefault="00557788" w:rsidP="00557788">
      <w:r>
        <w:t>253.0101</w:t>
      </w:r>
      <w:r>
        <w:tab/>
        <w:t>3.525e0</w:t>
      </w:r>
    </w:p>
    <w:p w:rsidR="00557788" w:rsidRDefault="00557788" w:rsidP="00557788">
      <w:r>
        <w:t>253.0316</w:t>
      </w:r>
      <w:r>
        <w:tab/>
        <w:t>1.478e0</w:t>
      </w:r>
    </w:p>
    <w:p w:rsidR="00557788" w:rsidRDefault="00557788" w:rsidP="00557788">
      <w:r>
        <w:t>253.0382</w:t>
      </w:r>
      <w:r>
        <w:tab/>
        <w:t>1.212e0</w:t>
      </w:r>
    </w:p>
    <w:p w:rsidR="00557788" w:rsidRDefault="00557788" w:rsidP="00557788">
      <w:r>
        <w:t>253.0503</w:t>
      </w:r>
      <w:r>
        <w:tab/>
        <w:t>5.473e0</w:t>
      </w:r>
    </w:p>
    <w:p w:rsidR="00557788" w:rsidRDefault="00557788" w:rsidP="00557788">
      <w:r>
        <w:t>253.0648</w:t>
      </w:r>
      <w:r>
        <w:tab/>
        <w:t>2.167e0</w:t>
      </w:r>
    </w:p>
    <w:p w:rsidR="00557788" w:rsidRDefault="00557788" w:rsidP="00557788">
      <w:r>
        <w:t>253.0738</w:t>
      </w:r>
      <w:r>
        <w:tab/>
        <w:t>5.620e0</w:t>
      </w:r>
    </w:p>
    <w:p w:rsidR="00557788" w:rsidRDefault="00557788" w:rsidP="00557788">
      <w:r>
        <w:t>253.0872</w:t>
      </w:r>
      <w:r>
        <w:tab/>
        <w:t>1.012e1</w:t>
      </w:r>
    </w:p>
    <w:p w:rsidR="00557788" w:rsidRDefault="00557788" w:rsidP="00557788">
      <w:r>
        <w:t>253.0883</w:t>
      </w:r>
      <w:r>
        <w:tab/>
        <w:t>6.951e0</w:t>
      </w:r>
    </w:p>
    <w:p w:rsidR="00557788" w:rsidRDefault="00557788" w:rsidP="00557788">
      <w:r>
        <w:t>253.0903</w:t>
      </w:r>
      <w:r>
        <w:tab/>
        <w:t>1.328e1</w:t>
      </w:r>
    </w:p>
    <w:p w:rsidR="00557788" w:rsidRDefault="00557788" w:rsidP="00557788">
      <w:r>
        <w:t>253.0932</w:t>
      </w:r>
      <w:r>
        <w:tab/>
        <w:t>1.390e1</w:t>
      </w:r>
    </w:p>
    <w:p w:rsidR="00557788" w:rsidRDefault="00557788" w:rsidP="00557788">
      <w:r>
        <w:t>253.1106</w:t>
      </w:r>
      <w:r>
        <w:tab/>
        <w:t>8.312e0</w:t>
      </w:r>
    </w:p>
    <w:p w:rsidR="00557788" w:rsidRDefault="00557788" w:rsidP="00557788">
      <w:r>
        <w:t>253.1193</w:t>
      </w:r>
      <w:r>
        <w:tab/>
        <w:t>2.170e0</w:t>
      </w:r>
    </w:p>
    <w:p w:rsidR="00557788" w:rsidRDefault="00557788" w:rsidP="00557788">
      <w:r>
        <w:t>253.1381</w:t>
      </w:r>
      <w:r>
        <w:tab/>
        <w:t>1.556e0</w:t>
      </w:r>
    </w:p>
    <w:p w:rsidR="00557788" w:rsidRDefault="00557788" w:rsidP="00557788">
      <w:r>
        <w:t>253.1420</w:t>
      </w:r>
      <w:r>
        <w:tab/>
        <w:t>2.401e0</w:t>
      </w:r>
    </w:p>
    <w:p w:rsidR="00557788" w:rsidRDefault="00557788" w:rsidP="00557788">
      <w:r>
        <w:lastRenderedPageBreak/>
        <w:t>253.1656</w:t>
      </w:r>
      <w:r>
        <w:tab/>
        <w:t>2.799e0</w:t>
      </w:r>
    </w:p>
    <w:p w:rsidR="00557788" w:rsidRDefault="00557788" w:rsidP="00557788">
      <w:r>
        <w:t>253.1760</w:t>
      </w:r>
      <w:r>
        <w:tab/>
        <w:t>5.556e0</w:t>
      </w:r>
    </w:p>
    <w:p w:rsidR="00557788" w:rsidRDefault="00557788" w:rsidP="00557788">
      <w:r>
        <w:t>253.1857</w:t>
      </w:r>
      <w:r>
        <w:tab/>
        <w:t>1.589e0</w:t>
      </w:r>
    </w:p>
    <w:p w:rsidR="00557788" w:rsidRDefault="00557788" w:rsidP="00557788">
      <w:r>
        <w:t>253.2104</w:t>
      </w:r>
      <w:r>
        <w:tab/>
        <w:t>2.647e0</w:t>
      </w:r>
    </w:p>
    <w:p w:rsidR="00557788" w:rsidRDefault="00557788" w:rsidP="00557788">
      <w:r>
        <w:t>253.2148</w:t>
      </w:r>
      <w:r>
        <w:tab/>
        <w:t>2.141e0</w:t>
      </w:r>
    </w:p>
    <w:p w:rsidR="00557788" w:rsidRDefault="00557788" w:rsidP="00557788">
      <w:r>
        <w:t>253.2213</w:t>
      </w:r>
      <w:r>
        <w:tab/>
        <w:t>5.638e0</w:t>
      </w:r>
    </w:p>
    <w:p w:rsidR="00557788" w:rsidRDefault="00557788" w:rsidP="00557788">
      <w:r>
        <w:t>253.2273</w:t>
      </w:r>
      <w:r>
        <w:tab/>
        <w:t>1.038e0</w:t>
      </w:r>
    </w:p>
    <w:p w:rsidR="00557788" w:rsidRDefault="00557788" w:rsidP="00557788">
      <w:r>
        <w:t>253.2299</w:t>
      </w:r>
      <w:r>
        <w:tab/>
        <w:t>4.723e0</w:t>
      </w:r>
    </w:p>
    <w:p w:rsidR="00557788" w:rsidRDefault="00557788" w:rsidP="00557788">
      <w:r>
        <w:t>253.2322</w:t>
      </w:r>
      <w:r>
        <w:tab/>
        <w:t>2.532e-2</w:t>
      </w:r>
    </w:p>
    <w:p w:rsidR="00557788" w:rsidRDefault="00557788" w:rsidP="00557788">
      <w:r>
        <w:t>253.2547</w:t>
      </w:r>
      <w:r>
        <w:tab/>
        <w:t>1.266e-2</w:t>
      </w:r>
    </w:p>
    <w:p w:rsidR="00557788" w:rsidRDefault="00557788" w:rsidP="00557788">
      <w:r>
        <w:t>253.2583</w:t>
      </w:r>
      <w:r>
        <w:tab/>
        <w:t>4.051e0</w:t>
      </w:r>
    </w:p>
    <w:p w:rsidR="00557788" w:rsidRDefault="00557788" w:rsidP="00557788">
      <w:r>
        <w:t>253.2659</w:t>
      </w:r>
      <w:r>
        <w:tab/>
        <w:t>1.732e0</w:t>
      </w:r>
    </w:p>
    <w:p w:rsidR="00557788" w:rsidRDefault="00557788" w:rsidP="00557788">
      <w:r>
        <w:t>253.2756</w:t>
      </w:r>
      <w:r>
        <w:tab/>
        <w:t>3.038e0</w:t>
      </w:r>
    </w:p>
    <w:p w:rsidR="00557788" w:rsidRDefault="00557788" w:rsidP="00557788">
      <w:r>
        <w:t>253.2824</w:t>
      </w:r>
      <w:r>
        <w:tab/>
        <w:t>2.051e0</w:t>
      </w:r>
    </w:p>
    <w:p w:rsidR="00557788" w:rsidRDefault="00557788" w:rsidP="00557788">
      <w:r>
        <w:t>253.3049</w:t>
      </w:r>
      <w:r>
        <w:tab/>
        <w:t>5.063e0</w:t>
      </w:r>
    </w:p>
    <w:p w:rsidR="00557788" w:rsidRDefault="00557788" w:rsidP="00557788">
      <w:r>
        <w:t>253.3259</w:t>
      </w:r>
      <w:r>
        <w:tab/>
        <w:t>2.025e0</w:t>
      </w:r>
    </w:p>
    <w:p w:rsidR="00557788" w:rsidRDefault="00557788" w:rsidP="00557788">
      <w:r>
        <w:t>253.3353</w:t>
      </w:r>
      <w:r>
        <w:tab/>
        <w:t>1.013e0</w:t>
      </w:r>
    </w:p>
    <w:p w:rsidR="00557788" w:rsidRDefault="00557788" w:rsidP="00557788">
      <w:r>
        <w:t>253.3413</w:t>
      </w:r>
      <w:r>
        <w:tab/>
        <w:t>2.025e0</w:t>
      </w:r>
    </w:p>
    <w:p w:rsidR="00557788" w:rsidRDefault="00557788" w:rsidP="00557788">
      <w:r>
        <w:t>253.3491</w:t>
      </w:r>
      <w:r>
        <w:tab/>
        <w:t>2.025e0</w:t>
      </w:r>
    </w:p>
    <w:p w:rsidR="00557788" w:rsidRDefault="00557788" w:rsidP="00557788">
      <w:r>
        <w:lastRenderedPageBreak/>
        <w:t>253.3661</w:t>
      </w:r>
      <w:r>
        <w:tab/>
        <w:t>4.051e0</w:t>
      </w:r>
    </w:p>
    <w:p w:rsidR="00557788" w:rsidRDefault="00557788" w:rsidP="00557788">
      <w:r>
        <w:t>253.3683</w:t>
      </w:r>
      <w:r>
        <w:tab/>
        <w:t>1.013e0</w:t>
      </w:r>
    </w:p>
    <w:p w:rsidR="00557788" w:rsidRDefault="00557788" w:rsidP="00557788">
      <w:r>
        <w:t>253.3701</w:t>
      </w:r>
      <w:r>
        <w:tab/>
        <w:t>2.025e0</w:t>
      </w:r>
    </w:p>
    <w:p w:rsidR="00557788" w:rsidRDefault="00557788" w:rsidP="00557788">
      <w:r>
        <w:t>253.3815</w:t>
      </w:r>
      <w:r>
        <w:tab/>
        <w:t>1.266e-2</w:t>
      </w:r>
    </w:p>
    <w:p w:rsidR="00557788" w:rsidRDefault="00557788" w:rsidP="00557788">
      <w:r>
        <w:t>253.3883</w:t>
      </w:r>
      <w:r>
        <w:tab/>
        <w:t>3.038e0</w:t>
      </w:r>
    </w:p>
    <w:p w:rsidR="00557788" w:rsidRDefault="00557788" w:rsidP="00557788">
      <w:r>
        <w:t>253.3914</w:t>
      </w:r>
      <w:r>
        <w:tab/>
        <w:t>2.025e0</w:t>
      </w:r>
    </w:p>
    <w:p w:rsidR="00557788" w:rsidRDefault="00557788" w:rsidP="00557788">
      <w:r>
        <w:t>253.4002</w:t>
      </w:r>
      <w:r>
        <w:tab/>
        <w:t>2.532e-2</w:t>
      </w:r>
    </w:p>
    <w:p w:rsidR="00557788" w:rsidRDefault="00557788" w:rsidP="00557788">
      <w:r>
        <w:t>253.4059</w:t>
      </w:r>
      <w:r>
        <w:tab/>
        <w:t>1.013e0</w:t>
      </w:r>
    </w:p>
    <w:p w:rsidR="00557788" w:rsidRDefault="00557788" w:rsidP="00557788">
      <w:r>
        <w:t>253.4106</w:t>
      </w:r>
      <w:r>
        <w:tab/>
        <w:t>1.013e0</w:t>
      </w:r>
    </w:p>
    <w:p w:rsidR="00557788" w:rsidRDefault="00557788" w:rsidP="00557788">
      <w:r>
        <w:t>253.4238</w:t>
      </w:r>
      <w:r>
        <w:tab/>
        <w:t>1.266e-2</w:t>
      </w:r>
    </w:p>
    <w:p w:rsidR="00557788" w:rsidRDefault="00557788" w:rsidP="00557788">
      <w:r>
        <w:t>253.4277</w:t>
      </w:r>
      <w:r>
        <w:tab/>
        <w:t>1.266e-2</w:t>
      </w:r>
    </w:p>
    <w:p w:rsidR="00557788" w:rsidRDefault="00557788" w:rsidP="00557788">
      <w:r>
        <w:t>253.4436</w:t>
      </w:r>
      <w:r>
        <w:tab/>
        <w:t>1.013e0</w:t>
      </w:r>
    </w:p>
    <w:p w:rsidR="00557788" w:rsidRDefault="00557788" w:rsidP="00557788">
      <w:r>
        <w:t>253.4603</w:t>
      </w:r>
      <w:r>
        <w:tab/>
        <w:t>2.025e0</w:t>
      </w:r>
    </w:p>
    <w:p w:rsidR="00557788" w:rsidRDefault="00557788" w:rsidP="00557788">
      <w:r>
        <w:t>253.4994</w:t>
      </w:r>
      <w:r>
        <w:tab/>
        <w:t>2.038e0</w:t>
      </w:r>
    </w:p>
    <w:p w:rsidR="00557788" w:rsidRDefault="00557788" w:rsidP="00557788">
      <w:r>
        <w:t>253.5019</w:t>
      </w:r>
      <w:r>
        <w:tab/>
        <w:t>2.025e0</w:t>
      </w:r>
    </w:p>
    <w:p w:rsidR="00557788" w:rsidRDefault="00557788" w:rsidP="00557788">
      <w:r>
        <w:t>253.5033</w:t>
      </w:r>
      <w:r>
        <w:tab/>
        <w:t>3.038e0</w:t>
      </w:r>
    </w:p>
    <w:p w:rsidR="00557788" w:rsidRDefault="00557788" w:rsidP="00557788">
      <w:r>
        <w:t>253.5354</w:t>
      </w:r>
      <w:r>
        <w:tab/>
        <w:t>2.025e0</w:t>
      </w:r>
    </w:p>
    <w:p w:rsidR="00557788" w:rsidRDefault="00557788" w:rsidP="00557788">
      <w:r>
        <w:t>253.5374</w:t>
      </w:r>
      <w:r>
        <w:tab/>
        <w:t>2.025e0</w:t>
      </w:r>
    </w:p>
    <w:p w:rsidR="00557788" w:rsidRDefault="00557788" w:rsidP="00557788">
      <w:r>
        <w:t>253.5707</w:t>
      </w:r>
      <w:r>
        <w:tab/>
        <w:t>1.266e-2</w:t>
      </w:r>
    </w:p>
    <w:p w:rsidR="00557788" w:rsidRDefault="00557788" w:rsidP="00557788">
      <w:r>
        <w:lastRenderedPageBreak/>
        <w:t>253.5740</w:t>
      </w:r>
      <w:r>
        <w:tab/>
        <w:t>2.025e0</w:t>
      </w:r>
    </w:p>
    <w:p w:rsidR="00557788" w:rsidRDefault="00557788" w:rsidP="00557788">
      <w:r>
        <w:t>253.5819</w:t>
      </w:r>
      <w:r>
        <w:tab/>
        <w:t>4.051e0</w:t>
      </w:r>
    </w:p>
    <w:p w:rsidR="00557788" w:rsidRDefault="00557788" w:rsidP="00557788">
      <w:r>
        <w:t>253.5886</w:t>
      </w:r>
      <w:r>
        <w:tab/>
        <w:t>5.655e0</w:t>
      </w:r>
    </w:p>
    <w:p w:rsidR="00557788" w:rsidRDefault="00557788" w:rsidP="00557788">
      <w:r>
        <w:t>253.6048</w:t>
      </w:r>
      <w:r>
        <w:tab/>
        <w:t>1.266e-2</w:t>
      </w:r>
    </w:p>
    <w:p w:rsidR="00557788" w:rsidRDefault="00557788" w:rsidP="00557788">
      <w:r>
        <w:t>253.6162</w:t>
      </w:r>
      <w:r>
        <w:tab/>
        <w:t>2.025e0</w:t>
      </w:r>
    </w:p>
    <w:p w:rsidR="00557788" w:rsidRDefault="00557788" w:rsidP="00557788">
      <w:r>
        <w:t>253.6178</w:t>
      </w:r>
      <w:r>
        <w:tab/>
        <w:t>1.013e0</w:t>
      </w:r>
    </w:p>
    <w:p w:rsidR="00557788" w:rsidRDefault="00557788" w:rsidP="00557788">
      <w:r>
        <w:t>253.6201</w:t>
      </w:r>
      <w:r>
        <w:tab/>
        <w:t>2.532e-2</w:t>
      </w:r>
    </w:p>
    <w:p w:rsidR="00557788" w:rsidRDefault="00557788" w:rsidP="00557788">
      <w:r>
        <w:t>253.6242</w:t>
      </w:r>
      <w:r>
        <w:tab/>
        <w:t>3.038e0</w:t>
      </w:r>
    </w:p>
    <w:p w:rsidR="00557788" w:rsidRDefault="00557788" w:rsidP="00557788">
      <w:r>
        <w:t>253.6284</w:t>
      </w:r>
      <w:r>
        <w:tab/>
        <w:t>3.038e0</w:t>
      </w:r>
    </w:p>
    <w:p w:rsidR="00557788" w:rsidRDefault="00557788" w:rsidP="00557788">
      <w:r>
        <w:t>253.6391</w:t>
      </w:r>
      <w:r>
        <w:tab/>
        <w:t>1.013e0</w:t>
      </w:r>
    </w:p>
    <w:p w:rsidR="00557788" w:rsidRDefault="00557788" w:rsidP="00557788">
      <w:r>
        <w:t>253.6602</w:t>
      </w:r>
      <w:r>
        <w:tab/>
        <w:t>1.013e0</w:t>
      </w:r>
    </w:p>
    <w:p w:rsidR="00557788" w:rsidRDefault="00557788" w:rsidP="00557788">
      <w:r>
        <w:t>253.6629</w:t>
      </w:r>
      <w:r>
        <w:tab/>
        <w:t>4.051e0</w:t>
      </w:r>
    </w:p>
    <w:p w:rsidR="00557788" w:rsidRDefault="00557788" w:rsidP="00557788">
      <w:r>
        <w:t>253.6696</w:t>
      </w:r>
      <w:r>
        <w:tab/>
        <w:t>1.013e0</w:t>
      </w:r>
    </w:p>
    <w:p w:rsidR="00557788" w:rsidRDefault="00557788" w:rsidP="00557788">
      <w:r>
        <w:t>253.6774</w:t>
      </w:r>
      <w:r>
        <w:tab/>
        <w:t>1.013e0</w:t>
      </w:r>
    </w:p>
    <w:p w:rsidR="00557788" w:rsidRDefault="00557788" w:rsidP="00557788">
      <w:r>
        <w:t>253.6937</w:t>
      </w:r>
      <w:r>
        <w:tab/>
        <w:t>3.798e-2</w:t>
      </w:r>
    </w:p>
    <w:p w:rsidR="00557788" w:rsidRDefault="00557788" w:rsidP="00557788">
      <w:r>
        <w:t>253.7011</w:t>
      </w:r>
      <w:r>
        <w:tab/>
        <w:t>1.063e0</w:t>
      </w:r>
    </w:p>
    <w:p w:rsidR="00557788" w:rsidRDefault="00557788" w:rsidP="00557788">
      <w:r>
        <w:t>253.7074</w:t>
      </w:r>
      <w:r>
        <w:tab/>
        <w:t>1.266e-2</w:t>
      </w:r>
    </w:p>
    <w:p w:rsidR="00557788" w:rsidRDefault="00557788" w:rsidP="00557788">
      <w:r>
        <w:t>253.7197</w:t>
      </w:r>
      <w:r>
        <w:tab/>
        <w:t>1.266e-2</w:t>
      </w:r>
    </w:p>
    <w:p w:rsidR="00557788" w:rsidRDefault="00557788" w:rsidP="00557788">
      <w:r>
        <w:t>253.7217</w:t>
      </w:r>
      <w:r>
        <w:tab/>
        <w:t>2.025e0</w:t>
      </w:r>
    </w:p>
    <w:p w:rsidR="00557788" w:rsidRDefault="00557788" w:rsidP="00557788">
      <w:r>
        <w:lastRenderedPageBreak/>
        <w:t>253.7441</w:t>
      </w:r>
      <w:r>
        <w:tab/>
        <w:t>4.491e0</w:t>
      </w:r>
    </w:p>
    <w:p w:rsidR="00557788" w:rsidRDefault="00557788" w:rsidP="00557788">
      <w:r>
        <w:t>253.7610</w:t>
      </w:r>
      <w:r>
        <w:tab/>
        <w:t>3.038e0</w:t>
      </w:r>
    </w:p>
    <w:p w:rsidR="00557788" w:rsidRDefault="00557788" w:rsidP="00557788">
      <w:r>
        <w:t>253.7679</w:t>
      </w:r>
      <w:r>
        <w:tab/>
        <w:t>2.025e0</w:t>
      </w:r>
    </w:p>
    <w:p w:rsidR="00557788" w:rsidRDefault="00557788" w:rsidP="00557788">
      <w:r>
        <w:t>253.7738</w:t>
      </w:r>
      <w:r>
        <w:tab/>
        <w:t>1.025e0</w:t>
      </w:r>
    </w:p>
    <w:p w:rsidR="00557788" w:rsidRDefault="00557788" w:rsidP="00557788">
      <w:r>
        <w:t>253.7828</w:t>
      </w:r>
      <w:r>
        <w:tab/>
        <w:t>1.256e0</w:t>
      </w:r>
    </w:p>
    <w:p w:rsidR="00557788" w:rsidRDefault="00557788" w:rsidP="00557788">
      <w:r>
        <w:t>253.8063</w:t>
      </w:r>
      <w:r>
        <w:tab/>
        <w:t>6.076e0</w:t>
      </w:r>
    </w:p>
    <w:p w:rsidR="00557788" w:rsidRDefault="00557788" w:rsidP="00557788">
      <w:r>
        <w:t>253.8121</w:t>
      </w:r>
      <w:r>
        <w:tab/>
        <w:t>5.063e0</w:t>
      </w:r>
    </w:p>
    <w:p w:rsidR="00557788" w:rsidRDefault="00557788" w:rsidP="00557788">
      <w:r>
        <w:t>253.8161</w:t>
      </w:r>
      <w:r>
        <w:tab/>
        <w:t>4.051e0</w:t>
      </w:r>
    </w:p>
    <w:p w:rsidR="00557788" w:rsidRDefault="00557788" w:rsidP="00557788">
      <w:r>
        <w:t>253.8252</w:t>
      </w:r>
      <w:r>
        <w:tab/>
        <w:t>1.025e0</w:t>
      </w:r>
    </w:p>
    <w:p w:rsidR="00557788" w:rsidRDefault="00557788" w:rsidP="00557788">
      <w:r>
        <w:t>253.8387</w:t>
      </w:r>
      <w:r>
        <w:tab/>
        <w:t>5.063e0</w:t>
      </w:r>
    </w:p>
    <w:p w:rsidR="00557788" w:rsidRDefault="00557788" w:rsidP="00557788">
      <w:r>
        <w:t>253.8571</w:t>
      </w:r>
      <w:r>
        <w:tab/>
        <w:t>3.038e0</w:t>
      </w:r>
    </w:p>
    <w:p w:rsidR="00557788" w:rsidRDefault="00557788" w:rsidP="00557788">
      <w:r>
        <w:t>253.8610</w:t>
      </w:r>
      <w:r>
        <w:tab/>
        <w:t>2.025e0</w:t>
      </w:r>
    </w:p>
    <w:p w:rsidR="00557788" w:rsidRDefault="00557788" w:rsidP="00557788">
      <w:r>
        <w:t>253.8751</w:t>
      </w:r>
      <w:r>
        <w:tab/>
        <w:t>2.025e0</w:t>
      </w:r>
    </w:p>
    <w:p w:rsidR="00557788" w:rsidRDefault="00557788" w:rsidP="00557788">
      <w:r>
        <w:t>253.8888</w:t>
      </w:r>
      <w:r>
        <w:tab/>
        <w:t>2.025e0</w:t>
      </w:r>
    </w:p>
    <w:p w:rsidR="00557788" w:rsidRDefault="00557788" w:rsidP="00557788">
      <w:r>
        <w:t>253.8929</w:t>
      </w:r>
      <w:r>
        <w:tab/>
        <w:t>1.266e-2</w:t>
      </w:r>
    </w:p>
    <w:p w:rsidR="00557788" w:rsidRDefault="00557788" w:rsidP="00557788">
      <w:r>
        <w:t>253.8947</w:t>
      </w:r>
      <w:r>
        <w:tab/>
        <w:t>2.025e0</w:t>
      </w:r>
    </w:p>
    <w:p w:rsidR="00557788" w:rsidRDefault="00557788" w:rsidP="00557788">
      <w:r>
        <w:t>253.9148</w:t>
      </w:r>
      <w:r>
        <w:tab/>
        <w:t>1.266e-2</w:t>
      </w:r>
    </w:p>
    <w:p w:rsidR="00557788" w:rsidRDefault="00557788" w:rsidP="00557788">
      <w:r>
        <w:t>253.9187</w:t>
      </w:r>
      <w:r>
        <w:tab/>
        <w:t>2.025e0</w:t>
      </w:r>
    </w:p>
    <w:p w:rsidR="00557788" w:rsidRDefault="00557788" w:rsidP="00557788">
      <w:r>
        <w:t>253.9313</w:t>
      </w:r>
      <w:r>
        <w:tab/>
        <w:t>3.178e0</w:t>
      </w:r>
    </w:p>
    <w:p w:rsidR="00557788" w:rsidRDefault="00557788" w:rsidP="00557788">
      <w:r>
        <w:lastRenderedPageBreak/>
        <w:t>253.9391</w:t>
      </w:r>
      <w:r>
        <w:tab/>
        <w:t>1.025e0</w:t>
      </w:r>
    </w:p>
    <w:p w:rsidR="00557788" w:rsidRDefault="00557788" w:rsidP="00557788">
      <w:r>
        <w:t>253.9482</w:t>
      </w:r>
      <w:r>
        <w:tab/>
        <w:t>4.029e0</w:t>
      </w:r>
    </w:p>
    <w:p w:rsidR="00557788" w:rsidRDefault="00557788" w:rsidP="00557788">
      <w:r>
        <w:t>253.9617</w:t>
      </w:r>
      <w:r>
        <w:tab/>
        <w:t>1.013e0</w:t>
      </w:r>
    </w:p>
    <w:p w:rsidR="00557788" w:rsidRDefault="00557788" w:rsidP="00557788">
      <w:r>
        <w:t>253.9737</w:t>
      </w:r>
      <w:r>
        <w:tab/>
        <w:t>8.112e-1</w:t>
      </w:r>
    </w:p>
    <w:p w:rsidR="00557788" w:rsidRDefault="00557788" w:rsidP="00557788">
      <w:r>
        <w:t>253.9848</w:t>
      </w:r>
      <w:r>
        <w:tab/>
        <w:t>7.949e0</w:t>
      </w:r>
    </w:p>
    <w:p w:rsidR="00557788" w:rsidRDefault="00557788" w:rsidP="00557788">
      <w:r>
        <w:t>253.9943</w:t>
      </w:r>
      <w:r>
        <w:tab/>
        <w:t>3.579e0</w:t>
      </w:r>
    </w:p>
    <w:p w:rsidR="00557788" w:rsidRDefault="00557788" w:rsidP="00557788">
      <w:r>
        <w:t>254.0429</w:t>
      </w:r>
      <w:r>
        <w:tab/>
        <w:t>2.319e0</w:t>
      </w:r>
    </w:p>
    <w:p w:rsidR="00557788" w:rsidRDefault="00557788" w:rsidP="00557788">
      <w:r>
        <w:t>254.0463</w:t>
      </w:r>
      <w:r>
        <w:tab/>
        <w:t>3.220e1</w:t>
      </w:r>
    </w:p>
    <w:p w:rsidR="00557788" w:rsidRDefault="00557788" w:rsidP="00557788">
      <w:r>
        <w:t>254.0491</w:t>
      </w:r>
      <w:r>
        <w:tab/>
        <w:t>5.754e1</w:t>
      </w:r>
    </w:p>
    <w:p w:rsidR="00557788" w:rsidRDefault="00557788" w:rsidP="00557788">
      <w:r>
        <w:t>254.1003</w:t>
      </w:r>
      <w:r>
        <w:tab/>
        <w:t>9.965e0</w:t>
      </w:r>
    </w:p>
    <w:p w:rsidR="00557788" w:rsidRDefault="00557788" w:rsidP="00557788">
      <w:r>
        <w:t>254.1073</w:t>
      </w:r>
      <w:r>
        <w:tab/>
        <w:t>1.221e0</w:t>
      </w:r>
    </w:p>
    <w:p w:rsidR="00557788" w:rsidRDefault="00557788" w:rsidP="00557788">
      <w:r>
        <w:t>254.1145</w:t>
      </w:r>
      <w:r>
        <w:tab/>
        <w:t>2.072e0</w:t>
      </w:r>
    </w:p>
    <w:p w:rsidR="00557788" w:rsidRDefault="00557788" w:rsidP="00557788">
      <w:r>
        <w:t>254.1175</w:t>
      </w:r>
      <w:r>
        <w:tab/>
        <w:t>2.596e0</w:t>
      </w:r>
    </w:p>
    <w:p w:rsidR="00557788" w:rsidRDefault="00557788" w:rsidP="00557788">
      <w:r>
        <w:t>254.1283</w:t>
      </w:r>
      <w:r>
        <w:tab/>
        <w:t>2.184e0</w:t>
      </w:r>
    </w:p>
    <w:p w:rsidR="00557788" w:rsidRDefault="00557788" w:rsidP="00557788">
      <w:r>
        <w:t>254.1521</w:t>
      </w:r>
      <w:r>
        <w:tab/>
        <w:t>4.209e0</w:t>
      </w:r>
    </w:p>
    <w:p w:rsidR="00557788" w:rsidRDefault="00557788" w:rsidP="00557788">
      <w:r>
        <w:t>254.1654</w:t>
      </w:r>
      <w:r>
        <w:tab/>
        <w:t>6.113e-1</w:t>
      </w:r>
    </w:p>
    <w:p w:rsidR="00557788" w:rsidRDefault="00557788" w:rsidP="00557788">
      <w:r>
        <w:t>254.1693</w:t>
      </w:r>
      <w:r>
        <w:tab/>
        <w:t>5.407e0</w:t>
      </w:r>
    </w:p>
    <w:p w:rsidR="00557788" w:rsidRDefault="00557788" w:rsidP="00557788">
      <w:r>
        <w:t>254.1797</w:t>
      </w:r>
      <w:r>
        <w:tab/>
        <w:t>1.319e1</w:t>
      </w:r>
    </w:p>
    <w:p w:rsidR="00557788" w:rsidRDefault="00557788" w:rsidP="00557788">
      <w:r>
        <w:t>254.1824</w:t>
      </w:r>
      <w:r>
        <w:tab/>
        <w:t>6.646e0</w:t>
      </w:r>
    </w:p>
    <w:p w:rsidR="00557788" w:rsidRDefault="00557788" w:rsidP="00557788">
      <w:r>
        <w:lastRenderedPageBreak/>
        <w:t>254.1911</w:t>
      </w:r>
      <w:r>
        <w:tab/>
        <w:t>2.403e0</w:t>
      </w:r>
    </w:p>
    <w:p w:rsidR="00557788" w:rsidRDefault="00557788" w:rsidP="00557788">
      <w:r>
        <w:t>254.2020</w:t>
      </w:r>
      <w:r>
        <w:tab/>
        <w:t>1.522e0</w:t>
      </w:r>
    </w:p>
    <w:p w:rsidR="00557788" w:rsidRDefault="00557788" w:rsidP="00557788">
      <w:r>
        <w:t>254.2094</w:t>
      </w:r>
      <w:r>
        <w:tab/>
        <w:t>3.122e0</w:t>
      </w:r>
    </w:p>
    <w:p w:rsidR="00557788" w:rsidRDefault="00557788" w:rsidP="00557788">
      <w:r>
        <w:t>254.2144</w:t>
      </w:r>
      <w:r>
        <w:tab/>
        <w:t>7.520e0</w:t>
      </w:r>
    </w:p>
    <w:p w:rsidR="00557788" w:rsidRDefault="00557788" w:rsidP="00557788">
      <w:r>
        <w:t>254.2219</w:t>
      </w:r>
      <w:r>
        <w:tab/>
        <w:t>2.875e0</w:t>
      </w:r>
    </w:p>
    <w:p w:rsidR="00557788" w:rsidRDefault="00557788" w:rsidP="00557788">
      <w:r>
        <w:t>254.2299</w:t>
      </w:r>
      <w:r>
        <w:tab/>
        <w:t>1.038e0</w:t>
      </w:r>
    </w:p>
    <w:p w:rsidR="00557788" w:rsidRDefault="00557788" w:rsidP="00557788">
      <w:r>
        <w:t>254.2311</w:t>
      </w:r>
      <w:r>
        <w:tab/>
        <w:t>1.013e0</w:t>
      </w:r>
    </w:p>
    <w:p w:rsidR="00557788" w:rsidRDefault="00557788" w:rsidP="00557788">
      <w:r>
        <w:t>254.2404</w:t>
      </w:r>
      <w:r>
        <w:tab/>
        <w:t>1.266e-2</w:t>
      </w:r>
    </w:p>
    <w:p w:rsidR="00557788" w:rsidRDefault="00557788" w:rsidP="00557788">
      <w:r>
        <w:t>254.2477</w:t>
      </w:r>
      <w:r>
        <w:tab/>
        <w:t>6.076e0</w:t>
      </w:r>
    </w:p>
    <w:p w:rsidR="00557788" w:rsidRDefault="00557788" w:rsidP="00557788">
      <w:r>
        <w:t>254.2491</w:t>
      </w:r>
      <w:r>
        <w:tab/>
        <w:t>6.969e0</w:t>
      </w:r>
    </w:p>
    <w:p w:rsidR="00557788" w:rsidRDefault="00557788" w:rsidP="00557788">
      <w:r>
        <w:t>254.2524</w:t>
      </w:r>
      <w:r>
        <w:tab/>
        <w:t>2.025e0</w:t>
      </w:r>
    </w:p>
    <w:p w:rsidR="00557788" w:rsidRDefault="00557788" w:rsidP="00557788">
      <w:r>
        <w:t>254.2656</w:t>
      </w:r>
      <w:r>
        <w:tab/>
        <w:t>2.025e0</w:t>
      </w:r>
    </w:p>
    <w:p w:rsidR="00557788" w:rsidRDefault="00557788" w:rsidP="00557788">
      <w:r>
        <w:t>254.2677</w:t>
      </w:r>
      <w:r>
        <w:tab/>
        <w:t>1.830e0</w:t>
      </w:r>
    </w:p>
    <w:p w:rsidR="00557788" w:rsidRDefault="00557788" w:rsidP="00557788">
      <w:r>
        <w:t>254.2696</w:t>
      </w:r>
      <w:r>
        <w:tab/>
        <w:t>1.266e-2</w:t>
      </w:r>
    </w:p>
    <w:p w:rsidR="00557788" w:rsidRDefault="00557788" w:rsidP="00557788">
      <w:r>
        <w:t>254.2828</w:t>
      </w:r>
      <w:r>
        <w:tab/>
        <w:t>3.038e0</w:t>
      </w:r>
    </w:p>
    <w:p w:rsidR="00557788" w:rsidRDefault="00557788" w:rsidP="00557788">
      <w:r>
        <w:t>254.2999</w:t>
      </w:r>
      <w:r>
        <w:tab/>
        <w:t>1.266e-2</w:t>
      </w:r>
    </w:p>
    <w:p w:rsidR="00557788" w:rsidRDefault="00557788" w:rsidP="00557788">
      <w:r>
        <w:t>254.3040</w:t>
      </w:r>
      <w:r>
        <w:tab/>
        <w:t>2.038e0</w:t>
      </w:r>
    </w:p>
    <w:p w:rsidR="00557788" w:rsidRDefault="00557788" w:rsidP="00557788">
      <w:r>
        <w:t>254.3271</w:t>
      </w:r>
      <w:r>
        <w:tab/>
        <w:t>5.063e0</w:t>
      </w:r>
    </w:p>
    <w:p w:rsidR="00557788" w:rsidRDefault="00557788" w:rsidP="00557788">
      <w:r>
        <w:t>254.3301</w:t>
      </w:r>
      <w:r>
        <w:tab/>
        <w:t>1.013e0</w:t>
      </w:r>
    </w:p>
    <w:p w:rsidR="00557788" w:rsidRDefault="00557788" w:rsidP="00557788">
      <w:r>
        <w:lastRenderedPageBreak/>
        <w:t>254.3326</w:t>
      </w:r>
      <w:r>
        <w:tab/>
        <w:t>3.038e0</w:t>
      </w:r>
    </w:p>
    <w:p w:rsidR="00557788" w:rsidRDefault="00557788" w:rsidP="00557788">
      <w:r>
        <w:t>254.3360</w:t>
      </w:r>
      <w:r>
        <w:tab/>
        <w:t>5.063e0</w:t>
      </w:r>
    </w:p>
    <w:p w:rsidR="00557788" w:rsidRDefault="00557788" w:rsidP="00557788">
      <w:r>
        <w:t>254.3383</w:t>
      </w:r>
      <w:r>
        <w:tab/>
        <w:t>2.025e0</w:t>
      </w:r>
    </w:p>
    <w:p w:rsidR="00557788" w:rsidRDefault="00557788" w:rsidP="00557788">
      <w:r>
        <w:t>254.3611</w:t>
      </w:r>
      <w:r>
        <w:tab/>
        <w:t>2.532e-2</w:t>
      </w:r>
    </w:p>
    <w:p w:rsidR="00557788" w:rsidRDefault="00557788" w:rsidP="00557788">
      <w:r>
        <w:t>254.3655</w:t>
      </w:r>
      <w:r>
        <w:tab/>
        <w:t>2.025e0</w:t>
      </w:r>
    </w:p>
    <w:p w:rsidR="00557788" w:rsidRDefault="00557788" w:rsidP="00557788">
      <w:r>
        <w:t>254.3846</w:t>
      </w:r>
      <w:r>
        <w:tab/>
        <w:t>1.025e0</w:t>
      </w:r>
    </w:p>
    <w:p w:rsidR="00557788" w:rsidRDefault="00557788" w:rsidP="00557788">
      <w:r>
        <w:t>254.3886</w:t>
      </w:r>
      <w:r>
        <w:tab/>
        <w:t>1.013e0</w:t>
      </w:r>
    </w:p>
    <w:p w:rsidR="00557788" w:rsidRDefault="00557788" w:rsidP="00557788">
      <w:r>
        <w:t>254.3970</w:t>
      </w:r>
      <w:r>
        <w:tab/>
        <w:t>1.063e0</w:t>
      </w:r>
    </w:p>
    <w:p w:rsidR="00557788" w:rsidRDefault="00557788" w:rsidP="00557788">
      <w:r>
        <w:t>254.4056</w:t>
      </w:r>
      <w:r>
        <w:tab/>
        <w:t>2.025e0</w:t>
      </w:r>
    </w:p>
    <w:p w:rsidR="00557788" w:rsidRDefault="00557788" w:rsidP="00557788">
      <w:r>
        <w:t>254.4151</w:t>
      </w:r>
      <w:r>
        <w:tab/>
        <w:t>1.266e-2</w:t>
      </w:r>
    </w:p>
    <w:p w:rsidR="00557788" w:rsidRDefault="00557788" w:rsidP="00557788">
      <w:r>
        <w:t>254.4360</w:t>
      </w:r>
      <w:r>
        <w:tab/>
        <w:t>1.025e0</w:t>
      </w:r>
    </w:p>
    <w:p w:rsidR="00557788" w:rsidRDefault="00557788" w:rsidP="00557788">
      <w:r>
        <w:t>254.4529</w:t>
      </w:r>
      <w:r>
        <w:tab/>
        <w:t>1.266e-2</w:t>
      </w:r>
    </w:p>
    <w:p w:rsidR="00557788" w:rsidRDefault="00557788" w:rsidP="00557788">
      <w:r>
        <w:t>254.4588</w:t>
      </w:r>
      <w:r>
        <w:tab/>
        <w:t>4.051e0</w:t>
      </w:r>
    </w:p>
    <w:p w:rsidR="00557788" w:rsidRDefault="00557788" w:rsidP="00557788">
      <w:r>
        <w:t>254.4688</w:t>
      </w:r>
      <w:r>
        <w:tab/>
        <w:t>5.063e0</w:t>
      </w:r>
    </w:p>
    <w:p w:rsidR="00557788" w:rsidRDefault="00557788" w:rsidP="00557788">
      <w:r>
        <w:t>254.4712</w:t>
      </w:r>
      <w:r>
        <w:tab/>
        <w:t>2.025e0</w:t>
      </w:r>
    </w:p>
    <w:p w:rsidR="00557788" w:rsidRDefault="00557788" w:rsidP="00557788">
      <w:r>
        <w:t>254.4831</w:t>
      </w:r>
      <w:r>
        <w:tab/>
        <w:t>3.038e0</w:t>
      </w:r>
    </w:p>
    <w:p w:rsidR="00557788" w:rsidRDefault="00557788" w:rsidP="00557788">
      <w:r>
        <w:t>254.4860</w:t>
      </w:r>
      <w:r>
        <w:tab/>
        <w:t>1.013e0</w:t>
      </w:r>
    </w:p>
    <w:p w:rsidR="00557788" w:rsidRDefault="00557788" w:rsidP="00557788">
      <w:r>
        <w:t>254.4888</w:t>
      </w:r>
      <w:r>
        <w:tab/>
        <w:t>3.038e0</w:t>
      </w:r>
    </w:p>
    <w:p w:rsidR="00557788" w:rsidRDefault="00557788" w:rsidP="00557788">
      <w:r>
        <w:t>254.4921</w:t>
      </w:r>
      <w:r>
        <w:tab/>
        <w:t>2.025e0</w:t>
      </w:r>
    </w:p>
    <w:p w:rsidR="00557788" w:rsidRDefault="00557788" w:rsidP="00557788">
      <w:r>
        <w:lastRenderedPageBreak/>
        <w:t>254.4993</w:t>
      </w:r>
      <w:r>
        <w:tab/>
        <w:t>2.025e0</w:t>
      </w:r>
    </w:p>
    <w:p w:rsidR="00557788" w:rsidRDefault="00557788" w:rsidP="00557788">
      <w:r>
        <w:t>254.5012</w:t>
      </w:r>
      <w:r>
        <w:tab/>
        <w:t>3.055e0</w:t>
      </w:r>
    </w:p>
    <w:p w:rsidR="00557788" w:rsidRDefault="00557788" w:rsidP="00557788">
      <w:r>
        <w:t>254.5076</w:t>
      </w:r>
      <w:r>
        <w:tab/>
        <w:t>2.532e-2</w:t>
      </w:r>
    </w:p>
    <w:p w:rsidR="00557788" w:rsidRDefault="00557788" w:rsidP="00557788">
      <w:r>
        <w:t>254.5271</w:t>
      </w:r>
      <w:r>
        <w:tab/>
        <w:t>2.025e0</w:t>
      </w:r>
    </w:p>
    <w:p w:rsidR="00557788" w:rsidRDefault="00557788" w:rsidP="00557788">
      <w:r>
        <w:t>254.5499</w:t>
      </w:r>
      <w:r>
        <w:tab/>
        <w:t>1.025e0</w:t>
      </w:r>
    </w:p>
    <w:p w:rsidR="00557788" w:rsidRDefault="00557788" w:rsidP="00557788">
      <w:r>
        <w:t>254.5663</w:t>
      </w:r>
      <w:r>
        <w:tab/>
        <w:t>3.038e0</w:t>
      </w:r>
    </w:p>
    <w:p w:rsidR="00557788" w:rsidRDefault="00557788" w:rsidP="00557788">
      <w:r>
        <w:t>254.5710</w:t>
      </w:r>
      <w:r>
        <w:tab/>
        <w:t>1.266e-2</w:t>
      </w:r>
    </w:p>
    <w:p w:rsidR="00557788" w:rsidRDefault="00557788" w:rsidP="00557788">
      <w:r>
        <w:t>254.5729</w:t>
      </w:r>
      <w:r>
        <w:tab/>
        <w:t>2.025e0</w:t>
      </w:r>
    </w:p>
    <w:p w:rsidR="00557788" w:rsidRDefault="00557788" w:rsidP="00557788">
      <w:r>
        <w:t>254.6032</w:t>
      </w:r>
      <w:r>
        <w:tab/>
        <w:t>3.797e-2</w:t>
      </w:r>
    </w:p>
    <w:p w:rsidR="00557788" w:rsidRDefault="00557788" w:rsidP="00557788">
      <w:r>
        <w:t>254.6202</w:t>
      </w:r>
      <w:r>
        <w:tab/>
        <w:t>2.025e0</w:t>
      </w:r>
    </w:p>
    <w:p w:rsidR="00557788" w:rsidRDefault="00557788" w:rsidP="00557788">
      <w:r>
        <w:t>254.6266</w:t>
      </w:r>
      <w:r>
        <w:tab/>
        <w:t>1.013e0</w:t>
      </w:r>
    </w:p>
    <w:p w:rsidR="00557788" w:rsidRDefault="00557788" w:rsidP="00557788">
      <w:r>
        <w:t>254.6386</w:t>
      </w:r>
      <w:r>
        <w:tab/>
        <w:t>1.013e0</w:t>
      </w:r>
    </w:p>
    <w:p w:rsidR="00557788" w:rsidRDefault="00557788" w:rsidP="00557788">
      <w:r>
        <w:t>254.6517</w:t>
      </w:r>
      <w:r>
        <w:tab/>
        <w:t>2.025e0</w:t>
      </w:r>
    </w:p>
    <w:p w:rsidR="00557788" w:rsidRDefault="00557788" w:rsidP="00557788">
      <w:r>
        <w:t>254.6576</w:t>
      </w:r>
      <w:r>
        <w:tab/>
        <w:t>3.038e0</w:t>
      </w:r>
    </w:p>
    <w:p w:rsidR="00557788" w:rsidRDefault="00557788" w:rsidP="00557788">
      <w:r>
        <w:t>254.6729</w:t>
      </w:r>
      <w:r>
        <w:tab/>
        <w:t>1.013e0</w:t>
      </w:r>
    </w:p>
    <w:p w:rsidR="00557788" w:rsidRDefault="00557788" w:rsidP="00557788">
      <w:r>
        <w:t>254.6759</w:t>
      </w:r>
      <w:r>
        <w:tab/>
        <w:t>4.051e0</w:t>
      </w:r>
    </w:p>
    <w:p w:rsidR="00557788" w:rsidRDefault="00557788" w:rsidP="00557788">
      <w:r>
        <w:t>254.6770</w:t>
      </w:r>
      <w:r>
        <w:tab/>
        <w:t>2.038e0</w:t>
      </w:r>
    </w:p>
    <w:p w:rsidR="00557788" w:rsidRDefault="00557788" w:rsidP="00557788">
      <w:r>
        <w:t>254.7026</w:t>
      </w:r>
      <w:r>
        <w:tab/>
        <w:t>2.025e0</w:t>
      </w:r>
    </w:p>
    <w:p w:rsidR="00557788" w:rsidRDefault="00557788" w:rsidP="00557788">
      <w:r>
        <w:t>254.7073</w:t>
      </w:r>
      <w:r>
        <w:tab/>
        <w:t>3.051e0</w:t>
      </w:r>
    </w:p>
    <w:p w:rsidR="00557788" w:rsidRDefault="00557788" w:rsidP="00557788">
      <w:r>
        <w:lastRenderedPageBreak/>
        <w:t>254.7298</w:t>
      </w:r>
      <w:r>
        <w:tab/>
        <w:t>2.025e0</w:t>
      </w:r>
    </w:p>
    <w:p w:rsidR="00557788" w:rsidRDefault="00557788" w:rsidP="00557788">
      <w:r>
        <w:t>254.7431</w:t>
      </w:r>
      <w:r>
        <w:tab/>
        <w:t>2.025e0</w:t>
      </w:r>
    </w:p>
    <w:p w:rsidR="00557788" w:rsidRDefault="00557788" w:rsidP="00557788">
      <w:r>
        <w:t>254.7470</w:t>
      </w:r>
      <w:r>
        <w:tab/>
        <w:t>3.038e0</w:t>
      </w:r>
    </w:p>
    <w:p w:rsidR="00557788" w:rsidRDefault="00557788" w:rsidP="00557788">
      <w:r>
        <w:t>254.7487</w:t>
      </w:r>
      <w:r>
        <w:tab/>
        <w:t>2.025e0</w:t>
      </w:r>
    </w:p>
    <w:p w:rsidR="00557788" w:rsidRDefault="00557788" w:rsidP="00557788">
      <w:r>
        <w:t>254.7743</w:t>
      </w:r>
      <w:r>
        <w:tab/>
        <w:t>1.013e0</w:t>
      </w:r>
    </w:p>
    <w:p w:rsidR="00557788" w:rsidRDefault="00557788" w:rsidP="00557788">
      <w:r>
        <w:t>254.7804</w:t>
      </w:r>
      <w:r>
        <w:tab/>
        <w:t>2.025e0</w:t>
      </w:r>
    </w:p>
    <w:p w:rsidR="00557788" w:rsidRDefault="00557788" w:rsidP="00557788">
      <w:r>
        <w:t>254.7881</w:t>
      </w:r>
      <w:r>
        <w:tab/>
        <w:t>2.038e0</w:t>
      </w:r>
    </w:p>
    <w:p w:rsidR="00557788" w:rsidRDefault="00557788" w:rsidP="00557788">
      <w:r>
        <w:t>254.8019</w:t>
      </w:r>
      <w:r>
        <w:tab/>
        <w:t>4.051e0</w:t>
      </w:r>
    </w:p>
    <w:p w:rsidR="00557788" w:rsidRDefault="00557788" w:rsidP="00557788">
      <w:r>
        <w:t>254.8216</w:t>
      </w:r>
      <w:r>
        <w:tab/>
        <w:t>2.038e0</w:t>
      </w:r>
    </w:p>
    <w:p w:rsidR="00557788" w:rsidRDefault="00557788" w:rsidP="00557788">
      <w:r>
        <w:t>254.8236</w:t>
      </w:r>
      <w:r>
        <w:tab/>
        <w:t>2.025e0</w:t>
      </w:r>
    </w:p>
    <w:p w:rsidR="00557788" w:rsidRDefault="00557788" w:rsidP="00557788">
      <w:r>
        <w:t>254.8358</w:t>
      </w:r>
      <w:r>
        <w:tab/>
        <w:t>3.038e0</w:t>
      </w:r>
    </w:p>
    <w:p w:rsidR="00557788" w:rsidRDefault="00557788" w:rsidP="00557788">
      <w:r>
        <w:t>254.8444</w:t>
      </w:r>
      <w:r>
        <w:tab/>
        <w:t>3.038e0</w:t>
      </w:r>
    </w:p>
    <w:p w:rsidR="00557788" w:rsidRDefault="00557788" w:rsidP="00557788">
      <w:r>
        <w:t>254.8595</w:t>
      </w:r>
      <w:r>
        <w:tab/>
        <w:t>1.013e0</w:t>
      </w:r>
    </w:p>
    <w:p w:rsidR="00557788" w:rsidRDefault="00557788" w:rsidP="00557788">
      <w:r>
        <w:t>254.8634</w:t>
      </w:r>
      <w:r>
        <w:tab/>
        <w:t>1.331e0</w:t>
      </w:r>
    </w:p>
    <w:p w:rsidR="00557788" w:rsidRDefault="00557788" w:rsidP="00557788">
      <w:r>
        <w:t>254.8689</w:t>
      </w:r>
      <w:r>
        <w:tab/>
        <w:t>1.266e-2</w:t>
      </w:r>
    </w:p>
    <w:p w:rsidR="00557788" w:rsidRDefault="00557788" w:rsidP="00557788">
      <w:r>
        <w:t>254.8713</w:t>
      </w:r>
      <w:r>
        <w:tab/>
        <w:t>4.051e0</w:t>
      </w:r>
    </w:p>
    <w:p w:rsidR="00557788" w:rsidRDefault="00557788" w:rsidP="00557788">
      <w:r>
        <w:t>254.8847</w:t>
      </w:r>
      <w:r>
        <w:tab/>
        <w:t>1.266e-2</w:t>
      </w:r>
    </w:p>
    <w:p w:rsidR="00557788" w:rsidRDefault="00557788" w:rsidP="00557788">
      <w:r>
        <w:t>254.9126</w:t>
      </w:r>
      <w:r>
        <w:tab/>
        <w:t>3.038e0</w:t>
      </w:r>
    </w:p>
    <w:p w:rsidR="00557788" w:rsidRDefault="00557788" w:rsidP="00557788">
      <w:r>
        <w:t>254.9190</w:t>
      </w:r>
      <w:r>
        <w:tab/>
        <w:t>1.013e0</w:t>
      </w:r>
    </w:p>
    <w:p w:rsidR="00557788" w:rsidRDefault="00557788" w:rsidP="00557788">
      <w:r>
        <w:lastRenderedPageBreak/>
        <w:t>254.9210</w:t>
      </w:r>
      <w:r>
        <w:tab/>
        <w:t>2.025e0</w:t>
      </w:r>
    </w:p>
    <w:p w:rsidR="00557788" w:rsidRDefault="00557788" w:rsidP="00557788">
      <w:r>
        <w:t>254.9249</w:t>
      </w:r>
      <w:r>
        <w:tab/>
        <w:t>2.936e0</w:t>
      </w:r>
    </w:p>
    <w:p w:rsidR="00557788" w:rsidRDefault="00557788" w:rsidP="00557788">
      <w:r>
        <w:t>254.9270</w:t>
      </w:r>
      <w:r>
        <w:tab/>
        <w:t>1.266e-2</w:t>
      </w:r>
    </w:p>
    <w:p w:rsidR="00557788" w:rsidRDefault="00557788" w:rsidP="00557788">
      <w:r>
        <w:t>254.9308</w:t>
      </w:r>
      <w:r>
        <w:tab/>
        <w:t>1.266e-2</w:t>
      </w:r>
    </w:p>
    <w:p w:rsidR="00557788" w:rsidRDefault="00557788" w:rsidP="00557788">
      <w:r>
        <w:t>254.9399</w:t>
      </w:r>
      <w:r>
        <w:tab/>
        <w:t>1.013e0</w:t>
      </w:r>
    </w:p>
    <w:p w:rsidR="00557788" w:rsidRDefault="00557788" w:rsidP="00557788">
      <w:r>
        <w:t>254.9447</w:t>
      </w:r>
      <w:r>
        <w:tab/>
        <w:t>1.013e0</w:t>
      </w:r>
    </w:p>
    <w:p w:rsidR="00557788" w:rsidRDefault="00557788" w:rsidP="00557788">
      <w:r>
        <w:t>254.9622</w:t>
      </w:r>
      <w:r>
        <w:tab/>
        <w:t>8.076e-1</w:t>
      </w:r>
    </w:p>
    <w:p w:rsidR="00557788" w:rsidRDefault="00557788" w:rsidP="00557788">
      <w:r>
        <w:t>254.9693</w:t>
      </w:r>
      <w:r>
        <w:tab/>
        <w:t>1.013e0</w:t>
      </w:r>
    </w:p>
    <w:p w:rsidR="00557788" w:rsidRDefault="00557788" w:rsidP="00557788">
      <w:r>
        <w:t>254.9703</w:t>
      </w:r>
      <w:r>
        <w:tab/>
        <w:t>9.240e-1</w:t>
      </w:r>
    </w:p>
    <w:p w:rsidR="00557788" w:rsidRDefault="00557788" w:rsidP="00557788">
      <w:r>
        <w:t>254.9778</w:t>
      </w:r>
      <w:r>
        <w:tab/>
        <w:t>3.038e0</w:t>
      </w:r>
    </w:p>
    <w:p w:rsidR="00557788" w:rsidRDefault="00557788" w:rsidP="00557788">
      <w:r>
        <w:t>254.9826</w:t>
      </w:r>
      <w:r>
        <w:tab/>
        <w:t>2.025e0</w:t>
      </w:r>
    </w:p>
    <w:p w:rsidR="00557788" w:rsidRDefault="00557788" w:rsidP="00557788">
      <w:r>
        <w:t>255.0067</w:t>
      </w:r>
      <w:r>
        <w:tab/>
        <w:t>2.866e0</w:t>
      </w:r>
    </w:p>
    <w:p w:rsidR="00557788" w:rsidRDefault="00557788" w:rsidP="00557788">
      <w:r>
        <w:t>255.0431</w:t>
      </w:r>
      <w:r>
        <w:tab/>
        <w:t>3.432e0</w:t>
      </w:r>
    </w:p>
    <w:p w:rsidR="00557788" w:rsidRDefault="00557788" w:rsidP="00557788">
      <w:r>
        <w:t>255.0482</w:t>
      </w:r>
      <w:r>
        <w:tab/>
        <w:t>6.962e0</w:t>
      </w:r>
    </w:p>
    <w:p w:rsidR="00557788" w:rsidRDefault="00557788" w:rsidP="00557788">
      <w:r>
        <w:t>255.0493</w:t>
      </w:r>
      <w:r>
        <w:tab/>
        <w:t>6.357e0</w:t>
      </w:r>
    </w:p>
    <w:p w:rsidR="00557788" w:rsidRDefault="00557788" w:rsidP="00557788">
      <w:r>
        <w:t>255.0534</w:t>
      </w:r>
      <w:r>
        <w:tab/>
        <w:t>4.832e0</w:t>
      </w:r>
    </w:p>
    <w:p w:rsidR="00557788" w:rsidRDefault="00557788" w:rsidP="00557788">
      <w:r>
        <w:t>255.0596</w:t>
      </w:r>
      <w:r>
        <w:tab/>
        <w:t>3.688e0</w:t>
      </w:r>
    </w:p>
    <w:p w:rsidR="00557788" w:rsidRDefault="00557788" w:rsidP="00557788">
      <w:r>
        <w:t>255.0674</w:t>
      </w:r>
      <w:r>
        <w:tab/>
        <w:t>7.909e0</w:t>
      </w:r>
    </w:p>
    <w:p w:rsidR="00557788" w:rsidRDefault="00557788" w:rsidP="00557788">
      <w:r>
        <w:t>255.0765</w:t>
      </w:r>
      <w:r>
        <w:tab/>
        <w:t>3.583e0</w:t>
      </w:r>
    </w:p>
    <w:p w:rsidR="00557788" w:rsidRDefault="00557788" w:rsidP="00557788">
      <w:r>
        <w:lastRenderedPageBreak/>
        <w:t>255.1027</w:t>
      </w:r>
      <w:r>
        <w:tab/>
        <w:t>8.632e-1</w:t>
      </w:r>
    </w:p>
    <w:p w:rsidR="00557788" w:rsidRDefault="00557788" w:rsidP="00557788">
      <w:r>
        <w:t>255.1065</w:t>
      </w:r>
      <w:r>
        <w:tab/>
        <w:t>4.111e0</w:t>
      </w:r>
    </w:p>
    <w:p w:rsidR="00557788" w:rsidRDefault="00557788" w:rsidP="00557788">
      <w:r>
        <w:t>255.1105</w:t>
      </w:r>
      <w:r>
        <w:tab/>
        <w:t>5.146e0</w:t>
      </w:r>
    </w:p>
    <w:p w:rsidR="00557788" w:rsidRDefault="00557788" w:rsidP="00557788">
      <w:r>
        <w:t>255.1116</w:t>
      </w:r>
      <w:r>
        <w:tab/>
        <w:t>3.545e0</w:t>
      </w:r>
    </w:p>
    <w:p w:rsidR="00557788" w:rsidRDefault="00557788" w:rsidP="00557788">
      <w:r>
        <w:t>255.1158</w:t>
      </w:r>
      <w:r>
        <w:tab/>
        <w:t>2.493e0</w:t>
      </w:r>
    </w:p>
    <w:p w:rsidR="00557788" w:rsidRDefault="00557788" w:rsidP="00557788">
      <w:r>
        <w:t>255.1458</w:t>
      </w:r>
      <w:r>
        <w:tab/>
        <w:t>4.031e0</w:t>
      </w:r>
    </w:p>
    <w:p w:rsidR="00557788" w:rsidRDefault="00557788" w:rsidP="00557788">
      <w:r>
        <w:t>255.1496</w:t>
      </w:r>
      <w:r>
        <w:tab/>
        <w:t>1.098e-1</w:t>
      </w:r>
    </w:p>
    <w:p w:rsidR="00557788" w:rsidRDefault="00557788" w:rsidP="00557788">
      <w:r>
        <w:t>255.1840</w:t>
      </w:r>
      <w:r>
        <w:tab/>
        <w:t>2.277e0</w:t>
      </w:r>
    </w:p>
    <w:p w:rsidR="00557788" w:rsidRDefault="00557788" w:rsidP="00557788">
      <w:r>
        <w:t>255.1912</w:t>
      </w:r>
      <w:r>
        <w:tab/>
        <w:t>2.379e0</w:t>
      </w:r>
    </w:p>
    <w:p w:rsidR="00557788" w:rsidRDefault="00557788" w:rsidP="00557788">
      <w:r>
        <w:t>255.2027</w:t>
      </w:r>
      <w:r>
        <w:tab/>
        <w:t>1.859e0</w:t>
      </w:r>
    </w:p>
    <w:p w:rsidR="00557788" w:rsidRDefault="00557788" w:rsidP="00557788">
      <w:r>
        <w:t>255.2094</w:t>
      </w:r>
      <w:r>
        <w:tab/>
        <w:t>1.723e0</w:t>
      </w:r>
    </w:p>
    <w:p w:rsidR="00557788" w:rsidRDefault="00557788" w:rsidP="00557788">
      <w:r>
        <w:t>255.2167</w:t>
      </w:r>
      <w:r>
        <w:tab/>
        <w:t>1.875e0</w:t>
      </w:r>
    </w:p>
    <w:p w:rsidR="00557788" w:rsidRDefault="00557788" w:rsidP="00557788">
      <w:r>
        <w:t>255.2215</w:t>
      </w:r>
      <w:r>
        <w:tab/>
        <w:t>4.955e0</w:t>
      </w:r>
    </w:p>
    <w:p w:rsidR="00557788" w:rsidRDefault="00557788" w:rsidP="00557788">
      <w:r>
        <w:t>255.2252</w:t>
      </w:r>
      <w:r>
        <w:tab/>
        <w:t>1.157e0</w:t>
      </w:r>
    </w:p>
    <w:p w:rsidR="00557788" w:rsidRDefault="00557788" w:rsidP="00557788">
      <w:r>
        <w:t>255.2290</w:t>
      </w:r>
      <w:r>
        <w:tab/>
        <w:t>8.039e0</w:t>
      </w:r>
    </w:p>
    <w:p w:rsidR="00557788" w:rsidRDefault="00557788" w:rsidP="00557788">
      <w:r>
        <w:t>255.2409</w:t>
      </w:r>
      <w:r>
        <w:tab/>
        <w:t>2.025e0</w:t>
      </w:r>
    </w:p>
    <w:p w:rsidR="00557788" w:rsidRDefault="00557788" w:rsidP="00557788">
      <w:r>
        <w:t>255.2473</w:t>
      </w:r>
      <w:r>
        <w:tab/>
        <w:t>4.051e0</w:t>
      </w:r>
    </w:p>
    <w:p w:rsidR="00557788" w:rsidRDefault="00557788" w:rsidP="00557788">
      <w:r>
        <w:t>255.2530</w:t>
      </w:r>
      <w:r>
        <w:tab/>
        <w:t>2.051e0</w:t>
      </w:r>
    </w:p>
    <w:p w:rsidR="00557788" w:rsidRDefault="00557788" w:rsidP="00557788">
      <w:r>
        <w:t>255.2554</w:t>
      </w:r>
      <w:r>
        <w:tab/>
        <w:t>1.754e0</w:t>
      </w:r>
    </w:p>
    <w:p w:rsidR="00557788" w:rsidRDefault="00557788" w:rsidP="00557788">
      <w:r>
        <w:lastRenderedPageBreak/>
        <w:t>255.2583</w:t>
      </w:r>
      <w:r>
        <w:tab/>
        <w:t>5.063e0</w:t>
      </w:r>
    </w:p>
    <w:p w:rsidR="00557788" w:rsidRDefault="00557788" w:rsidP="00557788">
      <w:r>
        <w:t>255.2648</w:t>
      </w:r>
      <w:r>
        <w:tab/>
        <w:t>3.403e0</w:t>
      </w:r>
    </w:p>
    <w:p w:rsidR="00557788" w:rsidRDefault="00557788" w:rsidP="00557788">
      <w:r>
        <w:t>255.2711</w:t>
      </w:r>
      <w:r>
        <w:tab/>
        <w:t>2.025e0</w:t>
      </w:r>
    </w:p>
    <w:p w:rsidR="00557788" w:rsidRDefault="00557788" w:rsidP="00557788">
      <w:r>
        <w:t>255.2863</w:t>
      </w:r>
      <w:r>
        <w:tab/>
        <w:t>2.532e-2</w:t>
      </w:r>
    </w:p>
    <w:p w:rsidR="00557788" w:rsidRDefault="00557788" w:rsidP="00557788">
      <w:r>
        <w:t>255.2883</w:t>
      </w:r>
      <w:r>
        <w:tab/>
        <w:t>1.051e0</w:t>
      </w:r>
    </w:p>
    <w:p w:rsidR="00557788" w:rsidRDefault="00557788" w:rsidP="00557788">
      <w:r>
        <w:t>255.2923</w:t>
      </w:r>
      <w:r>
        <w:tab/>
        <w:t>1.025e0</w:t>
      </w:r>
    </w:p>
    <w:p w:rsidR="00557788" w:rsidRDefault="00557788" w:rsidP="00557788">
      <w:r>
        <w:t>255.3065</w:t>
      </w:r>
      <w:r>
        <w:tab/>
        <w:t>3.038e0</w:t>
      </w:r>
    </w:p>
    <w:p w:rsidR="00557788" w:rsidRDefault="00557788" w:rsidP="00557788">
      <w:r>
        <w:t>255.3094</w:t>
      </w:r>
      <w:r>
        <w:tab/>
        <w:t>2.038e0</w:t>
      </w:r>
    </w:p>
    <w:p w:rsidR="00557788" w:rsidRDefault="00557788" w:rsidP="00557788">
      <w:r>
        <w:t>255.3209</w:t>
      </w:r>
      <w:r>
        <w:tab/>
        <w:t>4.051e0</w:t>
      </w:r>
    </w:p>
    <w:p w:rsidR="00557788" w:rsidRDefault="00557788" w:rsidP="00557788">
      <w:r>
        <w:t>255.3287</w:t>
      </w:r>
      <w:r>
        <w:tab/>
        <w:t>2.025e0</w:t>
      </w:r>
    </w:p>
    <w:p w:rsidR="00557788" w:rsidRDefault="00557788" w:rsidP="00557788">
      <w:r>
        <w:t>255.3386</w:t>
      </w:r>
      <w:r>
        <w:tab/>
        <w:t>2.025e0</w:t>
      </w:r>
    </w:p>
    <w:p w:rsidR="00557788" w:rsidRDefault="00557788" w:rsidP="00557788">
      <w:r>
        <w:t>255.3642</w:t>
      </w:r>
      <w:r>
        <w:tab/>
        <w:t>4.089e0</w:t>
      </w:r>
    </w:p>
    <w:p w:rsidR="00557788" w:rsidRDefault="00557788" w:rsidP="00557788">
      <w:r>
        <w:t>255.3833</w:t>
      </w:r>
      <w:r>
        <w:tab/>
        <w:t>2.532e-2</w:t>
      </w:r>
    </w:p>
    <w:p w:rsidR="00557788" w:rsidRDefault="00557788" w:rsidP="00557788">
      <w:r>
        <w:t>255.3851</w:t>
      </w:r>
      <w:r>
        <w:tab/>
        <w:t>1.266e-2</w:t>
      </w:r>
    </w:p>
    <w:p w:rsidR="00557788" w:rsidRDefault="00557788" w:rsidP="00557788">
      <w:r>
        <w:t>255.3902</w:t>
      </w:r>
      <w:r>
        <w:tab/>
        <w:t>2.025e0</w:t>
      </w:r>
    </w:p>
    <w:p w:rsidR="00557788" w:rsidRDefault="00557788" w:rsidP="00557788">
      <w:r>
        <w:t>255.4033</w:t>
      </w:r>
      <w:r>
        <w:tab/>
        <w:t>2.038e0</w:t>
      </w:r>
    </w:p>
    <w:p w:rsidR="00557788" w:rsidRDefault="00557788" w:rsidP="00557788">
      <w:r>
        <w:t>255.4134</w:t>
      </w:r>
      <w:r>
        <w:tab/>
        <w:t>4.051e0</w:t>
      </w:r>
    </w:p>
    <w:p w:rsidR="00557788" w:rsidRDefault="00557788" w:rsidP="00557788">
      <w:r>
        <w:t>255.4232</w:t>
      </w:r>
      <w:r>
        <w:tab/>
        <w:t>1.013e0</w:t>
      </w:r>
    </w:p>
    <w:p w:rsidR="00557788" w:rsidRDefault="00557788" w:rsidP="00557788">
      <w:r>
        <w:t>255.4278</w:t>
      </w:r>
      <w:r>
        <w:tab/>
        <w:t>2.025e0</w:t>
      </w:r>
    </w:p>
    <w:p w:rsidR="00557788" w:rsidRDefault="00557788" w:rsidP="00557788">
      <w:r>
        <w:lastRenderedPageBreak/>
        <w:t>255.4414</w:t>
      </w:r>
      <w:r>
        <w:tab/>
        <w:t>2.038e0</w:t>
      </w:r>
    </w:p>
    <w:p w:rsidR="00557788" w:rsidRDefault="00557788" w:rsidP="00557788">
      <w:r>
        <w:t>255.4578</w:t>
      </w:r>
      <w:r>
        <w:tab/>
        <w:t>1.013e0</w:t>
      </w:r>
    </w:p>
    <w:p w:rsidR="00557788" w:rsidRDefault="00557788" w:rsidP="00557788">
      <w:r>
        <w:t>255.4693</w:t>
      </w:r>
      <w:r>
        <w:tab/>
        <w:t>2.025e0</w:t>
      </w:r>
    </w:p>
    <w:p w:rsidR="00557788" w:rsidRDefault="00557788" w:rsidP="00557788">
      <w:r>
        <w:t>255.4967</w:t>
      </w:r>
      <w:r>
        <w:tab/>
        <w:t>9.114e0</w:t>
      </w:r>
    </w:p>
    <w:p w:rsidR="00557788" w:rsidRDefault="00557788" w:rsidP="00557788">
      <w:r>
        <w:t>255.5040</w:t>
      </w:r>
      <w:r>
        <w:tab/>
        <w:t>1.038e0</w:t>
      </w:r>
    </w:p>
    <w:p w:rsidR="00557788" w:rsidRDefault="00557788" w:rsidP="00557788">
      <w:r>
        <w:t>255.5341</w:t>
      </w:r>
      <w:r>
        <w:tab/>
        <w:t>4.051e0</w:t>
      </w:r>
    </w:p>
    <w:p w:rsidR="00557788" w:rsidRDefault="00557788" w:rsidP="00557788">
      <w:r>
        <w:t>255.5385</w:t>
      </w:r>
      <w:r>
        <w:tab/>
        <w:t>2.025e0</w:t>
      </w:r>
    </w:p>
    <w:p w:rsidR="00557788" w:rsidRDefault="00557788" w:rsidP="00557788">
      <w:r>
        <w:t>255.5461</w:t>
      </w:r>
      <w:r>
        <w:tab/>
        <w:t>4.063e0</w:t>
      </w:r>
    </w:p>
    <w:p w:rsidR="00557788" w:rsidRDefault="00557788" w:rsidP="00557788">
      <w:r>
        <w:t>255.5528</w:t>
      </w:r>
      <w:r>
        <w:tab/>
        <w:t>3.038e0</w:t>
      </w:r>
    </w:p>
    <w:p w:rsidR="00557788" w:rsidRDefault="00557788" w:rsidP="00557788">
      <w:r>
        <w:t>255.5547</w:t>
      </w:r>
      <w:r>
        <w:tab/>
        <w:t>3.798e-2</w:t>
      </w:r>
    </w:p>
    <w:p w:rsidR="00557788" w:rsidRDefault="00557788" w:rsidP="00557788">
      <w:r>
        <w:t>255.5645</w:t>
      </w:r>
      <w:r>
        <w:tab/>
        <w:t>2.532e-2</w:t>
      </w:r>
    </w:p>
    <w:p w:rsidR="00557788" w:rsidRDefault="00557788" w:rsidP="00557788">
      <w:r>
        <w:t>255.5749</w:t>
      </w:r>
      <w:r>
        <w:tab/>
        <w:t>3.038e0</w:t>
      </w:r>
    </w:p>
    <w:p w:rsidR="00557788" w:rsidRDefault="00557788" w:rsidP="00557788">
      <w:r>
        <w:t>255.5796</w:t>
      </w:r>
      <w:r>
        <w:tab/>
        <w:t>3.038e0</w:t>
      </w:r>
    </w:p>
    <w:p w:rsidR="00557788" w:rsidRDefault="00557788" w:rsidP="00557788">
      <w:r>
        <w:t>255.5809</w:t>
      </w:r>
      <w:r>
        <w:tab/>
        <w:t>1.013e0</w:t>
      </w:r>
    </w:p>
    <w:p w:rsidR="00557788" w:rsidRDefault="00557788" w:rsidP="00557788">
      <w:r>
        <w:t>255.5905</w:t>
      </w:r>
      <w:r>
        <w:tab/>
        <w:t>4.051e0</w:t>
      </w:r>
    </w:p>
    <w:p w:rsidR="00557788" w:rsidRDefault="00557788" w:rsidP="00557788">
      <w:r>
        <w:t>255.5959</w:t>
      </w:r>
      <w:r>
        <w:tab/>
        <w:t>3.038e0</w:t>
      </w:r>
    </w:p>
    <w:p w:rsidR="00557788" w:rsidRDefault="00557788" w:rsidP="00557788">
      <w:r>
        <w:t>255.5991</w:t>
      </w:r>
      <w:r>
        <w:tab/>
        <w:t>3.038e0</w:t>
      </w:r>
    </w:p>
    <w:p w:rsidR="00557788" w:rsidRDefault="00557788" w:rsidP="00557788">
      <w:r>
        <w:t>255.6017</w:t>
      </w:r>
      <w:r>
        <w:tab/>
        <w:t>4.051e0</w:t>
      </w:r>
    </w:p>
    <w:p w:rsidR="00557788" w:rsidRDefault="00557788" w:rsidP="00557788">
      <w:r>
        <w:t>255.6032</w:t>
      </w:r>
      <w:r>
        <w:tab/>
        <w:t>1.013e0</w:t>
      </w:r>
    </w:p>
    <w:p w:rsidR="00557788" w:rsidRDefault="00557788" w:rsidP="00557788">
      <w:r>
        <w:lastRenderedPageBreak/>
        <w:t>255.6074</w:t>
      </w:r>
      <w:r>
        <w:tab/>
        <w:t>2.025e0</w:t>
      </w:r>
    </w:p>
    <w:p w:rsidR="00557788" w:rsidRDefault="00557788" w:rsidP="00557788">
      <w:r>
        <w:t>255.6277</w:t>
      </w:r>
      <w:r>
        <w:tab/>
        <w:t>3.798e-2</w:t>
      </w:r>
    </w:p>
    <w:p w:rsidR="00557788" w:rsidRDefault="00557788" w:rsidP="00557788">
      <w:r>
        <w:t>255.6290</w:t>
      </w:r>
      <w:r>
        <w:tab/>
        <w:t>2.025e0</w:t>
      </w:r>
    </w:p>
    <w:p w:rsidR="00557788" w:rsidRDefault="00557788" w:rsidP="00557788">
      <w:r>
        <w:t>255.6431</w:t>
      </w:r>
      <w:r>
        <w:tab/>
        <w:t>2.025e0</w:t>
      </w:r>
    </w:p>
    <w:p w:rsidR="00557788" w:rsidRDefault="00557788" w:rsidP="00557788">
      <w:r>
        <w:t>255.6476</w:t>
      </w:r>
      <w:r>
        <w:tab/>
        <w:t>2.025e0</w:t>
      </w:r>
    </w:p>
    <w:p w:rsidR="00557788" w:rsidRDefault="00557788" w:rsidP="00557788">
      <w:r>
        <w:t>255.6498</w:t>
      </w:r>
      <w:r>
        <w:tab/>
        <w:t>3.038e0</w:t>
      </w:r>
    </w:p>
    <w:p w:rsidR="00557788" w:rsidRDefault="00557788" w:rsidP="00557788">
      <w:r>
        <w:t>255.6607</w:t>
      </w:r>
      <w:r>
        <w:tab/>
        <w:t>3.038e0</w:t>
      </w:r>
    </w:p>
    <w:p w:rsidR="00557788" w:rsidRDefault="00557788" w:rsidP="00557788">
      <w:r>
        <w:t>255.6732</w:t>
      </w:r>
      <w:r>
        <w:tab/>
        <w:t>4.262e0</w:t>
      </w:r>
    </w:p>
    <w:p w:rsidR="00557788" w:rsidRDefault="00557788" w:rsidP="00557788">
      <w:r>
        <w:t>255.6770</w:t>
      </w:r>
      <w:r>
        <w:tab/>
        <w:t>2.025e0</w:t>
      </w:r>
    </w:p>
    <w:p w:rsidR="00557788" w:rsidRDefault="00557788" w:rsidP="00557788">
      <w:r>
        <w:t>255.6791</w:t>
      </w:r>
      <w:r>
        <w:tab/>
        <w:t>1.013e0</w:t>
      </w:r>
    </w:p>
    <w:p w:rsidR="00557788" w:rsidRDefault="00557788" w:rsidP="00557788">
      <w:r>
        <w:t>255.6980</w:t>
      </w:r>
      <w:r>
        <w:tab/>
        <w:t>3.038e0</w:t>
      </w:r>
    </w:p>
    <w:p w:rsidR="00557788" w:rsidRDefault="00557788" w:rsidP="00557788">
      <w:r>
        <w:t>255.7001</w:t>
      </w:r>
      <w:r>
        <w:tab/>
        <w:t>1.266e-2</w:t>
      </w:r>
    </w:p>
    <w:p w:rsidR="00557788" w:rsidRDefault="00557788" w:rsidP="00557788">
      <w:r>
        <w:t>255.7196</w:t>
      </w:r>
      <w:r>
        <w:tab/>
        <w:t>3.038e0</w:t>
      </w:r>
    </w:p>
    <w:p w:rsidR="00557788" w:rsidRDefault="00557788" w:rsidP="00557788">
      <w:r>
        <w:t>255.7312</w:t>
      </w:r>
      <w:r>
        <w:tab/>
        <w:t>3.038e0</w:t>
      </w:r>
    </w:p>
    <w:p w:rsidR="00557788" w:rsidRDefault="00557788" w:rsidP="00557788">
      <w:r>
        <w:t>255.7405</w:t>
      </w:r>
      <w:r>
        <w:tab/>
        <w:t>4.051e0</w:t>
      </w:r>
    </w:p>
    <w:p w:rsidR="00557788" w:rsidRDefault="00557788" w:rsidP="00557788">
      <w:r>
        <w:t>255.7502</w:t>
      </w:r>
      <w:r>
        <w:tab/>
        <w:t>2.038e0</w:t>
      </w:r>
    </w:p>
    <w:p w:rsidR="00557788" w:rsidRDefault="00557788" w:rsidP="00557788">
      <w:r>
        <w:t>255.7639</w:t>
      </w:r>
      <w:r>
        <w:tab/>
        <w:t>2.025e0</w:t>
      </w:r>
    </w:p>
    <w:p w:rsidR="00557788" w:rsidRDefault="00557788" w:rsidP="00557788">
      <w:r>
        <w:t>255.7706</w:t>
      </w:r>
      <w:r>
        <w:tab/>
        <w:t>2.051e0</w:t>
      </w:r>
    </w:p>
    <w:p w:rsidR="00557788" w:rsidRDefault="00557788" w:rsidP="00557788">
      <w:r>
        <w:t>255.7726</w:t>
      </w:r>
      <w:r>
        <w:tab/>
        <w:t>2.063e0</w:t>
      </w:r>
    </w:p>
    <w:p w:rsidR="00557788" w:rsidRDefault="00557788" w:rsidP="00557788">
      <w:r>
        <w:lastRenderedPageBreak/>
        <w:t>255.7809</w:t>
      </w:r>
      <w:r>
        <w:tab/>
        <w:t>1.013e0</w:t>
      </w:r>
    </w:p>
    <w:p w:rsidR="00557788" w:rsidRDefault="00557788" w:rsidP="00557788">
      <w:r>
        <w:t>255.8152</w:t>
      </w:r>
      <w:r>
        <w:tab/>
        <w:t>6.329e-2</w:t>
      </w:r>
    </w:p>
    <w:p w:rsidR="00557788" w:rsidRDefault="00557788" w:rsidP="00557788">
      <w:r>
        <w:t>255.8233</w:t>
      </w:r>
      <w:r>
        <w:tab/>
        <w:t>1.013e0</w:t>
      </w:r>
    </w:p>
    <w:p w:rsidR="00557788" w:rsidRDefault="00557788" w:rsidP="00557788">
      <w:r>
        <w:t>255.8311</w:t>
      </w:r>
      <w:r>
        <w:tab/>
        <w:t>1.013e0</w:t>
      </w:r>
    </w:p>
    <w:p w:rsidR="00557788" w:rsidRDefault="00557788" w:rsidP="00557788">
      <w:r>
        <w:t>255.8357</w:t>
      </w:r>
      <w:r>
        <w:tab/>
        <w:t>1.013e0</w:t>
      </w:r>
    </w:p>
    <w:p w:rsidR="00557788" w:rsidRDefault="00557788" w:rsidP="00557788">
      <w:r>
        <w:t>255.8510</w:t>
      </w:r>
      <w:r>
        <w:tab/>
        <w:t>6.136e0</w:t>
      </w:r>
    </w:p>
    <w:p w:rsidR="00557788" w:rsidRDefault="00557788" w:rsidP="00557788">
      <w:r>
        <w:t>255.8643</w:t>
      </w:r>
      <w:r>
        <w:tab/>
        <w:t>3.038e0</w:t>
      </w:r>
    </w:p>
    <w:p w:rsidR="00557788" w:rsidRDefault="00557788" w:rsidP="00557788">
      <w:r>
        <w:t>255.8872</w:t>
      </w:r>
      <w:r>
        <w:tab/>
        <w:t>1.038e0</w:t>
      </w:r>
    </w:p>
    <w:p w:rsidR="00557788" w:rsidRDefault="00557788" w:rsidP="00557788">
      <w:r>
        <w:t>255.8922</w:t>
      </w:r>
      <w:r>
        <w:tab/>
        <w:t>1.266e-2</w:t>
      </w:r>
    </w:p>
    <w:p w:rsidR="00557788" w:rsidRDefault="00557788" w:rsidP="00557788">
      <w:r>
        <w:t>255.9021</w:t>
      </w:r>
      <w:r>
        <w:tab/>
        <w:t>3.038e0</w:t>
      </w:r>
    </w:p>
    <w:p w:rsidR="00557788" w:rsidRDefault="00557788" w:rsidP="00557788">
      <w:r>
        <w:t>255.9193</w:t>
      </w:r>
      <w:r>
        <w:tab/>
        <w:t>4.051e0</w:t>
      </w:r>
    </w:p>
    <w:p w:rsidR="00557788" w:rsidRDefault="00557788" w:rsidP="00557788">
      <w:r>
        <w:t>255.9259</w:t>
      </w:r>
      <w:r>
        <w:tab/>
        <w:t>1.013e0</w:t>
      </w:r>
    </w:p>
    <w:p w:rsidR="00557788" w:rsidRDefault="00557788" w:rsidP="00557788">
      <w:r>
        <w:t>255.9366</w:t>
      </w:r>
      <w:r>
        <w:tab/>
        <w:t>2.532e-2</w:t>
      </w:r>
    </w:p>
    <w:p w:rsidR="00557788" w:rsidRDefault="00557788" w:rsidP="00557788">
      <w:r>
        <w:t>255.9382</w:t>
      </w:r>
      <w:r>
        <w:tab/>
        <w:t>3.051e0</w:t>
      </w:r>
    </w:p>
    <w:p w:rsidR="00557788" w:rsidRDefault="00557788" w:rsidP="00557788">
      <w:r>
        <w:t>255.9479</w:t>
      </w:r>
      <w:r>
        <w:tab/>
        <w:t>3.038e0</w:t>
      </w:r>
    </w:p>
    <w:p w:rsidR="00557788" w:rsidRDefault="00557788" w:rsidP="00557788">
      <w:r>
        <w:t>255.9527</w:t>
      </w:r>
      <w:r>
        <w:tab/>
        <w:t>4.062e0</w:t>
      </w:r>
    </w:p>
    <w:p w:rsidR="00557788" w:rsidRDefault="00557788" w:rsidP="00557788">
      <w:r>
        <w:t>255.9556</w:t>
      </w:r>
      <w:r>
        <w:tab/>
        <w:t>4.999e0</w:t>
      </w:r>
    </w:p>
    <w:p w:rsidR="00557788" w:rsidRDefault="00557788" w:rsidP="00557788">
      <w:r>
        <w:t>255.9569</w:t>
      </w:r>
      <w:r>
        <w:tab/>
        <w:t>1.601e0</w:t>
      </w:r>
    </w:p>
    <w:p w:rsidR="00557788" w:rsidRDefault="00557788" w:rsidP="00557788">
      <w:r>
        <w:t>255.9667</w:t>
      </w:r>
      <w:r>
        <w:tab/>
        <w:t>8.987e-1</w:t>
      </w:r>
    </w:p>
    <w:p w:rsidR="00557788" w:rsidRDefault="00557788" w:rsidP="00557788">
      <w:r>
        <w:lastRenderedPageBreak/>
        <w:t>255.9691</w:t>
      </w:r>
      <w:r>
        <w:tab/>
        <w:t>5.523e0</w:t>
      </w:r>
    </w:p>
    <w:p w:rsidR="00557788" w:rsidRDefault="00557788" w:rsidP="00557788">
      <w:r>
        <w:t>255.9829</w:t>
      </w:r>
      <w:r>
        <w:tab/>
        <w:t>1.750e0</w:t>
      </w:r>
    </w:p>
    <w:p w:rsidR="00557788" w:rsidRDefault="00557788" w:rsidP="00557788">
      <w:r>
        <w:t>256.0031</w:t>
      </w:r>
      <w:r>
        <w:tab/>
        <w:t>1.704e0</w:t>
      </w:r>
    </w:p>
    <w:p w:rsidR="00557788" w:rsidRDefault="00557788" w:rsidP="00557788">
      <w:r>
        <w:t>256.0042</w:t>
      </w:r>
      <w:r>
        <w:tab/>
        <w:t>3.051e0</w:t>
      </w:r>
    </w:p>
    <w:p w:rsidR="00557788" w:rsidRDefault="00557788" w:rsidP="00557788">
      <w:r>
        <w:t>256.0124</w:t>
      </w:r>
      <w:r>
        <w:tab/>
        <w:t>4.739e0</w:t>
      </w:r>
    </w:p>
    <w:p w:rsidR="00557788" w:rsidRDefault="00557788" w:rsidP="00557788">
      <w:r>
        <w:t>256.0219</w:t>
      </w:r>
      <w:r>
        <w:tab/>
        <w:t>2.707e0</w:t>
      </w:r>
    </w:p>
    <w:p w:rsidR="00557788" w:rsidRDefault="00557788" w:rsidP="00557788">
      <w:r>
        <w:t>256.0418</w:t>
      </w:r>
      <w:r>
        <w:tab/>
        <w:t>2.081e-1</w:t>
      </w:r>
    </w:p>
    <w:p w:rsidR="00557788" w:rsidRDefault="00557788" w:rsidP="00557788">
      <w:r>
        <w:t>256.0473</w:t>
      </w:r>
      <w:r>
        <w:tab/>
        <w:t>7.439e0</w:t>
      </w:r>
    </w:p>
    <w:p w:rsidR="00557788" w:rsidRDefault="00557788" w:rsidP="00557788">
      <w:r>
        <w:t>256.0567</w:t>
      </w:r>
      <w:r>
        <w:tab/>
        <w:t>8.791e0</w:t>
      </w:r>
    </w:p>
    <w:p w:rsidR="00557788" w:rsidRDefault="00557788" w:rsidP="00557788">
      <w:r>
        <w:t>256.0734</w:t>
      </w:r>
      <w:r>
        <w:tab/>
        <w:t>7.294e-1</w:t>
      </w:r>
    </w:p>
    <w:p w:rsidR="00557788" w:rsidRDefault="00557788" w:rsidP="00557788">
      <w:r>
        <w:t>256.1001</w:t>
      </w:r>
      <w:r>
        <w:tab/>
        <w:t>1.405e0</w:t>
      </w:r>
    </w:p>
    <w:p w:rsidR="00557788" w:rsidRDefault="00557788" w:rsidP="00557788">
      <w:r>
        <w:t>256.1058</w:t>
      </w:r>
      <w:r>
        <w:tab/>
        <w:t>2.407e0</w:t>
      </w:r>
    </w:p>
    <w:p w:rsidR="00557788" w:rsidRDefault="00557788" w:rsidP="00557788">
      <w:r>
        <w:t>256.1097</w:t>
      </w:r>
      <w:r>
        <w:tab/>
        <w:t>1.133e0</w:t>
      </w:r>
    </w:p>
    <w:p w:rsidR="00557788" w:rsidRDefault="00557788" w:rsidP="00557788">
      <w:r>
        <w:t>256.1236</w:t>
      </w:r>
      <w:r>
        <w:tab/>
        <w:t>2.123e0</w:t>
      </w:r>
    </w:p>
    <w:p w:rsidR="00557788" w:rsidRDefault="00557788" w:rsidP="00557788">
      <w:r>
        <w:t>256.1708</w:t>
      </w:r>
      <w:r>
        <w:tab/>
        <w:t>2.750e1</w:t>
      </w:r>
    </w:p>
    <w:p w:rsidR="00557788" w:rsidRDefault="00557788" w:rsidP="00557788">
      <w:r>
        <w:t>256.2341</w:t>
      </w:r>
      <w:r>
        <w:tab/>
        <w:t>5.275e0</w:t>
      </w:r>
    </w:p>
    <w:p w:rsidR="00557788" w:rsidRDefault="00557788" w:rsidP="00557788">
      <w:r>
        <w:t>256.2477</w:t>
      </w:r>
      <w:r>
        <w:tab/>
        <w:t>6.076e0</w:t>
      </w:r>
    </w:p>
    <w:p w:rsidR="00557788" w:rsidRDefault="00557788" w:rsidP="00557788">
      <w:r>
        <w:t>256.2523</w:t>
      </w:r>
      <w:r>
        <w:tab/>
        <w:t>3.641e0</w:t>
      </w:r>
    </w:p>
    <w:p w:rsidR="00557788" w:rsidRDefault="00557788" w:rsidP="00557788">
      <w:r>
        <w:t>256.2693</w:t>
      </w:r>
      <w:r>
        <w:tab/>
        <w:t>1.633e0</w:t>
      </w:r>
    </w:p>
    <w:p w:rsidR="00557788" w:rsidRDefault="00557788" w:rsidP="00557788">
      <w:r>
        <w:lastRenderedPageBreak/>
        <w:t>256.2964</w:t>
      </w:r>
      <w:r>
        <w:tab/>
        <w:t>7.101e0</w:t>
      </w:r>
    </w:p>
    <w:p w:rsidR="00557788" w:rsidRDefault="00557788" w:rsidP="00557788">
      <w:r>
        <w:t>256.3062</w:t>
      </w:r>
      <w:r>
        <w:tab/>
        <w:t>2.025e0</w:t>
      </w:r>
    </w:p>
    <w:p w:rsidR="00557788" w:rsidRDefault="00557788" w:rsidP="00557788">
      <w:r>
        <w:t>256.3082</w:t>
      </w:r>
      <w:r>
        <w:tab/>
        <w:t>2.025e0</w:t>
      </w:r>
    </w:p>
    <w:p w:rsidR="00557788" w:rsidRDefault="00557788" w:rsidP="00557788">
      <w:r>
        <w:t>256.3313</w:t>
      </w:r>
      <w:r>
        <w:tab/>
        <w:t>3.038e0</w:t>
      </w:r>
    </w:p>
    <w:p w:rsidR="00557788" w:rsidRDefault="00557788" w:rsidP="00557788">
      <w:r>
        <w:t>256.3425</w:t>
      </w:r>
      <w:r>
        <w:tab/>
        <w:t>3.051e0</w:t>
      </w:r>
    </w:p>
    <w:p w:rsidR="00557788" w:rsidRDefault="00557788" w:rsidP="00557788">
      <w:r>
        <w:t>256.3525</w:t>
      </w:r>
      <w:r>
        <w:tab/>
        <w:t>6.259e0</w:t>
      </w:r>
    </w:p>
    <w:p w:rsidR="00557788" w:rsidRDefault="00557788" w:rsidP="00557788">
      <w:r>
        <w:t>256.3604</w:t>
      </w:r>
      <w:r>
        <w:tab/>
        <w:t>2.025e0</w:t>
      </w:r>
    </w:p>
    <w:p w:rsidR="00557788" w:rsidRDefault="00557788" w:rsidP="00557788">
      <w:r>
        <w:t>256.3705</w:t>
      </w:r>
      <w:r>
        <w:tab/>
        <w:t>4.051e0</w:t>
      </w:r>
    </w:p>
    <w:p w:rsidR="00557788" w:rsidRDefault="00557788" w:rsidP="00557788">
      <w:r>
        <w:t>256.3773</w:t>
      </w:r>
      <w:r>
        <w:tab/>
        <w:t>1.013e0</w:t>
      </w:r>
    </w:p>
    <w:p w:rsidR="00557788" w:rsidRDefault="00557788" w:rsidP="00557788">
      <w:r>
        <w:t>256.3830</w:t>
      </w:r>
      <w:r>
        <w:tab/>
        <w:t>1.038e0</w:t>
      </w:r>
    </w:p>
    <w:p w:rsidR="00557788" w:rsidRDefault="00557788" w:rsidP="00557788">
      <w:r>
        <w:t>256.3965</w:t>
      </w:r>
      <w:r>
        <w:tab/>
        <w:t>3.162e0</w:t>
      </w:r>
    </w:p>
    <w:p w:rsidR="00557788" w:rsidRDefault="00557788" w:rsidP="00557788">
      <w:r>
        <w:t>256.4003</w:t>
      </w:r>
      <w:r>
        <w:tab/>
        <w:t>2.025e0</w:t>
      </w:r>
    </w:p>
    <w:p w:rsidR="00557788" w:rsidRDefault="00557788" w:rsidP="00557788">
      <w:r>
        <w:t>256.4040</w:t>
      </w:r>
      <w:r>
        <w:tab/>
        <w:t>3.038e0</w:t>
      </w:r>
    </w:p>
    <w:p w:rsidR="00557788" w:rsidRDefault="00557788" w:rsidP="00557788">
      <w:r>
        <w:t>256.4059</w:t>
      </w:r>
      <w:r>
        <w:tab/>
        <w:t>1.013e0</w:t>
      </w:r>
    </w:p>
    <w:p w:rsidR="00557788" w:rsidRDefault="00557788" w:rsidP="00557788">
      <w:r>
        <w:t>256.4255</w:t>
      </w:r>
      <w:r>
        <w:tab/>
        <w:t>2.025e0</w:t>
      </w:r>
    </w:p>
    <w:p w:rsidR="00557788" w:rsidRDefault="00557788" w:rsidP="00557788">
      <w:r>
        <w:t>256.4315</w:t>
      </w:r>
      <w:r>
        <w:tab/>
        <w:t>1.266e-2</w:t>
      </w:r>
    </w:p>
    <w:p w:rsidR="00557788" w:rsidRDefault="00557788" w:rsidP="00557788">
      <w:r>
        <w:t>256.4353</w:t>
      </w:r>
      <w:r>
        <w:tab/>
        <w:t>2.532e-2</w:t>
      </w:r>
    </w:p>
    <w:p w:rsidR="00557788" w:rsidRDefault="00557788" w:rsidP="00557788">
      <w:r>
        <w:t>256.4561</w:t>
      </w:r>
      <w:r>
        <w:tab/>
        <w:t>2.025e0</w:t>
      </w:r>
    </w:p>
    <w:p w:rsidR="00557788" w:rsidRDefault="00557788" w:rsidP="00557788">
      <w:r>
        <w:t>256.4679</w:t>
      </w:r>
      <w:r>
        <w:tab/>
        <w:t>2.025e0</w:t>
      </w:r>
    </w:p>
    <w:p w:rsidR="00557788" w:rsidRDefault="00557788" w:rsidP="00557788">
      <w:r>
        <w:lastRenderedPageBreak/>
        <w:t>256.4699</w:t>
      </w:r>
      <w:r>
        <w:tab/>
        <w:t>1.013e0</w:t>
      </w:r>
    </w:p>
    <w:p w:rsidR="00557788" w:rsidRDefault="00557788" w:rsidP="00557788">
      <w:r>
        <w:t>256.4776</w:t>
      </w:r>
      <w:r>
        <w:tab/>
        <w:t>2.051e0</w:t>
      </w:r>
    </w:p>
    <w:p w:rsidR="00557788" w:rsidRDefault="00557788" w:rsidP="00557788">
      <w:r>
        <w:t>256.5003</w:t>
      </w:r>
      <w:r>
        <w:tab/>
        <w:t>3.038e0</w:t>
      </w:r>
    </w:p>
    <w:p w:rsidR="00557788" w:rsidRDefault="00557788" w:rsidP="00557788">
      <w:r>
        <w:t>256.5044</w:t>
      </w:r>
      <w:r>
        <w:tab/>
        <w:t>1.025e0</w:t>
      </w:r>
    </w:p>
    <w:p w:rsidR="00557788" w:rsidRDefault="00557788" w:rsidP="00557788">
      <w:r>
        <w:t>256.5103</w:t>
      </w:r>
      <w:r>
        <w:tab/>
        <w:t>2.025e0</w:t>
      </w:r>
    </w:p>
    <w:p w:rsidR="00557788" w:rsidRDefault="00557788" w:rsidP="00557788">
      <w:r>
        <w:t>256.5124</w:t>
      </w:r>
      <w:r>
        <w:tab/>
        <w:t>1.013e0</w:t>
      </w:r>
    </w:p>
    <w:p w:rsidR="00557788" w:rsidRDefault="00557788" w:rsidP="00557788">
      <w:r>
        <w:t>256.5250</w:t>
      </w:r>
      <w:r>
        <w:tab/>
        <w:t>7.089e0</w:t>
      </w:r>
    </w:p>
    <w:p w:rsidR="00557788" w:rsidRDefault="00557788" w:rsidP="00557788">
      <w:r>
        <w:t>256.5370</w:t>
      </w:r>
      <w:r>
        <w:tab/>
        <w:t>2.025e0</w:t>
      </w:r>
    </w:p>
    <w:p w:rsidR="00557788" w:rsidRDefault="00557788" w:rsidP="00557788">
      <w:r>
        <w:t>256.5527</w:t>
      </w:r>
      <w:r>
        <w:tab/>
        <w:t>2.025e0</w:t>
      </w:r>
    </w:p>
    <w:p w:rsidR="00557788" w:rsidRDefault="00557788" w:rsidP="00557788">
      <w:r>
        <w:t>256.5639</w:t>
      </w:r>
      <w:r>
        <w:tab/>
        <w:t>6.076e0</w:t>
      </w:r>
    </w:p>
    <w:p w:rsidR="00557788" w:rsidRDefault="00557788" w:rsidP="00557788">
      <w:r>
        <w:t>256.5657</w:t>
      </w:r>
      <w:r>
        <w:tab/>
        <w:t>5.114e0</w:t>
      </w:r>
    </w:p>
    <w:p w:rsidR="00557788" w:rsidRDefault="00557788" w:rsidP="00557788">
      <w:r>
        <w:t>256.5724</w:t>
      </w:r>
      <w:r>
        <w:tab/>
        <w:t>1.266e-2</w:t>
      </w:r>
    </w:p>
    <w:p w:rsidR="00557788" w:rsidRDefault="00557788" w:rsidP="00557788">
      <w:r>
        <w:t>256.6024</w:t>
      </w:r>
      <w:r>
        <w:tab/>
        <w:t>3.038e0</w:t>
      </w:r>
    </w:p>
    <w:p w:rsidR="00557788" w:rsidRDefault="00557788" w:rsidP="00557788">
      <w:r>
        <w:t>256.6257</w:t>
      </w:r>
      <w:r>
        <w:tab/>
        <w:t>2.073e0</w:t>
      </w:r>
    </w:p>
    <w:p w:rsidR="00557788" w:rsidRDefault="00557788" w:rsidP="00557788">
      <w:r>
        <w:t>256.6276</w:t>
      </w:r>
      <w:r>
        <w:tab/>
        <w:t>1.266e-2</w:t>
      </w:r>
    </w:p>
    <w:p w:rsidR="00557788" w:rsidRDefault="00557788" w:rsidP="00557788">
      <w:r>
        <w:t>256.6356</w:t>
      </w:r>
      <w:r>
        <w:tab/>
        <w:t>1.013e0</w:t>
      </w:r>
    </w:p>
    <w:p w:rsidR="00557788" w:rsidRDefault="00557788" w:rsidP="00557788">
      <w:r>
        <w:t>256.6466</w:t>
      </w:r>
      <w:r>
        <w:tab/>
        <w:t>3.038e0</w:t>
      </w:r>
    </w:p>
    <w:p w:rsidR="00557788" w:rsidRDefault="00557788" w:rsidP="00557788">
      <w:r>
        <w:t>256.6489</w:t>
      </w:r>
      <w:r>
        <w:tab/>
        <w:t>2.532e-2</w:t>
      </w:r>
    </w:p>
    <w:p w:rsidR="00557788" w:rsidRDefault="00557788" w:rsidP="00557788">
      <w:r>
        <w:t>256.6530</w:t>
      </w:r>
      <w:r>
        <w:tab/>
        <w:t>3.038e0</w:t>
      </w:r>
    </w:p>
    <w:p w:rsidR="00557788" w:rsidRDefault="00557788" w:rsidP="00557788">
      <w:r>
        <w:lastRenderedPageBreak/>
        <w:t>256.6567</w:t>
      </w:r>
      <w:r>
        <w:tab/>
        <w:t>3.038e0</w:t>
      </w:r>
    </w:p>
    <w:p w:rsidR="00557788" w:rsidRDefault="00557788" w:rsidP="00557788">
      <w:r>
        <w:t>256.6819</w:t>
      </w:r>
      <w:r>
        <w:tab/>
        <w:t>1.013e0</w:t>
      </w:r>
    </w:p>
    <w:p w:rsidR="00557788" w:rsidRDefault="00557788" w:rsidP="00557788">
      <w:r>
        <w:t>256.6867</w:t>
      </w:r>
      <w:r>
        <w:tab/>
        <w:t>2.025e0</w:t>
      </w:r>
    </w:p>
    <w:p w:rsidR="00557788" w:rsidRDefault="00557788" w:rsidP="00557788">
      <w:r>
        <w:t>256.6936</w:t>
      </w:r>
      <w:r>
        <w:tab/>
        <w:t>2.532e-2</w:t>
      </w:r>
    </w:p>
    <w:p w:rsidR="00557788" w:rsidRDefault="00557788" w:rsidP="00557788">
      <w:r>
        <w:t>256.7045</w:t>
      </w:r>
      <w:r>
        <w:tab/>
        <w:t>1.266e-2</w:t>
      </w:r>
    </w:p>
    <w:p w:rsidR="00557788" w:rsidRDefault="00557788" w:rsidP="00557788">
      <w:r>
        <w:t>256.7296</w:t>
      </w:r>
      <w:r>
        <w:tab/>
        <w:t>1.038e0</w:t>
      </w:r>
    </w:p>
    <w:p w:rsidR="00557788" w:rsidRDefault="00557788" w:rsidP="00557788">
      <w:r>
        <w:t>256.7334</w:t>
      </w:r>
      <w:r>
        <w:tab/>
        <w:t>2.038e0</w:t>
      </w:r>
    </w:p>
    <w:p w:rsidR="00557788" w:rsidRDefault="00557788" w:rsidP="00557788">
      <w:r>
        <w:t>256.7430</w:t>
      </w:r>
      <w:r>
        <w:tab/>
        <w:t>4.147e0</w:t>
      </w:r>
    </w:p>
    <w:p w:rsidR="00557788" w:rsidRDefault="00557788" w:rsidP="00557788">
      <w:r>
        <w:t>256.7448</w:t>
      </w:r>
      <w:r>
        <w:tab/>
        <w:t>5.063e0</w:t>
      </w:r>
    </w:p>
    <w:p w:rsidR="00557788" w:rsidRDefault="00557788" w:rsidP="00557788">
      <w:r>
        <w:t>256.7490</w:t>
      </w:r>
      <w:r>
        <w:tab/>
        <w:t>2.532e-2</w:t>
      </w:r>
    </w:p>
    <w:p w:rsidR="00557788" w:rsidRDefault="00557788" w:rsidP="00557788">
      <w:r>
        <w:t>256.7722</w:t>
      </w:r>
      <w:r>
        <w:tab/>
        <w:t>2.025e0</w:t>
      </w:r>
    </w:p>
    <w:p w:rsidR="00557788" w:rsidRDefault="00557788" w:rsidP="00557788">
      <w:r>
        <w:t>256.7817</w:t>
      </w:r>
      <w:r>
        <w:tab/>
        <w:t>3.051e0</w:t>
      </w:r>
    </w:p>
    <w:p w:rsidR="00557788" w:rsidRDefault="00557788" w:rsidP="00557788">
      <w:r>
        <w:t>256.7843</w:t>
      </w:r>
      <w:r>
        <w:tab/>
        <w:t>4.051e0</w:t>
      </w:r>
    </w:p>
    <w:p w:rsidR="00557788" w:rsidRDefault="00557788" w:rsidP="00557788">
      <w:r>
        <w:t>256.7894</w:t>
      </w:r>
      <w:r>
        <w:tab/>
        <w:t>2.038e0</w:t>
      </w:r>
    </w:p>
    <w:p w:rsidR="00557788" w:rsidRDefault="00557788" w:rsidP="00557788">
      <w:r>
        <w:t>256.8048</w:t>
      </w:r>
      <w:r>
        <w:tab/>
        <w:t>3.798e-2</w:t>
      </w:r>
    </w:p>
    <w:p w:rsidR="00557788" w:rsidRDefault="00557788" w:rsidP="00557788">
      <w:r>
        <w:t>256.8200</w:t>
      </w:r>
      <w:r>
        <w:tab/>
        <w:t>1.013e0</w:t>
      </w:r>
    </w:p>
    <w:p w:rsidR="00557788" w:rsidRDefault="00557788" w:rsidP="00557788">
      <w:r>
        <w:t>256.8211</w:t>
      </w:r>
      <w:r>
        <w:tab/>
        <w:t>3.244e0</w:t>
      </w:r>
    </w:p>
    <w:p w:rsidR="00557788" w:rsidRDefault="00557788" w:rsidP="00557788">
      <w:r>
        <w:t>256.8411</w:t>
      </w:r>
      <w:r>
        <w:tab/>
        <w:t>1.038e0</w:t>
      </w:r>
    </w:p>
    <w:p w:rsidR="00557788" w:rsidRDefault="00557788" w:rsidP="00557788">
      <w:r>
        <w:t>256.8533</w:t>
      </w:r>
      <w:r>
        <w:tab/>
        <w:t>1.266e-2</w:t>
      </w:r>
    </w:p>
    <w:p w:rsidR="00557788" w:rsidRDefault="00557788" w:rsidP="00557788">
      <w:r>
        <w:lastRenderedPageBreak/>
        <w:t>256.8641</w:t>
      </w:r>
      <w:r>
        <w:tab/>
        <w:t>4.051e0</w:t>
      </w:r>
    </w:p>
    <w:p w:rsidR="00557788" w:rsidRDefault="00557788" w:rsidP="00557788">
      <w:r>
        <w:t>256.8663</w:t>
      </w:r>
      <w:r>
        <w:tab/>
        <w:t>1.013e0</w:t>
      </w:r>
    </w:p>
    <w:p w:rsidR="00557788" w:rsidRDefault="00557788" w:rsidP="00557788">
      <w:r>
        <w:t>256.8679</w:t>
      </w:r>
      <w:r>
        <w:tab/>
        <w:t>6.076e0</w:t>
      </w:r>
    </w:p>
    <w:p w:rsidR="00557788" w:rsidRDefault="00557788" w:rsidP="00557788">
      <w:r>
        <w:t>256.8957</w:t>
      </w:r>
      <w:r>
        <w:tab/>
        <w:t>2.038e0</w:t>
      </w:r>
    </w:p>
    <w:p w:rsidR="00557788" w:rsidRDefault="00557788" w:rsidP="00557788">
      <w:r>
        <w:t>256.9010</w:t>
      </w:r>
      <w:r>
        <w:tab/>
        <w:t>2.025e0</w:t>
      </w:r>
    </w:p>
    <w:p w:rsidR="00557788" w:rsidRDefault="00557788" w:rsidP="00557788">
      <w:r>
        <w:t>256.9056</w:t>
      </w:r>
      <w:r>
        <w:tab/>
        <w:t>3.038e0</w:t>
      </w:r>
    </w:p>
    <w:p w:rsidR="00557788" w:rsidRDefault="00557788" w:rsidP="00557788">
      <w:r>
        <w:t>256.9072</w:t>
      </w:r>
      <w:r>
        <w:tab/>
        <w:t>7.089e0</w:t>
      </w:r>
    </w:p>
    <w:p w:rsidR="00557788" w:rsidRDefault="00557788" w:rsidP="00557788">
      <w:r>
        <w:t>256.9088</w:t>
      </w:r>
      <w:r>
        <w:tab/>
        <w:t>4.051e0</w:t>
      </w:r>
    </w:p>
    <w:p w:rsidR="00557788" w:rsidRDefault="00557788" w:rsidP="00557788">
      <w:r>
        <w:t>256.9127</w:t>
      </w:r>
      <w:r>
        <w:tab/>
        <w:t>2.029e0</w:t>
      </w:r>
    </w:p>
    <w:p w:rsidR="00557788" w:rsidRDefault="00557788" w:rsidP="00557788">
      <w:r>
        <w:t>256.9140</w:t>
      </w:r>
      <w:r>
        <w:tab/>
        <w:t>3.798e-2</w:t>
      </w:r>
    </w:p>
    <w:p w:rsidR="00557788" w:rsidRDefault="00557788" w:rsidP="00557788">
      <w:r>
        <w:t>256.9403</w:t>
      </w:r>
      <w:r>
        <w:tab/>
        <w:t>3.038e0</w:t>
      </w:r>
    </w:p>
    <w:p w:rsidR="00557788" w:rsidRDefault="00557788" w:rsidP="00557788">
      <w:r>
        <w:t>256.9430</w:t>
      </w:r>
      <w:r>
        <w:tab/>
        <w:t>2.025e0</w:t>
      </w:r>
    </w:p>
    <w:p w:rsidR="00557788" w:rsidRDefault="00557788" w:rsidP="00557788">
      <w:r>
        <w:t>256.9620</w:t>
      </w:r>
      <w:r>
        <w:tab/>
        <w:t>3.911e0</w:t>
      </w:r>
    </w:p>
    <w:p w:rsidR="00557788" w:rsidRDefault="00557788" w:rsidP="00557788">
      <w:r>
        <w:t>256.9689</w:t>
      </w:r>
      <w:r>
        <w:tab/>
        <w:t>2.025e0</w:t>
      </w:r>
    </w:p>
    <w:p w:rsidR="00557788" w:rsidRDefault="00557788" w:rsidP="00557788">
      <w:r>
        <w:t>256.9709</w:t>
      </w:r>
      <w:r>
        <w:tab/>
        <w:t>2.327e0</w:t>
      </w:r>
    </w:p>
    <w:p w:rsidR="00557788" w:rsidRDefault="00557788" w:rsidP="00557788">
      <w:r>
        <w:t>256.9766</w:t>
      </w:r>
      <w:r>
        <w:tab/>
        <w:t>9.187e-1</w:t>
      </w:r>
    </w:p>
    <w:p w:rsidR="00557788" w:rsidRDefault="00557788" w:rsidP="00557788">
      <w:r>
        <w:t>256.9845</w:t>
      </w:r>
      <w:r>
        <w:tab/>
        <w:t>2.833e0</w:t>
      </w:r>
    </w:p>
    <w:p w:rsidR="00557788" w:rsidRDefault="00557788" w:rsidP="00557788">
      <w:r>
        <w:t>257.0140</w:t>
      </w:r>
      <w:r>
        <w:tab/>
        <w:t>1.115e1</w:t>
      </w:r>
    </w:p>
    <w:p w:rsidR="00557788" w:rsidRDefault="00557788" w:rsidP="00557788">
      <w:r>
        <w:t>257.0563</w:t>
      </w:r>
      <w:r>
        <w:tab/>
        <w:t>3.498e0</w:t>
      </w:r>
    </w:p>
    <w:p w:rsidR="00557788" w:rsidRDefault="00557788" w:rsidP="00557788">
      <w:r>
        <w:lastRenderedPageBreak/>
        <w:t>257.0582</w:t>
      </w:r>
      <w:r>
        <w:tab/>
        <w:t>2.371e0</w:t>
      </w:r>
    </w:p>
    <w:p w:rsidR="00557788" w:rsidRDefault="00557788" w:rsidP="00557788">
      <w:r>
        <w:t>257.0646</w:t>
      </w:r>
      <w:r>
        <w:tab/>
        <w:t>3.163e0</w:t>
      </w:r>
    </w:p>
    <w:p w:rsidR="00557788" w:rsidRDefault="00557788" w:rsidP="00557788">
      <w:r>
        <w:t>257.0694</w:t>
      </w:r>
      <w:r>
        <w:tab/>
        <w:t>2.990e0</w:t>
      </w:r>
    </w:p>
    <w:p w:rsidR="00557788" w:rsidRDefault="00557788" w:rsidP="00557788">
      <w:r>
        <w:t>257.0765</w:t>
      </w:r>
      <w:r>
        <w:tab/>
        <w:t>2.532e-2</w:t>
      </w:r>
    </w:p>
    <w:p w:rsidR="00557788" w:rsidRDefault="00557788" w:rsidP="00557788">
      <w:r>
        <w:t>257.0815</w:t>
      </w:r>
      <w:r>
        <w:tab/>
        <w:t>2.336e0</w:t>
      </w:r>
    </w:p>
    <w:p w:rsidR="00557788" w:rsidRDefault="00557788" w:rsidP="00557788">
      <w:r>
        <w:t>257.0902</w:t>
      </w:r>
      <w:r>
        <w:tab/>
        <w:t>2.426e0</w:t>
      </w:r>
    </w:p>
    <w:p w:rsidR="00557788" w:rsidRDefault="00557788" w:rsidP="00557788">
      <w:r>
        <w:t>257.0956</w:t>
      </w:r>
      <w:r>
        <w:tab/>
        <w:t>4.617e0</w:t>
      </w:r>
    </w:p>
    <w:p w:rsidR="00557788" w:rsidRDefault="00557788" w:rsidP="00557788">
      <w:r>
        <w:t>257.1159</w:t>
      </w:r>
      <w:r>
        <w:tab/>
        <w:t>1.381e0</w:t>
      </w:r>
    </w:p>
    <w:p w:rsidR="00557788" w:rsidRDefault="00557788" w:rsidP="00557788">
      <w:r>
        <w:t>257.1297</w:t>
      </w:r>
      <w:r>
        <w:tab/>
        <w:t>3.801e0</w:t>
      </w:r>
    </w:p>
    <w:p w:rsidR="00557788" w:rsidRDefault="00557788" w:rsidP="00557788">
      <w:r>
        <w:t>257.1309</w:t>
      </w:r>
      <w:r>
        <w:tab/>
        <w:t>1.753e0</w:t>
      </w:r>
    </w:p>
    <w:p w:rsidR="00557788" w:rsidRDefault="00557788" w:rsidP="00557788">
      <w:r>
        <w:t>257.1343</w:t>
      </w:r>
      <w:r>
        <w:tab/>
        <w:t>5.675e0</w:t>
      </w:r>
    </w:p>
    <w:p w:rsidR="00557788" w:rsidRDefault="00557788" w:rsidP="00557788">
      <w:r>
        <w:t>257.1489</w:t>
      </w:r>
      <w:r>
        <w:tab/>
        <w:t>9.881e0</w:t>
      </w:r>
    </w:p>
    <w:p w:rsidR="00557788" w:rsidRDefault="00557788" w:rsidP="00557788">
      <w:r>
        <w:t>257.1564</w:t>
      </w:r>
      <w:r>
        <w:tab/>
        <w:t>7.288e0</w:t>
      </w:r>
    </w:p>
    <w:p w:rsidR="00557788" w:rsidRDefault="00557788" w:rsidP="00557788">
      <w:r>
        <w:t>257.1598</w:t>
      </w:r>
      <w:r>
        <w:tab/>
        <w:t>3.896e0</w:t>
      </w:r>
    </w:p>
    <w:p w:rsidR="00557788" w:rsidRDefault="00557788" w:rsidP="00557788">
      <w:r>
        <w:t>257.1661</w:t>
      </w:r>
      <w:r>
        <w:tab/>
        <w:t>3.891e0</w:t>
      </w:r>
    </w:p>
    <w:p w:rsidR="00557788" w:rsidRDefault="00557788" w:rsidP="00557788">
      <w:r>
        <w:t>257.1805</w:t>
      </w:r>
      <w:r>
        <w:tab/>
        <w:t>6.006e0</w:t>
      </w:r>
    </w:p>
    <w:p w:rsidR="00557788" w:rsidRDefault="00557788" w:rsidP="00557788">
      <w:r>
        <w:t>257.1850</w:t>
      </w:r>
      <w:r>
        <w:tab/>
        <w:t>4.129e0</w:t>
      </w:r>
    </w:p>
    <w:p w:rsidR="00557788" w:rsidRDefault="00557788" w:rsidP="00557788">
      <w:r>
        <w:t>257.2301</w:t>
      </w:r>
      <w:r>
        <w:tab/>
        <w:t>9.019e0</w:t>
      </w:r>
    </w:p>
    <w:p w:rsidR="00557788" w:rsidRDefault="00557788" w:rsidP="00557788">
      <w:r>
        <w:t>257.2318</w:t>
      </w:r>
      <w:r>
        <w:tab/>
        <w:t>4.051e0</w:t>
      </w:r>
    </w:p>
    <w:p w:rsidR="00557788" w:rsidRDefault="00557788" w:rsidP="00557788">
      <w:r>
        <w:lastRenderedPageBreak/>
        <w:t>257.2405</w:t>
      </w:r>
      <w:r>
        <w:tab/>
        <w:t>1.363e0</w:t>
      </w:r>
    </w:p>
    <w:p w:rsidR="00557788" w:rsidRDefault="00557788" w:rsidP="00557788">
      <w:r>
        <w:t>257.2559</w:t>
      </w:r>
      <w:r>
        <w:tab/>
        <w:t>2.025e0</w:t>
      </w:r>
    </w:p>
    <w:p w:rsidR="00557788" w:rsidRDefault="00557788" w:rsidP="00557788">
      <w:r>
        <w:t>257.2604</w:t>
      </w:r>
      <w:r>
        <w:tab/>
        <w:t>2.025e0</w:t>
      </w:r>
    </w:p>
    <w:p w:rsidR="00557788" w:rsidRDefault="00557788" w:rsidP="00557788">
      <w:r>
        <w:t>257.2705</w:t>
      </w:r>
      <w:r>
        <w:tab/>
        <w:t>3.798e-2</w:t>
      </w:r>
    </w:p>
    <w:p w:rsidR="00557788" w:rsidRDefault="00557788" w:rsidP="00557788">
      <w:r>
        <w:t>257.2749</w:t>
      </w:r>
      <w:r>
        <w:tab/>
        <w:t>2.038e0</w:t>
      </w:r>
    </w:p>
    <w:p w:rsidR="00557788" w:rsidRDefault="00557788" w:rsidP="00557788">
      <w:r>
        <w:t>257.2789</w:t>
      </w:r>
      <w:r>
        <w:tab/>
        <w:t>1.013e0</w:t>
      </w:r>
    </w:p>
    <w:p w:rsidR="00557788" w:rsidRDefault="00557788" w:rsidP="00557788">
      <w:r>
        <w:t>257.3014</w:t>
      </w:r>
      <w:r>
        <w:tab/>
        <w:t>1.013e0</w:t>
      </w:r>
    </w:p>
    <w:p w:rsidR="00557788" w:rsidRDefault="00557788" w:rsidP="00557788">
      <w:r>
        <w:t>257.3055</w:t>
      </w:r>
      <w:r>
        <w:tab/>
        <w:t>2.532e-2</w:t>
      </w:r>
    </w:p>
    <w:p w:rsidR="00557788" w:rsidRDefault="00557788" w:rsidP="00557788">
      <w:r>
        <w:t>257.3134</w:t>
      </w:r>
      <w:r>
        <w:tab/>
        <w:t>2.025e0</w:t>
      </w:r>
    </w:p>
    <w:p w:rsidR="00557788" w:rsidRDefault="00557788" w:rsidP="00557788">
      <w:r>
        <w:t>257.3214</w:t>
      </w:r>
      <w:r>
        <w:tab/>
        <w:t>2.025e0</w:t>
      </w:r>
    </w:p>
    <w:p w:rsidR="00557788" w:rsidRDefault="00557788" w:rsidP="00557788">
      <w:r>
        <w:t>257.3304</w:t>
      </w:r>
      <w:r>
        <w:tab/>
        <w:t>2.051e0</w:t>
      </w:r>
    </w:p>
    <w:p w:rsidR="00557788" w:rsidRDefault="00557788" w:rsidP="00557788">
      <w:r>
        <w:t>257.3396</w:t>
      </w:r>
      <w:r>
        <w:tab/>
        <w:t>1.013e0</w:t>
      </w:r>
    </w:p>
    <w:p w:rsidR="00557788" w:rsidRDefault="00557788" w:rsidP="00557788">
      <w:r>
        <w:t>257.3434</w:t>
      </w:r>
      <w:r>
        <w:tab/>
        <w:t>3.183e0</w:t>
      </w:r>
    </w:p>
    <w:p w:rsidR="00557788" w:rsidRDefault="00557788" w:rsidP="00557788">
      <w:r>
        <w:t>257.3458</w:t>
      </w:r>
      <w:r>
        <w:tab/>
        <w:t>4.051e0</w:t>
      </w:r>
    </w:p>
    <w:p w:rsidR="00557788" w:rsidRDefault="00557788" w:rsidP="00557788">
      <w:r>
        <w:t>257.3499</w:t>
      </w:r>
      <w:r>
        <w:tab/>
        <w:t>5.063e0</w:t>
      </w:r>
    </w:p>
    <w:p w:rsidR="00557788" w:rsidRDefault="00557788" w:rsidP="00557788">
      <w:r>
        <w:t>257.3663</w:t>
      </w:r>
      <w:r>
        <w:tab/>
        <w:t>2.025e0</w:t>
      </w:r>
    </w:p>
    <w:p w:rsidR="00557788" w:rsidRDefault="00557788" w:rsidP="00557788">
      <w:r>
        <w:t>257.3720</w:t>
      </w:r>
      <w:r>
        <w:tab/>
        <w:t>5.063e-2</w:t>
      </w:r>
    </w:p>
    <w:p w:rsidR="00557788" w:rsidRDefault="00557788" w:rsidP="00557788">
      <w:r>
        <w:t>257.3919</w:t>
      </w:r>
      <w:r>
        <w:tab/>
        <w:t>3.038e0</w:t>
      </w:r>
    </w:p>
    <w:p w:rsidR="00557788" w:rsidRDefault="00557788" w:rsidP="00557788">
      <w:r>
        <w:t>257.3983</w:t>
      </w:r>
      <w:r>
        <w:tab/>
        <w:t>1.013e0</w:t>
      </w:r>
    </w:p>
    <w:p w:rsidR="00557788" w:rsidRDefault="00557788" w:rsidP="00557788">
      <w:r>
        <w:lastRenderedPageBreak/>
        <w:t>257.4024</w:t>
      </w:r>
      <w:r>
        <w:tab/>
        <w:t>2.038e0</w:t>
      </w:r>
    </w:p>
    <w:p w:rsidR="00557788" w:rsidRDefault="00557788" w:rsidP="00557788">
      <w:r>
        <w:t>257.4199</w:t>
      </w:r>
      <w:r>
        <w:tab/>
        <w:t>2.025e0</w:t>
      </w:r>
    </w:p>
    <w:p w:rsidR="00557788" w:rsidRDefault="00557788" w:rsidP="00557788">
      <w:r>
        <w:t>257.4328</w:t>
      </w:r>
      <w:r>
        <w:tab/>
        <w:t>2.025e0</w:t>
      </w:r>
    </w:p>
    <w:p w:rsidR="00557788" w:rsidRDefault="00557788" w:rsidP="00557788">
      <w:r>
        <w:t>257.4387</w:t>
      </w:r>
      <w:r>
        <w:tab/>
        <w:t>2.025e0</w:t>
      </w:r>
    </w:p>
    <w:p w:rsidR="00557788" w:rsidRDefault="00557788" w:rsidP="00557788">
      <w:r>
        <w:t>257.4474</w:t>
      </w:r>
      <w:r>
        <w:tab/>
        <w:t>2.025e0</w:t>
      </w:r>
    </w:p>
    <w:p w:rsidR="00557788" w:rsidRDefault="00557788" w:rsidP="00557788">
      <w:r>
        <w:t>257.4530</w:t>
      </w:r>
      <w:r>
        <w:tab/>
        <w:t>1.038e0</w:t>
      </w:r>
    </w:p>
    <w:p w:rsidR="00557788" w:rsidRDefault="00557788" w:rsidP="00557788">
      <w:r>
        <w:t>257.4540</w:t>
      </w:r>
      <w:r>
        <w:tab/>
        <w:t>4.051e0</w:t>
      </w:r>
    </w:p>
    <w:p w:rsidR="00557788" w:rsidRDefault="00557788" w:rsidP="00557788">
      <w:r>
        <w:t>257.4589</w:t>
      </w:r>
      <w:r>
        <w:tab/>
        <w:t>1.266e-2</w:t>
      </w:r>
    </w:p>
    <w:p w:rsidR="00557788" w:rsidRDefault="00557788" w:rsidP="00557788">
      <w:r>
        <w:t>257.4628</w:t>
      </w:r>
      <w:r>
        <w:tab/>
        <w:t>2.025e0</w:t>
      </w:r>
    </w:p>
    <w:p w:rsidR="00557788" w:rsidRDefault="00557788" w:rsidP="00557788">
      <w:r>
        <w:t>257.4673</w:t>
      </w:r>
      <w:r>
        <w:tab/>
        <w:t>1.266e-2</w:t>
      </w:r>
    </w:p>
    <w:p w:rsidR="00557788" w:rsidRDefault="00557788" w:rsidP="00557788">
      <w:r>
        <w:t>257.4692</w:t>
      </w:r>
      <w:r>
        <w:tab/>
        <w:t>2.051e0</w:t>
      </w:r>
    </w:p>
    <w:p w:rsidR="00557788" w:rsidRDefault="00557788" w:rsidP="00557788">
      <w:r>
        <w:t>257.4792</w:t>
      </w:r>
      <w:r>
        <w:tab/>
        <w:t>2.532e-2</w:t>
      </w:r>
    </w:p>
    <w:p w:rsidR="00557788" w:rsidRDefault="00557788" w:rsidP="00557788">
      <w:r>
        <w:t>257.4857</w:t>
      </w:r>
      <w:r>
        <w:tab/>
        <w:t>2.532e-2</w:t>
      </w:r>
    </w:p>
    <w:p w:rsidR="00557788" w:rsidRDefault="00557788" w:rsidP="00557788">
      <w:r>
        <w:t>257.5079</w:t>
      </w:r>
      <w:r>
        <w:tab/>
        <w:t>4.051e0</w:t>
      </w:r>
    </w:p>
    <w:p w:rsidR="00557788" w:rsidRDefault="00557788" w:rsidP="00557788">
      <w:r>
        <w:t>257.5097</w:t>
      </w:r>
      <w:r>
        <w:tab/>
        <w:t>3.051e0</w:t>
      </w:r>
    </w:p>
    <w:p w:rsidR="00557788" w:rsidRDefault="00557788" w:rsidP="00557788">
      <w:r>
        <w:t>257.5137</w:t>
      </w:r>
      <w:r>
        <w:tab/>
        <w:t>1.025e0</w:t>
      </w:r>
    </w:p>
    <w:p w:rsidR="00557788" w:rsidRDefault="00557788" w:rsidP="00557788">
      <w:r>
        <w:t>257.5180</w:t>
      </w:r>
      <w:r>
        <w:tab/>
        <w:t>1.025e0</w:t>
      </w:r>
    </w:p>
    <w:p w:rsidR="00557788" w:rsidRDefault="00557788" w:rsidP="00557788">
      <w:r>
        <w:t>257.5482</w:t>
      </w:r>
      <w:r>
        <w:tab/>
        <w:t>1.013e0</w:t>
      </w:r>
    </w:p>
    <w:p w:rsidR="00557788" w:rsidRDefault="00557788" w:rsidP="00557788">
      <w:r>
        <w:t>257.5561</w:t>
      </w:r>
      <w:r>
        <w:tab/>
        <w:t>8.474e-1</w:t>
      </w:r>
    </w:p>
    <w:p w:rsidR="00557788" w:rsidRDefault="00557788" w:rsidP="00557788">
      <w:r>
        <w:lastRenderedPageBreak/>
        <w:t>257.5602</w:t>
      </w:r>
      <w:r>
        <w:tab/>
        <w:t>2.025e0</w:t>
      </w:r>
    </w:p>
    <w:p w:rsidR="00557788" w:rsidRDefault="00557788" w:rsidP="00557788">
      <w:r>
        <w:t>257.5613</w:t>
      </w:r>
      <w:r>
        <w:tab/>
        <w:t>2.025e0</w:t>
      </w:r>
    </w:p>
    <w:p w:rsidR="00557788" w:rsidRDefault="00557788" w:rsidP="00557788">
      <w:r>
        <w:t>257.5687</w:t>
      </w:r>
      <w:r>
        <w:tab/>
        <w:t>1.266e-2</w:t>
      </w:r>
    </w:p>
    <w:p w:rsidR="00557788" w:rsidRDefault="00557788" w:rsidP="00557788">
      <w:r>
        <w:t>257.5829</w:t>
      </w:r>
      <w:r>
        <w:tab/>
        <w:t>1.038e0</w:t>
      </w:r>
    </w:p>
    <w:p w:rsidR="00557788" w:rsidRDefault="00557788" w:rsidP="00557788">
      <w:r>
        <w:t>257.5868</w:t>
      </w:r>
      <w:r>
        <w:tab/>
        <w:t>1.095e0</w:t>
      </w:r>
    </w:p>
    <w:p w:rsidR="00557788" w:rsidRDefault="00557788" w:rsidP="00557788">
      <w:r>
        <w:t>257.6064</w:t>
      </w:r>
      <w:r>
        <w:tab/>
        <w:t>6.076e0</w:t>
      </w:r>
    </w:p>
    <w:p w:rsidR="00557788" w:rsidRDefault="00557788" w:rsidP="00557788">
      <w:r>
        <w:t>257.6140</w:t>
      </w:r>
      <w:r>
        <w:tab/>
        <w:t>2.025e0</w:t>
      </w:r>
    </w:p>
    <w:p w:rsidR="00557788" w:rsidRDefault="00557788" w:rsidP="00557788">
      <w:r>
        <w:t>257.6512</w:t>
      </w:r>
      <w:r>
        <w:tab/>
        <w:t>4.076e0</w:t>
      </w:r>
    </w:p>
    <w:p w:rsidR="00557788" w:rsidRDefault="00557788" w:rsidP="00557788">
      <w:r>
        <w:t>257.6530</w:t>
      </w:r>
      <w:r>
        <w:tab/>
        <w:t>5.063e0</w:t>
      </w:r>
    </w:p>
    <w:p w:rsidR="00557788" w:rsidRDefault="00557788" w:rsidP="00557788">
      <w:r>
        <w:t>257.6658</w:t>
      </w:r>
      <w:r>
        <w:tab/>
        <w:t>2.025e0</w:t>
      </w:r>
    </w:p>
    <w:p w:rsidR="00557788" w:rsidRDefault="00557788" w:rsidP="00557788">
      <w:r>
        <w:t>257.6674</w:t>
      </w:r>
      <w:r>
        <w:tab/>
        <w:t>3.051e0</w:t>
      </w:r>
    </w:p>
    <w:p w:rsidR="00557788" w:rsidRDefault="00557788" w:rsidP="00557788">
      <w:r>
        <w:t>257.6697</w:t>
      </w:r>
      <w:r>
        <w:tab/>
        <w:t>2.025e0</w:t>
      </w:r>
    </w:p>
    <w:p w:rsidR="00557788" w:rsidRDefault="00557788" w:rsidP="00557788">
      <w:r>
        <w:t>257.6977</w:t>
      </w:r>
      <w:r>
        <w:tab/>
        <w:t>1.025e0</w:t>
      </w:r>
    </w:p>
    <w:p w:rsidR="00557788" w:rsidRDefault="00557788" w:rsidP="00557788">
      <w:r>
        <w:t>257.7141</w:t>
      </w:r>
      <w:r>
        <w:tab/>
        <w:t>2.038e0</w:t>
      </w:r>
    </w:p>
    <w:p w:rsidR="00557788" w:rsidRDefault="00557788" w:rsidP="00557788">
      <w:r>
        <w:t>257.7184</w:t>
      </w:r>
      <w:r>
        <w:tab/>
        <w:t>6.076e0</w:t>
      </w:r>
    </w:p>
    <w:p w:rsidR="00557788" w:rsidRDefault="00557788" w:rsidP="00557788">
      <w:r>
        <w:t>257.7527</w:t>
      </w:r>
      <w:r>
        <w:tab/>
        <w:t>1.038e0</w:t>
      </w:r>
    </w:p>
    <w:p w:rsidR="00557788" w:rsidRDefault="00557788" w:rsidP="00557788">
      <w:r>
        <w:t>257.7646</w:t>
      </w:r>
      <w:r>
        <w:tab/>
        <w:t>1.013e0</w:t>
      </w:r>
    </w:p>
    <w:p w:rsidR="00557788" w:rsidRDefault="00557788" w:rsidP="00557788">
      <w:r>
        <w:t>257.7741</w:t>
      </w:r>
      <w:r>
        <w:tab/>
        <w:t>2.532e-2</w:t>
      </w:r>
    </w:p>
    <w:p w:rsidR="00557788" w:rsidRDefault="00557788" w:rsidP="00557788">
      <w:r>
        <w:t>257.7789</w:t>
      </w:r>
      <w:r>
        <w:tab/>
        <w:t>2.532e-2</w:t>
      </w:r>
    </w:p>
    <w:p w:rsidR="00557788" w:rsidRDefault="00557788" w:rsidP="00557788">
      <w:r>
        <w:lastRenderedPageBreak/>
        <w:t>257.7872</w:t>
      </w:r>
      <w:r>
        <w:tab/>
        <w:t>1.266e-2</w:t>
      </w:r>
    </w:p>
    <w:p w:rsidR="00557788" w:rsidRDefault="00557788" w:rsidP="00557788">
      <w:r>
        <w:t>257.7952</w:t>
      </w:r>
      <w:r>
        <w:tab/>
        <w:t>1.013e0</w:t>
      </w:r>
    </w:p>
    <w:p w:rsidR="00557788" w:rsidRDefault="00557788" w:rsidP="00557788">
      <w:r>
        <w:t>257.8167</w:t>
      </w:r>
      <w:r>
        <w:tab/>
        <w:t>4.089e0</w:t>
      </w:r>
    </w:p>
    <w:p w:rsidR="00557788" w:rsidRDefault="00557788" w:rsidP="00557788">
      <w:r>
        <w:t>257.8458</w:t>
      </w:r>
      <w:r>
        <w:tab/>
        <w:t>3.038e0</w:t>
      </w:r>
    </w:p>
    <w:p w:rsidR="00557788" w:rsidRDefault="00557788" w:rsidP="00557788">
      <w:r>
        <w:t>257.8641</w:t>
      </w:r>
      <w:r>
        <w:tab/>
        <w:t>2.025e0</w:t>
      </w:r>
    </w:p>
    <w:p w:rsidR="00557788" w:rsidRDefault="00557788" w:rsidP="00557788">
      <w:r>
        <w:t>257.8663</w:t>
      </w:r>
      <w:r>
        <w:tab/>
        <w:t>2.025e0</w:t>
      </w:r>
    </w:p>
    <w:p w:rsidR="00557788" w:rsidRDefault="00557788" w:rsidP="00557788">
      <w:r>
        <w:t>257.8741</w:t>
      </w:r>
      <w:r>
        <w:tab/>
        <w:t>6.076e0</w:t>
      </w:r>
    </w:p>
    <w:p w:rsidR="00557788" w:rsidRDefault="00557788" w:rsidP="00557788">
      <w:r>
        <w:t>257.8761</w:t>
      </w:r>
      <w:r>
        <w:tab/>
        <w:t>1.025e0</w:t>
      </w:r>
    </w:p>
    <w:p w:rsidR="00557788" w:rsidRDefault="00557788" w:rsidP="00557788">
      <w:r>
        <w:t>257.8840</w:t>
      </w:r>
      <w:r>
        <w:tab/>
        <w:t>1.266e-2</w:t>
      </w:r>
    </w:p>
    <w:p w:rsidR="00557788" w:rsidRDefault="00557788" w:rsidP="00557788">
      <w:r>
        <w:t>257.9002</w:t>
      </w:r>
      <w:r>
        <w:tab/>
        <w:t>2.025e0</w:t>
      </w:r>
    </w:p>
    <w:p w:rsidR="00557788" w:rsidRDefault="00557788" w:rsidP="00557788">
      <w:r>
        <w:t>257.9106</w:t>
      </w:r>
      <w:r>
        <w:tab/>
        <w:t>1.013e0</w:t>
      </w:r>
    </w:p>
    <w:p w:rsidR="00557788" w:rsidRDefault="00557788" w:rsidP="00557788">
      <w:r>
        <w:t>257.9126</w:t>
      </w:r>
      <w:r>
        <w:tab/>
        <w:t>2.025e0</w:t>
      </w:r>
    </w:p>
    <w:p w:rsidR="00557788" w:rsidRDefault="00557788" w:rsidP="00557788">
      <w:r>
        <w:t>257.9318</w:t>
      </w:r>
      <w:r>
        <w:tab/>
        <w:t>1.013e0</w:t>
      </w:r>
    </w:p>
    <w:p w:rsidR="00557788" w:rsidRDefault="00557788" w:rsidP="00557788">
      <w:r>
        <w:t>257.9337</w:t>
      </w:r>
      <w:r>
        <w:tab/>
        <w:t>2.025e0</w:t>
      </w:r>
    </w:p>
    <w:p w:rsidR="00557788" w:rsidRDefault="00557788" w:rsidP="00557788">
      <w:r>
        <w:t>257.9435</w:t>
      </w:r>
      <w:r>
        <w:tab/>
        <w:t>3.038e0</w:t>
      </w:r>
    </w:p>
    <w:p w:rsidR="00557788" w:rsidRDefault="00557788" w:rsidP="00557788">
      <w:r>
        <w:t>257.9452</w:t>
      </w:r>
      <w:r>
        <w:tab/>
        <w:t>1.013e0</w:t>
      </w:r>
    </w:p>
    <w:p w:rsidR="00557788" w:rsidRDefault="00557788" w:rsidP="00557788">
      <w:r>
        <w:t>257.9610</w:t>
      </w:r>
      <w:r>
        <w:tab/>
        <w:t>1.266e-2</w:t>
      </w:r>
    </w:p>
    <w:p w:rsidR="00557788" w:rsidRDefault="00557788" w:rsidP="00557788">
      <w:r>
        <w:t>257.9688</w:t>
      </w:r>
      <w:r>
        <w:tab/>
        <w:t>2.532e-2</w:t>
      </w:r>
    </w:p>
    <w:p w:rsidR="00557788" w:rsidRDefault="00557788" w:rsidP="00557788">
      <w:r>
        <w:t>258.0044</w:t>
      </w:r>
      <w:r>
        <w:tab/>
        <w:t>2.025e0</w:t>
      </w:r>
    </w:p>
    <w:p w:rsidR="00557788" w:rsidRDefault="00557788" w:rsidP="00557788">
      <w:r>
        <w:lastRenderedPageBreak/>
        <w:t>258.0321</w:t>
      </w:r>
      <w:r>
        <w:tab/>
        <w:t>1.865e0</w:t>
      </w:r>
    </w:p>
    <w:p w:rsidR="00557788" w:rsidRDefault="00557788" w:rsidP="00557788">
      <w:r>
        <w:t>258.0447</w:t>
      </w:r>
      <w:r>
        <w:tab/>
        <w:t>4.732e0</w:t>
      </w:r>
    </w:p>
    <w:p w:rsidR="00557788" w:rsidRDefault="00557788" w:rsidP="00557788">
      <w:r>
        <w:t>258.0461</w:t>
      </w:r>
      <w:r>
        <w:tab/>
        <w:t>8.254e0</w:t>
      </w:r>
    </w:p>
    <w:p w:rsidR="00557788" w:rsidRDefault="00557788" w:rsidP="00557788">
      <w:r>
        <w:t>258.0646</w:t>
      </w:r>
      <w:r>
        <w:tab/>
        <w:t>3.160e0</w:t>
      </w:r>
    </w:p>
    <w:p w:rsidR="00557788" w:rsidRDefault="00557788" w:rsidP="00557788">
      <w:r>
        <w:t>258.0871</w:t>
      </w:r>
      <w:r>
        <w:tab/>
        <w:t>3.975e0</w:t>
      </w:r>
    </w:p>
    <w:p w:rsidR="00557788" w:rsidRDefault="00557788" w:rsidP="00557788">
      <w:r>
        <w:t>258.0896</w:t>
      </w:r>
      <w:r>
        <w:tab/>
        <w:t>2.020e0</w:t>
      </w:r>
    </w:p>
    <w:p w:rsidR="00557788" w:rsidRDefault="00557788" w:rsidP="00557788">
      <w:r>
        <w:t>258.0988</w:t>
      </w:r>
      <w:r>
        <w:tab/>
        <w:t>3.332e0</w:t>
      </w:r>
    </w:p>
    <w:p w:rsidR="00557788" w:rsidRDefault="00557788" w:rsidP="00557788">
      <w:r>
        <w:t>258.1024</w:t>
      </w:r>
      <w:r>
        <w:tab/>
        <w:t>4.270e0</w:t>
      </w:r>
    </w:p>
    <w:p w:rsidR="00557788" w:rsidRDefault="00557788" w:rsidP="00557788">
      <w:r>
        <w:t>258.1080</w:t>
      </w:r>
      <w:r>
        <w:tab/>
        <w:t>1.710e-1</w:t>
      </w:r>
    </w:p>
    <w:p w:rsidR="00557788" w:rsidRDefault="00557788" w:rsidP="00557788">
      <w:r>
        <w:t>258.1253</w:t>
      </w:r>
      <w:r>
        <w:tab/>
        <w:t>1.335e0</w:t>
      </w:r>
    </w:p>
    <w:p w:rsidR="00557788" w:rsidRDefault="00557788" w:rsidP="00557788">
      <w:r>
        <w:t>258.1346</w:t>
      </w:r>
      <w:r>
        <w:tab/>
        <w:t>1.988e0</w:t>
      </w:r>
    </w:p>
    <w:p w:rsidR="00557788" w:rsidRDefault="00557788" w:rsidP="00557788">
      <w:r>
        <w:t>258.1438</w:t>
      </w:r>
      <w:r>
        <w:tab/>
        <w:t>3.913e0</w:t>
      </w:r>
    </w:p>
    <w:p w:rsidR="00557788" w:rsidRDefault="00557788" w:rsidP="00557788">
      <w:r>
        <w:t>258.1544</w:t>
      </w:r>
      <w:r>
        <w:tab/>
        <w:t>5.268e0</w:t>
      </w:r>
    </w:p>
    <w:p w:rsidR="00557788" w:rsidRDefault="00557788" w:rsidP="00557788">
      <w:r>
        <w:t>258.1633</w:t>
      </w:r>
      <w:r>
        <w:tab/>
        <w:t>1.365e0</w:t>
      </w:r>
    </w:p>
    <w:p w:rsidR="00557788" w:rsidRDefault="00557788" w:rsidP="00557788">
      <w:r>
        <w:t>258.1651</w:t>
      </w:r>
      <w:r>
        <w:tab/>
        <w:t>8.116e0</w:t>
      </w:r>
    </w:p>
    <w:p w:rsidR="00557788" w:rsidRDefault="00557788" w:rsidP="00557788">
      <w:r>
        <w:t>258.1805</w:t>
      </w:r>
      <w:r>
        <w:tab/>
        <w:t>1.934e0</w:t>
      </w:r>
    </w:p>
    <w:p w:rsidR="00557788" w:rsidRDefault="00557788" w:rsidP="00557788">
      <w:r>
        <w:t>258.1817</w:t>
      </w:r>
      <w:r>
        <w:tab/>
        <w:t>2.303e0</w:t>
      </w:r>
    </w:p>
    <w:p w:rsidR="00557788" w:rsidRDefault="00557788" w:rsidP="00557788">
      <w:r>
        <w:t>258.1862</w:t>
      </w:r>
      <w:r>
        <w:tab/>
        <w:t>3.034e0</w:t>
      </w:r>
    </w:p>
    <w:p w:rsidR="00557788" w:rsidRDefault="00557788" w:rsidP="00557788">
      <w:r>
        <w:t>258.1953</w:t>
      </w:r>
      <w:r>
        <w:tab/>
        <w:t>1.067e1</w:t>
      </w:r>
    </w:p>
    <w:p w:rsidR="00557788" w:rsidRDefault="00557788" w:rsidP="00557788">
      <w:r>
        <w:lastRenderedPageBreak/>
        <w:t>258.2000</w:t>
      </w:r>
      <w:r>
        <w:tab/>
        <w:t>1.486e0</w:t>
      </w:r>
    </w:p>
    <w:p w:rsidR="00557788" w:rsidRDefault="00557788" w:rsidP="00557788">
      <w:r>
        <w:t>258.2054</w:t>
      </w:r>
      <w:r>
        <w:tab/>
        <w:t>6.025e0</w:t>
      </w:r>
    </w:p>
    <w:p w:rsidR="00557788" w:rsidRDefault="00557788" w:rsidP="00557788">
      <w:r>
        <w:t>258.2163</w:t>
      </w:r>
      <w:r>
        <w:tab/>
        <w:t>1.014e1</w:t>
      </w:r>
    </w:p>
    <w:p w:rsidR="00557788" w:rsidRDefault="00557788" w:rsidP="00557788">
      <w:r>
        <w:t>258.2427</w:t>
      </w:r>
      <w:r>
        <w:tab/>
        <w:t>1.013e0</w:t>
      </w:r>
    </w:p>
    <w:p w:rsidR="00557788" w:rsidRDefault="00557788" w:rsidP="00557788">
      <w:r>
        <w:t>258.2498</w:t>
      </w:r>
      <w:r>
        <w:tab/>
        <w:t>1.111e1</w:t>
      </w:r>
    </w:p>
    <w:p w:rsidR="00557788" w:rsidRDefault="00557788" w:rsidP="00557788">
      <w:r>
        <w:t>258.2712</w:t>
      </w:r>
      <w:r>
        <w:tab/>
        <w:t>5.063e-2</w:t>
      </w:r>
    </w:p>
    <w:p w:rsidR="00557788" w:rsidRDefault="00557788" w:rsidP="00557788">
      <w:r>
        <w:t>258.2768</w:t>
      </w:r>
      <w:r>
        <w:tab/>
        <w:t>8.861e-2</w:t>
      </w:r>
    </w:p>
    <w:p w:rsidR="00557788" w:rsidRDefault="00557788" w:rsidP="00557788">
      <w:r>
        <w:t>258.2791</w:t>
      </w:r>
      <w:r>
        <w:tab/>
        <w:t>8.101e0</w:t>
      </w:r>
    </w:p>
    <w:p w:rsidR="00557788" w:rsidRDefault="00557788" w:rsidP="00557788">
      <w:r>
        <w:t>258.2878</w:t>
      </w:r>
      <w:r>
        <w:tab/>
        <w:t>5.063e0</w:t>
      </w:r>
    </w:p>
    <w:p w:rsidR="00557788" w:rsidRDefault="00557788" w:rsidP="00557788">
      <w:r>
        <w:t>258.3077</w:t>
      </w:r>
      <w:r>
        <w:tab/>
        <w:t>2.025e0</w:t>
      </w:r>
    </w:p>
    <w:p w:rsidR="00557788" w:rsidRDefault="00557788" w:rsidP="00557788">
      <w:r>
        <w:t>258.3166</w:t>
      </w:r>
      <w:r>
        <w:tab/>
        <w:t>1.025e0</w:t>
      </w:r>
    </w:p>
    <w:p w:rsidR="00557788" w:rsidRDefault="00557788" w:rsidP="00557788">
      <w:r>
        <w:t>258.3337</w:t>
      </w:r>
      <w:r>
        <w:tab/>
        <w:t>1.266e-2</w:t>
      </w:r>
    </w:p>
    <w:p w:rsidR="00557788" w:rsidRDefault="00557788" w:rsidP="00557788">
      <w:r>
        <w:t>258.3394</w:t>
      </w:r>
      <w:r>
        <w:tab/>
        <w:t>1.025e0</w:t>
      </w:r>
    </w:p>
    <w:p w:rsidR="00557788" w:rsidRDefault="00557788" w:rsidP="00557788">
      <w:r>
        <w:t>258.3561</w:t>
      </w:r>
      <w:r>
        <w:tab/>
        <w:t>2.025e0</w:t>
      </w:r>
    </w:p>
    <w:p w:rsidR="00557788" w:rsidRDefault="00557788" w:rsidP="00557788">
      <w:r>
        <w:t>258.3720</w:t>
      </w:r>
      <w:r>
        <w:tab/>
        <w:t>2.025e0</w:t>
      </w:r>
    </w:p>
    <w:p w:rsidR="00557788" w:rsidRDefault="00557788" w:rsidP="00557788">
      <w:r>
        <w:t>258.3776</w:t>
      </w:r>
      <w:r>
        <w:tab/>
        <w:t>1.025e0</w:t>
      </w:r>
    </w:p>
    <w:p w:rsidR="00557788" w:rsidRDefault="00557788" w:rsidP="00557788">
      <w:r>
        <w:t>258.3807</w:t>
      </w:r>
      <w:r>
        <w:tab/>
        <w:t>2.051e0</w:t>
      </w:r>
    </w:p>
    <w:p w:rsidR="00557788" w:rsidRDefault="00557788" w:rsidP="00557788">
      <w:r>
        <w:t>258.3868</w:t>
      </w:r>
      <w:r>
        <w:tab/>
        <w:t>2.025e0</w:t>
      </w:r>
    </w:p>
    <w:p w:rsidR="00557788" w:rsidRDefault="00557788" w:rsidP="00557788">
      <w:r>
        <w:t>258.4035</w:t>
      </w:r>
      <w:r>
        <w:tab/>
        <w:t>2.025e0</w:t>
      </w:r>
    </w:p>
    <w:p w:rsidR="00557788" w:rsidRDefault="00557788" w:rsidP="00557788">
      <w:r>
        <w:lastRenderedPageBreak/>
        <w:t>258.4233</w:t>
      </w:r>
      <w:r>
        <w:tab/>
        <w:t>1.013e0</w:t>
      </w:r>
    </w:p>
    <w:p w:rsidR="00557788" w:rsidRDefault="00557788" w:rsidP="00557788">
      <w:r>
        <w:t>258.4313</w:t>
      </w:r>
      <w:r>
        <w:tab/>
        <w:t>2.532e-2</w:t>
      </w:r>
    </w:p>
    <w:p w:rsidR="00557788" w:rsidRDefault="00557788" w:rsidP="00557788">
      <w:r>
        <w:t>258.4444</w:t>
      </w:r>
      <w:r>
        <w:tab/>
        <w:t>1.051e0</w:t>
      </w:r>
    </w:p>
    <w:p w:rsidR="00557788" w:rsidRDefault="00557788" w:rsidP="00557788">
      <w:r>
        <w:t>258.4506</w:t>
      </w:r>
      <w:r>
        <w:tab/>
        <w:t>1.051e0</w:t>
      </w:r>
    </w:p>
    <w:p w:rsidR="00557788" w:rsidRDefault="00557788" w:rsidP="00557788">
      <w:r>
        <w:t>258.4530</w:t>
      </w:r>
      <w:r>
        <w:tab/>
        <w:t>1.038e0</w:t>
      </w:r>
    </w:p>
    <w:p w:rsidR="00557788" w:rsidRDefault="00557788" w:rsidP="00557788">
      <w:r>
        <w:t>258.4619</w:t>
      </w:r>
      <w:r>
        <w:tab/>
        <w:t>1.038e0</w:t>
      </w:r>
    </w:p>
    <w:p w:rsidR="00557788" w:rsidRDefault="00557788" w:rsidP="00557788">
      <w:r>
        <w:t>258.4698</w:t>
      </w:r>
      <w:r>
        <w:tab/>
        <w:t>2.025e0</w:t>
      </w:r>
    </w:p>
    <w:p w:rsidR="00557788" w:rsidRDefault="00557788" w:rsidP="00557788">
      <w:r>
        <w:t>258.4869</w:t>
      </w:r>
      <w:r>
        <w:tab/>
        <w:t>1.013e0</w:t>
      </w:r>
    </w:p>
    <w:p w:rsidR="00557788" w:rsidRDefault="00557788" w:rsidP="00557788">
      <w:r>
        <w:t>258.4965</w:t>
      </w:r>
      <w:r>
        <w:tab/>
        <w:t>1.013e0</w:t>
      </w:r>
    </w:p>
    <w:p w:rsidR="00557788" w:rsidRDefault="00557788" w:rsidP="00557788">
      <w:r>
        <w:t>258.4980</w:t>
      </w:r>
      <w:r>
        <w:tab/>
        <w:t>6.908e-1</w:t>
      </w:r>
    </w:p>
    <w:p w:rsidR="00557788" w:rsidRDefault="00557788" w:rsidP="00557788">
      <w:r>
        <w:t>258.5002</w:t>
      </w:r>
      <w:r>
        <w:tab/>
        <w:t>2.038e0</w:t>
      </w:r>
    </w:p>
    <w:p w:rsidR="00557788" w:rsidRDefault="00557788" w:rsidP="00557788">
      <w:r>
        <w:t>258.5043</w:t>
      </w:r>
      <w:r>
        <w:tab/>
        <w:t>1.266e-2</w:t>
      </w:r>
    </w:p>
    <w:p w:rsidR="00557788" w:rsidRDefault="00557788" w:rsidP="00557788">
      <w:r>
        <w:t>258.5253</w:t>
      </w:r>
      <w:r>
        <w:tab/>
        <w:t>2.025e0</w:t>
      </w:r>
    </w:p>
    <w:p w:rsidR="00557788" w:rsidRDefault="00557788" w:rsidP="00557788">
      <w:r>
        <w:t>258.5406</w:t>
      </w:r>
      <w:r>
        <w:tab/>
        <w:t>2.025e0</w:t>
      </w:r>
    </w:p>
    <w:p w:rsidR="00557788" w:rsidRDefault="00557788" w:rsidP="00557788">
      <w:r>
        <w:t>258.5469</w:t>
      </w:r>
      <w:r>
        <w:tab/>
        <w:t>1.266e-2</w:t>
      </w:r>
    </w:p>
    <w:p w:rsidR="00557788" w:rsidRDefault="00557788" w:rsidP="00557788">
      <w:r>
        <w:t>258.5510</w:t>
      </w:r>
      <w:r>
        <w:tab/>
        <w:t>3.038e0</w:t>
      </w:r>
    </w:p>
    <w:p w:rsidR="00557788" w:rsidRDefault="00557788" w:rsidP="00557788">
      <w:r>
        <w:t>258.5732</w:t>
      </w:r>
      <w:r>
        <w:tab/>
        <w:t>1.013e0</w:t>
      </w:r>
    </w:p>
    <w:p w:rsidR="00557788" w:rsidRDefault="00557788" w:rsidP="00557788">
      <w:r>
        <w:t>258.5750</w:t>
      </w:r>
      <w:r>
        <w:tab/>
        <w:t>2.025e0</w:t>
      </w:r>
    </w:p>
    <w:p w:rsidR="00557788" w:rsidRDefault="00557788" w:rsidP="00557788">
      <w:r>
        <w:t>258.5792</w:t>
      </w:r>
      <w:r>
        <w:tab/>
        <w:t>4.051e0</w:t>
      </w:r>
    </w:p>
    <w:p w:rsidR="00557788" w:rsidRDefault="00557788" w:rsidP="00557788">
      <w:r>
        <w:lastRenderedPageBreak/>
        <w:t>258.5835</w:t>
      </w:r>
      <w:r>
        <w:tab/>
        <w:t>2.025e0</w:t>
      </w:r>
    </w:p>
    <w:p w:rsidR="00557788" w:rsidRDefault="00557788" w:rsidP="00557788">
      <w:r>
        <w:t>258.5945</w:t>
      </w:r>
      <w:r>
        <w:tab/>
        <w:t>2.025e0</w:t>
      </w:r>
    </w:p>
    <w:p w:rsidR="00557788" w:rsidRDefault="00557788" w:rsidP="00557788">
      <w:r>
        <w:t>258.6087</w:t>
      </w:r>
      <w:r>
        <w:tab/>
        <w:t>2.462e0</w:t>
      </w:r>
    </w:p>
    <w:p w:rsidR="00557788" w:rsidRDefault="00557788" w:rsidP="00557788">
      <w:r>
        <w:t>258.6393</w:t>
      </w:r>
      <w:r>
        <w:tab/>
        <w:t>3.334e0</w:t>
      </w:r>
    </w:p>
    <w:p w:rsidR="00557788" w:rsidRDefault="00557788" w:rsidP="00557788">
      <w:r>
        <w:t>258.6498</w:t>
      </w:r>
      <w:r>
        <w:tab/>
        <w:t>1.266e-2</w:t>
      </w:r>
    </w:p>
    <w:p w:rsidR="00557788" w:rsidRDefault="00557788" w:rsidP="00557788">
      <w:r>
        <w:t>258.6555</w:t>
      </w:r>
      <w:r>
        <w:tab/>
        <w:t>1.025e0</w:t>
      </w:r>
    </w:p>
    <w:p w:rsidR="00557788" w:rsidRDefault="00557788" w:rsidP="00557788">
      <w:r>
        <w:t>258.6572</w:t>
      </w:r>
      <w:r>
        <w:tab/>
        <w:t>2.025e0</w:t>
      </w:r>
    </w:p>
    <w:p w:rsidR="00557788" w:rsidRDefault="00557788" w:rsidP="00557788">
      <w:r>
        <w:t>258.6837</w:t>
      </w:r>
      <w:r>
        <w:tab/>
        <w:t>1.025e0</w:t>
      </w:r>
    </w:p>
    <w:p w:rsidR="00557788" w:rsidRDefault="00557788" w:rsidP="00557788">
      <w:r>
        <w:t>258.6882</w:t>
      </w:r>
      <w:r>
        <w:tab/>
        <w:t>1.013e0</w:t>
      </w:r>
    </w:p>
    <w:p w:rsidR="00557788" w:rsidRDefault="00557788" w:rsidP="00557788">
      <w:r>
        <w:t>258.6921</w:t>
      </w:r>
      <w:r>
        <w:tab/>
        <w:t>4.051e0</w:t>
      </w:r>
    </w:p>
    <w:p w:rsidR="00557788" w:rsidRDefault="00557788" w:rsidP="00557788">
      <w:r>
        <w:t>258.6988</w:t>
      </w:r>
      <w:r>
        <w:tab/>
        <w:t>2.532e-2</w:t>
      </w:r>
    </w:p>
    <w:p w:rsidR="00557788" w:rsidRDefault="00557788" w:rsidP="00557788">
      <w:r>
        <w:t>258.7233</w:t>
      </w:r>
      <w:r>
        <w:tab/>
        <w:t>3.038e0</w:t>
      </w:r>
    </w:p>
    <w:p w:rsidR="00557788" w:rsidRDefault="00557788" w:rsidP="00557788">
      <w:r>
        <w:t>258.7495</w:t>
      </w:r>
      <w:r>
        <w:tab/>
        <w:t>2.025e0</w:t>
      </w:r>
    </w:p>
    <w:p w:rsidR="00557788" w:rsidRDefault="00557788" w:rsidP="00557788">
      <w:r>
        <w:t>258.7552</w:t>
      </w:r>
      <w:r>
        <w:tab/>
        <w:t>2.038e0</w:t>
      </w:r>
    </w:p>
    <w:p w:rsidR="00557788" w:rsidRDefault="00557788" w:rsidP="00557788">
      <w:r>
        <w:t>258.7742</w:t>
      </w:r>
      <w:r>
        <w:tab/>
        <w:t>1.266e-2</w:t>
      </w:r>
    </w:p>
    <w:p w:rsidR="00557788" w:rsidRDefault="00557788" w:rsidP="00557788">
      <w:r>
        <w:t>258.7901</w:t>
      </w:r>
      <w:r>
        <w:tab/>
        <w:t>1.013e0</w:t>
      </w:r>
    </w:p>
    <w:p w:rsidR="00557788" w:rsidRDefault="00557788" w:rsidP="00557788">
      <w:r>
        <w:t>258.7939</w:t>
      </w:r>
      <w:r>
        <w:tab/>
        <w:t>1.013e0</w:t>
      </w:r>
    </w:p>
    <w:p w:rsidR="00557788" w:rsidRDefault="00557788" w:rsidP="00557788">
      <w:r>
        <w:t>258.7960</w:t>
      </w:r>
      <w:r>
        <w:tab/>
        <w:t>2.089e0</w:t>
      </w:r>
    </w:p>
    <w:p w:rsidR="00557788" w:rsidRDefault="00557788" w:rsidP="00557788">
      <w:r>
        <w:t>258.8095</w:t>
      </w:r>
      <w:r>
        <w:tab/>
        <w:t>4.051e0</w:t>
      </w:r>
    </w:p>
    <w:p w:rsidR="00557788" w:rsidRDefault="00557788" w:rsidP="00557788">
      <w:r>
        <w:lastRenderedPageBreak/>
        <w:t>258.8246</w:t>
      </w:r>
      <w:r>
        <w:tab/>
        <w:t>1.038e0</w:t>
      </w:r>
    </w:p>
    <w:p w:rsidR="00557788" w:rsidRDefault="00557788" w:rsidP="00557788">
      <w:r>
        <w:t>258.8325</w:t>
      </w:r>
      <w:r>
        <w:tab/>
        <w:t>1.013e0</w:t>
      </w:r>
    </w:p>
    <w:p w:rsidR="00557788" w:rsidRDefault="00557788" w:rsidP="00557788">
      <w:r>
        <w:t>258.8345</w:t>
      </w:r>
      <w:r>
        <w:tab/>
        <w:t>2.051e0</w:t>
      </w:r>
    </w:p>
    <w:p w:rsidR="00557788" w:rsidRDefault="00557788" w:rsidP="00557788">
      <w:r>
        <w:t>258.8368</w:t>
      </w:r>
      <w:r>
        <w:tab/>
        <w:t>1.266e-2</w:t>
      </w:r>
    </w:p>
    <w:p w:rsidR="00557788" w:rsidRDefault="00557788" w:rsidP="00557788">
      <w:r>
        <w:t>258.8464</w:t>
      </w:r>
      <w:r>
        <w:tab/>
        <w:t>1.266e-2</w:t>
      </w:r>
    </w:p>
    <w:p w:rsidR="00557788" w:rsidRDefault="00557788" w:rsidP="00557788">
      <w:r>
        <w:t>258.8552</w:t>
      </w:r>
      <w:r>
        <w:tab/>
        <w:t>1.013e0</w:t>
      </w:r>
    </w:p>
    <w:p w:rsidR="00557788" w:rsidRDefault="00557788" w:rsidP="00557788">
      <w:r>
        <w:t>258.8752</w:t>
      </w:r>
      <w:r>
        <w:tab/>
        <w:t>1.013e0</w:t>
      </w:r>
    </w:p>
    <w:p w:rsidR="00557788" w:rsidRDefault="00557788" w:rsidP="00557788">
      <w:r>
        <w:t>258.8800</w:t>
      </w:r>
      <w:r>
        <w:tab/>
        <w:t>1.013e0</w:t>
      </w:r>
    </w:p>
    <w:p w:rsidR="00557788" w:rsidRDefault="00557788" w:rsidP="00557788">
      <w:r>
        <w:t>258.8848</w:t>
      </w:r>
      <w:r>
        <w:tab/>
        <w:t>3.076e0</w:t>
      </w:r>
    </w:p>
    <w:p w:rsidR="00557788" w:rsidRDefault="00557788" w:rsidP="00557788">
      <w:r>
        <w:t>258.8896</w:t>
      </w:r>
      <w:r>
        <w:tab/>
        <w:t>1.013e0</w:t>
      </w:r>
    </w:p>
    <w:p w:rsidR="00557788" w:rsidRDefault="00557788" w:rsidP="00557788">
      <w:r>
        <w:t>258.9109</w:t>
      </w:r>
      <w:r>
        <w:tab/>
        <w:t>2.025e0</w:t>
      </w:r>
    </w:p>
    <w:p w:rsidR="00557788" w:rsidRDefault="00557788" w:rsidP="00557788">
      <w:r>
        <w:t>258.9132</w:t>
      </w:r>
      <w:r>
        <w:tab/>
        <w:t>6.076e0</w:t>
      </w:r>
    </w:p>
    <w:p w:rsidR="00557788" w:rsidRDefault="00557788" w:rsidP="00557788">
      <w:r>
        <w:t>258.9210</w:t>
      </w:r>
      <w:r>
        <w:tab/>
        <w:t>6.076e0</w:t>
      </w:r>
    </w:p>
    <w:p w:rsidR="00557788" w:rsidRDefault="00557788" w:rsidP="00557788">
      <w:r>
        <w:t>258.9231</w:t>
      </w:r>
      <w:r>
        <w:tab/>
        <w:t>1.013e0</w:t>
      </w:r>
    </w:p>
    <w:p w:rsidR="00557788" w:rsidRDefault="00557788" w:rsidP="00557788">
      <w:r>
        <w:t>258.9272</w:t>
      </w:r>
      <w:r>
        <w:tab/>
        <w:t>1.025e0</w:t>
      </w:r>
    </w:p>
    <w:p w:rsidR="00557788" w:rsidRDefault="00557788" w:rsidP="00557788">
      <w:r>
        <w:t>258.9289</w:t>
      </w:r>
      <w:r>
        <w:tab/>
        <w:t>2.025e0</w:t>
      </w:r>
    </w:p>
    <w:p w:rsidR="00557788" w:rsidRDefault="00557788" w:rsidP="00557788">
      <w:r>
        <w:t>258.9362</w:t>
      </w:r>
      <w:r>
        <w:tab/>
        <w:t>1.049e0</w:t>
      </w:r>
    </w:p>
    <w:p w:rsidR="00557788" w:rsidRDefault="00557788" w:rsidP="00557788">
      <w:r>
        <w:t>258.9383</w:t>
      </w:r>
      <w:r>
        <w:tab/>
        <w:t>2.532e-2</w:t>
      </w:r>
    </w:p>
    <w:p w:rsidR="00557788" w:rsidRDefault="00557788" w:rsidP="00557788">
      <w:r>
        <w:t>258.9749</w:t>
      </w:r>
      <w:r>
        <w:tab/>
        <w:t>2.089e0</w:t>
      </w:r>
    </w:p>
    <w:p w:rsidR="00557788" w:rsidRDefault="00557788" w:rsidP="00557788">
      <w:r>
        <w:lastRenderedPageBreak/>
        <w:t>258.9788</w:t>
      </w:r>
      <w:r>
        <w:tab/>
        <w:t>1.013e0</w:t>
      </w:r>
    </w:p>
    <w:p w:rsidR="00557788" w:rsidRDefault="00557788" w:rsidP="00557788">
      <w:r>
        <w:t>258.9888</w:t>
      </w:r>
      <w:r>
        <w:tab/>
        <w:t>4.244e0</w:t>
      </w:r>
    </w:p>
    <w:p w:rsidR="00557788" w:rsidRDefault="00557788" w:rsidP="00557788">
      <w:r>
        <w:t>258.9988</w:t>
      </w:r>
      <w:r>
        <w:tab/>
        <w:t>5.372e0</w:t>
      </w:r>
    </w:p>
    <w:p w:rsidR="00557788" w:rsidRDefault="00557788" w:rsidP="00557788">
      <w:r>
        <w:t>259.0014</w:t>
      </w:r>
      <w:r>
        <w:tab/>
        <w:t>4.841e0</w:t>
      </w:r>
    </w:p>
    <w:p w:rsidR="00557788" w:rsidRDefault="00557788" w:rsidP="00557788">
      <w:r>
        <w:t>259.0277</w:t>
      </w:r>
      <w:r>
        <w:tab/>
        <w:t>6.668e0</w:t>
      </w:r>
    </w:p>
    <w:p w:rsidR="00557788" w:rsidRDefault="00557788" w:rsidP="00557788">
      <w:r>
        <w:t>259.0779</w:t>
      </w:r>
      <w:r>
        <w:tab/>
        <w:t>1.514e2</w:t>
      </w:r>
    </w:p>
    <w:p w:rsidR="00557788" w:rsidRDefault="00557788" w:rsidP="00557788">
      <w:r>
        <w:t>259.0801</w:t>
      </w:r>
      <w:r>
        <w:tab/>
        <w:t>3.334e2</w:t>
      </w:r>
    </w:p>
    <w:p w:rsidR="00557788" w:rsidRDefault="00557788" w:rsidP="00557788">
      <w:r>
        <w:t>259.0855</w:t>
      </w:r>
      <w:r>
        <w:tab/>
        <w:t>2.098e1</w:t>
      </w:r>
    </w:p>
    <w:p w:rsidR="00557788" w:rsidRDefault="00557788" w:rsidP="00557788">
      <w:r>
        <w:t>259.1513</w:t>
      </w:r>
      <w:r>
        <w:tab/>
        <w:t>1.077e0</w:t>
      </w:r>
    </w:p>
    <w:p w:rsidR="00557788" w:rsidRDefault="00557788" w:rsidP="00557788">
      <w:r>
        <w:t>259.1530</w:t>
      </w:r>
      <w:r>
        <w:tab/>
        <w:t>2.273e0</w:t>
      </w:r>
    </w:p>
    <w:p w:rsidR="00557788" w:rsidRDefault="00557788" w:rsidP="00557788">
      <w:r>
        <w:t>259.1599</w:t>
      </w:r>
      <w:r>
        <w:tab/>
        <w:t>4.209e0</w:t>
      </w:r>
    </w:p>
    <w:p w:rsidR="00557788" w:rsidRDefault="00557788" w:rsidP="00557788">
      <w:r>
        <w:t>259.1653</w:t>
      </w:r>
      <w:r>
        <w:tab/>
        <w:t>3.581e0</w:t>
      </w:r>
    </w:p>
    <w:p w:rsidR="00557788" w:rsidRDefault="00557788" w:rsidP="00557788">
      <w:r>
        <w:t>259.1722</w:t>
      </w:r>
      <w:r>
        <w:tab/>
        <w:t>1.599e0</w:t>
      </w:r>
    </w:p>
    <w:p w:rsidR="00557788" w:rsidRDefault="00557788" w:rsidP="00557788">
      <w:r>
        <w:t>259.1961</w:t>
      </w:r>
      <w:r>
        <w:tab/>
        <w:t>1.033e0</w:t>
      </w:r>
    </w:p>
    <w:p w:rsidR="00557788" w:rsidRDefault="00557788" w:rsidP="00557788">
      <w:r>
        <w:t>259.2047</w:t>
      </w:r>
      <w:r>
        <w:tab/>
        <w:t>2.963e0</w:t>
      </w:r>
    </w:p>
    <w:p w:rsidR="00557788" w:rsidRDefault="00557788" w:rsidP="00557788">
      <w:r>
        <w:t>259.2100</w:t>
      </w:r>
      <w:r>
        <w:tab/>
        <w:t>8.932e-1</w:t>
      </w:r>
    </w:p>
    <w:p w:rsidR="00557788" w:rsidRDefault="00557788" w:rsidP="00557788">
      <w:r>
        <w:t>259.2114</w:t>
      </w:r>
      <w:r>
        <w:tab/>
        <w:t>2.012e0</w:t>
      </w:r>
    </w:p>
    <w:p w:rsidR="00557788" w:rsidRDefault="00557788" w:rsidP="00557788">
      <w:r>
        <w:t>259.2169</w:t>
      </w:r>
      <w:r>
        <w:tab/>
        <w:t>1.141e0</w:t>
      </w:r>
    </w:p>
    <w:p w:rsidR="00557788" w:rsidRDefault="00557788" w:rsidP="00557788">
      <w:r>
        <w:t>259.2231</w:t>
      </w:r>
      <w:r>
        <w:tab/>
        <w:t>4.655e0</w:t>
      </w:r>
    </w:p>
    <w:p w:rsidR="00557788" w:rsidRDefault="00557788" w:rsidP="00557788">
      <w:r>
        <w:lastRenderedPageBreak/>
        <w:t>259.2259</w:t>
      </w:r>
      <w:r>
        <w:tab/>
        <w:t>4.063e0</w:t>
      </w:r>
    </w:p>
    <w:p w:rsidR="00557788" w:rsidRDefault="00557788" w:rsidP="00557788">
      <w:r>
        <w:t>259.2303</w:t>
      </w:r>
      <w:r>
        <w:tab/>
        <w:t>6.617e-1</w:t>
      </w:r>
    </w:p>
    <w:p w:rsidR="00557788" w:rsidRDefault="00557788" w:rsidP="00557788">
      <w:r>
        <w:t>259.2335</w:t>
      </w:r>
      <w:r>
        <w:tab/>
        <w:t>1.038e0</w:t>
      </w:r>
    </w:p>
    <w:p w:rsidR="00557788" w:rsidRDefault="00557788" w:rsidP="00557788">
      <w:r>
        <w:t>259.2419</w:t>
      </w:r>
      <w:r>
        <w:tab/>
        <w:t>2.025e0</w:t>
      </w:r>
    </w:p>
    <w:p w:rsidR="00557788" w:rsidRDefault="00557788" w:rsidP="00557788">
      <w:r>
        <w:t>259.2429</w:t>
      </w:r>
      <w:r>
        <w:tab/>
        <w:t>1.051e0</w:t>
      </w:r>
    </w:p>
    <w:p w:rsidR="00557788" w:rsidRDefault="00557788" w:rsidP="00557788">
      <w:r>
        <w:t>259.2780</w:t>
      </w:r>
      <w:r>
        <w:tab/>
        <w:t>3.076e0</w:t>
      </w:r>
    </w:p>
    <w:p w:rsidR="00557788" w:rsidRDefault="00557788" w:rsidP="00557788">
      <w:r>
        <w:t>259.2831</w:t>
      </w:r>
      <w:r>
        <w:tab/>
        <w:t>1.266e-2</w:t>
      </w:r>
    </w:p>
    <w:p w:rsidR="00557788" w:rsidRDefault="00557788" w:rsidP="00557788">
      <w:r>
        <w:t>259.2908</w:t>
      </w:r>
      <w:r>
        <w:tab/>
        <w:t>2.025e0</w:t>
      </w:r>
    </w:p>
    <w:p w:rsidR="00557788" w:rsidRDefault="00557788" w:rsidP="00557788">
      <w:r>
        <w:t>259.2993</w:t>
      </w:r>
      <w:r>
        <w:tab/>
        <w:t>1.038e0</w:t>
      </w:r>
    </w:p>
    <w:p w:rsidR="00557788" w:rsidRDefault="00557788" w:rsidP="00557788">
      <w:r>
        <w:t>259.3015</w:t>
      </w:r>
      <w:r>
        <w:tab/>
        <w:t>3.038e0</w:t>
      </w:r>
    </w:p>
    <w:p w:rsidR="00557788" w:rsidRDefault="00557788" w:rsidP="00557788">
      <w:r>
        <w:t>259.3144</w:t>
      </w:r>
      <w:r>
        <w:tab/>
        <w:t>3.038e0</w:t>
      </w:r>
    </w:p>
    <w:p w:rsidR="00557788" w:rsidRDefault="00557788" w:rsidP="00557788">
      <w:r>
        <w:t>259.3255</w:t>
      </w:r>
      <w:r>
        <w:tab/>
        <w:t>2.038e0</w:t>
      </w:r>
    </w:p>
    <w:p w:rsidR="00557788" w:rsidRDefault="00557788" w:rsidP="00557788">
      <w:r>
        <w:t>259.3279</w:t>
      </w:r>
      <w:r>
        <w:tab/>
        <w:t>2.532e-2</w:t>
      </w:r>
    </w:p>
    <w:p w:rsidR="00557788" w:rsidRDefault="00557788" w:rsidP="00557788">
      <w:r>
        <w:t>259.3418</w:t>
      </w:r>
      <w:r>
        <w:tab/>
        <w:t>1.266e-2</w:t>
      </w:r>
    </w:p>
    <w:p w:rsidR="00557788" w:rsidRDefault="00557788" w:rsidP="00557788">
      <w:r>
        <w:t>259.3447</w:t>
      </w:r>
      <w:r>
        <w:tab/>
        <w:t>3.051e0</w:t>
      </w:r>
    </w:p>
    <w:p w:rsidR="00557788" w:rsidRDefault="00557788" w:rsidP="00557788">
      <w:r>
        <w:t>259.3477</w:t>
      </w:r>
      <w:r>
        <w:tab/>
        <w:t>2.532e-2</w:t>
      </w:r>
    </w:p>
    <w:p w:rsidR="00557788" w:rsidRDefault="00557788" w:rsidP="00557788">
      <w:r>
        <w:t>259.3509</w:t>
      </w:r>
      <w:r>
        <w:tab/>
        <w:t>1.025e0</w:t>
      </w:r>
    </w:p>
    <w:p w:rsidR="00557788" w:rsidRDefault="00557788" w:rsidP="00557788">
      <w:r>
        <w:t>259.3639</w:t>
      </w:r>
      <w:r>
        <w:tab/>
        <w:t>1.025e0</w:t>
      </w:r>
    </w:p>
    <w:p w:rsidR="00557788" w:rsidRDefault="00557788" w:rsidP="00557788">
      <w:r>
        <w:t>259.3888</w:t>
      </w:r>
      <w:r>
        <w:tab/>
        <w:t>1.013e0</w:t>
      </w:r>
    </w:p>
    <w:p w:rsidR="00557788" w:rsidRDefault="00557788" w:rsidP="00557788">
      <w:r>
        <w:lastRenderedPageBreak/>
        <w:t>259.3984</w:t>
      </w:r>
      <w:r>
        <w:tab/>
        <w:t>1.013e0</w:t>
      </w:r>
    </w:p>
    <w:p w:rsidR="00557788" w:rsidRDefault="00557788" w:rsidP="00557788">
      <w:r>
        <w:t>259.4088</w:t>
      </w:r>
      <w:r>
        <w:tab/>
        <w:t>5.063e0</w:t>
      </w:r>
    </w:p>
    <w:p w:rsidR="00557788" w:rsidRDefault="00557788" w:rsidP="00557788">
      <w:r>
        <w:t>259.4169</w:t>
      </w:r>
      <w:r>
        <w:tab/>
        <w:t>2.025e0</w:t>
      </w:r>
    </w:p>
    <w:p w:rsidR="00557788" w:rsidRDefault="00557788" w:rsidP="00557788">
      <w:r>
        <w:t>259.4189</w:t>
      </w:r>
      <w:r>
        <w:tab/>
        <w:t>1.013e0</w:t>
      </w:r>
    </w:p>
    <w:p w:rsidR="00557788" w:rsidRDefault="00557788" w:rsidP="00557788">
      <w:r>
        <w:t>259.4453</w:t>
      </w:r>
      <w:r>
        <w:tab/>
        <w:t>1.038e0</w:t>
      </w:r>
    </w:p>
    <w:p w:rsidR="00557788" w:rsidRDefault="00557788" w:rsidP="00557788">
      <w:r>
        <w:t>259.4535</w:t>
      </w:r>
      <w:r>
        <w:tab/>
        <w:t>1.025e0</w:t>
      </w:r>
    </w:p>
    <w:p w:rsidR="00557788" w:rsidRDefault="00557788" w:rsidP="00557788">
      <w:r>
        <w:t>259.4657</w:t>
      </w:r>
      <w:r>
        <w:tab/>
        <w:t>1.266e-2</w:t>
      </w:r>
    </w:p>
    <w:p w:rsidR="00557788" w:rsidRDefault="00557788" w:rsidP="00557788">
      <w:r>
        <w:t>259.4705</w:t>
      </w:r>
      <w:r>
        <w:tab/>
        <w:t>1.013e0</w:t>
      </w:r>
    </w:p>
    <w:p w:rsidR="00557788" w:rsidRDefault="00557788" w:rsidP="00557788">
      <w:r>
        <w:t>259.4801</w:t>
      </w:r>
      <w:r>
        <w:tab/>
        <w:t>2.025e0</w:t>
      </w:r>
    </w:p>
    <w:p w:rsidR="00557788" w:rsidRDefault="00557788" w:rsidP="00557788">
      <w:r>
        <w:t>259.4901</w:t>
      </w:r>
      <w:r>
        <w:tab/>
        <w:t>2.025e0</w:t>
      </w:r>
    </w:p>
    <w:p w:rsidR="00557788" w:rsidRDefault="00557788" w:rsidP="00557788">
      <w:r>
        <w:t>259.4961</w:t>
      </w:r>
      <w:r>
        <w:tab/>
        <w:t>2.025e0</w:t>
      </w:r>
    </w:p>
    <w:p w:rsidR="00557788" w:rsidRDefault="00557788" w:rsidP="00557788">
      <w:r>
        <w:t>259.4983</w:t>
      </w:r>
      <w:r>
        <w:tab/>
        <w:t>2.025e0</w:t>
      </w:r>
    </w:p>
    <w:p w:rsidR="00557788" w:rsidRDefault="00557788" w:rsidP="00557788">
      <w:r>
        <w:t>259.5134</w:t>
      </w:r>
      <w:r>
        <w:tab/>
        <w:t>2.025e0</w:t>
      </w:r>
    </w:p>
    <w:p w:rsidR="00557788" w:rsidRDefault="00557788" w:rsidP="00557788">
      <w:r>
        <w:t>259.5158</w:t>
      </w:r>
      <w:r>
        <w:tab/>
        <w:t>2.025e0</w:t>
      </w:r>
    </w:p>
    <w:p w:rsidR="00557788" w:rsidRDefault="00557788" w:rsidP="00557788">
      <w:r>
        <w:t>259.5197</w:t>
      </w:r>
      <w:r>
        <w:tab/>
        <w:t>3.038e0</w:t>
      </w:r>
    </w:p>
    <w:p w:rsidR="00557788" w:rsidRDefault="00557788" w:rsidP="00557788">
      <w:r>
        <w:t>259.5207</w:t>
      </w:r>
      <w:r>
        <w:tab/>
        <w:t>3.038e0</w:t>
      </w:r>
    </w:p>
    <w:p w:rsidR="00557788" w:rsidRDefault="00557788" w:rsidP="00557788">
      <w:r>
        <w:t>259.5266</w:t>
      </w:r>
      <w:r>
        <w:tab/>
        <w:t>1.013e0</w:t>
      </w:r>
    </w:p>
    <w:p w:rsidR="00557788" w:rsidRDefault="00557788" w:rsidP="00557788">
      <w:r>
        <w:t>259.5307</w:t>
      </w:r>
      <w:r>
        <w:tab/>
        <w:t>1.013e0</w:t>
      </w:r>
    </w:p>
    <w:p w:rsidR="00557788" w:rsidRDefault="00557788" w:rsidP="00557788">
      <w:r>
        <w:t>259.5474</w:t>
      </w:r>
      <w:r>
        <w:tab/>
        <w:t>2.532e-2</w:t>
      </w:r>
    </w:p>
    <w:p w:rsidR="00557788" w:rsidRDefault="00557788" w:rsidP="00557788">
      <w:r>
        <w:lastRenderedPageBreak/>
        <w:t>259.5543</w:t>
      </w:r>
      <w:r>
        <w:tab/>
        <w:t>2.025e0</w:t>
      </w:r>
    </w:p>
    <w:p w:rsidR="00557788" w:rsidRDefault="00557788" w:rsidP="00557788">
      <w:r>
        <w:t>259.5570</w:t>
      </w:r>
      <w:r>
        <w:tab/>
        <w:t>1.025e0</w:t>
      </w:r>
    </w:p>
    <w:p w:rsidR="00557788" w:rsidRDefault="00557788" w:rsidP="00557788">
      <w:r>
        <w:t>259.5689</w:t>
      </w:r>
      <w:r>
        <w:tab/>
        <w:t>3.063e0</w:t>
      </w:r>
    </w:p>
    <w:p w:rsidR="00557788" w:rsidRDefault="00557788" w:rsidP="00557788">
      <w:r>
        <w:t>259.5785</w:t>
      </w:r>
      <w:r>
        <w:tab/>
        <w:t>2.025e0</w:t>
      </w:r>
    </w:p>
    <w:p w:rsidR="00557788" w:rsidRDefault="00557788" w:rsidP="00557788">
      <w:r>
        <w:t>259.5887</w:t>
      </w:r>
      <w:r>
        <w:tab/>
        <w:t>2.025e0</w:t>
      </w:r>
    </w:p>
    <w:p w:rsidR="00557788" w:rsidRDefault="00557788" w:rsidP="00557788">
      <w:r>
        <w:t>259.5902</w:t>
      </w:r>
      <w:r>
        <w:tab/>
        <w:t>5.063e0</w:t>
      </w:r>
    </w:p>
    <w:p w:rsidR="00557788" w:rsidRDefault="00557788" w:rsidP="00557788">
      <w:r>
        <w:t>259.5955</w:t>
      </w:r>
      <w:r>
        <w:tab/>
        <w:t>1.013e0</w:t>
      </w:r>
    </w:p>
    <w:p w:rsidR="00557788" w:rsidRDefault="00557788" w:rsidP="00557788">
      <w:r>
        <w:t>259.5995</w:t>
      </w:r>
      <w:r>
        <w:tab/>
        <w:t>4.217e0</w:t>
      </w:r>
    </w:p>
    <w:p w:rsidR="00557788" w:rsidRDefault="00557788" w:rsidP="00557788">
      <w:r>
        <w:t>259.6196</w:t>
      </w:r>
      <w:r>
        <w:tab/>
        <w:t>1.013e0</w:t>
      </w:r>
    </w:p>
    <w:p w:rsidR="00557788" w:rsidRDefault="00557788" w:rsidP="00557788">
      <w:r>
        <w:t>259.6309</w:t>
      </w:r>
      <w:r>
        <w:tab/>
        <w:t>2.025e0</w:t>
      </w:r>
    </w:p>
    <w:p w:rsidR="00557788" w:rsidRDefault="00557788" w:rsidP="00557788">
      <w:r>
        <w:t>259.6339</w:t>
      </w:r>
      <w:r>
        <w:tab/>
        <w:t>1.013e0</w:t>
      </w:r>
    </w:p>
    <w:p w:rsidR="00557788" w:rsidRDefault="00557788" w:rsidP="00557788">
      <w:r>
        <w:t>259.6654</w:t>
      </w:r>
      <w:r>
        <w:tab/>
        <w:t>2.025e0</w:t>
      </w:r>
    </w:p>
    <w:p w:rsidR="00557788" w:rsidRDefault="00557788" w:rsidP="00557788">
      <w:r>
        <w:t>259.6747</w:t>
      </w:r>
      <w:r>
        <w:tab/>
        <w:t>1.051e0</w:t>
      </w:r>
    </w:p>
    <w:p w:rsidR="00557788" w:rsidRDefault="00557788" w:rsidP="00557788">
      <w:r>
        <w:t>259.6950</w:t>
      </w:r>
      <w:r>
        <w:tab/>
        <w:t>4.051e0</w:t>
      </w:r>
    </w:p>
    <w:p w:rsidR="00557788" w:rsidRDefault="00557788" w:rsidP="00557788">
      <w:r>
        <w:t>259.6973</w:t>
      </w:r>
      <w:r>
        <w:tab/>
        <w:t>1.051e0</w:t>
      </w:r>
    </w:p>
    <w:p w:rsidR="00557788" w:rsidRDefault="00557788" w:rsidP="00557788">
      <w:r>
        <w:t>259.7109</w:t>
      </w:r>
      <w:r>
        <w:tab/>
        <w:t>1.025e0</w:t>
      </w:r>
    </w:p>
    <w:p w:rsidR="00557788" w:rsidRDefault="00557788" w:rsidP="00557788">
      <w:r>
        <w:t>259.7159</w:t>
      </w:r>
      <w:r>
        <w:tab/>
        <w:t>3.038e0</w:t>
      </w:r>
    </w:p>
    <w:p w:rsidR="00557788" w:rsidRDefault="00557788" w:rsidP="00557788">
      <w:r>
        <w:t>259.7179</w:t>
      </w:r>
      <w:r>
        <w:tab/>
        <w:t>4.143e0</w:t>
      </w:r>
    </w:p>
    <w:p w:rsidR="00557788" w:rsidRDefault="00557788" w:rsidP="00557788">
      <w:r>
        <w:t>259.7315</w:t>
      </w:r>
      <w:r>
        <w:tab/>
        <w:t>1.013e0</w:t>
      </w:r>
    </w:p>
    <w:p w:rsidR="00557788" w:rsidRDefault="00557788" w:rsidP="00557788">
      <w:r>
        <w:lastRenderedPageBreak/>
        <w:t>259.7358</w:t>
      </w:r>
      <w:r>
        <w:tab/>
        <w:t>1.166e0</w:t>
      </w:r>
    </w:p>
    <w:p w:rsidR="00557788" w:rsidRDefault="00557788" w:rsidP="00557788">
      <w:r>
        <w:t>259.7389</w:t>
      </w:r>
      <w:r>
        <w:tab/>
        <w:t>2.025e0</w:t>
      </w:r>
    </w:p>
    <w:p w:rsidR="00557788" w:rsidRDefault="00557788" w:rsidP="00557788">
      <w:r>
        <w:t>259.7582</w:t>
      </w:r>
      <w:r>
        <w:tab/>
        <w:t>1.013e0</w:t>
      </w:r>
    </w:p>
    <w:p w:rsidR="00557788" w:rsidRDefault="00557788" w:rsidP="00557788">
      <w:r>
        <w:t>259.7600</w:t>
      </w:r>
      <w:r>
        <w:tab/>
        <w:t>2.025e0</w:t>
      </w:r>
    </w:p>
    <w:p w:rsidR="00557788" w:rsidRDefault="00557788" w:rsidP="00557788">
      <w:r>
        <w:t>259.7627</w:t>
      </w:r>
      <w:r>
        <w:tab/>
        <w:t>1.063e0</w:t>
      </w:r>
    </w:p>
    <w:p w:rsidR="00557788" w:rsidRDefault="00557788" w:rsidP="00557788">
      <w:r>
        <w:t>259.7661</w:t>
      </w:r>
      <w:r>
        <w:tab/>
        <w:t>1.266e-2</w:t>
      </w:r>
    </w:p>
    <w:p w:rsidR="00557788" w:rsidRDefault="00557788" w:rsidP="00557788">
      <w:r>
        <w:t>259.7702</w:t>
      </w:r>
      <w:r>
        <w:tab/>
        <w:t>1.013e0</w:t>
      </w:r>
    </w:p>
    <w:p w:rsidR="00557788" w:rsidRDefault="00557788" w:rsidP="00557788">
      <w:r>
        <w:t>259.7944</w:t>
      </w:r>
      <w:r>
        <w:tab/>
        <w:t>2.025e0</w:t>
      </w:r>
    </w:p>
    <w:p w:rsidR="00557788" w:rsidRDefault="00557788" w:rsidP="00557788">
      <w:r>
        <w:t>259.7984</w:t>
      </w:r>
      <w:r>
        <w:tab/>
        <w:t>2.025e0</w:t>
      </w:r>
    </w:p>
    <w:p w:rsidR="00557788" w:rsidRDefault="00557788" w:rsidP="00557788">
      <w:r>
        <w:t>259.8007</w:t>
      </w:r>
      <w:r>
        <w:tab/>
        <w:t>1.013e0</w:t>
      </w:r>
    </w:p>
    <w:p w:rsidR="00557788" w:rsidRDefault="00557788" w:rsidP="00557788">
      <w:r>
        <w:t>259.8167</w:t>
      </w:r>
      <w:r>
        <w:tab/>
        <w:t>8.114e0</w:t>
      </w:r>
    </w:p>
    <w:p w:rsidR="00557788" w:rsidRDefault="00557788" w:rsidP="00557788">
      <w:r>
        <w:t>259.8195</w:t>
      </w:r>
      <w:r>
        <w:tab/>
        <w:t>2.025e0</w:t>
      </w:r>
    </w:p>
    <w:p w:rsidR="00557788" w:rsidRDefault="00557788" w:rsidP="00557788">
      <w:r>
        <w:t>259.8336</w:t>
      </w:r>
      <w:r>
        <w:tab/>
        <w:t>2.025e0</w:t>
      </w:r>
    </w:p>
    <w:p w:rsidR="00557788" w:rsidRDefault="00557788" w:rsidP="00557788">
      <w:r>
        <w:t>259.8493</w:t>
      </w:r>
      <w:r>
        <w:tab/>
        <w:t>4.051e0</w:t>
      </w:r>
    </w:p>
    <w:p w:rsidR="00557788" w:rsidRDefault="00557788" w:rsidP="00557788">
      <w:r>
        <w:t>259.8572</w:t>
      </w:r>
      <w:r>
        <w:tab/>
        <w:t>2.532e-2</w:t>
      </w:r>
    </w:p>
    <w:p w:rsidR="00557788" w:rsidRDefault="00557788" w:rsidP="00557788">
      <w:r>
        <w:t>259.8927</w:t>
      </w:r>
      <w:r>
        <w:tab/>
        <w:t>3.798e-2</w:t>
      </w:r>
    </w:p>
    <w:p w:rsidR="00557788" w:rsidRDefault="00557788" w:rsidP="00557788">
      <w:r>
        <w:t>259.8985</w:t>
      </w:r>
      <w:r>
        <w:tab/>
        <w:t>1.025e0</w:t>
      </w:r>
    </w:p>
    <w:p w:rsidR="00557788" w:rsidRDefault="00557788" w:rsidP="00557788">
      <w:r>
        <w:t>259.9013</w:t>
      </w:r>
      <w:r>
        <w:tab/>
        <w:t>2.025e0</w:t>
      </w:r>
    </w:p>
    <w:p w:rsidR="00557788" w:rsidRDefault="00557788" w:rsidP="00557788">
      <w:r>
        <w:t>259.9033</w:t>
      </w:r>
      <w:r>
        <w:tab/>
        <w:t>2.532e-2</w:t>
      </w:r>
    </w:p>
    <w:p w:rsidR="00557788" w:rsidRDefault="00557788" w:rsidP="00557788">
      <w:r>
        <w:lastRenderedPageBreak/>
        <w:t>259.9126</w:t>
      </w:r>
      <w:r>
        <w:tab/>
        <w:t>1.266e-2</w:t>
      </w:r>
    </w:p>
    <w:p w:rsidR="00557788" w:rsidRDefault="00557788" w:rsidP="00557788">
      <w:r>
        <w:t>259.9185</w:t>
      </w:r>
      <w:r>
        <w:tab/>
        <w:t>2.532e-2</w:t>
      </w:r>
    </w:p>
    <w:p w:rsidR="00557788" w:rsidRDefault="00557788" w:rsidP="00557788">
      <w:r>
        <w:t>259.9285</w:t>
      </w:r>
      <w:r>
        <w:tab/>
        <w:t>1.013e0</w:t>
      </w:r>
    </w:p>
    <w:p w:rsidR="00557788" w:rsidRDefault="00557788" w:rsidP="00557788">
      <w:r>
        <w:t>259.9323</w:t>
      </w:r>
      <w:r>
        <w:tab/>
        <w:t>1.266e-2</w:t>
      </w:r>
    </w:p>
    <w:p w:rsidR="00557788" w:rsidRDefault="00557788" w:rsidP="00557788">
      <w:r>
        <w:t>259.9396</w:t>
      </w:r>
      <w:r>
        <w:tab/>
        <w:t>2.025e0</w:t>
      </w:r>
    </w:p>
    <w:p w:rsidR="00557788" w:rsidRDefault="00557788" w:rsidP="00557788">
      <w:r>
        <w:t>259.9512</w:t>
      </w:r>
      <w:r>
        <w:tab/>
        <w:t>1.266e-2</w:t>
      </w:r>
    </w:p>
    <w:p w:rsidR="00557788" w:rsidRDefault="00557788" w:rsidP="00557788">
      <w:r>
        <w:t>259.9572</w:t>
      </w:r>
      <w:r>
        <w:tab/>
        <w:t>2.015e0</w:t>
      </w:r>
    </w:p>
    <w:p w:rsidR="00557788" w:rsidRDefault="00557788" w:rsidP="00557788">
      <w:r>
        <w:t>259.9611</w:t>
      </w:r>
      <w:r>
        <w:tab/>
        <w:t>2.025e0</w:t>
      </w:r>
    </w:p>
    <w:p w:rsidR="00557788" w:rsidRDefault="00557788" w:rsidP="00557788">
      <w:r>
        <w:t>259.9774</w:t>
      </w:r>
      <w:r>
        <w:tab/>
        <w:t>3.798e-2</w:t>
      </w:r>
    </w:p>
    <w:p w:rsidR="00557788" w:rsidRDefault="00557788" w:rsidP="00557788">
      <w:r>
        <w:t>259.9804</w:t>
      </w:r>
      <w:r>
        <w:tab/>
        <w:t>1.976e0</w:t>
      </w:r>
    </w:p>
    <w:p w:rsidR="00557788" w:rsidRDefault="00557788" w:rsidP="00557788">
      <w:r>
        <w:t>259.9856</w:t>
      </w:r>
      <w:r>
        <w:tab/>
        <w:t>4.051e0</w:t>
      </w:r>
    </w:p>
    <w:p w:rsidR="00557788" w:rsidRDefault="00557788" w:rsidP="00557788">
      <w:r>
        <w:t>259.9950</w:t>
      </w:r>
      <w:r>
        <w:tab/>
        <w:t>5.920e0</w:t>
      </w:r>
    </w:p>
    <w:p w:rsidR="00557788" w:rsidRDefault="00557788" w:rsidP="00557788">
      <w:r>
        <w:t>260.0076</w:t>
      </w:r>
      <w:r>
        <w:tab/>
        <w:t>2.228e1</w:t>
      </w:r>
    </w:p>
    <w:p w:rsidR="00557788" w:rsidRDefault="00557788" w:rsidP="00557788">
      <w:r>
        <w:t>260.0637</w:t>
      </w:r>
      <w:r>
        <w:tab/>
        <w:t>4.307e0</w:t>
      </w:r>
    </w:p>
    <w:p w:rsidR="00557788" w:rsidRDefault="00557788" w:rsidP="00557788">
      <w:r>
        <w:t>260.0724</w:t>
      </w:r>
      <w:r>
        <w:tab/>
        <w:t>3.688e-1</w:t>
      </w:r>
    </w:p>
    <w:p w:rsidR="00557788" w:rsidRDefault="00557788" w:rsidP="00557788">
      <w:r>
        <w:t>260.0768</w:t>
      </w:r>
      <w:r>
        <w:tab/>
        <w:t>1.296e1</w:t>
      </w:r>
    </w:p>
    <w:p w:rsidR="00557788" w:rsidRDefault="00557788" w:rsidP="00557788">
      <w:r>
        <w:t>260.0796</w:t>
      </w:r>
      <w:r>
        <w:tab/>
        <w:t>1.672e1</w:t>
      </w:r>
    </w:p>
    <w:p w:rsidR="00557788" w:rsidRDefault="00557788" w:rsidP="00557788">
      <w:r>
        <w:t>260.0818</w:t>
      </w:r>
      <w:r>
        <w:tab/>
        <w:t>5.553e0</w:t>
      </w:r>
    </w:p>
    <w:p w:rsidR="00557788" w:rsidRDefault="00557788" w:rsidP="00557788">
      <w:r>
        <w:t>260.0831</w:t>
      </w:r>
      <w:r>
        <w:tab/>
        <w:t>1.949e1</w:t>
      </w:r>
    </w:p>
    <w:p w:rsidR="00557788" w:rsidRDefault="00557788" w:rsidP="00557788">
      <w:r>
        <w:lastRenderedPageBreak/>
        <w:t>260.0846</w:t>
      </w:r>
      <w:r>
        <w:tab/>
        <w:t>1.118e1</w:t>
      </w:r>
    </w:p>
    <w:p w:rsidR="00557788" w:rsidRDefault="00557788" w:rsidP="00557788">
      <w:r>
        <w:t>260.1013</w:t>
      </w:r>
      <w:r>
        <w:tab/>
        <w:t>4.466e0</w:t>
      </w:r>
    </w:p>
    <w:p w:rsidR="00557788" w:rsidRDefault="00557788" w:rsidP="00557788">
      <w:r>
        <w:t>260.1192</w:t>
      </w:r>
      <w:r>
        <w:tab/>
        <w:t>1.686e0</w:t>
      </w:r>
    </w:p>
    <w:p w:rsidR="00557788" w:rsidRDefault="00557788" w:rsidP="00557788">
      <w:r>
        <w:t>260.1219</w:t>
      </w:r>
      <w:r>
        <w:tab/>
        <w:t>5.446e-1</w:t>
      </w:r>
    </w:p>
    <w:p w:rsidR="00557788" w:rsidRDefault="00557788" w:rsidP="00557788">
      <w:r>
        <w:t>260.1341</w:t>
      </w:r>
      <w:r>
        <w:tab/>
        <w:t>1.480e0</w:t>
      </w:r>
    </w:p>
    <w:p w:rsidR="00557788" w:rsidRDefault="00557788" w:rsidP="00557788">
      <w:r>
        <w:t>260.1504</w:t>
      </w:r>
      <w:r>
        <w:tab/>
        <w:t>4.970e0</w:t>
      </w:r>
    </w:p>
    <w:p w:rsidR="00557788" w:rsidRDefault="00557788" w:rsidP="00557788">
      <w:r>
        <w:t>260.1633</w:t>
      </w:r>
      <w:r>
        <w:tab/>
        <w:t>1.411e0</w:t>
      </w:r>
    </w:p>
    <w:p w:rsidR="00557788" w:rsidRDefault="00557788" w:rsidP="00557788">
      <w:r>
        <w:t>260.1861</w:t>
      </w:r>
      <w:r>
        <w:tab/>
        <w:t>1.533e1</w:t>
      </w:r>
    </w:p>
    <w:p w:rsidR="00557788" w:rsidRDefault="00557788" w:rsidP="00557788">
      <w:r>
        <w:t>260.1877</w:t>
      </w:r>
      <w:r>
        <w:tab/>
        <w:t>1.646e0</w:t>
      </w:r>
    </w:p>
    <w:p w:rsidR="00557788" w:rsidRDefault="00557788" w:rsidP="00557788">
      <w:r>
        <w:t>260.1897</w:t>
      </w:r>
      <w:r>
        <w:tab/>
        <w:t>3.494e0</w:t>
      </w:r>
    </w:p>
    <w:p w:rsidR="00557788" w:rsidRDefault="00557788" w:rsidP="00557788">
      <w:r>
        <w:t>260.2080</w:t>
      </w:r>
      <w:r>
        <w:tab/>
        <w:t>9.381e0</w:t>
      </w:r>
    </w:p>
    <w:p w:rsidR="00557788" w:rsidRDefault="00557788" w:rsidP="00557788">
      <w:r>
        <w:t>260.2224</w:t>
      </w:r>
      <w:r>
        <w:tab/>
        <w:t>1.071e1</w:t>
      </w:r>
    </w:p>
    <w:p w:rsidR="00557788" w:rsidRDefault="00557788" w:rsidP="00557788">
      <w:r>
        <w:t>260.2303</w:t>
      </w:r>
      <w:r>
        <w:tab/>
        <w:t>6.675e0</w:t>
      </w:r>
    </w:p>
    <w:p w:rsidR="00557788" w:rsidRDefault="00557788" w:rsidP="00557788">
      <w:r>
        <w:t>260.2597</w:t>
      </w:r>
      <w:r>
        <w:tab/>
        <w:t>1.859e0</w:t>
      </w:r>
    </w:p>
    <w:p w:rsidR="00557788" w:rsidRDefault="00557788" w:rsidP="00557788">
      <w:r>
        <w:t>260.2838</w:t>
      </w:r>
      <w:r>
        <w:tab/>
        <w:t>2.025e0</w:t>
      </w:r>
    </w:p>
    <w:p w:rsidR="00557788" w:rsidRDefault="00557788" w:rsidP="00557788">
      <w:r>
        <w:t>260.3004</w:t>
      </w:r>
      <w:r>
        <w:tab/>
        <w:t>4.051e0</w:t>
      </w:r>
    </w:p>
    <w:p w:rsidR="00557788" w:rsidRDefault="00557788" w:rsidP="00557788">
      <w:r>
        <w:t>260.3065</w:t>
      </w:r>
      <w:r>
        <w:tab/>
        <w:t>1.266e-2</w:t>
      </w:r>
    </w:p>
    <w:p w:rsidR="00557788" w:rsidRDefault="00557788" w:rsidP="00557788">
      <w:r>
        <w:t>260.3206</w:t>
      </w:r>
      <w:r>
        <w:tab/>
        <w:t>2.025e0</w:t>
      </w:r>
    </w:p>
    <w:p w:rsidR="00557788" w:rsidRDefault="00557788" w:rsidP="00557788">
      <w:r>
        <w:t>260.3271</w:t>
      </w:r>
      <w:r>
        <w:tab/>
        <w:t>1.266e-2</w:t>
      </w:r>
    </w:p>
    <w:p w:rsidR="00557788" w:rsidRDefault="00557788" w:rsidP="00557788">
      <w:r>
        <w:lastRenderedPageBreak/>
        <w:t>260.3393</w:t>
      </w:r>
      <w:r>
        <w:tab/>
        <w:t>2.025e0</w:t>
      </w:r>
    </w:p>
    <w:p w:rsidR="00557788" w:rsidRDefault="00557788" w:rsidP="00557788">
      <w:r>
        <w:t>260.3451</w:t>
      </w:r>
      <w:r>
        <w:tab/>
        <w:t>1.013e0</w:t>
      </w:r>
    </w:p>
    <w:p w:rsidR="00557788" w:rsidRDefault="00557788" w:rsidP="00557788">
      <w:r>
        <w:t>260.3531</w:t>
      </w:r>
      <w:r>
        <w:tab/>
        <w:t>1.013e0</w:t>
      </w:r>
    </w:p>
    <w:p w:rsidR="00557788" w:rsidRDefault="00557788" w:rsidP="00557788">
      <w:r>
        <w:t>260.3639</w:t>
      </w:r>
      <w:r>
        <w:tab/>
        <w:t>3.038e0</w:t>
      </w:r>
    </w:p>
    <w:p w:rsidR="00557788" w:rsidRDefault="00557788" w:rsidP="00557788">
      <w:r>
        <w:t>260.3705</w:t>
      </w:r>
      <w:r>
        <w:tab/>
        <w:t>7.595e-2</w:t>
      </w:r>
    </w:p>
    <w:p w:rsidR="00557788" w:rsidRDefault="00557788" w:rsidP="00557788">
      <w:r>
        <w:t>260.3798</w:t>
      </w:r>
      <w:r>
        <w:tab/>
        <w:t>1.013e0</w:t>
      </w:r>
    </w:p>
    <w:p w:rsidR="00557788" w:rsidRDefault="00557788" w:rsidP="00557788">
      <w:r>
        <w:t>260.3809</w:t>
      </w:r>
      <w:r>
        <w:tab/>
        <w:t>3.038e0</w:t>
      </w:r>
    </w:p>
    <w:p w:rsidR="00557788" w:rsidRDefault="00557788" w:rsidP="00557788">
      <w:r>
        <w:t>260.3897</w:t>
      </w:r>
      <w:r>
        <w:tab/>
        <w:t>2.025e0</w:t>
      </w:r>
    </w:p>
    <w:p w:rsidR="00557788" w:rsidRDefault="00557788" w:rsidP="00557788">
      <w:r>
        <w:t>260.3985</w:t>
      </w:r>
      <w:r>
        <w:tab/>
        <w:t>3.038e0</w:t>
      </w:r>
    </w:p>
    <w:p w:rsidR="00557788" w:rsidRDefault="00557788" w:rsidP="00557788">
      <w:r>
        <w:t>260.3995</w:t>
      </w:r>
      <w:r>
        <w:tab/>
        <w:t>1.266e-2</w:t>
      </w:r>
    </w:p>
    <w:p w:rsidR="00557788" w:rsidRDefault="00557788" w:rsidP="00557788">
      <w:r>
        <w:t>260.4139</w:t>
      </w:r>
      <w:r>
        <w:tab/>
        <w:t>1.013e0</w:t>
      </w:r>
    </w:p>
    <w:p w:rsidR="00557788" w:rsidRDefault="00557788" w:rsidP="00557788">
      <w:r>
        <w:t>260.4151</w:t>
      </w:r>
      <w:r>
        <w:tab/>
        <w:t>5.063e-2</w:t>
      </w:r>
    </w:p>
    <w:p w:rsidR="00557788" w:rsidRDefault="00557788" w:rsidP="00557788">
      <w:r>
        <w:t>260.4232</w:t>
      </w:r>
      <w:r>
        <w:tab/>
        <w:t>3.051e0</w:t>
      </w:r>
    </w:p>
    <w:p w:rsidR="00557788" w:rsidRDefault="00557788" w:rsidP="00557788">
      <w:r>
        <w:t>260.4304</w:t>
      </w:r>
      <w:r>
        <w:tab/>
        <w:t>2.532e-2</w:t>
      </w:r>
    </w:p>
    <w:p w:rsidR="00557788" w:rsidRDefault="00557788" w:rsidP="00557788">
      <w:r>
        <w:t>260.4402</w:t>
      </w:r>
      <w:r>
        <w:tab/>
        <w:t>1.051e0</w:t>
      </w:r>
    </w:p>
    <w:p w:rsidR="00557788" w:rsidRDefault="00557788" w:rsidP="00557788">
      <w:r>
        <w:t>260.4428</w:t>
      </w:r>
      <w:r>
        <w:tab/>
        <w:t>2.532e-2</w:t>
      </w:r>
    </w:p>
    <w:p w:rsidR="00557788" w:rsidRDefault="00557788" w:rsidP="00557788">
      <w:r>
        <w:t>260.4568</w:t>
      </w:r>
      <w:r>
        <w:tab/>
        <w:t>4.235e0</w:t>
      </w:r>
    </w:p>
    <w:p w:rsidR="00557788" w:rsidRDefault="00557788" w:rsidP="00557788">
      <w:r>
        <w:t>260.4608</w:t>
      </w:r>
      <w:r>
        <w:tab/>
        <w:t>3.798e-2</w:t>
      </w:r>
    </w:p>
    <w:p w:rsidR="00557788" w:rsidRDefault="00557788" w:rsidP="00557788">
      <w:r>
        <w:t>260.4622</w:t>
      </w:r>
      <w:r>
        <w:tab/>
        <w:t>2.721e0</w:t>
      </w:r>
    </w:p>
    <w:p w:rsidR="00557788" w:rsidRDefault="00557788" w:rsidP="00557788">
      <w:r>
        <w:lastRenderedPageBreak/>
        <w:t>260.4649</w:t>
      </w:r>
      <w:r>
        <w:tab/>
        <w:t>1.013e0</w:t>
      </w:r>
    </w:p>
    <w:p w:rsidR="00557788" w:rsidRDefault="00557788" w:rsidP="00557788">
      <w:r>
        <w:t>260.4669</w:t>
      </w:r>
      <w:r>
        <w:tab/>
        <w:t>4.051e0</w:t>
      </w:r>
    </w:p>
    <w:p w:rsidR="00557788" w:rsidRDefault="00557788" w:rsidP="00557788">
      <w:r>
        <w:t>260.4720</w:t>
      </w:r>
      <w:r>
        <w:tab/>
        <w:t>3.038e0</w:t>
      </w:r>
    </w:p>
    <w:p w:rsidR="00557788" w:rsidRDefault="00557788" w:rsidP="00557788">
      <w:r>
        <w:t>260.4937</w:t>
      </w:r>
      <w:r>
        <w:tab/>
        <w:t>2.025e0</w:t>
      </w:r>
    </w:p>
    <w:p w:rsidR="00557788" w:rsidRDefault="00557788" w:rsidP="00557788">
      <w:r>
        <w:t>260.4957</w:t>
      </w:r>
      <w:r>
        <w:tab/>
        <w:t>2.025e0</w:t>
      </w:r>
    </w:p>
    <w:p w:rsidR="00557788" w:rsidRDefault="00557788" w:rsidP="00557788">
      <w:r>
        <w:t>260.4968</w:t>
      </w:r>
      <w:r>
        <w:tab/>
        <w:t>2.025e0</w:t>
      </w:r>
    </w:p>
    <w:p w:rsidR="00557788" w:rsidRDefault="00557788" w:rsidP="00557788">
      <w:r>
        <w:t>260.4996</w:t>
      </w:r>
      <w:r>
        <w:tab/>
        <w:t>1.013e0</w:t>
      </w:r>
    </w:p>
    <w:p w:rsidR="00557788" w:rsidRDefault="00557788" w:rsidP="00557788">
      <w:r>
        <w:t>260.5016</w:t>
      </w:r>
      <w:r>
        <w:tab/>
        <w:t>2.025e0</w:t>
      </w:r>
    </w:p>
    <w:p w:rsidR="00557788" w:rsidRDefault="00557788" w:rsidP="00557788">
      <w:r>
        <w:t>260.5106</w:t>
      </w:r>
      <w:r>
        <w:tab/>
        <w:t>1.038e0</w:t>
      </w:r>
    </w:p>
    <w:p w:rsidR="00557788" w:rsidRDefault="00557788" w:rsidP="00557788">
      <w:r>
        <w:t>260.5116</w:t>
      </w:r>
      <w:r>
        <w:tab/>
        <w:t>1.266e-2</w:t>
      </w:r>
    </w:p>
    <w:p w:rsidR="00557788" w:rsidRDefault="00557788" w:rsidP="00557788">
      <w:r>
        <w:t>260.5207</w:t>
      </w:r>
      <w:r>
        <w:tab/>
        <w:t>3.797e-2</w:t>
      </w:r>
    </w:p>
    <w:p w:rsidR="00557788" w:rsidRDefault="00557788" w:rsidP="00557788">
      <w:r>
        <w:t>260.5382</w:t>
      </w:r>
      <w:r>
        <w:tab/>
        <w:t>1.266e-2</w:t>
      </w:r>
    </w:p>
    <w:p w:rsidR="00557788" w:rsidRDefault="00557788" w:rsidP="00557788">
      <w:r>
        <w:t>260.5421</w:t>
      </w:r>
      <w:r>
        <w:tab/>
        <w:t>1.013e0</w:t>
      </w:r>
    </w:p>
    <w:p w:rsidR="00557788" w:rsidRDefault="00557788" w:rsidP="00557788">
      <w:r>
        <w:t>260.5462</w:t>
      </w:r>
      <w:r>
        <w:tab/>
        <w:t>3.051e0</w:t>
      </w:r>
    </w:p>
    <w:p w:rsidR="00557788" w:rsidRDefault="00557788" w:rsidP="00557788">
      <w:r>
        <w:t>260.5613</w:t>
      </w:r>
      <w:r>
        <w:tab/>
        <w:t>4.051e0</w:t>
      </w:r>
    </w:p>
    <w:p w:rsidR="00557788" w:rsidRDefault="00557788" w:rsidP="00557788">
      <w:r>
        <w:t>260.5677</w:t>
      </w:r>
      <w:r>
        <w:tab/>
        <w:t>1.025e0</w:t>
      </w:r>
    </w:p>
    <w:p w:rsidR="00557788" w:rsidRDefault="00557788" w:rsidP="00557788">
      <w:r>
        <w:t>260.5828</w:t>
      </w:r>
      <w:r>
        <w:tab/>
        <w:t>3.038e0</w:t>
      </w:r>
    </w:p>
    <w:p w:rsidR="00557788" w:rsidRDefault="00557788" w:rsidP="00557788">
      <w:r>
        <w:t>260.5839</w:t>
      </w:r>
      <w:r>
        <w:tab/>
        <w:t>2.051e0</w:t>
      </w:r>
    </w:p>
    <w:p w:rsidR="00557788" w:rsidRDefault="00557788" w:rsidP="00557788">
      <w:r>
        <w:t>260.5939</w:t>
      </w:r>
      <w:r>
        <w:tab/>
        <w:t>3.038e0</w:t>
      </w:r>
    </w:p>
    <w:p w:rsidR="00557788" w:rsidRDefault="00557788" w:rsidP="00557788">
      <w:r>
        <w:lastRenderedPageBreak/>
        <w:t>260.5963</w:t>
      </w:r>
      <w:r>
        <w:tab/>
        <w:t>2.532e-2</w:t>
      </w:r>
    </w:p>
    <w:p w:rsidR="00557788" w:rsidRDefault="00557788" w:rsidP="00557788">
      <w:r>
        <w:t>260.6116</w:t>
      </w:r>
      <w:r>
        <w:tab/>
        <w:t>5.063e0</w:t>
      </w:r>
    </w:p>
    <w:p w:rsidR="00557788" w:rsidRDefault="00557788" w:rsidP="00557788">
      <w:r>
        <w:t>260.6218</w:t>
      </w:r>
      <w:r>
        <w:tab/>
        <w:t>6.142e0</w:t>
      </w:r>
    </w:p>
    <w:p w:rsidR="00557788" w:rsidRDefault="00557788" w:rsidP="00557788">
      <w:r>
        <w:t>260.6362</w:t>
      </w:r>
      <w:r>
        <w:tab/>
        <w:t>3.051e0</w:t>
      </w:r>
    </w:p>
    <w:p w:rsidR="00557788" w:rsidRDefault="00557788" w:rsidP="00557788">
      <w:r>
        <w:t>260.6407</w:t>
      </w:r>
      <w:r>
        <w:tab/>
        <w:t>2.025e0</w:t>
      </w:r>
    </w:p>
    <w:p w:rsidR="00557788" w:rsidRDefault="00557788" w:rsidP="00557788">
      <w:r>
        <w:t>260.6420</w:t>
      </w:r>
      <w:r>
        <w:tab/>
        <w:t>1.063e0</w:t>
      </w:r>
    </w:p>
    <w:p w:rsidR="00557788" w:rsidRDefault="00557788" w:rsidP="00557788">
      <w:r>
        <w:t>260.6449</w:t>
      </w:r>
      <w:r>
        <w:tab/>
        <w:t>4.051e0</w:t>
      </w:r>
    </w:p>
    <w:p w:rsidR="00557788" w:rsidRDefault="00557788" w:rsidP="00557788">
      <w:r>
        <w:t>260.6660</w:t>
      </w:r>
      <w:r>
        <w:tab/>
        <w:t>3.051e0</w:t>
      </w:r>
    </w:p>
    <w:p w:rsidR="00557788" w:rsidRDefault="00557788" w:rsidP="00557788">
      <w:r>
        <w:t>260.6699</w:t>
      </w:r>
      <w:r>
        <w:tab/>
        <w:t>1.013e0</w:t>
      </w:r>
    </w:p>
    <w:p w:rsidR="00557788" w:rsidRDefault="00557788" w:rsidP="00557788">
      <w:r>
        <w:t>260.6751</w:t>
      </w:r>
      <w:r>
        <w:tab/>
        <w:t>2.025e0</w:t>
      </w:r>
    </w:p>
    <w:p w:rsidR="00557788" w:rsidRDefault="00557788" w:rsidP="00557788">
      <w:r>
        <w:t>260.7007</w:t>
      </w:r>
      <w:r>
        <w:tab/>
        <w:t>2.025e0</w:t>
      </w:r>
    </w:p>
    <w:p w:rsidR="00557788" w:rsidRDefault="00557788" w:rsidP="00557788">
      <w:r>
        <w:t>260.7137</w:t>
      </w:r>
      <w:r>
        <w:tab/>
        <w:t>1.025e0</w:t>
      </w:r>
    </w:p>
    <w:p w:rsidR="00557788" w:rsidRDefault="00557788" w:rsidP="00557788">
      <w:r>
        <w:t>260.7165</w:t>
      </w:r>
      <w:r>
        <w:tab/>
        <w:t>4.051e0</w:t>
      </w:r>
    </w:p>
    <w:p w:rsidR="00557788" w:rsidRDefault="00557788" w:rsidP="00557788">
      <w:r>
        <w:t>260.7313</w:t>
      </w:r>
      <w:r>
        <w:tab/>
        <w:t>1.266e-2</w:t>
      </w:r>
    </w:p>
    <w:p w:rsidR="00557788" w:rsidRDefault="00557788" w:rsidP="00557788">
      <w:r>
        <w:t>260.7353</w:t>
      </w:r>
      <w:r>
        <w:tab/>
        <w:t>1.013e0</w:t>
      </w:r>
    </w:p>
    <w:p w:rsidR="00557788" w:rsidRDefault="00557788" w:rsidP="00557788">
      <w:r>
        <w:t>260.7472</w:t>
      </w:r>
      <w:r>
        <w:tab/>
        <w:t>1.013e0</w:t>
      </w:r>
    </w:p>
    <w:p w:rsidR="00557788" w:rsidRDefault="00557788" w:rsidP="00557788">
      <w:r>
        <w:t>260.7516</w:t>
      </w:r>
      <w:r>
        <w:tab/>
        <w:t>1.013e0</w:t>
      </w:r>
    </w:p>
    <w:p w:rsidR="00557788" w:rsidRDefault="00557788" w:rsidP="00557788">
      <w:r>
        <w:t>260.7661</w:t>
      </w:r>
      <w:r>
        <w:tab/>
        <w:t>1.013e0</w:t>
      </w:r>
    </w:p>
    <w:p w:rsidR="00557788" w:rsidRDefault="00557788" w:rsidP="00557788">
      <w:r>
        <w:t>260.7706</w:t>
      </w:r>
      <w:r>
        <w:tab/>
        <w:t>3.038e0</w:t>
      </w:r>
    </w:p>
    <w:p w:rsidR="00557788" w:rsidRDefault="00557788" w:rsidP="00557788">
      <w:r>
        <w:lastRenderedPageBreak/>
        <w:t>260.7739</w:t>
      </w:r>
      <w:r>
        <w:tab/>
        <w:t>1.266e-2</w:t>
      </w:r>
    </w:p>
    <w:p w:rsidR="00557788" w:rsidRDefault="00557788" w:rsidP="00557788">
      <w:r>
        <w:t>260.7779</w:t>
      </w:r>
      <w:r>
        <w:tab/>
        <w:t>2.025e0</w:t>
      </w:r>
    </w:p>
    <w:p w:rsidR="00557788" w:rsidRDefault="00557788" w:rsidP="00557788">
      <w:r>
        <w:t>260.7902</w:t>
      </w:r>
      <w:r>
        <w:tab/>
        <w:t>1.025e0</w:t>
      </w:r>
    </w:p>
    <w:p w:rsidR="00557788" w:rsidRDefault="00557788" w:rsidP="00557788">
      <w:r>
        <w:t>260.7950</w:t>
      </w:r>
      <w:r>
        <w:tab/>
        <w:t>1.266e-2</w:t>
      </w:r>
    </w:p>
    <w:p w:rsidR="00557788" w:rsidRDefault="00557788" w:rsidP="00557788">
      <w:r>
        <w:t>260.7998</w:t>
      </w:r>
      <w:r>
        <w:tab/>
        <w:t>1.266e-2</w:t>
      </w:r>
    </w:p>
    <w:p w:rsidR="00557788" w:rsidRDefault="00557788" w:rsidP="00557788">
      <w:r>
        <w:t>260.8077</w:t>
      </w:r>
      <w:r>
        <w:tab/>
        <w:t>3.038e0</w:t>
      </w:r>
    </w:p>
    <w:p w:rsidR="00557788" w:rsidRDefault="00557788" w:rsidP="00557788">
      <w:r>
        <w:t>260.8223</w:t>
      </w:r>
      <w:r>
        <w:tab/>
        <w:t>1.038e0</w:t>
      </w:r>
    </w:p>
    <w:p w:rsidR="00557788" w:rsidRDefault="00557788" w:rsidP="00557788">
      <w:r>
        <w:t>260.8234</w:t>
      </w:r>
      <w:r>
        <w:tab/>
        <w:t>3.038e0</w:t>
      </w:r>
    </w:p>
    <w:p w:rsidR="00557788" w:rsidRDefault="00557788" w:rsidP="00557788">
      <w:r>
        <w:t>260.8245</w:t>
      </w:r>
      <w:r>
        <w:tab/>
        <w:t>1.266e-2</w:t>
      </w:r>
    </w:p>
    <w:p w:rsidR="00557788" w:rsidRDefault="00557788" w:rsidP="00557788">
      <w:r>
        <w:t>260.8263</w:t>
      </w:r>
      <w:r>
        <w:tab/>
        <w:t>2.051e0</w:t>
      </w:r>
    </w:p>
    <w:p w:rsidR="00557788" w:rsidRDefault="00557788" w:rsidP="00557788">
      <w:r>
        <w:t>260.8472</w:t>
      </w:r>
      <w:r>
        <w:tab/>
        <w:t>1.013e0</w:t>
      </w:r>
    </w:p>
    <w:p w:rsidR="00557788" w:rsidRDefault="00557788" w:rsidP="00557788">
      <w:r>
        <w:t>260.8649</w:t>
      </w:r>
      <w:r>
        <w:tab/>
        <w:t>2.025e0</w:t>
      </w:r>
    </w:p>
    <w:p w:rsidR="00557788" w:rsidRDefault="00557788" w:rsidP="00557788">
      <w:r>
        <w:t>260.8741</w:t>
      </w:r>
      <w:r>
        <w:tab/>
        <w:t>6.076e0</w:t>
      </w:r>
    </w:p>
    <w:p w:rsidR="00557788" w:rsidRDefault="00557788" w:rsidP="00557788">
      <w:r>
        <w:t>260.8766</w:t>
      </w:r>
      <w:r>
        <w:tab/>
        <w:t>3.051e0</w:t>
      </w:r>
    </w:p>
    <w:p w:rsidR="00557788" w:rsidRDefault="00557788" w:rsidP="00557788">
      <w:r>
        <w:t>260.8819</w:t>
      </w:r>
      <w:r>
        <w:tab/>
        <w:t>1.013e0</w:t>
      </w:r>
    </w:p>
    <w:p w:rsidR="00557788" w:rsidRDefault="00557788" w:rsidP="00557788">
      <w:r>
        <w:t>260.9017</w:t>
      </w:r>
      <w:r>
        <w:tab/>
        <w:t>1.266e-2</w:t>
      </w:r>
    </w:p>
    <w:p w:rsidR="00557788" w:rsidRDefault="00557788" w:rsidP="00557788">
      <w:r>
        <w:t>260.9055</w:t>
      </w:r>
      <w:r>
        <w:tab/>
        <w:t>2.038e0</w:t>
      </w:r>
    </w:p>
    <w:p w:rsidR="00557788" w:rsidRDefault="00557788" w:rsidP="00557788">
      <w:r>
        <w:t>260.9205</w:t>
      </w:r>
      <w:r>
        <w:tab/>
        <w:t>1.013e0</w:t>
      </w:r>
    </w:p>
    <w:p w:rsidR="00557788" w:rsidRDefault="00557788" w:rsidP="00557788">
      <w:r>
        <w:t>260.9230</w:t>
      </w:r>
      <w:r>
        <w:tab/>
        <w:t>2.025e0</w:t>
      </w:r>
    </w:p>
    <w:p w:rsidR="00557788" w:rsidRDefault="00557788" w:rsidP="00557788">
      <w:r>
        <w:lastRenderedPageBreak/>
        <w:t>260.9381</w:t>
      </w:r>
      <w:r>
        <w:tab/>
        <w:t>5.063e0</w:t>
      </w:r>
    </w:p>
    <w:p w:rsidR="00557788" w:rsidRDefault="00557788" w:rsidP="00557788">
      <w:r>
        <w:t>260.9457</w:t>
      </w:r>
      <w:r>
        <w:tab/>
        <w:t>2.507e0</w:t>
      </w:r>
    </w:p>
    <w:p w:rsidR="00557788" w:rsidRDefault="00557788" w:rsidP="00557788">
      <w:r>
        <w:t>260.9498</w:t>
      </w:r>
      <w:r>
        <w:tab/>
        <w:t>3.051e0</w:t>
      </w:r>
    </w:p>
    <w:p w:rsidR="00557788" w:rsidRDefault="00557788" w:rsidP="00557788">
      <w:r>
        <w:t>261.0025</w:t>
      </w:r>
      <w:r>
        <w:tab/>
        <w:t>9.613e0</w:t>
      </w:r>
    </w:p>
    <w:p w:rsidR="00557788" w:rsidRDefault="00557788" w:rsidP="00557788">
      <w:r>
        <w:t>261.0054</w:t>
      </w:r>
      <w:r>
        <w:tab/>
        <w:t>1.981e0</w:t>
      </w:r>
    </w:p>
    <w:p w:rsidR="00557788" w:rsidRDefault="00557788" w:rsidP="00557788">
      <w:r>
        <w:t>261.0404</w:t>
      </w:r>
      <w:r>
        <w:tab/>
        <w:t>1.013e0</w:t>
      </w:r>
    </w:p>
    <w:p w:rsidR="00557788" w:rsidRDefault="00557788" w:rsidP="00557788">
      <w:r>
        <w:t>261.0525</w:t>
      </w:r>
      <w:r>
        <w:tab/>
        <w:t>2.564e0</w:t>
      </w:r>
    </w:p>
    <w:p w:rsidR="00557788" w:rsidRDefault="00557788" w:rsidP="00557788">
      <w:r>
        <w:t>261.0788</w:t>
      </w:r>
      <w:r>
        <w:tab/>
        <w:t>6.638e-1</w:t>
      </w:r>
    </w:p>
    <w:p w:rsidR="00557788" w:rsidRDefault="00557788" w:rsidP="00557788">
      <w:r>
        <w:t>261.0802</w:t>
      </w:r>
      <w:r>
        <w:tab/>
        <w:t>9.489e0</w:t>
      </w:r>
    </w:p>
    <w:p w:rsidR="00557788" w:rsidRDefault="00557788" w:rsidP="00557788">
      <w:r>
        <w:t>261.0833</w:t>
      </w:r>
      <w:r>
        <w:tab/>
        <w:t>3.821e0</w:t>
      </w:r>
    </w:p>
    <w:p w:rsidR="00557788" w:rsidRDefault="00557788" w:rsidP="00557788">
      <w:r>
        <w:t>261.0950</w:t>
      </w:r>
      <w:r>
        <w:tab/>
        <w:t>4.401e0</w:t>
      </w:r>
    </w:p>
    <w:p w:rsidR="00557788" w:rsidRDefault="00557788" w:rsidP="00557788">
      <w:r>
        <w:t>261.1239</w:t>
      </w:r>
      <w:r>
        <w:tab/>
        <w:t>1.623e1</w:t>
      </w:r>
    </w:p>
    <w:p w:rsidR="00557788" w:rsidRDefault="00557788" w:rsidP="00557788">
      <w:r>
        <w:t>261.1312</w:t>
      </w:r>
      <w:r>
        <w:tab/>
        <w:t>4.891e-1</w:t>
      </w:r>
    </w:p>
    <w:p w:rsidR="00557788" w:rsidRDefault="00557788" w:rsidP="00557788">
      <w:r>
        <w:t>261.1336</w:t>
      </w:r>
      <w:r>
        <w:tab/>
        <w:t>2.827e1</w:t>
      </w:r>
    </w:p>
    <w:p w:rsidR="00557788" w:rsidRDefault="00557788" w:rsidP="00557788">
      <w:r>
        <w:t>261.1506</w:t>
      </w:r>
      <w:r>
        <w:tab/>
        <w:t>5.845e0</w:t>
      </w:r>
    </w:p>
    <w:p w:rsidR="00557788" w:rsidRDefault="00557788" w:rsidP="00557788">
      <w:r>
        <w:t>261.1680</w:t>
      </w:r>
      <w:r>
        <w:tab/>
        <w:t>4.393e0</w:t>
      </w:r>
    </w:p>
    <w:p w:rsidR="00557788" w:rsidRDefault="00557788" w:rsidP="00557788">
      <w:r>
        <w:t>261.1871</w:t>
      </w:r>
      <w:r>
        <w:tab/>
        <w:t>6.880e0</w:t>
      </w:r>
    </w:p>
    <w:p w:rsidR="00557788" w:rsidRDefault="00557788" w:rsidP="00557788">
      <w:r>
        <w:t>261.1991</w:t>
      </w:r>
      <w:r>
        <w:tab/>
        <w:t>1.777e0</w:t>
      </w:r>
    </w:p>
    <w:p w:rsidR="00557788" w:rsidRDefault="00557788" w:rsidP="00557788">
      <w:r>
        <w:t>261.2126</w:t>
      </w:r>
      <w:r>
        <w:tab/>
        <w:t>2.029e0</w:t>
      </w:r>
    </w:p>
    <w:p w:rsidR="00557788" w:rsidRDefault="00557788" w:rsidP="00557788">
      <w:r>
        <w:lastRenderedPageBreak/>
        <w:t>261.2255</w:t>
      </w:r>
      <w:r>
        <w:tab/>
        <w:t>2.545e0</w:t>
      </w:r>
    </w:p>
    <w:p w:rsidR="00557788" w:rsidRDefault="00557788" w:rsidP="00557788">
      <w:r>
        <w:t>261.2369</w:t>
      </w:r>
      <w:r>
        <w:tab/>
        <w:t>5.634e0</w:t>
      </w:r>
    </w:p>
    <w:p w:rsidR="00557788" w:rsidRDefault="00557788" w:rsidP="00557788">
      <w:r>
        <w:t>261.2488</w:t>
      </w:r>
      <w:r>
        <w:tab/>
        <w:t>1.309e0</w:t>
      </w:r>
    </w:p>
    <w:p w:rsidR="00557788" w:rsidRDefault="00557788" w:rsidP="00557788">
      <w:r>
        <w:t>261.2539</w:t>
      </w:r>
      <w:r>
        <w:tab/>
        <w:t>1.266e-2</w:t>
      </w:r>
    </w:p>
    <w:p w:rsidR="00557788" w:rsidRDefault="00557788" w:rsidP="00557788">
      <w:r>
        <w:t>261.2673</w:t>
      </w:r>
      <w:r>
        <w:tab/>
        <w:t>5.063e0</w:t>
      </w:r>
    </w:p>
    <w:p w:rsidR="00557788" w:rsidRDefault="00557788" w:rsidP="00557788">
      <w:r>
        <w:t>261.2802</w:t>
      </w:r>
      <w:r>
        <w:tab/>
        <w:t>1.025e0</w:t>
      </w:r>
    </w:p>
    <w:p w:rsidR="00557788" w:rsidRDefault="00557788" w:rsidP="00557788">
      <w:r>
        <w:t>261.2859</w:t>
      </w:r>
      <w:r>
        <w:tab/>
        <w:t>4.051e0</w:t>
      </w:r>
    </w:p>
    <w:p w:rsidR="00557788" w:rsidRDefault="00557788" w:rsidP="00557788">
      <w:r>
        <w:t>261.2946</w:t>
      </w:r>
      <w:r>
        <w:tab/>
        <w:t>3.038e0</w:t>
      </w:r>
    </w:p>
    <w:p w:rsidR="00557788" w:rsidRDefault="00557788" w:rsidP="00557788">
      <w:r>
        <w:t>261.2959</w:t>
      </w:r>
      <w:r>
        <w:tab/>
        <w:t>2.025e0</w:t>
      </w:r>
    </w:p>
    <w:p w:rsidR="00557788" w:rsidRDefault="00557788" w:rsidP="00557788">
      <w:r>
        <w:t>261.2994</w:t>
      </w:r>
      <w:r>
        <w:tab/>
        <w:t>2.025e0</w:t>
      </w:r>
    </w:p>
    <w:p w:rsidR="00557788" w:rsidRDefault="00557788" w:rsidP="00557788">
      <w:r>
        <w:t>261.3038</w:t>
      </w:r>
      <w:r>
        <w:tab/>
        <w:t>3.038e0</w:t>
      </w:r>
    </w:p>
    <w:p w:rsidR="00557788" w:rsidRDefault="00557788" w:rsidP="00557788">
      <w:r>
        <w:t>261.3109</w:t>
      </w:r>
      <w:r>
        <w:tab/>
        <w:t>2.025e0</w:t>
      </w:r>
    </w:p>
    <w:p w:rsidR="00557788" w:rsidRDefault="00557788" w:rsidP="00557788">
      <w:r>
        <w:t>261.3149</w:t>
      </w:r>
      <w:r>
        <w:tab/>
        <w:t>1.013e0</w:t>
      </w:r>
    </w:p>
    <w:p w:rsidR="00557788" w:rsidRDefault="00557788" w:rsidP="00557788">
      <w:r>
        <w:t>261.3516</w:t>
      </w:r>
      <w:r>
        <w:tab/>
        <w:t>2.532e-2</w:t>
      </w:r>
    </w:p>
    <w:p w:rsidR="00557788" w:rsidRDefault="00557788" w:rsidP="00557788">
      <w:r>
        <w:t>261.3535</w:t>
      </w:r>
      <w:r>
        <w:tab/>
        <w:t>2.025e0</w:t>
      </w:r>
    </w:p>
    <w:p w:rsidR="00557788" w:rsidRDefault="00557788" w:rsidP="00557788">
      <w:r>
        <w:t>261.3572</w:t>
      </w:r>
      <w:r>
        <w:tab/>
        <w:t>2.089e0</w:t>
      </w:r>
    </w:p>
    <w:p w:rsidR="00557788" w:rsidRDefault="00557788" w:rsidP="00557788">
      <w:r>
        <w:t>261.3731</w:t>
      </w:r>
      <w:r>
        <w:tab/>
        <w:t>2.025e0</w:t>
      </w:r>
    </w:p>
    <w:p w:rsidR="00557788" w:rsidRDefault="00557788" w:rsidP="00557788">
      <w:r>
        <w:t>261.3748</w:t>
      </w:r>
      <w:r>
        <w:tab/>
        <w:t>1.013e0</w:t>
      </w:r>
    </w:p>
    <w:p w:rsidR="00557788" w:rsidRDefault="00557788" w:rsidP="00557788">
      <w:r>
        <w:t>261.3797</w:t>
      </w:r>
      <w:r>
        <w:tab/>
        <w:t>1.025e0</w:t>
      </w:r>
    </w:p>
    <w:p w:rsidR="00557788" w:rsidRDefault="00557788" w:rsidP="00557788">
      <w:r>
        <w:lastRenderedPageBreak/>
        <w:t>261.3844</w:t>
      </w:r>
      <w:r>
        <w:tab/>
        <w:t>1.266e-2</w:t>
      </w:r>
    </w:p>
    <w:p w:rsidR="00557788" w:rsidRDefault="00557788" w:rsidP="00557788">
      <w:r>
        <w:t>261.4090</w:t>
      </w:r>
      <w:r>
        <w:tab/>
        <w:t>8.101e0</w:t>
      </w:r>
    </w:p>
    <w:p w:rsidR="00557788" w:rsidRDefault="00557788" w:rsidP="00557788">
      <w:r>
        <w:t>261.4157</w:t>
      </w:r>
      <w:r>
        <w:tab/>
        <w:t>2.025e0</w:t>
      </w:r>
    </w:p>
    <w:p w:rsidR="00557788" w:rsidRDefault="00557788" w:rsidP="00557788">
      <w:r>
        <w:t>261.4268</w:t>
      </w:r>
      <w:r>
        <w:tab/>
        <w:t>4.051e0</w:t>
      </w:r>
    </w:p>
    <w:p w:rsidR="00557788" w:rsidRDefault="00557788" w:rsidP="00557788">
      <w:r>
        <w:t>261.4500</w:t>
      </w:r>
      <w:r>
        <w:tab/>
        <w:t>2.025e0</w:t>
      </w:r>
    </w:p>
    <w:p w:rsidR="00557788" w:rsidRDefault="00557788" w:rsidP="00557788">
      <w:r>
        <w:t>261.4522</w:t>
      </w:r>
      <w:r>
        <w:tab/>
        <w:t>2.025e0</w:t>
      </w:r>
    </w:p>
    <w:p w:rsidR="00557788" w:rsidRDefault="00557788" w:rsidP="00557788">
      <w:r>
        <w:t>261.4597</w:t>
      </w:r>
      <w:r>
        <w:tab/>
        <w:t>2.025e0</w:t>
      </w:r>
    </w:p>
    <w:p w:rsidR="00557788" w:rsidRDefault="00557788" w:rsidP="00557788">
      <w:r>
        <w:t>261.4735</w:t>
      </w:r>
      <w:r>
        <w:tab/>
        <w:t>1.013e0</w:t>
      </w:r>
    </w:p>
    <w:p w:rsidR="00557788" w:rsidRDefault="00557788" w:rsidP="00557788">
      <w:r>
        <w:t>261.4754</w:t>
      </w:r>
      <w:r>
        <w:tab/>
        <w:t>2.532e-2</w:t>
      </w:r>
    </w:p>
    <w:p w:rsidR="00557788" w:rsidRDefault="00557788" w:rsidP="00557788">
      <w:r>
        <w:t>261.4775</w:t>
      </w:r>
      <w:r>
        <w:tab/>
        <w:t>1.266e-2</w:t>
      </w:r>
    </w:p>
    <w:p w:rsidR="00557788" w:rsidRDefault="00557788" w:rsidP="00557788">
      <w:r>
        <w:t>261.4787</w:t>
      </w:r>
      <w:r>
        <w:tab/>
        <w:t>2.025e0</w:t>
      </w:r>
    </w:p>
    <w:p w:rsidR="00557788" w:rsidRDefault="00557788" w:rsidP="00557788">
      <w:r>
        <w:t>261.4873</w:t>
      </w:r>
      <w:r>
        <w:tab/>
        <w:t>4.051e0</w:t>
      </w:r>
    </w:p>
    <w:p w:rsidR="00557788" w:rsidRDefault="00557788" w:rsidP="00557788">
      <w:r>
        <w:t>261.4951</w:t>
      </w:r>
      <w:r>
        <w:tab/>
        <w:t>2.025e0</w:t>
      </w:r>
    </w:p>
    <w:p w:rsidR="00557788" w:rsidRDefault="00557788" w:rsidP="00557788">
      <w:r>
        <w:t>261.5108</w:t>
      </w:r>
      <w:r>
        <w:tab/>
        <w:t>3.038e0</w:t>
      </w:r>
    </w:p>
    <w:p w:rsidR="00557788" w:rsidRDefault="00557788" w:rsidP="00557788">
      <w:r>
        <w:t>261.5122</w:t>
      </w:r>
      <w:r>
        <w:tab/>
        <w:t>1.013e0</w:t>
      </w:r>
    </w:p>
    <w:p w:rsidR="00557788" w:rsidRDefault="00557788" w:rsidP="00557788">
      <w:r>
        <w:t>261.5168</w:t>
      </w:r>
      <w:r>
        <w:tab/>
        <w:t>3.051e0</w:t>
      </w:r>
    </w:p>
    <w:p w:rsidR="00557788" w:rsidRDefault="00557788" w:rsidP="00557788">
      <w:r>
        <w:t>261.5390</w:t>
      </w:r>
      <w:r>
        <w:tab/>
        <w:t>1.266e-2</w:t>
      </w:r>
    </w:p>
    <w:p w:rsidR="00557788" w:rsidRDefault="00557788" w:rsidP="00557788">
      <w:r>
        <w:t>261.5478</w:t>
      </w:r>
      <w:r>
        <w:tab/>
        <w:t>3.038e0</w:t>
      </w:r>
    </w:p>
    <w:p w:rsidR="00557788" w:rsidRDefault="00557788" w:rsidP="00557788">
      <w:r>
        <w:t>261.5548</w:t>
      </w:r>
      <w:r>
        <w:tab/>
        <w:t>1.266e-2</w:t>
      </w:r>
    </w:p>
    <w:p w:rsidR="00557788" w:rsidRDefault="00557788" w:rsidP="00557788">
      <w:r>
        <w:lastRenderedPageBreak/>
        <w:t>261.5587</w:t>
      </w:r>
      <w:r>
        <w:tab/>
        <w:t>1.013e0</w:t>
      </w:r>
    </w:p>
    <w:p w:rsidR="00557788" w:rsidRDefault="00557788" w:rsidP="00557788">
      <w:r>
        <w:t>261.5826</w:t>
      </w:r>
      <w:r>
        <w:tab/>
        <w:t>2.038e0</w:t>
      </w:r>
    </w:p>
    <w:p w:rsidR="00557788" w:rsidRDefault="00557788" w:rsidP="00557788">
      <w:r>
        <w:t>261.5855</w:t>
      </w:r>
      <w:r>
        <w:tab/>
        <w:t>3.038e0</w:t>
      </w:r>
    </w:p>
    <w:p w:rsidR="00557788" w:rsidRDefault="00557788" w:rsidP="00557788">
      <w:r>
        <w:t>261.5935</w:t>
      </w:r>
      <w:r>
        <w:tab/>
        <w:t>2.025e0</w:t>
      </w:r>
    </w:p>
    <w:p w:rsidR="00557788" w:rsidRDefault="00557788" w:rsidP="00557788">
      <w:r>
        <w:t>261.5983</w:t>
      </w:r>
      <w:r>
        <w:tab/>
        <w:t>2.025e0</w:t>
      </w:r>
    </w:p>
    <w:p w:rsidR="00557788" w:rsidRDefault="00557788" w:rsidP="00557788">
      <w:r>
        <w:t>261.6111</w:t>
      </w:r>
      <w:r>
        <w:tab/>
        <w:t>1.025e0</w:t>
      </w:r>
    </w:p>
    <w:p w:rsidR="00557788" w:rsidRDefault="00557788" w:rsidP="00557788">
      <w:r>
        <w:t>261.6185</w:t>
      </w:r>
      <w:r>
        <w:tab/>
        <w:t>3.038e0</w:t>
      </w:r>
    </w:p>
    <w:p w:rsidR="00557788" w:rsidRDefault="00557788" w:rsidP="00557788">
      <w:r>
        <w:t>261.6198</w:t>
      </w:r>
      <w:r>
        <w:tab/>
        <w:t>4.051e0</w:t>
      </w:r>
    </w:p>
    <w:p w:rsidR="00557788" w:rsidRDefault="00557788" w:rsidP="00557788">
      <w:r>
        <w:t>261.6270</w:t>
      </w:r>
      <w:r>
        <w:tab/>
        <w:t>8.240e-1</w:t>
      </w:r>
    </w:p>
    <w:p w:rsidR="00557788" w:rsidRDefault="00557788" w:rsidP="00557788">
      <w:r>
        <w:t>261.6361</w:t>
      </w:r>
      <w:r>
        <w:tab/>
        <w:t>1.013e0</w:t>
      </w:r>
    </w:p>
    <w:p w:rsidR="00557788" w:rsidRDefault="00557788" w:rsidP="00557788">
      <w:r>
        <w:t>261.6382</w:t>
      </w:r>
      <w:r>
        <w:tab/>
        <w:t>3.038e0</w:t>
      </w:r>
    </w:p>
    <w:p w:rsidR="00557788" w:rsidRDefault="00557788" w:rsidP="00557788">
      <w:r>
        <w:t>261.6435</w:t>
      </w:r>
      <w:r>
        <w:tab/>
        <w:t>4.051e0</w:t>
      </w:r>
    </w:p>
    <w:p w:rsidR="00557788" w:rsidRDefault="00557788" w:rsidP="00557788">
      <w:r>
        <w:t>261.6506</w:t>
      </w:r>
      <w:r>
        <w:tab/>
        <w:t>2.339e0</w:t>
      </w:r>
    </w:p>
    <w:p w:rsidR="00557788" w:rsidRDefault="00557788" w:rsidP="00557788">
      <w:r>
        <w:t>261.6692</w:t>
      </w:r>
      <w:r>
        <w:tab/>
        <w:t>3.038e0</w:t>
      </w:r>
    </w:p>
    <w:p w:rsidR="00557788" w:rsidRDefault="00557788" w:rsidP="00557788">
      <w:r>
        <w:t>261.6708</w:t>
      </w:r>
      <w:r>
        <w:tab/>
        <w:t>1.013e0</w:t>
      </w:r>
    </w:p>
    <w:p w:rsidR="00557788" w:rsidRDefault="00557788" w:rsidP="00557788">
      <w:r>
        <w:t>261.6843</w:t>
      </w:r>
      <w:r>
        <w:tab/>
        <w:t>3.038e0</w:t>
      </w:r>
    </w:p>
    <w:p w:rsidR="00557788" w:rsidRDefault="00557788" w:rsidP="00557788">
      <w:r>
        <w:t>261.6920</w:t>
      </w:r>
      <w:r>
        <w:tab/>
        <w:t>4.051e0</w:t>
      </w:r>
    </w:p>
    <w:p w:rsidR="00557788" w:rsidRDefault="00557788" w:rsidP="00557788">
      <w:r>
        <w:t>261.7164</w:t>
      </w:r>
      <w:r>
        <w:tab/>
        <w:t>2.532e-2</w:t>
      </w:r>
    </w:p>
    <w:p w:rsidR="00557788" w:rsidRDefault="00557788" w:rsidP="00557788">
      <w:r>
        <w:t>261.7188</w:t>
      </w:r>
      <w:r>
        <w:tab/>
        <w:t>2.025e0</w:t>
      </w:r>
    </w:p>
    <w:p w:rsidR="00557788" w:rsidRDefault="00557788" w:rsidP="00557788">
      <w:r>
        <w:lastRenderedPageBreak/>
        <w:t>261.7233</w:t>
      </w:r>
      <w:r>
        <w:tab/>
        <w:t>2.025e0</w:t>
      </w:r>
    </w:p>
    <w:p w:rsidR="00557788" w:rsidRDefault="00557788" w:rsidP="00557788">
      <w:r>
        <w:t>261.7403</w:t>
      </w:r>
      <w:r>
        <w:tab/>
        <w:t>3.798e-2</w:t>
      </w:r>
    </w:p>
    <w:p w:rsidR="00557788" w:rsidRDefault="00557788" w:rsidP="00557788">
      <w:r>
        <w:t>261.7505</w:t>
      </w:r>
      <w:r>
        <w:tab/>
        <w:t>2.025e0</w:t>
      </w:r>
    </w:p>
    <w:p w:rsidR="00557788" w:rsidRDefault="00557788" w:rsidP="00557788">
      <w:r>
        <w:t>261.7552</w:t>
      </w:r>
      <w:r>
        <w:tab/>
        <w:t>5.063e0</w:t>
      </w:r>
    </w:p>
    <w:p w:rsidR="00557788" w:rsidRDefault="00557788" w:rsidP="00557788">
      <w:r>
        <w:t>261.7748</w:t>
      </w:r>
      <w:r>
        <w:tab/>
        <w:t>1.013e0</w:t>
      </w:r>
    </w:p>
    <w:p w:rsidR="00557788" w:rsidRDefault="00557788" w:rsidP="00557788">
      <w:r>
        <w:t>261.7870</w:t>
      </w:r>
      <w:r>
        <w:tab/>
        <w:t>3.038e0</w:t>
      </w:r>
    </w:p>
    <w:p w:rsidR="00557788" w:rsidRDefault="00557788" w:rsidP="00557788">
      <w:r>
        <w:t>261.7981</w:t>
      </w:r>
      <w:r>
        <w:tab/>
        <w:t>2.025e0</w:t>
      </w:r>
    </w:p>
    <w:p w:rsidR="00557788" w:rsidRDefault="00557788" w:rsidP="00557788">
      <w:r>
        <w:t>261.8003</w:t>
      </w:r>
      <w:r>
        <w:tab/>
        <w:t>2.025e0</w:t>
      </w:r>
    </w:p>
    <w:p w:rsidR="00557788" w:rsidRDefault="00557788" w:rsidP="00557788">
      <w:r>
        <w:t>261.8056</w:t>
      </w:r>
      <w:r>
        <w:tab/>
        <w:t>1.013e0</w:t>
      </w:r>
    </w:p>
    <w:p w:rsidR="00557788" w:rsidRDefault="00557788" w:rsidP="00557788">
      <w:r>
        <w:t>261.8096</w:t>
      </w:r>
      <w:r>
        <w:tab/>
        <w:t>1.013e0</w:t>
      </w:r>
    </w:p>
    <w:p w:rsidR="00557788" w:rsidRDefault="00557788" w:rsidP="00557788">
      <w:r>
        <w:t>261.8280</w:t>
      </w:r>
      <w:r>
        <w:tab/>
        <w:t>2.025e0</w:t>
      </w:r>
    </w:p>
    <w:p w:rsidR="00557788" w:rsidRDefault="00557788" w:rsidP="00557788">
      <w:r>
        <w:t>261.8387</w:t>
      </w:r>
      <w:r>
        <w:tab/>
        <w:t>3.454e0</w:t>
      </w:r>
    </w:p>
    <w:p w:rsidR="00557788" w:rsidRDefault="00557788" w:rsidP="00557788">
      <w:r>
        <w:t>261.8443</w:t>
      </w:r>
      <w:r>
        <w:tab/>
        <w:t>1.013e0</w:t>
      </w:r>
    </w:p>
    <w:p w:rsidR="00557788" w:rsidRDefault="00557788" w:rsidP="00557788">
      <w:r>
        <w:t>261.8620</w:t>
      </w:r>
      <w:r>
        <w:tab/>
        <w:t>4.051e0</w:t>
      </w:r>
    </w:p>
    <w:p w:rsidR="00557788" w:rsidRDefault="00557788" w:rsidP="00557788">
      <w:r>
        <w:t>261.8885</w:t>
      </w:r>
      <w:r>
        <w:tab/>
        <w:t>3.748e0</w:t>
      </w:r>
    </w:p>
    <w:p w:rsidR="00557788" w:rsidRDefault="00557788" w:rsidP="00557788">
      <w:r>
        <w:t>261.8908</w:t>
      </w:r>
      <w:r>
        <w:tab/>
        <w:t>3.051e0</w:t>
      </w:r>
    </w:p>
    <w:p w:rsidR="00557788" w:rsidRDefault="00557788" w:rsidP="00557788">
      <w:r>
        <w:t>261.8949</w:t>
      </w:r>
      <w:r>
        <w:tab/>
        <w:t>1.013e0</w:t>
      </w:r>
    </w:p>
    <w:p w:rsidR="00557788" w:rsidRDefault="00557788" w:rsidP="00557788">
      <w:r>
        <w:t>261.9067</w:t>
      </w:r>
      <w:r>
        <w:tab/>
        <w:t>3.038e0</w:t>
      </w:r>
    </w:p>
    <w:p w:rsidR="00557788" w:rsidRDefault="00557788" w:rsidP="00557788">
      <w:r>
        <w:t>261.9210</w:t>
      </w:r>
      <w:r>
        <w:tab/>
        <w:t>1.025e0</w:t>
      </w:r>
    </w:p>
    <w:p w:rsidR="00557788" w:rsidRDefault="00557788" w:rsidP="00557788">
      <w:r>
        <w:lastRenderedPageBreak/>
        <w:t>261.9375</w:t>
      </w:r>
      <w:r>
        <w:tab/>
        <w:t>3.051e0</w:t>
      </w:r>
    </w:p>
    <w:p w:rsidR="00557788" w:rsidRDefault="00557788" w:rsidP="00557788">
      <w:r>
        <w:t>261.9407</w:t>
      </w:r>
      <w:r>
        <w:tab/>
        <w:t>5.789e0</w:t>
      </w:r>
    </w:p>
    <w:p w:rsidR="00557788" w:rsidRDefault="00557788" w:rsidP="00557788">
      <w:r>
        <w:t>261.9531</w:t>
      </w:r>
      <w:r>
        <w:tab/>
        <w:t>2.025e0</w:t>
      </w:r>
    </w:p>
    <w:p w:rsidR="00557788" w:rsidRDefault="00557788" w:rsidP="00557788">
      <w:r>
        <w:t>261.9604</w:t>
      </w:r>
      <w:r>
        <w:tab/>
        <w:t>2.532e-2</w:t>
      </w:r>
    </w:p>
    <w:p w:rsidR="00557788" w:rsidRDefault="00557788" w:rsidP="00557788">
      <w:r>
        <w:t>261.9707</w:t>
      </w:r>
      <w:r>
        <w:tab/>
        <w:t>3.747e0</w:t>
      </w:r>
    </w:p>
    <w:p w:rsidR="00557788" w:rsidRDefault="00557788" w:rsidP="00557788">
      <w:r>
        <w:t>261.9805</w:t>
      </w:r>
      <w:r>
        <w:tab/>
        <w:t>4.051e0</w:t>
      </w:r>
    </w:p>
    <w:p w:rsidR="00557788" w:rsidRDefault="00557788" w:rsidP="00557788">
      <w:r>
        <w:t>262.0005</w:t>
      </w:r>
      <w:r>
        <w:tab/>
        <w:t>8.032e0</w:t>
      </w:r>
    </w:p>
    <w:p w:rsidR="00557788" w:rsidRDefault="00557788" w:rsidP="00557788">
      <w:r>
        <w:t>262.0089</w:t>
      </w:r>
      <w:r>
        <w:tab/>
        <w:t>1.983e0</w:t>
      </w:r>
    </w:p>
    <w:p w:rsidR="00557788" w:rsidRDefault="00557788" w:rsidP="00557788">
      <w:r>
        <w:t>262.0258</w:t>
      </w:r>
      <w:r>
        <w:tab/>
        <w:t>2.826e0</w:t>
      </w:r>
    </w:p>
    <w:p w:rsidR="00557788" w:rsidRDefault="00557788" w:rsidP="00557788">
      <w:r>
        <w:t>262.0298</w:t>
      </w:r>
      <w:r>
        <w:tab/>
        <w:t>7.234e0</w:t>
      </w:r>
    </w:p>
    <w:p w:rsidR="00557788" w:rsidRDefault="00557788" w:rsidP="00557788">
      <w:r>
        <w:t>262.0351</w:t>
      </w:r>
      <w:r>
        <w:tab/>
        <w:t>3.854e0</w:t>
      </w:r>
    </w:p>
    <w:p w:rsidR="00557788" w:rsidRDefault="00557788" w:rsidP="00557788">
      <w:r>
        <w:t>262.0453</w:t>
      </w:r>
      <w:r>
        <w:tab/>
        <w:t>3.239e0</w:t>
      </w:r>
    </w:p>
    <w:p w:rsidR="00557788" w:rsidRDefault="00557788" w:rsidP="00557788">
      <w:r>
        <w:t>262.0535</w:t>
      </w:r>
      <w:r>
        <w:tab/>
        <w:t>1.895e0</w:t>
      </w:r>
    </w:p>
    <w:p w:rsidR="00557788" w:rsidRDefault="00557788" w:rsidP="00557788">
      <w:r>
        <w:t>262.0604</w:t>
      </w:r>
      <w:r>
        <w:tab/>
        <w:t>1.856e0</w:t>
      </w:r>
    </w:p>
    <w:p w:rsidR="00557788" w:rsidRDefault="00557788" w:rsidP="00557788">
      <w:r>
        <w:t>262.0865</w:t>
      </w:r>
      <w:r>
        <w:tab/>
        <w:t>2.048e0</w:t>
      </w:r>
    </w:p>
    <w:p w:rsidR="00557788" w:rsidRDefault="00557788" w:rsidP="00557788">
      <w:r>
        <w:t>262.0903</w:t>
      </w:r>
      <w:r>
        <w:tab/>
        <w:t>7.377e0</w:t>
      </w:r>
    </w:p>
    <w:p w:rsidR="00557788" w:rsidRDefault="00557788" w:rsidP="00557788">
      <w:r>
        <w:t>262.0929</w:t>
      </w:r>
      <w:r>
        <w:tab/>
        <w:t>6.055e0</w:t>
      </w:r>
    </w:p>
    <w:p w:rsidR="00557788" w:rsidRDefault="00557788" w:rsidP="00557788">
      <w:r>
        <w:t>262.1036</w:t>
      </w:r>
      <w:r>
        <w:tab/>
        <w:t>1.962e0</w:t>
      </w:r>
    </w:p>
    <w:p w:rsidR="00557788" w:rsidRDefault="00557788" w:rsidP="00557788">
      <w:r>
        <w:t>262.1058</w:t>
      </w:r>
      <w:r>
        <w:tab/>
        <w:t>2.943e0</w:t>
      </w:r>
    </w:p>
    <w:p w:rsidR="00557788" w:rsidRDefault="00557788" w:rsidP="00557788">
      <w:r>
        <w:lastRenderedPageBreak/>
        <w:t>262.1172</w:t>
      </w:r>
      <w:r>
        <w:tab/>
        <w:t>4.364e0</w:t>
      </w:r>
    </w:p>
    <w:p w:rsidR="00557788" w:rsidRDefault="00557788" w:rsidP="00557788">
      <w:r>
        <w:t>262.1266</w:t>
      </w:r>
      <w:r>
        <w:tab/>
        <w:t>1.044e0</w:t>
      </w:r>
    </w:p>
    <w:p w:rsidR="00557788" w:rsidRDefault="00557788" w:rsidP="00557788">
      <w:r>
        <w:t>262.1357</w:t>
      </w:r>
      <w:r>
        <w:tab/>
        <w:t>6.588e0</w:t>
      </w:r>
    </w:p>
    <w:p w:rsidR="00557788" w:rsidRDefault="00557788" w:rsidP="00557788">
      <w:r>
        <w:t>262.1463</w:t>
      </w:r>
      <w:r>
        <w:tab/>
        <w:t>1.562e1</w:t>
      </w:r>
    </w:p>
    <w:p w:rsidR="00557788" w:rsidRDefault="00557788" w:rsidP="00557788">
      <w:r>
        <w:t>262.1505</w:t>
      </w:r>
      <w:r>
        <w:tab/>
        <w:t>1.081e0</w:t>
      </w:r>
    </w:p>
    <w:p w:rsidR="00557788" w:rsidRDefault="00557788" w:rsidP="00557788">
      <w:r>
        <w:t>262.1555</w:t>
      </w:r>
      <w:r>
        <w:tab/>
        <w:t>6.846e0</w:t>
      </w:r>
    </w:p>
    <w:p w:rsidR="00557788" w:rsidRDefault="00557788" w:rsidP="00557788">
      <w:r>
        <w:t>262.1576</w:t>
      </w:r>
      <w:r>
        <w:tab/>
        <w:t>6.203e0</w:t>
      </w:r>
    </w:p>
    <w:p w:rsidR="00557788" w:rsidRDefault="00557788" w:rsidP="00557788">
      <w:r>
        <w:t>262.1676</w:t>
      </w:r>
      <w:r>
        <w:tab/>
        <w:t>5.060e0</w:t>
      </w:r>
    </w:p>
    <w:p w:rsidR="00557788" w:rsidRDefault="00557788" w:rsidP="00557788">
      <w:r>
        <w:t>262.1704</w:t>
      </w:r>
      <w:r>
        <w:tab/>
        <w:t>7.666e0</w:t>
      </w:r>
    </w:p>
    <w:p w:rsidR="00557788" w:rsidRDefault="00557788" w:rsidP="00557788">
      <w:r>
        <w:t>262.1772</w:t>
      </w:r>
      <w:r>
        <w:tab/>
        <w:t>5.894e0</w:t>
      </w:r>
    </w:p>
    <w:p w:rsidR="00557788" w:rsidRDefault="00557788" w:rsidP="00557788">
      <w:r>
        <w:t>262.1786</w:t>
      </w:r>
      <w:r>
        <w:tab/>
        <w:t>7.371e0</w:t>
      </w:r>
    </w:p>
    <w:p w:rsidR="00557788" w:rsidRDefault="00557788" w:rsidP="00557788">
      <w:r>
        <w:t>262.1923</w:t>
      </w:r>
      <w:r>
        <w:tab/>
        <w:t>7.036e0</w:t>
      </w:r>
    </w:p>
    <w:p w:rsidR="00557788" w:rsidRDefault="00557788" w:rsidP="00557788">
      <w:r>
        <w:t>262.1964</w:t>
      </w:r>
      <w:r>
        <w:tab/>
        <w:t>1.567e0</w:t>
      </w:r>
    </w:p>
    <w:p w:rsidR="00557788" w:rsidRDefault="00557788" w:rsidP="00557788">
      <w:r>
        <w:t>262.1979</w:t>
      </w:r>
      <w:r>
        <w:tab/>
        <w:t>2.257e0</w:t>
      </w:r>
    </w:p>
    <w:p w:rsidR="00557788" w:rsidRDefault="00557788" w:rsidP="00557788">
      <w:r>
        <w:t>262.2097</w:t>
      </w:r>
      <w:r>
        <w:tab/>
        <w:t>4.280e0</w:t>
      </w:r>
    </w:p>
    <w:p w:rsidR="00557788" w:rsidRDefault="00557788" w:rsidP="00557788">
      <w:r>
        <w:t>262.2226</w:t>
      </w:r>
      <w:r>
        <w:tab/>
        <w:t>8.292e0</w:t>
      </w:r>
    </w:p>
    <w:p w:rsidR="00557788" w:rsidRDefault="00557788" w:rsidP="00557788">
      <w:r>
        <w:t>262.2315</w:t>
      </w:r>
      <w:r>
        <w:tab/>
        <w:t>9.808e-1</w:t>
      </w:r>
    </w:p>
    <w:p w:rsidR="00557788" w:rsidRDefault="00557788" w:rsidP="00557788">
      <w:r>
        <w:t>262.2371</w:t>
      </w:r>
      <w:r>
        <w:tab/>
        <w:t>3.038e0</w:t>
      </w:r>
    </w:p>
    <w:p w:rsidR="00557788" w:rsidRDefault="00557788" w:rsidP="00557788">
      <w:r>
        <w:t>262.2514</w:t>
      </w:r>
      <w:r>
        <w:tab/>
        <w:t>3.798e-2</w:t>
      </w:r>
    </w:p>
    <w:p w:rsidR="00557788" w:rsidRDefault="00557788" w:rsidP="00557788">
      <w:r>
        <w:lastRenderedPageBreak/>
        <w:t>262.2582</w:t>
      </w:r>
      <w:r>
        <w:tab/>
        <w:t>2.025e0</w:t>
      </w:r>
    </w:p>
    <w:p w:rsidR="00557788" w:rsidRDefault="00557788" w:rsidP="00557788">
      <w:r>
        <w:t>262.2598</w:t>
      </w:r>
      <w:r>
        <w:tab/>
        <w:t>2.051e0</w:t>
      </w:r>
    </w:p>
    <w:p w:rsidR="00557788" w:rsidRDefault="00557788" w:rsidP="00557788">
      <w:r>
        <w:t>262.2758</w:t>
      </w:r>
      <w:r>
        <w:tab/>
        <w:t>2.025e0</w:t>
      </w:r>
    </w:p>
    <w:p w:rsidR="00557788" w:rsidRDefault="00557788" w:rsidP="00557788">
      <w:r>
        <w:t>262.2797</w:t>
      </w:r>
      <w:r>
        <w:tab/>
        <w:t>2.025e0</w:t>
      </w:r>
    </w:p>
    <w:p w:rsidR="00557788" w:rsidRDefault="00557788" w:rsidP="00557788">
      <w:r>
        <w:t>262.2903</w:t>
      </w:r>
      <w:r>
        <w:tab/>
        <w:t>1.266e-2</w:t>
      </w:r>
    </w:p>
    <w:p w:rsidR="00557788" w:rsidRDefault="00557788" w:rsidP="00557788">
      <w:r>
        <w:t>262.3084</w:t>
      </w:r>
      <w:r>
        <w:tab/>
        <w:t>1.013e0</w:t>
      </w:r>
    </w:p>
    <w:p w:rsidR="00557788" w:rsidRDefault="00557788" w:rsidP="00557788">
      <w:r>
        <w:t>262.3274</w:t>
      </w:r>
      <w:r>
        <w:tab/>
        <w:t>3.038e0</w:t>
      </w:r>
    </w:p>
    <w:p w:rsidR="00557788" w:rsidRDefault="00557788" w:rsidP="00557788">
      <w:r>
        <w:t>262.3511</w:t>
      </w:r>
      <w:r>
        <w:tab/>
        <w:t>1.013e0</w:t>
      </w:r>
    </w:p>
    <w:p w:rsidR="00557788" w:rsidRDefault="00557788" w:rsidP="00557788">
      <w:r>
        <w:t>262.3553</w:t>
      </w:r>
      <w:r>
        <w:tab/>
        <w:t>4.051e0</w:t>
      </w:r>
    </w:p>
    <w:p w:rsidR="00557788" w:rsidRDefault="00557788" w:rsidP="00557788">
      <w:r>
        <w:t>262.3597</w:t>
      </w:r>
      <w:r>
        <w:tab/>
        <w:t>2.051e0</w:t>
      </w:r>
    </w:p>
    <w:p w:rsidR="00557788" w:rsidRDefault="00557788" w:rsidP="00557788">
      <w:r>
        <w:t>262.3795</w:t>
      </w:r>
      <w:r>
        <w:tab/>
        <w:t>2.025e0</w:t>
      </w:r>
    </w:p>
    <w:p w:rsidR="00557788" w:rsidRDefault="00557788" w:rsidP="00557788">
      <w:r>
        <w:t>262.3898</w:t>
      </w:r>
      <w:r>
        <w:tab/>
        <w:t>1.013e0</w:t>
      </w:r>
    </w:p>
    <w:p w:rsidR="00557788" w:rsidRDefault="00557788" w:rsidP="00557788">
      <w:r>
        <w:t>262.3918</w:t>
      </w:r>
      <w:r>
        <w:tab/>
        <w:t>2.532e-2</w:t>
      </w:r>
    </w:p>
    <w:p w:rsidR="00557788" w:rsidRDefault="00557788" w:rsidP="00557788">
      <w:r>
        <w:t>262.3980</w:t>
      </w:r>
      <w:r>
        <w:tab/>
        <w:t>3.051e0</w:t>
      </w:r>
    </w:p>
    <w:p w:rsidR="00557788" w:rsidRDefault="00557788" w:rsidP="00557788">
      <w:r>
        <w:t>262.4055</w:t>
      </w:r>
      <w:r>
        <w:tab/>
        <w:t>2.025e0</w:t>
      </w:r>
    </w:p>
    <w:p w:rsidR="00557788" w:rsidRDefault="00557788" w:rsidP="00557788">
      <w:r>
        <w:t>262.4157</w:t>
      </w:r>
      <w:r>
        <w:tab/>
        <w:t>3.038e0</w:t>
      </w:r>
    </w:p>
    <w:p w:rsidR="00557788" w:rsidRDefault="00557788" w:rsidP="00557788">
      <w:r>
        <w:t>262.4305</w:t>
      </w:r>
      <w:r>
        <w:tab/>
        <w:t>2.025e0</w:t>
      </w:r>
    </w:p>
    <w:p w:rsidR="00557788" w:rsidRDefault="00557788" w:rsidP="00557788">
      <w:r>
        <w:t>262.4350</w:t>
      </w:r>
      <w:r>
        <w:tab/>
        <w:t>2.025e0</w:t>
      </w:r>
    </w:p>
    <w:p w:rsidR="00557788" w:rsidRDefault="00557788" w:rsidP="00557788">
      <w:r>
        <w:t>262.4365</w:t>
      </w:r>
      <w:r>
        <w:tab/>
        <w:t>2.025e0</w:t>
      </w:r>
    </w:p>
    <w:p w:rsidR="00557788" w:rsidRDefault="00557788" w:rsidP="00557788">
      <w:r>
        <w:lastRenderedPageBreak/>
        <w:t>262.4383</w:t>
      </w:r>
      <w:r>
        <w:tab/>
        <w:t>2.025e0</w:t>
      </w:r>
    </w:p>
    <w:p w:rsidR="00557788" w:rsidRDefault="00557788" w:rsidP="00557788">
      <w:r>
        <w:t>262.4493</w:t>
      </w:r>
      <w:r>
        <w:tab/>
        <w:t>4.051e0</w:t>
      </w:r>
    </w:p>
    <w:p w:rsidR="00557788" w:rsidRDefault="00557788" w:rsidP="00557788">
      <w:r>
        <w:t>262.4593</w:t>
      </w:r>
      <w:r>
        <w:tab/>
        <w:t>1.266e-2</w:t>
      </w:r>
    </w:p>
    <w:p w:rsidR="00557788" w:rsidRDefault="00557788" w:rsidP="00557788">
      <w:r>
        <w:t>262.4632</w:t>
      </w:r>
      <w:r>
        <w:tab/>
        <w:t>1.266e-2</w:t>
      </w:r>
    </w:p>
    <w:p w:rsidR="00557788" w:rsidRDefault="00557788" w:rsidP="00557788">
      <w:r>
        <w:t>262.4686</w:t>
      </w:r>
      <w:r>
        <w:tab/>
        <w:t>5.991e0</w:t>
      </w:r>
    </w:p>
    <w:p w:rsidR="00557788" w:rsidRDefault="00557788" w:rsidP="00557788">
      <w:r>
        <w:t>262.4700</w:t>
      </w:r>
      <w:r>
        <w:tab/>
        <w:t>4.051e0</w:t>
      </w:r>
    </w:p>
    <w:p w:rsidR="00557788" w:rsidRDefault="00557788" w:rsidP="00557788">
      <w:r>
        <w:t>262.4941</w:t>
      </w:r>
      <w:r>
        <w:tab/>
        <w:t>2.025e0</w:t>
      </w:r>
    </w:p>
    <w:p w:rsidR="00557788" w:rsidRDefault="00557788" w:rsidP="00557788">
      <w:r>
        <w:t>262.5019</w:t>
      </w:r>
      <w:r>
        <w:tab/>
        <w:t>2.025e0</w:t>
      </w:r>
    </w:p>
    <w:p w:rsidR="00557788" w:rsidRDefault="00557788" w:rsidP="00557788">
      <w:r>
        <w:t>262.5060</w:t>
      </w:r>
      <w:r>
        <w:tab/>
        <w:t>2.025e0</w:t>
      </w:r>
    </w:p>
    <w:p w:rsidR="00557788" w:rsidRDefault="00557788" w:rsidP="00557788">
      <w:r>
        <w:t>262.5315</w:t>
      </w:r>
      <w:r>
        <w:tab/>
        <w:t>2.051e0</w:t>
      </w:r>
    </w:p>
    <w:p w:rsidR="00557788" w:rsidRDefault="00557788" w:rsidP="00557788">
      <w:r>
        <w:t>262.5387</w:t>
      </w:r>
      <w:r>
        <w:tab/>
        <w:t>2.025e0</w:t>
      </w:r>
    </w:p>
    <w:p w:rsidR="00557788" w:rsidRDefault="00557788" w:rsidP="00557788">
      <w:r>
        <w:t>262.5406</w:t>
      </w:r>
      <w:r>
        <w:tab/>
        <w:t>3.051e0</w:t>
      </w:r>
    </w:p>
    <w:p w:rsidR="00557788" w:rsidRDefault="00557788" w:rsidP="00557788">
      <w:r>
        <w:t>262.5426</w:t>
      </w:r>
      <w:r>
        <w:tab/>
        <w:t>4.051e0</w:t>
      </w:r>
    </w:p>
    <w:p w:rsidR="00557788" w:rsidRDefault="00557788" w:rsidP="00557788">
      <w:r>
        <w:t>262.5466</w:t>
      </w:r>
      <w:r>
        <w:tab/>
        <w:t>2.025e0</w:t>
      </w:r>
    </w:p>
    <w:p w:rsidR="00557788" w:rsidRDefault="00557788" w:rsidP="00557788">
      <w:r>
        <w:t>262.5642</w:t>
      </w:r>
      <w:r>
        <w:tab/>
        <w:t>3.038e0</w:t>
      </w:r>
    </w:p>
    <w:p w:rsidR="00557788" w:rsidRDefault="00557788" w:rsidP="00557788">
      <w:r>
        <w:t>262.5679</w:t>
      </w:r>
      <w:r>
        <w:tab/>
        <w:t>2.532e-2</w:t>
      </w:r>
    </w:p>
    <w:p w:rsidR="00557788" w:rsidRDefault="00557788" w:rsidP="00557788">
      <w:r>
        <w:t>262.5774</w:t>
      </w:r>
      <w:r>
        <w:tab/>
        <w:t>2.025e0</w:t>
      </w:r>
    </w:p>
    <w:p w:rsidR="00557788" w:rsidRDefault="00557788" w:rsidP="00557788">
      <w:r>
        <w:t>262.5873</w:t>
      </w:r>
      <w:r>
        <w:tab/>
        <w:t>3.038e0</w:t>
      </w:r>
    </w:p>
    <w:p w:rsidR="00557788" w:rsidRDefault="00557788" w:rsidP="00557788">
      <w:r>
        <w:t>262.6083</w:t>
      </w:r>
      <w:r>
        <w:tab/>
        <w:t>2.025e0</w:t>
      </w:r>
    </w:p>
    <w:p w:rsidR="00557788" w:rsidRDefault="00557788" w:rsidP="00557788">
      <w:r>
        <w:lastRenderedPageBreak/>
        <w:t>262.6102</w:t>
      </w:r>
      <w:r>
        <w:tab/>
        <w:t>1.013e0</w:t>
      </w:r>
    </w:p>
    <w:p w:rsidR="00557788" w:rsidRDefault="00557788" w:rsidP="00557788">
      <w:r>
        <w:t>262.6200</w:t>
      </w:r>
      <w:r>
        <w:tab/>
        <w:t>2.532e-2</w:t>
      </w:r>
    </w:p>
    <w:p w:rsidR="00557788" w:rsidRDefault="00557788" w:rsidP="00557788">
      <w:r>
        <w:t>262.6221</w:t>
      </w:r>
      <w:r>
        <w:tab/>
        <w:t>1.266e-2</w:t>
      </w:r>
    </w:p>
    <w:p w:rsidR="00557788" w:rsidRDefault="00557788" w:rsidP="00557788">
      <w:r>
        <w:t>262.6239</w:t>
      </w:r>
      <w:r>
        <w:tab/>
        <w:t>2.025e0</w:t>
      </w:r>
    </w:p>
    <w:p w:rsidR="00557788" w:rsidRDefault="00557788" w:rsidP="00557788">
      <w:r>
        <w:t>262.6260</w:t>
      </w:r>
      <w:r>
        <w:tab/>
        <w:t>1.166e0</w:t>
      </w:r>
    </w:p>
    <w:p w:rsidR="00557788" w:rsidRDefault="00557788" w:rsidP="00557788">
      <w:r>
        <w:t>262.6454</w:t>
      </w:r>
      <w:r>
        <w:tab/>
        <w:t>2.025e0</w:t>
      </w:r>
    </w:p>
    <w:p w:rsidR="00557788" w:rsidRDefault="00557788" w:rsidP="00557788">
      <w:r>
        <w:t>262.6488</w:t>
      </w:r>
      <w:r>
        <w:tab/>
        <w:t>1.013e0</w:t>
      </w:r>
    </w:p>
    <w:p w:rsidR="00557788" w:rsidRDefault="00557788" w:rsidP="00557788">
      <w:r>
        <w:t>262.6528</w:t>
      </w:r>
      <w:r>
        <w:tab/>
        <w:t>4.051e0</w:t>
      </w:r>
    </w:p>
    <w:p w:rsidR="00557788" w:rsidRDefault="00557788" w:rsidP="00557788">
      <w:r>
        <w:t>262.6568</w:t>
      </w:r>
      <w:r>
        <w:tab/>
        <w:t>2.025e0</w:t>
      </w:r>
    </w:p>
    <w:p w:rsidR="00557788" w:rsidRDefault="00557788" w:rsidP="00557788">
      <w:r>
        <w:t>262.6627</w:t>
      </w:r>
      <w:r>
        <w:tab/>
        <w:t>2.025e0</w:t>
      </w:r>
    </w:p>
    <w:p w:rsidR="00557788" w:rsidRDefault="00557788" w:rsidP="00557788">
      <w:r>
        <w:t>262.6853</w:t>
      </w:r>
      <w:r>
        <w:tab/>
        <w:t>2.025e0</w:t>
      </w:r>
    </w:p>
    <w:p w:rsidR="00557788" w:rsidRDefault="00557788" w:rsidP="00557788">
      <w:r>
        <w:t>262.6922</w:t>
      </w:r>
      <w:r>
        <w:tab/>
        <w:t>4.055e0</w:t>
      </w:r>
    </w:p>
    <w:p w:rsidR="00557788" w:rsidRDefault="00557788" w:rsidP="00557788">
      <w:r>
        <w:t>262.6995</w:t>
      </w:r>
      <w:r>
        <w:tab/>
        <w:t>1.266e-2</w:t>
      </w:r>
    </w:p>
    <w:p w:rsidR="00557788" w:rsidRDefault="00557788" w:rsidP="00557788">
      <w:r>
        <w:t>262.7260</w:t>
      </w:r>
      <w:r>
        <w:tab/>
        <w:t>4.051e0</w:t>
      </w:r>
    </w:p>
    <w:p w:rsidR="00557788" w:rsidRDefault="00557788" w:rsidP="00557788">
      <w:r>
        <w:t>262.7278</w:t>
      </w:r>
      <w:r>
        <w:tab/>
        <w:t>3.038e0</w:t>
      </w:r>
    </w:p>
    <w:p w:rsidR="00557788" w:rsidRDefault="00557788" w:rsidP="00557788">
      <w:r>
        <w:t>262.7322</w:t>
      </w:r>
      <w:r>
        <w:tab/>
        <w:t>2.025e0</w:t>
      </w:r>
    </w:p>
    <w:p w:rsidR="00557788" w:rsidRDefault="00557788" w:rsidP="00557788">
      <w:r>
        <w:t>262.7382</w:t>
      </w:r>
      <w:r>
        <w:tab/>
        <w:t>1.266e-2</w:t>
      </w:r>
    </w:p>
    <w:p w:rsidR="00557788" w:rsidRDefault="00557788" w:rsidP="00557788">
      <w:r>
        <w:t>262.7516</w:t>
      </w:r>
      <w:r>
        <w:tab/>
        <w:t>1.013e0</w:t>
      </w:r>
    </w:p>
    <w:p w:rsidR="00557788" w:rsidRDefault="00557788" w:rsidP="00557788">
      <w:r>
        <w:t>262.7547</w:t>
      </w:r>
      <w:r>
        <w:tab/>
        <w:t>3.465e-1</w:t>
      </w:r>
    </w:p>
    <w:p w:rsidR="00557788" w:rsidRDefault="00557788" w:rsidP="00557788">
      <w:r>
        <w:lastRenderedPageBreak/>
        <w:t>262.7649</w:t>
      </w:r>
      <w:r>
        <w:tab/>
        <w:t>1.013e0</w:t>
      </w:r>
    </w:p>
    <w:p w:rsidR="00557788" w:rsidRDefault="00557788" w:rsidP="00557788">
      <w:r>
        <w:t>262.7816</w:t>
      </w:r>
      <w:r>
        <w:tab/>
        <w:t>1.025e0</w:t>
      </w:r>
    </w:p>
    <w:p w:rsidR="00557788" w:rsidRDefault="00557788" w:rsidP="00557788">
      <w:r>
        <w:t>262.7856</w:t>
      </w:r>
      <w:r>
        <w:tab/>
        <w:t>2.025e0</w:t>
      </w:r>
    </w:p>
    <w:p w:rsidR="00557788" w:rsidRDefault="00557788" w:rsidP="00557788">
      <w:r>
        <w:t>262.7977</w:t>
      </w:r>
      <w:r>
        <w:tab/>
        <w:t>3.038e0</w:t>
      </w:r>
    </w:p>
    <w:p w:rsidR="00557788" w:rsidRDefault="00557788" w:rsidP="00557788">
      <w:r>
        <w:t>262.8209</w:t>
      </w:r>
      <w:r>
        <w:tab/>
        <w:t>3.038e0</w:t>
      </w:r>
    </w:p>
    <w:p w:rsidR="00557788" w:rsidRDefault="00557788" w:rsidP="00557788">
      <w:r>
        <w:t>262.8249</w:t>
      </w:r>
      <w:r>
        <w:tab/>
        <w:t>2.025e0</w:t>
      </w:r>
    </w:p>
    <w:p w:rsidR="00557788" w:rsidRDefault="00557788" w:rsidP="00557788">
      <w:r>
        <w:t>262.8600</w:t>
      </w:r>
      <w:r>
        <w:tab/>
        <w:t>2.953e-1</w:t>
      </w:r>
    </w:p>
    <w:p w:rsidR="00557788" w:rsidRDefault="00557788" w:rsidP="00557788">
      <w:r>
        <w:t>262.8702</w:t>
      </w:r>
      <w:r>
        <w:tab/>
        <w:t>2.025e0</w:t>
      </w:r>
    </w:p>
    <w:p w:rsidR="00557788" w:rsidRDefault="00557788" w:rsidP="00557788">
      <w:r>
        <w:t>262.8810</w:t>
      </w:r>
      <w:r>
        <w:tab/>
        <w:t>1.013e0</w:t>
      </w:r>
    </w:p>
    <w:p w:rsidR="00557788" w:rsidRDefault="00557788" w:rsidP="00557788">
      <w:r>
        <w:t>262.8830</w:t>
      </w:r>
      <w:r>
        <w:tab/>
        <w:t>3.038e0</w:t>
      </w:r>
    </w:p>
    <w:p w:rsidR="00557788" w:rsidRDefault="00557788" w:rsidP="00557788">
      <w:r>
        <w:t>262.8851</w:t>
      </w:r>
      <w:r>
        <w:tab/>
        <w:t>2.025e0</w:t>
      </w:r>
    </w:p>
    <w:p w:rsidR="00557788" w:rsidRDefault="00557788" w:rsidP="00557788">
      <w:r>
        <w:t>262.8974</w:t>
      </w:r>
      <w:r>
        <w:tab/>
        <w:t>1.025e0</w:t>
      </w:r>
    </w:p>
    <w:p w:rsidR="00557788" w:rsidRDefault="00557788" w:rsidP="00557788">
      <w:r>
        <w:t>262.9158</w:t>
      </w:r>
      <w:r>
        <w:tab/>
        <w:t>1.266e-2</w:t>
      </w:r>
    </w:p>
    <w:p w:rsidR="00557788" w:rsidRDefault="00557788" w:rsidP="00557788">
      <w:r>
        <w:t>262.9197</w:t>
      </w:r>
      <w:r>
        <w:tab/>
        <w:t>3.051e0</w:t>
      </w:r>
    </w:p>
    <w:p w:rsidR="00557788" w:rsidRDefault="00557788" w:rsidP="00557788">
      <w:r>
        <w:t>262.9673</w:t>
      </w:r>
      <w:r>
        <w:tab/>
        <w:t>3.038e0</w:t>
      </w:r>
    </w:p>
    <w:p w:rsidR="00557788" w:rsidRDefault="00557788" w:rsidP="00557788">
      <w:r>
        <w:t>262.9763</w:t>
      </w:r>
      <w:r>
        <w:tab/>
        <w:t>3.856e-1</w:t>
      </w:r>
    </w:p>
    <w:p w:rsidR="00557788" w:rsidRDefault="00557788" w:rsidP="00557788">
      <w:r>
        <w:t>262.9793</w:t>
      </w:r>
      <w:r>
        <w:tab/>
        <w:t>5.089e0</w:t>
      </w:r>
    </w:p>
    <w:p w:rsidR="00557788" w:rsidRDefault="00557788" w:rsidP="00557788">
      <w:r>
        <w:t>262.9811</w:t>
      </w:r>
      <w:r>
        <w:tab/>
        <w:t>3.038e0</w:t>
      </w:r>
    </w:p>
    <w:p w:rsidR="00557788" w:rsidRDefault="00557788" w:rsidP="00557788">
      <w:r>
        <w:t>262.9897</w:t>
      </w:r>
      <w:r>
        <w:tab/>
        <w:t>5.063e-2</w:t>
      </w:r>
    </w:p>
    <w:p w:rsidR="00557788" w:rsidRDefault="00557788" w:rsidP="00557788">
      <w:r>
        <w:lastRenderedPageBreak/>
        <w:t>262.9992</w:t>
      </w:r>
      <w:r>
        <w:tab/>
        <w:t>1.984e0</w:t>
      </w:r>
    </w:p>
    <w:p w:rsidR="00557788" w:rsidRDefault="00557788" w:rsidP="00557788">
      <w:r>
        <w:t>263.0100</w:t>
      </w:r>
      <w:r>
        <w:tab/>
        <w:t>2.846e0</w:t>
      </w:r>
    </w:p>
    <w:p w:rsidR="00557788" w:rsidRDefault="00557788" w:rsidP="00557788">
      <w:r>
        <w:t>263.0175</w:t>
      </w:r>
      <w:r>
        <w:tab/>
        <w:t>4.076e0</w:t>
      </w:r>
    </w:p>
    <w:p w:rsidR="00557788" w:rsidRDefault="00557788" w:rsidP="00557788">
      <w:r>
        <w:t>263.0246</w:t>
      </w:r>
      <w:r>
        <w:tab/>
        <w:t>2.025e0</w:t>
      </w:r>
    </w:p>
    <w:p w:rsidR="00557788" w:rsidRDefault="00557788" w:rsidP="00557788">
      <w:r>
        <w:t>263.0578</w:t>
      </w:r>
      <w:r>
        <w:tab/>
        <w:t>2.287e0</w:t>
      </w:r>
    </w:p>
    <w:p w:rsidR="00557788" w:rsidRDefault="00557788" w:rsidP="00557788">
      <w:r>
        <w:t>263.0609</w:t>
      </w:r>
      <w:r>
        <w:tab/>
        <w:t>2.643e0</w:t>
      </w:r>
    </w:p>
    <w:p w:rsidR="00557788" w:rsidRDefault="00557788" w:rsidP="00557788">
      <w:r>
        <w:t>263.0648</w:t>
      </w:r>
      <w:r>
        <w:tab/>
        <w:t>1.250e0</w:t>
      </w:r>
    </w:p>
    <w:p w:rsidR="00557788" w:rsidRDefault="00557788" w:rsidP="00557788">
      <w:r>
        <w:t>263.0694</w:t>
      </w:r>
      <w:r>
        <w:tab/>
        <w:t>8.810e0</w:t>
      </w:r>
    </w:p>
    <w:p w:rsidR="00557788" w:rsidRDefault="00557788" w:rsidP="00557788">
      <w:r>
        <w:t>263.0974</w:t>
      </w:r>
      <w:r>
        <w:tab/>
        <w:t>4.888e0</w:t>
      </w:r>
    </w:p>
    <w:p w:rsidR="00557788" w:rsidRDefault="00557788" w:rsidP="00557788">
      <w:r>
        <w:t>263.1108</w:t>
      </w:r>
      <w:r>
        <w:tab/>
        <w:t>2.607e0</w:t>
      </w:r>
    </w:p>
    <w:p w:rsidR="00557788" w:rsidRDefault="00557788" w:rsidP="00557788">
      <w:r>
        <w:t>263.1350</w:t>
      </w:r>
      <w:r>
        <w:tab/>
        <w:t>4.060e-1</w:t>
      </w:r>
    </w:p>
    <w:p w:rsidR="00557788" w:rsidRDefault="00557788" w:rsidP="00557788">
      <w:r>
        <w:t>263.1534</w:t>
      </w:r>
      <w:r>
        <w:tab/>
        <w:t>1.803e0</w:t>
      </w:r>
    </w:p>
    <w:p w:rsidR="00557788" w:rsidRDefault="00557788" w:rsidP="00557788">
      <w:r>
        <w:t>263.1551</w:t>
      </w:r>
      <w:r>
        <w:tab/>
        <w:t>4.420e0</w:t>
      </w:r>
    </w:p>
    <w:p w:rsidR="00557788" w:rsidRDefault="00557788" w:rsidP="00557788">
      <w:r>
        <w:t>263.1699</w:t>
      </w:r>
      <w:r>
        <w:tab/>
        <w:t>1.871e0</w:t>
      </w:r>
    </w:p>
    <w:p w:rsidR="00557788" w:rsidRDefault="00557788" w:rsidP="00557788">
      <w:r>
        <w:t>263.2074</w:t>
      </w:r>
      <w:r>
        <w:tab/>
        <w:t>4.172e0</w:t>
      </w:r>
    </w:p>
    <w:p w:rsidR="00557788" w:rsidRDefault="00557788" w:rsidP="00557788">
      <w:r>
        <w:t>263.2245</w:t>
      </w:r>
      <w:r>
        <w:tab/>
        <w:t>3.369e0</w:t>
      </w:r>
    </w:p>
    <w:p w:rsidR="00557788" w:rsidRDefault="00557788" w:rsidP="00557788">
      <w:r>
        <w:t>263.2336</w:t>
      </w:r>
      <w:r>
        <w:tab/>
        <w:t>1.013e0</w:t>
      </w:r>
    </w:p>
    <w:p w:rsidR="00557788" w:rsidRDefault="00557788" w:rsidP="00557788">
      <w:r>
        <w:t>263.2427</w:t>
      </w:r>
      <w:r>
        <w:tab/>
        <w:t>1.013e0</w:t>
      </w:r>
    </w:p>
    <w:p w:rsidR="00557788" w:rsidRDefault="00557788" w:rsidP="00557788">
      <w:r>
        <w:t>263.2564</w:t>
      </w:r>
      <w:r>
        <w:tab/>
        <w:t>1.025e0</w:t>
      </w:r>
    </w:p>
    <w:p w:rsidR="00557788" w:rsidRDefault="00557788" w:rsidP="00557788">
      <w:r>
        <w:lastRenderedPageBreak/>
        <w:t>263.2612</w:t>
      </w:r>
      <w:r>
        <w:tab/>
        <w:t>3.038e0</w:t>
      </w:r>
    </w:p>
    <w:p w:rsidR="00557788" w:rsidRDefault="00557788" w:rsidP="00557788">
      <w:r>
        <w:t>263.2695</w:t>
      </w:r>
      <w:r>
        <w:tab/>
        <w:t>3.038e0</w:t>
      </w:r>
    </w:p>
    <w:p w:rsidR="00557788" w:rsidRDefault="00557788" w:rsidP="00557788">
      <w:r>
        <w:t>263.2722</w:t>
      </w:r>
      <w:r>
        <w:tab/>
        <w:t>1.013e0</w:t>
      </w:r>
    </w:p>
    <w:p w:rsidR="00557788" w:rsidRDefault="00557788" w:rsidP="00557788">
      <w:r>
        <w:t>263.2798</w:t>
      </w:r>
      <w:r>
        <w:tab/>
        <w:t>1.814e0</w:t>
      </w:r>
    </w:p>
    <w:p w:rsidR="00557788" w:rsidRDefault="00557788" w:rsidP="00557788">
      <w:r>
        <w:t>263.2912</w:t>
      </w:r>
      <w:r>
        <w:tab/>
        <w:t>1.013e0</w:t>
      </w:r>
    </w:p>
    <w:p w:rsidR="00557788" w:rsidRDefault="00557788" w:rsidP="00557788">
      <w:r>
        <w:t>263.3050</w:t>
      </w:r>
      <w:r>
        <w:tab/>
        <w:t>2.532e-2</w:t>
      </w:r>
    </w:p>
    <w:p w:rsidR="00557788" w:rsidRDefault="00557788" w:rsidP="00557788">
      <w:r>
        <w:t>263.3157</w:t>
      </w:r>
      <w:r>
        <w:tab/>
        <w:t>1.013e0</w:t>
      </w:r>
    </w:p>
    <w:p w:rsidR="00557788" w:rsidRDefault="00557788" w:rsidP="00557788">
      <w:r>
        <w:t>263.3206</w:t>
      </w:r>
      <w:r>
        <w:tab/>
        <w:t>1.013e0</w:t>
      </w:r>
    </w:p>
    <w:p w:rsidR="00557788" w:rsidRDefault="00557788" w:rsidP="00557788">
      <w:r>
        <w:t>263.3273</w:t>
      </w:r>
      <w:r>
        <w:tab/>
        <w:t>2.025e0</w:t>
      </w:r>
    </w:p>
    <w:p w:rsidR="00557788" w:rsidRDefault="00557788" w:rsidP="00557788">
      <w:r>
        <w:t>263.3338</w:t>
      </w:r>
      <w:r>
        <w:tab/>
        <w:t>1.013e0</w:t>
      </w:r>
    </w:p>
    <w:p w:rsidR="00557788" w:rsidRDefault="00557788" w:rsidP="00557788">
      <w:r>
        <w:t>263.3378</w:t>
      </w:r>
      <w:r>
        <w:tab/>
        <w:t>3.797e-2</w:t>
      </w:r>
    </w:p>
    <w:p w:rsidR="00557788" w:rsidRDefault="00557788" w:rsidP="00557788">
      <w:r>
        <w:t>263.3418</w:t>
      </w:r>
      <w:r>
        <w:tab/>
        <w:t>1.013e0</w:t>
      </w:r>
    </w:p>
    <w:p w:rsidR="00557788" w:rsidRDefault="00557788" w:rsidP="00557788">
      <w:r>
        <w:t>263.3458</w:t>
      </w:r>
      <w:r>
        <w:tab/>
        <w:t>3.038e0</w:t>
      </w:r>
    </w:p>
    <w:p w:rsidR="00557788" w:rsidRDefault="00557788" w:rsidP="00557788">
      <w:r>
        <w:t>263.3830</w:t>
      </w:r>
      <w:r>
        <w:tab/>
        <w:t>2.063e0</w:t>
      </w:r>
    </w:p>
    <w:p w:rsidR="00557788" w:rsidRDefault="00557788" w:rsidP="00557788">
      <w:r>
        <w:t>263.3845</w:t>
      </w:r>
      <w:r>
        <w:tab/>
        <w:t>1.266e-2</w:t>
      </w:r>
    </w:p>
    <w:p w:rsidR="00557788" w:rsidRDefault="00557788" w:rsidP="00557788">
      <w:r>
        <w:t>263.3940</w:t>
      </w:r>
      <w:r>
        <w:tab/>
        <w:t>1.025e0</w:t>
      </w:r>
    </w:p>
    <w:p w:rsidR="00557788" w:rsidRDefault="00557788" w:rsidP="00557788">
      <w:r>
        <w:t>263.4087</w:t>
      </w:r>
      <w:r>
        <w:tab/>
        <w:t>2.038e0</w:t>
      </w:r>
    </w:p>
    <w:p w:rsidR="00557788" w:rsidRDefault="00557788" w:rsidP="00557788">
      <w:r>
        <w:t>263.4159</w:t>
      </w:r>
      <w:r>
        <w:tab/>
        <w:t>3.038e0</w:t>
      </w:r>
    </w:p>
    <w:p w:rsidR="00557788" w:rsidRDefault="00557788" w:rsidP="00557788">
      <w:r>
        <w:t>263.4202</w:t>
      </w:r>
      <w:r>
        <w:tab/>
        <w:t>2.532e-2</w:t>
      </w:r>
    </w:p>
    <w:p w:rsidR="00557788" w:rsidRDefault="00557788" w:rsidP="00557788">
      <w:r>
        <w:lastRenderedPageBreak/>
        <w:t>263.4337</w:t>
      </w:r>
      <w:r>
        <w:tab/>
        <w:t>3.038e0</w:t>
      </w:r>
    </w:p>
    <w:p w:rsidR="00557788" w:rsidRDefault="00557788" w:rsidP="00557788">
      <w:r>
        <w:t>263.4394</w:t>
      </w:r>
      <w:r>
        <w:tab/>
        <w:t>2.025e0</w:t>
      </w:r>
    </w:p>
    <w:p w:rsidR="00557788" w:rsidRDefault="00557788" w:rsidP="00557788">
      <w:r>
        <w:t>263.4422</w:t>
      </w:r>
      <w:r>
        <w:tab/>
        <w:t>2.038e0</w:t>
      </w:r>
    </w:p>
    <w:p w:rsidR="00557788" w:rsidRDefault="00557788" w:rsidP="00557788">
      <w:r>
        <w:t>263.4468</w:t>
      </w:r>
      <w:r>
        <w:tab/>
        <w:t>3.038e0</w:t>
      </w:r>
    </w:p>
    <w:p w:rsidR="00557788" w:rsidRDefault="00557788" w:rsidP="00557788">
      <w:r>
        <w:t>263.4619</w:t>
      </w:r>
      <w:r>
        <w:tab/>
        <w:t>2.025e0</w:t>
      </w:r>
    </w:p>
    <w:p w:rsidR="00557788" w:rsidRDefault="00557788" w:rsidP="00557788">
      <w:r>
        <w:t>263.4764</w:t>
      </w:r>
      <w:r>
        <w:tab/>
        <w:t>1.013e0</w:t>
      </w:r>
    </w:p>
    <w:p w:rsidR="00557788" w:rsidRDefault="00557788" w:rsidP="00557788">
      <w:r>
        <w:t>263.4822</w:t>
      </w:r>
      <w:r>
        <w:tab/>
        <w:t>3.798e-2</w:t>
      </w:r>
    </w:p>
    <w:p w:rsidR="00557788" w:rsidRDefault="00557788" w:rsidP="00557788">
      <w:r>
        <w:t>263.4848</w:t>
      </w:r>
      <w:r>
        <w:tab/>
        <w:t>1.266e-2</w:t>
      </w:r>
    </w:p>
    <w:p w:rsidR="00557788" w:rsidRDefault="00557788" w:rsidP="00557788">
      <w:r>
        <w:t>263.4908</w:t>
      </w:r>
      <w:r>
        <w:tab/>
        <w:t>2.025e0</w:t>
      </w:r>
    </w:p>
    <w:p w:rsidR="00557788" w:rsidRDefault="00557788" w:rsidP="00557788">
      <w:r>
        <w:t>263.5038</w:t>
      </w:r>
      <w:r>
        <w:tab/>
        <w:t>2.273e0</w:t>
      </w:r>
    </w:p>
    <w:p w:rsidR="00557788" w:rsidRDefault="00557788" w:rsidP="00557788">
      <w:r>
        <w:t>263.5194</w:t>
      </w:r>
      <w:r>
        <w:tab/>
        <w:t>2.038e0</w:t>
      </w:r>
    </w:p>
    <w:p w:rsidR="00557788" w:rsidRDefault="00557788" w:rsidP="00557788">
      <w:r>
        <w:t>263.5361</w:t>
      </w:r>
      <w:r>
        <w:tab/>
        <w:t>7.089e0</w:t>
      </w:r>
    </w:p>
    <w:p w:rsidR="00557788" w:rsidRDefault="00557788" w:rsidP="00557788">
      <w:r>
        <w:t>263.5446</w:t>
      </w:r>
      <w:r>
        <w:tab/>
        <w:t>1.266e-2</w:t>
      </w:r>
    </w:p>
    <w:p w:rsidR="00557788" w:rsidRDefault="00557788" w:rsidP="00557788">
      <w:r>
        <w:t>263.5497</w:t>
      </w:r>
      <w:r>
        <w:tab/>
        <w:t>1.051e0</w:t>
      </w:r>
    </w:p>
    <w:p w:rsidR="00557788" w:rsidRDefault="00557788" w:rsidP="00557788">
      <w:r>
        <w:t>263.5622</w:t>
      </w:r>
      <w:r>
        <w:tab/>
        <w:t>1.266e-2</w:t>
      </w:r>
    </w:p>
    <w:p w:rsidR="00557788" w:rsidRDefault="00557788" w:rsidP="00557788">
      <w:r>
        <w:t>263.5836</w:t>
      </w:r>
      <w:r>
        <w:tab/>
        <w:t>1.025e0</w:t>
      </w:r>
    </w:p>
    <w:p w:rsidR="00557788" w:rsidRDefault="00557788" w:rsidP="00557788">
      <w:r>
        <w:t>263.5970</w:t>
      </w:r>
      <w:r>
        <w:tab/>
        <w:t>1.013e0</w:t>
      </w:r>
    </w:p>
    <w:p w:rsidR="00557788" w:rsidRDefault="00557788" w:rsidP="00557788">
      <w:r>
        <w:t>263.6011</w:t>
      </w:r>
      <w:r>
        <w:tab/>
        <w:t>2.025e0</w:t>
      </w:r>
    </w:p>
    <w:p w:rsidR="00557788" w:rsidRDefault="00557788" w:rsidP="00557788">
      <w:r>
        <w:t>263.6070</w:t>
      </w:r>
      <w:r>
        <w:tab/>
        <w:t>2.025e0</w:t>
      </w:r>
    </w:p>
    <w:p w:rsidR="00557788" w:rsidRDefault="00557788" w:rsidP="00557788">
      <w:r>
        <w:lastRenderedPageBreak/>
        <w:t>263.6137</w:t>
      </w:r>
      <w:r>
        <w:tab/>
        <w:t>1.025e0</w:t>
      </w:r>
    </w:p>
    <w:p w:rsidR="00557788" w:rsidRDefault="00557788" w:rsidP="00557788">
      <w:r>
        <w:t>263.6274</w:t>
      </w:r>
      <w:r>
        <w:tab/>
        <w:t>1.013e0</w:t>
      </w:r>
    </w:p>
    <w:p w:rsidR="00557788" w:rsidRDefault="00557788" w:rsidP="00557788">
      <w:r>
        <w:t>263.6358</w:t>
      </w:r>
      <w:r>
        <w:tab/>
        <w:t>1.013e0</w:t>
      </w:r>
    </w:p>
    <w:p w:rsidR="00557788" w:rsidRDefault="00557788" w:rsidP="00557788">
      <w:r>
        <w:t>263.6422</w:t>
      </w:r>
      <w:r>
        <w:tab/>
        <w:t>2.051e0</w:t>
      </w:r>
    </w:p>
    <w:p w:rsidR="00557788" w:rsidRDefault="00557788" w:rsidP="00557788">
      <w:r>
        <w:t>263.6556</w:t>
      </w:r>
      <w:r>
        <w:tab/>
        <w:t>5.063e0</w:t>
      </w:r>
    </w:p>
    <w:p w:rsidR="00557788" w:rsidRDefault="00557788" w:rsidP="00557788">
      <w:r>
        <w:t>263.6615</w:t>
      </w:r>
      <w:r>
        <w:tab/>
        <w:t>1.013e0</w:t>
      </w:r>
    </w:p>
    <w:p w:rsidR="00557788" w:rsidRDefault="00557788" w:rsidP="00557788">
      <w:r>
        <w:t>263.6826</w:t>
      </w:r>
      <w:r>
        <w:tab/>
        <w:t>1.025e0</w:t>
      </w:r>
    </w:p>
    <w:p w:rsidR="00557788" w:rsidRDefault="00557788" w:rsidP="00557788">
      <w:r>
        <w:t>263.6996</w:t>
      </w:r>
      <w:r>
        <w:tab/>
        <w:t>4.051e0</w:t>
      </w:r>
    </w:p>
    <w:p w:rsidR="00557788" w:rsidRDefault="00557788" w:rsidP="00557788">
      <w:r>
        <w:t>263.7173</w:t>
      </w:r>
      <w:r>
        <w:tab/>
        <w:t>1.013e0</w:t>
      </w:r>
    </w:p>
    <w:p w:rsidR="00557788" w:rsidRDefault="00557788" w:rsidP="00557788">
      <w:r>
        <w:t>263.7325</w:t>
      </w:r>
      <w:r>
        <w:tab/>
        <w:t>3.038e0</w:t>
      </w:r>
    </w:p>
    <w:p w:rsidR="00557788" w:rsidRDefault="00557788" w:rsidP="00557788">
      <w:r>
        <w:t>263.7397</w:t>
      </w:r>
      <w:r>
        <w:tab/>
        <w:t>5.076e0</w:t>
      </w:r>
    </w:p>
    <w:p w:rsidR="00557788" w:rsidRDefault="00557788" w:rsidP="00557788">
      <w:r>
        <w:t>263.7639</w:t>
      </w:r>
      <w:r>
        <w:tab/>
        <w:t>5.063e0</w:t>
      </w:r>
    </w:p>
    <w:p w:rsidR="00557788" w:rsidRDefault="00557788" w:rsidP="00557788">
      <w:r>
        <w:t>263.7688</w:t>
      </w:r>
      <w:r>
        <w:tab/>
        <w:t>1.266e-2</w:t>
      </w:r>
    </w:p>
    <w:p w:rsidR="00557788" w:rsidRDefault="00557788" w:rsidP="00557788">
      <w:r>
        <w:t>263.7829</w:t>
      </w:r>
      <w:r>
        <w:tab/>
        <w:t>1.013e0</w:t>
      </w:r>
    </w:p>
    <w:p w:rsidR="00557788" w:rsidRDefault="00557788" w:rsidP="00557788">
      <w:r>
        <w:t>263.7888</w:t>
      </w:r>
      <w:r>
        <w:tab/>
        <w:t>4.051e0</w:t>
      </w:r>
    </w:p>
    <w:p w:rsidR="00557788" w:rsidRDefault="00557788" w:rsidP="00557788">
      <w:r>
        <w:t>263.7908</w:t>
      </w:r>
      <w:r>
        <w:tab/>
        <w:t>2.025e0</w:t>
      </w:r>
    </w:p>
    <w:p w:rsidR="00557788" w:rsidRDefault="00557788" w:rsidP="00557788">
      <w:r>
        <w:t>263.7950</w:t>
      </w:r>
      <w:r>
        <w:tab/>
        <w:t>2.038e0</w:t>
      </w:r>
    </w:p>
    <w:p w:rsidR="00557788" w:rsidRDefault="00557788" w:rsidP="00557788">
      <w:r>
        <w:t>263.8020</w:t>
      </w:r>
      <w:r>
        <w:tab/>
        <w:t>3.798e-2</w:t>
      </w:r>
    </w:p>
    <w:p w:rsidR="00557788" w:rsidRDefault="00557788" w:rsidP="00557788">
      <w:r>
        <w:t>263.8147</w:t>
      </w:r>
      <w:r>
        <w:tab/>
        <w:t>2.025e0</w:t>
      </w:r>
    </w:p>
    <w:p w:rsidR="00557788" w:rsidRDefault="00557788" w:rsidP="00557788">
      <w:r>
        <w:lastRenderedPageBreak/>
        <w:t>263.8175</w:t>
      </w:r>
      <w:r>
        <w:tab/>
        <w:t>1.013e0</w:t>
      </w:r>
    </w:p>
    <w:p w:rsidR="00557788" w:rsidRDefault="00557788" w:rsidP="00557788">
      <w:r>
        <w:t>263.8296</w:t>
      </w:r>
      <w:r>
        <w:tab/>
        <w:t>1.013e0</w:t>
      </w:r>
    </w:p>
    <w:p w:rsidR="00557788" w:rsidRDefault="00557788" w:rsidP="00557788">
      <w:r>
        <w:t>263.8351</w:t>
      </w:r>
      <w:r>
        <w:tab/>
        <w:t>3.038e0</w:t>
      </w:r>
    </w:p>
    <w:p w:rsidR="00557788" w:rsidRDefault="00557788" w:rsidP="00557788">
      <w:r>
        <w:t>263.8517</w:t>
      </w:r>
      <w:r>
        <w:tab/>
        <w:t>1.013e0</w:t>
      </w:r>
    </w:p>
    <w:p w:rsidR="00557788" w:rsidRDefault="00557788" w:rsidP="00557788">
      <w:r>
        <w:t>263.8565</w:t>
      </w:r>
      <w:r>
        <w:tab/>
        <w:t>1.013e0</w:t>
      </w:r>
    </w:p>
    <w:p w:rsidR="00557788" w:rsidRDefault="00557788" w:rsidP="00557788">
      <w:r>
        <w:t>263.8603</w:t>
      </w:r>
      <w:r>
        <w:tab/>
        <w:t>1.266e-2</w:t>
      </w:r>
    </w:p>
    <w:p w:rsidR="00557788" w:rsidRDefault="00557788" w:rsidP="00557788">
      <w:r>
        <w:t>263.8744</w:t>
      </w:r>
      <w:r>
        <w:tab/>
        <w:t>4.051e0</w:t>
      </w:r>
    </w:p>
    <w:p w:rsidR="00557788" w:rsidRDefault="00557788" w:rsidP="00557788">
      <w:r>
        <w:t>263.8907</w:t>
      </w:r>
      <w:r>
        <w:tab/>
        <w:t>2.025e0</w:t>
      </w:r>
    </w:p>
    <w:p w:rsidR="00557788" w:rsidRDefault="00557788" w:rsidP="00557788">
      <w:r>
        <w:t>263.8925</w:t>
      </w:r>
      <w:r>
        <w:tab/>
        <w:t>2.025e0</w:t>
      </w:r>
    </w:p>
    <w:p w:rsidR="00557788" w:rsidRDefault="00557788" w:rsidP="00557788">
      <w:r>
        <w:t>263.8990</w:t>
      </w:r>
      <w:r>
        <w:tab/>
        <w:t>1.266e-2</w:t>
      </w:r>
    </w:p>
    <w:p w:rsidR="00557788" w:rsidRDefault="00557788" w:rsidP="00557788">
      <w:r>
        <w:t>263.9022</w:t>
      </w:r>
      <w:r>
        <w:tab/>
        <w:t>3.038e0</w:t>
      </w:r>
    </w:p>
    <w:p w:rsidR="00557788" w:rsidRDefault="00557788" w:rsidP="00557788">
      <w:r>
        <w:t>263.9278</w:t>
      </w:r>
      <w:r>
        <w:tab/>
        <w:t>2.532e-2</w:t>
      </w:r>
    </w:p>
    <w:p w:rsidR="00557788" w:rsidRDefault="00557788" w:rsidP="00557788">
      <w:r>
        <w:t>263.9355</w:t>
      </w:r>
      <w:r>
        <w:tab/>
        <w:t>2.025e0</w:t>
      </w:r>
    </w:p>
    <w:p w:rsidR="00557788" w:rsidRDefault="00557788" w:rsidP="00557788">
      <w:r>
        <w:t>263.9399</w:t>
      </w:r>
      <w:r>
        <w:tab/>
        <w:t>2.532e-2</w:t>
      </w:r>
    </w:p>
    <w:p w:rsidR="00557788" w:rsidRDefault="00557788" w:rsidP="00557788">
      <w:r>
        <w:t>263.9453</w:t>
      </w:r>
      <w:r>
        <w:tab/>
        <w:t>3.051e0</w:t>
      </w:r>
    </w:p>
    <w:p w:rsidR="00557788" w:rsidRDefault="00557788" w:rsidP="00557788">
      <w:r>
        <w:t>263.9523</w:t>
      </w:r>
      <w:r>
        <w:tab/>
        <w:t>2.051e0</w:t>
      </w:r>
    </w:p>
    <w:p w:rsidR="00557788" w:rsidRDefault="00557788" w:rsidP="00557788">
      <w:r>
        <w:t>263.9592</w:t>
      </w:r>
      <w:r>
        <w:tab/>
        <w:t>1.025e0</w:t>
      </w:r>
    </w:p>
    <w:p w:rsidR="00557788" w:rsidRDefault="00557788" w:rsidP="00557788">
      <w:r>
        <w:t>263.9608</w:t>
      </w:r>
      <w:r>
        <w:tab/>
        <w:t>6.061e0</w:t>
      </w:r>
    </w:p>
    <w:p w:rsidR="00557788" w:rsidRDefault="00557788" w:rsidP="00557788">
      <w:r>
        <w:t>264.0076</w:t>
      </w:r>
      <w:r>
        <w:tab/>
        <w:t>6.707e0</w:t>
      </w:r>
    </w:p>
    <w:p w:rsidR="00557788" w:rsidRDefault="00557788" w:rsidP="00557788">
      <w:r>
        <w:lastRenderedPageBreak/>
        <w:t>264.0714</w:t>
      </w:r>
      <w:r>
        <w:tab/>
        <w:t>5.982e0</w:t>
      </w:r>
    </w:p>
    <w:p w:rsidR="00557788" w:rsidRDefault="00557788" w:rsidP="00557788">
      <w:r>
        <w:t>264.0798</w:t>
      </w:r>
      <w:r>
        <w:tab/>
        <w:t>1.422e0</w:t>
      </w:r>
    </w:p>
    <w:p w:rsidR="00557788" w:rsidRDefault="00557788" w:rsidP="00557788">
      <w:r>
        <w:t>264.0847</w:t>
      </w:r>
      <w:r>
        <w:tab/>
        <w:t>2.266e0</w:t>
      </w:r>
    </w:p>
    <w:p w:rsidR="00557788" w:rsidRDefault="00557788" w:rsidP="00557788">
      <w:r>
        <w:t>264.1061</w:t>
      </w:r>
      <w:r>
        <w:tab/>
        <w:t>1.703e0</w:t>
      </w:r>
    </w:p>
    <w:p w:rsidR="00557788" w:rsidRDefault="00557788" w:rsidP="00557788">
      <w:r>
        <w:t>264.1087</w:t>
      </w:r>
      <w:r>
        <w:tab/>
        <w:t>8.703e-2</w:t>
      </w:r>
    </w:p>
    <w:p w:rsidR="00557788" w:rsidRDefault="00557788" w:rsidP="00557788">
      <w:r>
        <w:t>264.1113</w:t>
      </w:r>
      <w:r>
        <w:tab/>
        <w:t>2.309e0</w:t>
      </w:r>
    </w:p>
    <w:p w:rsidR="00557788" w:rsidRDefault="00557788" w:rsidP="00557788">
      <w:r>
        <w:t>264.1225</w:t>
      </w:r>
      <w:r>
        <w:tab/>
        <w:t>4.657e0</w:t>
      </w:r>
    </w:p>
    <w:p w:rsidR="00557788" w:rsidRDefault="00557788" w:rsidP="00557788">
      <w:r>
        <w:t>264.1310</w:t>
      </w:r>
      <w:r>
        <w:tab/>
        <w:t>2.115e0</w:t>
      </w:r>
    </w:p>
    <w:p w:rsidR="00557788" w:rsidRDefault="00557788" w:rsidP="00557788">
      <w:r>
        <w:t>264.1343</w:t>
      </w:r>
      <w:r>
        <w:tab/>
        <w:t>3.138e0</w:t>
      </w:r>
    </w:p>
    <w:p w:rsidR="00557788" w:rsidRDefault="00557788" w:rsidP="00557788">
      <w:r>
        <w:t>264.1439</w:t>
      </w:r>
      <w:r>
        <w:tab/>
        <w:t>3.835e0</w:t>
      </w:r>
    </w:p>
    <w:p w:rsidR="00557788" w:rsidRDefault="00557788" w:rsidP="00557788">
      <w:r>
        <w:t>264.1497</w:t>
      </w:r>
      <w:r>
        <w:tab/>
        <w:t>6.696e0</w:t>
      </w:r>
    </w:p>
    <w:p w:rsidR="00557788" w:rsidRDefault="00557788" w:rsidP="00557788">
      <w:r>
        <w:t>264.1685</w:t>
      </w:r>
      <w:r>
        <w:tab/>
        <w:t>9.781e0</w:t>
      </w:r>
    </w:p>
    <w:p w:rsidR="00557788" w:rsidRDefault="00557788" w:rsidP="00557788">
      <w:r>
        <w:t>264.1777</w:t>
      </w:r>
      <w:r>
        <w:tab/>
        <w:t>1.981e0</w:t>
      </w:r>
    </w:p>
    <w:p w:rsidR="00557788" w:rsidRDefault="00557788" w:rsidP="00557788">
      <w:r>
        <w:t>264.1971</w:t>
      </w:r>
      <w:r>
        <w:tab/>
        <w:t>5.008e0</w:t>
      </w:r>
    </w:p>
    <w:p w:rsidR="00557788" w:rsidRDefault="00557788" w:rsidP="00557788">
      <w:r>
        <w:t>264.2002</w:t>
      </w:r>
      <w:r>
        <w:tab/>
        <w:t>4.956e0</w:t>
      </w:r>
    </w:p>
    <w:p w:rsidR="00557788" w:rsidRDefault="00557788" w:rsidP="00557788">
      <w:r>
        <w:t>264.2116</w:t>
      </w:r>
      <w:r>
        <w:tab/>
        <w:t>2.992e0</w:t>
      </w:r>
    </w:p>
    <w:p w:rsidR="00557788" w:rsidRDefault="00557788" w:rsidP="00557788">
      <w:r>
        <w:t>264.2226</w:t>
      </w:r>
      <w:r>
        <w:tab/>
        <w:t>2.655e0</w:t>
      </w:r>
    </w:p>
    <w:p w:rsidR="00557788" w:rsidRDefault="00557788" w:rsidP="00557788">
      <w:r>
        <w:t>264.2317</w:t>
      </w:r>
      <w:r>
        <w:tab/>
        <w:t>3.407e0</w:t>
      </w:r>
    </w:p>
    <w:p w:rsidR="00557788" w:rsidRDefault="00557788" w:rsidP="00557788">
      <w:r>
        <w:t>264.2330</w:t>
      </w:r>
      <w:r>
        <w:tab/>
        <w:t>2.589e0</w:t>
      </w:r>
    </w:p>
    <w:p w:rsidR="00557788" w:rsidRDefault="00557788" w:rsidP="00557788">
      <w:r>
        <w:lastRenderedPageBreak/>
        <w:t>264.2470</w:t>
      </w:r>
      <w:r>
        <w:tab/>
        <w:t>4.051e0</w:t>
      </w:r>
    </w:p>
    <w:p w:rsidR="00557788" w:rsidRDefault="00557788" w:rsidP="00557788">
      <w:r>
        <w:t>264.2556</w:t>
      </w:r>
      <w:r>
        <w:tab/>
        <w:t>2.025e0</w:t>
      </w:r>
    </w:p>
    <w:p w:rsidR="00557788" w:rsidRDefault="00557788" w:rsidP="00557788">
      <w:r>
        <w:t>264.2620</w:t>
      </w:r>
      <w:r>
        <w:tab/>
        <w:t>3.625e0</w:t>
      </w:r>
    </w:p>
    <w:p w:rsidR="00557788" w:rsidRDefault="00557788" w:rsidP="00557788">
      <w:r>
        <w:t>264.2663</w:t>
      </w:r>
      <w:r>
        <w:tab/>
        <w:t>3.268e-1</w:t>
      </w:r>
    </w:p>
    <w:p w:rsidR="00557788" w:rsidRDefault="00557788" w:rsidP="00557788">
      <w:r>
        <w:t>264.2787</w:t>
      </w:r>
      <w:r>
        <w:tab/>
        <w:t>2.025e0</w:t>
      </w:r>
    </w:p>
    <w:p w:rsidR="00557788" w:rsidRDefault="00557788" w:rsidP="00557788">
      <w:r>
        <w:t>264.2851</w:t>
      </w:r>
      <w:r>
        <w:tab/>
        <w:t>2.025e0</w:t>
      </w:r>
    </w:p>
    <w:p w:rsidR="00557788" w:rsidRDefault="00557788" w:rsidP="00557788">
      <w:r>
        <w:t>264.2867</w:t>
      </w:r>
      <w:r>
        <w:tab/>
        <w:t>1.013e0</w:t>
      </w:r>
    </w:p>
    <w:p w:rsidR="00557788" w:rsidRDefault="00557788" w:rsidP="00557788">
      <w:r>
        <w:t>264.2888</w:t>
      </w:r>
      <w:r>
        <w:tab/>
        <w:t>3.038e0</w:t>
      </w:r>
    </w:p>
    <w:p w:rsidR="00557788" w:rsidRDefault="00557788" w:rsidP="00557788">
      <w:r>
        <w:t>264.3035</w:t>
      </w:r>
      <w:r>
        <w:tab/>
        <w:t>2.025e0</w:t>
      </w:r>
    </w:p>
    <w:p w:rsidR="00557788" w:rsidRDefault="00557788" w:rsidP="00557788">
      <w:r>
        <w:t>264.3176</w:t>
      </w:r>
      <w:r>
        <w:tab/>
        <w:t>1.025e0</w:t>
      </w:r>
    </w:p>
    <w:p w:rsidR="00557788" w:rsidRDefault="00557788" w:rsidP="00557788">
      <w:r>
        <w:t>264.3348</w:t>
      </w:r>
      <w:r>
        <w:tab/>
        <w:t>1.013e0</w:t>
      </w:r>
    </w:p>
    <w:p w:rsidR="00557788" w:rsidRDefault="00557788" w:rsidP="00557788">
      <w:r>
        <w:t>264.3445</w:t>
      </w:r>
      <w:r>
        <w:tab/>
        <w:t>2.025e0</w:t>
      </w:r>
    </w:p>
    <w:p w:rsidR="00557788" w:rsidRDefault="00557788" w:rsidP="00557788">
      <w:r>
        <w:t>264.3483</w:t>
      </w:r>
      <w:r>
        <w:tab/>
        <w:t>1.013e0</w:t>
      </w:r>
    </w:p>
    <w:p w:rsidR="00557788" w:rsidRDefault="00557788" w:rsidP="00557788">
      <w:r>
        <w:t>264.3586</w:t>
      </w:r>
      <w:r>
        <w:tab/>
        <w:t>3.038e0</w:t>
      </w:r>
    </w:p>
    <w:p w:rsidR="00557788" w:rsidRDefault="00557788" w:rsidP="00557788">
      <w:r>
        <w:t>264.3604</w:t>
      </w:r>
      <w:r>
        <w:tab/>
        <w:t>1.266e-2</w:t>
      </w:r>
    </w:p>
    <w:p w:rsidR="00557788" w:rsidRDefault="00557788" w:rsidP="00557788">
      <w:r>
        <w:t>264.3739</w:t>
      </w:r>
      <w:r>
        <w:tab/>
        <w:t>1.266e-2</w:t>
      </w:r>
    </w:p>
    <w:p w:rsidR="00557788" w:rsidRDefault="00557788" w:rsidP="00557788">
      <w:r>
        <w:t>264.4032</w:t>
      </w:r>
      <w:r>
        <w:tab/>
        <w:t>3.797e-2</w:t>
      </w:r>
    </w:p>
    <w:p w:rsidR="00557788" w:rsidRDefault="00557788" w:rsidP="00557788">
      <w:r>
        <w:t>264.4085</w:t>
      </w:r>
      <w:r>
        <w:tab/>
        <w:t>3.051e0</w:t>
      </w:r>
    </w:p>
    <w:p w:rsidR="00557788" w:rsidRDefault="00557788" w:rsidP="00557788">
      <w:r>
        <w:t>264.4216</w:t>
      </w:r>
      <w:r>
        <w:tab/>
        <w:t>3.699e0</w:t>
      </w:r>
    </w:p>
    <w:p w:rsidR="00557788" w:rsidRDefault="00557788" w:rsidP="00557788">
      <w:r>
        <w:lastRenderedPageBreak/>
        <w:t>264.4398</w:t>
      </w:r>
      <w:r>
        <w:tab/>
        <w:t>2.025e0</w:t>
      </w:r>
    </w:p>
    <w:p w:rsidR="00557788" w:rsidRDefault="00557788" w:rsidP="00557788">
      <w:r>
        <w:t>264.4429</w:t>
      </w:r>
      <w:r>
        <w:tab/>
        <w:t>3.038e0</w:t>
      </w:r>
    </w:p>
    <w:p w:rsidR="00557788" w:rsidRDefault="00557788" w:rsidP="00557788">
      <w:r>
        <w:t>264.4495</w:t>
      </w:r>
      <w:r>
        <w:tab/>
        <w:t>1.051e0</w:t>
      </w:r>
    </w:p>
    <w:p w:rsidR="00557788" w:rsidRDefault="00557788" w:rsidP="00557788">
      <w:r>
        <w:t>264.4526</w:t>
      </w:r>
      <w:r>
        <w:tab/>
        <w:t>3.038e0</w:t>
      </w:r>
    </w:p>
    <w:p w:rsidR="00557788" w:rsidRDefault="00557788" w:rsidP="00557788">
      <w:r>
        <w:t>264.4807</w:t>
      </w:r>
      <w:r>
        <w:tab/>
        <w:t>5.063e0</w:t>
      </w:r>
    </w:p>
    <w:p w:rsidR="00557788" w:rsidRDefault="00557788" w:rsidP="00557788">
      <w:r>
        <w:t>264.4914</w:t>
      </w:r>
      <w:r>
        <w:tab/>
        <w:t>5.076e0</w:t>
      </w:r>
    </w:p>
    <w:p w:rsidR="00557788" w:rsidRDefault="00557788" w:rsidP="00557788">
      <w:r>
        <w:t>264.5035</w:t>
      </w:r>
      <w:r>
        <w:tab/>
        <w:t>3.820e0</w:t>
      </w:r>
    </w:p>
    <w:p w:rsidR="00557788" w:rsidRDefault="00557788" w:rsidP="00557788">
      <w:r>
        <w:t>264.5088</w:t>
      </w:r>
      <w:r>
        <w:tab/>
        <w:t>3.038e0</w:t>
      </w:r>
    </w:p>
    <w:p w:rsidR="00557788" w:rsidRDefault="00557788" w:rsidP="00557788">
      <w:r>
        <w:t>264.5138</w:t>
      </w:r>
      <w:r>
        <w:tab/>
        <w:t>2.532e-2</w:t>
      </w:r>
    </w:p>
    <w:p w:rsidR="00557788" w:rsidRDefault="00557788" w:rsidP="00557788">
      <w:r>
        <w:t>264.5303</w:t>
      </w:r>
      <w:r>
        <w:tab/>
        <w:t>1.025e0</w:t>
      </w:r>
    </w:p>
    <w:p w:rsidR="00557788" w:rsidRDefault="00557788" w:rsidP="00557788">
      <w:r>
        <w:t>264.5351</w:t>
      </w:r>
      <w:r>
        <w:tab/>
        <w:t>2.699e0</w:t>
      </w:r>
    </w:p>
    <w:p w:rsidR="00557788" w:rsidRDefault="00557788" w:rsidP="00557788">
      <w:r>
        <w:t>264.5423</w:t>
      </w:r>
      <w:r>
        <w:tab/>
        <w:t>1.266e-2</w:t>
      </w:r>
    </w:p>
    <w:p w:rsidR="00557788" w:rsidRDefault="00557788" w:rsidP="00557788">
      <w:r>
        <w:t>264.5462</w:t>
      </w:r>
      <w:r>
        <w:tab/>
        <w:t>2.025e0</w:t>
      </w:r>
    </w:p>
    <w:p w:rsidR="00557788" w:rsidRDefault="00557788" w:rsidP="00557788">
      <w:r>
        <w:t>264.5596</w:t>
      </w:r>
      <w:r>
        <w:tab/>
        <w:t>1.013e0</w:t>
      </w:r>
    </w:p>
    <w:p w:rsidR="00557788" w:rsidRDefault="00557788" w:rsidP="00557788">
      <w:r>
        <w:t>264.5692</w:t>
      </w:r>
      <w:r>
        <w:tab/>
        <w:t>1.038e0</w:t>
      </w:r>
    </w:p>
    <w:p w:rsidR="00557788" w:rsidRDefault="00557788" w:rsidP="00557788">
      <w:r>
        <w:t>264.5850</w:t>
      </w:r>
      <w:r>
        <w:tab/>
        <w:t>2.038e0</w:t>
      </w:r>
    </w:p>
    <w:p w:rsidR="00557788" w:rsidRDefault="00557788" w:rsidP="00557788">
      <w:r>
        <w:t>264.5938</w:t>
      </w:r>
      <w:r>
        <w:tab/>
        <w:t>1.013e0</w:t>
      </w:r>
    </w:p>
    <w:p w:rsidR="00557788" w:rsidRDefault="00557788" w:rsidP="00557788">
      <w:r>
        <w:t>264.5987</w:t>
      </w:r>
      <w:r>
        <w:tab/>
        <w:t>1.013e0</w:t>
      </w:r>
    </w:p>
    <w:p w:rsidR="00557788" w:rsidRDefault="00557788" w:rsidP="00557788">
      <w:r>
        <w:t>264.6001</w:t>
      </w:r>
      <w:r>
        <w:tab/>
        <w:t>2.025e0</w:t>
      </w:r>
    </w:p>
    <w:p w:rsidR="00557788" w:rsidRDefault="00557788" w:rsidP="00557788">
      <w:r>
        <w:lastRenderedPageBreak/>
        <w:t>264.6015</w:t>
      </w:r>
      <w:r>
        <w:tab/>
        <w:t>3.038e0</w:t>
      </w:r>
    </w:p>
    <w:p w:rsidR="00557788" w:rsidRDefault="00557788" w:rsidP="00557788">
      <w:r>
        <w:t>264.6220</w:t>
      </w:r>
      <w:r>
        <w:tab/>
        <w:t>1.038e0</w:t>
      </w:r>
    </w:p>
    <w:p w:rsidR="00557788" w:rsidRDefault="00557788" w:rsidP="00557788">
      <w:r>
        <w:t>264.6330</w:t>
      </w:r>
      <w:r>
        <w:tab/>
        <w:t>1.038e0</w:t>
      </w:r>
    </w:p>
    <w:p w:rsidR="00557788" w:rsidRDefault="00557788" w:rsidP="00557788">
      <w:r>
        <w:t>264.6418</w:t>
      </w:r>
      <w:r>
        <w:tab/>
        <w:t>2.025e0</w:t>
      </w:r>
    </w:p>
    <w:p w:rsidR="00557788" w:rsidRDefault="00557788" w:rsidP="00557788">
      <w:r>
        <w:t>264.6625</w:t>
      </w:r>
      <w:r>
        <w:tab/>
        <w:t>1.266e-2</w:t>
      </w:r>
    </w:p>
    <w:p w:rsidR="00557788" w:rsidRDefault="00557788" w:rsidP="00557788">
      <w:r>
        <w:t>264.6669</w:t>
      </w:r>
      <w:r>
        <w:tab/>
        <w:t>5.063e0</w:t>
      </w:r>
    </w:p>
    <w:p w:rsidR="00557788" w:rsidRDefault="00557788" w:rsidP="00557788">
      <w:r>
        <w:t>264.6720</w:t>
      </w:r>
      <w:r>
        <w:tab/>
        <w:t>1.013e0</w:t>
      </w:r>
    </w:p>
    <w:p w:rsidR="00557788" w:rsidRDefault="00557788" w:rsidP="00557788">
      <w:r>
        <w:t>264.6779</w:t>
      </w:r>
      <w:r>
        <w:tab/>
        <w:t>3.038e0</w:t>
      </w:r>
    </w:p>
    <w:p w:rsidR="00557788" w:rsidRDefault="00557788" w:rsidP="00557788">
      <w:r>
        <w:t>264.6955</w:t>
      </w:r>
      <w:r>
        <w:tab/>
        <w:t>2.025e0</w:t>
      </w:r>
    </w:p>
    <w:p w:rsidR="00557788" w:rsidRDefault="00557788" w:rsidP="00557788">
      <w:r>
        <w:t>264.7009</w:t>
      </w:r>
      <w:r>
        <w:tab/>
        <w:t>3.051e0</w:t>
      </w:r>
    </w:p>
    <w:p w:rsidR="00557788" w:rsidRDefault="00557788" w:rsidP="00557788">
      <w:r>
        <w:t>264.7035</w:t>
      </w:r>
      <w:r>
        <w:tab/>
        <w:t>2.025e0</w:t>
      </w:r>
    </w:p>
    <w:p w:rsidR="00557788" w:rsidRDefault="00557788" w:rsidP="00557788">
      <w:r>
        <w:t>264.7161</w:t>
      </w:r>
      <w:r>
        <w:tab/>
        <w:t>1.013e0</w:t>
      </w:r>
    </w:p>
    <w:p w:rsidR="00557788" w:rsidRDefault="00557788" w:rsidP="00557788">
      <w:r>
        <w:t>264.7172</w:t>
      </w:r>
      <w:r>
        <w:tab/>
        <w:t>2.038e0</w:t>
      </w:r>
    </w:p>
    <w:p w:rsidR="00557788" w:rsidRDefault="00557788" w:rsidP="00557788">
      <w:r>
        <w:t>264.7200</w:t>
      </w:r>
      <w:r>
        <w:tab/>
        <w:t>2.038e0</w:t>
      </w:r>
    </w:p>
    <w:p w:rsidR="00557788" w:rsidRDefault="00557788" w:rsidP="00557788">
      <w:r>
        <w:t>264.7405</w:t>
      </w:r>
      <w:r>
        <w:tab/>
        <w:t>2.532e-2</w:t>
      </w:r>
    </w:p>
    <w:p w:rsidR="00557788" w:rsidRDefault="00557788" w:rsidP="00557788">
      <w:r>
        <w:t>264.7434</w:t>
      </w:r>
      <w:r>
        <w:tab/>
        <w:t>1.038e0</w:t>
      </w:r>
    </w:p>
    <w:p w:rsidR="00557788" w:rsidRDefault="00557788" w:rsidP="00557788">
      <w:r>
        <w:t>264.7454</w:t>
      </w:r>
      <w:r>
        <w:tab/>
        <w:t>1.266e-2</w:t>
      </w:r>
    </w:p>
    <w:p w:rsidR="00557788" w:rsidRDefault="00557788" w:rsidP="00557788">
      <w:r>
        <w:t>264.7630</w:t>
      </w:r>
      <w:r>
        <w:tab/>
        <w:t>1.266e-2</w:t>
      </w:r>
    </w:p>
    <w:p w:rsidR="00557788" w:rsidRDefault="00557788" w:rsidP="00557788">
      <w:r>
        <w:t>264.7786</w:t>
      </w:r>
      <w:r>
        <w:tab/>
        <w:t>2.025e0</w:t>
      </w:r>
    </w:p>
    <w:p w:rsidR="00557788" w:rsidRDefault="00557788" w:rsidP="00557788">
      <w:r>
        <w:lastRenderedPageBreak/>
        <w:t>264.7803</w:t>
      </w:r>
      <w:r>
        <w:tab/>
        <w:t>2.532e-2</w:t>
      </w:r>
    </w:p>
    <w:p w:rsidR="00557788" w:rsidRDefault="00557788" w:rsidP="00557788">
      <w:r>
        <w:t>264.7913</w:t>
      </w:r>
      <w:r>
        <w:tab/>
        <w:t>2.025e0</w:t>
      </w:r>
    </w:p>
    <w:p w:rsidR="00557788" w:rsidRDefault="00557788" w:rsidP="00557788">
      <w:r>
        <w:t>264.8139</w:t>
      </w:r>
      <w:r>
        <w:tab/>
        <w:t>2.025e0</w:t>
      </w:r>
    </w:p>
    <w:p w:rsidR="00557788" w:rsidRDefault="00557788" w:rsidP="00557788">
      <w:r>
        <w:t>264.8176</w:t>
      </w:r>
      <w:r>
        <w:tab/>
        <w:t>2.532e-2</w:t>
      </w:r>
    </w:p>
    <w:p w:rsidR="00557788" w:rsidRDefault="00557788" w:rsidP="00557788">
      <w:r>
        <w:t>264.8366</w:t>
      </w:r>
      <w:r>
        <w:tab/>
        <w:t>1.266e-2</w:t>
      </w:r>
    </w:p>
    <w:p w:rsidR="00557788" w:rsidRDefault="00557788" w:rsidP="00557788">
      <w:r>
        <w:t>264.8486</w:t>
      </w:r>
      <w:r>
        <w:tab/>
        <w:t>3.051e0</w:t>
      </w:r>
    </w:p>
    <w:p w:rsidR="00557788" w:rsidRDefault="00557788" w:rsidP="00557788">
      <w:r>
        <w:t>264.8631</w:t>
      </w:r>
      <w:r>
        <w:tab/>
        <w:t>3.038e0</w:t>
      </w:r>
    </w:p>
    <w:p w:rsidR="00557788" w:rsidRDefault="00557788" w:rsidP="00557788">
      <w:r>
        <w:t>264.8714</w:t>
      </w:r>
      <w:r>
        <w:tab/>
        <w:t>2.025e0</w:t>
      </w:r>
    </w:p>
    <w:p w:rsidR="00557788" w:rsidRDefault="00557788" w:rsidP="00557788">
      <w:r>
        <w:t>264.8754</w:t>
      </w:r>
      <w:r>
        <w:tab/>
        <w:t>1.266e-2</w:t>
      </w:r>
    </w:p>
    <w:p w:rsidR="00557788" w:rsidRDefault="00557788" w:rsidP="00557788">
      <w:r>
        <w:t>264.8774</w:t>
      </w:r>
      <w:r>
        <w:tab/>
        <w:t>2.025e0</w:t>
      </w:r>
    </w:p>
    <w:p w:rsidR="00557788" w:rsidRDefault="00557788" w:rsidP="00557788">
      <w:r>
        <w:t>264.8834</w:t>
      </w:r>
      <w:r>
        <w:tab/>
        <w:t>1.266e-2</w:t>
      </w:r>
    </w:p>
    <w:p w:rsidR="00557788" w:rsidRDefault="00557788" w:rsidP="00557788">
      <w:r>
        <w:t>264.9028</w:t>
      </w:r>
      <w:r>
        <w:tab/>
        <w:t>1.025e0</w:t>
      </w:r>
    </w:p>
    <w:p w:rsidR="00557788" w:rsidRDefault="00557788" w:rsidP="00557788">
      <w:r>
        <w:t>264.9142</w:t>
      </w:r>
      <w:r>
        <w:tab/>
        <w:t>1.013e0</w:t>
      </w:r>
    </w:p>
    <w:p w:rsidR="00557788" w:rsidRDefault="00557788" w:rsidP="00557788">
      <w:r>
        <w:t>264.9221</w:t>
      </w:r>
      <w:r>
        <w:tab/>
        <w:t>1.013e0</w:t>
      </w:r>
    </w:p>
    <w:p w:rsidR="00557788" w:rsidRDefault="00557788" w:rsidP="00557788">
      <w:r>
        <w:t>264.9233</w:t>
      </w:r>
      <w:r>
        <w:tab/>
        <w:t>3.798e-2</w:t>
      </w:r>
    </w:p>
    <w:p w:rsidR="00557788" w:rsidRDefault="00557788" w:rsidP="00557788">
      <w:r>
        <w:t>264.9288</w:t>
      </w:r>
      <w:r>
        <w:tab/>
        <w:t>2.063e0</w:t>
      </w:r>
    </w:p>
    <w:p w:rsidR="00557788" w:rsidRDefault="00557788" w:rsidP="00557788">
      <w:r>
        <w:t>264.9530</w:t>
      </w:r>
      <w:r>
        <w:tab/>
        <w:t>2.025e0</w:t>
      </w:r>
    </w:p>
    <w:p w:rsidR="00557788" w:rsidRDefault="00557788" w:rsidP="00557788">
      <w:r>
        <w:t>264.9655</w:t>
      </w:r>
      <w:r>
        <w:tab/>
        <w:t>1.358e1</w:t>
      </w:r>
    </w:p>
    <w:p w:rsidR="00557788" w:rsidRDefault="00557788" w:rsidP="00557788">
      <w:r>
        <w:t>264.9682</w:t>
      </w:r>
      <w:r>
        <w:tab/>
        <w:t>2.647e0</w:t>
      </w:r>
    </w:p>
    <w:p w:rsidR="00557788" w:rsidRDefault="00557788" w:rsidP="00557788">
      <w:r>
        <w:lastRenderedPageBreak/>
        <w:t>264.9702</w:t>
      </w:r>
      <w:r>
        <w:tab/>
        <w:t>1.732e1</w:t>
      </w:r>
    </w:p>
    <w:p w:rsidR="00557788" w:rsidRDefault="00557788" w:rsidP="00557788">
      <w:r>
        <w:t>264.9886</w:t>
      </w:r>
      <w:r>
        <w:tab/>
        <w:t>1.038e0</w:t>
      </w:r>
    </w:p>
    <w:p w:rsidR="00557788" w:rsidRDefault="00557788" w:rsidP="00557788">
      <w:r>
        <w:t>264.9977</w:t>
      </w:r>
      <w:r>
        <w:tab/>
        <w:t>7.349e0</w:t>
      </w:r>
    </w:p>
    <w:p w:rsidR="00557788" w:rsidRDefault="00557788" w:rsidP="00557788">
      <w:r>
        <w:t>265.0003</w:t>
      </w:r>
      <w:r>
        <w:tab/>
        <w:t>7.919e0</w:t>
      </w:r>
    </w:p>
    <w:p w:rsidR="00557788" w:rsidRDefault="00557788" w:rsidP="00557788">
      <w:r>
        <w:t>265.0019</w:t>
      </w:r>
      <w:r>
        <w:tab/>
        <w:t>6.079e0</w:t>
      </w:r>
    </w:p>
    <w:p w:rsidR="00557788" w:rsidRDefault="00557788" w:rsidP="00557788">
      <w:r>
        <w:t>265.0098</w:t>
      </w:r>
      <w:r>
        <w:tab/>
        <w:t>7.894e0</w:t>
      </w:r>
    </w:p>
    <w:p w:rsidR="00557788" w:rsidRDefault="00557788" w:rsidP="00557788">
      <w:r>
        <w:t>265.0233</w:t>
      </w:r>
      <w:r>
        <w:tab/>
        <w:t>5.171e0</w:t>
      </w:r>
    </w:p>
    <w:p w:rsidR="00557788" w:rsidRDefault="00557788" w:rsidP="00557788">
      <w:r>
        <w:t>265.0562</w:t>
      </w:r>
      <w:r>
        <w:tab/>
        <w:t>3.113e0</w:t>
      </w:r>
    </w:p>
    <w:p w:rsidR="00557788" w:rsidRDefault="00557788" w:rsidP="00557788">
      <w:r>
        <w:t>265.0614</w:t>
      </w:r>
      <w:r>
        <w:tab/>
        <w:t>1.802e0</w:t>
      </w:r>
    </w:p>
    <w:p w:rsidR="00557788" w:rsidRDefault="00557788" w:rsidP="00557788">
      <w:r>
        <w:t>265.0735</w:t>
      </w:r>
      <w:r>
        <w:tab/>
        <w:t>2.602e0</w:t>
      </w:r>
    </w:p>
    <w:p w:rsidR="00557788" w:rsidRDefault="00557788" w:rsidP="00557788">
      <w:r>
        <w:t>265.0798</w:t>
      </w:r>
      <w:r>
        <w:tab/>
        <w:t>3.020e0</w:t>
      </w:r>
    </w:p>
    <w:p w:rsidR="00557788" w:rsidRDefault="00557788" w:rsidP="00557788">
      <w:r>
        <w:t>265.0908</w:t>
      </w:r>
      <w:r>
        <w:tab/>
        <w:t>2.008e-1</w:t>
      </w:r>
    </w:p>
    <w:p w:rsidR="00557788" w:rsidRDefault="00557788" w:rsidP="00557788">
      <w:r>
        <w:t>265.1206</w:t>
      </w:r>
      <w:r>
        <w:tab/>
        <w:t>3.845e0</w:t>
      </w:r>
    </w:p>
    <w:p w:rsidR="00557788" w:rsidRDefault="00557788" w:rsidP="00557788">
      <w:r>
        <w:t>265.1346</w:t>
      </w:r>
      <w:r>
        <w:tab/>
        <w:t>6.046e0</w:t>
      </w:r>
    </w:p>
    <w:p w:rsidR="00557788" w:rsidRDefault="00557788" w:rsidP="00557788">
      <w:r>
        <w:t>265.1399</w:t>
      </w:r>
      <w:r>
        <w:tab/>
        <w:t>3.483e0</w:t>
      </w:r>
    </w:p>
    <w:p w:rsidR="00557788" w:rsidRDefault="00557788" w:rsidP="00557788">
      <w:r>
        <w:t>265.1438</w:t>
      </w:r>
      <w:r>
        <w:tab/>
        <w:t>2.173e0</w:t>
      </w:r>
    </w:p>
    <w:p w:rsidR="00557788" w:rsidRDefault="00557788" w:rsidP="00557788">
      <w:r>
        <w:t>265.1530</w:t>
      </w:r>
      <w:r>
        <w:tab/>
        <w:t>9.499e0</w:t>
      </w:r>
    </w:p>
    <w:p w:rsidR="00557788" w:rsidRDefault="00557788" w:rsidP="00557788">
      <w:r>
        <w:t>265.1541</w:t>
      </w:r>
      <w:r>
        <w:tab/>
        <w:t>7.978e0</w:t>
      </w:r>
    </w:p>
    <w:p w:rsidR="00557788" w:rsidRDefault="00557788" w:rsidP="00557788">
      <w:r>
        <w:t>265.1633</w:t>
      </w:r>
      <w:r>
        <w:tab/>
        <w:t>1.435e0</w:t>
      </w:r>
    </w:p>
    <w:p w:rsidR="00557788" w:rsidRDefault="00557788" w:rsidP="00557788">
      <w:r>
        <w:lastRenderedPageBreak/>
        <w:t>265.1814</w:t>
      </w:r>
      <w:r>
        <w:tab/>
        <w:t>2.393e0</w:t>
      </w:r>
    </w:p>
    <w:p w:rsidR="00557788" w:rsidRDefault="00557788" w:rsidP="00557788">
      <w:r>
        <w:t>265.1921</w:t>
      </w:r>
      <w:r>
        <w:tab/>
        <w:t>4.234e0</w:t>
      </w:r>
    </w:p>
    <w:p w:rsidR="00557788" w:rsidRDefault="00557788" w:rsidP="00557788">
      <w:r>
        <w:t>265.2160</w:t>
      </w:r>
      <w:r>
        <w:tab/>
        <w:t>1.383e0</w:t>
      </w:r>
    </w:p>
    <w:p w:rsidR="00557788" w:rsidRDefault="00557788" w:rsidP="00557788">
      <w:r>
        <w:t>265.2227</w:t>
      </w:r>
      <w:r>
        <w:tab/>
        <w:t>2.935e-1</w:t>
      </w:r>
    </w:p>
    <w:p w:rsidR="00557788" w:rsidRDefault="00557788" w:rsidP="00557788">
      <w:r>
        <w:t>265.2265</w:t>
      </w:r>
      <w:r>
        <w:tab/>
        <w:t>2.069e0</w:t>
      </w:r>
    </w:p>
    <w:p w:rsidR="00557788" w:rsidRDefault="00557788" w:rsidP="00557788">
      <w:r>
        <w:t>265.2327</w:t>
      </w:r>
      <w:r>
        <w:tab/>
        <w:t>4.051e0</w:t>
      </w:r>
    </w:p>
    <w:p w:rsidR="00557788" w:rsidRDefault="00557788" w:rsidP="00557788">
      <w:r>
        <w:t>265.2475</w:t>
      </w:r>
      <w:r>
        <w:tab/>
        <w:t>2.025e0</w:t>
      </w:r>
    </w:p>
    <w:p w:rsidR="00557788" w:rsidRDefault="00557788" w:rsidP="00557788">
      <w:r>
        <w:t>265.2707</w:t>
      </w:r>
      <w:r>
        <w:tab/>
        <w:t>1.372e0</w:t>
      </w:r>
    </w:p>
    <w:p w:rsidR="00557788" w:rsidRDefault="00557788" w:rsidP="00557788">
      <w:r>
        <w:t>265.2741</w:t>
      </w:r>
      <w:r>
        <w:tab/>
        <w:t>1.025e0</w:t>
      </w:r>
    </w:p>
    <w:p w:rsidR="00557788" w:rsidRDefault="00557788" w:rsidP="00557788">
      <w:r>
        <w:t>265.2759</w:t>
      </w:r>
      <w:r>
        <w:tab/>
        <w:t>2.025e0</w:t>
      </w:r>
    </w:p>
    <w:p w:rsidR="00557788" w:rsidRDefault="00557788" w:rsidP="00557788">
      <w:r>
        <w:t>265.2823</w:t>
      </w:r>
      <w:r>
        <w:tab/>
        <w:t>1.266e-2</w:t>
      </w:r>
    </w:p>
    <w:p w:rsidR="00557788" w:rsidRDefault="00557788" w:rsidP="00557788">
      <w:r>
        <w:t>265.3084</w:t>
      </w:r>
      <w:r>
        <w:tab/>
        <w:t>1.013e0</w:t>
      </w:r>
    </w:p>
    <w:p w:rsidR="00557788" w:rsidRDefault="00557788" w:rsidP="00557788">
      <w:r>
        <w:t>265.3153</w:t>
      </w:r>
      <w:r>
        <w:tab/>
        <w:t>3.038e0</w:t>
      </w:r>
    </w:p>
    <w:p w:rsidR="00557788" w:rsidRDefault="00557788" w:rsidP="00557788">
      <w:r>
        <w:t>265.3232</w:t>
      </w:r>
      <w:r>
        <w:tab/>
        <w:t>2.532e-2</w:t>
      </w:r>
    </w:p>
    <w:p w:rsidR="00557788" w:rsidRDefault="00557788" w:rsidP="00557788">
      <w:r>
        <w:t>265.3304</w:t>
      </w:r>
      <w:r>
        <w:tab/>
        <w:t>2.025e0</w:t>
      </w:r>
    </w:p>
    <w:p w:rsidR="00557788" w:rsidRDefault="00557788" w:rsidP="00557788">
      <w:r>
        <w:t>265.3384</w:t>
      </w:r>
      <w:r>
        <w:tab/>
        <w:t>1.025e0</w:t>
      </w:r>
    </w:p>
    <w:p w:rsidR="00557788" w:rsidRDefault="00557788" w:rsidP="00557788">
      <w:r>
        <w:t>265.3426</w:t>
      </w:r>
      <w:r>
        <w:tab/>
        <w:t>2.038e0</w:t>
      </w:r>
    </w:p>
    <w:p w:rsidR="00557788" w:rsidRDefault="00557788" w:rsidP="00557788">
      <w:r>
        <w:t>265.3476</w:t>
      </w:r>
      <w:r>
        <w:tab/>
        <w:t>1.013e0</w:t>
      </w:r>
    </w:p>
    <w:p w:rsidR="00557788" w:rsidRDefault="00557788" w:rsidP="00557788">
      <w:r>
        <w:t>265.3521</w:t>
      </w:r>
      <w:r>
        <w:tab/>
        <w:t>1.266e-2</w:t>
      </w:r>
    </w:p>
    <w:p w:rsidR="00557788" w:rsidRDefault="00557788" w:rsidP="00557788">
      <w:r>
        <w:lastRenderedPageBreak/>
        <w:t>265.3600</w:t>
      </w:r>
      <w:r>
        <w:tab/>
        <w:t>2.025e0</w:t>
      </w:r>
    </w:p>
    <w:p w:rsidR="00557788" w:rsidRDefault="00557788" w:rsidP="00557788">
      <w:r>
        <w:t>265.3721</w:t>
      </w:r>
      <w:r>
        <w:tab/>
        <w:t>3.038e0</w:t>
      </w:r>
    </w:p>
    <w:p w:rsidR="00557788" w:rsidRDefault="00557788" w:rsidP="00557788">
      <w:r>
        <w:t>265.3816</w:t>
      </w:r>
      <w:r>
        <w:tab/>
        <w:t>3.038e0</w:t>
      </w:r>
    </w:p>
    <w:p w:rsidR="00557788" w:rsidRDefault="00557788" w:rsidP="00557788">
      <w:r>
        <w:t>265.3838</w:t>
      </w:r>
      <w:r>
        <w:tab/>
        <w:t>3.063e0</w:t>
      </w:r>
    </w:p>
    <w:p w:rsidR="00557788" w:rsidRDefault="00557788" w:rsidP="00557788">
      <w:r>
        <w:t>265.4027</w:t>
      </w:r>
      <w:r>
        <w:tab/>
        <w:t>1.051e0</w:t>
      </w:r>
    </w:p>
    <w:p w:rsidR="00557788" w:rsidRDefault="00557788" w:rsidP="00557788">
      <w:r>
        <w:t>265.4162</w:t>
      </w:r>
      <w:r>
        <w:tab/>
        <w:t>1.013e0</w:t>
      </w:r>
    </w:p>
    <w:p w:rsidR="00557788" w:rsidRDefault="00557788" w:rsidP="00557788">
      <w:r>
        <w:t>265.4377</w:t>
      </w:r>
      <w:r>
        <w:tab/>
        <w:t>1.013e0</w:t>
      </w:r>
    </w:p>
    <w:p w:rsidR="00557788" w:rsidRDefault="00557788" w:rsidP="00557788">
      <w:r>
        <w:t>265.4554</w:t>
      </w:r>
      <w:r>
        <w:tab/>
        <w:t>1.266e-2</w:t>
      </w:r>
    </w:p>
    <w:p w:rsidR="00557788" w:rsidRDefault="00557788" w:rsidP="00557788">
      <w:r>
        <w:t>265.4583</w:t>
      </w:r>
      <w:r>
        <w:tab/>
        <w:t>2.532e-2</w:t>
      </w:r>
    </w:p>
    <w:p w:rsidR="00557788" w:rsidRDefault="00557788" w:rsidP="00557788">
      <w:r>
        <w:t>265.4839</w:t>
      </w:r>
      <w:r>
        <w:tab/>
        <w:t>2.347e0</w:t>
      </w:r>
    </w:p>
    <w:p w:rsidR="00557788" w:rsidRDefault="00557788" w:rsidP="00557788">
      <w:r>
        <w:t>265.4898</w:t>
      </w:r>
      <w:r>
        <w:tab/>
        <w:t>3.798e-2</w:t>
      </w:r>
    </w:p>
    <w:p w:rsidR="00557788" w:rsidRDefault="00557788" w:rsidP="00557788">
      <w:r>
        <w:t>265.4986</w:t>
      </w:r>
      <w:r>
        <w:tab/>
        <w:t>1.025e0</w:t>
      </w:r>
    </w:p>
    <w:p w:rsidR="00557788" w:rsidRDefault="00557788" w:rsidP="00557788">
      <w:r>
        <w:t>265.5192</w:t>
      </w:r>
      <w:r>
        <w:tab/>
        <w:t>2.025e0</w:t>
      </w:r>
    </w:p>
    <w:p w:rsidR="00557788" w:rsidRDefault="00557788" w:rsidP="00557788">
      <w:r>
        <w:t>265.5240</w:t>
      </w:r>
      <w:r>
        <w:tab/>
        <w:t>4.633e0</w:t>
      </w:r>
    </w:p>
    <w:p w:rsidR="00557788" w:rsidRDefault="00557788" w:rsidP="00557788">
      <w:r>
        <w:t>265.5340</w:t>
      </w:r>
      <w:r>
        <w:tab/>
        <w:t>5.063e0</w:t>
      </w:r>
    </w:p>
    <w:p w:rsidR="00557788" w:rsidRDefault="00557788" w:rsidP="00557788">
      <w:r>
        <w:t>265.5461</w:t>
      </w:r>
      <w:r>
        <w:tab/>
        <w:t>1.013e0</w:t>
      </w:r>
    </w:p>
    <w:p w:rsidR="00557788" w:rsidRDefault="00557788" w:rsidP="00557788">
      <w:r>
        <w:t>265.5676</w:t>
      </w:r>
      <w:r>
        <w:tab/>
        <w:t>2.532e-2</w:t>
      </w:r>
    </w:p>
    <w:p w:rsidR="00557788" w:rsidRDefault="00557788" w:rsidP="00557788">
      <w:r>
        <w:t>265.5710</w:t>
      </w:r>
      <w:r>
        <w:tab/>
        <w:t>1.051e0</w:t>
      </w:r>
    </w:p>
    <w:p w:rsidR="00557788" w:rsidRDefault="00557788" w:rsidP="00557788">
      <w:r>
        <w:t>265.5731</w:t>
      </w:r>
      <w:r>
        <w:tab/>
        <w:t>3.267e0</w:t>
      </w:r>
    </w:p>
    <w:p w:rsidR="00557788" w:rsidRDefault="00557788" w:rsidP="00557788">
      <w:r>
        <w:lastRenderedPageBreak/>
        <w:t>265.5903</w:t>
      </w:r>
      <w:r>
        <w:tab/>
        <w:t>2.532e-2</w:t>
      </w:r>
    </w:p>
    <w:p w:rsidR="00557788" w:rsidRDefault="00557788" w:rsidP="00557788">
      <w:r>
        <w:t>265.6002</w:t>
      </w:r>
      <w:r>
        <w:tab/>
        <w:t>3.038e0</w:t>
      </w:r>
    </w:p>
    <w:p w:rsidR="00557788" w:rsidRDefault="00557788" w:rsidP="00557788">
      <w:r>
        <w:t>265.6157</w:t>
      </w:r>
      <w:r>
        <w:tab/>
        <w:t>1.266e-2</w:t>
      </w:r>
    </w:p>
    <w:p w:rsidR="00557788" w:rsidRDefault="00557788" w:rsidP="00557788">
      <w:r>
        <w:t>265.6238</w:t>
      </w:r>
      <w:r>
        <w:tab/>
        <w:t>1.266e-2</w:t>
      </w:r>
    </w:p>
    <w:p w:rsidR="00557788" w:rsidRDefault="00557788" w:rsidP="00557788">
      <w:r>
        <w:t>265.6279</w:t>
      </w:r>
      <w:r>
        <w:tab/>
        <w:t>1.038e0</w:t>
      </w:r>
    </w:p>
    <w:p w:rsidR="00557788" w:rsidRDefault="00557788" w:rsidP="00557788">
      <w:r>
        <w:t>265.6302</w:t>
      </w:r>
      <w:r>
        <w:tab/>
        <w:t>1.051e0</w:t>
      </w:r>
    </w:p>
    <w:p w:rsidR="00557788" w:rsidRDefault="00557788" w:rsidP="00557788">
      <w:r>
        <w:t>265.6467</w:t>
      </w:r>
      <w:r>
        <w:tab/>
        <w:t>1.266e-2</w:t>
      </w:r>
    </w:p>
    <w:p w:rsidR="00557788" w:rsidRDefault="00557788" w:rsidP="00557788">
      <w:r>
        <w:t>265.6664</w:t>
      </w:r>
      <w:r>
        <w:tab/>
        <w:t>1.266e-2</w:t>
      </w:r>
    </w:p>
    <w:p w:rsidR="00557788" w:rsidRDefault="00557788" w:rsidP="00557788">
      <w:r>
        <w:t>265.6698</w:t>
      </w:r>
      <w:r>
        <w:tab/>
        <w:t>3.394e0</w:t>
      </w:r>
    </w:p>
    <w:p w:rsidR="00557788" w:rsidRDefault="00557788" w:rsidP="00557788">
      <w:r>
        <w:t>265.6712</w:t>
      </w:r>
      <w:r>
        <w:tab/>
        <w:t>1.013e0</w:t>
      </w:r>
    </w:p>
    <w:p w:rsidR="00557788" w:rsidRDefault="00557788" w:rsidP="00557788">
      <w:r>
        <w:t>265.6781</w:t>
      </w:r>
      <w:r>
        <w:tab/>
        <w:t>3.038e0</w:t>
      </w:r>
    </w:p>
    <w:p w:rsidR="00557788" w:rsidRDefault="00557788" w:rsidP="00557788">
      <w:r>
        <w:t>265.6816</w:t>
      </w:r>
      <w:r>
        <w:tab/>
        <w:t>3.038e0</w:t>
      </w:r>
    </w:p>
    <w:p w:rsidR="00557788" w:rsidRDefault="00557788" w:rsidP="00557788">
      <w:r>
        <w:t>265.7154</w:t>
      </w:r>
      <w:r>
        <w:tab/>
        <w:t>1.013e0</w:t>
      </w:r>
    </w:p>
    <w:p w:rsidR="00557788" w:rsidRDefault="00557788" w:rsidP="00557788">
      <w:r>
        <w:t>265.7323</w:t>
      </w:r>
      <w:r>
        <w:tab/>
        <w:t>1.013e0</w:t>
      </w:r>
    </w:p>
    <w:p w:rsidR="00557788" w:rsidRDefault="00557788" w:rsidP="00557788">
      <w:r>
        <w:t>265.7363</w:t>
      </w:r>
      <w:r>
        <w:tab/>
        <w:t>1.013e0</w:t>
      </w:r>
    </w:p>
    <w:p w:rsidR="00557788" w:rsidRDefault="00557788" w:rsidP="00557788">
      <w:r>
        <w:t>265.7514</w:t>
      </w:r>
      <w:r>
        <w:tab/>
        <w:t>2.532e-2</w:t>
      </w:r>
    </w:p>
    <w:p w:rsidR="00557788" w:rsidRDefault="00557788" w:rsidP="00557788">
      <w:r>
        <w:t>265.7539</w:t>
      </w:r>
      <w:r>
        <w:tab/>
        <w:t>2.025e0</w:t>
      </w:r>
    </w:p>
    <w:p w:rsidR="00557788" w:rsidRDefault="00557788" w:rsidP="00557788">
      <w:r>
        <w:t>265.7792</w:t>
      </w:r>
      <w:r>
        <w:tab/>
        <w:t>1.266e-2</w:t>
      </w:r>
    </w:p>
    <w:p w:rsidR="00557788" w:rsidRDefault="00557788" w:rsidP="00557788">
      <w:r>
        <w:t>265.7812</w:t>
      </w:r>
      <w:r>
        <w:tab/>
        <w:t>2.025e0</w:t>
      </w:r>
    </w:p>
    <w:p w:rsidR="00557788" w:rsidRDefault="00557788" w:rsidP="00557788">
      <w:r>
        <w:lastRenderedPageBreak/>
        <w:t>265.7888</w:t>
      </w:r>
      <w:r>
        <w:tab/>
        <w:t>4.051e0</w:t>
      </w:r>
    </w:p>
    <w:p w:rsidR="00557788" w:rsidRDefault="00557788" w:rsidP="00557788">
      <w:r>
        <w:t>265.8036</w:t>
      </w:r>
      <w:r>
        <w:tab/>
        <w:t>4.076e0</w:t>
      </w:r>
    </w:p>
    <w:p w:rsidR="00557788" w:rsidRDefault="00557788" w:rsidP="00557788">
      <w:r>
        <w:t>265.8059</w:t>
      </w:r>
      <w:r>
        <w:tab/>
        <w:t>2.025e0</w:t>
      </w:r>
    </w:p>
    <w:p w:rsidR="00557788" w:rsidRDefault="00557788" w:rsidP="00557788">
      <w:r>
        <w:t>265.8099</w:t>
      </w:r>
      <w:r>
        <w:tab/>
        <w:t>1.013e0</w:t>
      </w:r>
    </w:p>
    <w:p w:rsidR="00557788" w:rsidRDefault="00557788" w:rsidP="00557788">
      <w:r>
        <w:t>265.8145</w:t>
      </w:r>
      <w:r>
        <w:tab/>
        <w:t>1.025e0</w:t>
      </w:r>
    </w:p>
    <w:p w:rsidR="00557788" w:rsidRDefault="00557788" w:rsidP="00557788">
      <w:r>
        <w:t>265.8185</w:t>
      </w:r>
      <w:r>
        <w:tab/>
        <w:t>1.013e0</w:t>
      </w:r>
    </w:p>
    <w:p w:rsidR="00557788" w:rsidRDefault="00557788" w:rsidP="00557788">
      <w:r>
        <w:t>265.8233</w:t>
      </w:r>
      <w:r>
        <w:tab/>
        <w:t>1.266e-2</w:t>
      </w:r>
    </w:p>
    <w:p w:rsidR="00557788" w:rsidRDefault="00557788" w:rsidP="00557788">
      <w:r>
        <w:t>265.8282</w:t>
      </w:r>
      <w:r>
        <w:tab/>
        <w:t>1.013e0</w:t>
      </w:r>
    </w:p>
    <w:p w:rsidR="00557788" w:rsidRDefault="00557788" w:rsidP="00557788">
      <w:r>
        <w:t>265.8367</w:t>
      </w:r>
      <w:r>
        <w:tab/>
        <w:t>2.532e-2</w:t>
      </w:r>
    </w:p>
    <w:p w:rsidR="00557788" w:rsidRDefault="00557788" w:rsidP="00557788">
      <w:r>
        <w:t>265.8488</w:t>
      </w:r>
      <w:r>
        <w:tab/>
        <w:t>1.266e-2</w:t>
      </w:r>
    </w:p>
    <w:p w:rsidR="00557788" w:rsidRDefault="00557788" w:rsidP="00557788">
      <w:r>
        <w:t>265.8666</w:t>
      </w:r>
      <w:r>
        <w:tab/>
        <w:t>2.025e0</w:t>
      </w:r>
    </w:p>
    <w:p w:rsidR="00557788" w:rsidRDefault="00557788" w:rsidP="00557788">
      <w:r>
        <w:t>265.8699</w:t>
      </w:r>
      <w:r>
        <w:tab/>
        <w:t>2.532e-2</w:t>
      </w:r>
    </w:p>
    <w:p w:rsidR="00557788" w:rsidRDefault="00557788" w:rsidP="00557788">
      <w:r>
        <w:t>265.8836</w:t>
      </w:r>
      <w:r>
        <w:tab/>
        <w:t>2.025e0</w:t>
      </w:r>
    </w:p>
    <w:p w:rsidR="00557788" w:rsidRDefault="00557788" w:rsidP="00557788">
      <w:r>
        <w:t>265.8895</w:t>
      </w:r>
      <w:r>
        <w:tab/>
        <w:t>2.025e0</w:t>
      </w:r>
    </w:p>
    <w:p w:rsidR="00557788" w:rsidRDefault="00557788" w:rsidP="00557788">
      <w:r>
        <w:t>265.9019</w:t>
      </w:r>
      <w:r>
        <w:tab/>
        <w:t>1.266e-2</w:t>
      </w:r>
    </w:p>
    <w:p w:rsidR="00557788" w:rsidRDefault="00557788" w:rsidP="00557788">
      <w:r>
        <w:t>265.9066</w:t>
      </w:r>
      <w:r>
        <w:tab/>
        <w:t>2.025e0</w:t>
      </w:r>
    </w:p>
    <w:p w:rsidR="00557788" w:rsidRDefault="00557788" w:rsidP="00557788">
      <w:r>
        <w:t>265.9077</w:t>
      </w:r>
      <w:r>
        <w:tab/>
        <w:t>3.038e0</w:t>
      </w:r>
    </w:p>
    <w:p w:rsidR="00557788" w:rsidRDefault="00557788" w:rsidP="00557788">
      <w:r>
        <w:t>265.9257</w:t>
      </w:r>
      <w:r>
        <w:tab/>
        <w:t>2.025e0</w:t>
      </w:r>
    </w:p>
    <w:p w:rsidR="00557788" w:rsidRDefault="00557788" w:rsidP="00557788">
      <w:r>
        <w:t>265.9412</w:t>
      </w:r>
      <w:r>
        <w:tab/>
        <w:t>2.025e0</w:t>
      </w:r>
    </w:p>
    <w:p w:rsidR="00557788" w:rsidRDefault="00557788" w:rsidP="00557788">
      <w:r>
        <w:lastRenderedPageBreak/>
        <w:t>265.9474</w:t>
      </w:r>
      <w:r>
        <w:tab/>
        <w:t>2.025e0</w:t>
      </w:r>
    </w:p>
    <w:p w:rsidR="00557788" w:rsidRDefault="00557788" w:rsidP="00557788">
      <w:r>
        <w:t>265.9629</w:t>
      </w:r>
      <w:r>
        <w:tab/>
        <w:t>2.592e0</w:t>
      </w:r>
    </w:p>
    <w:p w:rsidR="00557788" w:rsidRDefault="00557788" w:rsidP="00557788">
      <w:r>
        <w:t>265.9662</w:t>
      </w:r>
      <w:r>
        <w:tab/>
        <w:t>4.734e0</w:t>
      </w:r>
    </w:p>
    <w:p w:rsidR="00557788" w:rsidRDefault="00557788" w:rsidP="00557788">
      <w:r>
        <w:t>265.9733</w:t>
      </w:r>
      <w:r>
        <w:tab/>
        <w:t>6.076e0</w:t>
      </w:r>
    </w:p>
    <w:p w:rsidR="00557788" w:rsidRDefault="00557788" w:rsidP="00557788">
      <w:r>
        <w:t>265.9773</w:t>
      </w:r>
      <w:r>
        <w:tab/>
        <w:t>5.063e0</w:t>
      </w:r>
    </w:p>
    <w:p w:rsidR="00557788" w:rsidRDefault="00557788" w:rsidP="00557788">
      <w:r>
        <w:t>265.9785</w:t>
      </w:r>
      <w:r>
        <w:tab/>
        <w:t>4.051e0</w:t>
      </w:r>
    </w:p>
    <w:p w:rsidR="00557788" w:rsidRDefault="00557788" w:rsidP="00557788">
      <w:r>
        <w:t>265.9830</w:t>
      </w:r>
      <w:r>
        <w:tab/>
        <w:t>2.025e0</w:t>
      </w:r>
    </w:p>
    <w:p w:rsidR="00557788" w:rsidRDefault="00557788" w:rsidP="00557788">
      <w:r>
        <w:t>266.0021</w:t>
      </w:r>
      <w:r>
        <w:tab/>
        <w:t>3.169e0</w:t>
      </w:r>
    </w:p>
    <w:p w:rsidR="00557788" w:rsidRDefault="00557788" w:rsidP="00557788">
      <w:r>
        <w:t>266.0331</w:t>
      </w:r>
      <w:r>
        <w:tab/>
        <w:t>5.965e0</w:t>
      </w:r>
    </w:p>
    <w:p w:rsidR="00557788" w:rsidRDefault="00557788" w:rsidP="00557788">
      <w:r>
        <w:t>266.0349</w:t>
      </w:r>
      <w:r>
        <w:tab/>
        <w:t>1.013e0</w:t>
      </w:r>
    </w:p>
    <w:p w:rsidR="00557788" w:rsidRDefault="00557788" w:rsidP="00557788">
      <w:r>
        <w:t>266.0416</w:t>
      </w:r>
      <w:r>
        <w:tab/>
        <w:t>1.729e0</w:t>
      </w:r>
    </w:p>
    <w:p w:rsidR="00557788" w:rsidRDefault="00557788" w:rsidP="00557788">
      <w:r>
        <w:t>266.0731</w:t>
      </w:r>
      <w:r>
        <w:tab/>
        <w:t>4.875e0</w:t>
      </w:r>
    </w:p>
    <w:p w:rsidR="00557788" w:rsidRDefault="00557788" w:rsidP="00557788">
      <w:r>
        <w:t>266.0892</w:t>
      </w:r>
      <w:r>
        <w:tab/>
        <w:t>2.188e0</w:t>
      </w:r>
    </w:p>
    <w:p w:rsidR="00557788" w:rsidRDefault="00557788" w:rsidP="00557788">
      <w:r>
        <w:t>266.0903</w:t>
      </w:r>
      <w:r>
        <w:tab/>
        <w:t>1.580e0</w:t>
      </w:r>
    </w:p>
    <w:p w:rsidR="00557788" w:rsidRDefault="00557788" w:rsidP="00557788">
      <w:r>
        <w:t>266.1001</w:t>
      </w:r>
      <w:r>
        <w:tab/>
        <w:t>1.892e0</w:t>
      </w:r>
    </w:p>
    <w:p w:rsidR="00557788" w:rsidRDefault="00557788" w:rsidP="00557788">
      <w:r>
        <w:t>266.1063</w:t>
      </w:r>
      <w:r>
        <w:tab/>
        <w:t>3.005e0</w:t>
      </w:r>
    </w:p>
    <w:p w:rsidR="00557788" w:rsidRDefault="00557788" w:rsidP="00557788">
      <w:r>
        <w:t>266.1308</w:t>
      </w:r>
      <w:r>
        <w:tab/>
        <w:t>1.925e0</w:t>
      </w:r>
    </w:p>
    <w:p w:rsidR="00557788" w:rsidRDefault="00557788" w:rsidP="00557788">
      <w:r>
        <w:t>266.1377</w:t>
      </w:r>
      <w:r>
        <w:tab/>
        <w:t>1.731e0</w:t>
      </w:r>
    </w:p>
    <w:p w:rsidR="00557788" w:rsidRDefault="00557788" w:rsidP="00557788">
      <w:r>
        <w:t>266.1448</w:t>
      </w:r>
      <w:r>
        <w:tab/>
        <w:t>1.157e0</w:t>
      </w:r>
    </w:p>
    <w:p w:rsidR="00557788" w:rsidRDefault="00557788" w:rsidP="00557788">
      <w:r>
        <w:lastRenderedPageBreak/>
        <w:t>266.1552</w:t>
      </w:r>
      <w:r>
        <w:tab/>
        <w:t>2.258e0</w:t>
      </w:r>
    </w:p>
    <w:p w:rsidR="00557788" w:rsidRDefault="00557788" w:rsidP="00557788">
      <w:r>
        <w:t>266.1693</w:t>
      </w:r>
      <w:r>
        <w:tab/>
        <w:t>5.139e0</w:t>
      </w:r>
    </w:p>
    <w:p w:rsidR="00557788" w:rsidRDefault="00557788" w:rsidP="00557788">
      <w:r>
        <w:t>266.1831</w:t>
      </w:r>
      <w:r>
        <w:tab/>
        <w:t>3.933e0</w:t>
      </w:r>
    </w:p>
    <w:p w:rsidR="00557788" w:rsidRDefault="00557788" w:rsidP="00557788">
      <w:r>
        <w:t>266.1848</w:t>
      </w:r>
      <w:r>
        <w:tab/>
        <w:t>2.064e0</w:t>
      </w:r>
    </w:p>
    <w:p w:rsidR="00557788" w:rsidRDefault="00557788" w:rsidP="00557788">
      <w:r>
        <w:t>266.1885</w:t>
      </w:r>
      <w:r>
        <w:tab/>
        <w:t>4.069e0</w:t>
      </w:r>
    </w:p>
    <w:p w:rsidR="00557788" w:rsidRDefault="00557788" w:rsidP="00557788">
      <w:r>
        <w:t>266.1918</w:t>
      </w:r>
      <w:r>
        <w:tab/>
        <w:t>2.051e0</w:t>
      </w:r>
    </w:p>
    <w:p w:rsidR="00557788" w:rsidRDefault="00557788" w:rsidP="00557788">
      <w:r>
        <w:t>266.2112</w:t>
      </w:r>
      <w:r>
        <w:tab/>
        <w:t>3.993e0</w:t>
      </w:r>
    </w:p>
    <w:p w:rsidR="00557788" w:rsidRDefault="00557788" w:rsidP="00557788">
      <w:r>
        <w:t>266.2132</w:t>
      </w:r>
      <w:r>
        <w:tab/>
        <w:t>2.038e0</w:t>
      </w:r>
    </w:p>
    <w:p w:rsidR="00557788" w:rsidRDefault="00557788" w:rsidP="00557788">
      <w:r>
        <w:t>266.2244</w:t>
      </w:r>
      <w:r>
        <w:tab/>
        <w:t>2.248e0</w:t>
      </w:r>
    </w:p>
    <w:p w:rsidR="00557788" w:rsidRDefault="00557788" w:rsidP="00557788">
      <w:r>
        <w:t>266.2280</w:t>
      </w:r>
      <w:r>
        <w:tab/>
        <w:t>1.253e1</w:t>
      </w:r>
    </w:p>
    <w:p w:rsidR="00557788" w:rsidRDefault="00557788" w:rsidP="00557788">
      <w:r>
        <w:t>266.2374</w:t>
      </w:r>
      <w:r>
        <w:tab/>
        <w:t>2.926e-1</w:t>
      </w:r>
    </w:p>
    <w:p w:rsidR="00557788" w:rsidRDefault="00557788" w:rsidP="00557788">
      <w:r>
        <w:t>266.2697</w:t>
      </w:r>
      <w:r>
        <w:tab/>
        <w:t>3.038e0</w:t>
      </w:r>
    </w:p>
    <w:p w:rsidR="00557788" w:rsidRDefault="00557788" w:rsidP="00557788">
      <w:r>
        <w:t>266.2743</w:t>
      </w:r>
      <w:r>
        <w:tab/>
        <w:t>9.785e-1</w:t>
      </w:r>
    </w:p>
    <w:p w:rsidR="00557788" w:rsidRDefault="00557788" w:rsidP="00557788">
      <w:r>
        <w:t>266.2769</w:t>
      </w:r>
      <w:r>
        <w:tab/>
        <w:t>2.025e0</w:t>
      </w:r>
    </w:p>
    <w:p w:rsidR="00557788" w:rsidRDefault="00557788" w:rsidP="00557788">
      <w:r>
        <w:t>266.2942</w:t>
      </w:r>
      <w:r>
        <w:tab/>
        <w:t>2.025e0</w:t>
      </w:r>
    </w:p>
    <w:p w:rsidR="00557788" w:rsidRDefault="00557788" w:rsidP="00557788">
      <w:r>
        <w:t>266.3001</w:t>
      </w:r>
      <w:r>
        <w:tab/>
        <w:t>4.051e0</w:t>
      </w:r>
    </w:p>
    <w:p w:rsidR="00557788" w:rsidRDefault="00557788" w:rsidP="00557788">
      <w:r>
        <w:t>266.3044</w:t>
      </w:r>
      <w:r>
        <w:tab/>
        <w:t>2.025e0</w:t>
      </w:r>
    </w:p>
    <w:p w:rsidR="00557788" w:rsidRDefault="00557788" w:rsidP="00557788">
      <w:r>
        <w:t>266.3097</w:t>
      </w:r>
      <w:r>
        <w:tab/>
        <w:t>1.266e-2</w:t>
      </w:r>
    </w:p>
    <w:p w:rsidR="00557788" w:rsidRDefault="00557788" w:rsidP="00557788">
      <w:r>
        <w:t>266.3118</w:t>
      </w:r>
      <w:r>
        <w:tab/>
        <w:t>1.038e0</w:t>
      </w:r>
    </w:p>
    <w:p w:rsidR="00557788" w:rsidRDefault="00557788" w:rsidP="00557788">
      <w:r>
        <w:lastRenderedPageBreak/>
        <w:t>266.3198</w:t>
      </w:r>
      <w:r>
        <w:tab/>
        <w:t>2.025e0</w:t>
      </w:r>
    </w:p>
    <w:p w:rsidR="00557788" w:rsidRDefault="00557788" w:rsidP="00557788">
      <w:r>
        <w:t>266.3209</w:t>
      </w:r>
      <w:r>
        <w:tab/>
        <w:t>3.038e0</w:t>
      </w:r>
    </w:p>
    <w:p w:rsidR="00557788" w:rsidRDefault="00557788" w:rsidP="00557788">
      <w:r>
        <w:t>266.3248</w:t>
      </w:r>
      <w:r>
        <w:tab/>
        <w:t>1.038e0</w:t>
      </w:r>
    </w:p>
    <w:p w:rsidR="00557788" w:rsidRDefault="00557788" w:rsidP="00557788">
      <w:r>
        <w:t>266.3258</w:t>
      </w:r>
      <w:r>
        <w:tab/>
        <w:t>1.013e0</w:t>
      </w:r>
    </w:p>
    <w:p w:rsidR="00557788" w:rsidRDefault="00557788" w:rsidP="00557788">
      <w:r>
        <w:t>266.3297</w:t>
      </w:r>
      <w:r>
        <w:tab/>
        <w:t>1.266e-2</w:t>
      </w:r>
    </w:p>
    <w:p w:rsidR="00557788" w:rsidRDefault="00557788" w:rsidP="00557788">
      <w:r>
        <w:t>266.3511</w:t>
      </w:r>
      <w:r>
        <w:tab/>
        <w:t>3.038e0</w:t>
      </w:r>
    </w:p>
    <w:p w:rsidR="00557788" w:rsidRDefault="00557788" w:rsidP="00557788">
      <w:r>
        <w:t>266.3607</w:t>
      </w:r>
      <w:r>
        <w:tab/>
        <w:t>2.025e0</w:t>
      </w:r>
    </w:p>
    <w:p w:rsidR="00557788" w:rsidRDefault="00557788" w:rsidP="00557788">
      <w:r>
        <w:t>266.3834</w:t>
      </w:r>
      <w:r>
        <w:tab/>
        <w:t>1.013e0</w:t>
      </w:r>
    </w:p>
    <w:p w:rsidR="00557788" w:rsidRDefault="00557788" w:rsidP="00557788">
      <w:r>
        <w:t>266.3875</w:t>
      </w:r>
      <w:r>
        <w:tab/>
        <w:t>1.013e0</w:t>
      </w:r>
    </w:p>
    <w:p w:rsidR="00557788" w:rsidRDefault="00557788" w:rsidP="00557788">
      <w:r>
        <w:t>266.4110</w:t>
      </w:r>
      <w:r>
        <w:tab/>
        <w:t>3.798e-2</w:t>
      </w:r>
    </w:p>
    <w:p w:rsidR="00557788" w:rsidRDefault="00557788" w:rsidP="00557788">
      <w:r>
        <w:t>266.4188</w:t>
      </w:r>
      <w:r>
        <w:tab/>
        <w:t>2.038e0</w:t>
      </w:r>
    </w:p>
    <w:p w:rsidR="00557788" w:rsidRDefault="00557788" w:rsidP="00557788">
      <w:r>
        <w:t>266.4304</w:t>
      </w:r>
      <w:r>
        <w:tab/>
        <w:t>1.266e-2</w:t>
      </w:r>
    </w:p>
    <w:p w:rsidR="00557788" w:rsidRDefault="00557788" w:rsidP="00557788">
      <w:r>
        <w:t>266.4384</w:t>
      </w:r>
      <w:r>
        <w:tab/>
        <w:t>1.038e0</w:t>
      </w:r>
    </w:p>
    <w:p w:rsidR="00557788" w:rsidRDefault="00557788" w:rsidP="00557788">
      <w:r>
        <w:t>266.4572</w:t>
      </w:r>
      <w:r>
        <w:tab/>
        <w:t>1.013e0</w:t>
      </w:r>
    </w:p>
    <w:p w:rsidR="00557788" w:rsidRDefault="00557788" w:rsidP="00557788">
      <w:r>
        <w:t>266.4593</w:t>
      </w:r>
      <w:r>
        <w:tab/>
        <w:t>1.038e0</w:t>
      </w:r>
    </w:p>
    <w:p w:rsidR="00557788" w:rsidRDefault="00557788" w:rsidP="00557788">
      <w:r>
        <w:t>266.4613</w:t>
      </w:r>
      <w:r>
        <w:tab/>
        <w:t>2.025e0</w:t>
      </w:r>
    </w:p>
    <w:p w:rsidR="00557788" w:rsidRDefault="00557788" w:rsidP="00557788">
      <w:r>
        <w:t>266.4651</w:t>
      </w:r>
      <w:r>
        <w:tab/>
        <w:t>4.075e0</w:t>
      </w:r>
    </w:p>
    <w:p w:rsidR="00557788" w:rsidRDefault="00557788" w:rsidP="00557788">
      <w:r>
        <w:t>266.4867</w:t>
      </w:r>
      <w:r>
        <w:tab/>
        <w:t>1.266e-2</w:t>
      </w:r>
    </w:p>
    <w:p w:rsidR="00557788" w:rsidRDefault="00557788" w:rsidP="00557788">
      <w:r>
        <w:t>266.5061</w:t>
      </w:r>
      <w:r>
        <w:tab/>
        <w:t>2.025e0</w:t>
      </w:r>
    </w:p>
    <w:p w:rsidR="00557788" w:rsidRDefault="00557788" w:rsidP="00557788">
      <w:r>
        <w:lastRenderedPageBreak/>
        <w:t>266.5162</w:t>
      </w:r>
      <w:r>
        <w:tab/>
        <w:t>2.025e0</w:t>
      </w:r>
    </w:p>
    <w:p w:rsidR="00557788" w:rsidRDefault="00557788" w:rsidP="00557788">
      <w:r>
        <w:t>266.5211</w:t>
      </w:r>
      <w:r>
        <w:tab/>
        <w:t>1.025e0</w:t>
      </w:r>
    </w:p>
    <w:p w:rsidR="00557788" w:rsidRDefault="00557788" w:rsidP="00557788">
      <w:r>
        <w:t>266.5300</w:t>
      </w:r>
      <w:r>
        <w:tab/>
        <w:t>6.076e0</w:t>
      </w:r>
    </w:p>
    <w:p w:rsidR="00557788" w:rsidRDefault="00557788" w:rsidP="00557788">
      <w:r>
        <w:t>266.5508</w:t>
      </w:r>
      <w:r>
        <w:tab/>
        <w:t>2.038e0</w:t>
      </w:r>
    </w:p>
    <w:p w:rsidR="00557788" w:rsidRDefault="00557788" w:rsidP="00557788">
      <w:r>
        <w:t>266.5530</w:t>
      </w:r>
      <w:r>
        <w:tab/>
        <w:t>2.025e0</w:t>
      </w:r>
    </w:p>
    <w:p w:rsidR="00557788" w:rsidRDefault="00557788" w:rsidP="00557788">
      <w:r>
        <w:t>266.5621</w:t>
      </w:r>
      <w:r>
        <w:tab/>
        <w:t>2.025e0</w:t>
      </w:r>
    </w:p>
    <w:p w:rsidR="00557788" w:rsidRDefault="00557788" w:rsidP="00557788">
      <w:r>
        <w:t>266.5819</w:t>
      </w:r>
      <w:r>
        <w:tab/>
        <w:t>3.038e0</w:t>
      </w:r>
    </w:p>
    <w:p w:rsidR="00557788" w:rsidRDefault="00557788" w:rsidP="00557788">
      <w:r>
        <w:t>266.5900</w:t>
      </w:r>
      <w:r>
        <w:tab/>
        <w:t>2.532e-2</w:t>
      </w:r>
    </w:p>
    <w:p w:rsidR="00557788" w:rsidRDefault="00557788" w:rsidP="00557788">
      <w:r>
        <w:t>266.6056</w:t>
      </w:r>
      <w:r>
        <w:tab/>
        <w:t>3.038e0</w:t>
      </w:r>
    </w:p>
    <w:p w:rsidR="00557788" w:rsidRDefault="00557788" w:rsidP="00557788">
      <w:r>
        <w:t>266.6087</w:t>
      </w:r>
      <w:r>
        <w:tab/>
        <w:t>1.013e0</w:t>
      </w:r>
    </w:p>
    <w:p w:rsidR="00557788" w:rsidRDefault="00557788" w:rsidP="00557788">
      <w:r>
        <w:t>266.6246</w:t>
      </w:r>
      <w:r>
        <w:tab/>
        <w:t>1.025e0</w:t>
      </w:r>
    </w:p>
    <w:p w:rsidR="00557788" w:rsidRDefault="00557788" w:rsidP="00557788">
      <w:r>
        <w:t>266.6526</w:t>
      </w:r>
      <w:r>
        <w:tab/>
        <w:t>7.089e0</w:t>
      </w:r>
    </w:p>
    <w:p w:rsidR="00557788" w:rsidRDefault="00557788" w:rsidP="00557788">
      <w:r>
        <w:t>266.6620</w:t>
      </w:r>
      <w:r>
        <w:tab/>
        <w:t>2.532e-2</w:t>
      </w:r>
    </w:p>
    <w:p w:rsidR="00557788" w:rsidRDefault="00557788" w:rsidP="00557788">
      <w:r>
        <w:t>266.6646</w:t>
      </w:r>
      <w:r>
        <w:tab/>
        <w:t>3.063e0</w:t>
      </w:r>
    </w:p>
    <w:p w:rsidR="00557788" w:rsidRDefault="00557788" w:rsidP="00557788">
      <w:r>
        <w:t>266.6711</w:t>
      </w:r>
      <w:r>
        <w:tab/>
        <w:t>2.532e-2</w:t>
      </w:r>
    </w:p>
    <w:p w:rsidR="00557788" w:rsidRDefault="00557788" w:rsidP="00557788">
      <w:r>
        <w:t>266.6806</w:t>
      </w:r>
      <w:r>
        <w:tab/>
        <w:t>3.038e0</w:t>
      </w:r>
    </w:p>
    <w:p w:rsidR="00557788" w:rsidRDefault="00557788" w:rsidP="00557788">
      <w:r>
        <w:t>266.6846</w:t>
      </w:r>
      <w:r>
        <w:tab/>
        <w:t>1.051e0</w:t>
      </w:r>
    </w:p>
    <w:p w:rsidR="00557788" w:rsidRDefault="00557788" w:rsidP="00557788">
      <w:r>
        <w:t>266.6985</w:t>
      </w:r>
      <w:r>
        <w:tab/>
        <w:t>6.076e0</w:t>
      </w:r>
    </w:p>
    <w:p w:rsidR="00557788" w:rsidRDefault="00557788" w:rsidP="00557788">
      <w:r>
        <w:t>266.7082</w:t>
      </w:r>
      <w:r>
        <w:tab/>
        <w:t>1.266e-2</w:t>
      </w:r>
    </w:p>
    <w:p w:rsidR="00557788" w:rsidRDefault="00557788" w:rsidP="00557788">
      <w:r>
        <w:lastRenderedPageBreak/>
        <w:t>266.7139</w:t>
      </w:r>
      <w:r>
        <w:tab/>
        <w:t>1.025e0</w:t>
      </w:r>
    </w:p>
    <w:p w:rsidR="00557788" w:rsidRDefault="00557788" w:rsidP="00557788">
      <w:r>
        <w:t>266.7234</w:t>
      </w:r>
      <w:r>
        <w:tab/>
        <w:t>2.025e0</w:t>
      </w:r>
    </w:p>
    <w:p w:rsidR="00557788" w:rsidRDefault="00557788" w:rsidP="00557788">
      <w:r>
        <w:t>266.7274</w:t>
      </w:r>
      <w:r>
        <w:tab/>
        <w:t>3.038e0</w:t>
      </w:r>
    </w:p>
    <w:p w:rsidR="00557788" w:rsidRDefault="00557788" w:rsidP="00557788">
      <w:r>
        <w:t>266.7426</w:t>
      </w:r>
      <w:r>
        <w:tab/>
        <w:t>2.038e0</w:t>
      </w:r>
    </w:p>
    <w:p w:rsidR="00557788" w:rsidRDefault="00557788" w:rsidP="00557788">
      <w:r>
        <w:t>266.7722</w:t>
      </w:r>
      <w:r>
        <w:tab/>
        <w:t>1.013e0</w:t>
      </w:r>
    </w:p>
    <w:p w:rsidR="00557788" w:rsidRDefault="00557788" w:rsidP="00557788">
      <w:r>
        <w:t>266.7743</w:t>
      </w:r>
      <w:r>
        <w:tab/>
        <w:t>2.051e0</w:t>
      </w:r>
    </w:p>
    <w:p w:rsidR="00557788" w:rsidRDefault="00557788" w:rsidP="00557788">
      <w:r>
        <w:t>266.7950</w:t>
      </w:r>
      <w:r>
        <w:tab/>
        <w:t>1.013e0</w:t>
      </w:r>
    </w:p>
    <w:p w:rsidR="00557788" w:rsidRDefault="00557788" w:rsidP="00557788">
      <w:r>
        <w:t>266.7991</w:t>
      </w:r>
      <w:r>
        <w:tab/>
        <w:t>1.266e-2</w:t>
      </w:r>
    </w:p>
    <w:p w:rsidR="00557788" w:rsidRDefault="00557788" w:rsidP="00557788">
      <w:r>
        <w:t>266.8093</w:t>
      </w:r>
      <w:r>
        <w:tab/>
        <w:t>4.051e0</w:t>
      </w:r>
    </w:p>
    <w:p w:rsidR="00557788" w:rsidRDefault="00557788" w:rsidP="00557788">
      <w:r>
        <w:t>266.8165</w:t>
      </w:r>
      <w:r>
        <w:tab/>
        <w:t>1.013e0</w:t>
      </w:r>
    </w:p>
    <w:p w:rsidR="00557788" w:rsidRDefault="00557788" w:rsidP="00557788">
      <w:r>
        <w:t>266.8380</w:t>
      </w:r>
      <w:r>
        <w:tab/>
        <w:t>1.013e0</w:t>
      </w:r>
    </w:p>
    <w:p w:rsidR="00557788" w:rsidRDefault="00557788" w:rsidP="00557788">
      <w:r>
        <w:t>266.8420</w:t>
      </w:r>
      <w:r>
        <w:tab/>
        <w:t>1.013e0</w:t>
      </w:r>
    </w:p>
    <w:p w:rsidR="00557788" w:rsidRDefault="00557788" w:rsidP="00557788">
      <w:r>
        <w:t>266.8559</w:t>
      </w:r>
      <w:r>
        <w:tab/>
        <w:t>1.013e0</w:t>
      </w:r>
    </w:p>
    <w:p w:rsidR="00557788" w:rsidRDefault="00557788" w:rsidP="00557788">
      <w:r>
        <w:t>266.8708</w:t>
      </w:r>
      <w:r>
        <w:tab/>
        <w:t>2.025e0</w:t>
      </w:r>
    </w:p>
    <w:p w:rsidR="00557788" w:rsidRDefault="00557788" w:rsidP="00557788">
      <w:r>
        <w:t>266.8769</w:t>
      </w:r>
      <w:r>
        <w:tab/>
        <w:t>1.013e0</w:t>
      </w:r>
    </w:p>
    <w:p w:rsidR="00557788" w:rsidRDefault="00557788" w:rsidP="00557788">
      <w:r>
        <w:t>266.8826</w:t>
      </w:r>
      <w:r>
        <w:tab/>
        <w:t>3.038e0</w:t>
      </w:r>
    </w:p>
    <w:p w:rsidR="00557788" w:rsidRDefault="00557788" w:rsidP="00557788">
      <w:r>
        <w:t>266.8953</w:t>
      </w:r>
      <w:r>
        <w:tab/>
        <w:t>1.266e-2</w:t>
      </w:r>
    </w:p>
    <w:p w:rsidR="00557788" w:rsidRDefault="00557788" w:rsidP="00557788">
      <w:r>
        <w:t>266.8978</w:t>
      </w:r>
      <w:r>
        <w:tab/>
        <w:t>2.025e0</w:t>
      </w:r>
    </w:p>
    <w:p w:rsidR="00557788" w:rsidRDefault="00557788" w:rsidP="00557788">
      <w:r>
        <w:t>266.9038</w:t>
      </w:r>
      <w:r>
        <w:tab/>
        <w:t>2.025e0</w:t>
      </w:r>
    </w:p>
    <w:p w:rsidR="00557788" w:rsidRDefault="00557788" w:rsidP="00557788">
      <w:r>
        <w:lastRenderedPageBreak/>
        <w:t>266.9332</w:t>
      </w:r>
      <w:r>
        <w:tab/>
        <w:t>3.038e0</w:t>
      </w:r>
    </w:p>
    <w:p w:rsidR="00557788" w:rsidRDefault="00557788" w:rsidP="00557788">
      <w:r>
        <w:t>266.9356</w:t>
      </w:r>
      <w:r>
        <w:tab/>
        <w:t>5.063e0</w:t>
      </w:r>
    </w:p>
    <w:p w:rsidR="00557788" w:rsidRDefault="00557788" w:rsidP="00557788">
      <w:r>
        <w:t>266.9428</w:t>
      </w:r>
      <w:r>
        <w:tab/>
        <w:t>4.752e0</w:t>
      </w:r>
    </w:p>
    <w:p w:rsidR="00557788" w:rsidRDefault="00557788" w:rsidP="00557788">
      <w:r>
        <w:t>266.9598</w:t>
      </w:r>
      <w:r>
        <w:tab/>
        <w:t>5.002e0</w:t>
      </w:r>
    </w:p>
    <w:p w:rsidR="00557788" w:rsidRDefault="00557788" w:rsidP="00557788">
      <w:r>
        <w:t>266.9727</w:t>
      </w:r>
      <w:r>
        <w:tab/>
        <w:t>7.089e0</w:t>
      </w:r>
    </w:p>
    <w:p w:rsidR="00557788" w:rsidRDefault="00557788" w:rsidP="00557788">
      <w:r>
        <w:t>266.9806</w:t>
      </w:r>
      <w:r>
        <w:tab/>
        <w:t>4.661e0</w:t>
      </w:r>
    </w:p>
    <w:p w:rsidR="00557788" w:rsidRDefault="00557788" w:rsidP="00557788">
      <w:r>
        <w:t>267.0135</w:t>
      </w:r>
      <w:r>
        <w:tab/>
        <w:t>2.446e0</w:t>
      </w:r>
    </w:p>
    <w:p w:rsidR="00557788" w:rsidRDefault="00557788" w:rsidP="00557788">
      <w:r>
        <w:t>267.0256</w:t>
      </w:r>
      <w:r>
        <w:tab/>
        <w:t>2.352e0</w:t>
      </w:r>
    </w:p>
    <w:p w:rsidR="00557788" w:rsidRDefault="00557788" w:rsidP="00557788">
      <w:r>
        <w:t>267.0335</w:t>
      </w:r>
      <w:r>
        <w:tab/>
        <w:t>2.596e0</w:t>
      </w:r>
    </w:p>
    <w:p w:rsidR="00557788" w:rsidRDefault="00557788" w:rsidP="00557788">
      <w:r>
        <w:t>267.0357</w:t>
      </w:r>
      <w:r>
        <w:tab/>
        <w:t>2.840e0</w:t>
      </w:r>
    </w:p>
    <w:p w:rsidR="00557788" w:rsidRDefault="00557788" w:rsidP="00557788">
      <w:r>
        <w:t>267.0377</w:t>
      </w:r>
      <w:r>
        <w:tab/>
        <w:t>1.347e0</w:t>
      </w:r>
    </w:p>
    <w:p w:rsidR="00557788" w:rsidRDefault="00557788" w:rsidP="00557788">
      <w:r>
        <w:t>267.0591</w:t>
      </w:r>
      <w:r>
        <w:tab/>
        <w:t>2.317e0</w:t>
      </w:r>
    </w:p>
    <w:p w:rsidR="00557788" w:rsidRDefault="00557788" w:rsidP="00557788">
      <w:r>
        <w:t>267.0863</w:t>
      </w:r>
      <w:r>
        <w:tab/>
        <w:t>1.350e-1</w:t>
      </w:r>
    </w:p>
    <w:p w:rsidR="00557788" w:rsidRDefault="00557788" w:rsidP="00557788">
      <w:r>
        <w:t>267.0951</w:t>
      </w:r>
      <w:r>
        <w:tab/>
        <w:t>3.202e0</w:t>
      </w:r>
    </w:p>
    <w:p w:rsidR="00557788" w:rsidRDefault="00557788" w:rsidP="00557788">
      <w:r>
        <w:t>267.1098</w:t>
      </w:r>
      <w:r>
        <w:tab/>
        <w:t>6.262e0</w:t>
      </w:r>
    </w:p>
    <w:p w:rsidR="00557788" w:rsidRDefault="00557788" w:rsidP="00557788">
      <w:r>
        <w:t>267.1258</w:t>
      </w:r>
      <w:r>
        <w:tab/>
        <w:t>1.665e1</w:t>
      </w:r>
    </w:p>
    <w:p w:rsidR="00557788" w:rsidRDefault="00557788" w:rsidP="00557788">
      <w:r>
        <w:t>267.1338</w:t>
      </w:r>
      <w:r>
        <w:tab/>
        <w:t>3.173e0</w:t>
      </w:r>
    </w:p>
    <w:p w:rsidR="00557788" w:rsidRDefault="00557788" w:rsidP="00557788">
      <w:r>
        <w:t>267.1353</w:t>
      </w:r>
      <w:r>
        <w:tab/>
        <w:t>1.628e1</w:t>
      </w:r>
    </w:p>
    <w:p w:rsidR="00557788" w:rsidRDefault="00557788" w:rsidP="00557788">
      <w:r>
        <w:t>267.1442</w:t>
      </w:r>
      <w:r>
        <w:tab/>
        <w:t>1.101e1</w:t>
      </w:r>
    </w:p>
    <w:p w:rsidR="00557788" w:rsidRDefault="00557788" w:rsidP="00557788">
      <w:r>
        <w:lastRenderedPageBreak/>
        <w:t>267.1532</w:t>
      </w:r>
      <w:r>
        <w:tab/>
        <w:t>2.721e0</w:t>
      </w:r>
    </w:p>
    <w:p w:rsidR="00557788" w:rsidRDefault="00557788" w:rsidP="00557788">
      <w:r>
        <w:t>267.1547</w:t>
      </w:r>
      <w:r>
        <w:tab/>
        <w:t>4.713e0</w:t>
      </w:r>
    </w:p>
    <w:p w:rsidR="00557788" w:rsidRDefault="00557788" w:rsidP="00557788">
      <w:r>
        <w:t>267.1559</w:t>
      </w:r>
      <w:r>
        <w:tab/>
        <w:t>1.661e1</w:t>
      </w:r>
    </w:p>
    <w:p w:rsidR="00557788" w:rsidRDefault="00557788" w:rsidP="00557788">
      <w:r>
        <w:t>267.1661</w:t>
      </w:r>
      <w:r>
        <w:tab/>
        <w:t>1.683e0</w:t>
      </w:r>
    </w:p>
    <w:p w:rsidR="00557788" w:rsidRDefault="00557788" w:rsidP="00557788">
      <w:r>
        <w:t>267.1726</w:t>
      </w:r>
      <w:r>
        <w:tab/>
        <w:t>7.812e0</w:t>
      </w:r>
    </w:p>
    <w:p w:rsidR="00557788" w:rsidRDefault="00557788" w:rsidP="00557788">
      <w:r>
        <w:t>267.1844</w:t>
      </w:r>
      <w:r>
        <w:tab/>
        <w:t>3.518e0</w:t>
      </w:r>
    </w:p>
    <w:p w:rsidR="00557788" w:rsidRDefault="00557788" w:rsidP="00557788">
      <w:r>
        <w:t>267.1920</w:t>
      </w:r>
      <w:r>
        <w:tab/>
        <w:t>2.257e0</w:t>
      </w:r>
    </w:p>
    <w:p w:rsidR="00557788" w:rsidRDefault="00557788" w:rsidP="00557788">
      <w:r>
        <w:t>267.2014</w:t>
      </w:r>
      <w:r>
        <w:tab/>
        <w:t>1.289e0</w:t>
      </w:r>
    </w:p>
    <w:p w:rsidR="00557788" w:rsidRDefault="00557788" w:rsidP="00557788">
      <w:r>
        <w:t>267.2125</w:t>
      </w:r>
      <w:r>
        <w:tab/>
        <w:t>3.195e0</w:t>
      </w:r>
    </w:p>
    <w:p w:rsidR="00557788" w:rsidRDefault="00557788" w:rsidP="00557788">
      <w:r>
        <w:t>267.2275</w:t>
      </w:r>
      <w:r>
        <w:tab/>
        <w:t>9.275e-1</w:t>
      </w:r>
    </w:p>
    <w:p w:rsidR="00557788" w:rsidRDefault="00557788" w:rsidP="00557788">
      <w:r>
        <w:t>267.2327</w:t>
      </w:r>
      <w:r>
        <w:tab/>
        <w:t>3.914e0</w:t>
      </w:r>
    </w:p>
    <w:p w:rsidR="00557788" w:rsidRDefault="00557788" w:rsidP="00557788">
      <w:r>
        <w:t>267.2350</w:t>
      </w:r>
      <w:r>
        <w:tab/>
        <w:t>1.553e0</w:t>
      </w:r>
    </w:p>
    <w:p w:rsidR="00557788" w:rsidRDefault="00557788" w:rsidP="00557788">
      <w:r>
        <w:t>267.2529</w:t>
      </w:r>
      <w:r>
        <w:tab/>
        <w:t>2.025e0</w:t>
      </w:r>
    </w:p>
    <w:p w:rsidR="00557788" w:rsidRDefault="00557788" w:rsidP="00557788">
      <w:r>
        <w:t>267.2686</w:t>
      </w:r>
      <w:r>
        <w:tab/>
        <w:t>2.038e0</w:t>
      </w:r>
    </w:p>
    <w:p w:rsidR="00557788" w:rsidRDefault="00557788" w:rsidP="00557788">
      <w:r>
        <w:t>267.2896</w:t>
      </w:r>
      <w:r>
        <w:tab/>
        <w:t>1.013e0</w:t>
      </w:r>
    </w:p>
    <w:p w:rsidR="00557788" w:rsidRDefault="00557788" w:rsidP="00557788">
      <w:r>
        <w:t>267.3001</w:t>
      </w:r>
      <w:r>
        <w:tab/>
        <w:t>2.025e0</w:t>
      </w:r>
    </w:p>
    <w:p w:rsidR="00557788" w:rsidRDefault="00557788" w:rsidP="00557788">
      <w:r>
        <w:t>267.3075</w:t>
      </w:r>
      <w:r>
        <w:tab/>
        <w:t>1.013e0</w:t>
      </w:r>
    </w:p>
    <w:p w:rsidR="00557788" w:rsidRDefault="00557788" w:rsidP="00557788">
      <w:r>
        <w:t>267.3214</w:t>
      </w:r>
      <w:r>
        <w:tab/>
        <w:t>3.798e-2</w:t>
      </w:r>
    </w:p>
    <w:p w:rsidR="00557788" w:rsidRDefault="00557788" w:rsidP="00557788">
      <w:r>
        <w:t>267.3444</w:t>
      </w:r>
      <w:r>
        <w:tab/>
        <w:t>2.025e0</w:t>
      </w:r>
    </w:p>
    <w:p w:rsidR="00557788" w:rsidRDefault="00557788" w:rsidP="00557788">
      <w:r>
        <w:lastRenderedPageBreak/>
        <w:t>267.3587</w:t>
      </w:r>
      <w:r>
        <w:tab/>
        <w:t>1.013e0</w:t>
      </w:r>
    </w:p>
    <w:p w:rsidR="00557788" w:rsidRDefault="00557788" w:rsidP="00557788">
      <w:r>
        <w:t>267.3639</w:t>
      </w:r>
      <w:r>
        <w:tab/>
        <w:t>1.025e0</w:t>
      </w:r>
    </w:p>
    <w:p w:rsidR="00557788" w:rsidRDefault="00557788" w:rsidP="00557788">
      <w:r>
        <w:t>267.3719</w:t>
      </w:r>
      <w:r>
        <w:tab/>
        <w:t>1.038e0</w:t>
      </w:r>
    </w:p>
    <w:p w:rsidR="00557788" w:rsidRDefault="00557788" w:rsidP="00557788">
      <w:r>
        <w:t>267.3893</w:t>
      </w:r>
      <w:r>
        <w:tab/>
        <w:t>2.025e0</w:t>
      </w:r>
    </w:p>
    <w:p w:rsidR="00557788" w:rsidRDefault="00557788" w:rsidP="00557788">
      <w:r>
        <w:t>267.3908</w:t>
      </w:r>
      <w:r>
        <w:tab/>
        <w:t>2.025e0</w:t>
      </w:r>
    </w:p>
    <w:p w:rsidR="00557788" w:rsidRDefault="00557788" w:rsidP="00557788">
      <w:r>
        <w:t>267.3986</w:t>
      </w:r>
      <w:r>
        <w:tab/>
        <w:t>5.063e0</w:t>
      </w:r>
    </w:p>
    <w:p w:rsidR="00557788" w:rsidRDefault="00557788" w:rsidP="00557788">
      <w:r>
        <w:t>267.4104</w:t>
      </w:r>
      <w:r>
        <w:tab/>
        <w:t>2.025e0</w:t>
      </w:r>
    </w:p>
    <w:p w:rsidR="00557788" w:rsidRDefault="00557788" w:rsidP="00557788">
      <w:r>
        <w:t>267.4242</w:t>
      </w:r>
      <w:r>
        <w:tab/>
        <w:t>2.025e0</w:t>
      </w:r>
    </w:p>
    <w:p w:rsidR="00557788" w:rsidRDefault="00557788" w:rsidP="00557788">
      <w:r>
        <w:t>267.4287</w:t>
      </w:r>
      <w:r>
        <w:tab/>
        <w:t>1.025e0</w:t>
      </w:r>
    </w:p>
    <w:p w:rsidR="00557788" w:rsidRDefault="00557788" w:rsidP="00557788">
      <w:r>
        <w:t>267.4327</w:t>
      </w:r>
      <w:r>
        <w:tab/>
        <w:t>1.266e-2</w:t>
      </w:r>
    </w:p>
    <w:p w:rsidR="00557788" w:rsidRDefault="00557788" w:rsidP="00557788">
      <w:r>
        <w:t>267.4545</w:t>
      </w:r>
      <w:r>
        <w:tab/>
        <w:t>3.038e0</w:t>
      </w:r>
    </w:p>
    <w:p w:rsidR="00557788" w:rsidRDefault="00557788" w:rsidP="00557788">
      <w:r>
        <w:t>267.4672</w:t>
      </w:r>
      <w:r>
        <w:tab/>
        <w:t>1.013e0</w:t>
      </w:r>
    </w:p>
    <w:p w:rsidR="00557788" w:rsidRDefault="00557788" w:rsidP="00557788">
      <w:r>
        <w:t>267.4701</w:t>
      </w:r>
      <w:r>
        <w:tab/>
        <w:t>2.051e0</w:t>
      </w:r>
    </w:p>
    <w:p w:rsidR="00557788" w:rsidRDefault="00557788" w:rsidP="00557788">
      <w:r>
        <w:t>267.4808</w:t>
      </w:r>
      <w:r>
        <w:tab/>
        <w:t>1.038e0</w:t>
      </w:r>
    </w:p>
    <w:p w:rsidR="00557788" w:rsidRDefault="00557788" w:rsidP="00557788">
      <w:r>
        <w:t>267.4820</w:t>
      </w:r>
      <w:r>
        <w:tab/>
        <w:t>1.013e0</w:t>
      </w:r>
    </w:p>
    <w:p w:rsidR="00557788" w:rsidRDefault="00557788" w:rsidP="00557788">
      <w:r>
        <w:t>267.4881</w:t>
      </w:r>
      <w:r>
        <w:tab/>
        <w:t>2.025e0</w:t>
      </w:r>
    </w:p>
    <w:p w:rsidR="00557788" w:rsidRDefault="00557788" w:rsidP="00557788">
      <w:r>
        <w:t>267.4962</w:t>
      </w:r>
      <w:r>
        <w:tab/>
        <w:t>3.038e0</w:t>
      </w:r>
    </w:p>
    <w:p w:rsidR="00557788" w:rsidRDefault="00557788" w:rsidP="00557788">
      <w:r>
        <w:t>267.5210</w:t>
      </w:r>
      <w:r>
        <w:tab/>
        <w:t>2.025e0</w:t>
      </w:r>
    </w:p>
    <w:p w:rsidR="00557788" w:rsidRDefault="00557788" w:rsidP="00557788">
      <w:r>
        <w:t>267.5249</w:t>
      </w:r>
      <w:r>
        <w:tab/>
        <w:t>1.013e0</w:t>
      </w:r>
    </w:p>
    <w:p w:rsidR="00557788" w:rsidRDefault="00557788" w:rsidP="00557788">
      <w:r>
        <w:lastRenderedPageBreak/>
        <w:t>267.5289</w:t>
      </w:r>
      <w:r>
        <w:tab/>
        <w:t>1.025e0</w:t>
      </w:r>
    </w:p>
    <w:p w:rsidR="00557788" w:rsidRDefault="00557788" w:rsidP="00557788">
      <w:r>
        <w:t>267.5413</w:t>
      </w:r>
      <w:r>
        <w:tab/>
        <w:t>1.013e0</w:t>
      </w:r>
    </w:p>
    <w:p w:rsidR="00557788" w:rsidRDefault="00557788" w:rsidP="00557788">
      <w:r>
        <w:t>267.5560</w:t>
      </w:r>
      <w:r>
        <w:tab/>
        <w:t>3.038e0</w:t>
      </w:r>
    </w:p>
    <w:p w:rsidR="00557788" w:rsidRDefault="00557788" w:rsidP="00557788">
      <w:r>
        <w:t>267.5758</w:t>
      </w:r>
      <w:r>
        <w:tab/>
        <w:t>1.038e0</w:t>
      </w:r>
    </w:p>
    <w:p w:rsidR="00557788" w:rsidRDefault="00557788" w:rsidP="00557788">
      <w:r>
        <w:t>267.6127</w:t>
      </w:r>
      <w:r>
        <w:tab/>
        <w:t>2.025e0</w:t>
      </w:r>
    </w:p>
    <w:p w:rsidR="00557788" w:rsidRDefault="00557788" w:rsidP="00557788">
      <w:r>
        <w:t>267.6225</w:t>
      </w:r>
      <w:r>
        <w:tab/>
        <w:t>2.025e0</w:t>
      </w:r>
    </w:p>
    <w:p w:rsidR="00557788" w:rsidRDefault="00557788" w:rsidP="00557788">
      <w:r>
        <w:t>267.6396</w:t>
      </w:r>
      <w:r>
        <w:tab/>
        <w:t>2.025e0</w:t>
      </w:r>
    </w:p>
    <w:p w:rsidR="00557788" w:rsidRDefault="00557788" w:rsidP="00557788">
      <w:r>
        <w:t>267.6417</w:t>
      </w:r>
      <w:r>
        <w:tab/>
        <w:t>1.013e0</w:t>
      </w:r>
    </w:p>
    <w:p w:rsidR="00557788" w:rsidRDefault="00557788" w:rsidP="00557788">
      <w:r>
        <w:t>267.6456</w:t>
      </w:r>
      <w:r>
        <w:tab/>
        <w:t>1.013e0</w:t>
      </w:r>
    </w:p>
    <w:p w:rsidR="00557788" w:rsidRDefault="00557788" w:rsidP="00557788">
      <w:r>
        <w:t>267.6553</w:t>
      </w:r>
      <w:r>
        <w:tab/>
        <w:t>1.076e0</w:t>
      </w:r>
    </w:p>
    <w:p w:rsidR="00557788" w:rsidRDefault="00557788" w:rsidP="00557788">
      <w:r>
        <w:t>267.6603</w:t>
      </w:r>
      <w:r>
        <w:tab/>
        <w:t>2.038e0</w:t>
      </w:r>
    </w:p>
    <w:p w:rsidR="00557788" w:rsidRDefault="00557788" w:rsidP="00557788">
      <w:r>
        <w:t>267.6647</w:t>
      </w:r>
      <w:r>
        <w:tab/>
        <w:t>1.013e0</w:t>
      </w:r>
    </w:p>
    <w:p w:rsidR="00557788" w:rsidRDefault="00557788" w:rsidP="00557788">
      <w:r>
        <w:t>267.6899</w:t>
      </w:r>
      <w:r>
        <w:tab/>
        <w:t>2.025e0</w:t>
      </w:r>
    </w:p>
    <w:p w:rsidR="00557788" w:rsidRDefault="00557788" w:rsidP="00557788">
      <w:r>
        <w:t>267.7075</w:t>
      </w:r>
      <w:r>
        <w:tab/>
        <w:t>2.038e0</w:t>
      </w:r>
    </w:p>
    <w:p w:rsidR="00557788" w:rsidRDefault="00557788" w:rsidP="00557788">
      <w:r>
        <w:t>267.7155</w:t>
      </w:r>
      <w:r>
        <w:tab/>
        <w:t>1.266e-2</w:t>
      </w:r>
    </w:p>
    <w:p w:rsidR="00557788" w:rsidRDefault="00557788" w:rsidP="00557788">
      <w:r>
        <w:t>267.7194</w:t>
      </w:r>
      <w:r>
        <w:tab/>
        <w:t>1.266e-2</w:t>
      </w:r>
    </w:p>
    <w:p w:rsidR="00557788" w:rsidRDefault="00557788" w:rsidP="00557788">
      <w:r>
        <w:t>267.7289</w:t>
      </w:r>
      <w:r>
        <w:tab/>
        <w:t>1.013e0</w:t>
      </w:r>
    </w:p>
    <w:p w:rsidR="00557788" w:rsidRDefault="00557788" w:rsidP="00557788">
      <w:r>
        <w:t>267.7504</w:t>
      </w:r>
      <w:r>
        <w:tab/>
        <w:t>1.013e0</w:t>
      </w:r>
    </w:p>
    <w:p w:rsidR="00557788" w:rsidRDefault="00557788" w:rsidP="00557788">
      <w:r>
        <w:t>267.7561</w:t>
      </w:r>
      <w:r>
        <w:tab/>
        <w:t>2.025e0</w:t>
      </w:r>
    </w:p>
    <w:p w:rsidR="00557788" w:rsidRDefault="00557788" w:rsidP="00557788">
      <w:r>
        <w:lastRenderedPageBreak/>
        <w:t>267.7684</w:t>
      </w:r>
      <w:r>
        <w:tab/>
        <w:t>1.266e-2</w:t>
      </w:r>
    </w:p>
    <w:p w:rsidR="00557788" w:rsidRDefault="00557788" w:rsidP="00557788">
      <w:r>
        <w:t>267.7747</w:t>
      </w:r>
      <w:r>
        <w:tab/>
        <w:t>2.860e-1</w:t>
      </w:r>
    </w:p>
    <w:p w:rsidR="00557788" w:rsidRDefault="00557788" w:rsidP="00557788">
      <w:r>
        <w:t>267.7822</w:t>
      </w:r>
      <w:r>
        <w:tab/>
        <w:t>1.038e0</w:t>
      </w:r>
    </w:p>
    <w:p w:rsidR="00557788" w:rsidRDefault="00557788" w:rsidP="00557788">
      <w:r>
        <w:t>267.7893</w:t>
      </w:r>
      <w:r>
        <w:tab/>
        <w:t>1.266e-2</w:t>
      </w:r>
    </w:p>
    <w:p w:rsidR="00557788" w:rsidRDefault="00557788" w:rsidP="00557788">
      <w:r>
        <w:t>267.8038</w:t>
      </w:r>
      <w:r>
        <w:tab/>
        <w:t>3.798e-2</w:t>
      </w:r>
    </w:p>
    <w:p w:rsidR="00557788" w:rsidRDefault="00557788" w:rsidP="00557788">
      <w:r>
        <w:t>267.8081</w:t>
      </w:r>
      <w:r>
        <w:tab/>
        <w:t>4.076e0</w:t>
      </w:r>
    </w:p>
    <w:p w:rsidR="00557788" w:rsidRDefault="00557788" w:rsidP="00557788">
      <w:r>
        <w:t>267.8359</w:t>
      </w:r>
      <w:r>
        <w:tab/>
        <w:t>2.025e0</w:t>
      </w:r>
    </w:p>
    <w:p w:rsidR="00557788" w:rsidRDefault="00557788" w:rsidP="00557788">
      <w:r>
        <w:t>267.8511</w:t>
      </w:r>
      <w:r>
        <w:tab/>
        <w:t>1.013e0</w:t>
      </w:r>
    </w:p>
    <w:p w:rsidR="00557788" w:rsidRDefault="00557788" w:rsidP="00557788">
      <w:r>
        <w:t>267.8860</w:t>
      </w:r>
      <w:r>
        <w:tab/>
        <w:t>2.025e0</w:t>
      </w:r>
    </w:p>
    <w:p w:rsidR="00557788" w:rsidRDefault="00557788" w:rsidP="00557788">
      <w:r>
        <w:t>267.8900</w:t>
      </w:r>
      <w:r>
        <w:tab/>
        <w:t>3.038e0</w:t>
      </w:r>
    </w:p>
    <w:p w:rsidR="00557788" w:rsidRDefault="00557788" w:rsidP="00557788">
      <w:r>
        <w:t>267.8980</w:t>
      </w:r>
      <w:r>
        <w:tab/>
        <w:t>2.038e0</w:t>
      </w:r>
    </w:p>
    <w:p w:rsidR="00557788" w:rsidRDefault="00557788" w:rsidP="00557788">
      <w:r>
        <w:t>267.9185</w:t>
      </w:r>
      <w:r>
        <w:tab/>
        <w:t>2.532e-2</w:t>
      </w:r>
    </w:p>
    <w:p w:rsidR="00557788" w:rsidRDefault="00557788" w:rsidP="00557788">
      <w:r>
        <w:t>267.9210</w:t>
      </w:r>
      <w:r>
        <w:tab/>
        <w:t>1.013e0</w:t>
      </w:r>
    </w:p>
    <w:p w:rsidR="00557788" w:rsidRDefault="00557788" w:rsidP="00557788">
      <w:r>
        <w:t>267.9290</w:t>
      </w:r>
      <w:r>
        <w:tab/>
        <w:t>1.025e0</w:t>
      </w:r>
    </w:p>
    <w:p w:rsidR="00557788" w:rsidRDefault="00557788" w:rsidP="00557788">
      <w:r>
        <w:t>267.9309</w:t>
      </w:r>
      <w:r>
        <w:tab/>
        <w:t>2.025e0</w:t>
      </w:r>
    </w:p>
    <w:p w:rsidR="00557788" w:rsidRDefault="00557788" w:rsidP="00557788">
      <w:r>
        <w:t>267.9495</w:t>
      </w:r>
      <w:r>
        <w:tab/>
        <w:t>3.038e0</w:t>
      </w:r>
    </w:p>
    <w:p w:rsidR="00557788" w:rsidRDefault="00557788" w:rsidP="00557788">
      <w:r>
        <w:t>267.9507</w:t>
      </w:r>
      <w:r>
        <w:tab/>
        <w:t>3.038e0</w:t>
      </w:r>
    </w:p>
    <w:p w:rsidR="00557788" w:rsidRDefault="00557788" w:rsidP="00557788">
      <w:r>
        <w:t>267.9608</w:t>
      </w:r>
      <w:r>
        <w:tab/>
        <w:t>4.778e0</w:t>
      </w:r>
    </w:p>
    <w:p w:rsidR="00557788" w:rsidRDefault="00557788" w:rsidP="00557788">
      <w:r>
        <w:t>267.9619</w:t>
      </w:r>
      <w:r>
        <w:tab/>
        <w:t>2.025e0</w:t>
      </w:r>
    </w:p>
    <w:p w:rsidR="00557788" w:rsidRDefault="00557788" w:rsidP="00557788">
      <w:r>
        <w:lastRenderedPageBreak/>
        <w:t>267.9646</w:t>
      </w:r>
      <w:r>
        <w:tab/>
        <w:t>2.969e0</w:t>
      </w:r>
    </w:p>
    <w:p w:rsidR="00557788" w:rsidRDefault="00557788" w:rsidP="00557788">
      <w:r>
        <w:t>267.9718</w:t>
      </w:r>
      <w:r>
        <w:tab/>
        <w:t>3.696e0</w:t>
      </w:r>
    </w:p>
    <w:p w:rsidR="00557788" w:rsidRDefault="00557788" w:rsidP="00557788">
      <w:r>
        <w:t>268.0028</w:t>
      </w:r>
      <w:r>
        <w:tab/>
        <w:t>1.266e-2</w:t>
      </w:r>
    </w:p>
    <w:p w:rsidR="00557788" w:rsidRDefault="00557788" w:rsidP="00557788">
      <w:r>
        <w:t>268.0272</w:t>
      </w:r>
      <w:r>
        <w:tab/>
        <w:t>1.132e0</w:t>
      </w:r>
    </w:p>
    <w:p w:rsidR="00557788" w:rsidRDefault="00557788" w:rsidP="00557788">
      <w:r>
        <w:t>268.0338</w:t>
      </w:r>
      <w:r>
        <w:tab/>
        <w:t>2.468e0</w:t>
      </w:r>
    </w:p>
    <w:p w:rsidR="00557788" w:rsidRDefault="00557788" w:rsidP="00557788">
      <w:r>
        <w:t>268.0356</w:t>
      </w:r>
      <w:r>
        <w:tab/>
        <w:t>7.054e0</w:t>
      </w:r>
    </w:p>
    <w:p w:rsidR="00557788" w:rsidRDefault="00557788" w:rsidP="00557788">
      <w:r>
        <w:t>268.0377</w:t>
      </w:r>
      <w:r>
        <w:tab/>
        <w:t>3.798e-2</w:t>
      </w:r>
    </w:p>
    <w:p w:rsidR="00557788" w:rsidRDefault="00557788" w:rsidP="00557788">
      <w:r>
        <w:t>268.0522</w:t>
      </w:r>
      <w:r>
        <w:tab/>
        <w:t>2.881e0</w:t>
      </w:r>
    </w:p>
    <w:p w:rsidR="00557788" w:rsidRDefault="00557788" w:rsidP="00557788">
      <w:r>
        <w:t>268.0938</w:t>
      </w:r>
      <w:r>
        <w:tab/>
        <w:t>1.302e0</w:t>
      </w:r>
    </w:p>
    <w:p w:rsidR="00557788" w:rsidRDefault="00557788" w:rsidP="00557788">
      <w:r>
        <w:t>268.1022</w:t>
      </w:r>
      <w:r>
        <w:tab/>
        <w:t>6.975e0</w:t>
      </w:r>
    </w:p>
    <w:p w:rsidR="00557788" w:rsidRDefault="00557788" w:rsidP="00557788">
      <w:r>
        <w:t>268.1108</w:t>
      </w:r>
      <w:r>
        <w:tab/>
        <w:t>7.774e-1</w:t>
      </w:r>
    </w:p>
    <w:p w:rsidR="00557788" w:rsidRDefault="00557788" w:rsidP="00557788">
      <w:r>
        <w:t>268.1267</w:t>
      </w:r>
      <w:r>
        <w:tab/>
        <w:t>1.237e1</w:t>
      </w:r>
    </w:p>
    <w:p w:rsidR="00557788" w:rsidRDefault="00557788" w:rsidP="00557788">
      <w:r>
        <w:t>268.1306</w:t>
      </w:r>
      <w:r>
        <w:tab/>
        <w:t>3.274e0</w:t>
      </w:r>
    </w:p>
    <w:p w:rsidR="00557788" w:rsidRDefault="00557788" w:rsidP="00557788">
      <w:r>
        <w:t>268.1589</w:t>
      </w:r>
      <w:r>
        <w:tab/>
        <w:t>4.466e0</w:t>
      </w:r>
    </w:p>
    <w:p w:rsidR="00557788" w:rsidRDefault="00557788" w:rsidP="00557788">
      <w:r>
        <w:t>268.1623</w:t>
      </w:r>
      <w:r>
        <w:tab/>
        <w:t>8.736e-1</w:t>
      </w:r>
    </w:p>
    <w:p w:rsidR="00557788" w:rsidRDefault="00557788" w:rsidP="00557788">
      <w:r>
        <w:t>268.1716</w:t>
      </w:r>
      <w:r>
        <w:tab/>
        <w:t>1.890e0</w:t>
      </w:r>
    </w:p>
    <w:p w:rsidR="00557788" w:rsidRDefault="00557788" w:rsidP="00557788">
      <w:r>
        <w:t>268.1847</w:t>
      </w:r>
      <w:r>
        <w:tab/>
        <w:t>2.682e0</w:t>
      </w:r>
    </w:p>
    <w:p w:rsidR="00557788" w:rsidRDefault="00557788" w:rsidP="00557788">
      <w:r>
        <w:t>268.2104</w:t>
      </w:r>
      <w:r>
        <w:tab/>
        <w:t>2.061e1</w:t>
      </w:r>
    </w:p>
    <w:p w:rsidR="00557788" w:rsidRDefault="00557788" w:rsidP="00557788">
      <w:r>
        <w:t>268.2134</w:t>
      </w:r>
      <w:r>
        <w:tab/>
        <w:t>1.306e0</w:t>
      </w:r>
    </w:p>
    <w:p w:rsidR="00557788" w:rsidRDefault="00557788" w:rsidP="00557788">
      <w:r>
        <w:lastRenderedPageBreak/>
        <w:t>268.2156</w:t>
      </w:r>
      <w:r>
        <w:tab/>
        <w:t>4.043e-1</w:t>
      </w:r>
    </w:p>
    <w:p w:rsidR="00557788" w:rsidRDefault="00557788" w:rsidP="00557788">
      <w:r>
        <w:t>268.2175</w:t>
      </w:r>
      <w:r>
        <w:tab/>
        <w:t>2.569e0</w:t>
      </w:r>
    </w:p>
    <w:p w:rsidR="00557788" w:rsidRDefault="00557788" w:rsidP="00557788">
      <w:r>
        <w:t>268.2215</w:t>
      </w:r>
      <w:r>
        <w:tab/>
        <w:t>6.340e0</w:t>
      </w:r>
    </w:p>
    <w:p w:rsidR="00557788" w:rsidRDefault="00557788" w:rsidP="00557788">
      <w:r>
        <w:t>268.2378</w:t>
      </w:r>
      <w:r>
        <w:tab/>
        <w:t>1.234e0</w:t>
      </w:r>
    </w:p>
    <w:p w:rsidR="00557788" w:rsidRDefault="00557788" w:rsidP="00557788">
      <w:r>
        <w:t>268.2452</w:t>
      </w:r>
      <w:r>
        <w:tab/>
        <w:t>3.038e0</w:t>
      </w:r>
    </w:p>
    <w:p w:rsidR="00557788" w:rsidRDefault="00557788" w:rsidP="00557788">
      <w:r>
        <w:t>268.2519</w:t>
      </w:r>
      <w:r>
        <w:tab/>
        <w:t>3.949e0</w:t>
      </w:r>
    </w:p>
    <w:p w:rsidR="00557788" w:rsidRDefault="00557788" w:rsidP="00557788">
      <w:r>
        <w:t>268.2806</w:t>
      </w:r>
      <w:r>
        <w:tab/>
        <w:t>4.051e0</w:t>
      </w:r>
    </w:p>
    <w:p w:rsidR="00557788" w:rsidRDefault="00557788" w:rsidP="00557788">
      <w:r>
        <w:t>268.2862</w:t>
      </w:r>
      <w:r>
        <w:tab/>
        <w:t>1.013e0</w:t>
      </w:r>
    </w:p>
    <w:p w:rsidR="00557788" w:rsidRDefault="00557788" w:rsidP="00557788">
      <w:r>
        <w:t>268.2902</w:t>
      </w:r>
      <w:r>
        <w:tab/>
        <w:t>2.025e0</w:t>
      </w:r>
    </w:p>
    <w:p w:rsidR="00557788" w:rsidRDefault="00557788" w:rsidP="00557788">
      <w:r>
        <w:t>268.2982</w:t>
      </w:r>
      <w:r>
        <w:tab/>
        <w:t>2.532e-2</w:t>
      </w:r>
    </w:p>
    <w:p w:rsidR="00557788" w:rsidRDefault="00557788" w:rsidP="00557788">
      <w:r>
        <w:t>268.3020</w:t>
      </w:r>
      <w:r>
        <w:tab/>
        <w:t>4.051e0</w:t>
      </w:r>
    </w:p>
    <w:p w:rsidR="00557788" w:rsidRDefault="00557788" w:rsidP="00557788">
      <w:r>
        <w:t>268.3172</w:t>
      </w:r>
      <w:r>
        <w:tab/>
        <w:t>1.013e0</w:t>
      </w:r>
    </w:p>
    <w:p w:rsidR="00557788" w:rsidRDefault="00557788" w:rsidP="00557788">
      <w:r>
        <w:t>268.3251</w:t>
      </w:r>
      <w:r>
        <w:tab/>
        <w:t>1.013e0</w:t>
      </w:r>
    </w:p>
    <w:p w:rsidR="00557788" w:rsidRDefault="00557788" w:rsidP="00557788">
      <w:r>
        <w:t>268.3380</w:t>
      </w:r>
      <w:r>
        <w:tab/>
        <w:t>3.051e0</w:t>
      </w:r>
    </w:p>
    <w:p w:rsidR="00557788" w:rsidRDefault="00557788" w:rsidP="00557788">
      <w:r>
        <w:t>268.3424</w:t>
      </w:r>
      <w:r>
        <w:tab/>
        <w:t>3.038e0</w:t>
      </w:r>
    </w:p>
    <w:p w:rsidR="00557788" w:rsidRDefault="00557788" w:rsidP="00557788">
      <w:r>
        <w:t>268.3530</w:t>
      </w:r>
      <w:r>
        <w:tab/>
        <w:t>3.798e-2</w:t>
      </w:r>
    </w:p>
    <w:p w:rsidR="00557788" w:rsidRDefault="00557788" w:rsidP="00557788">
      <w:r>
        <w:t>268.3601</w:t>
      </w:r>
      <w:r>
        <w:tab/>
        <w:t>2.038e0</w:t>
      </w:r>
    </w:p>
    <w:p w:rsidR="00557788" w:rsidRDefault="00557788" w:rsidP="00557788">
      <w:r>
        <w:t>268.3641</w:t>
      </w:r>
      <w:r>
        <w:tab/>
        <w:t>1.266e-2</w:t>
      </w:r>
    </w:p>
    <w:p w:rsidR="00557788" w:rsidRDefault="00557788" w:rsidP="00557788">
      <w:r>
        <w:t>268.3681</w:t>
      </w:r>
      <w:r>
        <w:tab/>
        <w:t>1.013e0</w:t>
      </w:r>
    </w:p>
    <w:p w:rsidR="00557788" w:rsidRDefault="00557788" w:rsidP="00557788">
      <w:r>
        <w:lastRenderedPageBreak/>
        <w:t>268.3720</w:t>
      </w:r>
      <w:r>
        <w:tab/>
        <w:t>1.013e0</w:t>
      </w:r>
    </w:p>
    <w:p w:rsidR="00557788" w:rsidRDefault="00557788" w:rsidP="00557788">
      <w:r>
        <w:t>268.3766</w:t>
      </w:r>
      <w:r>
        <w:tab/>
        <w:t>1.266e-2</w:t>
      </w:r>
    </w:p>
    <w:p w:rsidR="00557788" w:rsidRDefault="00557788" w:rsidP="00557788">
      <w:r>
        <w:t>268.3950</w:t>
      </w:r>
      <w:r>
        <w:tab/>
        <w:t>1.266e-2</w:t>
      </w:r>
    </w:p>
    <w:p w:rsidR="00557788" w:rsidRDefault="00557788" w:rsidP="00557788">
      <w:r>
        <w:t>268.4105</w:t>
      </w:r>
      <w:r>
        <w:tab/>
        <w:t>2.025e0</w:t>
      </w:r>
    </w:p>
    <w:p w:rsidR="00557788" w:rsidRDefault="00557788" w:rsidP="00557788">
      <w:r>
        <w:t>268.4300</w:t>
      </w:r>
      <w:r>
        <w:tab/>
        <w:t>1.266e-2</w:t>
      </w:r>
    </w:p>
    <w:p w:rsidR="00557788" w:rsidRDefault="00557788" w:rsidP="00557788">
      <w:r>
        <w:t>268.4339</w:t>
      </w:r>
      <w:r>
        <w:tab/>
        <w:t>1.266e-2</w:t>
      </w:r>
    </w:p>
    <w:p w:rsidR="00557788" w:rsidRDefault="00557788" w:rsidP="00557788">
      <w:r>
        <w:t>268.4377</w:t>
      </w:r>
      <w:r>
        <w:tab/>
        <w:t>6.076e0</w:t>
      </w:r>
    </w:p>
    <w:p w:rsidR="00557788" w:rsidRDefault="00557788" w:rsidP="00557788">
      <w:r>
        <w:t>268.4459</w:t>
      </w:r>
      <w:r>
        <w:tab/>
        <w:t>2.025e0</w:t>
      </w:r>
    </w:p>
    <w:p w:rsidR="00557788" w:rsidRDefault="00557788" w:rsidP="00557788">
      <w:r>
        <w:t>268.4666</w:t>
      </w:r>
      <w:r>
        <w:tab/>
        <w:t>2.025e0</w:t>
      </w:r>
    </w:p>
    <w:p w:rsidR="00557788" w:rsidRDefault="00557788" w:rsidP="00557788">
      <w:r>
        <w:t>268.4749</w:t>
      </w:r>
      <w:r>
        <w:tab/>
        <w:t>2.025e0</w:t>
      </w:r>
    </w:p>
    <w:p w:rsidR="00557788" w:rsidRDefault="00557788" w:rsidP="00557788">
      <w:r>
        <w:t>268.4808</w:t>
      </w:r>
      <w:r>
        <w:tab/>
        <w:t>1.266e-2</w:t>
      </w:r>
    </w:p>
    <w:p w:rsidR="00557788" w:rsidRDefault="00557788" w:rsidP="00557788">
      <w:r>
        <w:t>268.4905</w:t>
      </w:r>
      <w:r>
        <w:tab/>
        <w:t>1.013e0</w:t>
      </w:r>
    </w:p>
    <w:p w:rsidR="00557788" w:rsidRDefault="00557788" w:rsidP="00557788">
      <w:r>
        <w:t>268.4954</w:t>
      </w:r>
      <w:r>
        <w:tab/>
        <w:t>1.013e0</w:t>
      </w:r>
    </w:p>
    <w:p w:rsidR="00557788" w:rsidRDefault="00557788" w:rsidP="00557788">
      <w:r>
        <w:t>268.4999</w:t>
      </w:r>
      <w:r>
        <w:tab/>
        <w:t>1.266e-2</w:t>
      </w:r>
    </w:p>
    <w:p w:rsidR="00557788" w:rsidRDefault="00557788" w:rsidP="00557788">
      <w:r>
        <w:t>268.5078</w:t>
      </w:r>
      <w:r>
        <w:tab/>
        <w:t>1.266e-2</w:t>
      </w:r>
    </w:p>
    <w:p w:rsidR="00557788" w:rsidRDefault="00557788" w:rsidP="00557788">
      <w:r>
        <w:t>268.5163</w:t>
      </w:r>
      <w:r>
        <w:tab/>
        <w:t>3.038e0</w:t>
      </w:r>
    </w:p>
    <w:p w:rsidR="00557788" w:rsidRDefault="00557788" w:rsidP="00557788">
      <w:r>
        <w:t>268.5202</w:t>
      </w:r>
      <w:r>
        <w:tab/>
        <w:t>1.038e0</w:t>
      </w:r>
    </w:p>
    <w:p w:rsidR="00557788" w:rsidRDefault="00557788" w:rsidP="00557788">
      <w:r>
        <w:t>268.5253</w:t>
      </w:r>
      <w:r>
        <w:tab/>
        <w:t>1.025e0</w:t>
      </w:r>
    </w:p>
    <w:p w:rsidR="00557788" w:rsidRDefault="00557788" w:rsidP="00557788">
      <w:r>
        <w:t>268.5389</w:t>
      </w:r>
      <w:r>
        <w:tab/>
        <w:t>1.025e0</w:t>
      </w:r>
    </w:p>
    <w:p w:rsidR="00557788" w:rsidRDefault="00557788" w:rsidP="00557788">
      <w:r>
        <w:lastRenderedPageBreak/>
        <w:t>268.5468</w:t>
      </w:r>
      <w:r>
        <w:tab/>
        <w:t>2.038e0</w:t>
      </w:r>
    </w:p>
    <w:p w:rsidR="00557788" w:rsidRDefault="00557788" w:rsidP="00557788">
      <w:r>
        <w:t>268.5648</w:t>
      </w:r>
      <w:r>
        <w:tab/>
        <w:t>1.266e-2</w:t>
      </w:r>
    </w:p>
    <w:p w:rsidR="00557788" w:rsidRDefault="00557788" w:rsidP="00557788">
      <w:r>
        <w:t>268.5687</w:t>
      </w:r>
      <w:r>
        <w:tab/>
        <w:t>2.025e0</w:t>
      </w:r>
    </w:p>
    <w:p w:rsidR="00557788" w:rsidRDefault="00557788" w:rsidP="00557788">
      <w:r>
        <w:t>268.5738</w:t>
      </w:r>
      <w:r>
        <w:tab/>
        <w:t>1.266e-2</w:t>
      </w:r>
    </w:p>
    <w:p w:rsidR="00557788" w:rsidRDefault="00557788" w:rsidP="00557788">
      <w:r>
        <w:t>268.5775</w:t>
      </w:r>
      <w:r>
        <w:tab/>
        <w:t>2.532e-2</w:t>
      </w:r>
    </w:p>
    <w:p w:rsidR="00557788" w:rsidRDefault="00557788" w:rsidP="00557788">
      <w:r>
        <w:t>268.5858</w:t>
      </w:r>
      <w:r>
        <w:tab/>
        <w:t>1.013e0</w:t>
      </w:r>
    </w:p>
    <w:p w:rsidR="00557788" w:rsidRDefault="00557788" w:rsidP="00557788">
      <w:r>
        <w:t>268.5918</w:t>
      </w:r>
      <w:r>
        <w:tab/>
        <w:t>2.025e0</w:t>
      </w:r>
    </w:p>
    <w:p w:rsidR="00557788" w:rsidRDefault="00557788" w:rsidP="00557788">
      <w:r>
        <w:t>268.6292</w:t>
      </w:r>
      <w:r>
        <w:tab/>
        <w:t>1.013e0</w:t>
      </w:r>
    </w:p>
    <w:p w:rsidR="00557788" w:rsidRDefault="00557788" w:rsidP="00557788">
      <w:r>
        <w:t>268.6391</w:t>
      </w:r>
      <w:r>
        <w:tab/>
        <w:t>1.266e-2</w:t>
      </w:r>
    </w:p>
    <w:p w:rsidR="00557788" w:rsidRDefault="00557788" w:rsidP="00557788">
      <w:r>
        <w:t>268.6437</w:t>
      </w:r>
      <w:r>
        <w:tab/>
        <w:t>1.013e0</w:t>
      </w:r>
    </w:p>
    <w:p w:rsidR="00557788" w:rsidRDefault="00557788" w:rsidP="00557788">
      <w:r>
        <w:t>268.6476</w:t>
      </w:r>
      <w:r>
        <w:tab/>
        <w:t>1.266e-2</w:t>
      </w:r>
    </w:p>
    <w:p w:rsidR="00557788" w:rsidRDefault="00557788" w:rsidP="00557788">
      <w:r>
        <w:t>268.6516</w:t>
      </w:r>
      <w:r>
        <w:tab/>
        <w:t>1.013e0</w:t>
      </w:r>
    </w:p>
    <w:p w:rsidR="00557788" w:rsidRDefault="00557788" w:rsidP="00557788">
      <w:r>
        <w:t>268.6580</w:t>
      </w:r>
      <w:r>
        <w:tab/>
        <w:t>2.051e0</w:t>
      </w:r>
    </w:p>
    <w:p w:rsidR="00557788" w:rsidRDefault="00557788" w:rsidP="00557788">
      <w:r>
        <w:t>268.6711</w:t>
      </w:r>
      <w:r>
        <w:tab/>
        <w:t>4.051e0</w:t>
      </w:r>
    </w:p>
    <w:p w:rsidR="00557788" w:rsidRDefault="00557788" w:rsidP="00557788">
      <w:r>
        <w:t>268.6826</w:t>
      </w:r>
      <w:r>
        <w:tab/>
        <w:t>2.532e-2</w:t>
      </w:r>
    </w:p>
    <w:p w:rsidR="00557788" w:rsidRDefault="00557788" w:rsidP="00557788">
      <w:r>
        <w:t>268.6946</w:t>
      </w:r>
      <w:r>
        <w:tab/>
        <w:t>1.025e0</w:t>
      </w:r>
    </w:p>
    <w:p w:rsidR="00557788" w:rsidRDefault="00557788" w:rsidP="00557788">
      <w:r>
        <w:t>268.6969</w:t>
      </w:r>
      <w:r>
        <w:tab/>
        <w:t>2.063e0</w:t>
      </w:r>
    </w:p>
    <w:p w:rsidR="00557788" w:rsidRDefault="00557788" w:rsidP="00557788">
      <w:r>
        <w:t>268.7152</w:t>
      </w:r>
      <w:r>
        <w:tab/>
        <w:t>2.025e0</w:t>
      </w:r>
    </w:p>
    <w:p w:rsidR="00557788" w:rsidRDefault="00557788" w:rsidP="00557788">
      <w:r>
        <w:t>268.7176</w:t>
      </w:r>
      <w:r>
        <w:tab/>
        <w:t>2.025e0</w:t>
      </w:r>
    </w:p>
    <w:p w:rsidR="00557788" w:rsidRDefault="00557788" w:rsidP="00557788">
      <w:r>
        <w:lastRenderedPageBreak/>
        <w:t>268.7187</w:t>
      </w:r>
      <w:r>
        <w:tab/>
        <w:t>3.063e0</w:t>
      </w:r>
    </w:p>
    <w:p w:rsidR="00557788" w:rsidRDefault="00557788" w:rsidP="00557788">
      <w:r>
        <w:t>268.7296</w:t>
      </w:r>
      <w:r>
        <w:tab/>
        <w:t>1.266e-2</w:t>
      </w:r>
    </w:p>
    <w:p w:rsidR="00557788" w:rsidRDefault="00557788" w:rsidP="00557788">
      <w:r>
        <w:t>268.7362</w:t>
      </w:r>
      <w:r>
        <w:tab/>
        <w:t>2.249e0</w:t>
      </w:r>
    </w:p>
    <w:p w:rsidR="00557788" w:rsidRDefault="00557788" w:rsidP="00557788">
      <w:r>
        <w:t>268.7391</w:t>
      </w:r>
      <w:r>
        <w:tab/>
        <w:t>5.063e-2</w:t>
      </w:r>
    </w:p>
    <w:p w:rsidR="00557788" w:rsidRDefault="00557788" w:rsidP="00557788">
      <w:r>
        <w:t>268.7625</w:t>
      </w:r>
      <w:r>
        <w:tab/>
        <w:t>3.038e0</w:t>
      </w:r>
    </w:p>
    <w:p w:rsidR="00557788" w:rsidRDefault="00557788" w:rsidP="00557788">
      <w:r>
        <w:t>268.7691</w:t>
      </w:r>
      <w:r>
        <w:tab/>
        <w:t>5.063e0</w:t>
      </w:r>
    </w:p>
    <w:p w:rsidR="00557788" w:rsidRDefault="00557788" w:rsidP="00557788">
      <w:r>
        <w:t>268.7710</w:t>
      </w:r>
      <w:r>
        <w:tab/>
        <w:t>2.025e0</w:t>
      </w:r>
    </w:p>
    <w:p w:rsidR="00557788" w:rsidRDefault="00557788" w:rsidP="00557788">
      <w:r>
        <w:t>268.7828</w:t>
      </w:r>
      <w:r>
        <w:tab/>
        <w:t>2.025e0</w:t>
      </w:r>
    </w:p>
    <w:p w:rsidR="00557788" w:rsidRDefault="00557788" w:rsidP="00557788">
      <w:r>
        <w:t>268.7863</w:t>
      </w:r>
      <w:r>
        <w:tab/>
        <w:t>1.244e0</w:t>
      </w:r>
    </w:p>
    <w:p w:rsidR="00557788" w:rsidRDefault="00557788" w:rsidP="00557788">
      <w:r>
        <w:t>268.8175</w:t>
      </w:r>
      <w:r>
        <w:tab/>
        <w:t>1.013e0</w:t>
      </w:r>
    </w:p>
    <w:p w:rsidR="00557788" w:rsidRDefault="00557788" w:rsidP="00557788">
      <w:r>
        <w:t>268.8186</w:t>
      </w:r>
      <w:r>
        <w:tab/>
        <w:t>2.025e0</w:t>
      </w:r>
    </w:p>
    <w:p w:rsidR="00557788" w:rsidRDefault="00557788" w:rsidP="00557788">
      <w:r>
        <w:t>268.8224</w:t>
      </w:r>
      <w:r>
        <w:tab/>
        <w:t>5.089e0</w:t>
      </w:r>
    </w:p>
    <w:p w:rsidR="00557788" w:rsidRDefault="00557788" w:rsidP="00557788">
      <w:r>
        <w:t>268.8614</w:t>
      </w:r>
      <w:r>
        <w:tab/>
        <w:t>1.013e0</w:t>
      </w:r>
    </w:p>
    <w:p w:rsidR="00557788" w:rsidRDefault="00557788" w:rsidP="00557788">
      <w:r>
        <w:t>268.8653</w:t>
      </w:r>
      <w:r>
        <w:tab/>
        <w:t>3.051e0</w:t>
      </w:r>
    </w:p>
    <w:p w:rsidR="00557788" w:rsidRDefault="00557788" w:rsidP="00557788">
      <w:r>
        <w:t>268.8911</w:t>
      </w:r>
      <w:r>
        <w:tab/>
        <w:t>2.025e0</w:t>
      </w:r>
    </w:p>
    <w:p w:rsidR="00557788" w:rsidRDefault="00557788" w:rsidP="00557788">
      <w:r>
        <w:t>268.9003</w:t>
      </w:r>
      <w:r>
        <w:tab/>
        <w:t>1.013e0</w:t>
      </w:r>
    </w:p>
    <w:p w:rsidR="00557788" w:rsidRDefault="00557788" w:rsidP="00557788">
      <w:r>
        <w:t>268.9083</w:t>
      </w:r>
      <w:r>
        <w:tab/>
        <w:t>1.077e0</w:t>
      </w:r>
    </w:p>
    <w:p w:rsidR="00557788" w:rsidRDefault="00557788" w:rsidP="00557788">
      <w:r>
        <w:t>268.9166</w:t>
      </w:r>
      <w:r>
        <w:tab/>
        <w:t>1.266e-2</w:t>
      </w:r>
    </w:p>
    <w:p w:rsidR="00557788" w:rsidRDefault="00557788" w:rsidP="00557788">
      <w:r>
        <w:t>268.9352</w:t>
      </w:r>
      <w:r>
        <w:tab/>
        <w:t>1.266e-2</w:t>
      </w:r>
    </w:p>
    <w:p w:rsidR="00557788" w:rsidRDefault="00557788" w:rsidP="00557788">
      <w:r>
        <w:lastRenderedPageBreak/>
        <w:t>268.9490</w:t>
      </w:r>
      <w:r>
        <w:tab/>
        <w:t>2.025e0</w:t>
      </w:r>
    </w:p>
    <w:p w:rsidR="00557788" w:rsidRDefault="00557788" w:rsidP="00557788">
      <w:r>
        <w:t>268.9587</w:t>
      </w:r>
      <w:r>
        <w:tab/>
        <w:t>1.867e0</w:t>
      </w:r>
    </w:p>
    <w:p w:rsidR="00557788" w:rsidRDefault="00557788" w:rsidP="00557788">
      <w:r>
        <w:t>268.9705</w:t>
      </w:r>
      <w:r>
        <w:tab/>
        <w:t>8.995e-1</w:t>
      </w:r>
    </w:p>
    <w:p w:rsidR="00557788" w:rsidRDefault="00557788" w:rsidP="00557788">
      <w:r>
        <w:t>268.9861</w:t>
      </w:r>
      <w:r>
        <w:tab/>
        <w:t>1.013e0</w:t>
      </w:r>
    </w:p>
    <w:p w:rsidR="00557788" w:rsidRDefault="00557788" w:rsidP="00557788">
      <w:r>
        <w:t>269.0014</w:t>
      </w:r>
      <w:r>
        <w:tab/>
        <w:t>1.690e0</w:t>
      </w:r>
    </w:p>
    <w:p w:rsidR="00557788" w:rsidRDefault="00557788" w:rsidP="00557788">
      <w:r>
        <w:t>269.0050</w:t>
      </w:r>
      <w:r>
        <w:tab/>
        <w:t>4.299e0</w:t>
      </w:r>
    </w:p>
    <w:p w:rsidR="00557788" w:rsidRDefault="00557788" w:rsidP="00557788">
      <w:r>
        <w:t>269.0108</w:t>
      </w:r>
      <w:r>
        <w:tab/>
        <w:t>4.020e0</w:t>
      </w:r>
    </w:p>
    <w:p w:rsidR="00557788" w:rsidRDefault="00557788" w:rsidP="00557788">
      <w:r>
        <w:t>269.0163</w:t>
      </w:r>
      <w:r>
        <w:tab/>
        <w:t>1.714e0</w:t>
      </w:r>
    </w:p>
    <w:p w:rsidR="00557788" w:rsidRDefault="00557788" w:rsidP="00557788">
      <w:r>
        <w:t>269.0201</w:t>
      </w:r>
      <w:r>
        <w:tab/>
        <w:t>7.598e0</w:t>
      </w:r>
    </w:p>
    <w:p w:rsidR="00557788" w:rsidRDefault="00557788" w:rsidP="00557788">
      <w:r>
        <w:t>269.0346</w:t>
      </w:r>
      <w:r>
        <w:tab/>
        <w:t>1.020e0</w:t>
      </w:r>
    </w:p>
    <w:p w:rsidR="00557788" w:rsidRDefault="00557788" w:rsidP="00557788">
      <w:r>
        <w:t>269.0464</w:t>
      </w:r>
      <w:r>
        <w:tab/>
        <w:t>5.036e0</w:t>
      </w:r>
    </w:p>
    <w:p w:rsidR="00557788" w:rsidRDefault="00557788" w:rsidP="00557788">
      <w:r>
        <w:t>269.0753</w:t>
      </w:r>
      <w:r>
        <w:tab/>
        <w:t>7.439e0</w:t>
      </w:r>
    </w:p>
    <w:p w:rsidR="00557788" w:rsidRDefault="00557788" w:rsidP="00557788">
      <w:r>
        <w:t>269.0795</w:t>
      </w:r>
      <w:r>
        <w:tab/>
        <w:t>5.177e0</w:t>
      </w:r>
    </w:p>
    <w:p w:rsidR="00557788" w:rsidRDefault="00557788" w:rsidP="00557788">
      <w:r>
        <w:t>269.0891</w:t>
      </w:r>
      <w:r>
        <w:tab/>
        <w:t>2.675e0</w:t>
      </w:r>
    </w:p>
    <w:p w:rsidR="00557788" w:rsidRDefault="00557788" w:rsidP="00557788">
      <w:r>
        <w:t>269.1024</w:t>
      </w:r>
      <w:r>
        <w:tab/>
        <w:t>3.829e0</w:t>
      </w:r>
    </w:p>
    <w:p w:rsidR="00557788" w:rsidRDefault="00557788" w:rsidP="00557788">
      <w:r>
        <w:t>269.1468</w:t>
      </w:r>
      <w:r>
        <w:tab/>
        <w:t>4.177e0</w:t>
      </w:r>
    </w:p>
    <w:p w:rsidR="00557788" w:rsidRDefault="00557788" w:rsidP="00557788">
      <w:r>
        <w:t>269.1570</w:t>
      </w:r>
      <w:r>
        <w:tab/>
        <w:t>8.552e-1</w:t>
      </w:r>
    </w:p>
    <w:p w:rsidR="00557788" w:rsidRDefault="00557788" w:rsidP="00557788">
      <w:r>
        <w:t>269.1635</w:t>
      </w:r>
      <w:r>
        <w:tab/>
        <w:t>2.000e0</w:t>
      </w:r>
    </w:p>
    <w:p w:rsidR="00557788" w:rsidRDefault="00557788" w:rsidP="00557788">
      <w:r>
        <w:t>269.1710</w:t>
      </w:r>
      <w:r>
        <w:tab/>
        <w:t>2.493e0</w:t>
      </w:r>
    </w:p>
    <w:p w:rsidR="00557788" w:rsidRDefault="00557788" w:rsidP="00557788">
      <w:r>
        <w:lastRenderedPageBreak/>
        <w:t>269.1753</w:t>
      </w:r>
      <w:r>
        <w:tab/>
        <w:t>1.030e0</w:t>
      </w:r>
    </w:p>
    <w:p w:rsidR="00557788" w:rsidRDefault="00557788" w:rsidP="00557788">
      <w:r>
        <w:t>269.2174</w:t>
      </w:r>
      <w:r>
        <w:tab/>
        <w:t>3.567e0</w:t>
      </w:r>
    </w:p>
    <w:p w:rsidR="00557788" w:rsidRDefault="00557788" w:rsidP="00557788">
      <w:r>
        <w:t>269.2253</w:t>
      </w:r>
      <w:r>
        <w:tab/>
        <w:t>9.889e0</w:t>
      </w:r>
    </w:p>
    <w:p w:rsidR="00557788" w:rsidRDefault="00557788" w:rsidP="00557788">
      <w:r>
        <w:t>269.2303</w:t>
      </w:r>
      <w:r>
        <w:tab/>
        <w:t>3.869e0</w:t>
      </w:r>
    </w:p>
    <w:p w:rsidR="00557788" w:rsidRDefault="00557788" w:rsidP="00557788">
      <w:r>
        <w:t>269.2416</w:t>
      </w:r>
      <w:r>
        <w:tab/>
        <w:t>4.051e0</w:t>
      </w:r>
    </w:p>
    <w:p w:rsidR="00557788" w:rsidRDefault="00557788" w:rsidP="00557788">
      <w:r>
        <w:t>269.2436</w:t>
      </w:r>
      <w:r>
        <w:tab/>
        <w:t>7.680e0</w:t>
      </w:r>
    </w:p>
    <w:p w:rsidR="00557788" w:rsidRDefault="00557788" w:rsidP="00557788">
      <w:r>
        <w:t>269.2487</w:t>
      </w:r>
      <w:r>
        <w:tab/>
        <w:t>8.861e-2</w:t>
      </w:r>
    </w:p>
    <w:p w:rsidR="00557788" w:rsidRDefault="00557788" w:rsidP="00557788">
      <w:r>
        <w:t>269.2585</w:t>
      </w:r>
      <w:r>
        <w:tab/>
        <w:t>5.063e-2</w:t>
      </w:r>
    </w:p>
    <w:p w:rsidR="00557788" w:rsidRDefault="00557788" w:rsidP="00557788">
      <w:r>
        <w:t>269.2660</w:t>
      </w:r>
      <w:r>
        <w:tab/>
        <w:t>1.261e1</w:t>
      </w:r>
    </w:p>
    <w:p w:rsidR="00557788" w:rsidRDefault="00557788" w:rsidP="00557788">
      <w:r>
        <w:t>269.2748</w:t>
      </w:r>
      <w:r>
        <w:tab/>
        <w:t>2.532e-2</w:t>
      </w:r>
    </w:p>
    <w:p w:rsidR="00557788" w:rsidRDefault="00557788" w:rsidP="00557788">
      <w:r>
        <w:t>269.2929</w:t>
      </w:r>
      <w:r>
        <w:tab/>
        <w:t>1.013e0</w:t>
      </w:r>
    </w:p>
    <w:p w:rsidR="00557788" w:rsidRDefault="00557788" w:rsidP="00557788">
      <w:r>
        <w:t>269.3087</w:t>
      </w:r>
      <w:r>
        <w:tab/>
        <w:t>1.038e0</w:t>
      </w:r>
    </w:p>
    <w:p w:rsidR="00557788" w:rsidRDefault="00557788" w:rsidP="00557788">
      <w:r>
        <w:t>269.3162</w:t>
      </w:r>
      <w:r>
        <w:tab/>
        <w:t>2.025e0</w:t>
      </w:r>
    </w:p>
    <w:p w:rsidR="00557788" w:rsidRDefault="00557788" w:rsidP="00557788">
      <w:r>
        <w:t>269.3235</w:t>
      </w:r>
      <w:r>
        <w:tab/>
        <w:t>3.076e0</w:t>
      </w:r>
    </w:p>
    <w:p w:rsidR="00557788" w:rsidRDefault="00557788" w:rsidP="00557788">
      <w:r>
        <w:t>269.3516</w:t>
      </w:r>
      <w:r>
        <w:tab/>
        <w:t>2.532e-2</w:t>
      </w:r>
    </w:p>
    <w:p w:rsidR="00557788" w:rsidRDefault="00557788" w:rsidP="00557788">
      <w:r>
        <w:t>269.3533</w:t>
      </w:r>
      <w:r>
        <w:tab/>
        <w:t>2.532e-2</w:t>
      </w:r>
    </w:p>
    <w:p w:rsidR="00557788" w:rsidRDefault="00557788" w:rsidP="00557788">
      <w:r>
        <w:t>269.3573</w:t>
      </w:r>
      <w:r>
        <w:tab/>
        <w:t>7.706e0</w:t>
      </w:r>
    </w:p>
    <w:p w:rsidR="00557788" w:rsidRDefault="00557788" w:rsidP="00557788">
      <w:r>
        <w:t>269.3914</w:t>
      </w:r>
      <w:r>
        <w:tab/>
        <w:t>3.038e0</w:t>
      </w:r>
    </w:p>
    <w:p w:rsidR="00557788" w:rsidRDefault="00557788" w:rsidP="00557788">
      <w:r>
        <w:t>269.3940</w:t>
      </w:r>
      <w:r>
        <w:tab/>
        <w:t>1.025e0</w:t>
      </w:r>
    </w:p>
    <w:p w:rsidR="00557788" w:rsidRDefault="00557788" w:rsidP="00557788">
      <w:r>
        <w:lastRenderedPageBreak/>
        <w:t>269.3997</w:t>
      </w:r>
      <w:r>
        <w:tab/>
        <w:t>2.025e0</w:t>
      </w:r>
    </w:p>
    <w:p w:rsidR="00557788" w:rsidRDefault="00557788" w:rsidP="00557788">
      <w:r>
        <w:t>269.4058</w:t>
      </w:r>
      <w:r>
        <w:tab/>
        <w:t>1.266e-2</w:t>
      </w:r>
    </w:p>
    <w:p w:rsidR="00557788" w:rsidRDefault="00557788" w:rsidP="00557788">
      <w:r>
        <w:t>269.4139</w:t>
      </w:r>
      <w:r>
        <w:tab/>
        <w:t>2.532e-2</w:t>
      </w:r>
    </w:p>
    <w:p w:rsidR="00557788" w:rsidRDefault="00557788" w:rsidP="00557788">
      <w:r>
        <w:t>269.4159</w:t>
      </w:r>
      <w:r>
        <w:tab/>
        <w:t>3.038e0</w:t>
      </w:r>
    </w:p>
    <w:p w:rsidR="00557788" w:rsidRDefault="00557788" w:rsidP="00557788">
      <w:r>
        <w:t>269.4345</w:t>
      </w:r>
      <w:r>
        <w:tab/>
        <w:t>2.532e-2</w:t>
      </w:r>
    </w:p>
    <w:p w:rsidR="00557788" w:rsidRDefault="00557788" w:rsidP="00557788">
      <w:r>
        <w:t>269.4448</w:t>
      </w:r>
      <w:r>
        <w:tab/>
        <w:t>1.013e0</w:t>
      </w:r>
    </w:p>
    <w:p w:rsidR="00557788" w:rsidRDefault="00557788" w:rsidP="00557788">
      <w:r>
        <w:t>269.4467</w:t>
      </w:r>
      <w:r>
        <w:tab/>
        <w:t>2.025e0</w:t>
      </w:r>
    </w:p>
    <w:p w:rsidR="00557788" w:rsidRDefault="00557788" w:rsidP="00557788">
      <w:r>
        <w:t>269.4647</w:t>
      </w:r>
      <w:r>
        <w:tab/>
        <w:t>2.532e-2</w:t>
      </w:r>
    </w:p>
    <w:p w:rsidR="00557788" w:rsidRDefault="00557788" w:rsidP="00557788">
      <w:r>
        <w:t>269.4657</w:t>
      </w:r>
      <w:r>
        <w:tab/>
        <w:t>2.025e0</w:t>
      </w:r>
    </w:p>
    <w:p w:rsidR="00557788" w:rsidRDefault="00557788" w:rsidP="00557788">
      <w:r>
        <w:t>269.4757</w:t>
      </w:r>
      <w:r>
        <w:tab/>
        <w:t>1.013e0</w:t>
      </w:r>
    </w:p>
    <w:p w:rsidR="00557788" w:rsidRDefault="00557788" w:rsidP="00557788">
      <w:r>
        <w:t>269.4849</w:t>
      </w:r>
      <w:r>
        <w:tab/>
        <w:t>1.025e0</w:t>
      </w:r>
    </w:p>
    <w:p w:rsidR="00557788" w:rsidRDefault="00557788" w:rsidP="00557788">
      <w:r>
        <w:t>269.4866</w:t>
      </w:r>
      <w:r>
        <w:tab/>
        <w:t>2.025e0</w:t>
      </w:r>
    </w:p>
    <w:p w:rsidR="00557788" w:rsidRDefault="00557788" w:rsidP="00557788">
      <w:r>
        <w:t>269.4953</w:t>
      </w:r>
      <w:r>
        <w:tab/>
        <w:t>4.051e0</w:t>
      </w:r>
    </w:p>
    <w:p w:rsidR="00557788" w:rsidRDefault="00557788" w:rsidP="00557788">
      <w:r>
        <w:t>269.4973</w:t>
      </w:r>
      <w:r>
        <w:tab/>
        <w:t>1.266e-2</w:t>
      </w:r>
    </w:p>
    <w:p w:rsidR="00557788" w:rsidRDefault="00557788" w:rsidP="00557788">
      <w:r>
        <w:t>269.4996</w:t>
      </w:r>
      <w:r>
        <w:tab/>
        <w:t>2.532e-2</w:t>
      </w:r>
    </w:p>
    <w:p w:rsidR="00557788" w:rsidRDefault="00557788" w:rsidP="00557788">
      <w:r>
        <w:t>269.5023</w:t>
      </w:r>
      <w:r>
        <w:tab/>
        <w:t>1.013e0</w:t>
      </w:r>
    </w:p>
    <w:p w:rsidR="00557788" w:rsidRDefault="00557788" w:rsidP="00557788">
      <w:r>
        <w:t>269.5147</w:t>
      </w:r>
      <w:r>
        <w:tab/>
        <w:t>5.063e0</w:t>
      </w:r>
    </w:p>
    <w:p w:rsidR="00557788" w:rsidRDefault="00557788" w:rsidP="00557788">
      <w:r>
        <w:t>269.5271</w:t>
      </w:r>
      <w:r>
        <w:tab/>
        <w:t>2.025e0</w:t>
      </w:r>
    </w:p>
    <w:p w:rsidR="00557788" w:rsidRDefault="00557788" w:rsidP="00557788">
      <w:r>
        <w:t>269.5436</w:t>
      </w:r>
      <w:r>
        <w:tab/>
        <w:t>2.025e0</w:t>
      </w:r>
    </w:p>
    <w:p w:rsidR="00557788" w:rsidRDefault="00557788" w:rsidP="00557788">
      <w:r>
        <w:lastRenderedPageBreak/>
        <w:t>269.5478</w:t>
      </w:r>
      <w:r>
        <w:tab/>
        <w:t>2.025e0</w:t>
      </w:r>
    </w:p>
    <w:p w:rsidR="00557788" w:rsidRDefault="00557788" w:rsidP="00557788">
      <w:r>
        <w:t>269.5768</w:t>
      </w:r>
      <w:r>
        <w:tab/>
        <w:t>5.063e-2</w:t>
      </w:r>
    </w:p>
    <w:p w:rsidR="00557788" w:rsidRDefault="00557788" w:rsidP="00557788">
      <w:r>
        <w:t>269.5785</w:t>
      </w:r>
      <w:r>
        <w:tab/>
        <w:t>1.051e0</w:t>
      </w:r>
    </w:p>
    <w:p w:rsidR="00557788" w:rsidRDefault="00557788" w:rsidP="00557788">
      <w:r>
        <w:t>269.6022</w:t>
      </w:r>
      <w:r>
        <w:tab/>
        <w:t>2.532e-2</w:t>
      </w:r>
    </w:p>
    <w:p w:rsidR="00557788" w:rsidRDefault="00557788" w:rsidP="00557788">
      <w:r>
        <w:t>269.6364</w:t>
      </w:r>
      <w:r>
        <w:tab/>
        <w:t>2.025e0</w:t>
      </w:r>
    </w:p>
    <w:p w:rsidR="00557788" w:rsidRDefault="00557788" w:rsidP="00557788">
      <w:r>
        <w:t>269.6456</w:t>
      </w:r>
      <w:r>
        <w:tab/>
        <w:t>2.549e0</w:t>
      </w:r>
    </w:p>
    <w:p w:rsidR="00557788" w:rsidRDefault="00557788" w:rsidP="00557788">
      <w:r>
        <w:t>269.6627</w:t>
      </w:r>
      <w:r>
        <w:tab/>
        <w:t>1.266e-2</w:t>
      </w:r>
    </w:p>
    <w:p w:rsidR="00557788" w:rsidRDefault="00557788" w:rsidP="00557788">
      <w:r>
        <w:t>269.6666</w:t>
      </w:r>
      <w:r>
        <w:tab/>
        <w:t>1.266e-2</w:t>
      </w:r>
    </w:p>
    <w:p w:rsidR="00557788" w:rsidRDefault="00557788" w:rsidP="00557788">
      <w:r>
        <w:t>269.6739</w:t>
      </w:r>
      <w:r>
        <w:tab/>
        <w:t>2.532e-2</w:t>
      </w:r>
    </w:p>
    <w:p w:rsidR="00557788" w:rsidRDefault="00557788" w:rsidP="00557788">
      <w:r>
        <w:t>269.6762</w:t>
      </w:r>
      <w:r>
        <w:tab/>
        <w:t>1.025e0</w:t>
      </w:r>
    </w:p>
    <w:p w:rsidR="00557788" w:rsidRDefault="00557788" w:rsidP="00557788">
      <w:r>
        <w:t>269.6867</w:t>
      </w:r>
      <w:r>
        <w:tab/>
        <w:t>2.233e0</w:t>
      </w:r>
    </w:p>
    <w:p w:rsidR="00557788" w:rsidRDefault="00557788" w:rsidP="00557788">
      <w:r>
        <w:t>269.6957</w:t>
      </w:r>
      <w:r>
        <w:tab/>
        <w:t>2.025e0</w:t>
      </w:r>
    </w:p>
    <w:p w:rsidR="00557788" w:rsidRDefault="00557788" w:rsidP="00557788">
      <w:r>
        <w:t>269.7202</w:t>
      </w:r>
      <w:r>
        <w:tab/>
        <w:t>3.063e0</w:t>
      </w:r>
    </w:p>
    <w:p w:rsidR="00557788" w:rsidRDefault="00557788" w:rsidP="00557788">
      <w:r>
        <w:t>269.7346</w:t>
      </w:r>
      <w:r>
        <w:tab/>
        <w:t>2.025e0</w:t>
      </w:r>
    </w:p>
    <w:p w:rsidR="00557788" w:rsidRDefault="00557788" w:rsidP="00557788">
      <w:r>
        <w:t>269.7431</w:t>
      </w:r>
      <w:r>
        <w:tab/>
        <w:t>3.038e0</w:t>
      </w:r>
    </w:p>
    <w:p w:rsidR="00557788" w:rsidRDefault="00557788" w:rsidP="00557788">
      <w:r>
        <w:t>269.7557</w:t>
      </w:r>
      <w:r>
        <w:tab/>
        <w:t>2.038e0</w:t>
      </w:r>
    </w:p>
    <w:p w:rsidR="00557788" w:rsidRDefault="00557788" w:rsidP="00557788">
      <w:r>
        <w:t>269.7581</w:t>
      </w:r>
      <w:r>
        <w:tab/>
        <w:t>2.025e0</w:t>
      </w:r>
    </w:p>
    <w:p w:rsidR="00557788" w:rsidRDefault="00557788" w:rsidP="00557788">
      <w:r>
        <w:t>269.7596</w:t>
      </w:r>
      <w:r>
        <w:tab/>
        <w:t>1.013e0</w:t>
      </w:r>
    </w:p>
    <w:p w:rsidR="00557788" w:rsidRDefault="00557788" w:rsidP="00557788">
      <w:r>
        <w:t>269.7677</w:t>
      </w:r>
      <w:r>
        <w:tab/>
        <w:t>1.013e0</w:t>
      </w:r>
    </w:p>
    <w:p w:rsidR="00557788" w:rsidRDefault="00557788" w:rsidP="00557788">
      <w:r>
        <w:lastRenderedPageBreak/>
        <w:t>269.8066</w:t>
      </w:r>
      <w:r>
        <w:tab/>
        <w:t>1.038e0</w:t>
      </w:r>
    </w:p>
    <w:p w:rsidR="00557788" w:rsidRDefault="00557788" w:rsidP="00557788">
      <w:r>
        <w:t>269.8161</w:t>
      </w:r>
      <w:r>
        <w:tab/>
        <w:t>1.013e1</w:t>
      </w:r>
    </w:p>
    <w:p w:rsidR="00557788" w:rsidRDefault="00557788" w:rsidP="00557788">
      <w:r>
        <w:t>269.8297</w:t>
      </w:r>
      <w:r>
        <w:tab/>
        <w:t>1.013e0</w:t>
      </w:r>
    </w:p>
    <w:p w:rsidR="00557788" w:rsidRDefault="00557788" w:rsidP="00557788">
      <w:r>
        <w:t>269.8336</w:t>
      </w:r>
      <w:r>
        <w:tab/>
        <w:t>2.532e-2</w:t>
      </w:r>
    </w:p>
    <w:p w:rsidR="00557788" w:rsidRDefault="00557788" w:rsidP="00557788">
      <w:r>
        <w:t>269.8437</w:t>
      </w:r>
      <w:r>
        <w:tab/>
        <w:t>6.482e-1</w:t>
      </w:r>
    </w:p>
    <w:p w:rsidR="00557788" w:rsidRDefault="00557788" w:rsidP="00557788">
      <w:r>
        <w:t>269.8455</w:t>
      </w:r>
      <w:r>
        <w:tab/>
        <w:t>1.013e0</w:t>
      </w:r>
    </w:p>
    <w:p w:rsidR="00557788" w:rsidRDefault="00557788" w:rsidP="00557788">
      <w:r>
        <w:t>269.8594</w:t>
      </w:r>
      <w:r>
        <w:tab/>
        <w:t>2.025e0</w:t>
      </w:r>
    </w:p>
    <w:p w:rsidR="00557788" w:rsidRDefault="00557788" w:rsidP="00557788">
      <w:r>
        <w:t>269.8686</w:t>
      </w:r>
      <w:r>
        <w:tab/>
        <w:t>1.266e-2</w:t>
      </w:r>
    </w:p>
    <w:p w:rsidR="00557788" w:rsidRDefault="00557788" w:rsidP="00557788">
      <w:r>
        <w:t>269.8726</w:t>
      </w:r>
      <w:r>
        <w:tab/>
        <w:t>1.013e0</w:t>
      </w:r>
    </w:p>
    <w:p w:rsidR="00557788" w:rsidRDefault="00557788" w:rsidP="00557788">
      <w:r>
        <w:t>269.8809</w:t>
      </w:r>
      <w:r>
        <w:tab/>
        <w:t>3.038e0</w:t>
      </w:r>
    </w:p>
    <w:p w:rsidR="00557788" w:rsidRDefault="00557788" w:rsidP="00557788">
      <w:r>
        <w:t>269.8864</w:t>
      </w:r>
      <w:r>
        <w:tab/>
        <w:t>4.051e0</w:t>
      </w:r>
    </w:p>
    <w:p w:rsidR="00557788" w:rsidRDefault="00557788" w:rsidP="00557788">
      <w:r>
        <w:t>269.8956</w:t>
      </w:r>
      <w:r>
        <w:tab/>
        <w:t>1.051e0</w:t>
      </w:r>
    </w:p>
    <w:p w:rsidR="00557788" w:rsidRDefault="00557788" w:rsidP="00557788">
      <w:r>
        <w:t>269.9117</w:t>
      </w:r>
      <w:r>
        <w:tab/>
        <w:t>1.266e-2</w:t>
      </w:r>
    </w:p>
    <w:p w:rsidR="00557788" w:rsidRDefault="00557788" w:rsidP="00557788">
      <w:r>
        <w:t>269.9141</w:t>
      </w:r>
      <w:r>
        <w:tab/>
        <w:t>2.224e0</w:t>
      </w:r>
    </w:p>
    <w:p w:rsidR="00557788" w:rsidRDefault="00557788" w:rsidP="00557788">
      <w:r>
        <w:t>269.9248</w:t>
      </w:r>
      <w:r>
        <w:tab/>
        <w:t>1.013e0</w:t>
      </w:r>
    </w:p>
    <w:p w:rsidR="00557788" w:rsidRDefault="00557788" w:rsidP="00557788">
      <w:r>
        <w:t>269.9288</w:t>
      </w:r>
      <w:r>
        <w:tab/>
        <w:t>3.076e0</w:t>
      </w:r>
    </w:p>
    <w:p w:rsidR="00557788" w:rsidRDefault="00557788" w:rsidP="00557788">
      <w:r>
        <w:t>269.9308</w:t>
      </w:r>
      <w:r>
        <w:tab/>
        <w:t>1.025e0</w:t>
      </w:r>
    </w:p>
    <w:p w:rsidR="00557788" w:rsidRDefault="00557788" w:rsidP="00557788">
      <w:r>
        <w:t>269.9387</w:t>
      </w:r>
      <w:r>
        <w:tab/>
        <w:t>1.025e0</w:t>
      </w:r>
    </w:p>
    <w:p w:rsidR="00557788" w:rsidRDefault="00557788" w:rsidP="00557788">
      <w:r>
        <w:t>269.9726</w:t>
      </w:r>
      <w:r>
        <w:tab/>
        <w:t>4.051e0</w:t>
      </w:r>
    </w:p>
    <w:p w:rsidR="00557788" w:rsidRDefault="00557788" w:rsidP="00557788">
      <w:r>
        <w:lastRenderedPageBreak/>
        <w:t>269.9757</w:t>
      </w:r>
      <w:r>
        <w:tab/>
        <w:t>1.589e-1</w:t>
      </w:r>
    </w:p>
    <w:p w:rsidR="00557788" w:rsidRDefault="00557788" w:rsidP="00557788">
      <w:r>
        <w:t>269.9909</w:t>
      </w:r>
      <w:r>
        <w:tab/>
        <w:t>1.076e0</w:t>
      </w:r>
    </w:p>
    <w:p w:rsidR="00557788" w:rsidRDefault="00557788" w:rsidP="00557788">
      <w:r>
        <w:t>269.9987</w:t>
      </w:r>
      <w:r>
        <w:tab/>
        <w:t>3.063e0</w:t>
      </w:r>
    </w:p>
    <w:p w:rsidR="00557788" w:rsidRDefault="00557788" w:rsidP="00557788">
      <w:r>
        <w:t>270.0053</w:t>
      </w:r>
      <w:r>
        <w:tab/>
        <w:t>5.557e0</w:t>
      </w:r>
    </w:p>
    <w:p w:rsidR="00557788" w:rsidRDefault="00557788" w:rsidP="00557788">
      <w:r>
        <w:t>270.0103</w:t>
      </w:r>
      <w:r>
        <w:tab/>
        <w:t>6.715e0</w:t>
      </w:r>
    </w:p>
    <w:p w:rsidR="00557788" w:rsidRDefault="00557788" w:rsidP="00557788">
      <w:r>
        <w:t>270.0135</w:t>
      </w:r>
      <w:r>
        <w:tab/>
        <w:t>4.145e0</w:t>
      </w:r>
    </w:p>
    <w:p w:rsidR="00557788" w:rsidRDefault="00557788" w:rsidP="00557788">
      <w:r>
        <w:t>270.0393</w:t>
      </w:r>
      <w:r>
        <w:tab/>
        <w:t>1.975e0</w:t>
      </w:r>
    </w:p>
    <w:p w:rsidR="00557788" w:rsidRDefault="00557788" w:rsidP="00557788">
      <w:r>
        <w:t>270.0477</w:t>
      </w:r>
      <w:r>
        <w:tab/>
        <w:t>3.038e0</w:t>
      </w:r>
    </w:p>
    <w:p w:rsidR="00557788" w:rsidRDefault="00557788" w:rsidP="00557788">
      <w:r>
        <w:t>270.0532</w:t>
      </w:r>
      <w:r>
        <w:tab/>
        <w:t>1.820e0</w:t>
      </w:r>
    </w:p>
    <w:p w:rsidR="00557788" w:rsidRDefault="00557788" w:rsidP="00557788">
      <w:r>
        <w:t>270.0567</w:t>
      </w:r>
      <w:r>
        <w:tab/>
        <w:t>1.196e0</w:t>
      </w:r>
    </w:p>
    <w:p w:rsidR="00557788" w:rsidRDefault="00557788" w:rsidP="00557788">
      <w:r>
        <w:t>270.0587</w:t>
      </w:r>
      <w:r>
        <w:tab/>
        <w:t>2.177e0</w:t>
      </w:r>
    </w:p>
    <w:p w:rsidR="00557788" w:rsidRDefault="00557788" w:rsidP="00557788">
      <w:r>
        <w:t>270.0614</w:t>
      </w:r>
      <w:r>
        <w:tab/>
        <w:t>4.385e0</w:t>
      </w:r>
    </w:p>
    <w:p w:rsidR="00557788" w:rsidRDefault="00557788" w:rsidP="00557788">
      <w:r>
        <w:t>270.0733</w:t>
      </w:r>
      <w:r>
        <w:tab/>
        <w:t>2.485e0</w:t>
      </w:r>
    </w:p>
    <w:p w:rsidR="00557788" w:rsidRDefault="00557788" w:rsidP="00557788">
      <w:r>
        <w:t>270.0768</w:t>
      </w:r>
      <w:r>
        <w:tab/>
        <w:t>2.198e0</w:t>
      </w:r>
    </w:p>
    <w:p w:rsidR="00557788" w:rsidRDefault="00557788" w:rsidP="00557788">
      <w:r>
        <w:t>270.1111</w:t>
      </w:r>
      <w:r>
        <w:tab/>
        <w:t>3.456e0</w:t>
      </w:r>
    </w:p>
    <w:p w:rsidR="00557788" w:rsidRDefault="00557788" w:rsidP="00557788">
      <w:r>
        <w:t>270.1351</w:t>
      </w:r>
      <w:r>
        <w:tab/>
        <w:t>3.333e0</w:t>
      </w:r>
    </w:p>
    <w:p w:rsidR="00557788" w:rsidRDefault="00557788" w:rsidP="00557788">
      <w:r>
        <w:t>270.1870</w:t>
      </w:r>
      <w:r>
        <w:tab/>
        <w:t>6.599e0</w:t>
      </w:r>
    </w:p>
    <w:p w:rsidR="00557788" w:rsidRDefault="00557788" w:rsidP="00557788">
      <w:r>
        <w:t>270.1883</w:t>
      </w:r>
      <w:r>
        <w:tab/>
        <w:t>9.703e0</w:t>
      </w:r>
    </w:p>
    <w:p w:rsidR="00557788" w:rsidRDefault="00557788" w:rsidP="00557788">
      <w:r>
        <w:t>270.2004</w:t>
      </w:r>
      <w:r>
        <w:tab/>
        <w:t>2.820e1</w:t>
      </w:r>
    </w:p>
    <w:p w:rsidR="00557788" w:rsidRDefault="00557788" w:rsidP="00557788">
      <w:r>
        <w:lastRenderedPageBreak/>
        <w:t>270.2306</w:t>
      </w:r>
      <w:r>
        <w:tab/>
        <w:t>2.025e0</w:t>
      </w:r>
    </w:p>
    <w:p w:rsidR="00557788" w:rsidRDefault="00557788" w:rsidP="00557788">
      <w:r>
        <w:t>270.2593</w:t>
      </w:r>
      <w:r>
        <w:tab/>
        <w:t>1.784e0</w:t>
      </w:r>
    </w:p>
    <w:p w:rsidR="00557788" w:rsidRDefault="00557788" w:rsidP="00557788">
      <w:r>
        <w:t>270.2780</w:t>
      </w:r>
      <w:r>
        <w:tab/>
        <w:t>5.063e0</w:t>
      </w:r>
    </w:p>
    <w:p w:rsidR="00557788" w:rsidRDefault="00557788" w:rsidP="00557788">
      <w:r>
        <w:t>270.2809</w:t>
      </w:r>
      <w:r>
        <w:tab/>
        <w:t>7.089e0</w:t>
      </w:r>
    </w:p>
    <w:p w:rsidR="00557788" w:rsidRDefault="00557788" w:rsidP="00557788">
      <w:r>
        <w:t>270.2949</w:t>
      </w:r>
      <w:r>
        <w:tab/>
        <w:t>8.101e0</w:t>
      </w:r>
    </w:p>
    <w:p w:rsidR="00557788" w:rsidRDefault="00557788" w:rsidP="00557788">
      <w:r>
        <w:t>270.2986</w:t>
      </w:r>
      <w:r>
        <w:tab/>
        <w:t>2.025e0</w:t>
      </w:r>
    </w:p>
    <w:p w:rsidR="00557788" w:rsidRDefault="00557788" w:rsidP="00557788">
      <w:r>
        <w:t>270.3108</w:t>
      </w:r>
      <w:r>
        <w:tab/>
        <w:t>1.089e0</w:t>
      </w:r>
    </w:p>
    <w:p w:rsidR="00557788" w:rsidRDefault="00557788" w:rsidP="00557788">
      <w:r>
        <w:t>270.3151</w:t>
      </w:r>
      <w:r>
        <w:tab/>
        <w:t>4.139e0</w:t>
      </w:r>
    </w:p>
    <w:p w:rsidR="00557788" w:rsidRDefault="00557788" w:rsidP="00557788">
      <w:r>
        <w:t>270.3193</w:t>
      </w:r>
      <w:r>
        <w:tab/>
        <w:t>7.729e0</w:t>
      </w:r>
    </w:p>
    <w:p w:rsidR="00557788" w:rsidRDefault="00557788" w:rsidP="00557788">
      <w:r>
        <w:t>270.3270</w:t>
      </w:r>
      <w:r>
        <w:tab/>
        <w:t>2.025e0</w:t>
      </w:r>
    </w:p>
    <w:p w:rsidR="00557788" w:rsidRDefault="00557788" w:rsidP="00557788">
      <w:r>
        <w:t>270.3283</w:t>
      </w:r>
      <w:r>
        <w:tab/>
        <w:t>4.051e0</w:t>
      </w:r>
    </w:p>
    <w:p w:rsidR="00557788" w:rsidRDefault="00557788" w:rsidP="00557788">
      <w:r>
        <w:t>270.3463</w:t>
      </w:r>
      <w:r>
        <w:tab/>
        <w:t>2.089e0</w:t>
      </w:r>
    </w:p>
    <w:p w:rsidR="00557788" w:rsidRDefault="00557788" w:rsidP="00557788">
      <w:r>
        <w:t>270.3666</w:t>
      </w:r>
      <w:r>
        <w:tab/>
        <w:t>1.013e0</w:t>
      </w:r>
    </w:p>
    <w:p w:rsidR="00557788" w:rsidRDefault="00557788" w:rsidP="00557788">
      <w:r>
        <w:t>270.3691</w:t>
      </w:r>
      <w:r>
        <w:tab/>
        <w:t>4.028e0</w:t>
      </w:r>
    </w:p>
    <w:p w:rsidR="00557788" w:rsidRDefault="00557788" w:rsidP="00557788">
      <w:r>
        <w:t>270.3706</w:t>
      </w:r>
      <w:r>
        <w:tab/>
        <w:t>2.532e-2</w:t>
      </w:r>
    </w:p>
    <w:p w:rsidR="00557788" w:rsidRDefault="00557788" w:rsidP="00557788">
      <w:r>
        <w:t>270.3752</w:t>
      </w:r>
      <w:r>
        <w:tab/>
        <w:t>2.532e-2</w:t>
      </w:r>
    </w:p>
    <w:p w:rsidR="00557788" w:rsidRDefault="00557788" w:rsidP="00557788">
      <w:r>
        <w:t>270.3968</w:t>
      </w:r>
      <w:r>
        <w:tab/>
        <w:t>4.051e0</w:t>
      </w:r>
    </w:p>
    <w:p w:rsidR="00557788" w:rsidRDefault="00557788" w:rsidP="00557788">
      <w:r>
        <w:t>270.4016</w:t>
      </w:r>
      <w:r>
        <w:tab/>
        <w:t>1.262e-1</w:t>
      </w:r>
    </w:p>
    <w:p w:rsidR="00557788" w:rsidRDefault="00557788" w:rsidP="00557788">
      <w:r>
        <w:t>270.4056</w:t>
      </w:r>
      <w:r>
        <w:tab/>
        <w:t>1.013e0</w:t>
      </w:r>
    </w:p>
    <w:p w:rsidR="00557788" w:rsidRDefault="00557788" w:rsidP="00557788">
      <w:r>
        <w:lastRenderedPageBreak/>
        <w:t>270.4097</w:t>
      </w:r>
      <w:r>
        <w:tab/>
        <w:t>2.025e0</w:t>
      </w:r>
    </w:p>
    <w:p w:rsidR="00557788" w:rsidRDefault="00557788" w:rsidP="00557788">
      <w:r>
        <w:t>270.4177</w:t>
      </w:r>
      <w:r>
        <w:tab/>
        <w:t>1.013e0</w:t>
      </w:r>
    </w:p>
    <w:p w:rsidR="00557788" w:rsidRDefault="00557788" w:rsidP="00557788">
      <w:r>
        <w:t>270.4215</w:t>
      </w:r>
      <w:r>
        <w:tab/>
        <w:t>2.532e-2</w:t>
      </w:r>
    </w:p>
    <w:p w:rsidR="00557788" w:rsidRDefault="00557788" w:rsidP="00557788">
      <w:r>
        <w:t>270.4297</w:t>
      </w:r>
      <w:r>
        <w:tab/>
        <w:t>2.532e-2</w:t>
      </w:r>
    </w:p>
    <w:p w:rsidR="00557788" w:rsidRDefault="00557788" w:rsidP="00557788">
      <w:r>
        <w:t>270.4366</w:t>
      </w:r>
      <w:r>
        <w:tab/>
        <w:t>1.013e0</w:t>
      </w:r>
    </w:p>
    <w:p w:rsidR="00557788" w:rsidRDefault="00557788" w:rsidP="00557788">
      <w:r>
        <w:t>270.4406</w:t>
      </w:r>
      <w:r>
        <w:tab/>
        <w:t>1.266e-2</w:t>
      </w:r>
    </w:p>
    <w:p w:rsidR="00557788" w:rsidRDefault="00557788" w:rsidP="00557788">
      <w:r>
        <w:t>270.4447</w:t>
      </w:r>
      <w:r>
        <w:tab/>
        <w:t>1.266e-2</w:t>
      </w:r>
    </w:p>
    <w:p w:rsidR="00557788" w:rsidRDefault="00557788" w:rsidP="00557788">
      <w:r>
        <w:t>270.4526</w:t>
      </w:r>
      <w:r>
        <w:tab/>
        <w:t>1.266e-2</w:t>
      </w:r>
    </w:p>
    <w:p w:rsidR="00557788" w:rsidRDefault="00557788" w:rsidP="00557788">
      <w:r>
        <w:t>270.4576</w:t>
      </w:r>
      <w:r>
        <w:tab/>
        <w:t>1.266e-2</w:t>
      </w:r>
    </w:p>
    <w:p w:rsidR="00557788" w:rsidRDefault="00557788" w:rsidP="00557788">
      <w:r>
        <w:t>270.4623</w:t>
      </w:r>
      <w:r>
        <w:tab/>
        <w:t>3.038e0</w:t>
      </w:r>
    </w:p>
    <w:p w:rsidR="00557788" w:rsidRDefault="00557788" w:rsidP="00557788">
      <w:r>
        <w:t>270.4717</w:t>
      </w:r>
      <w:r>
        <w:tab/>
        <w:t>2.025e0</w:t>
      </w:r>
    </w:p>
    <w:p w:rsidR="00557788" w:rsidRDefault="00557788" w:rsidP="00557788">
      <w:r>
        <w:t>270.4875</w:t>
      </w:r>
      <w:r>
        <w:tab/>
        <w:t>1.013e0</w:t>
      </w:r>
    </w:p>
    <w:p w:rsidR="00557788" w:rsidRDefault="00557788" w:rsidP="00557788">
      <w:r>
        <w:t>270.5071</w:t>
      </w:r>
      <w:r>
        <w:tab/>
        <w:t>3.038e0</w:t>
      </w:r>
    </w:p>
    <w:p w:rsidR="00557788" w:rsidRDefault="00557788" w:rsidP="00557788">
      <w:r>
        <w:t>270.5148</w:t>
      </w:r>
      <w:r>
        <w:tab/>
        <w:t>2.038e0</w:t>
      </w:r>
    </w:p>
    <w:p w:rsidR="00557788" w:rsidRDefault="00557788" w:rsidP="00557788">
      <w:r>
        <w:t>270.5365</w:t>
      </w:r>
      <w:r>
        <w:tab/>
        <w:t>1.051e0</w:t>
      </w:r>
    </w:p>
    <w:p w:rsidR="00557788" w:rsidRDefault="00557788" w:rsidP="00557788">
      <w:r>
        <w:t>270.5417</w:t>
      </w:r>
      <w:r>
        <w:tab/>
        <w:t>1.013e0</w:t>
      </w:r>
    </w:p>
    <w:p w:rsidR="00557788" w:rsidRDefault="00557788" w:rsidP="00557788">
      <w:r>
        <w:t>270.5497</w:t>
      </w:r>
      <w:r>
        <w:tab/>
        <w:t>2.025e0</w:t>
      </w:r>
    </w:p>
    <w:p w:rsidR="00557788" w:rsidRDefault="00557788" w:rsidP="00557788">
      <w:r>
        <w:t>270.5650</w:t>
      </w:r>
      <w:r>
        <w:tab/>
        <w:t>2.532e-2</w:t>
      </w:r>
    </w:p>
    <w:p w:rsidR="00557788" w:rsidRDefault="00557788" w:rsidP="00557788">
      <w:r>
        <w:t>270.5722</w:t>
      </w:r>
      <w:r>
        <w:tab/>
        <w:t>1.266e-2</w:t>
      </w:r>
    </w:p>
    <w:p w:rsidR="00557788" w:rsidRDefault="00557788" w:rsidP="00557788">
      <w:r>
        <w:lastRenderedPageBreak/>
        <w:t>270.5735</w:t>
      </w:r>
      <w:r>
        <w:tab/>
        <w:t>3.038e0</w:t>
      </w:r>
    </w:p>
    <w:p w:rsidR="00557788" w:rsidRDefault="00557788" w:rsidP="00557788">
      <w:r>
        <w:t>270.5807</w:t>
      </w:r>
      <w:r>
        <w:tab/>
        <w:t>1.266e-2</w:t>
      </w:r>
    </w:p>
    <w:p w:rsidR="00557788" w:rsidRDefault="00557788" w:rsidP="00557788">
      <w:r>
        <w:t>270.5878</w:t>
      </w:r>
      <w:r>
        <w:tab/>
        <w:t>3.038e0</w:t>
      </w:r>
    </w:p>
    <w:p w:rsidR="00557788" w:rsidRDefault="00557788" w:rsidP="00557788">
      <w:r>
        <w:t>270.5914</w:t>
      </w:r>
      <w:r>
        <w:tab/>
        <w:t>2.025e0</w:t>
      </w:r>
    </w:p>
    <w:p w:rsidR="00557788" w:rsidRDefault="00557788" w:rsidP="00557788">
      <w:r>
        <w:t>270.5927</w:t>
      </w:r>
      <w:r>
        <w:tab/>
        <w:t>1.025e0</w:t>
      </w:r>
    </w:p>
    <w:p w:rsidR="00557788" w:rsidRDefault="00557788" w:rsidP="00557788">
      <w:r>
        <w:t>270.5985</w:t>
      </w:r>
      <w:r>
        <w:tab/>
        <w:t>4.051e0</w:t>
      </w:r>
    </w:p>
    <w:p w:rsidR="00557788" w:rsidRDefault="00557788" w:rsidP="00557788">
      <w:r>
        <w:t>270.6002</w:t>
      </w:r>
      <w:r>
        <w:tab/>
        <w:t>3.038e0</w:t>
      </w:r>
    </w:p>
    <w:p w:rsidR="00557788" w:rsidRDefault="00557788" w:rsidP="00557788">
      <w:r>
        <w:t>270.6181</w:t>
      </w:r>
      <w:r>
        <w:tab/>
        <w:t>4.051e0</w:t>
      </w:r>
    </w:p>
    <w:p w:rsidR="00557788" w:rsidRDefault="00557788" w:rsidP="00557788">
      <w:r>
        <w:t>270.6332</w:t>
      </w:r>
      <w:r>
        <w:tab/>
        <w:t>1.038e0</w:t>
      </w:r>
    </w:p>
    <w:p w:rsidR="00557788" w:rsidRDefault="00557788" w:rsidP="00557788">
      <w:r>
        <w:t>270.6427</w:t>
      </w:r>
      <w:r>
        <w:tab/>
        <w:t>1.038e0</w:t>
      </w:r>
    </w:p>
    <w:p w:rsidR="00557788" w:rsidRDefault="00557788" w:rsidP="00557788">
      <w:r>
        <w:t>270.6469</w:t>
      </w:r>
      <w:r>
        <w:tab/>
        <w:t>1.266e-2</w:t>
      </w:r>
    </w:p>
    <w:p w:rsidR="00557788" w:rsidRDefault="00557788" w:rsidP="00557788">
      <w:r>
        <w:t>270.6548</w:t>
      </w:r>
      <w:r>
        <w:tab/>
        <w:t>3.038e0</w:t>
      </w:r>
    </w:p>
    <w:p w:rsidR="00557788" w:rsidRDefault="00557788" w:rsidP="00557788">
      <w:r>
        <w:t>270.6588</w:t>
      </w:r>
      <w:r>
        <w:tab/>
        <w:t>2.025e0</w:t>
      </w:r>
    </w:p>
    <w:p w:rsidR="00557788" w:rsidRDefault="00557788" w:rsidP="00557788">
      <w:r>
        <w:t>270.6689</w:t>
      </w:r>
      <w:r>
        <w:tab/>
        <w:t>2.025e0</w:t>
      </w:r>
    </w:p>
    <w:p w:rsidR="00557788" w:rsidRDefault="00557788" w:rsidP="00557788">
      <w:r>
        <w:t>270.6928</w:t>
      </w:r>
      <w:r>
        <w:tab/>
        <w:t>3.038e0</w:t>
      </w:r>
    </w:p>
    <w:p w:rsidR="00557788" w:rsidRDefault="00557788" w:rsidP="00557788">
      <w:r>
        <w:t>270.7019</w:t>
      </w:r>
      <w:r>
        <w:tab/>
        <w:t>2.038e0</w:t>
      </w:r>
    </w:p>
    <w:p w:rsidR="00557788" w:rsidRDefault="00557788" w:rsidP="00557788">
      <w:r>
        <w:t>270.7168</w:t>
      </w:r>
      <w:r>
        <w:tab/>
        <w:t>3.038e0</w:t>
      </w:r>
    </w:p>
    <w:p w:rsidR="00557788" w:rsidRDefault="00557788" w:rsidP="00557788">
      <w:r>
        <w:t>270.7186</w:t>
      </w:r>
      <w:r>
        <w:tab/>
        <w:t>2.532e-2</w:t>
      </w:r>
    </w:p>
    <w:p w:rsidR="00557788" w:rsidRDefault="00557788" w:rsidP="00557788">
      <w:r>
        <w:t>270.7282</w:t>
      </w:r>
      <w:r>
        <w:tab/>
        <w:t>3.038e0</w:t>
      </w:r>
    </w:p>
    <w:p w:rsidR="00557788" w:rsidRDefault="00557788" w:rsidP="00557788">
      <w:r>
        <w:lastRenderedPageBreak/>
        <w:t>270.7468</w:t>
      </w:r>
      <w:r>
        <w:tab/>
        <w:t>1.013e0</w:t>
      </w:r>
    </w:p>
    <w:p w:rsidR="00557788" w:rsidRDefault="00557788" w:rsidP="00557788">
      <w:r>
        <w:t>270.7518</w:t>
      </w:r>
      <w:r>
        <w:tab/>
        <w:t>2.025e0</w:t>
      </w:r>
    </w:p>
    <w:p w:rsidR="00557788" w:rsidRDefault="00557788" w:rsidP="00557788">
      <w:r>
        <w:t>270.7535</w:t>
      </w:r>
      <w:r>
        <w:tab/>
        <w:t>2.025e0</w:t>
      </w:r>
    </w:p>
    <w:p w:rsidR="00557788" w:rsidRDefault="00557788" w:rsidP="00557788">
      <w:r>
        <w:t>270.7598</w:t>
      </w:r>
      <w:r>
        <w:tab/>
        <w:t>1.266e-2</w:t>
      </w:r>
    </w:p>
    <w:p w:rsidR="00557788" w:rsidRDefault="00557788" w:rsidP="00557788">
      <w:r>
        <w:t>270.7738</w:t>
      </w:r>
      <w:r>
        <w:tab/>
        <w:t>3.038e0</w:t>
      </w:r>
    </w:p>
    <w:p w:rsidR="00557788" w:rsidRDefault="00557788" w:rsidP="00557788">
      <w:r>
        <w:t>270.7913</w:t>
      </w:r>
      <w:r>
        <w:tab/>
        <w:t>3.051e0</w:t>
      </w:r>
    </w:p>
    <w:p w:rsidR="00557788" w:rsidRDefault="00557788" w:rsidP="00557788">
      <w:r>
        <w:t>270.7948</w:t>
      </w:r>
      <w:r>
        <w:tab/>
        <w:t>1.013e0</w:t>
      </w:r>
    </w:p>
    <w:p w:rsidR="00557788" w:rsidRDefault="00557788" w:rsidP="00557788">
      <w:r>
        <w:t>270.8028</w:t>
      </w:r>
      <w:r>
        <w:tab/>
        <w:t>2.532e-2</w:t>
      </w:r>
    </w:p>
    <w:p w:rsidR="00557788" w:rsidRDefault="00557788" w:rsidP="00557788">
      <w:r>
        <w:t>270.8096</w:t>
      </w:r>
      <w:r>
        <w:tab/>
        <w:t>2.025e0</w:t>
      </w:r>
    </w:p>
    <w:p w:rsidR="00557788" w:rsidRDefault="00557788" w:rsidP="00557788">
      <w:r>
        <w:t>270.8259</w:t>
      </w:r>
      <w:r>
        <w:tab/>
        <w:t>1.266e-2</w:t>
      </w:r>
    </w:p>
    <w:p w:rsidR="00557788" w:rsidRDefault="00557788" w:rsidP="00557788">
      <w:r>
        <w:t>270.8319</w:t>
      </w:r>
      <w:r>
        <w:tab/>
        <w:t>2.025e0</w:t>
      </w:r>
    </w:p>
    <w:p w:rsidR="00557788" w:rsidRDefault="00557788" w:rsidP="00557788">
      <w:r>
        <w:t>270.8471</w:t>
      </w:r>
      <w:r>
        <w:tab/>
        <w:t>3.063e0</w:t>
      </w:r>
    </w:p>
    <w:p w:rsidR="00557788" w:rsidRDefault="00557788" w:rsidP="00557788">
      <w:r>
        <w:t>270.8654</w:t>
      </w:r>
      <w:r>
        <w:tab/>
        <w:t>1.051e0</w:t>
      </w:r>
    </w:p>
    <w:p w:rsidR="00557788" w:rsidRDefault="00557788" w:rsidP="00557788">
      <w:r>
        <w:t>270.8724</w:t>
      </w:r>
      <w:r>
        <w:tab/>
        <w:t>3.038e0</w:t>
      </w:r>
    </w:p>
    <w:p w:rsidR="00557788" w:rsidRDefault="00557788" w:rsidP="00557788">
      <w:r>
        <w:t>270.8768</w:t>
      </w:r>
      <w:r>
        <w:tab/>
        <w:t>1.013e0</w:t>
      </w:r>
    </w:p>
    <w:p w:rsidR="00557788" w:rsidRDefault="00557788" w:rsidP="00557788">
      <w:r>
        <w:t>270.8914</w:t>
      </w:r>
      <w:r>
        <w:tab/>
        <w:t>2.038e0</w:t>
      </w:r>
    </w:p>
    <w:p w:rsidR="00557788" w:rsidRDefault="00557788" w:rsidP="00557788">
      <w:r>
        <w:t>270.8948</w:t>
      </w:r>
      <w:r>
        <w:tab/>
        <w:t>4.051e0</w:t>
      </w:r>
    </w:p>
    <w:p w:rsidR="00557788" w:rsidRDefault="00557788" w:rsidP="00557788">
      <w:r>
        <w:t>270.9124</w:t>
      </w:r>
      <w:r>
        <w:tab/>
        <w:t>3.038e0</w:t>
      </w:r>
    </w:p>
    <w:p w:rsidR="00557788" w:rsidRDefault="00557788" w:rsidP="00557788">
      <w:r>
        <w:t>270.9156</w:t>
      </w:r>
      <w:r>
        <w:tab/>
        <w:t>2.025e0</w:t>
      </w:r>
    </w:p>
    <w:p w:rsidR="00557788" w:rsidRDefault="00557788" w:rsidP="00557788">
      <w:r>
        <w:lastRenderedPageBreak/>
        <w:t>270.9191</w:t>
      </w:r>
      <w:r>
        <w:tab/>
        <w:t>2.025e0</w:t>
      </w:r>
    </w:p>
    <w:p w:rsidR="00557788" w:rsidRDefault="00557788" w:rsidP="00557788">
      <w:r>
        <w:t>270.9214</w:t>
      </w:r>
      <w:r>
        <w:tab/>
        <w:t>1.013e0</w:t>
      </w:r>
    </w:p>
    <w:p w:rsidR="00557788" w:rsidRDefault="00557788" w:rsidP="00557788">
      <w:r>
        <w:t>270.9237</w:t>
      </w:r>
      <w:r>
        <w:tab/>
        <w:t>2.025e0</w:t>
      </w:r>
    </w:p>
    <w:p w:rsidR="00557788" w:rsidRDefault="00557788" w:rsidP="00557788">
      <w:r>
        <w:t>270.9469</w:t>
      </w:r>
      <w:r>
        <w:tab/>
        <w:t>1.013e0</w:t>
      </w:r>
    </w:p>
    <w:p w:rsidR="00557788" w:rsidRDefault="00557788" w:rsidP="00557788">
      <w:r>
        <w:t>270.9498</w:t>
      </w:r>
      <w:r>
        <w:tab/>
        <w:t>3.798e-2</w:t>
      </w:r>
    </w:p>
    <w:p w:rsidR="00557788" w:rsidRDefault="00557788" w:rsidP="00557788">
      <w:r>
        <w:t>270.9563</w:t>
      </w:r>
      <w:r>
        <w:tab/>
        <w:t>1.013e0</w:t>
      </w:r>
    </w:p>
    <w:p w:rsidR="00557788" w:rsidRDefault="00557788" w:rsidP="00557788">
      <w:r>
        <w:t>270.9606</w:t>
      </w:r>
      <w:r>
        <w:tab/>
        <w:t>2.025e0</w:t>
      </w:r>
    </w:p>
    <w:p w:rsidR="00557788" w:rsidRDefault="00557788" w:rsidP="00557788">
      <w:r>
        <w:t>270.9631</w:t>
      </w:r>
      <w:r>
        <w:tab/>
        <w:t>3.038e0</w:t>
      </w:r>
    </w:p>
    <w:p w:rsidR="00557788" w:rsidRDefault="00557788" w:rsidP="00557788">
      <w:r>
        <w:t>270.9642</w:t>
      </w:r>
      <w:r>
        <w:tab/>
        <w:t>1.582e0</w:t>
      </w:r>
    </w:p>
    <w:p w:rsidR="00557788" w:rsidRDefault="00557788" w:rsidP="00557788">
      <w:r>
        <w:t>270.9728</w:t>
      </w:r>
      <w:r>
        <w:tab/>
        <w:t>5.482e-1</w:t>
      </w:r>
    </w:p>
    <w:p w:rsidR="00557788" w:rsidRDefault="00557788" w:rsidP="00557788">
      <w:r>
        <w:t>270.9740</w:t>
      </w:r>
      <w:r>
        <w:tab/>
        <w:t>1.266e-2</w:t>
      </w:r>
    </w:p>
    <w:p w:rsidR="00557788" w:rsidRDefault="00557788" w:rsidP="00557788">
      <w:r>
        <w:t>270.9799</w:t>
      </w:r>
      <w:r>
        <w:tab/>
        <w:t>1.697e0</w:t>
      </w:r>
    </w:p>
    <w:p w:rsidR="00557788" w:rsidRDefault="00557788" w:rsidP="00557788">
      <w:r>
        <w:t>270.9955</w:t>
      </w:r>
      <w:r>
        <w:tab/>
        <w:t>3.798e-2</w:t>
      </w:r>
    </w:p>
    <w:p w:rsidR="00557788" w:rsidRDefault="00557788" w:rsidP="00557788">
      <w:r>
        <w:t>271.0038</w:t>
      </w:r>
      <w:r>
        <w:tab/>
        <w:t>7.191e0</w:t>
      </w:r>
    </w:p>
    <w:p w:rsidR="00557788" w:rsidRDefault="00557788" w:rsidP="00557788">
      <w:r>
        <w:t>271.0091</w:t>
      </w:r>
      <w:r>
        <w:tab/>
        <w:t>1.545e0</w:t>
      </w:r>
    </w:p>
    <w:p w:rsidR="00557788" w:rsidRDefault="00557788" w:rsidP="00557788">
      <w:r>
        <w:t>271.0142</w:t>
      </w:r>
      <w:r>
        <w:tab/>
        <w:t>1.394e-2</w:t>
      </w:r>
    </w:p>
    <w:p w:rsidR="00557788" w:rsidRDefault="00557788" w:rsidP="00557788">
      <w:r>
        <w:t>271.0250</w:t>
      </w:r>
      <w:r>
        <w:tab/>
        <w:t>2.609e0</w:t>
      </w:r>
    </w:p>
    <w:p w:rsidR="00557788" w:rsidRDefault="00557788" w:rsidP="00557788">
      <w:r>
        <w:t>271.0395</w:t>
      </w:r>
      <w:r>
        <w:tab/>
        <w:t>6.000e0</w:t>
      </w:r>
    </w:p>
    <w:p w:rsidR="00557788" w:rsidRDefault="00557788" w:rsidP="00557788">
      <w:r>
        <w:t>271.0417</w:t>
      </w:r>
      <w:r>
        <w:tab/>
        <w:t>4.168e0</w:t>
      </w:r>
    </w:p>
    <w:p w:rsidR="00557788" w:rsidRDefault="00557788" w:rsidP="00557788">
      <w:r>
        <w:lastRenderedPageBreak/>
        <w:t>271.0622</w:t>
      </w:r>
      <w:r>
        <w:tab/>
        <w:t>3.461e0</w:t>
      </w:r>
    </w:p>
    <w:p w:rsidR="00557788" w:rsidRDefault="00557788" w:rsidP="00557788">
      <w:r>
        <w:t>271.0758</w:t>
      </w:r>
      <w:r>
        <w:tab/>
        <w:t>2.575e0</w:t>
      </w:r>
    </w:p>
    <w:p w:rsidR="00557788" w:rsidRDefault="00557788" w:rsidP="00557788">
      <w:r>
        <w:t>271.0811</w:t>
      </w:r>
      <w:r>
        <w:tab/>
        <w:t>5.236e0</w:t>
      </w:r>
    </w:p>
    <w:p w:rsidR="00557788" w:rsidRDefault="00557788" w:rsidP="00557788">
      <w:r>
        <w:t>271.0862</w:t>
      </w:r>
      <w:r>
        <w:tab/>
        <w:t>4.379e0</w:t>
      </w:r>
    </w:p>
    <w:p w:rsidR="00557788" w:rsidRDefault="00557788" w:rsidP="00557788">
      <w:r>
        <w:t>271.0975</w:t>
      </w:r>
      <w:r>
        <w:tab/>
        <w:t>1.482e-1</w:t>
      </w:r>
    </w:p>
    <w:p w:rsidR="00557788" w:rsidRDefault="00557788" w:rsidP="00557788">
      <w:r>
        <w:t>271.1667</w:t>
      </w:r>
      <w:r>
        <w:tab/>
        <w:t>3.740e0</w:t>
      </w:r>
    </w:p>
    <w:p w:rsidR="00557788" w:rsidRDefault="00557788" w:rsidP="00557788">
      <w:r>
        <w:t>271.1690</w:t>
      </w:r>
      <w:r>
        <w:tab/>
        <w:t>4.054e0</w:t>
      </w:r>
    </w:p>
    <w:p w:rsidR="00557788" w:rsidRDefault="00557788" w:rsidP="00557788">
      <w:r>
        <w:t>271.1770</w:t>
      </w:r>
      <w:r>
        <w:tab/>
        <w:t>1.885e0</w:t>
      </w:r>
    </w:p>
    <w:p w:rsidR="00557788" w:rsidRDefault="00557788" w:rsidP="00557788">
      <w:r>
        <w:t>271.1830</w:t>
      </w:r>
      <w:r>
        <w:tab/>
        <w:t>1.164e0</w:t>
      </w:r>
    </w:p>
    <w:p w:rsidR="00557788" w:rsidRDefault="00557788" w:rsidP="00557788">
      <w:r>
        <w:t>271.1886</w:t>
      </w:r>
      <w:r>
        <w:tab/>
        <w:t>5.719e0</w:t>
      </w:r>
    </w:p>
    <w:p w:rsidR="00557788" w:rsidRDefault="00557788" w:rsidP="00557788">
      <w:r>
        <w:t>271.1907</w:t>
      </w:r>
      <w:r>
        <w:tab/>
        <w:t>2.500e0</w:t>
      </w:r>
    </w:p>
    <w:p w:rsidR="00557788" w:rsidRDefault="00557788" w:rsidP="00557788">
      <w:r>
        <w:t>271.1920</w:t>
      </w:r>
      <w:r>
        <w:tab/>
        <w:t>9.995e0</w:t>
      </w:r>
    </w:p>
    <w:p w:rsidR="00557788" w:rsidRDefault="00557788" w:rsidP="00557788">
      <w:r>
        <w:t>271.1968</w:t>
      </w:r>
      <w:r>
        <w:tab/>
        <w:t>4.023e0</w:t>
      </w:r>
    </w:p>
    <w:p w:rsidR="00557788" w:rsidRDefault="00557788" w:rsidP="00557788">
      <w:r>
        <w:t>271.2077</w:t>
      </w:r>
      <w:r>
        <w:tab/>
        <w:t>3.939e0</w:t>
      </w:r>
    </w:p>
    <w:p w:rsidR="00557788" w:rsidRDefault="00557788" w:rsidP="00557788">
      <w:r>
        <w:t>271.2159</w:t>
      </w:r>
      <w:r>
        <w:tab/>
        <w:t>5.910e0</w:t>
      </w:r>
    </w:p>
    <w:p w:rsidR="00557788" w:rsidRDefault="00557788" w:rsidP="00557788">
      <w:r>
        <w:t>271.2239</w:t>
      </w:r>
      <w:r>
        <w:tab/>
        <w:t>4.777e0</w:t>
      </w:r>
    </w:p>
    <w:p w:rsidR="00557788" w:rsidRDefault="00557788" w:rsidP="00557788">
      <w:r>
        <w:t>271.2299</w:t>
      </w:r>
      <w:r>
        <w:tab/>
        <w:t>4.335e0</w:t>
      </w:r>
    </w:p>
    <w:p w:rsidR="00557788" w:rsidRDefault="00557788" w:rsidP="00557788">
      <w:r>
        <w:t>271.2321</w:t>
      </w:r>
      <w:r>
        <w:tab/>
        <w:t>1.691e0</w:t>
      </w:r>
    </w:p>
    <w:p w:rsidR="00557788" w:rsidRDefault="00557788" w:rsidP="00557788">
      <w:r>
        <w:t>271.2468</w:t>
      </w:r>
      <w:r>
        <w:tab/>
        <w:t>1.215e1</w:t>
      </w:r>
    </w:p>
    <w:p w:rsidR="00557788" w:rsidRDefault="00557788" w:rsidP="00557788">
      <w:r>
        <w:lastRenderedPageBreak/>
        <w:t>271.2480</w:t>
      </w:r>
      <w:r>
        <w:tab/>
        <w:t>9.346e0</w:t>
      </w:r>
    </w:p>
    <w:p w:rsidR="00557788" w:rsidRDefault="00557788" w:rsidP="00557788">
      <w:r>
        <w:t>271.2689</w:t>
      </w:r>
      <w:r>
        <w:tab/>
        <w:t>4.727e-1</w:t>
      </w:r>
    </w:p>
    <w:p w:rsidR="00557788" w:rsidRDefault="00557788" w:rsidP="00557788">
      <w:r>
        <w:t>271.2749</w:t>
      </w:r>
      <w:r>
        <w:tab/>
        <w:t>5.686e0</w:t>
      </w:r>
    </w:p>
    <w:p w:rsidR="00557788" w:rsidRDefault="00557788" w:rsidP="00557788">
      <w:r>
        <w:t>271.2821</w:t>
      </w:r>
      <w:r>
        <w:tab/>
        <w:t>1.033e1</w:t>
      </w:r>
    </w:p>
    <w:p w:rsidR="00557788" w:rsidRDefault="00557788" w:rsidP="00557788">
      <w:r>
        <w:t>271.2840</w:t>
      </w:r>
      <w:r>
        <w:tab/>
        <w:t>1.158e1</w:t>
      </w:r>
    </w:p>
    <w:p w:rsidR="00557788" w:rsidRDefault="00557788" w:rsidP="00557788">
      <w:r>
        <w:t>271.2896</w:t>
      </w:r>
      <w:r>
        <w:tab/>
        <w:t>3.038e0</w:t>
      </w:r>
    </w:p>
    <w:p w:rsidR="00557788" w:rsidRDefault="00557788" w:rsidP="00557788">
      <w:r>
        <w:t>271.2989</w:t>
      </w:r>
      <w:r>
        <w:tab/>
        <w:t>3.038e0</w:t>
      </w:r>
    </w:p>
    <w:p w:rsidR="00557788" w:rsidRDefault="00557788" w:rsidP="00557788">
      <w:r>
        <w:t>271.3087</w:t>
      </w:r>
      <w:r>
        <w:tab/>
        <w:t>4.051e0</w:t>
      </w:r>
    </w:p>
    <w:p w:rsidR="00557788" w:rsidRDefault="00557788" w:rsidP="00557788">
      <w:r>
        <w:t>271.3109</w:t>
      </w:r>
      <w:r>
        <w:tab/>
        <w:t>1.013e0</w:t>
      </w:r>
    </w:p>
    <w:p w:rsidR="00557788" w:rsidRDefault="00557788" w:rsidP="00557788">
      <w:r>
        <w:t>271.3121</w:t>
      </w:r>
      <w:r>
        <w:tab/>
        <w:t>2.038e0</w:t>
      </w:r>
    </w:p>
    <w:p w:rsidR="00557788" w:rsidRDefault="00557788" w:rsidP="00557788">
      <w:r>
        <w:t>271.3190</w:t>
      </w:r>
      <w:r>
        <w:tab/>
        <w:t>4.051e0</w:t>
      </w:r>
    </w:p>
    <w:p w:rsidR="00557788" w:rsidRDefault="00557788" w:rsidP="00557788">
      <w:r>
        <w:t>271.3243</w:t>
      </w:r>
      <w:r>
        <w:tab/>
        <w:t>1.013e0</w:t>
      </w:r>
    </w:p>
    <w:p w:rsidR="00557788" w:rsidRDefault="00557788" w:rsidP="00557788">
      <w:r>
        <w:t>271.3532</w:t>
      </w:r>
      <w:r>
        <w:tab/>
        <w:t>1.038e0</w:t>
      </w:r>
    </w:p>
    <w:p w:rsidR="00557788" w:rsidRDefault="00557788" w:rsidP="00557788">
      <w:r>
        <w:t>271.3555</w:t>
      </w:r>
      <w:r>
        <w:tab/>
        <w:t>2.025e0</w:t>
      </w:r>
    </w:p>
    <w:p w:rsidR="00557788" w:rsidRDefault="00557788" w:rsidP="00557788">
      <w:r>
        <w:t>271.3575</w:t>
      </w:r>
      <w:r>
        <w:tab/>
        <w:t>2.025e0</w:t>
      </w:r>
    </w:p>
    <w:p w:rsidR="00557788" w:rsidRDefault="00557788" w:rsidP="00557788">
      <w:r>
        <w:t>271.3634</w:t>
      </w:r>
      <w:r>
        <w:tab/>
        <w:t>1.013e0</w:t>
      </w:r>
    </w:p>
    <w:p w:rsidR="00557788" w:rsidRDefault="00557788" w:rsidP="00557788">
      <w:r>
        <w:t>271.3674</w:t>
      </w:r>
      <w:r>
        <w:tab/>
        <w:t>2.025e0</w:t>
      </w:r>
    </w:p>
    <w:p w:rsidR="00557788" w:rsidRDefault="00557788" w:rsidP="00557788">
      <w:r>
        <w:t>271.3809</w:t>
      </w:r>
      <w:r>
        <w:tab/>
        <w:t>2.025e0</w:t>
      </w:r>
    </w:p>
    <w:p w:rsidR="00557788" w:rsidRDefault="00557788" w:rsidP="00557788">
      <w:r>
        <w:t>271.3965</w:t>
      </w:r>
      <w:r>
        <w:tab/>
        <w:t>2.532e-2</w:t>
      </w:r>
    </w:p>
    <w:p w:rsidR="00557788" w:rsidRDefault="00557788" w:rsidP="00557788">
      <w:r>
        <w:lastRenderedPageBreak/>
        <w:t>271.4002</w:t>
      </w:r>
      <w:r>
        <w:tab/>
        <w:t>4.051e0</w:t>
      </w:r>
    </w:p>
    <w:p w:rsidR="00557788" w:rsidRDefault="00557788" w:rsidP="00557788">
      <w:r>
        <w:t>271.4053</w:t>
      </w:r>
      <w:r>
        <w:tab/>
        <w:t>2.229e0</w:t>
      </w:r>
    </w:p>
    <w:p w:rsidR="00557788" w:rsidRDefault="00557788" w:rsidP="00557788">
      <w:r>
        <w:t>271.4187</w:t>
      </w:r>
      <w:r>
        <w:tab/>
        <w:t>3.956e-1</w:t>
      </w:r>
    </w:p>
    <w:p w:rsidR="00557788" w:rsidRDefault="00557788" w:rsidP="00557788">
      <w:r>
        <w:t>271.4414</w:t>
      </w:r>
      <w:r>
        <w:tab/>
        <w:t>1.266e-2</w:t>
      </w:r>
    </w:p>
    <w:p w:rsidR="00557788" w:rsidRDefault="00557788" w:rsidP="00557788">
      <w:r>
        <w:t>271.4434</w:t>
      </w:r>
      <w:r>
        <w:tab/>
        <w:t>2.532e-2</w:t>
      </w:r>
    </w:p>
    <w:p w:rsidR="00557788" w:rsidRDefault="00557788" w:rsidP="00557788">
      <w:r>
        <w:t>271.4464</w:t>
      </w:r>
      <w:r>
        <w:tab/>
        <w:t>3.038e0</w:t>
      </w:r>
    </w:p>
    <w:p w:rsidR="00557788" w:rsidRDefault="00557788" w:rsidP="00557788">
      <w:r>
        <w:t>271.4765</w:t>
      </w:r>
      <w:r>
        <w:tab/>
        <w:t>2.025e0</w:t>
      </w:r>
    </w:p>
    <w:p w:rsidR="00557788" w:rsidRDefault="00557788" w:rsidP="00557788">
      <w:r>
        <w:t>271.4957</w:t>
      </w:r>
      <w:r>
        <w:tab/>
        <w:t>1.013e0</w:t>
      </w:r>
    </w:p>
    <w:p w:rsidR="00557788" w:rsidRDefault="00557788" w:rsidP="00557788">
      <w:r>
        <w:t>271.4996</w:t>
      </w:r>
      <w:r>
        <w:tab/>
        <w:t>2.025e0</w:t>
      </w:r>
    </w:p>
    <w:p w:rsidR="00557788" w:rsidRDefault="00557788" w:rsidP="00557788">
      <w:r>
        <w:t>271.5077</w:t>
      </w:r>
      <w:r>
        <w:tab/>
        <w:t>1.013e0</w:t>
      </w:r>
    </w:p>
    <w:p w:rsidR="00557788" w:rsidRDefault="00557788" w:rsidP="00557788">
      <w:r>
        <w:t>271.5116</w:t>
      </w:r>
      <w:r>
        <w:tab/>
        <w:t>1.013e0</w:t>
      </w:r>
    </w:p>
    <w:p w:rsidR="00557788" w:rsidRDefault="00557788" w:rsidP="00557788">
      <w:r>
        <w:t>271.5159</w:t>
      </w:r>
      <w:r>
        <w:tab/>
        <w:t>1.025e0</w:t>
      </w:r>
    </w:p>
    <w:p w:rsidR="00557788" w:rsidRDefault="00557788" w:rsidP="00557788">
      <w:r>
        <w:t>271.5393</w:t>
      </w:r>
      <w:r>
        <w:tab/>
        <w:t>2.063e0</w:t>
      </w:r>
    </w:p>
    <w:p w:rsidR="00557788" w:rsidRDefault="00557788" w:rsidP="00557788">
      <w:r>
        <w:t>271.5423</w:t>
      </w:r>
      <w:r>
        <w:tab/>
        <w:t>2.051e0</w:t>
      </w:r>
    </w:p>
    <w:p w:rsidR="00557788" w:rsidRDefault="00557788" w:rsidP="00557788">
      <w:r>
        <w:t>271.5469</w:t>
      </w:r>
      <w:r>
        <w:tab/>
        <w:t>1.025e0</w:t>
      </w:r>
    </w:p>
    <w:p w:rsidR="00557788" w:rsidRDefault="00557788" w:rsidP="00557788">
      <w:r>
        <w:t>271.5542</w:t>
      </w:r>
      <w:r>
        <w:tab/>
        <w:t>3.798e-2</w:t>
      </w:r>
    </w:p>
    <w:p w:rsidR="00557788" w:rsidRDefault="00557788" w:rsidP="00557788">
      <w:r>
        <w:t>271.5737</w:t>
      </w:r>
      <w:r>
        <w:tab/>
        <w:t>3.038e0</w:t>
      </w:r>
    </w:p>
    <w:p w:rsidR="00557788" w:rsidRDefault="00557788" w:rsidP="00557788">
      <w:r>
        <w:t>271.5816</w:t>
      </w:r>
      <w:r>
        <w:tab/>
        <w:t>7.101e0</w:t>
      </w:r>
    </w:p>
    <w:p w:rsidR="00557788" w:rsidRDefault="00557788" w:rsidP="00557788">
      <w:r>
        <w:t>271.5833</w:t>
      </w:r>
      <w:r>
        <w:tab/>
        <w:t>1.038e0</w:t>
      </w:r>
    </w:p>
    <w:p w:rsidR="00557788" w:rsidRDefault="00557788" w:rsidP="00557788">
      <w:r>
        <w:lastRenderedPageBreak/>
        <w:t>271.5860</w:t>
      </w:r>
      <w:r>
        <w:tab/>
        <w:t>4.063e0</w:t>
      </w:r>
    </w:p>
    <w:p w:rsidR="00557788" w:rsidRDefault="00557788" w:rsidP="00557788">
      <w:r>
        <w:t>271.5959</w:t>
      </w:r>
      <w:r>
        <w:tab/>
        <w:t>1.266e-2</w:t>
      </w:r>
    </w:p>
    <w:p w:rsidR="00557788" w:rsidRDefault="00557788" w:rsidP="00557788">
      <w:r>
        <w:t>271.6087</w:t>
      </w:r>
      <w:r>
        <w:tab/>
        <w:t>1.266e-2</w:t>
      </w:r>
    </w:p>
    <w:p w:rsidR="00557788" w:rsidRDefault="00557788" w:rsidP="00557788">
      <w:r>
        <w:t>271.6151</w:t>
      </w:r>
      <w:r>
        <w:tab/>
        <w:t>2.025e0</w:t>
      </w:r>
    </w:p>
    <w:p w:rsidR="00557788" w:rsidRDefault="00557788" w:rsidP="00557788">
      <w:r>
        <w:t>271.6309</w:t>
      </w:r>
      <w:r>
        <w:tab/>
        <w:t>2.038e0</w:t>
      </w:r>
    </w:p>
    <w:p w:rsidR="00557788" w:rsidRDefault="00557788" w:rsidP="00557788">
      <w:r>
        <w:t>271.6359</w:t>
      </w:r>
      <w:r>
        <w:tab/>
        <w:t>2.025e0</w:t>
      </w:r>
    </w:p>
    <w:p w:rsidR="00557788" w:rsidRDefault="00557788" w:rsidP="00557788">
      <w:r>
        <w:t>271.6376</w:t>
      </w:r>
      <w:r>
        <w:tab/>
        <w:t>2.025e0</w:t>
      </w:r>
    </w:p>
    <w:p w:rsidR="00557788" w:rsidRDefault="00557788" w:rsidP="00557788">
      <w:r>
        <w:t>271.6458</w:t>
      </w:r>
      <w:r>
        <w:tab/>
        <w:t>2.532e-2</w:t>
      </w:r>
    </w:p>
    <w:p w:rsidR="00557788" w:rsidRDefault="00557788" w:rsidP="00557788">
      <w:r>
        <w:t>271.6501</w:t>
      </w:r>
      <w:r>
        <w:tab/>
        <w:t>2.532e-2</w:t>
      </w:r>
    </w:p>
    <w:p w:rsidR="00557788" w:rsidRDefault="00557788" w:rsidP="00557788">
      <w:r>
        <w:t>271.6518</w:t>
      </w:r>
      <w:r>
        <w:tab/>
        <w:t>1.013e0</w:t>
      </w:r>
    </w:p>
    <w:p w:rsidR="00557788" w:rsidRDefault="00557788" w:rsidP="00557788">
      <w:r>
        <w:t>271.6808</w:t>
      </w:r>
      <w:r>
        <w:tab/>
        <w:t>4.061e0</w:t>
      </w:r>
    </w:p>
    <w:p w:rsidR="00557788" w:rsidRDefault="00557788" w:rsidP="00557788">
      <w:r>
        <w:t>271.6842</w:t>
      </w:r>
      <w:r>
        <w:tab/>
        <w:t>3.192e0</w:t>
      </w:r>
    </w:p>
    <w:p w:rsidR="00557788" w:rsidRDefault="00557788" w:rsidP="00557788">
      <w:r>
        <w:t>271.6960</w:t>
      </w:r>
      <w:r>
        <w:tab/>
        <w:t>1.013e0</w:t>
      </w:r>
    </w:p>
    <w:p w:rsidR="00557788" w:rsidRDefault="00557788" w:rsidP="00557788">
      <w:r>
        <w:t>271.6984</w:t>
      </w:r>
      <w:r>
        <w:tab/>
        <w:t>2.467e0</w:t>
      </w:r>
    </w:p>
    <w:p w:rsidR="00557788" w:rsidRDefault="00557788" w:rsidP="00557788">
      <w:r>
        <w:t>271.7139</w:t>
      </w:r>
      <w:r>
        <w:tab/>
        <w:t>1.266e-2</w:t>
      </w:r>
    </w:p>
    <w:p w:rsidR="00557788" w:rsidRDefault="00557788" w:rsidP="00557788">
      <w:r>
        <w:t>271.7310</w:t>
      </w:r>
      <w:r>
        <w:tab/>
        <w:t>1.013e0</w:t>
      </w:r>
    </w:p>
    <w:p w:rsidR="00557788" w:rsidRDefault="00557788" w:rsidP="00557788">
      <w:r>
        <w:t>271.7425</w:t>
      </w:r>
      <w:r>
        <w:tab/>
        <w:t>4.051e0</w:t>
      </w:r>
    </w:p>
    <w:p w:rsidR="00557788" w:rsidRDefault="00557788" w:rsidP="00557788">
      <w:r>
        <w:t>271.7610</w:t>
      </w:r>
      <w:r>
        <w:tab/>
        <w:t>1.013e0</w:t>
      </w:r>
    </w:p>
    <w:p w:rsidR="00557788" w:rsidRDefault="00557788" w:rsidP="00557788">
      <w:r>
        <w:t>271.7708</w:t>
      </w:r>
      <w:r>
        <w:tab/>
        <w:t>5.063e0</w:t>
      </w:r>
    </w:p>
    <w:p w:rsidR="00557788" w:rsidRDefault="00557788" w:rsidP="00557788">
      <w:r>
        <w:lastRenderedPageBreak/>
        <w:t>271.7800</w:t>
      </w:r>
      <w:r>
        <w:tab/>
        <w:t>1.266e-2</w:t>
      </w:r>
    </w:p>
    <w:p w:rsidR="00557788" w:rsidRDefault="00557788" w:rsidP="00557788">
      <w:r>
        <w:t>271.7905</w:t>
      </w:r>
      <w:r>
        <w:tab/>
        <w:t>1.038e0</w:t>
      </w:r>
    </w:p>
    <w:p w:rsidR="00557788" w:rsidRDefault="00557788" w:rsidP="00557788">
      <w:r>
        <w:t>271.7971</w:t>
      </w:r>
      <w:r>
        <w:tab/>
        <w:t>4.051e0</w:t>
      </w:r>
    </w:p>
    <w:p w:rsidR="00557788" w:rsidRDefault="00557788" w:rsidP="00557788">
      <w:r>
        <w:t>271.8151</w:t>
      </w:r>
      <w:r>
        <w:tab/>
        <w:t>1.013e0</w:t>
      </w:r>
    </w:p>
    <w:p w:rsidR="00557788" w:rsidRDefault="00557788" w:rsidP="00557788">
      <w:r>
        <w:t>271.8190</w:t>
      </w:r>
      <w:r>
        <w:tab/>
        <w:t>1.266e-2</w:t>
      </w:r>
    </w:p>
    <w:p w:rsidR="00557788" w:rsidRDefault="00557788" w:rsidP="00557788">
      <w:r>
        <w:t>271.8288</w:t>
      </w:r>
      <w:r>
        <w:tab/>
        <w:t>2.532e-2</w:t>
      </w:r>
    </w:p>
    <w:p w:rsidR="00557788" w:rsidRDefault="00557788" w:rsidP="00557788">
      <w:r>
        <w:t>271.8311</w:t>
      </w:r>
      <w:r>
        <w:tab/>
        <w:t>1.013e0</w:t>
      </w:r>
    </w:p>
    <w:p w:rsidR="00557788" w:rsidRDefault="00557788" w:rsidP="00557788">
      <w:r>
        <w:t>271.8461</w:t>
      </w:r>
      <w:r>
        <w:tab/>
        <w:t>1.013e0</w:t>
      </w:r>
    </w:p>
    <w:p w:rsidR="00557788" w:rsidRDefault="00557788" w:rsidP="00557788">
      <w:r>
        <w:t>271.8790</w:t>
      </w:r>
      <w:r>
        <w:tab/>
        <w:t>2.025e0</w:t>
      </w:r>
    </w:p>
    <w:p w:rsidR="00557788" w:rsidRDefault="00557788" w:rsidP="00557788">
      <w:r>
        <w:t>271.8811</w:t>
      </w:r>
      <w:r>
        <w:tab/>
        <w:t>1.013e0</w:t>
      </w:r>
    </w:p>
    <w:p w:rsidR="00557788" w:rsidRDefault="00557788" w:rsidP="00557788">
      <w:r>
        <w:t>271.8932</w:t>
      </w:r>
      <w:r>
        <w:tab/>
        <w:t>1.013e0</w:t>
      </w:r>
    </w:p>
    <w:p w:rsidR="00557788" w:rsidRDefault="00557788" w:rsidP="00557788">
      <w:r>
        <w:t>271.9084</w:t>
      </w:r>
      <w:r>
        <w:tab/>
        <w:t>4.051e0</w:t>
      </w:r>
    </w:p>
    <w:p w:rsidR="00557788" w:rsidRDefault="00557788" w:rsidP="00557788">
      <w:r>
        <w:t>271.9174</w:t>
      </w:r>
      <w:r>
        <w:tab/>
        <w:t>3.051e0</w:t>
      </w:r>
    </w:p>
    <w:p w:rsidR="00557788" w:rsidRDefault="00557788" w:rsidP="00557788">
      <w:r>
        <w:t>271.9251</w:t>
      </w:r>
      <w:r>
        <w:tab/>
        <w:t>1.038e0</w:t>
      </w:r>
    </w:p>
    <w:p w:rsidR="00557788" w:rsidRDefault="00557788" w:rsidP="00557788">
      <w:r>
        <w:t>271.9372</w:t>
      </w:r>
      <w:r>
        <w:tab/>
        <w:t>1.025e0</w:t>
      </w:r>
    </w:p>
    <w:p w:rsidR="00557788" w:rsidRDefault="00557788" w:rsidP="00557788">
      <w:r>
        <w:t>271.9412</w:t>
      </w:r>
      <w:r>
        <w:tab/>
        <w:t>1.013e0</w:t>
      </w:r>
    </w:p>
    <w:p w:rsidR="00557788" w:rsidRDefault="00557788" w:rsidP="00557788">
      <w:r>
        <w:t>272.0034</w:t>
      </w:r>
      <w:r>
        <w:tab/>
        <w:t>1.877e1</w:t>
      </w:r>
    </w:p>
    <w:p w:rsidR="00557788" w:rsidRDefault="00557788" w:rsidP="00557788">
      <w:r>
        <w:t>272.0102</w:t>
      </w:r>
      <w:r>
        <w:tab/>
        <w:t>9.664e0</w:t>
      </w:r>
    </w:p>
    <w:p w:rsidR="00557788" w:rsidRDefault="00557788" w:rsidP="00557788">
      <w:r>
        <w:t>272.0113</w:t>
      </w:r>
      <w:r>
        <w:tab/>
        <w:t>4.346e0</w:t>
      </w:r>
    </w:p>
    <w:p w:rsidR="00557788" w:rsidRDefault="00557788" w:rsidP="00557788">
      <w:r>
        <w:lastRenderedPageBreak/>
        <w:t>272.0148</w:t>
      </w:r>
      <w:r>
        <w:tab/>
        <w:t>1.898e0</w:t>
      </w:r>
    </w:p>
    <w:p w:rsidR="00557788" w:rsidRDefault="00557788" w:rsidP="00557788">
      <w:r>
        <w:t>272.0175</w:t>
      </w:r>
      <w:r>
        <w:tab/>
        <w:t>5.217e-1</w:t>
      </w:r>
    </w:p>
    <w:p w:rsidR="00557788" w:rsidRDefault="00557788" w:rsidP="00557788">
      <w:r>
        <w:t>272.0500</w:t>
      </w:r>
      <w:r>
        <w:tab/>
        <w:t>5.572e-1</w:t>
      </w:r>
    </w:p>
    <w:p w:rsidR="00557788" w:rsidRDefault="00557788" w:rsidP="00557788">
      <w:r>
        <w:t>272.0538</w:t>
      </w:r>
      <w:r>
        <w:tab/>
        <w:t>9.997e-1</w:t>
      </w:r>
    </w:p>
    <w:p w:rsidR="00557788" w:rsidRDefault="00557788" w:rsidP="00557788">
      <w:r>
        <w:t>272.0731</w:t>
      </w:r>
      <w:r>
        <w:tab/>
        <w:t>2.038e0</w:t>
      </w:r>
    </w:p>
    <w:p w:rsidR="00557788" w:rsidRDefault="00557788" w:rsidP="00557788">
      <w:r>
        <w:t>272.0769</w:t>
      </w:r>
      <w:r>
        <w:tab/>
        <w:t>4.391e0</w:t>
      </w:r>
    </w:p>
    <w:p w:rsidR="00557788" w:rsidRDefault="00557788" w:rsidP="00557788">
      <w:r>
        <w:t>272.0795</w:t>
      </w:r>
      <w:r>
        <w:tab/>
        <w:t>1.654e0</w:t>
      </w:r>
    </w:p>
    <w:p w:rsidR="00557788" w:rsidRDefault="00557788" w:rsidP="00557788">
      <w:r>
        <w:t>272.1010</w:t>
      </w:r>
      <w:r>
        <w:tab/>
        <w:t>3.065e0</w:t>
      </w:r>
    </w:p>
    <w:p w:rsidR="00557788" w:rsidRDefault="00557788" w:rsidP="00557788">
      <w:r>
        <w:t>272.1149</w:t>
      </w:r>
      <w:r>
        <w:tab/>
        <w:t>1.937e0</w:t>
      </w:r>
    </w:p>
    <w:p w:rsidR="00557788" w:rsidRDefault="00557788" w:rsidP="00557788">
      <w:r>
        <w:t>272.1324</w:t>
      </w:r>
      <w:r>
        <w:tab/>
        <w:t>1.340e0</w:t>
      </w:r>
    </w:p>
    <w:p w:rsidR="00557788" w:rsidRDefault="00557788" w:rsidP="00557788">
      <w:r>
        <w:t>272.1589</w:t>
      </w:r>
      <w:r>
        <w:tab/>
        <w:t>2.234e0</w:t>
      </w:r>
    </w:p>
    <w:p w:rsidR="00557788" w:rsidRDefault="00557788" w:rsidP="00557788">
      <w:r>
        <w:t>272.1786</w:t>
      </w:r>
      <w:r>
        <w:tab/>
        <w:t>5.964e-1</w:t>
      </w:r>
    </w:p>
    <w:p w:rsidR="00557788" w:rsidRDefault="00557788" w:rsidP="00557788">
      <w:r>
        <w:t>272.1821</w:t>
      </w:r>
      <w:r>
        <w:tab/>
        <w:t>1.241e1</w:t>
      </w:r>
    </w:p>
    <w:p w:rsidR="00557788" w:rsidRDefault="00557788" w:rsidP="00557788">
      <w:r>
        <w:t>272.1866</w:t>
      </w:r>
      <w:r>
        <w:tab/>
        <w:t>1.128e1</w:t>
      </w:r>
    </w:p>
    <w:p w:rsidR="00557788" w:rsidRDefault="00557788" w:rsidP="00557788">
      <w:r>
        <w:t>272.1979</w:t>
      </w:r>
      <w:r>
        <w:tab/>
        <w:t>1.907e0</w:t>
      </w:r>
    </w:p>
    <w:p w:rsidR="00557788" w:rsidRDefault="00557788" w:rsidP="00557788">
      <w:r>
        <w:t>272.2217</w:t>
      </w:r>
      <w:r>
        <w:tab/>
        <w:t>3.854e0</w:t>
      </w:r>
    </w:p>
    <w:p w:rsidR="00557788" w:rsidRDefault="00557788" w:rsidP="00557788">
      <w:r>
        <w:t>272.2266</w:t>
      </w:r>
      <w:r>
        <w:tab/>
        <w:t>2.930e0</w:t>
      </w:r>
    </w:p>
    <w:p w:rsidR="00557788" w:rsidRDefault="00557788" w:rsidP="00557788">
      <w:r>
        <w:t>272.2284</w:t>
      </w:r>
      <w:r>
        <w:tab/>
        <w:t>6.110e0</w:t>
      </w:r>
    </w:p>
    <w:p w:rsidR="00557788" w:rsidRDefault="00557788" w:rsidP="00557788">
      <w:r>
        <w:t>272.2582</w:t>
      </w:r>
      <w:r>
        <w:tab/>
        <w:t>3.257e-1</w:t>
      </w:r>
    </w:p>
    <w:p w:rsidR="00557788" w:rsidRDefault="00557788" w:rsidP="00557788">
      <w:r>
        <w:lastRenderedPageBreak/>
        <w:t>272.2594</w:t>
      </w:r>
      <w:r>
        <w:tab/>
        <w:t>3.927e0</w:t>
      </w:r>
    </w:p>
    <w:p w:rsidR="00557788" w:rsidRDefault="00557788" w:rsidP="00557788">
      <w:r>
        <w:t>272.2657</w:t>
      </w:r>
      <w:r>
        <w:tab/>
        <w:t>4.742e0</w:t>
      </w:r>
    </w:p>
    <w:p w:rsidR="00557788" w:rsidRDefault="00557788" w:rsidP="00557788">
      <w:r>
        <w:t>272.2673</w:t>
      </w:r>
      <w:r>
        <w:tab/>
        <w:t>2.806e0</w:t>
      </w:r>
    </w:p>
    <w:p w:rsidR="00557788" w:rsidRDefault="00557788" w:rsidP="00557788">
      <w:r>
        <w:t>272.2755</w:t>
      </w:r>
      <w:r>
        <w:tab/>
        <w:t>3.038e0</w:t>
      </w:r>
    </w:p>
    <w:p w:rsidR="00557788" w:rsidRDefault="00557788" w:rsidP="00557788">
      <w:r>
        <w:t>272.2817</w:t>
      </w:r>
      <w:r>
        <w:tab/>
        <w:t>2.763e0</w:t>
      </w:r>
    </w:p>
    <w:p w:rsidR="00557788" w:rsidRDefault="00557788" w:rsidP="00557788">
      <w:r>
        <w:t>272.3160</w:t>
      </w:r>
      <w:r>
        <w:tab/>
        <w:t>2.532e-2</w:t>
      </w:r>
    </w:p>
    <w:p w:rsidR="00557788" w:rsidRDefault="00557788" w:rsidP="00557788">
      <w:r>
        <w:t>272.3181</w:t>
      </w:r>
      <w:r>
        <w:tab/>
        <w:t>1.013e0</w:t>
      </w:r>
    </w:p>
    <w:p w:rsidR="00557788" w:rsidRDefault="00557788" w:rsidP="00557788">
      <w:r>
        <w:t>272.3296</w:t>
      </w:r>
      <w:r>
        <w:tab/>
        <w:t>2.025e0</w:t>
      </w:r>
    </w:p>
    <w:p w:rsidR="00557788" w:rsidRDefault="00557788" w:rsidP="00557788">
      <w:r>
        <w:t>272.3492</w:t>
      </w:r>
      <w:r>
        <w:tab/>
        <w:t>1.013e0</w:t>
      </w:r>
    </w:p>
    <w:p w:rsidR="00557788" w:rsidRDefault="00557788" w:rsidP="00557788">
      <w:r>
        <w:t>272.3601</w:t>
      </w:r>
      <w:r>
        <w:tab/>
        <w:t>2.025e0</w:t>
      </w:r>
    </w:p>
    <w:p w:rsidR="00557788" w:rsidRDefault="00557788" w:rsidP="00557788">
      <w:r>
        <w:t>272.3666</w:t>
      </w:r>
      <w:r>
        <w:tab/>
        <w:t>1.051e0</w:t>
      </w:r>
    </w:p>
    <w:p w:rsidR="00557788" w:rsidRDefault="00557788" w:rsidP="00557788">
      <w:r>
        <w:t>272.3821</w:t>
      </w:r>
      <w:r>
        <w:tab/>
        <w:t>4.051e0</w:t>
      </w:r>
    </w:p>
    <w:p w:rsidR="00557788" w:rsidRDefault="00557788" w:rsidP="00557788">
      <w:r>
        <w:t>272.3863</w:t>
      </w:r>
      <w:r>
        <w:tab/>
        <w:t>2.532e-2</w:t>
      </w:r>
    </w:p>
    <w:p w:rsidR="00557788" w:rsidRDefault="00557788" w:rsidP="00557788">
      <w:r>
        <w:t>272.3917</w:t>
      </w:r>
      <w:r>
        <w:tab/>
        <w:t>3.051e0</w:t>
      </w:r>
    </w:p>
    <w:p w:rsidR="00557788" w:rsidRDefault="00557788" w:rsidP="00557788">
      <w:r>
        <w:t>272.3972</w:t>
      </w:r>
      <w:r>
        <w:tab/>
        <w:t>1.266e-2</w:t>
      </w:r>
    </w:p>
    <w:p w:rsidR="00557788" w:rsidRDefault="00557788" w:rsidP="00557788">
      <w:r>
        <w:t>272.4022</w:t>
      </w:r>
      <w:r>
        <w:tab/>
        <w:t>1.013e0</w:t>
      </w:r>
    </w:p>
    <w:p w:rsidR="00557788" w:rsidRDefault="00557788" w:rsidP="00557788">
      <w:r>
        <w:t>272.4073</w:t>
      </w:r>
      <w:r>
        <w:tab/>
        <w:t>1.013e0</w:t>
      </w:r>
    </w:p>
    <w:p w:rsidR="00557788" w:rsidRDefault="00557788" w:rsidP="00557788">
      <w:r>
        <w:t>272.4193</w:t>
      </w:r>
      <w:r>
        <w:tab/>
        <w:t>1.013e0</w:t>
      </w:r>
    </w:p>
    <w:p w:rsidR="00557788" w:rsidRDefault="00557788" w:rsidP="00557788">
      <w:r>
        <w:t>272.4250</w:t>
      </w:r>
      <w:r>
        <w:tab/>
        <w:t>2.532e-2</w:t>
      </w:r>
    </w:p>
    <w:p w:rsidR="00557788" w:rsidRDefault="00557788" w:rsidP="00557788">
      <w:r>
        <w:lastRenderedPageBreak/>
        <w:t>272.4273</w:t>
      </w:r>
      <w:r>
        <w:tab/>
        <w:t>1.025e0</w:t>
      </w:r>
    </w:p>
    <w:p w:rsidR="00557788" w:rsidRDefault="00557788" w:rsidP="00557788">
      <w:r>
        <w:t>272.4369</w:t>
      </w:r>
      <w:r>
        <w:tab/>
        <w:t>2.025e0</w:t>
      </w:r>
    </w:p>
    <w:p w:rsidR="00557788" w:rsidRDefault="00557788" w:rsidP="00557788">
      <w:r>
        <w:t>272.4430</w:t>
      </w:r>
      <w:r>
        <w:tab/>
        <w:t>2.025e0</w:t>
      </w:r>
    </w:p>
    <w:p w:rsidR="00557788" w:rsidRDefault="00557788" w:rsidP="00557788">
      <w:r>
        <w:t>272.4453</w:t>
      </w:r>
      <w:r>
        <w:tab/>
        <w:t>1.038e0</w:t>
      </w:r>
    </w:p>
    <w:p w:rsidR="00557788" w:rsidRDefault="00557788" w:rsidP="00557788">
      <w:r>
        <w:t>272.4503</w:t>
      </w:r>
      <w:r>
        <w:tab/>
        <w:t>1.015e0</w:t>
      </w:r>
    </w:p>
    <w:p w:rsidR="00557788" w:rsidRDefault="00557788" w:rsidP="00557788">
      <w:r>
        <w:t>272.4544</w:t>
      </w:r>
      <w:r>
        <w:tab/>
        <w:t>1.013e0</w:t>
      </w:r>
    </w:p>
    <w:p w:rsidR="00557788" w:rsidRDefault="00557788" w:rsidP="00557788">
      <w:r>
        <w:t>272.4563</w:t>
      </w:r>
      <w:r>
        <w:tab/>
        <w:t>2.532e-2</w:t>
      </w:r>
    </w:p>
    <w:p w:rsidR="00557788" w:rsidRDefault="00557788" w:rsidP="00557788">
      <w:r>
        <w:t>272.4724</w:t>
      </w:r>
      <w:r>
        <w:tab/>
        <w:t>1.013e0</w:t>
      </w:r>
    </w:p>
    <w:p w:rsidR="00557788" w:rsidRDefault="00557788" w:rsidP="00557788">
      <w:r>
        <w:t>272.4736</w:t>
      </w:r>
      <w:r>
        <w:tab/>
        <w:t>2.532e-2</w:t>
      </w:r>
    </w:p>
    <w:p w:rsidR="00557788" w:rsidRDefault="00557788" w:rsidP="00557788">
      <w:r>
        <w:t>272.4750</w:t>
      </w:r>
      <w:r>
        <w:tab/>
        <w:t>3.038e0</w:t>
      </w:r>
    </w:p>
    <w:p w:rsidR="00557788" w:rsidRDefault="00557788" w:rsidP="00557788">
      <w:r>
        <w:t>272.4764</w:t>
      </w:r>
      <w:r>
        <w:tab/>
        <w:t>2.025e0</w:t>
      </w:r>
    </w:p>
    <w:p w:rsidR="00557788" w:rsidRDefault="00557788" w:rsidP="00557788">
      <w:r>
        <w:t>272.4775</w:t>
      </w:r>
      <w:r>
        <w:tab/>
        <w:t>1.013e0</w:t>
      </w:r>
    </w:p>
    <w:p w:rsidR="00557788" w:rsidRDefault="00557788" w:rsidP="00557788">
      <w:r>
        <w:t>272.4895</w:t>
      </w:r>
      <w:r>
        <w:tab/>
        <w:t>1.013e0</w:t>
      </w:r>
    </w:p>
    <w:p w:rsidR="00557788" w:rsidRDefault="00557788" w:rsidP="00557788">
      <w:r>
        <w:t>272.5093</w:t>
      </w:r>
      <w:r>
        <w:tab/>
        <w:t>3.038e0</w:t>
      </w:r>
    </w:p>
    <w:p w:rsidR="00557788" w:rsidRDefault="00557788" w:rsidP="00557788">
      <w:r>
        <w:t>272.5185</w:t>
      </w:r>
      <w:r>
        <w:tab/>
        <w:t>2.025e0</w:t>
      </w:r>
    </w:p>
    <w:p w:rsidR="00557788" w:rsidRDefault="00557788" w:rsidP="00557788">
      <w:r>
        <w:t>272.5233</w:t>
      </w:r>
      <w:r>
        <w:tab/>
        <w:t>1.038e0</w:t>
      </w:r>
    </w:p>
    <w:p w:rsidR="00557788" w:rsidRDefault="00557788" w:rsidP="00557788">
      <w:r>
        <w:t>272.5327</w:t>
      </w:r>
      <w:r>
        <w:tab/>
        <w:t>1.013e0</w:t>
      </w:r>
    </w:p>
    <w:p w:rsidR="00557788" w:rsidRDefault="00557788" w:rsidP="00557788">
      <w:r>
        <w:t>272.5556</w:t>
      </w:r>
      <w:r>
        <w:tab/>
        <w:t>1.025e0</w:t>
      </w:r>
    </w:p>
    <w:p w:rsidR="00557788" w:rsidRDefault="00557788" w:rsidP="00557788">
      <w:r>
        <w:t>272.5638</w:t>
      </w:r>
      <w:r>
        <w:tab/>
        <w:t>3.038e0</w:t>
      </w:r>
    </w:p>
    <w:p w:rsidR="00557788" w:rsidRDefault="00557788" w:rsidP="00557788">
      <w:r>
        <w:lastRenderedPageBreak/>
        <w:t>272.5671</w:t>
      </w:r>
      <w:r>
        <w:tab/>
        <w:t>2.532e-2</w:t>
      </w:r>
    </w:p>
    <w:p w:rsidR="00557788" w:rsidRDefault="00557788" w:rsidP="00557788">
      <w:r>
        <w:t>272.5711</w:t>
      </w:r>
      <w:r>
        <w:tab/>
        <w:t>3.798e-2</w:t>
      </w:r>
    </w:p>
    <w:p w:rsidR="00557788" w:rsidRDefault="00557788" w:rsidP="00557788">
      <w:r>
        <w:t>272.5812</w:t>
      </w:r>
      <w:r>
        <w:tab/>
        <w:t>3.038e0</w:t>
      </w:r>
    </w:p>
    <w:p w:rsidR="00557788" w:rsidRDefault="00557788" w:rsidP="00557788">
      <w:r>
        <w:t>272.5907</w:t>
      </w:r>
      <w:r>
        <w:tab/>
        <w:t>2.025e0</w:t>
      </w:r>
    </w:p>
    <w:p w:rsidR="00557788" w:rsidRDefault="00557788" w:rsidP="00557788">
      <w:r>
        <w:t>272.5970</w:t>
      </w:r>
      <w:r>
        <w:tab/>
        <w:t>2.025e0</w:t>
      </w:r>
    </w:p>
    <w:p w:rsidR="00557788" w:rsidRDefault="00557788" w:rsidP="00557788">
      <w:r>
        <w:t>272.5987</w:t>
      </w:r>
      <w:r>
        <w:tab/>
        <w:t>1.266e-2</w:t>
      </w:r>
    </w:p>
    <w:p w:rsidR="00557788" w:rsidRDefault="00557788" w:rsidP="00557788">
      <w:r>
        <w:t>272.6258</w:t>
      </w:r>
      <w:r>
        <w:tab/>
        <w:t>1.013e0</w:t>
      </w:r>
    </w:p>
    <w:p w:rsidR="00557788" w:rsidRDefault="00557788" w:rsidP="00557788">
      <w:r>
        <w:t>272.6298</w:t>
      </w:r>
      <w:r>
        <w:tab/>
        <w:t>2.025e0</w:t>
      </w:r>
    </w:p>
    <w:p w:rsidR="00557788" w:rsidRDefault="00557788" w:rsidP="00557788">
      <w:r>
        <w:t>272.6339</w:t>
      </w:r>
      <w:r>
        <w:tab/>
        <w:t>1.051e0</w:t>
      </w:r>
    </w:p>
    <w:p w:rsidR="00557788" w:rsidRDefault="00557788" w:rsidP="00557788">
      <w:r>
        <w:t>272.6373</w:t>
      </w:r>
      <w:r>
        <w:tab/>
        <w:t>2.025e0</w:t>
      </w:r>
    </w:p>
    <w:p w:rsidR="00557788" w:rsidRDefault="00557788" w:rsidP="00557788">
      <w:r>
        <w:t>272.6537</w:t>
      </w:r>
      <w:r>
        <w:tab/>
        <w:t>2.025e0</w:t>
      </w:r>
    </w:p>
    <w:p w:rsidR="00557788" w:rsidRDefault="00557788" w:rsidP="00557788">
      <w:r>
        <w:t>272.6570</w:t>
      </w:r>
      <w:r>
        <w:tab/>
        <w:t>1.157e0</w:t>
      </w:r>
    </w:p>
    <w:p w:rsidR="00557788" w:rsidRDefault="00557788" w:rsidP="00557788">
      <w:r>
        <w:t>272.6609</w:t>
      </w:r>
      <w:r>
        <w:tab/>
        <w:t>2.025e0</w:t>
      </w:r>
    </w:p>
    <w:p w:rsidR="00557788" w:rsidRDefault="00557788" w:rsidP="00557788">
      <w:r>
        <w:t>272.6689</w:t>
      </w:r>
      <w:r>
        <w:tab/>
        <w:t>1.013e0</w:t>
      </w:r>
    </w:p>
    <w:p w:rsidR="00557788" w:rsidRDefault="00557788" w:rsidP="00557788">
      <w:r>
        <w:t>272.6769</w:t>
      </w:r>
      <w:r>
        <w:tab/>
        <w:t>3.038e0</w:t>
      </w:r>
    </w:p>
    <w:p w:rsidR="00557788" w:rsidRDefault="00557788" w:rsidP="00557788">
      <w:r>
        <w:t>272.6806</w:t>
      </w:r>
      <w:r>
        <w:tab/>
        <w:t>2.532e-2</w:t>
      </w:r>
    </w:p>
    <w:p w:rsidR="00557788" w:rsidRDefault="00557788" w:rsidP="00557788">
      <w:r>
        <w:t>272.6968</w:t>
      </w:r>
      <w:r>
        <w:tab/>
        <w:t>3.063e0</w:t>
      </w:r>
    </w:p>
    <w:p w:rsidR="00557788" w:rsidRDefault="00557788" w:rsidP="00557788">
      <w:r>
        <w:t>272.7118</w:t>
      </w:r>
      <w:r>
        <w:tab/>
        <w:t>2.025e0</w:t>
      </w:r>
    </w:p>
    <w:p w:rsidR="00557788" w:rsidRDefault="00557788" w:rsidP="00557788">
      <w:r>
        <w:t>272.7133</w:t>
      </w:r>
      <w:r>
        <w:tab/>
        <w:t>2.025e0</w:t>
      </w:r>
    </w:p>
    <w:p w:rsidR="00557788" w:rsidRDefault="00557788" w:rsidP="00557788">
      <w:r>
        <w:lastRenderedPageBreak/>
        <w:t>272.7227</w:t>
      </w:r>
      <w:r>
        <w:tab/>
        <w:t>5.063e0</w:t>
      </w:r>
    </w:p>
    <w:p w:rsidR="00557788" w:rsidRDefault="00557788" w:rsidP="00557788">
      <w:r>
        <w:t>272.7484</w:t>
      </w:r>
      <w:r>
        <w:tab/>
        <w:t>1.025e0</w:t>
      </w:r>
    </w:p>
    <w:p w:rsidR="00557788" w:rsidRDefault="00557788" w:rsidP="00557788">
      <w:r>
        <w:t>272.7534</w:t>
      </w:r>
      <w:r>
        <w:tab/>
        <w:t>1.038e0</w:t>
      </w:r>
    </w:p>
    <w:p w:rsidR="00557788" w:rsidRDefault="00557788" w:rsidP="00557788">
      <w:r>
        <w:t>272.7662</w:t>
      </w:r>
      <w:r>
        <w:tab/>
        <w:t>3.038e0</w:t>
      </w:r>
    </w:p>
    <w:p w:rsidR="00557788" w:rsidRDefault="00557788" w:rsidP="00557788">
      <w:r>
        <w:t>272.7856</w:t>
      </w:r>
      <w:r>
        <w:tab/>
        <w:t>2.025e0</w:t>
      </w:r>
    </w:p>
    <w:p w:rsidR="00557788" w:rsidRDefault="00557788" w:rsidP="00557788">
      <w:r>
        <w:t>272.7934</w:t>
      </w:r>
      <w:r>
        <w:tab/>
        <w:t>1.025e0</w:t>
      </w:r>
    </w:p>
    <w:p w:rsidR="00557788" w:rsidRDefault="00557788" w:rsidP="00557788">
      <w:r>
        <w:t>272.7972</w:t>
      </w:r>
      <w:r>
        <w:tab/>
        <w:t>1.013e0</w:t>
      </w:r>
    </w:p>
    <w:p w:rsidR="00557788" w:rsidRDefault="00557788" w:rsidP="00557788">
      <w:r>
        <w:t>272.8086</w:t>
      </w:r>
      <w:r>
        <w:tab/>
        <w:t>2.063e0</w:t>
      </w:r>
    </w:p>
    <w:p w:rsidR="00557788" w:rsidRDefault="00557788" w:rsidP="00557788">
      <w:r>
        <w:t>272.8271</w:t>
      </w:r>
      <w:r>
        <w:tab/>
        <w:t>3.038e0</w:t>
      </w:r>
    </w:p>
    <w:p w:rsidR="00557788" w:rsidRDefault="00557788" w:rsidP="00557788">
      <w:r>
        <w:t>272.8364</w:t>
      </w:r>
      <w:r>
        <w:tab/>
        <w:t>1.038e0</w:t>
      </w:r>
    </w:p>
    <w:p w:rsidR="00557788" w:rsidRDefault="00557788" w:rsidP="00557788">
      <w:r>
        <w:t>272.8403</w:t>
      </w:r>
      <w:r>
        <w:tab/>
        <w:t>2.094e0</w:t>
      </w:r>
    </w:p>
    <w:p w:rsidR="00557788" w:rsidRDefault="00557788" w:rsidP="00557788">
      <w:r>
        <w:t>272.8539</w:t>
      </w:r>
      <w:r>
        <w:tab/>
        <w:t>1.013e0</w:t>
      </w:r>
    </w:p>
    <w:p w:rsidR="00557788" w:rsidRDefault="00557788" w:rsidP="00557788">
      <w:r>
        <w:t>272.8635</w:t>
      </w:r>
      <w:r>
        <w:tab/>
        <w:t>1.013e0</w:t>
      </w:r>
    </w:p>
    <w:p w:rsidR="00557788" w:rsidRDefault="00557788" w:rsidP="00557788">
      <w:r>
        <w:t>272.8647</w:t>
      </w:r>
      <w:r>
        <w:tab/>
        <w:t>2.025e0</w:t>
      </w:r>
    </w:p>
    <w:p w:rsidR="00557788" w:rsidRDefault="00557788" w:rsidP="00557788">
      <w:r>
        <w:t>272.8659</w:t>
      </w:r>
      <w:r>
        <w:tab/>
        <w:t>3.038e0</w:t>
      </w:r>
    </w:p>
    <w:p w:rsidR="00557788" w:rsidRDefault="00557788" w:rsidP="00557788">
      <w:r>
        <w:t>272.8755</w:t>
      </w:r>
      <w:r>
        <w:tab/>
        <w:t>1.013e0</w:t>
      </w:r>
    </w:p>
    <w:p w:rsidR="00557788" w:rsidRDefault="00557788" w:rsidP="00557788">
      <w:r>
        <w:t>272.8891</w:t>
      </w:r>
      <w:r>
        <w:tab/>
        <w:t>1.013e0</w:t>
      </w:r>
    </w:p>
    <w:p w:rsidR="00557788" w:rsidRDefault="00557788" w:rsidP="00557788">
      <w:r>
        <w:t>272.8986</w:t>
      </w:r>
      <w:r>
        <w:tab/>
        <w:t>1.013e0</w:t>
      </w:r>
    </w:p>
    <w:p w:rsidR="00557788" w:rsidRDefault="00557788" w:rsidP="00557788">
      <w:r>
        <w:t>272.9025</w:t>
      </w:r>
      <w:r>
        <w:tab/>
        <w:t>1.013e0</w:t>
      </w:r>
    </w:p>
    <w:p w:rsidR="00557788" w:rsidRDefault="00557788" w:rsidP="00557788">
      <w:r>
        <w:lastRenderedPageBreak/>
        <w:t>272.9154</w:t>
      </w:r>
      <w:r>
        <w:tab/>
        <w:t>3.051e0</w:t>
      </w:r>
    </w:p>
    <w:p w:rsidR="00557788" w:rsidRDefault="00557788" w:rsidP="00557788">
      <w:r>
        <w:t>272.9265</w:t>
      </w:r>
      <w:r>
        <w:tab/>
        <w:t>2.025e0</w:t>
      </w:r>
    </w:p>
    <w:p w:rsidR="00557788" w:rsidRDefault="00557788" w:rsidP="00557788">
      <w:r>
        <w:t>272.9326</w:t>
      </w:r>
      <w:r>
        <w:tab/>
        <w:t>7.089e0</w:t>
      </w:r>
    </w:p>
    <w:p w:rsidR="00557788" w:rsidRDefault="00557788" w:rsidP="00557788">
      <w:r>
        <w:t>272.9411</w:t>
      </w:r>
      <w:r>
        <w:tab/>
        <w:t>2.051e0</w:t>
      </w:r>
    </w:p>
    <w:p w:rsidR="00557788" w:rsidRDefault="00557788" w:rsidP="00557788">
      <w:r>
        <w:t>272.9474</w:t>
      </w:r>
      <w:r>
        <w:tab/>
        <w:t>3.038e0</w:t>
      </w:r>
    </w:p>
    <w:p w:rsidR="00557788" w:rsidRDefault="00557788" w:rsidP="00557788">
      <w:r>
        <w:t>272.9510</w:t>
      </w:r>
      <w:r>
        <w:tab/>
        <w:t>2.006e0</w:t>
      </w:r>
    </w:p>
    <w:p w:rsidR="00557788" w:rsidRDefault="00557788" w:rsidP="00557788">
      <w:r>
        <w:t>272.9596</w:t>
      </w:r>
      <w:r>
        <w:tab/>
        <w:t>4.393e0</w:t>
      </w:r>
    </w:p>
    <w:p w:rsidR="00557788" w:rsidRDefault="00557788" w:rsidP="00557788">
      <w:r>
        <w:t>272.9652</w:t>
      </w:r>
      <w:r>
        <w:tab/>
        <w:t>2.025e0</w:t>
      </w:r>
    </w:p>
    <w:p w:rsidR="00557788" w:rsidRDefault="00557788" w:rsidP="00557788">
      <w:r>
        <w:t>272.9912</w:t>
      </w:r>
      <w:r>
        <w:tab/>
        <w:t>5.350e0</w:t>
      </w:r>
    </w:p>
    <w:p w:rsidR="00557788" w:rsidRDefault="00557788" w:rsidP="00557788">
      <w:r>
        <w:t>273.0005</w:t>
      </w:r>
      <w:r>
        <w:tab/>
        <w:t>5.905e0</w:t>
      </w:r>
    </w:p>
    <w:p w:rsidR="00557788" w:rsidRDefault="00557788" w:rsidP="00557788">
      <w:r>
        <w:t>273.0066</w:t>
      </w:r>
      <w:r>
        <w:tab/>
        <w:t>2.536e1</w:t>
      </w:r>
    </w:p>
    <w:p w:rsidR="00557788" w:rsidRDefault="00557788" w:rsidP="00557788">
      <w:r>
        <w:t>273.0233</w:t>
      </w:r>
      <w:r>
        <w:tab/>
        <w:t>7.879e0</w:t>
      </w:r>
    </w:p>
    <w:p w:rsidR="00557788" w:rsidRDefault="00557788" w:rsidP="00557788">
      <w:r>
        <w:t>273.0572</w:t>
      </w:r>
      <w:r>
        <w:tab/>
        <w:t>1.628e0</w:t>
      </w:r>
    </w:p>
    <w:p w:rsidR="00557788" w:rsidRDefault="00557788" w:rsidP="00557788">
      <w:r>
        <w:t>273.0650</w:t>
      </w:r>
      <w:r>
        <w:tab/>
        <w:t>1.764e0</w:t>
      </w:r>
    </w:p>
    <w:p w:rsidR="00557788" w:rsidRDefault="00557788" w:rsidP="00557788">
      <w:r>
        <w:t>273.0663</w:t>
      </w:r>
      <w:r>
        <w:tab/>
        <w:t>3.719e0</w:t>
      </w:r>
    </w:p>
    <w:p w:rsidR="00557788" w:rsidRDefault="00557788" w:rsidP="00557788">
      <w:r>
        <w:t>273.0842</w:t>
      </w:r>
      <w:r>
        <w:tab/>
        <w:t>4.175e-1</w:t>
      </w:r>
    </w:p>
    <w:p w:rsidR="00557788" w:rsidRDefault="00557788" w:rsidP="00557788">
      <w:r>
        <w:t>273.0853</w:t>
      </w:r>
      <w:r>
        <w:tab/>
        <w:t>2.042e0</w:t>
      </w:r>
    </w:p>
    <w:p w:rsidR="00557788" w:rsidRDefault="00557788" w:rsidP="00557788">
      <w:r>
        <w:t>273.0923</w:t>
      </w:r>
      <w:r>
        <w:tab/>
        <w:t>3.577e0</w:t>
      </w:r>
    </w:p>
    <w:p w:rsidR="00557788" w:rsidRDefault="00557788" w:rsidP="00557788">
      <w:r>
        <w:t>273.0982</w:t>
      </w:r>
      <w:r>
        <w:tab/>
        <w:t>1.256e0</w:t>
      </w:r>
    </w:p>
    <w:p w:rsidR="00557788" w:rsidRDefault="00557788" w:rsidP="00557788">
      <w:r>
        <w:lastRenderedPageBreak/>
        <w:t>273.1102</w:t>
      </w:r>
      <w:r>
        <w:tab/>
        <w:t>1.300e0</w:t>
      </w:r>
    </w:p>
    <w:p w:rsidR="00557788" w:rsidRDefault="00557788" w:rsidP="00557788">
      <w:r>
        <w:t>273.1121</w:t>
      </w:r>
      <w:r>
        <w:tab/>
        <w:t>1.532e0</w:t>
      </w:r>
    </w:p>
    <w:p w:rsidR="00557788" w:rsidRDefault="00557788" w:rsidP="00557788">
      <w:r>
        <w:t>273.1669</w:t>
      </w:r>
      <w:r>
        <w:tab/>
        <w:t>2.119e0</w:t>
      </w:r>
    </w:p>
    <w:p w:rsidR="00557788" w:rsidRDefault="00557788" w:rsidP="00557788">
      <w:r>
        <w:t>273.1690</w:t>
      </w:r>
      <w:r>
        <w:tab/>
        <w:t>1.198e1</w:t>
      </w:r>
    </w:p>
    <w:p w:rsidR="00557788" w:rsidRDefault="00557788" w:rsidP="00557788">
      <w:r>
        <w:t>273.1705</w:t>
      </w:r>
      <w:r>
        <w:tab/>
        <w:t>3.567e0</w:t>
      </w:r>
    </w:p>
    <w:p w:rsidR="00557788" w:rsidRDefault="00557788" w:rsidP="00557788">
      <w:r>
        <w:t>273.1778</w:t>
      </w:r>
      <w:r>
        <w:tab/>
        <w:t>1.281e1</w:t>
      </w:r>
    </w:p>
    <w:p w:rsidR="00557788" w:rsidRDefault="00557788" w:rsidP="00557788">
      <w:r>
        <w:t>273.2292</w:t>
      </w:r>
      <w:r>
        <w:tab/>
        <w:t>5.063e-2</w:t>
      </w:r>
    </w:p>
    <w:p w:rsidR="00557788" w:rsidRDefault="00557788" w:rsidP="00557788">
      <w:r>
        <w:t>273.2365</w:t>
      </w:r>
      <w:r>
        <w:tab/>
        <w:t>4.823e0</w:t>
      </w:r>
    </w:p>
    <w:p w:rsidR="00557788" w:rsidRDefault="00557788" w:rsidP="00557788">
      <w:r>
        <w:t>273.2384</w:t>
      </w:r>
      <w:r>
        <w:tab/>
        <w:t>6.826e0</w:t>
      </w:r>
    </w:p>
    <w:p w:rsidR="00557788" w:rsidRDefault="00557788" w:rsidP="00557788">
      <w:r>
        <w:t>273.2432</w:t>
      </w:r>
      <w:r>
        <w:tab/>
        <w:t>2.757e0</w:t>
      </w:r>
    </w:p>
    <w:p w:rsidR="00557788" w:rsidRDefault="00557788" w:rsidP="00557788">
      <w:r>
        <w:t>273.2462</w:t>
      </w:r>
      <w:r>
        <w:tab/>
        <w:t>4.591e0</w:t>
      </w:r>
    </w:p>
    <w:p w:rsidR="00557788" w:rsidRDefault="00557788" w:rsidP="00557788">
      <w:r>
        <w:t>273.2608</w:t>
      </w:r>
      <w:r>
        <w:tab/>
        <w:t>1.982e0</w:t>
      </w:r>
    </w:p>
    <w:p w:rsidR="00557788" w:rsidRDefault="00557788" w:rsidP="00557788">
      <w:r>
        <w:t>273.2783</w:t>
      </w:r>
      <w:r>
        <w:tab/>
        <w:t>5.111e0</w:t>
      </w:r>
    </w:p>
    <w:p w:rsidR="00557788" w:rsidRDefault="00557788" w:rsidP="00557788">
      <w:r>
        <w:t>273.2847</w:t>
      </w:r>
      <w:r>
        <w:tab/>
        <w:t>1.013e0</w:t>
      </w:r>
    </w:p>
    <w:p w:rsidR="00557788" w:rsidRDefault="00557788" w:rsidP="00557788">
      <w:r>
        <w:t>273.2876</w:t>
      </w:r>
      <w:r>
        <w:tab/>
        <w:t>3.038e0</w:t>
      </w:r>
    </w:p>
    <w:p w:rsidR="00557788" w:rsidRDefault="00557788" w:rsidP="00557788">
      <w:r>
        <w:t>273.2887</w:t>
      </w:r>
      <w:r>
        <w:tab/>
        <w:t>1.025e0</w:t>
      </w:r>
    </w:p>
    <w:p w:rsidR="00557788" w:rsidRDefault="00557788" w:rsidP="00557788">
      <w:r>
        <w:t>273.3086</w:t>
      </w:r>
      <w:r>
        <w:tab/>
        <w:t>3.038e0</w:t>
      </w:r>
    </w:p>
    <w:p w:rsidR="00557788" w:rsidRDefault="00557788" w:rsidP="00557788">
      <w:r>
        <w:t>273.3126</w:t>
      </w:r>
      <w:r>
        <w:tab/>
        <w:t>3.038e0</w:t>
      </w:r>
    </w:p>
    <w:p w:rsidR="00557788" w:rsidRDefault="00557788" w:rsidP="00557788">
      <w:r>
        <w:t>273.3258</w:t>
      </w:r>
      <w:r>
        <w:tab/>
        <w:t>2.051e0</w:t>
      </w:r>
    </w:p>
    <w:p w:rsidR="00557788" w:rsidRDefault="00557788" w:rsidP="00557788">
      <w:r>
        <w:lastRenderedPageBreak/>
        <w:t>273.3332</w:t>
      </w:r>
      <w:r>
        <w:tab/>
        <w:t>6.329e-2</w:t>
      </w:r>
    </w:p>
    <w:p w:rsidR="00557788" w:rsidRDefault="00557788" w:rsidP="00557788">
      <w:r>
        <w:t>273.3589</w:t>
      </w:r>
      <w:r>
        <w:tab/>
        <w:t>2.025e0</w:t>
      </w:r>
    </w:p>
    <w:p w:rsidR="00557788" w:rsidRDefault="00557788" w:rsidP="00557788">
      <w:r>
        <w:t>273.3630</w:t>
      </w:r>
      <w:r>
        <w:tab/>
        <w:t>1.266e-2</w:t>
      </w:r>
    </w:p>
    <w:p w:rsidR="00557788" w:rsidRDefault="00557788" w:rsidP="00557788">
      <w:r>
        <w:t>273.3642</w:t>
      </w:r>
      <w:r>
        <w:tab/>
        <w:t>2.025e0</w:t>
      </w:r>
    </w:p>
    <w:p w:rsidR="00557788" w:rsidRDefault="00557788" w:rsidP="00557788">
      <w:r>
        <w:t>273.3812</w:t>
      </w:r>
      <w:r>
        <w:tab/>
        <w:t>4.063e0</w:t>
      </w:r>
    </w:p>
    <w:p w:rsidR="00557788" w:rsidRDefault="00557788" w:rsidP="00557788">
      <w:r>
        <w:t>273.3921</w:t>
      </w:r>
      <w:r>
        <w:tab/>
        <w:t>2.025e0</w:t>
      </w:r>
    </w:p>
    <w:p w:rsidR="00557788" w:rsidRDefault="00557788" w:rsidP="00557788">
      <w:r>
        <w:t>273.4068</w:t>
      </w:r>
      <w:r>
        <w:tab/>
        <w:t>1.013e0</w:t>
      </w:r>
    </w:p>
    <w:p w:rsidR="00557788" w:rsidRDefault="00557788" w:rsidP="00557788">
      <w:r>
        <w:t>273.4212</w:t>
      </w:r>
      <w:r>
        <w:tab/>
        <w:t>1.013e0</w:t>
      </w:r>
    </w:p>
    <w:p w:rsidR="00557788" w:rsidRDefault="00557788" w:rsidP="00557788">
      <w:r>
        <w:t>273.4251</w:t>
      </w:r>
      <w:r>
        <w:tab/>
        <w:t>1.013e0</w:t>
      </w:r>
    </w:p>
    <w:p w:rsidR="00557788" w:rsidRDefault="00557788" w:rsidP="00557788">
      <w:r>
        <w:t>273.4292</w:t>
      </w:r>
      <w:r>
        <w:tab/>
        <w:t>1.025e0</w:t>
      </w:r>
    </w:p>
    <w:p w:rsidR="00557788" w:rsidRDefault="00557788" w:rsidP="00557788">
      <w:r>
        <w:t>273.4364</w:t>
      </w:r>
      <w:r>
        <w:tab/>
        <w:t>3.797e-2</w:t>
      </w:r>
    </w:p>
    <w:p w:rsidR="00557788" w:rsidRDefault="00557788" w:rsidP="00557788">
      <w:r>
        <w:t>273.4471</w:t>
      </w:r>
      <w:r>
        <w:tab/>
        <w:t>1.266e-2</w:t>
      </w:r>
    </w:p>
    <w:p w:rsidR="00557788" w:rsidRDefault="00557788" w:rsidP="00557788">
      <w:r>
        <w:t>273.4563</w:t>
      </w:r>
      <w:r>
        <w:tab/>
        <w:t>1.013e0</w:t>
      </w:r>
    </w:p>
    <w:p w:rsidR="00557788" w:rsidRDefault="00557788" w:rsidP="00557788">
      <w:r>
        <w:t>273.4584</w:t>
      </w:r>
      <w:r>
        <w:tab/>
        <w:t>2.025e0</w:t>
      </w:r>
    </w:p>
    <w:p w:rsidR="00557788" w:rsidRDefault="00557788" w:rsidP="00557788">
      <w:r>
        <w:t>273.4603</w:t>
      </w:r>
      <w:r>
        <w:tab/>
        <w:t>2.532e-2</w:t>
      </w:r>
    </w:p>
    <w:p w:rsidR="00557788" w:rsidRDefault="00557788" w:rsidP="00557788">
      <w:r>
        <w:t>273.4683</w:t>
      </w:r>
      <w:r>
        <w:tab/>
        <w:t>2.025e0</w:t>
      </w:r>
    </w:p>
    <w:p w:rsidR="00557788" w:rsidRDefault="00557788" w:rsidP="00557788">
      <w:r>
        <w:t>273.4722</w:t>
      </w:r>
      <w:r>
        <w:tab/>
        <w:t>1.025e0</w:t>
      </w:r>
    </w:p>
    <w:p w:rsidR="00557788" w:rsidRDefault="00557788" w:rsidP="00557788">
      <w:r>
        <w:t>273.4733</w:t>
      </w:r>
      <w:r>
        <w:tab/>
        <w:t>2.025e0</w:t>
      </w:r>
    </w:p>
    <w:p w:rsidR="00557788" w:rsidRDefault="00557788" w:rsidP="00557788">
      <w:r>
        <w:t>273.4818</w:t>
      </w:r>
      <w:r>
        <w:tab/>
        <w:t>2.025e0</w:t>
      </w:r>
    </w:p>
    <w:p w:rsidR="00557788" w:rsidRDefault="00557788" w:rsidP="00557788">
      <w:r>
        <w:lastRenderedPageBreak/>
        <w:t>273.4832</w:t>
      </w:r>
      <w:r>
        <w:tab/>
        <w:t>2.063e0</w:t>
      </w:r>
    </w:p>
    <w:p w:rsidR="00557788" w:rsidRDefault="00557788" w:rsidP="00557788">
      <w:r>
        <w:t>273.5007</w:t>
      </w:r>
      <w:r>
        <w:tab/>
        <w:t>3.038e0</w:t>
      </w:r>
    </w:p>
    <w:p w:rsidR="00557788" w:rsidRDefault="00557788" w:rsidP="00557788">
      <w:r>
        <w:t>273.5035</w:t>
      </w:r>
      <w:r>
        <w:tab/>
        <w:t>1.038e0</w:t>
      </w:r>
    </w:p>
    <w:p w:rsidR="00557788" w:rsidRDefault="00557788" w:rsidP="00557788">
      <w:r>
        <w:t>273.5226</w:t>
      </w:r>
      <w:r>
        <w:tab/>
        <w:t>1.013e0</w:t>
      </w:r>
    </w:p>
    <w:p w:rsidR="00557788" w:rsidRDefault="00557788" w:rsidP="00557788">
      <w:r>
        <w:t>273.5345</w:t>
      </w:r>
      <w:r>
        <w:tab/>
        <w:t>2.532e-2</w:t>
      </w:r>
    </w:p>
    <w:p w:rsidR="00557788" w:rsidRDefault="00557788" w:rsidP="00557788">
      <w:r>
        <w:t>273.5385</w:t>
      </w:r>
      <w:r>
        <w:tab/>
        <w:t>1.013e0</w:t>
      </w:r>
    </w:p>
    <w:p w:rsidR="00557788" w:rsidRDefault="00557788" w:rsidP="00557788">
      <w:r>
        <w:t>273.5427</w:t>
      </w:r>
      <w:r>
        <w:tab/>
        <w:t>1.013e0</w:t>
      </w:r>
    </w:p>
    <w:p w:rsidR="00557788" w:rsidRDefault="00557788" w:rsidP="00557788">
      <w:r>
        <w:t>273.5502</w:t>
      </w:r>
      <w:r>
        <w:tab/>
        <w:t>2.025e0</w:t>
      </w:r>
    </w:p>
    <w:p w:rsidR="00557788" w:rsidRDefault="00557788" w:rsidP="00557788">
      <w:r>
        <w:t>273.5626</w:t>
      </w:r>
      <w:r>
        <w:tab/>
        <w:t>3.798e-2</w:t>
      </w:r>
    </w:p>
    <w:p w:rsidR="00557788" w:rsidRDefault="00557788" w:rsidP="00557788">
      <w:r>
        <w:t>273.5697</w:t>
      </w:r>
      <w:r>
        <w:tab/>
        <w:t>1.013e0</w:t>
      </w:r>
    </w:p>
    <w:p w:rsidR="00557788" w:rsidRDefault="00557788" w:rsidP="00557788">
      <w:r>
        <w:t>273.5756</w:t>
      </w:r>
      <w:r>
        <w:tab/>
        <w:t>2.025e0</w:t>
      </w:r>
    </w:p>
    <w:p w:rsidR="00557788" w:rsidRDefault="00557788" w:rsidP="00557788">
      <w:r>
        <w:t>273.5778</w:t>
      </w:r>
      <w:r>
        <w:tab/>
        <w:t>3.038e0</w:t>
      </w:r>
    </w:p>
    <w:p w:rsidR="00557788" w:rsidRDefault="00557788" w:rsidP="00557788">
      <w:r>
        <w:t>273.5988</w:t>
      </w:r>
      <w:r>
        <w:tab/>
        <w:t>2.025e0</w:t>
      </w:r>
    </w:p>
    <w:p w:rsidR="00557788" w:rsidRDefault="00557788" w:rsidP="00557788">
      <w:r>
        <w:t>273.6037</w:t>
      </w:r>
      <w:r>
        <w:tab/>
        <w:t>3.038e0</w:t>
      </w:r>
    </w:p>
    <w:p w:rsidR="00557788" w:rsidRDefault="00557788" w:rsidP="00557788">
      <w:r>
        <w:t>273.6087</w:t>
      </w:r>
      <w:r>
        <w:tab/>
        <w:t>1.013e0</w:t>
      </w:r>
    </w:p>
    <w:p w:rsidR="00557788" w:rsidRDefault="00557788" w:rsidP="00557788">
      <w:r>
        <w:t>273.6339</w:t>
      </w:r>
      <w:r>
        <w:tab/>
        <w:t>2.532e-2</w:t>
      </w:r>
    </w:p>
    <w:p w:rsidR="00557788" w:rsidRDefault="00557788" w:rsidP="00557788">
      <w:r>
        <w:t>273.6591</w:t>
      </w:r>
      <w:r>
        <w:tab/>
        <w:t>3.038e0</w:t>
      </w:r>
    </w:p>
    <w:p w:rsidR="00557788" w:rsidRDefault="00557788" w:rsidP="00557788">
      <w:r>
        <w:t>273.6660</w:t>
      </w:r>
      <w:r>
        <w:tab/>
        <w:t>2.025e0</w:t>
      </w:r>
    </w:p>
    <w:p w:rsidR="00557788" w:rsidRDefault="00557788" w:rsidP="00557788">
      <w:r>
        <w:t>273.6732</w:t>
      </w:r>
      <w:r>
        <w:tab/>
        <w:t>3.125e0</w:t>
      </w:r>
    </w:p>
    <w:p w:rsidR="00557788" w:rsidRDefault="00557788" w:rsidP="00557788">
      <w:r>
        <w:lastRenderedPageBreak/>
        <w:t>273.6770</w:t>
      </w:r>
      <w:r>
        <w:tab/>
        <w:t>2.025e0</w:t>
      </w:r>
    </w:p>
    <w:p w:rsidR="00557788" w:rsidRDefault="00557788" w:rsidP="00557788">
      <w:r>
        <w:t>273.6945</w:t>
      </w:r>
      <w:r>
        <w:tab/>
        <w:t>1.038e0</w:t>
      </w:r>
    </w:p>
    <w:p w:rsidR="00557788" w:rsidRDefault="00557788" w:rsidP="00557788">
      <w:r>
        <w:t>273.7200</w:t>
      </w:r>
      <w:r>
        <w:tab/>
        <w:t>2.025e0</w:t>
      </w:r>
    </w:p>
    <w:p w:rsidR="00557788" w:rsidRDefault="00557788" w:rsidP="00557788">
      <w:r>
        <w:t>273.7239</w:t>
      </w:r>
      <w:r>
        <w:tab/>
        <w:t>1.013e0</w:t>
      </w:r>
    </w:p>
    <w:p w:rsidR="00557788" w:rsidRDefault="00557788" w:rsidP="00557788">
      <w:r>
        <w:t>273.7474</w:t>
      </w:r>
      <w:r>
        <w:tab/>
        <w:t>2.025e0</w:t>
      </w:r>
    </w:p>
    <w:p w:rsidR="00557788" w:rsidRDefault="00557788" w:rsidP="00557788">
      <w:r>
        <w:t>273.7592</w:t>
      </w:r>
      <w:r>
        <w:tab/>
        <w:t>2.532e-2</w:t>
      </w:r>
    </w:p>
    <w:p w:rsidR="00557788" w:rsidRDefault="00557788" w:rsidP="00557788">
      <w:r>
        <w:t>273.7804</w:t>
      </w:r>
      <w:r>
        <w:tab/>
        <w:t>1.266e-2</w:t>
      </w:r>
    </w:p>
    <w:p w:rsidR="00557788" w:rsidRDefault="00557788" w:rsidP="00557788">
      <w:r>
        <w:t>273.7851</w:t>
      </w:r>
      <w:r>
        <w:tab/>
        <w:t>3.038e0</w:t>
      </w:r>
    </w:p>
    <w:p w:rsidR="00557788" w:rsidRDefault="00557788" w:rsidP="00557788">
      <w:r>
        <w:t>273.7941</w:t>
      </w:r>
      <w:r>
        <w:tab/>
        <w:t>3.038e0</w:t>
      </w:r>
    </w:p>
    <w:p w:rsidR="00557788" w:rsidRDefault="00557788" w:rsidP="00557788">
      <w:r>
        <w:t>273.7995</w:t>
      </w:r>
      <w:r>
        <w:tab/>
        <w:t>1.013e0</w:t>
      </w:r>
    </w:p>
    <w:p w:rsidR="00557788" w:rsidRDefault="00557788" w:rsidP="00557788">
      <w:r>
        <w:t>273.8156</w:t>
      </w:r>
      <w:r>
        <w:tab/>
        <w:t>1.013e0</w:t>
      </w:r>
    </w:p>
    <w:p w:rsidR="00557788" w:rsidRDefault="00557788" w:rsidP="00557788">
      <w:r>
        <w:t>273.8200</w:t>
      </w:r>
      <w:r>
        <w:tab/>
        <w:t>6.329e-2</w:t>
      </w:r>
    </w:p>
    <w:p w:rsidR="00557788" w:rsidRDefault="00557788" w:rsidP="00557788">
      <w:r>
        <w:t>273.8247</w:t>
      </w:r>
      <w:r>
        <w:tab/>
        <w:t>2.025e0</w:t>
      </w:r>
    </w:p>
    <w:p w:rsidR="00557788" w:rsidRDefault="00557788" w:rsidP="00557788">
      <w:r>
        <w:t>273.8351</w:t>
      </w:r>
      <w:r>
        <w:tab/>
        <w:t>3.038e0</w:t>
      </w:r>
    </w:p>
    <w:p w:rsidR="00557788" w:rsidRDefault="00557788" w:rsidP="00557788">
      <w:r>
        <w:t>273.8506</w:t>
      </w:r>
      <w:r>
        <w:tab/>
        <w:t>2.532e-2</w:t>
      </w:r>
    </w:p>
    <w:p w:rsidR="00557788" w:rsidRDefault="00557788" w:rsidP="00557788">
      <w:r>
        <w:t>273.8542</w:t>
      </w:r>
      <w:r>
        <w:tab/>
        <w:t>2.025e0</w:t>
      </w:r>
    </w:p>
    <w:p w:rsidR="00557788" w:rsidRDefault="00557788" w:rsidP="00557788">
      <w:r>
        <w:t>273.8650</w:t>
      </w:r>
      <w:r>
        <w:tab/>
        <w:t>1.013e0</w:t>
      </w:r>
    </w:p>
    <w:p w:rsidR="00557788" w:rsidRDefault="00557788" w:rsidP="00557788">
      <w:r>
        <w:t>273.8739</w:t>
      </w:r>
      <w:r>
        <w:tab/>
        <w:t>1.025e0</w:t>
      </w:r>
    </w:p>
    <w:p w:rsidR="00557788" w:rsidRDefault="00557788" w:rsidP="00557788">
      <w:r>
        <w:t>273.8778</w:t>
      </w:r>
      <w:r>
        <w:tab/>
        <w:t>2.051e0</w:t>
      </w:r>
    </w:p>
    <w:p w:rsidR="00557788" w:rsidRDefault="00557788" w:rsidP="00557788">
      <w:r>
        <w:lastRenderedPageBreak/>
        <w:t>273.8837</w:t>
      </w:r>
      <w:r>
        <w:tab/>
        <w:t>2.025e0</w:t>
      </w:r>
    </w:p>
    <w:p w:rsidR="00557788" w:rsidRDefault="00557788" w:rsidP="00557788">
      <w:r>
        <w:t>273.8894</w:t>
      </w:r>
      <w:r>
        <w:tab/>
        <w:t>2.025e0</w:t>
      </w:r>
    </w:p>
    <w:p w:rsidR="00557788" w:rsidRDefault="00557788" w:rsidP="00557788">
      <w:r>
        <w:t>273.8913</w:t>
      </w:r>
      <w:r>
        <w:tab/>
        <w:t>3.038e0</w:t>
      </w:r>
    </w:p>
    <w:p w:rsidR="00557788" w:rsidRDefault="00557788" w:rsidP="00557788">
      <w:r>
        <w:t>273.8952</w:t>
      </w:r>
      <w:r>
        <w:tab/>
        <w:t>1.013e0</w:t>
      </w:r>
    </w:p>
    <w:p w:rsidR="00557788" w:rsidRDefault="00557788" w:rsidP="00557788">
      <w:r>
        <w:t>273.9002</w:t>
      </w:r>
      <w:r>
        <w:tab/>
        <w:t>1.266e-2</w:t>
      </w:r>
    </w:p>
    <w:p w:rsidR="00557788" w:rsidRDefault="00557788" w:rsidP="00557788">
      <w:r>
        <w:t>273.9109</w:t>
      </w:r>
      <w:r>
        <w:tab/>
        <w:t>2.025e0</w:t>
      </w:r>
    </w:p>
    <w:p w:rsidR="00557788" w:rsidRDefault="00557788" w:rsidP="00557788">
      <w:r>
        <w:t>273.9263</w:t>
      </w:r>
      <w:r>
        <w:tab/>
        <w:t>3.071e0</w:t>
      </w:r>
    </w:p>
    <w:p w:rsidR="00557788" w:rsidRDefault="00557788" w:rsidP="00557788">
      <w:r>
        <w:t>273.9305</w:t>
      </w:r>
      <w:r>
        <w:tab/>
        <w:t>1.013e0</w:t>
      </w:r>
    </w:p>
    <w:p w:rsidR="00557788" w:rsidRDefault="00557788" w:rsidP="00557788">
      <w:r>
        <w:t>273.9401</w:t>
      </w:r>
      <w:r>
        <w:tab/>
        <w:t>1.013e0</w:t>
      </w:r>
    </w:p>
    <w:p w:rsidR="00557788" w:rsidRDefault="00557788" w:rsidP="00557788">
      <w:r>
        <w:t>273.9481</w:t>
      </w:r>
      <w:r>
        <w:tab/>
        <w:t>2.025e0</w:t>
      </w:r>
    </w:p>
    <w:p w:rsidR="00557788" w:rsidRDefault="00557788" w:rsidP="00557788">
      <w:r>
        <w:t>273.9502</w:t>
      </w:r>
      <w:r>
        <w:tab/>
        <w:t>9.114e0</w:t>
      </w:r>
    </w:p>
    <w:p w:rsidR="00557788" w:rsidRDefault="00557788" w:rsidP="00557788">
      <w:r>
        <w:t>273.9590</w:t>
      </w:r>
      <w:r>
        <w:tab/>
        <w:t>3.038e0</w:t>
      </w:r>
    </w:p>
    <w:p w:rsidR="00557788" w:rsidRDefault="00557788" w:rsidP="00557788">
      <w:r>
        <w:t>273.9614</w:t>
      </w:r>
      <w:r>
        <w:tab/>
        <w:t>2.025e0</w:t>
      </w:r>
    </w:p>
    <w:p w:rsidR="00557788" w:rsidRDefault="00557788" w:rsidP="00557788">
      <w:r>
        <w:t>274.0008</w:t>
      </w:r>
      <w:r>
        <w:tab/>
        <w:t>2.025e0</w:t>
      </w:r>
    </w:p>
    <w:p w:rsidR="00557788" w:rsidRDefault="00557788" w:rsidP="00557788">
      <w:r>
        <w:t>274.0020</w:t>
      </w:r>
      <w:r>
        <w:tab/>
        <w:t>2.558e0</w:t>
      </w:r>
    </w:p>
    <w:p w:rsidR="00557788" w:rsidRDefault="00557788" w:rsidP="00557788">
      <w:r>
        <w:t>274.0061</w:t>
      </w:r>
      <w:r>
        <w:tab/>
        <w:t>4.040e0</w:t>
      </w:r>
    </w:p>
    <w:p w:rsidR="00557788" w:rsidRDefault="00557788" w:rsidP="00557788">
      <w:r>
        <w:t>274.0079</w:t>
      </w:r>
      <w:r>
        <w:tab/>
        <w:t>4.162e-1</w:t>
      </w:r>
    </w:p>
    <w:p w:rsidR="00557788" w:rsidRDefault="00557788" w:rsidP="00557788">
      <w:r>
        <w:t>274.0128</w:t>
      </w:r>
      <w:r>
        <w:tab/>
        <w:t>3.000e0</w:t>
      </w:r>
    </w:p>
    <w:p w:rsidR="00557788" w:rsidRDefault="00557788" w:rsidP="00557788">
      <w:r>
        <w:t>274.0223</w:t>
      </w:r>
      <w:r>
        <w:tab/>
        <w:t>1.788e0</w:t>
      </w:r>
    </w:p>
    <w:p w:rsidR="00557788" w:rsidRDefault="00557788" w:rsidP="00557788">
      <w:r>
        <w:lastRenderedPageBreak/>
        <w:t>274.0244</w:t>
      </w:r>
      <w:r>
        <w:tab/>
        <w:t>3.858e0</w:t>
      </w:r>
    </w:p>
    <w:p w:rsidR="00557788" w:rsidRDefault="00557788" w:rsidP="00557788">
      <w:r>
        <w:t>274.0276</w:t>
      </w:r>
      <w:r>
        <w:tab/>
        <w:t>9.144e0</w:t>
      </w:r>
    </w:p>
    <w:p w:rsidR="00557788" w:rsidRDefault="00557788" w:rsidP="00557788">
      <w:r>
        <w:t>274.0377</w:t>
      </w:r>
      <w:r>
        <w:tab/>
        <w:t>8.779e0</w:t>
      </w:r>
    </w:p>
    <w:p w:rsidR="00557788" w:rsidRDefault="00557788" w:rsidP="00557788">
      <w:r>
        <w:t>274.0433</w:t>
      </w:r>
      <w:r>
        <w:tab/>
        <w:t>1.029e1</w:t>
      </w:r>
    </w:p>
    <w:p w:rsidR="00557788" w:rsidRDefault="00557788" w:rsidP="00557788">
      <w:r>
        <w:t>274.0488</w:t>
      </w:r>
      <w:r>
        <w:tab/>
        <w:t>2.465e0</w:t>
      </w:r>
    </w:p>
    <w:p w:rsidR="00557788" w:rsidRDefault="00557788" w:rsidP="00557788">
      <w:r>
        <w:t>274.0735</w:t>
      </w:r>
      <w:r>
        <w:tab/>
        <w:t>2.211e0</w:t>
      </w:r>
    </w:p>
    <w:p w:rsidR="00557788" w:rsidRDefault="00557788" w:rsidP="00557788">
      <w:r>
        <w:t>274.0747</w:t>
      </w:r>
      <w:r>
        <w:tab/>
        <w:t>1.333e0</w:t>
      </w:r>
    </w:p>
    <w:p w:rsidR="00557788" w:rsidRDefault="00557788" w:rsidP="00557788">
      <w:r>
        <w:t>274.0761</w:t>
      </w:r>
      <w:r>
        <w:tab/>
        <w:t>3.301e0</w:t>
      </w:r>
    </w:p>
    <w:p w:rsidR="00557788" w:rsidRDefault="00557788" w:rsidP="00557788">
      <w:r>
        <w:t>274.0805</w:t>
      </w:r>
      <w:r>
        <w:tab/>
        <w:t>5.350e0</w:t>
      </w:r>
    </w:p>
    <w:p w:rsidR="00557788" w:rsidRDefault="00557788" w:rsidP="00557788">
      <w:r>
        <w:t>274.0868</w:t>
      </w:r>
      <w:r>
        <w:tab/>
        <w:t>3.342e0</w:t>
      </w:r>
    </w:p>
    <w:p w:rsidR="00557788" w:rsidRDefault="00557788" w:rsidP="00557788">
      <w:r>
        <w:t>274.0979</w:t>
      </w:r>
      <w:r>
        <w:tab/>
        <w:t>1.654e0</w:t>
      </w:r>
    </w:p>
    <w:p w:rsidR="00557788" w:rsidRDefault="00557788" w:rsidP="00557788">
      <w:r>
        <w:t>274.1105</w:t>
      </w:r>
      <w:r>
        <w:tab/>
        <w:t>5.413e0</w:t>
      </w:r>
    </w:p>
    <w:p w:rsidR="00557788" w:rsidRDefault="00557788" w:rsidP="00557788">
      <w:r>
        <w:t>274.1181</w:t>
      </w:r>
      <w:r>
        <w:tab/>
        <w:t>8.150e0</w:t>
      </w:r>
    </w:p>
    <w:p w:rsidR="00557788" w:rsidRDefault="00557788" w:rsidP="00557788">
      <w:r>
        <w:t>274.1204</w:t>
      </w:r>
      <w:r>
        <w:tab/>
        <w:t>9.629e-1</w:t>
      </w:r>
    </w:p>
    <w:p w:rsidR="00557788" w:rsidRDefault="00557788" w:rsidP="00557788">
      <w:r>
        <w:t>274.1257</w:t>
      </w:r>
      <w:r>
        <w:tab/>
        <w:t>2.785e0</w:t>
      </w:r>
    </w:p>
    <w:p w:rsidR="00557788" w:rsidRDefault="00557788" w:rsidP="00557788">
      <w:r>
        <w:t>274.1382</w:t>
      </w:r>
      <w:r>
        <w:tab/>
        <w:t>4.598e0</w:t>
      </w:r>
    </w:p>
    <w:p w:rsidR="00557788" w:rsidRDefault="00557788" w:rsidP="00557788">
      <w:r>
        <w:t>274.1466</w:t>
      </w:r>
      <w:r>
        <w:tab/>
        <w:t>4.405e0</w:t>
      </w:r>
    </w:p>
    <w:p w:rsidR="00557788" w:rsidRDefault="00557788" w:rsidP="00557788">
      <w:r>
        <w:t>274.1496</w:t>
      </w:r>
      <w:r>
        <w:tab/>
        <w:t>4.083e0</w:t>
      </w:r>
    </w:p>
    <w:p w:rsidR="00557788" w:rsidRDefault="00557788" w:rsidP="00557788">
      <w:r>
        <w:t>274.1660</w:t>
      </w:r>
      <w:r>
        <w:tab/>
        <w:t>7.811e0</w:t>
      </w:r>
    </w:p>
    <w:p w:rsidR="00557788" w:rsidRDefault="00557788" w:rsidP="00557788">
      <w:r>
        <w:lastRenderedPageBreak/>
        <w:t>274.1674</w:t>
      </w:r>
      <w:r>
        <w:tab/>
        <w:t>6.292e0</w:t>
      </w:r>
    </w:p>
    <w:p w:rsidR="00557788" w:rsidRDefault="00557788" w:rsidP="00557788">
      <w:r>
        <w:t>274.1956</w:t>
      </w:r>
      <w:r>
        <w:tab/>
        <w:t>4.743e0</w:t>
      </w:r>
    </w:p>
    <w:p w:rsidR="00557788" w:rsidRDefault="00557788" w:rsidP="00557788">
      <w:r>
        <w:t>274.2126</w:t>
      </w:r>
      <w:r>
        <w:tab/>
        <w:t>2.589e0</w:t>
      </w:r>
    </w:p>
    <w:p w:rsidR="00557788" w:rsidRDefault="00557788" w:rsidP="00557788">
      <w:r>
        <w:t>274.2312</w:t>
      </w:r>
      <w:r>
        <w:tab/>
        <w:t>5.342e0</w:t>
      </w:r>
    </w:p>
    <w:p w:rsidR="00557788" w:rsidRDefault="00557788" w:rsidP="00557788">
      <w:r>
        <w:t>274.2439</w:t>
      </w:r>
      <w:r>
        <w:tab/>
        <w:t>3.770e0</w:t>
      </w:r>
    </w:p>
    <w:p w:rsidR="00557788" w:rsidRDefault="00557788" w:rsidP="00557788">
      <w:r>
        <w:t>274.2528</w:t>
      </w:r>
      <w:r>
        <w:tab/>
        <w:t>4.627e-1</w:t>
      </w:r>
    </w:p>
    <w:p w:rsidR="00557788" w:rsidRDefault="00557788" w:rsidP="00557788">
      <w:r>
        <w:t>274.2540</w:t>
      </w:r>
      <w:r>
        <w:tab/>
        <w:t>4.051e0</w:t>
      </w:r>
    </w:p>
    <w:p w:rsidR="00557788" w:rsidRDefault="00557788" w:rsidP="00557788">
      <w:r>
        <w:t>274.2687</w:t>
      </w:r>
      <w:r>
        <w:tab/>
        <w:t>5.681e0</w:t>
      </w:r>
    </w:p>
    <w:p w:rsidR="00557788" w:rsidRDefault="00557788" w:rsidP="00557788">
      <w:r>
        <w:t>274.2773</w:t>
      </w:r>
      <w:r>
        <w:tab/>
        <w:t>3.890e0</w:t>
      </w:r>
    </w:p>
    <w:p w:rsidR="00557788" w:rsidRDefault="00557788" w:rsidP="00557788">
      <w:r>
        <w:t>274.2874</w:t>
      </w:r>
      <w:r>
        <w:tab/>
        <w:t>1.266e-2</w:t>
      </w:r>
    </w:p>
    <w:p w:rsidR="00557788" w:rsidRDefault="00557788" w:rsidP="00557788">
      <w:r>
        <w:t>274.2914</w:t>
      </w:r>
      <w:r>
        <w:tab/>
        <w:t>2.025e0</w:t>
      </w:r>
    </w:p>
    <w:p w:rsidR="00557788" w:rsidRDefault="00557788" w:rsidP="00557788">
      <w:r>
        <w:t>274.3010</w:t>
      </w:r>
      <w:r>
        <w:tab/>
        <w:t>4.051e0</w:t>
      </w:r>
    </w:p>
    <w:p w:rsidR="00557788" w:rsidRDefault="00557788" w:rsidP="00557788">
      <w:r>
        <w:t>274.3090</w:t>
      </w:r>
      <w:r>
        <w:tab/>
        <w:t>2.038e0</w:t>
      </w:r>
    </w:p>
    <w:p w:rsidR="00557788" w:rsidRDefault="00557788" w:rsidP="00557788">
      <w:r>
        <w:t>274.3121</w:t>
      </w:r>
      <w:r>
        <w:tab/>
        <w:t>3.038e0</w:t>
      </w:r>
    </w:p>
    <w:p w:rsidR="00557788" w:rsidRDefault="00557788" w:rsidP="00557788">
      <w:r>
        <w:t>274.3187</w:t>
      </w:r>
      <w:r>
        <w:tab/>
        <w:t>1.266e-2</w:t>
      </w:r>
    </w:p>
    <w:p w:rsidR="00557788" w:rsidRDefault="00557788" w:rsidP="00557788">
      <w:r>
        <w:t>274.3266</w:t>
      </w:r>
      <w:r>
        <w:tab/>
        <w:t>1.013e0</w:t>
      </w:r>
    </w:p>
    <w:p w:rsidR="00557788" w:rsidRDefault="00557788" w:rsidP="00557788">
      <w:r>
        <w:t>274.3286</w:t>
      </w:r>
      <w:r>
        <w:tab/>
        <w:t>2.025e0</w:t>
      </w:r>
    </w:p>
    <w:p w:rsidR="00557788" w:rsidRDefault="00557788" w:rsidP="00557788">
      <w:r>
        <w:t>274.3346</w:t>
      </w:r>
      <w:r>
        <w:tab/>
        <w:t>1.013e0</w:t>
      </w:r>
    </w:p>
    <w:p w:rsidR="00557788" w:rsidRDefault="00557788" w:rsidP="00557788">
      <w:r>
        <w:t>274.3374</w:t>
      </w:r>
      <w:r>
        <w:tab/>
        <w:t>3.038e0</w:t>
      </w:r>
    </w:p>
    <w:p w:rsidR="00557788" w:rsidRDefault="00557788" w:rsidP="00557788">
      <w:r>
        <w:lastRenderedPageBreak/>
        <w:t>274.3569</w:t>
      </w:r>
      <w:r>
        <w:tab/>
        <w:t>2.038e0</w:t>
      </w:r>
    </w:p>
    <w:p w:rsidR="00557788" w:rsidRDefault="00557788" w:rsidP="00557788">
      <w:r>
        <w:t>274.3677</w:t>
      </w:r>
      <w:r>
        <w:tab/>
        <w:t>2.025e0</w:t>
      </w:r>
    </w:p>
    <w:p w:rsidR="00557788" w:rsidRDefault="00557788" w:rsidP="00557788">
      <w:r>
        <w:t>274.3751</w:t>
      </w:r>
      <w:r>
        <w:tab/>
        <w:t>5.063e-2</w:t>
      </w:r>
    </w:p>
    <w:p w:rsidR="00557788" w:rsidRDefault="00557788" w:rsidP="00557788">
      <w:r>
        <w:t>274.3969</w:t>
      </w:r>
      <w:r>
        <w:tab/>
        <w:t>1.013e0</w:t>
      </w:r>
    </w:p>
    <w:p w:rsidR="00557788" w:rsidRDefault="00557788" w:rsidP="00557788">
      <w:r>
        <w:t>274.3988</w:t>
      </w:r>
      <w:r>
        <w:tab/>
        <w:t>2.025e0</w:t>
      </w:r>
    </w:p>
    <w:p w:rsidR="00557788" w:rsidRDefault="00557788" w:rsidP="00557788">
      <w:r>
        <w:t>274.4048</w:t>
      </w:r>
      <w:r>
        <w:tab/>
        <w:t>1.013e0</w:t>
      </w:r>
    </w:p>
    <w:p w:rsidR="00557788" w:rsidRDefault="00557788" w:rsidP="00557788">
      <w:r>
        <w:t>274.4188</w:t>
      </w:r>
      <w:r>
        <w:tab/>
        <w:t>2.025e0</w:t>
      </w:r>
    </w:p>
    <w:p w:rsidR="00557788" w:rsidRDefault="00557788" w:rsidP="00557788">
      <w:r>
        <w:t>274.4361</w:t>
      </w:r>
      <w:r>
        <w:tab/>
        <w:t>1.266e-2</w:t>
      </w:r>
    </w:p>
    <w:p w:rsidR="00557788" w:rsidRDefault="00557788" w:rsidP="00557788">
      <w:r>
        <w:t>274.4399</w:t>
      </w:r>
      <w:r>
        <w:tab/>
        <w:t>1.013e0</w:t>
      </w:r>
    </w:p>
    <w:p w:rsidR="00557788" w:rsidRDefault="00557788" w:rsidP="00557788">
      <w:r>
        <w:t>274.4440</w:t>
      </w:r>
      <w:r>
        <w:tab/>
        <w:t>3.038e0</w:t>
      </w:r>
    </w:p>
    <w:p w:rsidR="00557788" w:rsidRDefault="00557788" w:rsidP="00557788">
      <w:r>
        <w:t>274.4496</w:t>
      </w:r>
      <w:r>
        <w:tab/>
        <w:t>2.025e0</w:t>
      </w:r>
    </w:p>
    <w:p w:rsidR="00557788" w:rsidRDefault="00557788" w:rsidP="00557788">
      <w:r>
        <w:t>274.4607</w:t>
      </w:r>
      <w:r>
        <w:tab/>
        <w:t>1.038e0</w:t>
      </w:r>
    </w:p>
    <w:p w:rsidR="00557788" w:rsidRDefault="00557788" w:rsidP="00557788">
      <w:r>
        <w:t>274.4684</w:t>
      </w:r>
      <w:r>
        <w:tab/>
        <w:t>3.038e0</w:t>
      </w:r>
    </w:p>
    <w:p w:rsidR="00557788" w:rsidRDefault="00557788" w:rsidP="00557788">
      <w:r>
        <w:t>274.4864</w:t>
      </w:r>
      <w:r>
        <w:tab/>
        <w:t>4.051e0</w:t>
      </w:r>
    </w:p>
    <w:p w:rsidR="00557788" w:rsidRDefault="00557788" w:rsidP="00557788">
      <w:r>
        <w:t>274.4949</w:t>
      </w:r>
      <w:r>
        <w:tab/>
        <w:t>3.038e0</w:t>
      </w:r>
    </w:p>
    <w:p w:rsidR="00557788" w:rsidRDefault="00557788" w:rsidP="00557788">
      <w:r>
        <w:t>274.5003</w:t>
      </w:r>
      <w:r>
        <w:tab/>
        <w:t>2.532e-2</w:t>
      </w:r>
    </w:p>
    <w:p w:rsidR="00557788" w:rsidRDefault="00557788" w:rsidP="00557788">
      <w:r>
        <w:t>274.5095</w:t>
      </w:r>
      <w:r>
        <w:tab/>
        <w:t>3.038e0</w:t>
      </w:r>
    </w:p>
    <w:p w:rsidR="00557788" w:rsidRDefault="00557788" w:rsidP="00557788">
      <w:r>
        <w:t>274.5316</w:t>
      </w:r>
      <w:r>
        <w:tab/>
        <w:t>2.025e0</w:t>
      </w:r>
    </w:p>
    <w:p w:rsidR="00557788" w:rsidRDefault="00557788" w:rsidP="00557788">
      <w:r>
        <w:t>274.5328</w:t>
      </w:r>
      <w:r>
        <w:tab/>
        <w:t>6.218e0</w:t>
      </w:r>
    </w:p>
    <w:p w:rsidR="00557788" w:rsidRDefault="00557788" w:rsidP="00557788">
      <w:r>
        <w:lastRenderedPageBreak/>
        <w:t>274.5375</w:t>
      </w:r>
      <w:r>
        <w:tab/>
        <w:t>1.266e-2</w:t>
      </w:r>
    </w:p>
    <w:p w:rsidR="00557788" w:rsidRDefault="00557788" w:rsidP="00557788">
      <w:r>
        <w:t>274.5414</w:t>
      </w:r>
      <w:r>
        <w:tab/>
        <w:t>1.013e0</w:t>
      </w:r>
    </w:p>
    <w:p w:rsidR="00557788" w:rsidRDefault="00557788" w:rsidP="00557788">
      <w:r>
        <w:t>274.5522</w:t>
      </w:r>
      <w:r>
        <w:tab/>
        <w:t>3.038e0</w:t>
      </w:r>
    </w:p>
    <w:p w:rsidR="00557788" w:rsidRDefault="00557788" w:rsidP="00557788">
      <w:r>
        <w:t>274.5580</w:t>
      </w:r>
      <w:r>
        <w:tab/>
        <w:t>2.025e0</w:t>
      </w:r>
    </w:p>
    <w:p w:rsidR="00557788" w:rsidRDefault="00557788" w:rsidP="00557788">
      <w:r>
        <w:t>274.5607</w:t>
      </w:r>
      <w:r>
        <w:tab/>
        <w:t>1.013e0</w:t>
      </w:r>
    </w:p>
    <w:p w:rsidR="00557788" w:rsidRDefault="00557788" w:rsidP="00557788">
      <w:r>
        <w:t>274.5667</w:t>
      </w:r>
      <w:r>
        <w:tab/>
        <w:t>2.025e0</w:t>
      </w:r>
    </w:p>
    <w:p w:rsidR="00557788" w:rsidRDefault="00557788" w:rsidP="00557788">
      <w:r>
        <w:t>274.5708</w:t>
      </w:r>
      <w:r>
        <w:tab/>
        <w:t>3.038e0</w:t>
      </w:r>
    </w:p>
    <w:p w:rsidR="00557788" w:rsidRDefault="00557788" w:rsidP="00557788">
      <w:r>
        <w:t>274.5734</w:t>
      </w:r>
      <w:r>
        <w:tab/>
        <w:t>2.051e0</w:t>
      </w:r>
    </w:p>
    <w:p w:rsidR="00557788" w:rsidRDefault="00557788" w:rsidP="00557788">
      <w:r>
        <w:t>274.5862</w:t>
      </w:r>
      <w:r>
        <w:tab/>
        <w:t>4.089e0</w:t>
      </w:r>
    </w:p>
    <w:p w:rsidR="00557788" w:rsidRDefault="00557788" w:rsidP="00557788">
      <w:r>
        <w:t>274.5936</w:t>
      </w:r>
      <w:r>
        <w:tab/>
        <w:t>1.038e0</w:t>
      </w:r>
    </w:p>
    <w:p w:rsidR="00557788" w:rsidRDefault="00557788" w:rsidP="00557788">
      <w:r>
        <w:t>274.6057</w:t>
      </w:r>
      <w:r>
        <w:tab/>
        <w:t>2.051e0</w:t>
      </w:r>
    </w:p>
    <w:p w:rsidR="00557788" w:rsidRDefault="00557788" w:rsidP="00557788">
      <w:r>
        <w:t>274.6241</w:t>
      </w:r>
      <w:r>
        <w:tab/>
        <w:t>4.051e0</w:t>
      </w:r>
    </w:p>
    <w:p w:rsidR="00557788" w:rsidRDefault="00557788" w:rsidP="00557788">
      <w:r>
        <w:t>274.6285</w:t>
      </w:r>
      <w:r>
        <w:tab/>
        <w:t>2.532e-2</w:t>
      </w:r>
    </w:p>
    <w:p w:rsidR="00557788" w:rsidRDefault="00557788" w:rsidP="00557788">
      <w:r>
        <w:t>274.6382</w:t>
      </w:r>
      <w:r>
        <w:tab/>
        <w:t>3.038e0</w:t>
      </w:r>
    </w:p>
    <w:p w:rsidR="00557788" w:rsidRDefault="00557788" w:rsidP="00557788">
      <w:r>
        <w:t>274.6409</w:t>
      </w:r>
      <w:r>
        <w:tab/>
        <w:t>2.532e-2</w:t>
      </w:r>
    </w:p>
    <w:p w:rsidR="00557788" w:rsidRDefault="00557788" w:rsidP="00557788">
      <w:r>
        <w:t>274.6447</w:t>
      </w:r>
      <w:r>
        <w:tab/>
        <w:t>2.025e0</w:t>
      </w:r>
    </w:p>
    <w:p w:rsidR="00557788" w:rsidRDefault="00557788" w:rsidP="00557788">
      <w:r>
        <w:t>274.6480</w:t>
      </w:r>
      <w:r>
        <w:tab/>
        <w:t>2.025e0</w:t>
      </w:r>
    </w:p>
    <w:p w:rsidR="00557788" w:rsidRDefault="00557788" w:rsidP="00557788">
      <w:r>
        <w:t>274.6582</w:t>
      </w:r>
      <w:r>
        <w:tab/>
        <w:t>2.025e0</w:t>
      </w:r>
    </w:p>
    <w:p w:rsidR="00557788" w:rsidRDefault="00557788" w:rsidP="00557788">
      <w:r>
        <w:t>274.6701</w:t>
      </w:r>
      <w:r>
        <w:tab/>
        <w:t>2.025e0</w:t>
      </w:r>
    </w:p>
    <w:p w:rsidR="00557788" w:rsidRDefault="00557788" w:rsidP="00557788">
      <w:r>
        <w:lastRenderedPageBreak/>
        <w:t>274.6896</w:t>
      </w:r>
      <w:r>
        <w:tab/>
        <w:t>2.025e0</w:t>
      </w:r>
    </w:p>
    <w:p w:rsidR="00557788" w:rsidRDefault="00557788" w:rsidP="00557788">
      <w:r>
        <w:t>274.6927</w:t>
      </w:r>
      <w:r>
        <w:tab/>
        <w:t>3.681e0</w:t>
      </w:r>
    </w:p>
    <w:p w:rsidR="00557788" w:rsidRDefault="00557788" w:rsidP="00557788">
      <w:r>
        <w:t>274.7012</w:t>
      </w:r>
      <w:r>
        <w:tab/>
        <w:t>1.013e0</w:t>
      </w:r>
    </w:p>
    <w:p w:rsidR="00557788" w:rsidRDefault="00557788" w:rsidP="00557788">
      <w:r>
        <w:t>274.7093</w:t>
      </w:r>
      <w:r>
        <w:tab/>
        <w:t>2.025e0</w:t>
      </w:r>
    </w:p>
    <w:p w:rsidR="00557788" w:rsidRDefault="00557788" w:rsidP="00557788">
      <w:r>
        <w:t>274.7119</w:t>
      </w:r>
      <w:r>
        <w:tab/>
        <w:t>1.928e0</w:t>
      </w:r>
    </w:p>
    <w:p w:rsidR="00557788" w:rsidRDefault="00557788" w:rsidP="00557788">
      <w:r>
        <w:t>274.7194</w:t>
      </w:r>
      <w:r>
        <w:tab/>
        <w:t>2.025e0</w:t>
      </w:r>
    </w:p>
    <w:p w:rsidR="00557788" w:rsidRDefault="00557788" w:rsidP="00557788">
      <w:r>
        <w:t>274.7404</w:t>
      </w:r>
      <w:r>
        <w:tab/>
        <w:t>1.038e0</w:t>
      </w:r>
    </w:p>
    <w:p w:rsidR="00557788" w:rsidRDefault="00557788" w:rsidP="00557788">
      <w:r>
        <w:t>274.7499</w:t>
      </w:r>
      <w:r>
        <w:tab/>
        <w:t>4.051e0</w:t>
      </w:r>
    </w:p>
    <w:p w:rsidR="00557788" w:rsidRDefault="00557788" w:rsidP="00557788">
      <w:r>
        <w:t>274.7580</w:t>
      </w:r>
      <w:r>
        <w:tab/>
        <w:t>2.038e0</w:t>
      </w:r>
    </w:p>
    <w:p w:rsidR="00557788" w:rsidRDefault="00557788" w:rsidP="00557788">
      <w:r>
        <w:t>274.7657</w:t>
      </w:r>
      <w:r>
        <w:tab/>
        <w:t>3.038e0</w:t>
      </w:r>
    </w:p>
    <w:p w:rsidR="00557788" w:rsidRDefault="00557788" w:rsidP="00557788">
      <w:r>
        <w:t>274.7689</w:t>
      </w:r>
      <w:r>
        <w:tab/>
        <w:t>2.532e-2</w:t>
      </w:r>
    </w:p>
    <w:p w:rsidR="00557788" w:rsidRDefault="00557788" w:rsidP="00557788">
      <w:r>
        <w:t>274.7736</w:t>
      </w:r>
      <w:r>
        <w:tab/>
        <w:t>2.025e0</w:t>
      </w:r>
    </w:p>
    <w:p w:rsidR="00557788" w:rsidRDefault="00557788" w:rsidP="00557788">
      <w:r>
        <w:t>274.7797</w:t>
      </w:r>
      <w:r>
        <w:tab/>
        <w:t>1.013e0</w:t>
      </w:r>
    </w:p>
    <w:p w:rsidR="00557788" w:rsidRDefault="00557788" w:rsidP="00557788">
      <w:r>
        <w:t>274.7864</w:t>
      </w:r>
      <w:r>
        <w:tab/>
        <w:t>2.532e-2</w:t>
      </w:r>
    </w:p>
    <w:p w:rsidR="00557788" w:rsidRDefault="00557788" w:rsidP="00557788">
      <w:r>
        <w:t>274.7892</w:t>
      </w:r>
      <w:r>
        <w:tab/>
        <w:t>1.272e0</w:t>
      </w:r>
    </w:p>
    <w:p w:rsidR="00557788" w:rsidRDefault="00557788" w:rsidP="00557788">
      <w:r>
        <w:t>274.8187</w:t>
      </w:r>
      <w:r>
        <w:tab/>
        <w:t>4.051e0</w:t>
      </w:r>
    </w:p>
    <w:p w:rsidR="00557788" w:rsidRDefault="00557788" w:rsidP="00557788">
      <w:r>
        <w:t>274.8227</w:t>
      </w:r>
      <w:r>
        <w:tab/>
        <w:t>2.025e0</w:t>
      </w:r>
    </w:p>
    <w:p w:rsidR="00557788" w:rsidRDefault="00557788" w:rsidP="00557788">
      <w:r>
        <w:t>274.8300</w:t>
      </w:r>
      <w:r>
        <w:tab/>
        <w:t>2.025e0</w:t>
      </w:r>
    </w:p>
    <w:p w:rsidR="00557788" w:rsidRDefault="00557788" w:rsidP="00557788">
      <w:r>
        <w:t>274.8419</w:t>
      </w:r>
      <w:r>
        <w:tab/>
        <w:t>2.025e0</w:t>
      </w:r>
    </w:p>
    <w:p w:rsidR="00557788" w:rsidRDefault="00557788" w:rsidP="00557788">
      <w:r>
        <w:lastRenderedPageBreak/>
        <w:t>274.8504</w:t>
      </w:r>
      <w:r>
        <w:tab/>
        <w:t>2.038e0</w:t>
      </w:r>
    </w:p>
    <w:p w:rsidR="00557788" w:rsidRDefault="00557788" w:rsidP="00557788">
      <w:r>
        <w:t>274.8551</w:t>
      </w:r>
      <w:r>
        <w:tab/>
        <w:t>2.532e-2</w:t>
      </w:r>
    </w:p>
    <w:p w:rsidR="00557788" w:rsidRDefault="00557788" w:rsidP="00557788">
      <w:r>
        <w:t>274.8662</w:t>
      </w:r>
      <w:r>
        <w:tab/>
        <w:t>2.025e0</w:t>
      </w:r>
    </w:p>
    <w:p w:rsidR="00557788" w:rsidRDefault="00557788" w:rsidP="00557788">
      <w:r>
        <w:t>274.8674</w:t>
      </w:r>
      <w:r>
        <w:tab/>
        <w:t>3.010e-1</w:t>
      </w:r>
    </w:p>
    <w:p w:rsidR="00557788" w:rsidRDefault="00557788" w:rsidP="00557788">
      <w:r>
        <w:t>274.8709</w:t>
      </w:r>
      <w:r>
        <w:tab/>
        <w:t>2.025e0</w:t>
      </w:r>
    </w:p>
    <w:p w:rsidR="00557788" w:rsidRDefault="00557788" w:rsidP="00557788">
      <w:r>
        <w:t>274.8779</w:t>
      </w:r>
      <w:r>
        <w:tab/>
        <w:t>3.798e-2</w:t>
      </w:r>
    </w:p>
    <w:p w:rsidR="00557788" w:rsidRDefault="00557788" w:rsidP="00557788">
      <w:r>
        <w:t>274.8871</w:t>
      </w:r>
      <w:r>
        <w:tab/>
        <w:t>5.063e0</w:t>
      </w:r>
    </w:p>
    <w:p w:rsidR="00557788" w:rsidRDefault="00557788" w:rsidP="00557788">
      <w:r>
        <w:t>274.8996</w:t>
      </w:r>
      <w:r>
        <w:tab/>
        <w:t>1.266e-2</w:t>
      </w:r>
    </w:p>
    <w:p w:rsidR="00557788" w:rsidRDefault="00557788" w:rsidP="00557788">
      <w:r>
        <w:t>274.9122</w:t>
      </w:r>
      <w:r>
        <w:tab/>
        <w:t>2.025e0</w:t>
      </w:r>
    </w:p>
    <w:p w:rsidR="00557788" w:rsidRDefault="00557788" w:rsidP="00557788">
      <w:r>
        <w:t>274.9234</w:t>
      </w:r>
      <w:r>
        <w:tab/>
        <w:t>5.063e0</w:t>
      </w:r>
    </w:p>
    <w:p w:rsidR="00557788" w:rsidRDefault="00557788" w:rsidP="00557788">
      <w:r>
        <w:t>274.9281</w:t>
      </w:r>
      <w:r>
        <w:tab/>
        <w:t>3.550e0</w:t>
      </w:r>
    </w:p>
    <w:p w:rsidR="00557788" w:rsidRDefault="00557788" w:rsidP="00557788">
      <w:r>
        <w:t>274.9299</w:t>
      </w:r>
      <w:r>
        <w:tab/>
        <w:t>3.038e0</w:t>
      </w:r>
    </w:p>
    <w:p w:rsidR="00557788" w:rsidRDefault="00557788" w:rsidP="00557788">
      <w:r>
        <w:t>274.9476</w:t>
      </w:r>
      <w:r>
        <w:tab/>
        <w:t>4.192e0</w:t>
      </w:r>
    </w:p>
    <w:p w:rsidR="00557788" w:rsidRDefault="00557788" w:rsidP="00557788">
      <w:r>
        <w:t>274.9516</w:t>
      </w:r>
      <w:r>
        <w:tab/>
        <w:t>3.051e0</w:t>
      </w:r>
    </w:p>
    <w:p w:rsidR="00557788" w:rsidRDefault="00557788" w:rsidP="00557788">
      <w:r>
        <w:t>274.9612</w:t>
      </w:r>
      <w:r>
        <w:tab/>
        <w:t>2.038e0</w:t>
      </w:r>
    </w:p>
    <w:p w:rsidR="00557788" w:rsidRDefault="00557788" w:rsidP="00557788">
      <w:r>
        <w:t>274.9716</w:t>
      </w:r>
      <w:r>
        <w:tab/>
        <w:t>3.038e0</w:t>
      </w:r>
    </w:p>
    <w:p w:rsidR="00557788" w:rsidRDefault="00557788" w:rsidP="00557788">
      <w:r>
        <w:t>274.9741</w:t>
      </w:r>
      <w:r>
        <w:tab/>
        <w:t>1.811e0</w:t>
      </w:r>
    </w:p>
    <w:p w:rsidR="00557788" w:rsidRDefault="00557788" w:rsidP="00557788">
      <w:r>
        <w:t>274.9847</w:t>
      </w:r>
      <w:r>
        <w:tab/>
        <w:t>3.754e0</w:t>
      </w:r>
    </w:p>
    <w:p w:rsidR="00557788" w:rsidRDefault="00557788" w:rsidP="00557788">
      <w:r>
        <w:t>275.0107</w:t>
      </w:r>
      <w:r>
        <w:tab/>
        <w:t>3.701e0</w:t>
      </w:r>
    </w:p>
    <w:p w:rsidR="00557788" w:rsidRDefault="00557788" w:rsidP="00557788">
      <w:r>
        <w:lastRenderedPageBreak/>
        <w:t>275.0131</w:t>
      </w:r>
      <w:r>
        <w:tab/>
        <w:t>2.644e0</w:t>
      </w:r>
    </w:p>
    <w:p w:rsidR="00557788" w:rsidRDefault="00557788" w:rsidP="00557788">
      <w:r>
        <w:t>275.0206</w:t>
      </w:r>
      <w:r>
        <w:tab/>
        <w:t>9.234e0</w:t>
      </w:r>
    </w:p>
    <w:p w:rsidR="00557788" w:rsidRDefault="00557788" w:rsidP="00557788">
      <w:r>
        <w:t>275.0227</w:t>
      </w:r>
      <w:r>
        <w:tab/>
        <w:t>5.062e-1</w:t>
      </w:r>
    </w:p>
    <w:p w:rsidR="00557788" w:rsidRDefault="00557788" w:rsidP="00557788">
      <w:r>
        <w:t>275.0256</w:t>
      </w:r>
      <w:r>
        <w:tab/>
        <w:t>7.402e0</w:t>
      </w:r>
    </w:p>
    <w:p w:rsidR="00557788" w:rsidRDefault="00557788" w:rsidP="00557788">
      <w:r>
        <w:t>275.0316</w:t>
      </w:r>
      <w:r>
        <w:tab/>
        <w:t>1.126e1</w:t>
      </w:r>
    </w:p>
    <w:p w:rsidR="00557788" w:rsidRDefault="00557788" w:rsidP="00557788">
      <w:r>
        <w:t>275.0624</w:t>
      </w:r>
      <w:r>
        <w:tab/>
        <w:t>3.162e0</w:t>
      </w:r>
    </w:p>
    <w:p w:rsidR="00557788" w:rsidRDefault="00557788" w:rsidP="00557788">
      <w:r>
        <w:t>275.0679</w:t>
      </w:r>
      <w:r>
        <w:tab/>
        <w:t>3.188e0</w:t>
      </w:r>
    </w:p>
    <w:p w:rsidR="00557788" w:rsidRDefault="00557788" w:rsidP="00557788">
      <w:r>
        <w:t>275.0826</w:t>
      </w:r>
      <w:r>
        <w:tab/>
        <w:t>5.684e0</w:t>
      </w:r>
    </w:p>
    <w:p w:rsidR="00557788" w:rsidRDefault="00557788" w:rsidP="00557788">
      <w:r>
        <w:t>275.0847</w:t>
      </w:r>
      <w:r>
        <w:tab/>
        <w:t>4.941e-1</w:t>
      </w:r>
    </w:p>
    <w:p w:rsidR="00557788" w:rsidRDefault="00557788" w:rsidP="00557788">
      <w:r>
        <w:t>275.1005</w:t>
      </w:r>
      <w:r>
        <w:tab/>
        <w:t>3.577e0</w:t>
      </w:r>
    </w:p>
    <w:p w:rsidR="00557788" w:rsidRDefault="00557788" w:rsidP="00557788">
      <w:r>
        <w:t>275.1121</w:t>
      </w:r>
      <w:r>
        <w:tab/>
        <w:t>3.237e0</w:t>
      </w:r>
    </w:p>
    <w:p w:rsidR="00557788" w:rsidRDefault="00557788" w:rsidP="00557788">
      <w:r>
        <w:t>275.1148</w:t>
      </w:r>
      <w:r>
        <w:tab/>
        <w:t>4.523e0</w:t>
      </w:r>
    </w:p>
    <w:p w:rsidR="00557788" w:rsidRDefault="00557788" w:rsidP="00557788">
      <w:r>
        <w:t>275.1279</w:t>
      </w:r>
      <w:r>
        <w:tab/>
        <w:t>1.106e0</w:t>
      </w:r>
    </w:p>
    <w:p w:rsidR="00557788" w:rsidRDefault="00557788" w:rsidP="00557788">
      <w:r>
        <w:t>275.1372</w:t>
      </w:r>
      <w:r>
        <w:tab/>
        <w:t>3.048e0</w:t>
      </w:r>
    </w:p>
    <w:p w:rsidR="00557788" w:rsidRDefault="00557788" w:rsidP="00557788">
      <w:r>
        <w:t>275.1424</w:t>
      </w:r>
      <w:r>
        <w:tab/>
        <w:t>6.487e0</w:t>
      </w:r>
    </w:p>
    <w:p w:rsidR="00557788" w:rsidRDefault="00557788" w:rsidP="00557788">
      <w:r>
        <w:t>275.1841</w:t>
      </w:r>
      <w:r>
        <w:tab/>
        <w:t>1.907e0</w:t>
      </w:r>
    </w:p>
    <w:p w:rsidR="00557788" w:rsidRDefault="00557788" w:rsidP="00557788">
      <w:r>
        <w:t>275.1970</w:t>
      </w:r>
      <w:r>
        <w:tab/>
        <w:t>1.049e1</w:t>
      </w:r>
    </w:p>
    <w:p w:rsidR="00557788" w:rsidRDefault="00557788" w:rsidP="00557788">
      <w:r>
        <w:t>275.2088</w:t>
      </w:r>
      <w:r>
        <w:tab/>
        <w:t>3.301e0</w:t>
      </w:r>
    </w:p>
    <w:p w:rsidR="00557788" w:rsidRDefault="00557788" w:rsidP="00557788">
      <w:r>
        <w:t>275.2276</w:t>
      </w:r>
      <w:r>
        <w:tab/>
        <w:t>2.022e0</w:t>
      </w:r>
    </w:p>
    <w:p w:rsidR="00557788" w:rsidRDefault="00557788" w:rsidP="00557788">
      <w:r>
        <w:lastRenderedPageBreak/>
        <w:t>275.2291</w:t>
      </w:r>
      <w:r>
        <w:tab/>
        <w:t>5.254e0</w:t>
      </w:r>
    </w:p>
    <w:p w:rsidR="00557788" w:rsidRDefault="00557788" w:rsidP="00557788">
      <w:r>
        <w:t>275.2459</w:t>
      </w:r>
      <w:r>
        <w:tab/>
        <w:t>2.850e0</w:t>
      </w:r>
    </w:p>
    <w:p w:rsidR="00557788" w:rsidRDefault="00557788" w:rsidP="00557788">
      <w:r>
        <w:t>275.2523</w:t>
      </w:r>
      <w:r>
        <w:tab/>
        <w:t>1.622e1</w:t>
      </w:r>
    </w:p>
    <w:p w:rsidR="00557788" w:rsidRDefault="00557788" w:rsidP="00557788">
      <w:r>
        <w:t>275.2559</w:t>
      </w:r>
      <w:r>
        <w:tab/>
        <w:t>4.948e0</w:t>
      </w:r>
    </w:p>
    <w:p w:rsidR="00557788" w:rsidRDefault="00557788" w:rsidP="00557788">
      <w:r>
        <w:t>275.2668</w:t>
      </w:r>
      <w:r>
        <w:tab/>
        <w:t>4.105e-1</w:t>
      </w:r>
    </w:p>
    <w:p w:rsidR="00557788" w:rsidRDefault="00557788" w:rsidP="00557788">
      <w:r>
        <w:t>275.2719</w:t>
      </w:r>
      <w:r>
        <w:tab/>
        <w:t>6.646e0</w:t>
      </w:r>
    </w:p>
    <w:p w:rsidR="00557788" w:rsidRDefault="00557788" w:rsidP="00557788">
      <w:r>
        <w:t>275.2790</w:t>
      </w:r>
      <w:r>
        <w:tab/>
        <w:t>8.304e-1</w:t>
      </w:r>
    </w:p>
    <w:p w:rsidR="00557788" w:rsidRDefault="00557788" w:rsidP="00557788">
      <w:r>
        <w:t>275.3076</w:t>
      </w:r>
      <w:r>
        <w:tab/>
        <w:t>4.051e0</w:t>
      </w:r>
    </w:p>
    <w:p w:rsidR="00557788" w:rsidRDefault="00557788" w:rsidP="00557788">
      <w:r>
        <w:t>275.3093</w:t>
      </w:r>
      <w:r>
        <w:tab/>
        <w:t>1.266e-2</w:t>
      </w:r>
    </w:p>
    <w:p w:rsidR="00557788" w:rsidRDefault="00557788" w:rsidP="00557788">
      <w:r>
        <w:t>275.3222</w:t>
      </w:r>
      <w:r>
        <w:tab/>
        <w:t>2.532e-2</w:t>
      </w:r>
    </w:p>
    <w:p w:rsidR="00557788" w:rsidRDefault="00557788" w:rsidP="00557788">
      <w:r>
        <w:t>275.3243</w:t>
      </w:r>
      <w:r>
        <w:tab/>
        <w:t>2.025e0</w:t>
      </w:r>
    </w:p>
    <w:p w:rsidR="00557788" w:rsidRDefault="00557788" w:rsidP="00557788">
      <w:r>
        <w:t>275.3290</w:t>
      </w:r>
      <w:r>
        <w:tab/>
        <w:t>5.063e0</w:t>
      </w:r>
    </w:p>
    <w:p w:rsidR="00557788" w:rsidRDefault="00557788" w:rsidP="00557788">
      <w:r>
        <w:t>275.3397</w:t>
      </w:r>
      <w:r>
        <w:tab/>
        <w:t>1.013e0</w:t>
      </w:r>
    </w:p>
    <w:p w:rsidR="00557788" w:rsidRDefault="00557788" w:rsidP="00557788">
      <w:r>
        <w:t>275.3478</w:t>
      </w:r>
      <w:r>
        <w:tab/>
        <w:t>1.269e0</w:t>
      </w:r>
    </w:p>
    <w:p w:rsidR="00557788" w:rsidRDefault="00557788" w:rsidP="00557788">
      <w:r>
        <w:t>275.3535</w:t>
      </w:r>
      <w:r>
        <w:tab/>
        <w:t>1.013e0</w:t>
      </w:r>
    </w:p>
    <w:p w:rsidR="00557788" w:rsidRDefault="00557788" w:rsidP="00557788">
      <w:r>
        <w:t>275.3661</w:t>
      </w:r>
      <w:r>
        <w:tab/>
        <w:t>4.051e0</w:t>
      </w:r>
    </w:p>
    <w:p w:rsidR="00557788" w:rsidRDefault="00557788" w:rsidP="00557788">
      <w:r>
        <w:t>275.3907</w:t>
      </w:r>
      <w:r>
        <w:tab/>
        <w:t>2.025e0</w:t>
      </w:r>
    </w:p>
    <w:p w:rsidR="00557788" w:rsidRDefault="00557788" w:rsidP="00557788">
      <w:r>
        <w:t>275.3967</w:t>
      </w:r>
      <w:r>
        <w:tab/>
        <w:t>4.051e0</w:t>
      </w:r>
    </w:p>
    <w:p w:rsidR="00557788" w:rsidRDefault="00557788" w:rsidP="00557788">
      <w:r>
        <w:t>275.4006</w:t>
      </w:r>
      <w:r>
        <w:tab/>
        <w:t>2.025e0</w:t>
      </w:r>
    </w:p>
    <w:p w:rsidR="00557788" w:rsidRDefault="00557788" w:rsidP="00557788">
      <w:r>
        <w:lastRenderedPageBreak/>
        <w:t>275.4106</w:t>
      </w:r>
      <w:r>
        <w:tab/>
        <w:t>2.532e-2</w:t>
      </w:r>
    </w:p>
    <w:p w:rsidR="00557788" w:rsidRDefault="00557788" w:rsidP="00557788">
      <w:r>
        <w:t>275.4238</w:t>
      </w:r>
      <w:r>
        <w:tab/>
        <w:t>1.266e-2</w:t>
      </w:r>
    </w:p>
    <w:p w:rsidR="00557788" w:rsidRDefault="00557788" w:rsidP="00557788">
      <w:r>
        <w:t>275.4389</w:t>
      </w:r>
      <w:r>
        <w:tab/>
        <w:t>2.025e0</w:t>
      </w:r>
    </w:p>
    <w:p w:rsidR="00557788" w:rsidRDefault="00557788" w:rsidP="00557788">
      <w:r>
        <w:t>275.4409</w:t>
      </w:r>
      <w:r>
        <w:tab/>
        <w:t>1.266e-2</w:t>
      </w:r>
    </w:p>
    <w:p w:rsidR="00557788" w:rsidRDefault="00557788" w:rsidP="00557788">
      <w:r>
        <w:t>275.4455</w:t>
      </w:r>
      <w:r>
        <w:tab/>
        <w:t>1.025e0</w:t>
      </w:r>
    </w:p>
    <w:p w:rsidR="00557788" w:rsidRDefault="00557788" w:rsidP="00557788">
      <w:r>
        <w:t>275.4475</w:t>
      </w:r>
      <w:r>
        <w:tab/>
        <w:t>3.798e-2</w:t>
      </w:r>
    </w:p>
    <w:p w:rsidR="00557788" w:rsidRDefault="00557788" w:rsidP="00557788">
      <w:r>
        <w:t>275.4533</w:t>
      </w:r>
      <w:r>
        <w:tab/>
        <w:t>2.025e0</w:t>
      </w:r>
    </w:p>
    <w:p w:rsidR="00557788" w:rsidRDefault="00557788" w:rsidP="00557788">
      <w:r>
        <w:t>275.4550</w:t>
      </w:r>
      <w:r>
        <w:tab/>
        <w:t>1.025e0</w:t>
      </w:r>
    </w:p>
    <w:p w:rsidR="00557788" w:rsidRDefault="00557788" w:rsidP="00557788">
      <w:r>
        <w:t>275.4830</w:t>
      </w:r>
      <w:r>
        <w:tab/>
        <w:t>6.076e0</w:t>
      </w:r>
    </w:p>
    <w:p w:rsidR="00557788" w:rsidRDefault="00557788" w:rsidP="00557788">
      <w:r>
        <w:t>275.4854</w:t>
      </w:r>
      <w:r>
        <w:tab/>
        <w:t>2.025e0</w:t>
      </w:r>
    </w:p>
    <w:p w:rsidR="00557788" w:rsidRDefault="00557788" w:rsidP="00557788">
      <w:r>
        <w:t>275.4962</w:t>
      </w:r>
      <w:r>
        <w:tab/>
        <w:t>2.532e-2</w:t>
      </w:r>
    </w:p>
    <w:p w:rsidR="00557788" w:rsidRDefault="00557788" w:rsidP="00557788">
      <w:r>
        <w:t>275.4989</w:t>
      </w:r>
      <w:r>
        <w:tab/>
        <w:t>1.051e0</w:t>
      </w:r>
    </w:p>
    <w:p w:rsidR="00557788" w:rsidRDefault="00557788" w:rsidP="00557788">
      <w:r>
        <w:t>275.5226</w:t>
      </w:r>
      <w:r>
        <w:tab/>
        <w:t>2.025e0</w:t>
      </w:r>
    </w:p>
    <w:p w:rsidR="00557788" w:rsidRDefault="00557788" w:rsidP="00557788">
      <w:r>
        <w:t>275.5254</w:t>
      </w:r>
      <w:r>
        <w:tab/>
        <w:t>1.038e0</w:t>
      </w:r>
    </w:p>
    <w:p w:rsidR="00557788" w:rsidRDefault="00557788" w:rsidP="00557788">
      <w:r>
        <w:t>275.5294</w:t>
      </w:r>
      <w:r>
        <w:tab/>
        <w:t>2.025e0</w:t>
      </w:r>
    </w:p>
    <w:p w:rsidR="00557788" w:rsidRDefault="00557788" w:rsidP="00557788">
      <w:r>
        <w:t>275.5373</w:t>
      </w:r>
      <w:r>
        <w:tab/>
        <w:t>1.266e-2</w:t>
      </w:r>
    </w:p>
    <w:p w:rsidR="00557788" w:rsidRDefault="00557788" w:rsidP="00557788">
      <w:r>
        <w:t>275.5501</w:t>
      </w:r>
      <w:r>
        <w:tab/>
        <w:t>6.643e0</w:t>
      </w:r>
    </w:p>
    <w:p w:rsidR="00557788" w:rsidRDefault="00557788" w:rsidP="00557788">
      <w:r>
        <w:t>275.5524</w:t>
      </w:r>
      <w:r>
        <w:tab/>
        <w:t>1.266e-2</w:t>
      </w:r>
    </w:p>
    <w:p w:rsidR="00557788" w:rsidRDefault="00557788" w:rsidP="00557788">
      <w:r>
        <w:t>275.5605</w:t>
      </w:r>
      <w:r>
        <w:tab/>
        <w:t>1.025e0</w:t>
      </w:r>
    </w:p>
    <w:p w:rsidR="00557788" w:rsidRDefault="00557788" w:rsidP="00557788">
      <w:r>
        <w:lastRenderedPageBreak/>
        <w:t>275.5667</w:t>
      </w:r>
      <w:r>
        <w:tab/>
        <w:t>2.025e0</w:t>
      </w:r>
    </w:p>
    <w:p w:rsidR="00557788" w:rsidRDefault="00557788" w:rsidP="00557788">
      <w:r>
        <w:t>275.5686</w:t>
      </w:r>
      <w:r>
        <w:tab/>
        <w:t>1.013e0</w:t>
      </w:r>
    </w:p>
    <w:p w:rsidR="00557788" w:rsidRDefault="00557788" w:rsidP="00557788">
      <w:r>
        <w:t>275.5804</w:t>
      </w:r>
      <w:r>
        <w:tab/>
        <w:t>4.813e-1</w:t>
      </w:r>
    </w:p>
    <w:p w:rsidR="00557788" w:rsidRDefault="00557788" w:rsidP="00557788">
      <w:r>
        <w:t>275.5851</w:t>
      </w:r>
      <w:r>
        <w:tab/>
        <w:t>5.063e0</w:t>
      </w:r>
    </w:p>
    <w:p w:rsidR="00557788" w:rsidRDefault="00557788" w:rsidP="00557788">
      <w:r>
        <w:t>275.5942</w:t>
      </w:r>
      <w:r>
        <w:tab/>
        <w:t>3.033e0</w:t>
      </w:r>
    </w:p>
    <w:p w:rsidR="00557788" w:rsidRDefault="00557788" w:rsidP="00557788">
      <w:r>
        <w:t>275.5973</w:t>
      </w:r>
      <w:r>
        <w:tab/>
        <w:t>3.038e0</w:t>
      </w:r>
    </w:p>
    <w:p w:rsidR="00557788" w:rsidRDefault="00557788" w:rsidP="00557788">
      <w:r>
        <w:t>275.6093</w:t>
      </w:r>
      <w:r>
        <w:tab/>
        <w:t>3.038e0</w:t>
      </w:r>
    </w:p>
    <w:p w:rsidR="00557788" w:rsidRDefault="00557788" w:rsidP="00557788">
      <w:r>
        <w:t>275.6110</w:t>
      </w:r>
      <w:r>
        <w:tab/>
        <w:t>2.025e0</w:t>
      </w:r>
    </w:p>
    <w:p w:rsidR="00557788" w:rsidRDefault="00557788" w:rsidP="00557788">
      <w:r>
        <w:t>275.6201</w:t>
      </w:r>
      <w:r>
        <w:tab/>
        <w:t>5.063e0</w:t>
      </w:r>
    </w:p>
    <w:p w:rsidR="00557788" w:rsidRDefault="00557788" w:rsidP="00557788">
      <w:r>
        <w:t>275.6370</w:t>
      </w:r>
      <w:r>
        <w:tab/>
        <w:t>1.134e0</w:t>
      </w:r>
    </w:p>
    <w:p w:rsidR="00557788" w:rsidRDefault="00557788" w:rsidP="00557788">
      <w:r>
        <w:t>275.6422</w:t>
      </w:r>
      <w:r>
        <w:tab/>
        <w:t>1.038e0</w:t>
      </w:r>
    </w:p>
    <w:p w:rsidR="00557788" w:rsidRDefault="00557788" w:rsidP="00557788">
      <w:r>
        <w:t>275.6442</w:t>
      </w:r>
      <w:r>
        <w:tab/>
        <w:t>3.038e0</w:t>
      </w:r>
    </w:p>
    <w:p w:rsidR="00557788" w:rsidRDefault="00557788" w:rsidP="00557788">
      <w:r>
        <w:t>275.6486</w:t>
      </w:r>
      <w:r>
        <w:tab/>
        <w:t>1.013e0</w:t>
      </w:r>
    </w:p>
    <w:p w:rsidR="00557788" w:rsidRDefault="00557788" w:rsidP="00557788">
      <w:r>
        <w:t>275.6498</w:t>
      </w:r>
      <w:r>
        <w:tab/>
        <w:t>6.076e0</w:t>
      </w:r>
    </w:p>
    <w:p w:rsidR="00557788" w:rsidRDefault="00557788" w:rsidP="00557788">
      <w:r>
        <w:t>275.6829</w:t>
      </w:r>
      <w:r>
        <w:tab/>
        <w:t>1.007e1</w:t>
      </w:r>
    </w:p>
    <w:p w:rsidR="00557788" w:rsidRDefault="00557788" w:rsidP="00557788">
      <w:r>
        <w:t>275.6892</w:t>
      </w:r>
      <w:r>
        <w:tab/>
        <w:t>1.173e1</w:t>
      </w:r>
    </w:p>
    <w:p w:rsidR="00557788" w:rsidRDefault="00557788" w:rsidP="00557788">
      <w:r>
        <w:t>275.6948</w:t>
      </w:r>
      <w:r>
        <w:tab/>
        <w:t>1.038e0</w:t>
      </w:r>
    </w:p>
    <w:p w:rsidR="00557788" w:rsidRDefault="00557788" w:rsidP="00557788">
      <w:r>
        <w:t>275.6963</w:t>
      </w:r>
      <w:r>
        <w:tab/>
        <w:t>1.038e0</w:t>
      </w:r>
    </w:p>
    <w:p w:rsidR="00557788" w:rsidRDefault="00557788" w:rsidP="00557788">
      <w:r>
        <w:t>275.6985</w:t>
      </w:r>
      <w:r>
        <w:tab/>
        <w:t>5.281e0</w:t>
      </w:r>
    </w:p>
    <w:p w:rsidR="00557788" w:rsidRDefault="00557788" w:rsidP="00557788">
      <w:r>
        <w:lastRenderedPageBreak/>
        <w:t>275.7246</w:t>
      </w:r>
      <w:r>
        <w:tab/>
        <w:t>1.013e0</w:t>
      </w:r>
    </w:p>
    <w:p w:rsidR="00557788" w:rsidRDefault="00557788" w:rsidP="00557788">
      <w:r>
        <w:t>275.7291</w:t>
      </w:r>
      <w:r>
        <w:tab/>
        <w:t>2.063e0</w:t>
      </w:r>
    </w:p>
    <w:p w:rsidR="00557788" w:rsidRDefault="00557788" w:rsidP="00557788">
      <w:r>
        <w:t>275.7393</w:t>
      </w:r>
      <w:r>
        <w:tab/>
        <w:t>4.899e0</w:t>
      </w:r>
    </w:p>
    <w:p w:rsidR="00557788" w:rsidRDefault="00557788" w:rsidP="00557788">
      <w:r>
        <w:t>275.7430</w:t>
      </w:r>
      <w:r>
        <w:tab/>
        <w:t>4.051e0</w:t>
      </w:r>
    </w:p>
    <w:p w:rsidR="00557788" w:rsidRDefault="00557788" w:rsidP="00557788">
      <w:r>
        <w:t>275.7514</w:t>
      </w:r>
      <w:r>
        <w:tab/>
        <w:t>3.076e0</w:t>
      </w:r>
    </w:p>
    <w:p w:rsidR="00557788" w:rsidRDefault="00557788" w:rsidP="00557788">
      <w:r>
        <w:t>275.7576</w:t>
      </w:r>
      <w:r>
        <w:tab/>
        <w:t>2.025e0</w:t>
      </w:r>
    </w:p>
    <w:p w:rsidR="00557788" w:rsidRDefault="00557788" w:rsidP="00557788">
      <w:r>
        <w:t>275.7593</w:t>
      </w:r>
      <w:r>
        <w:tab/>
        <w:t>5.732e0</w:t>
      </w:r>
    </w:p>
    <w:p w:rsidR="00557788" w:rsidRDefault="00557788" w:rsidP="00557788">
      <w:r>
        <w:t>275.7658</w:t>
      </w:r>
      <w:r>
        <w:tab/>
        <w:t>2.025e0</w:t>
      </w:r>
    </w:p>
    <w:p w:rsidR="00557788" w:rsidRDefault="00557788" w:rsidP="00557788">
      <w:r>
        <w:t>275.7773</w:t>
      </w:r>
      <w:r>
        <w:tab/>
        <w:t>5.063e0</w:t>
      </w:r>
    </w:p>
    <w:p w:rsidR="00557788" w:rsidRDefault="00557788" w:rsidP="00557788">
      <w:r>
        <w:t>275.7876</w:t>
      </w:r>
      <w:r>
        <w:tab/>
        <w:t>3.038e0</w:t>
      </w:r>
    </w:p>
    <w:p w:rsidR="00557788" w:rsidRDefault="00557788" w:rsidP="00557788">
      <w:r>
        <w:t>275.7906</w:t>
      </w:r>
      <w:r>
        <w:tab/>
        <w:t>1.013e0</w:t>
      </w:r>
    </w:p>
    <w:p w:rsidR="00557788" w:rsidRDefault="00557788" w:rsidP="00557788">
      <w:r>
        <w:t>275.8029</w:t>
      </w:r>
      <w:r>
        <w:tab/>
        <w:t>1.013e1</w:t>
      </w:r>
    </w:p>
    <w:p w:rsidR="00557788" w:rsidRDefault="00557788" w:rsidP="00557788">
      <w:r>
        <w:t>275.8138</w:t>
      </w:r>
      <w:r>
        <w:tab/>
        <w:t>7.089e0</w:t>
      </w:r>
    </w:p>
    <w:p w:rsidR="00557788" w:rsidRDefault="00557788" w:rsidP="00557788">
      <w:r>
        <w:t>275.8260</w:t>
      </w:r>
      <w:r>
        <w:tab/>
        <w:t>1.013e0</w:t>
      </w:r>
    </w:p>
    <w:p w:rsidR="00557788" w:rsidRDefault="00557788" w:rsidP="00557788">
      <w:r>
        <w:t>275.8309</w:t>
      </w:r>
      <w:r>
        <w:tab/>
        <w:t>4.076e0</w:t>
      </w:r>
    </w:p>
    <w:p w:rsidR="00557788" w:rsidRDefault="00557788" w:rsidP="00557788">
      <w:r>
        <w:t>275.8338</w:t>
      </w:r>
      <w:r>
        <w:tab/>
        <w:t>3.101e0</w:t>
      </w:r>
    </w:p>
    <w:p w:rsidR="00557788" w:rsidRDefault="00557788" w:rsidP="00557788">
      <w:r>
        <w:t>275.8352</w:t>
      </w:r>
      <w:r>
        <w:tab/>
        <w:t>1.418e1</w:t>
      </w:r>
    </w:p>
    <w:p w:rsidR="00557788" w:rsidRDefault="00557788" w:rsidP="00557788">
      <w:r>
        <w:t>275.8423</w:t>
      </w:r>
      <w:r>
        <w:tab/>
        <w:t>1.025e0</w:t>
      </w:r>
    </w:p>
    <w:p w:rsidR="00557788" w:rsidRDefault="00557788" w:rsidP="00557788">
      <w:r>
        <w:t>275.8563</w:t>
      </w:r>
      <w:r>
        <w:tab/>
        <w:t>7.101e0</w:t>
      </w:r>
    </w:p>
    <w:p w:rsidR="00557788" w:rsidRDefault="00557788" w:rsidP="00557788">
      <w:r>
        <w:lastRenderedPageBreak/>
        <w:t>275.8605</w:t>
      </w:r>
      <w:r>
        <w:tab/>
        <w:t>2.025e0</w:t>
      </w:r>
    </w:p>
    <w:p w:rsidR="00557788" w:rsidRDefault="00557788" w:rsidP="00557788">
      <w:r>
        <w:t>275.8659</w:t>
      </w:r>
      <w:r>
        <w:tab/>
        <w:t>8.101e0</w:t>
      </w:r>
    </w:p>
    <w:p w:rsidR="00557788" w:rsidRDefault="00557788" w:rsidP="00557788">
      <w:r>
        <w:t>275.8773</w:t>
      </w:r>
      <w:r>
        <w:tab/>
        <w:t>1.266e-2</w:t>
      </w:r>
    </w:p>
    <w:p w:rsidR="00557788" w:rsidRDefault="00557788" w:rsidP="00557788">
      <w:r>
        <w:t>275.8887</w:t>
      </w:r>
      <w:r>
        <w:tab/>
        <w:t>6.329e-2</w:t>
      </w:r>
    </w:p>
    <w:p w:rsidR="00557788" w:rsidRDefault="00557788" w:rsidP="00557788">
      <w:r>
        <w:t>275.8968</w:t>
      </w:r>
      <w:r>
        <w:tab/>
        <w:t>2.051e0</w:t>
      </w:r>
    </w:p>
    <w:p w:rsidR="00557788" w:rsidRDefault="00557788" w:rsidP="00557788">
      <w:r>
        <w:t>275.9052</w:t>
      </w:r>
      <w:r>
        <w:tab/>
        <w:t>8.114e0</w:t>
      </w:r>
    </w:p>
    <w:p w:rsidR="00557788" w:rsidRDefault="00557788" w:rsidP="00557788">
      <w:r>
        <w:t>275.9073</w:t>
      </w:r>
      <w:r>
        <w:tab/>
        <w:t>4.163e0</w:t>
      </w:r>
    </w:p>
    <w:p w:rsidR="00557788" w:rsidRDefault="00557788" w:rsidP="00557788">
      <w:r>
        <w:t>275.9272</w:t>
      </w:r>
      <w:r>
        <w:tab/>
        <w:t>1.391e0</w:t>
      </w:r>
    </w:p>
    <w:p w:rsidR="00557788" w:rsidRDefault="00557788" w:rsidP="00557788">
      <w:r>
        <w:t>275.9297</w:t>
      </w:r>
      <w:r>
        <w:tab/>
        <w:t>1.038e0</w:t>
      </w:r>
    </w:p>
    <w:p w:rsidR="00557788" w:rsidRDefault="00557788" w:rsidP="00557788">
      <w:r>
        <w:t>275.9320</w:t>
      </w:r>
      <w:r>
        <w:tab/>
        <w:t>7.919e-1</w:t>
      </w:r>
    </w:p>
    <w:p w:rsidR="00557788" w:rsidRDefault="00557788" w:rsidP="00557788">
      <w:r>
        <w:t>275.9357</w:t>
      </w:r>
      <w:r>
        <w:tab/>
        <w:t>1.013e0</w:t>
      </w:r>
    </w:p>
    <w:p w:rsidR="00557788" w:rsidRDefault="00557788" w:rsidP="00557788">
      <w:r>
        <w:t>275.9376</w:t>
      </w:r>
      <w:r>
        <w:tab/>
        <w:t>7.089e0</w:t>
      </w:r>
    </w:p>
    <w:p w:rsidR="00557788" w:rsidRDefault="00557788" w:rsidP="00557788">
      <w:r>
        <w:t>275.9446</w:t>
      </w:r>
      <w:r>
        <w:tab/>
        <w:t>2.051e0</w:t>
      </w:r>
    </w:p>
    <w:p w:rsidR="00557788" w:rsidRDefault="00557788" w:rsidP="00557788">
      <w:r>
        <w:t>275.9456</w:t>
      </w:r>
      <w:r>
        <w:tab/>
        <w:t>3.038e0</w:t>
      </w:r>
    </w:p>
    <w:p w:rsidR="00557788" w:rsidRDefault="00557788" w:rsidP="00557788">
      <w:r>
        <w:t>275.9628</w:t>
      </w:r>
      <w:r>
        <w:tab/>
        <w:t>3.038e0</w:t>
      </w:r>
    </w:p>
    <w:p w:rsidR="00557788" w:rsidRDefault="00557788" w:rsidP="00557788">
      <w:r>
        <w:t>275.9705</w:t>
      </w:r>
      <w:r>
        <w:tab/>
        <w:t>9.114e0</w:t>
      </w:r>
    </w:p>
    <w:p w:rsidR="00557788" w:rsidRDefault="00557788" w:rsidP="00557788">
      <w:r>
        <w:t>275.9753</w:t>
      </w:r>
      <w:r>
        <w:tab/>
        <w:t>1.114e1</w:t>
      </w:r>
    </w:p>
    <w:p w:rsidR="00557788" w:rsidRDefault="00557788" w:rsidP="00557788">
      <w:r>
        <w:t>275.9885</w:t>
      </w:r>
      <w:r>
        <w:tab/>
        <w:t>3.038e0</w:t>
      </w:r>
    </w:p>
    <w:p w:rsidR="00557788" w:rsidRDefault="00557788" w:rsidP="00557788">
      <w:r>
        <w:t>275.9946</w:t>
      </w:r>
      <w:r>
        <w:tab/>
        <w:t>7.703e0</w:t>
      </w:r>
    </w:p>
    <w:p w:rsidR="00557788" w:rsidRDefault="00557788" w:rsidP="00557788">
      <w:r>
        <w:lastRenderedPageBreak/>
        <w:t>275.9967</w:t>
      </w:r>
      <w:r>
        <w:tab/>
        <w:t>8.903e0</w:t>
      </w:r>
    </w:p>
    <w:p w:rsidR="00557788" w:rsidRDefault="00557788" w:rsidP="00557788">
      <w:r>
        <w:t>276.0005</w:t>
      </w:r>
      <w:r>
        <w:tab/>
        <w:t>1.154e0</w:t>
      </w:r>
    </w:p>
    <w:p w:rsidR="00557788" w:rsidRDefault="00557788" w:rsidP="00557788">
      <w:r>
        <w:t>276.0160</w:t>
      </w:r>
      <w:r>
        <w:tab/>
        <w:t>8.366e0</w:t>
      </w:r>
    </w:p>
    <w:p w:rsidR="00557788" w:rsidRDefault="00557788" w:rsidP="00557788">
      <w:r>
        <w:t>276.0208</w:t>
      </w:r>
      <w:r>
        <w:tab/>
        <w:t>1.747e1</w:t>
      </w:r>
    </w:p>
    <w:p w:rsidR="00557788" w:rsidRDefault="00557788" w:rsidP="00557788">
      <w:r>
        <w:t>276.0222</w:t>
      </w:r>
      <w:r>
        <w:tab/>
        <w:t>2.181e0</w:t>
      </w:r>
    </w:p>
    <w:p w:rsidR="00557788" w:rsidRDefault="00557788" w:rsidP="00557788">
      <w:r>
        <w:t>276.0294</w:t>
      </w:r>
      <w:r>
        <w:tab/>
        <w:t>3.249e0</w:t>
      </w:r>
    </w:p>
    <w:p w:rsidR="00557788" w:rsidRDefault="00557788" w:rsidP="00557788">
      <w:r>
        <w:t>276.0339</w:t>
      </w:r>
      <w:r>
        <w:tab/>
        <w:t>9.142e0</w:t>
      </w:r>
    </w:p>
    <w:p w:rsidR="00557788" w:rsidRDefault="00557788" w:rsidP="00557788">
      <w:r>
        <w:t>276.0520</w:t>
      </w:r>
      <w:r>
        <w:tab/>
        <w:t>7.370e0</w:t>
      </w:r>
    </w:p>
    <w:p w:rsidR="00557788" w:rsidRDefault="00557788" w:rsidP="00557788">
      <w:r>
        <w:t>276.1030</w:t>
      </w:r>
      <w:r>
        <w:tab/>
        <w:t>1.363e3</w:t>
      </w:r>
    </w:p>
    <w:p w:rsidR="00557788" w:rsidRDefault="00557788" w:rsidP="00557788">
      <w:r>
        <w:t>276.1049</w:t>
      </w:r>
      <w:r>
        <w:tab/>
        <w:t>4.456e3</w:t>
      </w:r>
    </w:p>
    <w:p w:rsidR="00557788" w:rsidRDefault="00557788" w:rsidP="00557788">
      <w:r>
        <w:t>276.1066</w:t>
      </w:r>
      <w:r>
        <w:tab/>
        <w:t>7.267e2</w:t>
      </w:r>
    </w:p>
    <w:p w:rsidR="00557788" w:rsidRDefault="00557788" w:rsidP="00557788">
      <w:r>
        <w:t>276.1726</w:t>
      </w:r>
      <w:r>
        <w:tab/>
        <w:t>8.485e0</w:t>
      </w:r>
    </w:p>
    <w:p w:rsidR="00557788" w:rsidRDefault="00557788" w:rsidP="00557788">
      <w:r>
        <w:t>276.1787</w:t>
      </w:r>
      <w:r>
        <w:tab/>
        <w:t>1.106e-1</w:t>
      </w:r>
    </w:p>
    <w:p w:rsidR="00557788" w:rsidRDefault="00557788" w:rsidP="00557788">
      <w:r>
        <w:t>276.1843</w:t>
      </w:r>
      <w:r>
        <w:tab/>
        <w:t>1.267e0</w:t>
      </w:r>
    </w:p>
    <w:p w:rsidR="00557788" w:rsidRDefault="00557788" w:rsidP="00557788">
      <w:r>
        <w:t>276.1856</w:t>
      </w:r>
      <w:r>
        <w:tab/>
        <w:t>3.250e0</w:t>
      </w:r>
    </w:p>
    <w:p w:rsidR="00557788" w:rsidRDefault="00557788" w:rsidP="00557788">
      <w:r>
        <w:t>276.1882</w:t>
      </w:r>
      <w:r>
        <w:tab/>
        <w:t>6.790e0</w:t>
      </w:r>
    </w:p>
    <w:p w:rsidR="00557788" w:rsidRDefault="00557788" w:rsidP="00557788">
      <w:r>
        <w:t>276.1978</w:t>
      </w:r>
      <w:r>
        <w:tab/>
        <w:t>7.338e0</w:t>
      </w:r>
    </w:p>
    <w:p w:rsidR="00557788" w:rsidRDefault="00557788" w:rsidP="00557788">
      <w:r>
        <w:t>276.2122</w:t>
      </w:r>
      <w:r>
        <w:tab/>
        <w:t>7.372e0</w:t>
      </w:r>
    </w:p>
    <w:p w:rsidR="00557788" w:rsidRDefault="00557788" w:rsidP="00557788">
      <w:r>
        <w:t>276.2220</w:t>
      </w:r>
      <w:r>
        <w:tab/>
        <w:t>4.808e0</w:t>
      </w:r>
    </w:p>
    <w:p w:rsidR="00557788" w:rsidRDefault="00557788" w:rsidP="00557788">
      <w:r>
        <w:lastRenderedPageBreak/>
        <w:t>276.2234</w:t>
      </w:r>
      <w:r>
        <w:tab/>
        <w:t>7.578e0</w:t>
      </w:r>
    </w:p>
    <w:p w:rsidR="00557788" w:rsidRDefault="00557788" w:rsidP="00557788">
      <w:r>
        <w:t>276.2263</w:t>
      </w:r>
      <w:r>
        <w:tab/>
        <w:t>6.411e0</w:t>
      </w:r>
    </w:p>
    <w:p w:rsidR="00557788" w:rsidRDefault="00557788" w:rsidP="00557788">
      <w:r>
        <w:t>276.2297</w:t>
      </w:r>
      <w:r>
        <w:tab/>
        <w:t>2.131e1</w:t>
      </w:r>
    </w:p>
    <w:p w:rsidR="00557788" w:rsidRDefault="00557788" w:rsidP="00557788">
      <w:r>
        <w:t>276.2316</w:t>
      </w:r>
      <w:r>
        <w:tab/>
        <w:t>7.563e0</w:t>
      </w:r>
    </w:p>
    <w:p w:rsidR="00557788" w:rsidRDefault="00557788" w:rsidP="00557788">
      <w:r>
        <w:t>276.2379</w:t>
      </w:r>
      <w:r>
        <w:tab/>
        <w:t>5.994e0</w:t>
      </w:r>
    </w:p>
    <w:p w:rsidR="00557788" w:rsidRDefault="00557788" w:rsidP="00557788">
      <w:r>
        <w:t>276.2502</w:t>
      </w:r>
      <w:r>
        <w:tab/>
        <w:t>4.051e0</w:t>
      </w:r>
    </w:p>
    <w:p w:rsidR="00557788" w:rsidRDefault="00557788" w:rsidP="00557788">
      <w:r>
        <w:t>276.2597</w:t>
      </w:r>
      <w:r>
        <w:tab/>
        <w:t>1.054e1</w:t>
      </w:r>
    </w:p>
    <w:p w:rsidR="00557788" w:rsidRDefault="00557788" w:rsidP="00557788">
      <w:r>
        <w:t>276.2626</w:t>
      </w:r>
      <w:r>
        <w:tab/>
        <w:t>4.521e0</w:t>
      </w:r>
    </w:p>
    <w:p w:rsidR="00557788" w:rsidRDefault="00557788" w:rsidP="00557788">
      <w:r>
        <w:t>276.2637</w:t>
      </w:r>
      <w:r>
        <w:tab/>
        <w:t>5.574e0</w:t>
      </w:r>
    </w:p>
    <w:p w:rsidR="00557788" w:rsidRDefault="00557788" w:rsidP="00557788">
      <w:r>
        <w:t>276.2667</w:t>
      </w:r>
      <w:r>
        <w:tab/>
        <w:t>2.756e1</w:t>
      </w:r>
    </w:p>
    <w:p w:rsidR="00557788" w:rsidRDefault="00557788" w:rsidP="00557788">
      <w:r>
        <w:t>276.2767</w:t>
      </w:r>
      <w:r>
        <w:tab/>
        <w:t>6.706e0</w:t>
      </w:r>
    </w:p>
    <w:p w:rsidR="00557788" w:rsidRDefault="00557788" w:rsidP="00557788">
      <w:r>
        <w:t>276.2810</w:t>
      </w:r>
      <w:r>
        <w:tab/>
        <w:t>3.038e0</w:t>
      </w:r>
    </w:p>
    <w:p w:rsidR="00557788" w:rsidRDefault="00557788" w:rsidP="00557788">
      <w:r>
        <w:t>276.2871</w:t>
      </w:r>
      <w:r>
        <w:tab/>
        <w:t>3.917e1</w:t>
      </w:r>
    </w:p>
    <w:p w:rsidR="00557788" w:rsidRDefault="00557788" w:rsidP="00557788">
      <w:r>
        <w:t>276.2918</w:t>
      </w:r>
      <w:r>
        <w:tab/>
        <w:t>3.038e0</w:t>
      </w:r>
    </w:p>
    <w:p w:rsidR="00557788" w:rsidRDefault="00557788" w:rsidP="00557788">
      <w:r>
        <w:t>276.2934</w:t>
      </w:r>
      <w:r>
        <w:tab/>
        <w:t>1.923e1</w:t>
      </w:r>
    </w:p>
    <w:p w:rsidR="00557788" w:rsidRDefault="00557788" w:rsidP="00557788">
      <w:r>
        <w:t>276.2963</w:t>
      </w:r>
      <w:r>
        <w:tab/>
        <w:t>9.114e0</w:t>
      </w:r>
    </w:p>
    <w:p w:rsidR="00557788" w:rsidRDefault="00557788" w:rsidP="00557788">
      <w:r>
        <w:t>276.3226</w:t>
      </w:r>
      <w:r>
        <w:tab/>
        <w:t>4.051e0</w:t>
      </w:r>
    </w:p>
    <w:p w:rsidR="00557788" w:rsidRDefault="00557788" w:rsidP="00557788">
      <w:r>
        <w:t>276.3250</w:t>
      </w:r>
      <w:r>
        <w:tab/>
        <w:t>8.256e0</w:t>
      </w:r>
    </w:p>
    <w:p w:rsidR="00557788" w:rsidRDefault="00557788" w:rsidP="00557788">
      <w:r>
        <w:t>276.3269</w:t>
      </w:r>
      <w:r>
        <w:tab/>
        <w:t>4.051e0</w:t>
      </w:r>
    </w:p>
    <w:p w:rsidR="00557788" w:rsidRDefault="00557788" w:rsidP="00557788">
      <w:r>
        <w:lastRenderedPageBreak/>
        <w:t>276.3285</w:t>
      </w:r>
      <w:r>
        <w:tab/>
        <w:t>2.051e0</w:t>
      </w:r>
    </w:p>
    <w:p w:rsidR="00557788" w:rsidRDefault="00557788" w:rsidP="00557788">
      <w:r>
        <w:t>276.3322</w:t>
      </w:r>
      <w:r>
        <w:tab/>
        <w:t>2.532e-2</w:t>
      </w:r>
    </w:p>
    <w:p w:rsidR="00557788" w:rsidRDefault="00557788" w:rsidP="00557788">
      <w:r>
        <w:t>276.3465</w:t>
      </w:r>
      <w:r>
        <w:tab/>
        <w:t>7.061e0</w:t>
      </w:r>
    </w:p>
    <w:p w:rsidR="00557788" w:rsidRDefault="00557788" w:rsidP="00557788">
      <w:r>
        <w:t>276.3564</w:t>
      </w:r>
      <w:r>
        <w:tab/>
        <w:t>9.114e0</w:t>
      </w:r>
    </w:p>
    <w:p w:rsidR="00557788" w:rsidRDefault="00557788" w:rsidP="00557788">
      <w:r>
        <w:t>276.3620</w:t>
      </w:r>
      <w:r>
        <w:tab/>
        <w:t>2.025e0</w:t>
      </w:r>
    </w:p>
    <w:p w:rsidR="00557788" w:rsidRDefault="00557788" w:rsidP="00557788">
      <w:r>
        <w:t>276.3720</w:t>
      </w:r>
      <w:r>
        <w:tab/>
        <w:t>5.063e0</w:t>
      </w:r>
    </w:p>
    <w:p w:rsidR="00557788" w:rsidRDefault="00557788" w:rsidP="00557788">
      <w:r>
        <w:t>276.3774</w:t>
      </w:r>
      <w:r>
        <w:tab/>
        <w:t>2.025e0</w:t>
      </w:r>
    </w:p>
    <w:p w:rsidR="00557788" w:rsidRDefault="00557788" w:rsidP="00557788">
      <w:r>
        <w:t>276.3799</w:t>
      </w:r>
      <w:r>
        <w:tab/>
        <w:t>2.051e0</w:t>
      </w:r>
    </w:p>
    <w:p w:rsidR="00557788" w:rsidRDefault="00557788" w:rsidP="00557788">
      <w:r>
        <w:t>276.3814</w:t>
      </w:r>
      <w:r>
        <w:tab/>
        <w:t>2.025e0</w:t>
      </w:r>
    </w:p>
    <w:p w:rsidR="00557788" w:rsidRDefault="00557788" w:rsidP="00557788">
      <w:r>
        <w:t>276.3907</w:t>
      </w:r>
      <w:r>
        <w:tab/>
        <w:t>1.013e1</w:t>
      </w:r>
    </w:p>
    <w:p w:rsidR="00557788" w:rsidRDefault="00557788" w:rsidP="00557788">
      <w:r>
        <w:t>276.4085</w:t>
      </w:r>
      <w:r>
        <w:tab/>
        <w:t>3.038e0</w:t>
      </w:r>
    </w:p>
    <w:p w:rsidR="00557788" w:rsidRDefault="00557788" w:rsidP="00557788">
      <w:r>
        <w:t>276.4146</w:t>
      </w:r>
      <w:r>
        <w:tab/>
        <w:t>4.051e0</w:t>
      </w:r>
    </w:p>
    <w:p w:rsidR="00557788" w:rsidRDefault="00557788" w:rsidP="00557788">
      <w:r>
        <w:t>276.4192</w:t>
      </w:r>
      <w:r>
        <w:tab/>
        <w:t>7.279e0</w:t>
      </w:r>
    </w:p>
    <w:p w:rsidR="00557788" w:rsidRDefault="00557788" w:rsidP="00557788">
      <w:r>
        <w:t>276.4205</w:t>
      </w:r>
      <w:r>
        <w:tab/>
        <w:t>5.063e0</w:t>
      </w:r>
    </w:p>
    <w:p w:rsidR="00557788" w:rsidRDefault="00557788" w:rsidP="00557788">
      <w:r>
        <w:t>276.4250</w:t>
      </w:r>
      <w:r>
        <w:tab/>
        <w:t>2.089e0</w:t>
      </w:r>
    </w:p>
    <w:p w:rsidR="00557788" w:rsidRDefault="00557788" w:rsidP="00557788">
      <w:r>
        <w:t>276.4326</w:t>
      </w:r>
      <w:r>
        <w:tab/>
        <w:t>5.709e0</w:t>
      </w:r>
    </w:p>
    <w:p w:rsidR="00557788" w:rsidRDefault="00557788" w:rsidP="00557788">
      <w:r>
        <w:t>276.4438</w:t>
      </w:r>
      <w:r>
        <w:tab/>
        <w:t>1.013e0</w:t>
      </w:r>
    </w:p>
    <w:p w:rsidR="00557788" w:rsidRDefault="00557788" w:rsidP="00557788">
      <w:r>
        <w:t>276.4625</w:t>
      </w:r>
      <w:r>
        <w:tab/>
        <w:t>9.442e0</w:t>
      </w:r>
    </w:p>
    <w:p w:rsidR="00557788" w:rsidRDefault="00557788" w:rsidP="00557788">
      <w:r>
        <w:t>276.4699</w:t>
      </w:r>
      <w:r>
        <w:tab/>
        <w:t>3.038e0</w:t>
      </w:r>
    </w:p>
    <w:p w:rsidR="00557788" w:rsidRDefault="00557788" w:rsidP="00557788">
      <w:r>
        <w:lastRenderedPageBreak/>
        <w:t>276.4748</w:t>
      </w:r>
      <w:r>
        <w:tab/>
        <w:t>8.124e0</w:t>
      </w:r>
    </w:p>
    <w:p w:rsidR="00557788" w:rsidRDefault="00557788" w:rsidP="00557788">
      <w:r>
        <w:t>276.4804</w:t>
      </w:r>
      <w:r>
        <w:tab/>
        <w:t>5.495e0</w:t>
      </w:r>
    </w:p>
    <w:p w:rsidR="00557788" w:rsidRDefault="00557788" w:rsidP="00557788">
      <w:r>
        <w:t>276.4899</w:t>
      </w:r>
      <w:r>
        <w:tab/>
        <w:t>4.212e0</w:t>
      </w:r>
    </w:p>
    <w:p w:rsidR="00557788" w:rsidRDefault="00557788" w:rsidP="00557788">
      <w:r>
        <w:t>276.4918</w:t>
      </w:r>
      <w:r>
        <w:tab/>
        <w:t>4.051e0</w:t>
      </w:r>
    </w:p>
    <w:p w:rsidR="00557788" w:rsidRDefault="00557788" w:rsidP="00557788">
      <w:r>
        <w:t>276.4931</w:t>
      </w:r>
      <w:r>
        <w:tab/>
        <w:t>3.038e0</w:t>
      </w:r>
    </w:p>
    <w:p w:rsidR="00557788" w:rsidRDefault="00557788" w:rsidP="00557788">
      <w:r>
        <w:t>276.5099</w:t>
      </w:r>
      <w:r>
        <w:tab/>
        <w:t>6.116e0</w:t>
      </w:r>
    </w:p>
    <w:p w:rsidR="00557788" w:rsidRDefault="00557788" w:rsidP="00557788">
      <w:r>
        <w:t>276.5272</w:t>
      </w:r>
      <w:r>
        <w:tab/>
        <w:t>4.051e0</w:t>
      </w:r>
    </w:p>
    <w:p w:rsidR="00557788" w:rsidRDefault="00557788" w:rsidP="00557788">
      <w:r>
        <w:t>276.5461</w:t>
      </w:r>
      <w:r>
        <w:tab/>
        <w:t>2.004e0</w:t>
      </w:r>
    </w:p>
    <w:p w:rsidR="00557788" w:rsidRDefault="00557788" w:rsidP="00557788">
      <w:r>
        <w:t>276.5526</w:t>
      </w:r>
      <w:r>
        <w:tab/>
        <w:t>3.038e0</w:t>
      </w:r>
    </w:p>
    <w:p w:rsidR="00557788" w:rsidRDefault="00557788" w:rsidP="00557788">
      <w:r>
        <w:t>276.5538</w:t>
      </w:r>
      <w:r>
        <w:tab/>
        <w:t>1.411e1</w:t>
      </w:r>
    </w:p>
    <w:p w:rsidR="00557788" w:rsidRDefault="00557788" w:rsidP="00557788">
      <w:r>
        <w:t>276.5583</w:t>
      </w:r>
      <w:r>
        <w:tab/>
        <w:t>6.076e0</w:t>
      </w:r>
    </w:p>
    <w:p w:rsidR="00557788" w:rsidRDefault="00557788" w:rsidP="00557788">
      <w:r>
        <w:t>276.5698</w:t>
      </w:r>
      <w:r>
        <w:tab/>
        <w:t>5.063e0</w:t>
      </w:r>
    </w:p>
    <w:p w:rsidR="00557788" w:rsidRDefault="00557788" w:rsidP="00557788">
      <w:r>
        <w:t>276.5771</w:t>
      </w:r>
      <w:r>
        <w:tab/>
        <w:t>8.523e0</w:t>
      </w:r>
    </w:p>
    <w:p w:rsidR="00557788" w:rsidRDefault="00557788" w:rsidP="00557788">
      <w:r>
        <w:t>276.5839</w:t>
      </w:r>
      <w:r>
        <w:tab/>
        <w:t>6.210e0</w:t>
      </w:r>
    </w:p>
    <w:p w:rsidR="00557788" w:rsidRDefault="00557788" w:rsidP="00557788">
      <w:r>
        <w:t>276.5896</w:t>
      </w:r>
      <w:r>
        <w:tab/>
        <w:t>8.455e0</w:t>
      </w:r>
    </w:p>
    <w:p w:rsidR="00557788" w:rsidRDefault="00557788" w:rsidP="00557788">
      <w:r>
        <w:t>276.6006</w:t>
      </w:r>
      <w:r>
        <w:tab/>
        <w:t>5.063e-2</w:t>
      </w:r>
    </w:p>
    <w:p w:rsidR="00557788" w:rsidRDefault="00557788" w:rsidP="00557788">
      <w:r>
        <w:t>276.6035</w:t>
      </w:r>
      <w:r>
        <w:tab/>
        <w:t>2.038e0</w:t>
      </w:r>
    </w:p>
    <w:p w:rsidR="00557788" w:rsidRDefault="00557788" w:rsidP="00557788">
      <w:r>
        <w:t>276.6078</w:t>
      </w:r>
      <w:r>
        <w:tab/>
        <w:t>6.089e0</w:t>
      </w:r>
    </w:p>
    <w:p w:rsidR="00557788" w:rsidRDefault="00557788" w:rsidP="00557788">
      <w:r>
        <w:t>276.6146</w:t>
      </w:r>
      <w:r>
        <w:tab/>
        <w:t>2.785e0</w:t>
      </w:r>
    </w:p>
    <w:p w:rsidR="00557788" w:rsidRDefault="00557788" w:rsidP="00557788">
      <w:r>
        <w:lastRenderedPageBreak/>
        <w:t>276.6270</w:t>
      </w:r>
      <w:r>
        <w:tab/>
        <w:t>5.114e0</w:t>
      </w:r>
    </w:p>
    <w:p w:rsidR="00557788" w:rsidRDefault="00557788" w:rsidP="00557788">
      <w:r>
        <w:t>276.6325</w:t>
      </w:r>
      <w:r>
        <w:tab/>
        <w:t>8.828e0</w:t>
      </w:r>
    </w:p>
    <w:p w:rsidR="00557788" w:rsidRDefault="00557788" w:rsidP="00557788">
      <w:r>
        <w:t>276.6431</w:t>
      </w:r>
      <w:r>
        <w:tab/>
        <w:t>5.335e0</w:t>
      </w:r>
    </w:p>
    <w:p w:rsidR="00557788" w:rsidRDefault="00557788" w:rsidP="00557788">
      <w:r>
        <w:t>276.6482</w:t>
      </w:r>
      <w:r>
        <w:tab/>
        <w:t>1.431e1</w:t>
      </w:r>
    </w:p>
    <w:p w:rsidR="00557788" w:rsidRDefault="00557788" w:rsidP="00557788">
      <w:r>
        <w:t>276.6544</w:t>
      </w:r>
      <w:r>
        <w:tab/>
        <w:t>5.101e0</w:t>
      </w:r>
    </w:p>
    <w:p w:rsidR="00557788" w:rsidRDefault="00557788" w:rsidP="00557788">
      <w:r>
        <w:t>276.6556</w:t>
      </w:r>
      <w:r>
        <w:tab/>
        <w:t>1.114e1</w:t>
      </w:r>
    </w:p>
    <w:p w:rsidR="00557788" w:rsidRDefault="00557788" w:rsidP="00557788">
      <w:r>
        <w:t>276.6728</w:t>
      </w:r>
      <w:r>
        <w:tab/>
        <w:t>7.834e0</w:t>
      </w:r>
    </w:p>
    <w:p w:rsidR="00557788" w:rsidRDefault="00557788" w:rsidP="00557788">
      <w:r>
        <w:t>276.6831</w:t>
      </w:r>
      <w:r>
        <w:tab/>
        <w:t>3.119e0</w:t>
      </w:r>
    </w:p>
    <w:p w:rsidR="00557788" w:rsidRDefault="00557788" w:rsidP="00557788">
      <w:r>
        <w:t>276.6924</w:t>
      </w:r>
      <w:r>
        <w:tab/>
        <w:t>5.223e0</w:t>
      </w:r>
    </w:p>
    <w:p w:rsidR="00557788" w:rsidRDefault="00557788" w:rsidP="00557788">
      <w:r>
        <w:t>276.6942</w:t>
      </w:r>
      <w:r>
        <w:tab/>
        <w:t>4.063e0</w:t>
      </w:r>
    </w:p>
    <w:p w:rsidR="00557788" w:rsidRDefault="00557788" w:rsidP="00557788">
      <w:r>
        <w:t>276.6952</w:t>
      </w:r>
      <w:r>
        <w:tab/>
        <w:t>7.375e0</w:t>
      </w:r>
    </w:p>
    <w:p w:rsidR="00557788" w:rsidRDefault="00557788" w:rsidP="00557788">
      <w:r>
        <w:t>276.7025</w:t>
      </w:r>
      <w:r>
        <w:tab/>
        <w:t>2.051e0</w:t>
      </w:r>
    </w:p>
    <w:p w:rsidR="00557788" w:rsidRDefault="00557788" w:rsidP="00557788">
      <w:r>
        <w:t>276.7138</w:t>
      </w:r>
      <w:r>
        <w:tab/>
        <w:t>9.482e0</w:t>
      </w:r>
    </w:p>
    <w:p w:rsidR="00557788" w:rsidRDefault="00557788" w:rsidP="00557788">
      <w:r>
        <w:t>276.7157</w:t>
      </w:r>
      <w:r>
        <w:tab/>
        <w:t>5.258e0</w:t>
      </w:r>
    </w:p>
    <w:p w:rsidR="00557788" w:rsidRDefault="00557788" w:rsidP="00557788">
      <w:r>
        <w:t>276.7206</w:t>
      </w:r>
      <w:r>
        <w:tab/>
        <w:t>6.509e0</w:t>
      </w:r>
    </w:p>
    <w:p w:rsidR="00557788" w:rsidRDefault="00557788" w:rsidP="00557788">
      <w:r>
        <w:t>276.7268</w:t>
      </w:r>
      <w:r>
        <w:tab/>
        <w:t>6.802e0</w:t>
      </w:r>
    </w:p>
    <w:p w:rsidR="00557788" w:rsidRDefault="00557788" w:rsidP="00557788">
      <w:r>
        <w:t>276.7290</w:t>
      </w:r>
      <w:r>
        <w:tab/>
        <w:t>2.038e0</w:t>
      </w:r>
    </w:p>
    <w:p w:rsidR="00557788" w:rsidRDefault="00557788" w:rsidP="00557788">
      <w:r>
        <w:t>276.7352</w:t>
      </w:r>
      <w:r>
        <w:tab/>
        <w:t>2.025e0</w:t>
      </w:r>
    </w:p>
    <w:p w:rsidR="00557788" w:rsidRDefault="00557788" w:rsidP="00557788">
      <w:r>
        <w:t>276.7362</w:t>
      </w:r>
      <w:r>
        <w:tab/>
        <w:t>7.731e0</w:t>
      </w:r>
    </w:p>
    <w:p w:rsidR="00557788" w:rsidRDefault="00557788" w:rsidP="00557788">
      <w:r>
        <w:lastRenderedPageBreak/>
        <w:t>276.7537</w:t>
      </w:r>
      <w:r>
        <w:tab/>
        <w:t>1.124e0</w:t>
      </w:r>
    </w:p>
    <w:p w:rsidR="00557788" w:rsidRDefault="00557788" w:rsidP="00557788">
      <w:r>
        <w:t>276.7560</w:t>
      </w:r>
      <w:r>
        <w:tab/>
        <w:t>3.038e0</w:t>
      </w:r>
    </w:p>
    <w:p w:rsidR="00557788" w:rsidRDefault="00557788" w:rsidP="00557788">
      <w:r>
        <w:t>276.7668</w:t>
      </w:r>
      <w:r>
        <w:tab/>
        <w:t>2.025e0</w:t>
      </w:r>
    </w:p>
    <w:p w:rsidR="00557788" w:rsidRDefault="00557788" w:rsidP="00557788">
      <w:r>
        <w:t>276.7702</w:t>
      </w:r>
      <w:r>
        <w:tab/>
        <w:t>8.644e0</w:t>
      </w:r>
    </w:p>
    <w:p w:rsidR="00557788" w:rsidRDefault="00557788" w:rsidP="00557788">
      <w:r>
        <w:t>276.7716</w:t>
      </w:r>
      <w:r>
        <w:tab/>
        <w:t>3.408e0</w:t>
      </w:r>
    </w:p>
    <w:p w:rsidR="00557788" w:rsidRDefault="00557788" w:rsidP="00557788">
      <w:r>
        <w:t>276.7786</w:t>
      </w:r>
      <w:r>
        <w:tab/>
        <w:t>6.076e0</w:t>
      </w:r>
    </w:p>
    <w:p w:rsidR="00557788" w:rsidRDefault="00557788" w:rsidP="00557788">
      <w:r>
        <w:t>276.7800</w:t>
      </w:r>
      <w:r>
        <w:tab/>
        <w:t>8.861e0</w:t>
      </w:r>
    </w:p>
    <w:p w:rsidR="00557788" w:rsidRDefault="00557788" w:rsidP="00557788">
      <w:r>
        <w:t>276.7822</w:t>
      </w:r>
      <w:r>
        <w:tab/>
        <w:t>2.243e0</w:t>
      </w:r>
    </w:p>
    <w:p w:rsidR="00557788" w:rsidRDefault="00557788" w:rsidP="00557788">
      <w:r>
        <w:t>276.8096</w:t>
      </w:r>
      <w:r>
        <w:tab/>
        <w:t>9.584e0</w:t>
      </w:r>
    </w:p>
    <w:p w:rsidR="00557788" w:rsidRDefault="00557788" w:rsidP="00557788">
      <w:r>
        <w:t>276.8137</w:t>
      </w:r>
      <w:r>
        <w:tab/>
        <w:t>4.216e0</w:t>
      </w:r>
    </w:p>
    <w:p w:rsidR="00557788" w:rsidRDefault="00557788" w:rsidP="00557788">
      <w:r>
        <w:t>276.8152</w:t>
      </w:r>
      <w:r>
        <w:tab/>
        <w:t>5.140e0</w:t>
      </w:r>
    </w:p>
    <w:p w:rsidR="00557788" w:rsidRDefault="00557788" w:rsidP="00557788">
      <w:r>
        <w:t>276.8171</w:t>
      </w:r>
      <w:r>
        <w:tab/>
        <w:t>3.089e0</w:t>
      </w:r>
    </w:p>
    <w:p w:rsidR="00557788" w:rsidRDefault="00557788" w:rsidP="00557788">
      <w:r>
        <w:t>276.8214</w:t>
      </w:r>
      <w:r>
        <w:tab/>
        <w:t>1.038e0</w:t>
      </w:r>
    </w:p>
    <w:p w:rsidR="00557788" w:rsidRDefault="00557788" w:rsidP="00557788">
      <w:r>
        <w:t>276.8233</w:t>
      </w:r>
      <w:r>
        <w:tab/>
        <w:t>1.266e-2</w:t>
      </w:r>
    </w:p>
    <w:p w:rsidR="00557788" w:rsidRDefault="00557788" w:rsidP="00557788">
      <w:r>
        <w:t>276.8342</w:t>
      </w:r>
      <w:r>
        <w:tab/>
        <w:t>4.051e0</w:t>
      </w:r>
    </w:p>
    <w:p w:rsidR="00557788" w:rsidRDefault="00557788" w:rsidP="00557788">
      <w:r>
        <w:t>276.8357</w:t>
      </w:r>
      <w:r>
        <w:tab/>
        <w:t>7.446e0</w:t>
      </w:r>
    </w:p>
    <w:p w:rsidR="00557788" w:rsidRDefault="00557788" w:rsidP="00557788">
      <w:r>
        <w:t>276.8406</w:t>
      </w:r>
      <w:r>
        <w:tab/>
        <w:t>3.686e0</w:t>
      </w:r>
    </w:p>
    <w:p w:rsidR="00557788" w:rsidRDefault="00557788" w:rsidP="00557788">
      <w:r>
        <w:t>276.8565</w:t>
      </w:r>
      <w:r>
        <w:tab/>
        <w:t>2.025e0</w:t>
      </w:r>
    </w:p>
    <w:p w:rsidR="00557788" w:rsidRDefault="00557788" w:rsidP="00557788">
      <w:r>
        <w:t>276.8577</w:t>
      </w:r>
      <w:r>
        <w:tab/>
        <w:t>7.062e0</w:t>
      </w:r>
    </w:p>
    <w:p w:rsidR="00557788" w:rsidRDefault="00557788" w:rsidP="00557788">
      <w:r>
        <w:lastRenderedPageBreak/>
        <w:t>276.8684</w:t>
      </w:r>
      <w:r>
        <w:tab/>
        <w:t>8.459e0</w:t>
      </w:r>
    </w:p>
    <w:p w:rsidR="00557788" w:rsidRDefault="00557788" w:rsidP="00557788">
      <w:r>
        <w:t>276.8695</w:t>
      </w:r>
      <w:r>
        <w:tab/>
        <w:t>5.732e0</w:t>
      </w:r>
    </w:p>
    <w:p w:rsidR="00557788" w:rsidRDefault="00557788" w:rsidP="00557788">
      <w:r>
        <w:t>276.8737</w:t>
      </w:r>
      <w:r>
        <w:tab/>
        <w:t>8.101e0</w:t>
      </w:r>
    </w:p>
    <w:p w:rsidR="00557788" w:rsidRDefault="00557788" w:rsidP="00557788">
      <w:r>
        <w:t>276.8817</w:t>
      </w:r>
      <w:r>
        <w:tab/>
        <w:t>2.532e-2</w:t>
      </w:r>
    </w:p>
    <w:p w:rsidR="00557788" w:rsidRDefault="00557788" w:rsidP="00557788">
      <w:r>
        <w:t>276.8926</w:t>
      </w:r>
      <w:r>
        <w:tab/>
        <w:t>3.063e0</w:t>
      </w:r>
    </w:p>
    <w:p w:rsidR="00557788" w:rsidRDefault="00557788" w:rsidP="00557788">
      <w:r>
        <w:t>276.9043</w:t>
      </w:r>
      <w:r>
        <w:tab/>
        <w:t>6.692e0</w:t>
      </w:r>
    </w:p>
    <w:p w:rsidR="00557788" w:rsidRDefault="00557788" w:rsidP="00557788">
      <w:r>
        <w:t>276.9150</w:t>
      </w:r>
      <w:r>
        <w:tab/>
        <w:t>1.038e0</w:t>
      </w:r>
    </w:p>
    <w:p w:rsidR="00557788" w:rsidRDefault="00557788" w:rsidP="00557788">
      <w:r>
        <w:t>276.9190</w:t>
      </w:r>
      <w:r>
        <w:tab/>
        <w:t>3.076e0</w:t>
      </w:r>
    </w:p>
    <w:p w:rsidR="00557788" w:rsidRDefault="00557788" w:rsidP="00557788">
      <w:r>
        <w:t>276.9280</w:t>
      </w:r>
      <w:r>
        <w:tab/>
        <w:t>3.038e0</w:t>
      </w:r>
    </w:p>
    <w:p w:rsidR="00557788" w:rsidRDefault="00557788" w:rsidP="00557788">
      <w:r>
        <w:t>276.9389</w:t>
      </w:r>
      <w:r>
        <w:tab/>
        <w:t>6.638e0</w:t>
      </w:r>
    </w:p>
    <w:p w:rsidR="00557788" w:rsidRDefault="00557788" w:rsidP="00557788">
      <w:r>
        <w:t>276.9402</w:t>
      </w:r>
      <w:r>
        <w:tab/>
        <w:t>2.051e0</w:t>
      </w:r>
    </w:p>
    <w:p w:rsidR="00557788" w:rsidRDefault="00557788" w:rsidP="00557788">
      <w:r>
        <w:t>276.9523</w:t>
      </w:r>
      <w:r>
        <w:tab/>
        <w:t>3.063e0</w:t>
      </w:r>
    </w:p>
    <w:p w:rsidR="00557788" w:rsidRDefault="00557788" w:rsidP="00557788">
      <w:r>
        <w:t>276.9581</w:t>
      </w:r>
      <w:r>
        <w:tab/>
        <w:t>3.038e0</w:t>
      </w:r>
    </w:p>
    <w:p w:rsidR="00557788" w:rsidRDefault="00557788" w:rsidP="00557788">
      <w:r>
        <w:t>276.9649</w:t>
      </w:r>
      <w:r>
        <w:tab/>
        <w:t>5.076e0</w:t>
      </w:r>
    </w:p>
    <w:p w:rsidR="00557788" w:rsidRDefault="00557788" w:rsidP="00557788">
      <w:r>
        <w:t>276.9689</w:t>
      </w:r>
      <w:r>
        <w:tab/>
        <w:t>3.798e-2</w:t>
      </w:r>
    </w:p>
    <w:p w:rsidR="00557788" w:rsidRDefault="00557788" w:rsidP="00557788">
      <w:r>
        <w:t>276.9712</w:t>
      </w:r>
      <w:r>
        <w:tab/>
        <w:t>7.000e0</w:t>
      </w:r>
    </w:p>
    <w:p w:rsidR="00557788" w:rsidRDefault="00557788" w:rsidP="00557788">
      <w:r>
        <w:t>276.9796</w:t>
      </w:r>
      <w:r>
        <w:tab/>
        <w:t>4.063e0</w:t>
      </w:r>
    </w:p>
    <w:p w:rsidR="00557788" w:rsidRDefault="00557788" w:rsidP="00557788">
      <w:r>
        <w:t>276.9863</w:t>
      </w:r>
      <w:r>
        <w:tab/>
        <w:t>3.038e0</w:t>
      </w:r>
    </w:p>
    <w:p w:rsidR="00557788" w:rsidRDefault="00557788" w:rsidP="00557788">
      <w:r>
        <w:t>276.9944</w:t>
      </w:r>
      <w:r>
        <w:tab/>
        <w:t>3.038e0</w:t>
      </w:r>
    </w:p>
    <w:p w:rsidR="00557788" w:rsidRDefault="00557788" w:rsidP="00557788">
      <w:r>
        <w:lastRenderedPageBreak/>
        <w:t>276.9967</w:t>
      </w:r>
      <w:r>
        <w:tab/>
        <w:t>7.245e0</w:t>
      </w:r>
    </w:p>
    <w:p w:rsidR="00557788" w:rsidRDefault="00557788" w:rsidP="00557788">
      <w:r>
        <w:t>276.9978</w:t>
      </w:r>
      <w:r>
        <w:tab/>
        <w:t>3.194e0</w:t>
      </w:r>
    </w:p>
    <w:p w:rsidR="00557788" w:rsidRDefault="00557788" w:rsidP="00557788">
      <w:r>
        <w:t>277.0008</w:t>
      </w:r>
      <w:r>
        <w:tab/>
        <w:t>1.111e1</w:t>
      </w:r>
    </w:p>
    <w:p w:rsidR="00557788" w:rsidRDefault="00557788" w:rsidP="00557788">
      <w:r>
        <w:t>277.0067</w:t>
      </w:r>
      <w:r>
        <w:tab/>
        <w:t>1.106e1</w:t>
      </w:r>
    </w:p>
    <w:p w:rsidR="00557788" w:rsidRDefault="00557788" w:rsidP="00557788">
      <w:r>
        <w:t>277.0322</w:t>
      </w:r>
      <w:r>
        <w:tab/>
        <w:t>3.367e0</w:t>
      </w:r>
    </w:p>
    <w:p w:rsidR="00557788" w:rsidRDefault="00557788" w:rsidP="00557788">
      <w:r>
        <w:t>277.0338</w:t>
      </w:r>
      <w:r>
        <w:tab/>
        <w:t>2.970e0</w:t>
      </w:r>
    </w:p>
    <w:p w:rsidR="00557788" w:rsidRDefault="00557788" w:rsidP="00557788">
      <w:r>
        <w:t>277.0440</w:t>
      </w:r>
      <w:r>
        <w:tab/>
        <w:t>1.498e1</w:t>
      </w:r>
    </w:p>
    <w:p w:rsidR="00557788" w:rsidRDefault="00557788" w:rsidP="00557788">
      <w:r>
        <w:t>277.0526</w:t>
      </w:r>
      <w:r>
        <w:tab/>
        <w:t>1.431e1</w:t>
      </w:r>
    </w:p>
    <w:p w:rsidR="00557788" w:rsidRDefault="00557788" w:rsidP="00557788">
      <w:r>
        <w:t>277.1072</w:t>
      </w:r>
      <w:r>
        <w:tab/>
        <w:t>1.498e2</w:t>
      </w:r>
    </w:p>
    <w:p w:rsidR="00557788" w:rsidRDefault="00557788" w:rsidP="00557788">
      <w:r>
        <w:t>277.1099</w:t>
      </w:r>
      <w:r>
        <w:tab/>
        <w:t>1.030e3</w:t>
      </w:r>
    </w:p>
    <w:p w:rsidR="00557788" w:rsidRDefault="00557788" w:rsidP="00557788">
      <w:r>
        <w:t>277.1110</w:t>
      </w:r>
      <w:r>
        <w:tab/>
        <w:t>1.994e2</w:t>
      </w:r>
    </w:p>
    <w:p w:rsidR="00557788" w:rsidRDefault="00557788" w:rsidP="00557788">
      <w:r>
        <w:t>277.1780</w:t>
      </w:r>
      <w:r>
        <w:tab/>
        <w:t>4.521e0</w:t>
      </w:r>
    </w:p>
    <w:p w:rsidR="00557788" w:rsidRDefault="00557788" w:rsidP="00557788">
      <w:r>
        <w:t>277.1976</w:t>
      </w:r>
      <w:r>
        <w:tab/>
        <w:t>9.091e0</w:t>
      </w:r>
    </w:p>
    <w:p w:rsidR="00557788" w:rsidRDefault="00557788" w:rsidP="00557788">
      <w:r>
        <w:t>277.2061</w:t>
      </w:r>
      <w:r>
        <w:tab/>
        <w:t>7.490e0</w:t>
      </w:r>
    </w:p>
    <w:p w:rsidR="00557788" w:rsidRDefault="00557788" w:rsidP="00557788">
      <w:r>
        <w:t>277.2372</w:t>
      </w:r>
      <w:r>
        <w:tab/>
        <w:t>3.901e0</w:t>
      </w:r>
    </w:p>
    <w:p w:rsidR="00557788" w:rsidRDefault="00557788" w:rsidP="00557788">
      <w:r>
        <w:t>277.2456</w:t>
      </w:r>
      <w:r>
        <w:tab/>
        <w:t>5.768e0</w:t>
      </w:r>
    </w:p>
    <w:p w:rsidR="00557788" w:rsidRDefault="00557788" w:rsidP="00557788">
      <w:r>
        <w:t>277.2492</w:t>
      </w:r>
      <w:r>
        <w:tab/>
        <w:t>4.704e0</w:t>
      </w:r>
    </w:p>
    <w:p w:rsidR="00557788" w:rsidRDefault="00557788" w:rsidP="00557788">
      <w:r>
        <w:t>277.2706</w:t>
      </w:r>
      <w:r>
        <w:tab/>
        <w:t>5.533e0</w:t>
      </w:r>
    </w:p>
    <w:p w:rsidR="00557788" w:rsidRDefault="00557788" w:rsidP="00557788">
      <w:r>
        <w:t>277.2786</w:t>
      </w:r>
      <w:r>
        <w:tab/>
        <w:t>3.994e0</w:t>
      </w:r>
    </w:p>
    <w:p w:rsidR="00557788" w:rsidRDefault="00557788" w:rsidP="00557788">
      <w:r>
        <w:lastRenderedPageBreak/>
        <w:t>277.2847</w:t>
      </w:r>
      <w:r>
        <w:tab/>
        <w:t>8.101e0</w:t>
      </w:r>
    </w:p>
    <w:p w:rsidR="00557788" w:rsidRDefault="00557788" w:rsidP="00557788">
      <w:r>
        <w:t>277.3068</w:t>
      </w:r>
      <w:r>
        <w:tab/>
        <w:t>3.398e0</w:t>
      </w:r>
    </w:p>
    <w:p w:rsidR="00557788" w:rsidRDefault="00557788" w:rsidP="00557788">
      <w:r>
        <w:t>277.3118</w:t>
      </w:r>
      <w:r>
        <w:tab/>
        <w:t>4.076e0</w:t>
      </w:r>
    </w:p>
    <w:p w:rsidR="00557788" w:rsidRDefault="00557788" w:rsidP="00557788">
      <w:r>
        <w:t>277.3141</w:t>
      </w:r>
      <w:r>
        <w:tab/>
        <w:t>5.063e0</w:t>
      </w:r>
    </w:p>
    <w:p w:rsidR="00557788" w:rsidRDefault="00557788" w:rsidP="00557788">
      <w:r>
        <w:t>277.3151</w:t>
      </w:r>
      <w:r>
        <w:tab/>
        <w:t>1.266e-2</w:t>
      </w:r>
    </w:p>
    <w:p w:rsidR="00557788" w:rsidRDefault="00557788" w:rsidP="00557788">
      <w:r>
        <w:t>277.3175</w:t>
      </w:r>
      <w:r>
        <w:tab/>
        <w:t>3.038e0</w:t>
      </w:r>
    </w:p>
    <w:p w:rsidR="00557788" w:rsidRDefault="00557788" w:rsidP="00557788">
      <w:r>
        <w:t>277.3319</w:t>
      </w:r>
      <w:r>
        <w:tab/>
        <w:t>3.076e0</w:t>
      </w:r>
    </w:p>
    <w:p w:rsidR="00557788" w:rsidRDefault="00557788" w:rsidP="00557788">
      <w:r>
        <w:t>277.3411</w:t>
      </w:r>
      <w:r>
        <w:tab/>
        <w:t>2.076e0</w:t>
      </w:r>
    </w:p>
    <w:p w:rsidR="00557788" w:rsidRDefault="00557788" w:rsidP="00557788">
      <w:r>
        <w:t>277.3433</w:t>
      </w:r>
      <w:r>
        <w:tab/>
        <w:t>4.051e0</w:t>
      </w:r>
    </w:p>
    <w:p w:rsidR="00557788" w:rsidRDefault="00557788" w:rsidP="00557788">
      <w:r>
        <w:t>277.3457</w:t>
      </w:r>
      <w:r>
        <w:tab/>
        <w:t>2.025e0</w:t>
      </w:r>
    </w:p>
    <w:p w:rsidR="00557788" w:rsidRDefault="00557788" w:rsidP="00557788">
      <w:r>
        <w:t>277.3566</w:t>
      </w:r>
      <w:r>
        <w:tab/>
        <w:t>2.025e0</w:t>
      </w:r>
    </w:p>
    <w:p w:rsidR="00557788" w:rsidRDefault="00557788" w:rsidP="00557788">
      <w:r>
        <w:t>277.3622</w:t>
      </w:r>
      <w:r>
        <w:tab/>
        <w:t>3.038e0</w:t>
      </w:r>
    </w:p>
    <w:p w:rsidR="00557788" w:rsidRDefault="00557788" w:rsidP="00557788">
      <w:r>
        <w:t>277.3776</w:t>
      </w:r>
      <w:r>
        <w:tab/>
        <w:t>5.278e-1</w:t>
      </w:r>
    </w:p>
    <w:p w:rsidR="00557788" w:rsidRDefault="00557788" w:rsidP="00557788">
      <w:r>
        <w:t>277.3864</w:t>
      </w:r>
      <w:r>
        <w:tab/>
        <w:t>1.266e-2</w:t>
      </w:r>
    </w:p>
    <w:p w:rsidR="00557788" w:rsidRDefault="00557788" w:rsidP="00557788">
      <w:r>
        <w:t>277.3948</w:t>
      </w:r>
      <w:r>
        <w:tab/>
        <w:t>4.051e0</w:t>
      </w:r>
    </w:p>
    <w:p w:rsidR="00557788" w:rsidRDefault="00557788" w:rsidP="00557788">
      <w:r>
        <w:t>277.4011</w:t>
      </w:r>
      <w:r>
        <w:tab/>
        <w:t>6.076e0</w:t>
      </w:r>
    </w:p>
    <w:p w:rsidR="00557788" w:rsidRDefault="00557788" w:rsidP="00557788">
      <w:r>
        <w:t>277.4075</w:t>
      </w:r>
      <w:r>
        <w:tab/>
        <w:t>3.038e0</w:t>
      </w:r>
    </w:p>
    <w:p w:rsidR="00557788" w:rsidRDefault="00557788" w:rsidP="00557788">
      <w:r>
        <w:t>277.4141</w:t>
      </w:r>
      <w:r>
        <w:tab/>
        <w:t>4.101e0</w:t>
      </w:r>
    </w:p>
    <w:p w:rsidR="00557788" w:rsidRDefault="00557788" w:rsidP="00557788">
      <w:r>
        <w:t>277.4236</w:t>
      </w:r>
      <w:r>
        <w:tab/>
        <w:t>2.025e0</w:t>
      </w:r>
    </w:p>
    <w:p w:rsidR="00557788" w:rsidRDefault="00557788" w:rsidP="00557788">
      <w:r>
        <w:lastRenderedPageBreak/>
        <w:t>277.4295</w:t>
      </w:r>
      <w:r>
        <w:tab/>
        <w:t>1.013e0</w:t>
      </w:r>
    </w:p>
    <w:p w:rsidR="00557788" w:rsidRDefault="00557788" w:rsidP="00557788">
      <w:r>
        <w:t>277.4336</w:t>
      </w:r>
      <w:r>
        <w:tab/>
        <w:t>1.013e0</w:t>
      </w:r>
    </w:p>
    <w:p w:rsidR="00557788" w:rsidRDefault="00557788" w:rsidP="00557788">
      <w:r>
        <w:t>277.4374</w:t>
      </w:r>
      <w:r>
        <w:tab/>
        <w:t>1.266e-2</w:t>
      </w:r>
    </w:p>
    <w:p w:rsidR="00557788" w:rsidRDefault="00557788" w:rsidP="00557788">
      <w:r>
        <w:t>277.4404</w:t>
      </w:r>
      <w:r>
        <w:tab/>
        <w:t>5.063e0</w:t>
      </w:r>
    </w:p>
    <w:p w:rsidR="00557788" w:rsidRDefault="00557788" w:rsidP="00557788">
      <w:r>
        <w:t>277.4451</w:t>
      </w:r>
      <w:r>
        <w:tab/>
        <w:t>2.025e0</w:t>
      </w:r>
    </w:p>
    <w:p w:rsidR="00557788" w:rsidRDefault="00557788" w:rsidP="00557788">
      <w:r>
        <w:t>277.4575</w:t>
      </w:r>
      <w:r>
        <w:tab/>
        <w:t>7.302e0</w:t>
      </w:r>
    </w:p>
    <w:p w:rsidR="00557788" w:rsidRDefault="00557788" w:rsidP="00557788">
      <w:r>
        <w:t>277.4671</w:t>
      </w:r>
      <w:r>
        <w:tab/>
        <w:t>2.076e0</w:t>
      </w:r>
    </w:p>
    <w:p w:rsidR="00557788" w:rsidRDefault="00557788" w:rsidP="00557788">
      <w:r>
        <w:t>277.4772</w:t>
      </w:r>
      <w:r>
        <w:tab/>
        <w:t>5.410e-1</w:t>
      </w:r>
    </w:p>
    <w:p w:rsidR="00557788" w:rsidRDefault="00557788" w:rsidP="00557788">
      <w:r>
        <w:t>277.4881</w:t>
      </w:r>
      <w:r>
        <w:tab/>
        <w:t>1.013e0</w:t>
      </w:r>
    </w:p>
    <w:p w:rsidR="00557788" w:rsidRDefault="00557788" w:rsidP="00557788">
      <w:r>
        <w:t>277.5008</w:t>
      </w:r>
      <w:r>
        <w:tab/>
        <w:t>1.051e0</w:t>
      </w:r>
    </w:p>
    <w:p w:rsidR="00557788" w:rsidRDefault="00557788" w:rsidP="00557788">
      <w:r>
        <w:t>277.5063</w:t>
      </w:r>
      <w:r>
        <w:tab/>
        <w:t>3.038e0</w:t>
      </w:r>
    </w:p>
    <w:p w:rsidR="00557788" w:rsidRDefault="00557788" w:rsidP="00557788">
      <w:r>
        <w:t>277.5080</w:t>
      </w:r>
      <w:r>
        <w:tab/>
        <w:t>4.051e0</w:t>
      </w:r>
    </w:p>
    <w:p w:rsidR="00557788" w:rsidRDefault="00557788" w:rsidP="00557788">
      <w:r>
        <w:t>277.5113</w:t>
      </w:r>
      <w:r>
        <w:tab/>
        <w:t>3.038e0</w:t>
      </w:r>
    </w:p>
    <w:p w:rsidR="00557788" w:rsidRDefault="00557788" w:rsidP="00557788">
      <w:r>
        <w:t>277.5308</w:t>
      </w:r>
      <w:r>
        <w:tab/>
        <w:t>6.126e0</w:t>
      </w:r>
    </w:p>
    <w:p w:rsidR="00557788" w:rsidRDefault="00557788" w:rsidP="00557788">
      <w:r>
        <w:t>277.5444</w:t>
      </w:r>
      <w:r>
        <w:tab/>
        <w:t>1.013e0</w:t>
      </w:r>
    </w:p>
    <w:p w:rsidR="00557788" w:rsidRDefault="00557788" w:rsidP="00557788">
      <w:r>
        <w:t>277.5460</w:t>
      </w:r>
      <w:r>
        <w:tab/>
        <w:t>6.076e0</w:t>
      </w:r>
    </w:p>
    <w:p w:rsidR="00557788" w:rsidRDefault="00557788" w:rsidP="00557788">
      <w:r>
        <w:t>277.5495</w:t>
      </w:r>
      <w:r>
        <w:tab/>
        <w:t>1.013e0</w:t>
      </w:r>
    </w:p>
    <w:p w:rsidR="00557788" w:rsidRDefault="00557788" w:rsidP="00557788">
      <w:r>
        <w:t>277.5509</w:t>
      </w:r>
      <w:r>
        <w:tab/>
        <w:t>4.051e0</w:t>
      </w:r>
    </w:p>
    <w:p w:rsidR="00557788" w:rsidRDefault="00557788" w:rsidP="00557788">
      <w:r>
        <w:t>277.5585</w:t>
      </w:r>
      <w:r>
        <w:tab/>
        <w:t>2.038e0</w:t>
      </w:r>
    </w:p>
    <w:p w:rsidR="00557788" w:rsidRDefault="00557788" w:rsidP="00557788">
      <w:r>
        <w:lastRenderedPageBreak/>
        <w:t>277.5779</w:t>
      </w:r>
      <w:r>
        <w:tab/>
        <w:t>3.417e0</w:t>
      </w:r>
    </w:p>
    <w:p w:rsidR="00557788" w:rsidRDefault="00557788" w:rsidP="00557788">
      <w:r>
        <w:t>277.5856</w:t>
      </w:r>
      <w:r>
        <w:tab/>
        <w:t>4.051e0</w:t>
      </w:r>
    </w:p>
    <w:p w:rsidR="00557788" w:rsidRDefault="00557788" w:rsidP="00557788">
      <w:r>
        <w:t>277.5898</w:t>
      </w:r>
      <w:r>
        <w:tab/>
        <w:t>1.266e-2</w:t>
      </w:r>
    </w:p>
    <w:p w:rsidR="00557788" w:rsidRDefault="00557788" w:rsidP="00557788">
      <w:r>
        <w:t>277.6104</w:t>
      </w:r>
      <w:r>
        <w:tab/>
        <w:t>5.089e0</w:t>
      </w:r>
    </w:p>
    <w:p w:rsidR="00557788" w:rsidRDefault="00557788" w:rsidP="00557788">
      <w:r>
        <w:t>277.6166</w:t>
      </w:r>
      <w:r>
        <w:tab/>
        <w:t>2.038e0</w:t>
      </w:r>
    </w:p>
    <w:p w:rsidR="00557788" w:rsidRDefault="00557788" w:rsidP="00557788">
      <w:r>
        <w:t>277.6182</w:t>
      </w:r>
      <w:r>
        <w:tab/>
        <w:t>4.051e0</w:t>
      </w:r>
    </w:p>
    <w:p w:rsidR="00557788" w:rsidRDefault="00557788" w:rsidP="00557788">
      <w:r>
        <w:t>277.6199</w:t>
      </w:r>
      <w:r>
        <w:tab/>
        <w:t>7.089e0</w:t>
      </w:r>
    </w:p>
    <w:p w:rsidR="00557788" w:rsidRDefault="00557788" w:rsidP="00557788">
      <w:r>
        <w:t>277.6221</w:t>
      </w:r>
      <w:r>
        <w:tab/>
        <w:t>6.101e0</w:t>
      </w:r>
    </w:p>
    <w:p w:rsidR="00557788" w:rsidRDefault="00557788" w:rsidP="00557788">
      <w:r>
        <w:t>277.6250</w:t>
      </w:r>
      <w:r>
        <w:tab/>
        <w:t>1.013e0</w:t>
      </w:r>
    </w:p>
    <w:p w:rsidR="00557788" w:rsidRDefault="00557788" w:rsidP="00557788">
      <w:r>
        <w:t>277.6395</w:t>
      </w:r>
      <w:r>
        <w:tab/>
        <w:t>2.025e0</w:t>
      </w:r>
    </w:p>
    <w:p w:rsidR="00557788" w:rsidRDefault="00557788" w:rsidP="00557788">
      <w:r>
        <w:t>277.6555</w:t>
      </w:r>
      <w:r>
        <w:tab/>
        <w:t>2.025e0</w:t>
      </w:r>
    </w:p>
    <w:p w:rsidR="00557788" w:rsidRDefault="00557788" w:rsidP="00557788">
      <w:r>
        <w:t>277.6679</w:t>
      </w:r>
      <w:r>
        <w:tab/>
        <w:t>4.060e0</w:t>
      </w:r>
    </w:p>
    <w:p w:rsidR="00557788" w:rsidRDefault="00557788" w:rsidP="00557788">
      <w:r>
        <w:t>277.6727</w:t>
      </w:r>
      <w:r>
        <w:tab/>
        <w:t>3.038e0</w:t>
      </w:r>
    </w:p>
    <w:p w:rsidR="00557788" w:rsidRDefault="00557788" w:rsidP="00557788">
      <w:r>
        <w:t>277.6794</w:t>
      </w:r>
      <w:r>
        <w:tab/>
        <w:t>5.063e0</w:t>
      </w:r>
    </w:p>
    <w:p w:rsidR="00557788" w:rsidRDefault="00557788" w:rsidP="00557788">
      <w:r>
        <w:t>277.6832</w:t>
      </w:r>
      <w:r>
        <w:tab/>
        <w:t>3.038e0</w:t>
      </w:r>
    </w:p>
    <w:p w:rsidR="00557788" w:rsidRDefault="00557788" w:rsidP="00557788">
      <w:r>
        <w:t>277.6930</w:t>
      </w:r>
      <w:r>
        <w:tab/>
        <w:t>3.241e0</w:t>
      </w:r>
    </w:p>
    <w:p w:rsidR="00557788" w:rsidRDefault="00557788" w:rsidP="00557788">
      <w:r>
        <w:t>277.7118</w:t>
      </w:r>
      <w:r>
        <w:tab/>
        <w:t>3.127e0</w:t>
      </w:r>
    </w:p>
    <w:p w:rsidR="00557788" w:rsidRDefault="00557788" w:rsidP="00557788">
      <w:r>
        <w:t>277.7129</w:t>
      </w:r>
      <w:r>
        <w:tab/>
        <w:t>3.051e0</w:t>
      </w:r>
    </w:p>
    <w:p w:rsidR="00557788" w:rsidRDefault="00557788" w:rsidP="00557788">
      <w:r>
        <w:t>277.7155</w:t>
      </w:r>
      <w:r>
        <w:tab/>
        <w:t>3.038e0</w:t>
      </w:r>
    </w:p>
    <w:p w:rsidR="00557788" w:rsidRDefault="00557788" w:rsidP="00557788">
      <w:r>
        <w:lastRenderedPageBreak/>
        <w:t>277.7174</w:t>
      </w:r>
      <w:r>
        <w:tab/>
        <w:t>5.076e0</w:t>
      </w:r>
    </w:p>
    <w:p w:rsidR="00557788" w:rsidRDefault="00557788" w:rsidP="00557788">
      <w:r>
        <w:t>277.7387</w:t>
      </w:r>
      <w:r>
        <w:tab/>
        <w:t>1.025e0</w:t>
      </w:r>
    </w:p>
    <w:p w:rsidR="00557788" w:rsidRDefault="00557788" w:rsidP="00557788">
      <w:r>
        <w:t>277.7581</w:t>
      </w:r>
      <w:r>
        <w:tab/>
        <w:t>1.013e0</w:t>
      </w:r>
    </w:p>
    <w:p w:rsidR="00557788" w:rsidRDefault="00557788" w:rsidP="00557788">
      <w:r>
        <w:t>277.7621</w:t>
      </w:r>
      <w:r>
        <w:tab/>
        <w:t>4.063e0</w:t>
      </w:r>
    </w:p>
    <w:p w:rsidR="00557788" w:rsidRDefault="00557788" w:rsidP="00557788">
      <w:r>
        <w:t>277.7672</w:t>
      </w:r>
      <w:r>
        <w:tab/>
        <w:t>3.038e0</w:t>
      </w:r>
    </w:p>
    <w:p w:rsidR="00557788" w:rsidRDefault="00557788" w:rsidP="00557788">
      <w:r>
        <w:t>277.7744</w:t>
      </w:r>
      <w:r>
        <w:tab/>
        <w:t>3.076e0</w:t>
      </w:r>
    </w:p>
    <w:p w:rsidR="00557788" w:rsidRDefault="00557788" w:rsidP="00557788">
      <w:r>
        <w:t>277.7841</w:t>
      </w:r>
      <w:r>
        <w:tab/>
        <w:t>1.013e0</w:t>
      </w:r>
    </w:p>
    <w:p w:rsidR="00557788" w:rsidRDefault="00557788" w:rsidP="00557788">
      <w:r>
        <w:t>277.8053</w:t>
      </w:r>
      <w:r>
        <w:tab/>
        <w:t>1.013e0</w:t>
      </w:r>
    </w:p>
    <w:p w:rsidR="00557788" w:rsidRDefault="00557788" w:rsidP="00557788">
      <w:r>
        <w:t>277.8087</w:t>
      </w:r>
      <w:r>
        <w:tab/>
        <w:t>3.038e0</w:t>
      </w:r>
    </w:p>
    <w:p w:rsidR="00557788" w:rsidRDefault="00557788" w:rsidP="00557788">
      <w:r>
        <w:t>277.8169</w:t>
      </w:r>
      <w:r>
        <w:tab/>
        <w:t>5.063e0</w:t>
      </w:r>
    </w:p>
    <w:p w:rsidR="00557788" w:rsidRDefault="00557788" w:rsidP="00557788">
      <w:r>
        <w:t>277.8247</w:t>
      </w:r>
      <w:r>
        <w:tab/>
        <w:t>8.098e0</w:t>
      </w:r>
    </w:p>
    <w:p w:rsidR="00557788" w:rsidRDefault="00557788" w:rsidP="00557788">
      <w:r>
        <w:t>277.8271</w:t>
      </w:r>
      <w:r>
        <w:tab/>
        <w:t>4.051e0</w:t>
      </w:r>
    </w:p>
    <w:p w:rsidR="00557788" w:rsidRDefault="00557788" w:rsidP="00557788">
      <w:r>
        <w:t>277.8347</w:t>
      </w:r>
      <w:r>
        <w:tab/>
        <w:t>4.051e0</w:t>
      </w:r>
    </w:p>
    <w:p w:rsidR="00557788" w:rsidRDefault="00557788" w:rsidP="00557788">
      <w:r>
        <w:t>277.8405</w:t>
      </w:r>
      <w:r>
        <w:tab/>
        <w:t>2.682e0</w:t>
      </w:r>
    </w:p>
    <w:p w:rsidR="00557788" w:rsidRDefault="00557788" w:rsidP="00557788">
      <w:r>
        <w:t>277.8577</w:t>
      </w:r>
      <w:r>
        <w:tab/>
        <w:t>3.233e0</w:t>
      </w:r>
    </w:p>
    <w:p w:rsidR="00557788" w:rsidRDefault="00557788" w:rsidP="00557788">
      <w:r>
        <w:t>277.8675</w:t>
      </w:r>
      <w:r>
        <w:tab/>
        <w:t>3.074e0</w:t>
      </w:r>
    </w:p>
    <w:p w:rsidR="00557788" w:rsidRDefault="00557788" w:rsidP="00557788">
      <w:r>
        <w:t>277.8701</w:t>
      </w:r>
      <w:r>
        <w:tab/>
        <w:t>2.025e0</w:t>
      </w:r>
    </w:p>
    <w:p w:rsidR="00557788" w:rsidRDefault="00557788" w:rsidP="00557788">
      <w:r>
        <w:t>277.8741</w:t>
      </w:r>
      <w:r>
        <w:tab/>
        <w:t>3.798e-2</w:t>
      </w:r>
    </w:p>
    <w:p w:rsidR="00557788" w:rsidRDefault="00557788" w:rsidP="00557788">
      <w:r>
        <w:t>277.8792</w:t>
      </w:r>
      <w:r>
        <w:tab/>
        <w:t>3.038e0</w:t>
      </w:r>
    </w:p>
    <w:p w:rsidR="00557788" w:rsidRDefault="00557788" w:rsidP="00557788">
      <w:r>
        <w:lastRenderedPageBreak/>
        <w:t>277.8889</w:t>
      </w:r>
      <w:r>
        <w:tab/>
        <w:t>3.169e0</w:t>
      </w:r>
    </w:p>
    <w:p w:rsidR="00557788" w:rsidRDefault="00557788" w:rsidP="00557788">
      <w:r>
        <w:t>277.8937</w:t>
      </w:r>
      <w:r>
        <w:tab/>
        <w:t>3.038e0</w:t>
      </w:r>
    </w:p>
    <w:p w:rsidR="00557788" w:rsidRDefault="00557788" w:rsidP="00557788">
      <w:r>
        <w:t>277.8990</w:t>
      </w:r>
      <w:r>
        <w:tab/>
        <w:t>3.038e0</w:t>
      </w:r>
    </w:p>
    <w:p w:rsidR="00557788" w:rsidRDefault="00557788" w:rsidP="00557788">
      <w:r>
        <w:t>277.9070</w:t>
      </w:r>
      <w:r>
        <w:tab/>
        <w:t>1.013e0</w:t>
      </w:r>
    </w:p>
    <w:p w:rsidR="00557788" w:rsidRDefault="00557788" w:rsidP="00557788">
      <w:r>
        <w:t>277.9108</w:t>
      </w:r>
      <w:r>
        <w:tab/>
        <w:t>3.038e0</w:t>
      </w:r>
    </w:p>
    <w:p w:rsidR="00557788" w:rsidRDefault="00557788" w:rsidP="00557788">
      <w:r>
        <w:t>277.9344</w:t>
      </w:r>
      <w:r>
        <w:tab/>
        <w:t>6.076e0</w:t>
      </w:r>
    </w:p>
    <w:p w:rsidR="00557788" w:rsidRDefault="00557788" w:rsidP="00557788">
      <w:r>
        <w:t>277.9384</w:t>
      </w:r>
      <w:r>
        <w:tab/>
        <w:t>8.958e-1</w:t>
      </w:r>
    </w:p>
    <w:p w:rsidR="00557788" w:rsidRDefault="00557788" w:rsidP="00557788">
      <w:r>
        <w:t>277.9614</w:t>
      </w:r>
      <w:r>
        <w:tab/>
        <w:t>1.329e1</w:t>
      </w:r>
    </w:p>
    <w:p w:rsidR="00557788" w:rsidRDefault="00557788" w:rsidP="00557788">
      <w:r>
        <w:t>277.9635</w:t>
      </w:r>
      <w:r>
        <w:tab/>
        <w:t>5.335e0</w:t>
      </w:r>
    </w:p>
    <w:p w:rsidR="00557788" w:rsidRDefault="00557788" w:rsidP="00557788">
      <w:r>
        <w:t>277.9728</w:t>
      </w:r>
      <w:r>
        <w:tab/>
        <w:t>7.441e0</w:t>
      </w:r>
    </w:p>
    <w:p w:rsidR="00557788" w:rsidRDefault="00557788" w:rsidP="00557788">
      <w:r>
        <w:t>277.9760</w:t>
      </w:r>
      <w:r>
        <w:tab/>
        <w:t>6.076e0</w:t>
      </w:r>
    </w:p>
    <w:p w:rsidR="00557788" w:rsidRDefault="00557788" w:rsidP="00557788">
      <w:r>
        <w:t>277.9989</w:t>
      </w:r>
      <w:r>
        <w:tab/>
        <w:t>2.025e0</w:t>
      </w:r>
    </w:p>
    <w:p w:rsidR="00557788" w:rsidRDefault="00557788" w:rsidP="00557788">
      <w:r>
        <w:t>278.0060</w:t>
      </w:r>
      <w:r>
        <w:tab/>
        <w:t>5.063e0</w:t>
      </w:r>
    </w:p>
    <w:p w:rsidR="00557788" w:rsidRDefault="00557788" w:rsidP="00557788">
      <w:r>
        <w:t>278.0071</w:t>
      </w:r>
      <w:r>
        <w:tab/>
        <w:t>1.451e0</w:t>
      </w:r>
    </w:p>
    <w:p w:rsidR="00557788" w:rsidRDefault="00557788" w:rsidP="00557788">
      <w:r>
        <w:t>278.0124</w:t>
      </w:r>
      <w:r>
        <w:tab/>
        <w:t>1.485e0</w:t>
      </w:r>
    </w:p>
    <w:p w:rsidR="00557788" w:rsidRDefault="00557788" w:rsidP="00557788">
      <w:r>
        <w:t>278.0164</w:t>
      </w:r>
      <w:r>
        <w:tab/>
        <w:t>5.993e0</w:t>
      </w:r>
    </w:p>
    <w:p w:rsidR="00557788" w:rsidRDefault="00557788" w:rsidP="00557788">
      <w:r>
        <w:t>278.0321</w:t>
      </w:r>
      <w:r>
        <w:tab/>
        <w:t>3.094e0</w:t>
      </w:r>
    </w:p>
    <w:p w:rsidR="00557788" w:rsidRDefault="00557788" w:rsidP="00557788">
      <w:r>
        <w:t>278.0441</w:t>
      </w:r>
      <w:r>
        <w:tab/>
        <w:t>4.759e0</w:t>
      </w:r>
    </w:p>
    <w:p w:rsidR="00557788" w:rsidRDefault="00557788" w:rsidP="00557788">
      <w:r>
        <w:t>278.0495</w:t>
      </w:r>
      <w:r>
        <w:tab/>
        <w:t>9.373e0</w:t>
      </w:r>
    </w:p>
    <w:p w:rsidR="00557788" w:rsidRDefault="00557788" w:rsidP="00557788">
      <w:r>
        <w:lastRenderedPageBreak/>
        <w:t>278.1037</w:t>
      </w:r>
      <w:r>
        <w:tab/>
        <w:t>7.095e1</w:t>
      </w:r>
    </w:p>
    <w:p w:rsidR="00557788" w:rsidRDefault="00557788" w:rsidP="00557788">
      <w:r>
        <w:t>278.1058</w:t>
      </w:r>
      <w:r>
        <w:tab/>
        <w:t>4.432e2</w:t>
      </w:r>
    </w:p>
    <w:p w:rsidR="00557788" w:rsidRDefault="00557788" w:rsidP="00557788">
      <w:r>
        <w:t>278.1640</w:t>
      </w:r>
      <w:r>
        <w:tab/>
        <w:t>4.171e0</w:t>
      </w:r>
    </w:p>
    <w:p w:rsidR="00557788" w:rsidRDefault="00557788" w:rsidP="00557788">
      <w:r>
        <w:t>278.1654</w:t>
      </w:r>
      <w:r>
        <w:tab/>
        <w:t>1.817e0</w:t>
      </w:r>
    </w:p>
    <w:p w:rsidR="00557788" w:rsidRDefault="00557788" w:rsidP="00557788">
      <w:r>
        <w:t>278.1704</w:t>
      </w:r>
      <w:r>
        <w:tab/>
        <w:t>8.972e0</w:t>
      </w:r>
    </w:p>
    <w:p w:rsidR="00557788" w:rsidRDefault="00557788" w:rsidP="00557788">
      <w:r>
        <w:t>278.1798</w:t>
      </w:r>
      <w:r>
        <w:tab/>
        <w:t>3.708e0</w:t>
      </w:r>
    </w:p>
    <w:p w:rsidR="00557788" w:rsidRDefault="00557788" w:rsidP="00557788">
      <w:r>
        <w:t>278.1848</w:t>
      </w:r>
      <w:r>
        <w:tab/>
        <w:t>4.395e0</w:t>
      </w:r>
    </w:p>
    <w:p w:rsidR="00557788" w:rsidRDefault="00557788" w:rsidP="00557788">
      <w:r>
        <w:t>278.1928</w:t>
      </w:r>
      <w:r>
        <w:tab/>
        <w:t>3.863e0</w:t>
      </w:r>
    </w:p>
    <w:p w:rsidR="00557788" w:rsidRDefault="00557788" w:rsidP="00557788">
      <w:r>
        <w:t>278.2011</w:t>
      </w:r>
      <w:r>
        <w:tab/>
        <w:t>5.493e0</w:t>
      </w:r>
    </w:p>
    <w:p w:rsidR="00557788" w:rsidRDefault="00557788" w:rsidP="00557788">
      <w:r>
        <w:t>278.2131</w:t>
      </w:r>
      <w:r>
        <w:tab/>
        <w:t>2.274e0</w:t>
      </w:r>
    </w:p>
    <w:p w:rsidR="00557788" w:rsidRDefault="00557788" w:rsidP="00557788">
      <w:r>
        <w:t>278.2193</w:t>
      </w:r>
      <w:r>
        <w:tab/>
        <w:t>3.983e0</w:t>
      </w:r>
    </w:p>
    <w:p w:rsidR="00557788" w:rsidRDefault="00557788" w:rsidP="00557788">
      <w:r>
        <w:t>278.2238</w:t>
      </w:r>
      <w:r>
        <w:tab/>
        <w:t>1.600e0</w:t>
      </w:r>
    </w:p>
    <w:p w:rsidR="00557788" w:rsidRDefault="00557788" w:rsidP="00557788">
      <w:r>
        <w:t>278.2370</w:t>
      </w:r>
      <w:r>
        <w:tab/>
        <w:t>4.783e0</w:t>
      </w:r>
    </w:p>
    <w:p w:rsidR="00557788" w:rsidRDefault="00557788" w:rsidP="00557788">
      <w:r>
        <w:t>278.2405</w:t>
      </w:r>
      <w:r>
        <w:tab/>
        <w:t>2.926e0</w:t>
      </w:r>
    </w:p>
    <w:p w:rsidR="00557788" w:rsidRDefault="00557788" w:rsidP="00557788">
      <w:r>
        <w:t>278.2576</w:t>
      </w:r>
      <w:r>
        <w:tab/>
        <w:t>1.621e0</w:t>
      </w:r>
    </w:p>
    <w:p w:rsidR="00557788" w:rsidRDefault="00557788" w:rsidP="00557788">
      <w:r>
        <w:t>278.2600</w:t>
      </w:r>
      <w:r>
        <w:tab/>
        <w:t>1.423e0</w:t>
      </w:r>
    </w:p>
    <w:p w:rsidR="00557788" w:rsidRDefault="00557788" w:rsidP="00557788">
      <w:r>
        <w:t>278.2740</w:t>
      </w:r>
      <w:r>
        <w:tab/>
        <w:t>3.038e0</w:t>
      </w:r>
    </w:p>
    <w:p w:rsidR="00557788" w:rsidRDefault="00557788" w:rsidP="00557788">
      <w:r>
        <w:t>278.2771</w:t>
      </w:r>
      <w:r>
        <w:tab/>
        <w:t>2.592e0</w:t>
      </w:r>
    </w:p>
    <w:p w:rsidR="00557788" w:rsidRDefault="00557788" w:rsidP="00557788">
      <w:r>
        <w:t>278.2826</w:t>
      </w:r>
      <w:r>
        <w:tab/>
        <w:t>5.836e0</w:t>
      </w:r>
    </w:p>
    <w:p w:rsidR="00557788" w:rsidRDefault="00557788" w:rsidP="00557788">
      <w:r>
        <w:lastRenderedPageBreak/>
        <w:t>278.2865</w:t>
      </w:r>
      <w:r>
        <w:tab/>
        <w:t>2.025e0</w:t>
      </w:r>
    </w:p>
    <w:p w:rsidR="00557788" w:rsidRDefault="00557788" w:rsidP="00557788">
      <w:r>
        <w:t>278.2921</w:t>
      </w:r>
      <w:r>
        <w:tab/>
        <w:t>2.025e0</w:t>
      </w:r>
    </w:p>
    <w:p w:rsidR="00557788" w:rsidRDefault="00557788" w:rsidP="00557788">
      <w:r>
        <w:t>278.3022</w:t>
      </w:r>
      <w:r>
        <w:tab/>
        <w:t>4.051e0</w:t>
      </w:r>
    </w:p>
    <w:p w:rsidR="00557788" w:rsidRDefault="00557788" w:rsidP="00557788">
      <w:r>
        <w:t>278.3044</w:t>
      </w:r>
      <w:r>
        <w:tab/>
        <w:t>5.164e0</w:t>
      </w:r>
    </w:p>
    <w:p w:rsidR="00557788" w:rsidRDefault="00557788" w:rsidP="00557788">
      <w:r>
        <w:t>278.3063</w:t>
      </w:r>
      <w:r>
        <w:tab/>
        <w:t>4.051e0</w:t>
      </w:r>
    </w:p>
    <w:p w:rsidR="00557788" w:rsidRDefault="00557788" w:rsidP="00557788">
      <w:r>
        <w:t>278.3480</w:t>
      </w:r>
      <w:r>
        <w:tab/>
        <w:t>3.038e0</w:t>
      </w:r>
    </w:p>
    <w:p w:rsidR="00557788" w:rsidRDefault="00557788" w:rsidP="00557788">
      <w:r>
        <w:t>278.3516</w:t>
      </w:r>
      <w:r>
        <w:tab/>
        <w:t>5.063e0</w:t>
      </w:r>
    </w:p>
    <w:p w:rsidR="00557788" w:rsidRDefault="00557788" w:rsidP="00557788">
      <w:r>
        <w:t>278.3530</w:t>
      </w:r>
      <w:r>
        <w:tab/>
        <w:t>6.733e0</w:t>
      </w:r>
    </w:p>
    <w:p w:rsidR="00557788" w:rsidRDefault="00557788" w:rsidP="00557788">
      <w:r>
        <w:t>278.3553</w:t>
      </w:r>
      <w:r>
        <w:tab/>
        <w:t>2.527e0</w:t>
      </w:r>
    </w:p>
    <w:p w:rsidR="00557788" w:rsidRDefault="00557788" w:rsidP="00557788">
      <w:r>
        <w:t>278.3609</w:t>
      </w:r>
      <w:r>
        <w:tab/>
        <w:t>1.013e0</w:t>
      </w:r>
    </w:p>
    <w:p w:rsidR="00557788" w:rsidRDefault="00557788" w:rsidP="00557788">
      <w:r>
        <w:t>278.3640</w:t>
      </w:r>
      <w:r>
        <w:tab/>
        <w:t>4.051e0</w:t>
      </w:r>
    </w:p>
    <w:p w:rsidR="00557788" w:rsidRDefault="00557788" w:rsidP="00557788">
      <w:r>
        <w:t>278.3655</w:t>
      </w:r>
      <w:r>
        <w:tab/>
        <w:t>4.167e0</w:t>
      </w:r>
    </w:p>
    <w:p w:rsidR="00557788" w:rsidRDefault="00557788" w:rsidP="00557788">
      <w:r>
        <w:t>278.3698</w:t>
      </w:r>
      <w:r>
        <w:tab/>
        <w:t>2.038e0</w:t>
      </w:r>
    </w:p>
    <w:p w:rsidR="00557788" w:rsidRDefault="00557788" w:rsidP="00557788">
      <w:r>
        <w:t>278.3884</w:t>
      </w:r>
      <w:r>
        <w:tab/>
        <w:t>5.063e0</w:t>
      </w:r>
    </w:p>
    <w:p w:rsidR="00557788" w:rsidRDefault="00557788" w:rsidP="00557788">
      <w:r>
        <w:t>278.3940</w:t>
      </w:r>
      <w:r>
        <w:tab/>
        <w:t>4.051e0</w:t>
      </w:r>
    </w:p>
    <w:p w:rsidR="00557788" w:rsidRDefault="00557788" w:rsidP="00557788">
      <w:r>
        <w:t>278.4021</w:t>
      </w:r>
      <w:r>
        <w:tab/>
        <w:t>2.025e0</w:t>
      </w:r>
    </w:p>
    <w:p w:rsidR="00557788" w:rsidRDefault="00557788" w:rsidP="00557788">
      <w:r>
        <w:t>278.4077</w:t>
      </w:r>
      <w:r>
        <w:tab/>
        <w:t>3.798e-2</w:t>
      </w:r>
    </w:p>
    <w:p w:rsidR="00557788" w:rsidRDefault="00557788" w:rsidP="00557788">
      <w:r>
        <w:t>278.4113</w:t>
      </w:r>
      <w:r>
        <w:tab/>
        <w:t>3.038e0</w:t>
      </w:r>
    </w:p>
    <w:p w:rsidR="00557788" w:rsidRDefault="00557788" w:rsidP="00557788">
      <w:r>
        <w:t>278.4333</w:t>
      </w:r>
      <w:r>
        <w:tab/>
        <w:t>7.089e0</w:t>
      </w:r>
    </w:p>
    <w:p w:rsidR="00557788" w:rsidRDefault="00557788" w:rsidP="00557788">
      <w:r>
        <w:lastRenderedPageBreak/>
        <w:t>278.4374</w:t>
      </w:r>
      <w:r>
        <w:tab/>
        <w:t>2.025e0</w:t>
      </w:r>
    </w:p>
    <w:p w:rsidR="00557788" w:rsidRDefault="00557788" w:rsidP="00557788">
      <w:r>
        <w:t>278.4597</w:t>
      </w:r>
      <w:r>
        <w:tab/>
        <w:t>5.063e0</w:t>
      </w:r>
    </w:p>
    <w:p w:rsidR="00557788" w:rsidRDefault="00557788" w:rsidP="00557788">
      <w:r>
        <w:t>278.4627</w:t>
      </w:r>
      <w:r>
        <w:tab/>
        <w:t>2.532e-2</w:t>
      </w:r>
    </w:p>
    <w:p w:rsidR="00557788" w:rsidRDefault="00557788" w:rsidP="00557788">
      <w:r>
        <w:t>278.4659</w:t>
      </w:r>
      <w:r>
        <w:tab/>
        <w:t>5.063e-2</w:t>
      </w:r>
    </w:p>
    <w:p w:rsidR="00557788" w:rsidRDefault="00557788" w:rsidP="00557788">
      <w:r>
        <w:t>278.4781</w:t>
      </w:r>
      <w:r>
        <w:tab/>
        <w:t>2.025e0</w:t>
      </w:r>
    </w:p>
    <w:p w:rsidR="00557788" w:rsidRDefault="00557788" w:rsidP="00557788">
      <w:r>
        <w:t>278.4821</w:t>
      </w:r>
      <w:r>
        <w:tab/>
        <w:t>3.798e-2</w:t>
      </w:r>
    </w:p>
    <w:p w:rsidR="00557788" w:rsidRDefault="00557788" w:rsidP="00557788">
      <w:r>
        <w:t>278.4944</w:t>
      </w:r>
      <w:r>
        <w:tab/>
        <w:t>3.051e0</w:t>
      </w:r>
    </w:p>
    <w:p w:rsidR="00557788" w:rsidRDefault="00557788" w:rsidP="00557788">
      <w:r>
        <w:t>278.4962</w:t>
      </w:r>
      <w:r>
        <w:tab/>
        <w:t>2.025e0</w:t>
      </w:r>
    </w:p>
    <w:p w:rsidR="00557788" w:rsidRDefault="00557788" w:rsidP="00557788">
      <w:r>
        <w:t>278.4999</w:t>
      </w:r>
      <w:r>
        <w:tab/>
        <w:t>2.532e-2</w:t>
      </w:r>
    </w:p>
    <w:p w:rsidR="00557788" w:rsidRDefault="00557788" w:rsidP="00557788">
      <w:r>
        <w:t>278.5019</w:t>
      </w:r>
      <w:r>
        <w:tab/>
        <w:t>2.025e0</w:t>
      </w:r>
    </w:p>
    <w:p w:rsidR="00557788" w:rsidRDefault="00557788" w:rsidP="00557788">
      <w:r>
        <w:t>278.5276</w:t>
      </w:r>
      <w:r>
        <w:tab/>
        <w:t>6.613e0</w:t>
      </w:r>
    </w:p>
    <w:p w:rsidR="00557788" w:rsidRDefault="00557788" w:rsidP="00557788">
      <w:r>
        <w:t>278.5302</w:t>
      </w:r>
      <w:r>
        <w:tab/>
        <w:t>3.038e0</w:t>
      </w:r>
    </w:p>
    <w:p w:rsidR="00557788" w:rsidRDefault="00557788" w:rsidP="00557788">
      <w:r>
        <w:t>278.5393</w:t>
      </w:r>
      <w:r>
        <w:tab/>
        <w:t>2.025e0</w:t>
      </w:r>
    </w:p>
    <w:p w:rsidR="00557788" w:rsidRDefault="00557788" w:rsidP="00557788">
      <w:r>
        <w:t>278.5413</w:t>
      </w:r>
      <w:r>
        <w:tab/>
        <w:t>1.266e-2</w:t>
      </w:r>
    </w:p>
    <w:p w:rsidR="00557788" w:rsidRDefault="00557788" w:rsidP="00557788">
      <w:r>
        <w:t>278.5605</w:t>
      </w:r>
      <w:r>
        <w:tab/>
        <w:t>1.266e-2</w:t>
      </w:r>
    </w:p>
    <w:p w:rsidR="00557788" w:rsidRDefault="00557788" w:rsidP="00557788">
      <w:r>
        <w:t>278.5624</w:t>
      </w:r>
      <w:r>
        <w:tab/>
        <w:t>3.038e0</w:t>
      </w:r>
    </w:p>
    <w:p w:rsidR="00557788" w:rsidRDefault="00557788" w:rsidP="00557788">
      <w:r>
        <w:t>278.5726</w:t>
      </w:r>
      <w:r>
        <w:tab/>
        <w:t>2.025e0</w:t>
      </w:r>
    </w:p>
    <w:p w:rsidR="00557788" w:rsidRDefault="00557788" w:rsidP="00557788">
      <w:r>
        <w:t>278.5765</w:t>
      </w:r>
      <w:r>
        <w:tab/>
        <w:t>1.266e-2</w:t>
      </w:r>
    </w:p>
    <w:p w:rsidR="00557788" w:rsidRDefault="00557788" w:rsidP="00557788">
      <w:r>
        <w:t>278.5872</w:t>
      </w:r>
      <w:r>
        <w:tab/>
        <w:t>8.638e0</w:t>
      </w:r>
    </w:p>
    <w:p w:rsidR="00557788" w:rsidRDefault="00557788" w:rsidP="00557788">
      <w:r>
        <w:lastRenderedPageBreak/>
        <w:t>278.5906</w:t>
      </w:r>
      <w:r>
        <w:tab/>
        <w:t>1.562e0</w:t>
      </w:r>
    </w:p>
    <w:p w:rsidR="00557788" w:rsidRDefault="00557788" w:rsidP="00557788">
      <w:r>
        <w:t>278.5997</w:t>
      </w:r>
      <w:r>
        <w:tab/>
        <w:t>1.038e0</w:t>
      </w:r>
    </w:p>
    <w:p w:rsidR="00557788" w:rsidRDefault="00557788" w:rsidP="00557788">
      <w:r>
        <w:t>278.6030</w:t>
      </w:r>
      <w:r>
        <w:tab/>
        <w:t>3.063e0</w:t>
      </w:r>
    </w:p>
    <w:p w:rsidR="00557788" w:rsidRDefault="00557788" w:rsidP="00557788">
      <w:r>
        <w:t>278.6159</w:t>
      </w:r>
      <w:r>
        <w:tab/>
        <w:t>8.590e0</w:t>
      </w:r>
    </w:p>
    <w:p w:rsidR="00557788" w:rsidRDefault="00557788" w:rsidP="00557788">
      <w:r>
        <w:t>278.6217</w:t>
      </w:r>
      <w:r>
        <w:tab/>
        <w:t>2.051e0</w:t>
      </w:r>
    </w:p>
    <w:p w:rsidR="00557788" w:rsidRDefault="00557788" w:rsidP="00557788">
      <w:r>
        <w:t>278.6231</w:t>
      </w:r>
      <w:r>
        <w:tab/>
        <w:t>2.025e0</w:t>
      </w:r>
    </w:p>
    <w:p w:rsidR="00557788" w:rsidRDefault="00557788" w:rsidP="00557788">
      <w:r>
        <w:t>278.6360</w:t>
      </w:r>
      <w:r>
        <w:tab/>
        <w:t>5.063e0</w:t>
      </w:r>
    </w:p>
    <w:p w:rsidR="00557788" w:rsidRDefault="00557788" w:rsidP="00557788">
      <w:r>
        <w:t>278.6391</w:t>
      </w:r>
      <w:r>
        <w:tab/>
        <w:t>1.025e0</w:t>
      </w:r>
    </w:p>
    <w:p w:rsidR="00557788" w:rsidRDefault="00557788" w:rsidP="00557788">
      <w:r>
        <w:t>278.6570</w:t>
      </w:r>
      <w:r>
        <w:tab/>
        <w:t>2.025e0</w:t>
      </w:r>
    </w:p>
    <w:p w:rsidR="00557788" w:rsidRDefault="00557788" w:rsidP="00557788">
      <w:r>
        <w:t>278.6698</w:t>
      </w:r>
      <w:r>
        <w:tab/>
        <w:t>5.063e-2</w:t>
      </w:r>
    </w:p>
    <w:p w:rsidR="00557788" w:rsidRDefault="00557788" w:rsidP="00557788">
      <w:r>
        <w:t>278.6729</w:t>
      </w:r>
      <w:r>
        <w:tab/>
        <w:t>2.076e0</w:t>
      </w:r>
    </w:p>
    <w:p w:rsidR="00557788" w:rsidRDefault="00557788" w:rsidP="00557788">
      <w:r>
        <w:t>278.6833</w:t>
      </w:r>
      <w:r>
        <w:tab/>
        <w:t>2.025e0</w:t>
      </w:r>
    </w:p>
    <w:p w:rsidR="00557788" w:rsidRDefault="00557788" w:rsidP="00557788">
      <w:r>
        <w:t>278.6997</w:t>
      </w:r>
      <w:r>
        <w:tab/>
        <w:t>2.025e0</w:t>
      </w:r>
    </w:p>
    <w:p w:rsidR="00557788" w:rsidRDefault="00557788" w:rsidP="00557788">
      <w:r>
        <w:t>278.7064</w:t>
      </w:r>
      <w:r>
        <w:tab/>
        <w:t>2.025e0</w:t>
      </w:r>
    </w:p>
    <w:p w:rsidR="00557788" w:rsidRDefault="00557788" w:rsidP="00557788">
      <w:r>
        <w:t>278.7111</w:t>
      </w:r>
      <w:r>
        <w:tab/>
        <w:t>4.051e0</w:t>
      </w:r>
    </w:p>
    <w:p w:rsidR="00557788" w:rsidRDefault="00557788" w:rsidP="00557788">
      <w:r>
        <w:t>278.7122</w:t>
      </w:r>
      <w:r>
        <w:tab/>
        <w:t>2.025e0</w:t>
      </w:r>
    </w:p>
    <w:p w:rsidR="00557788" w:rsidRDefault="00557788" w:rsidP="00557788">
      <w:r>
        <w:t>278.7184</w:t>
      </w:r>
      <w:r>
        <w:tab/>
        <w:t>6.643e0</w:t>
      </w:r>
    </w:p>
    <w:p w:rsidR="00557788" w:rsidRDefault="00557788" w:rsidP="00557788">
      <w:r>
        <w:t>278.7209</w:t>
      </w:r>
      <w:r>
        <w:tab/>
        <w:t>4.773e0</w:t>
      </w:r>
    </w:p>
    <w:p w:rsidR="00557788" w:rsidRDefault="00557788" w:rsidP="00557788">
      <w:r>
        <w:t>278.7232</w:t>
      </w:r>
      <w:r>
        <w:tab/>
        <w:t>2.051e0</w:t>
      </w:r>
    </w:p>
    <w:p w:rsidR="00557788" w:rsidRDefault="00557788" w:rsidP="00557788">
      <w:r>
        <w:lastRenderedPageBreak/>
        <w:t>278.7377</w:t>
      </w:r>
      <w:r>
        <w:tab/>
        <w:t>2.023e0</w:t>
      </w:r>
    </w:p>
    <w:p w:rsidR="00557788" w:rsidRDefault="00557788" w:rsidP="00557788">
      <w:r>
        <w:t>278.7563</w:t>
      </w:r>
      <w:r>
        <w:tab/>
        <w:t>2.532e-2</w:t>
      </w:r>
    </w:p>
    <w:p w:rsidR="00557788" w:rsidRDefault="00557788" w:rsidP="00557788">
      <w:r>
        <w:t>278.7626</w:t>
      </w:r>
      <w:r>
        <w:tab/>
        <w:t>4.544e0</w:t>
      </w:r>
    </w:p>
    <w:p w:rsidR="00557788" w:rsidRDefault="00557788" w:rsidP="00557788">
      <w:r>
        <w:t>278.7656</w:t>
      </w:r>
      <w:r>
        <w:tab/>
        <w:t>5.063e0</w:t>
      </w:r>
    </w:p>
    <w:p w:rsidR="00557788" w:rsidRDefault="00557788" w:rsidP="00557788">
      <w:r>
        <w:t>278.7682</w:t>
      </w:r>
      <w:r>
        <w:tab/>
        <w:t>1.013e0</w:t>
      </w:r>
    </w:p>
    <w:p w:rsidR="00557788" w:rsidRDefault="00557788" w:rsidP="00557788">
      <w:r>
        <w:t>278.7862</w:t>
      </w:r>
      <w:r>
        <w:tab/>
        <w:t>4.051e0</w:t>
      </w:r>
    </w:p>
    <w:p w:rsidR="00557788" w:rsidRDefault="00557788" w:rsidP="00557788">
      <w:r>
        <w:t>278.8055</w:t>
      </w:r>
      <w:r>
        <w:tab/>
        <w:t>2.025e0</w:t>
      </w:r>
    </w:p>
    <w:p w:rsidR="00557788" w:rsidRDefault="00557788" w:rsidP="00557788">
      <w:r>
        <w:t>278.8076</w:t>
      </w:r>
      <w:r>
        <w:tab/>
        <w:t>4.051e0</w:t>
      </w:r>
    </w:p>
    <w:p w:rsidR="00557788" w:rsidRDefault="00557788" w:rsidP="00557788">
      <w:r>
        <w:t>278.8091</w:t>
      </w:r>
      <w:r>
        <w:tab/>
        <w:t>3.848e0</w:t>
      </w:r>
    </w:p>
    <w:p w:rsidR="00557788" w:rsidRDefault="00557788" w:rsidP="00557788">
      <w:r>
        <w:t>278.8124</w:t>
      </w:r>
      <w:r>
        <w:tab/>
        <w:t>1.025e0</w:t>
      </w:r>
    </w:p>
    <w:p w:rsidR="00557788" w:rsidRDefault="00557788" w:rsidP="00557788">
      <w:r>
        <w:t>278.8213</w:t>
      </w:r>
      <w:r>
        <w:tab/>
        <w:t>1.051e0</w:t>
      </w:r>
    </w:p>
    <w:p w:rsidR="00557788" w:rsidRDefault="00557788" w:rsidP="00557788">
      <w:r>
        <w:t>278.8312</w:t>
      </w:r>
      <w:r>
        <w:tab/>
        <w:t>2.038e0</w:t>
      </w:r>
    </w:p>
    <w:p w:rsidR="00557788" w:rsidRDefault="00557788" w:rsidP="00557788">
      <w:r>
        <w:t>278.8573</w:t>
      </w:r>
      <w:r>
        <w:tab/>
        <w:t>1.013e0</w:t>
      </w:r>
    </w:p>
    <w:p w:rsidR="00557788" w:rsidRDefault="00557788" w:rsidP="00557788">
      <w:r>
        <w:t>278.8681</w:t>
      </w:r>
      <w:r>
        <w:tab/>
        <w:t>2.025e0</w:t>
      </w:r>
    </w:p>
    <w:p w:rsidR="00557788" w:rsidRDefault="00557788" w:rsidP="00557788">
      <w:r>
        <w:t>278.8741</w:t>
      </w:r>
      <w:r>
        <w:tab/>
        <w:t>1.013e0</w:t>
      </w:r>
    </w:p>
    <w:p w:rsidR="00557788" w:rsidRDefault="00557788" w:rsidP="00557788">
      <w:r>
        <w:t>278.8798</w:t>
      </w:r>
      <w:r>
        <w:tab/>
        <w:t>1.195e1</w:t>
      </w:r>
    </w:p>
    <w:p w:rsidR="00557788" w:rsidRDefault="00557788" w:rsidP="00557788">
      <w:r>
        <w:t>278.8824</w:t>
      </w:r>
      <w:r>
        <w:tab/>
        <w:t>1.038e0</w:t>
      </w:r>
    </w:p>
    <w:p w:rsidR="00557788" w:rsidRDefault="00557788" w:rsidP="00557788">
      <w:r>
        <w:t>278.8932</w:t>
      </w:r>
      <w:r>
        <w:tab/>
        <w:t>1.266e-2</w:t>
      </w:r>
    </w:p>
    <w:p w:rsidR="00557788" w:rsidRDefault="00557788" w:rsidP="00557788">
      <w:r>
        <w:t>278.9082</w:t>
      </w:r>
      <w:r>
        <w:tab/>
        <w:t>1.538e1</w:t>
      </w:r>
    </w:p>
    <w:p w:rsidR="00557788" w:rsidRDefault="00557788" w:rsidP="00557788">
      <w:r>
        <w:lastRenderedPageBreak/>
        <w:t>278.9097</w:t>
      </w:r>
      <w:r>
        <w:tab/>
        <w:t>2.025e0</w:t>
      </w:r>
    </w:p>
    <w:p w:rsidR="00557788" w:rsidRDefault="00557788" w:rsidP="00557788">
      <w:r>
        <w:t>278.9149</w:t>
      </w:r>
      <w:r>
        <w:tab/>
        <w:t>3.038e0</w:t>
      </w:r>
    </w:p>
    <w:p w:rsidR="00557788" w:rsidRDefault="00557788" w:rsidP="00557788">
      <w:r>
        <w:t>278.9269</w:t>
      </w:r>
      <w:r>
        <w:tab/>
        <w:t>4.051e0</w:t>
      </w:r>
    </w:p>
    <w:p w:rsidR="00557788" w:rsidRDefault="00557788" w:rsidP="00557788">
      <w:r>
        <w:t>278.9299</w:t>
      </w:r>
      <w:r>
        <w:tab/>
        <w:t>5.063e0</w:t>
      </w:r>
    </w:p>
    <w:p w:rsidR="00557788" w:rsidRDefault="00557788" w:rsidP="00557788">
      <w:r>
        <w:t>278.9416</w:t>
      </w:r>
      <w:r>
        <w:tab/>
        <w:t>2.038e0</w:t>
      </w:r>
    </w:p>
    <w:p w:rsidR="00557788" w:rsidRDefault="00557788" w:rsidP="00557788">
      <w:r>
        <w:t>278.9513</w:t>
      </w:r>
      <w:r>
        <w:tab/>
        <w:t>3.038e0</w:t>
      </w:r>
    </w:p>
    <w:p w:rsidR="00557788" w:rsidRDefault="00557788" w:rsidP="00557788">
      <w:r>
        <w:t>278.9554</w:t>
      </w:r>
      <w:r>
        <w:tab/>
        <w:t>3.038e0</w:t>
      </w:r>
    </w:p>
    <w:p w:rsidR="00557788" w:rsidRDefault="00557788" w:rsidP="00557788">
      <w:r>
        <w:t>278.9652</w:t>
      </w:r>
      <w:r>
        <w:tab/>
        <w:t>1.256e1</w:t>
      </w:r>
    </w:p>
    <w:p w:rsidR="00557788" w:rsidRDefault="00557788" w:rsidP="00557788">
      <w:r>
        <w:t>278.9853</w:t>
      </w:r>
      <w:r>
        <w:tab/>
        <w:t>1.013e0</w:t>
      </w:r>
    </w:p>
    <w:p w:rsidR="00557788" w:rsidRDefault="00557788" w:rsidP="00557788">
      <w:r>
        <w:t>278.9911</w:t>
      </w:r>
      <w:r>
        <w:tab/>
        <w:t>1.708e0</w:t>
      </w:r>
    </w:p>
    <w:p w:rsidR="00557788" w:rsidRDefault="00557788" w:rsidP="00557788">
      <w:r>
        <w:t>279.0031</w:t>
      </w:r>
      <w:r>
        <w:tab/>
        <w:t>3.895e0</w:t>
      </w:r>
    </w:p>
    <w:p w:rsidR="00557788" w:rsidRDefault="00557788" w:rsidP="00557788">
      <w:r>
        <w:t>279.0263</w:t>
      </w:r>
      <w:r>
        <w:tab/>
        <w:t>1.435e0</w:t>
      </w:r>
    </w:p>
    <w:p w:rsidR="00557788" w:rsidRDefault="00557788" w:rsidP="00557788">
      <w:r>
        <w:t>279.0358</w:t>
      </w:r>
      <w:r>
        <w:tab/>
        <w:t>3.491e0</w:t>
      </w:r>
    </w:p>
    <w:p w:rsidR="00557788" w:rsidRDefault="00557788" w:rsidP="00557788">
      <w:r>
        <w:t>279.0432</w:t>
      </w:r>
      <w:r>
        <w:tab/>
        <w:t>3.702e0</w:t>
      </w:r>
    </w:p>
    <w:p w:rsidR="00557788" w:rsidRDefault="00557788" w:rsidP="00557788">
      <w:r>
        <w:t>279.0443</w:t>
      </w:r>
      <w:r>
        <w:tab/>
        <w:t>4.470e0</w:t>
      </w:r>
    </w:p>
    <w:p w:rsidR="00557788" w:rsidRDefault="00557788" w:rsidP="00557788">
      <w:r>
        <w:t>279.0971</w:t>
      </w:r>
      <w:r>
        <w:tab/>
        <w:t>1.427e2</w:t>
      </w:r>
    </w:p>
    <w:p w:rsidR="00557788" w:rsidRDefault="00557788" w:rsidP="00557788">
      <w:r>
        <w:t>279.1003</w:t>
      </w:r>
      <w:r>
        <w:tab/>
        <w:t>6.859e1</w:t>
      </w:r>
    </w:p>
    <w:p w:rsidR="00557788" w:rsidRDefault="00557788" w:rsidP="00557788">
      <w:r>
        <w:t>279.1466</w:t>
      </w:r>
      <w:r>
        <w:tab/>
        <w:t>3.898e0</w:t>
      </w:r>
    </w:p>
    <w:p w:rsidR="00557788" w:rsidRDefault="00557788" w:rsidP="00557788">
      <w:r>
        <w:t>279.1554</w:t>
      </w:r>
      <w:r>
        <w:tab/>
        <w:t>2.168e1</w:t>
      </w:r>
    </w:p>
    <w:p w:rsidR="00557788" w:rsidRDefault="00557788" w:rsidP="00557788">
      <w:r>
        <w:lastRenderedPageBreak/>
        <w:t>279.1617</w:t>
      </w:r>
      <w:r>
        <w:tab/>
        <w:t>1.375e1</w:t>
      </w:r>
    </w:p>
    <w:p w:rsidR="00557788" w:rsidRDefault="00557788" w:rsidP="00557788">
      <w:r>
        <w:t>279.1725</w:t>
      </w:r>
      <w:r>
        <w:tab/>
        <w:t>4.248e0</w:t>
      </w:r>
    </w:p>
    <w:p w:rsidR="00557788" w:rsidRDefault="00557788" w:rsidP="00557788">
      <w:r>
        <w:t>279.1753</w:t>
      </w:r>
      <w:r>
        <w:tab/>
        <w:t>4.231e0</w:t>
      </w:r>
    </w:p>
    <w:p w:rsidR="00557788" w:rsidRDefault="00557788" w:rsidP="00557788">
      <w:r>
        <w:t>279.1772</w:t>
      </w:r>
      <w:r>
        <w:tab/>
        <w:t>3.329e0</w:t>
      </w:r>
    </w:p>
    <w:p w:rsidR="00557788" w:rsidRDefault="00557788" w:rsidP="00557788">
      <w:r>
        <w:t>279.2080</w:t>
      </w:r>
      <w:r>
        <w:tab/>
        <w:t>2.530e0</w:t>
      </w:r>
    </w:p>
    <w:p w:rsidR="00557788" w:rsidRDefault="00557788" w:rsidP="00557788">
      <w:r>
        <w:t>279.2127</w:t>
      </w:r>
      <w:r>
        <w:tab/>
        <w:t>1.219e0</w:t>
      </w:r>
    </w:p>
    <w:p w:rsidR="00557788" w:rsidRDefault="00557788" w:rsidP="00557788">
      <w:r>
        <w:t>279.2246</w:t>
      </w:r>
      <w:r>
        <w:tab/>
        <w:t>3.706e0</w:t>
      </w:r>
    </w:p>
    <w:p w:rsidR="00557788" w:rsidRDefault="00557788" w:rsidP="00557788">
      <w:r>
        <w:t>279.2377</w:t>
      </w:r>
      <w:r>
        <w:tab/>
        <w:t>2.040e0</w:t>
      </w:r>
    </w:p>
    <w:p w:rsidR="00557788" w:rsidRDefault="00557788" w:rsidP="00557788">
      <w:r>
        <w:t>279.2415</w:t>
      </w:r>
      <w:r>
        <w:tab/>
        <w:t>3.095e-1</w:t>
      </w:r>
    </w:p>
    <w:p w:rsidR="00557788" w:rsidRDefault="00557788" w:rsidP="00557788">
      <w:r>
        <w:t>279.2434</w:t>
      </w:r>
      <w:r>
        <w:tab/>
        <w:t>7.681e0</w:t>
      </w:r>
    </w:p>
    <w:p w:rsidR="00557788" w:rsidRDefault="00557788" w:rsidP="00557788">
      <w:r>
        <w:t>279.2624</w:t>
      </w:r>
      <w:r>
        <w:tab/>
        <w:t>2.258e0</w:t>
      </w:r>
    </w:p>
    <w:p w:rsidR="00557788" w:rsidRDefault="00557788" w:rsidP="00557788">
      <w:r>
        <w:t>279.2704</w:t>
      </w:r>
      <w:r>
        <w:tab/>
        <w:t>4.013e0</w:t>
      </w:r>
    </w:p>
    <w:p w:rsidR="00557788" w:rsidRDefault="00557788" w:rsidP="00557788">
      <w:r>
        <w:t>279.2728</w:t>
      </w:r>
      <w:r>
        <w:tab/>
        <w:t>1.061e0</w:t>
      </w:r>
    </w:p>
    <w:p w:rsidR="00557788" w:rsidRDefault="00557788" w:rsidP="00557788">
      <w:r>
        <w:t>279.2849</w:t>
      </w:r>
      <w:r>
        <w:tab/>
        <w:t>4.946e0</w:t>
      </w:r>
    </w:p>
    <w:p w:rsidR="00557788" w:rsidRDefault="00557788" w:rsidP="00557788">
      <w:r>
        <w:t>279.2896</w:t>
      </w:r>
      <w:r>
        <w:tab/>
        <w:t>3.346e0</w:t>
      </w:r>
    </w:p>
    <w:p w:rsidR="00557788" w:rsidRDefault="00557788" w:rsidP="00557788">
      <w:r>
        <w:t>279.2947</w:t>
      </w:r>
      <w:r>
        <w:tab/>
        <w:t>3.038e0</w:t>
      </w:r>
    </w:p>
    <w:p w:rsidR="00557788" w:rsidRDefault="00557788" w:rsidP="00557788">
      <w:r>
        <w:t>279.2989</w:t>
      </w:r>
      <w:r>
        <w:tab/>
        <w:t>5.063e0</w:t>
      </w:r>
    </w:p>
    <w:p w:rsidR="00557788" w:rsidRDefault="00557788" w:rsidP="00557788">
      <w:r>
        <w:t>279.3029</w:t>
      </w:r>
      <w:r>
        <w:tab/>
        <w:t>2.025e0</w:t>
      </w:r>
    </w:p>
    <w:p w:rsidR="00557788" w:rsidRDefault="00557788" w:rsidP="00557788">
      <w:r>
        <w:t>279.3075</w:t>
      </w:r>
      <w:r>
        <w:tab/>
        <w:t>3.038e0</w:t>
      </w:r>
    </w:p>
    <w:p w:rsidR="00557788" w:rsidRDefault="00557788" w:rsidP="00557788">
      <w:r>
        <w:lastRenderedPageBreak/>
        <w:t>279.3121</w:t>
      </w:r>
      <w:r>
        <w:tab/>
        <w:t>3.393e0</w:t>
      </w:r>
    </w:p>
    <w:p w:rsidR="00557788" w:rsidRDefault="00557788" w:rsidP="00557788">
      <w:r>
        <w:t>279.3368</w:t>
      </w:r>
      <w:r>
        <w:tab/>
        <w:t>5.063e0</w:t>
      </w:r>
    </w:p>
    <w:p w:rsidR="00557788" w:rsidRDefault="00557788" w:rsidP="00557788">
      <w:r>
        <w:t>279.3491</w:t>
      </w:r>
      <w:r>
        <w:tab/>
        <w:t>1.013e0</w:t>
      </w:r>
    </w:p>
    <w:p w:rsidR="00557788" w:rsidRDefault="00557788" w:rsidP="00557788">
      <w:r>
        <w:t>279.3774</w:t>
      </w:r>
      <w:r>
        <w:tab/>
        <w:t>3.038e0</w:t>
      </w:r>
    </w:p>
    <w:p w:rsidR="00557788" w:rsidRDefault="00557788" w:rsidP="00557788">
      <w:r>
        <w:t>279.3790</w:t>
      </w:r>
      <w:r>
        <w:tab/>
        <w:t>4.063e0</w:t>
      </w:r>
    </w:p>
    <w:p w:rsidR="00557788" w:rsidRDefault="00557788" w:rsidP="00557788">
      <w:r>
        <w:t>279.3949</w:t>
      </w:r>
      <w:r>
        <w:tab/>
        <w:t>1.266e-2</w:t>
      </w:r>
    </w:p>
    <w:p w:rsidR="00557788" w:rsidRDefault="00557788" w:rsidP="00557788">
      <w:r>
        <w:t>279.4094</w:t>
      </w:r>
      <w:r>
        <w:tab/>
        <w:t>4.076e0</w:t>
      </w:r>
    </w:p>
    <w:p w:rsidR="00557788" w:rsidRDefault="00557788" w:rsidP="00557788">
      <w:r>
        <w:t>279.4218</w:t>
      </w:r>
      <w:r>
        <w:tab/>
        <w:t>4.051e0</w:t>
      </w:r>
    </w:p>
    <w:p w:rsidR="00557788" w:rsidRDefault="00557788" w:rsidP="00557788">
      <w:r>
        <w:t>279.4260</w:t>
      </w:r>
      <w:r>
        <w:tab/>
        <w:t>1.013e0</w:t>
      </w:r>
    </w:p>
    <w:p w:rsidR="00557788" w:rsidRDefault="00557788" w:rsidP="00557788">
      <w:r>
        <w:t>279.4330</w:t>
      </w:r>
      <w:r>
        <w:tab/>
        <w:t>5.063e0</w:t>
      </w:r>
    </w:p>
    <w:p w:rsidR="00557788" w:rsidRDefault="00557788" w:rsidP="00557788">
      <w:r>
        <w:t>279.4444</w:t>
      </w:r>
      <w:r>
        <w:tab/>
        <w:t>3.798e-2</w:t>
      </w:r>
    </w:p>
    <w:p w:rsidR="00557788" w:rsidRDefault="00557788" w:rsidP="00557788">
      <w:r>
        <w:t>279.4494</w:t>
      </w:r>
      <w:r>
        <w:tab/>
        <w:t>2.025e0</w:t>
      </w:r>
    </w:p>
    <w:p w:rsidR="00557788" w:rsidRDefault="00557788" w:rsidP="00557788">
      <w:r>
        <w:t>279.4615</w:t>
      </w:r>
      <w:r>
        <w:tab/>
        <w:t>1.025e0</w:t>
      </w:r>
    </w:p>
    <w:p w:rsidR="00557788" w:rsidRDefault="00557788" w:rsidP="00557788">
      <w:r>
        <w:t>279.4695</w:t>
      </w:r>
      <w:r>
        <w:tab/>
        <w:t>2.025e0</w:t>
      </w:r>
    </w:p>
    <w:p w:rsidR="00557788" w:rsidRDefault="00557788" w:rsidP="00557788">
      <w:r>
        <w:t>279.4730</w:t>
      </w:r>
      <w:r>
        <w:tab/>
        <w:t>3.063e0</w:t>
      </w:r>
    </w:p>
    <w:p w:rsidR="00557788" w:rsidRDefault="00557788" w:rsidP="00557788">
      <w:r>
        <w:t>279.4851</w:t>
      </w:r>
      <w:r>
        <w:tab/>
        <w:t>5.063e-2</w:t>
      </w:r>
    </w:p>
    <w:p w:rsidR="00557788" w:rsidRDefault="00557788" w:rsidP="00557788">
      <w:r>
        <w:t>279.4888</w:t>
      </w:r>
      <w:r>
        <w:tab/>
        <w:t>2.025e0</w:t>
      </w:r>
    </w:p>
    <w:p w:rsidR="00557788" w:rsidRDefault="00557788" w:rsidP="00557788">
      <w:r>
        <w:t>279.4933</w:t>
      </w:r>
      <w:r>
        <w:tab/>
        <w:t>2.025e0</w:t>
      </w:r>
    </w:p>
    <w:p w:rsidR="00557788" w:rsidRDefault="00557788" w:rsidP="00557788">
      <w:r>
        <w:t>279.5049</w:t>
      </w:r>
      <w:r>
        <w:tab/>
        <w:t>1.013e0</w:t>
      </w:r>
    </w:p>
    <w:p w:rsidR="00557788" w:rsidRDefault="00557788" w:rsidP="00557788">
      <w:r>
        <w:lastRenderedPageBreak/>
        <w:t>279.5089</w:t>
      </w:r>
      <w:r>
        <w:tab/>
        <w:t>5.063e0</w:t>
      </w:r>
    </w:p>
    <w:p w:rsidR="00557788" w:rsidRDefault="00557788" w:rsidP="00557788">
      <w:r>
        <w:t>279.5167</w:t>
      </w:r>
      <w:r>
        <w:tab/>
        <w:t>2.025e0</w:t>
      </w:r>
    </w:p>
    <w:p w:rsidR="00557788" w:rsidRDefault="00557788" w:rsidP="00557788">
      <w:r>
        <w:t>279.5237</w:t>
      </w:r>
      <w:r>
        <w:tab/>
        <w:t>3.038e0</w:t>
      </w:r>
    </w:p>
    <w:p w:rsidR="00557788" w:rsidRDefault="00557788" w:rsidP="00557788">
      <w:r>
        <w:t>279.5250</w:t>
      </w:r>
      <w:r>
        <w:tab/>
        <w:t>4.051e0</w:t>
      </w:r>
    </w:p>
    <w:p w:rsidR="00557788" w:rsidRDefault="00557788" w:rsidP="00557788">
      <w:r>
        <w:t>279.5263</w:t>
      </w:r>
      <w:r>
        <w:tab/>
        <w:t>3.038e0</w:t>
      </w:r>
    </w:p>
    <w:p w:rsidR="00557788" w:rsidRDefault="00557788" w:rsidP="00557788">
      <w:r>
        <w:t>279.5281</w:t>
      </w:r>
      <w:r>
        <w:tab/>
        <w:t>1.013e0</w:t>
      </w:r>
    </w:p>
    <w:p w:rsidR="00557788" w:rsidRDefault="00557788" w:rsidP="00557788">
      <w:r>
        <w:t>279.5499</w:t>
      </w:r>
      <w:r>
        <w:tab/>
        <w:t>1.025e0</w:t>
      </w:r>
    </w:p>
    <w:p w:rsidR="00557788" w:rsidRDefault="00557788" w:rsidP="00557788">
      <w:r>
        <w:t>279.5634</w:t>
      </w:r>
      <w:r>
        <w:tab/>
        <w:t>1.025e0</w:t>
      </w:r>
    </w:p>
    <w:p w:rsidR="00557788" w:rsidRDefault="00557788" w:rsidP="00557788">
      <w:r>
        <w:t>279.5674</w:t>
      </w:r>
      <w:r>
        <w:tab/>
        <w:t>3.038e0</w:t>
      </w:r>
    </w:p>
    <w:p w:rsidR="00557788" w:rsidRDefault="00557788" w:rsidP="00557788">
      <w:r>
        <w:t>279.5714</w:t>
      </w:r>
      <w:r>
        <w:tab/>
        <w:t>6.076e0</w:t>
      </w:r>
    </w:p>
    <w:p w:rsidR="00557788" w:rsidRDefault="00557788" w:rsidP="00557788">
      <w:r>
        <w:t>279.5808</w:t>
      </w:r>
      <w:r>
        <w:tab/>
        <w:t>2.025e0</w:t>
      </w:r>
    </w:p>
    <w:p w:rsidR="00557788" w:rsidRDefault="00557788" w:rsidP="00557788">
      <w:r>
        <w:t>279.5902</w:t>
      </w:r>
      <w:r>
        <w:tab/>
        <w:t>1.266e-2</w:t>
      </w:r>
    </w:p>
    <w:p w:rsidR="00557788" w:rsidRDefault="00557788" w:rsidP="00557788">
      <w:r>
        <w:t>279.5942</w:t>
      </w:r>
      <w:r>
        <w:tab/>
        <w:t>2.921e0</w:t>
      </w:r>
    </w:p>
    <w:p w:rsidR="00557788" w:rsidRDefault="00557788" w:rsidP="00557788">
      <w:r>
        <w:t>279.6037</w:t>
      </w:r>
      <w:r>
        <w:tab/>
        <w:t>3.038e0</w:t>
      </w:r>
    </w:p>
    <w:p w:rsidR="00557788" w:rsidRDefault="00557788" w:rsidP="00557788">
      <w:r>
        <w:t>279.6110</w:t>
      </w:r>
      <w:r>
        <w:tab/>
        <w:t>9.127e0</w:t>
      </w:r>
    </w:p>
    <w:p w:rsidR="00557788" w:rsidRDefault="00557788" w:rsidP="00557788">
      <w:r>
        <w:t>279.6147</w:t>
      </w:r>
      <w:r>
        <w:tab/>
        <w:t>4.051e0</w:t>
      </w:r>
    </w:p>
    <w:p w:rsidR="00557788" w:rsidRDefault="00557788" w:rsidP="00557788">
      <w:r>
        <w:t>279.6360</w:t>
      </w:r>
      <w:r>
        <w:tab/>
        <w:t>2.025e0</w:t>
      </w:r>
    </w:p>
    <w:p w:rsidR="00557788" w:rsidRDefault="00557788" w:rsidP="00557788">
      <w:r>
        <w:t>279.6391</w:t>
      </w:r>
      <w:r>
        <w:tab/>
        <w:t>1.025e0</w:t>
      </w:r>
    </w:p>
    <w:p w:rsidR="00557788" w:rsidRDefault="00557788" w:rsidP="00557788">
      <w:r>
        <w:t>279.6466</w:t>
      </w:r>
      <w:r>
        <w:tab/>
        <w:t>1.266e-2</w:t>
      </w:r>
    </w:p>
    <w:p w:rsidR="00557788" w:rsidRDefault="00557788" w:rsidP="00557788">
      <w:r>
        <w:lastRenderedPageBreak/>
        <w:t>279.6674</w:t>
      </w:r>
      <w:r>
        <w:tab/>
        <w:t>4.051e0</w:t>
      </w:r>
    </w:p>
    <w:p w:rsidR="00557788" w:rsidRDefault="00557788" w:rsidP="00557788">
      <w:r>
        <w:t>279.6734</w:t>
      </w:r>
      <w:r>
        <w:tab/>
        <w:t>1.013e0</w:t>
      </w:r>
    </w:p>
    <w:p w:rsidR="00557788" w:rsidRDefault="00557788" w:rsidP="00557788">
      <w:r>
        <w:t>279.6774</w:t>
      </w:r>
      <w:r>
        <w:tab/>
        <w:t>1.013e0</w:t>
      </w:r>
    </w:p>
    <w:p w:rsidR="00557788" w:rsidRDefault="00557788" w:rsidP="00557788">
      <w:r>
        <w:t>279.6808</w:t>
      </w:r>
      <w:r>
        <w:tab/>
        <w:t>2.639e0</w:t>
      </w:r>
    </w:p>
    <w:p w:rsidR="00557788" w:rsidRDefault="00557788" w:rsidP="00557788">
      <w:r>
        <w:t>279.7021</w:t>
      </w:r>
      <w:r>
        <w:tab/>
        <w:t>4.051e0</w:t>
      </w:r>
    </w:p>
    <w:p w:rsidR="00557788" w:rsidRDefault="00557788" w:rsidP="00557788">
      <w:r>
        <w:t>279.7086</w:t>
      </w:r>
      <w:r>
        <w:tab/>
        <w:t>1.013e0</w:t>
      </w:r>
    </w:p>
    <w:p w:rsidR="00557788" w:rsidRDefault="00557788" w:rsidP="00557788">
      <w:r>
        <w:t>279.7114</w:t>
      </w:r>
      <w:r>
        <w:tab/>
        <w:t>2.025e0</w:t>
      </w:r>
    </w:p>
    <w:p w:rsidR="00557788" w:rsidRDefault="00557788" w:rsidP="00557788">
      <w:r>
        <w:t>279.7137</w:t>
      </w:r>
      <w:r>
        <w:tab/>
        <w:t>5.063e0</w:t>
      </w:r>
    </w:p>
    <w:p w:rsidR="00557788" w:rsidRDefault="00557788" w:rsidP="00557788">
      <w:r>
        <w:t>279.7160</w:t>
      </w:r>
      <w:r>
        <w:tab/>
        <w:t>4.368e-1</w:t>
      </w:r>
    </w:p>
    <w:p w:rsidR="00557788" w:rsidRDefault="00557788" w:rsidP="00557788">
      <w:r>
        <w:t>279.7404</w:t>
      </w:r>
      <w:r>
        <w:tab/>
        <w:t>4.051e0</w:t>
      </w:r>
    </w:p>
    <w:p w:rsidR="00557788" w:rsidRDefault="00557788" w:rsidP="00557788">
      <w:r>
        <w:t>279.7441</w:t>
      </w:r>
      <w:r>
        <w:tab/>
        <w:t>1.013e0</w:t>
      </w:r>
    </w:p>
    <w:p w:rsidR="00557788" w:rsidRDefault="00557788" w:rsidP="00557788">
      <w:r>
        <w:t>279.7494</w:t>
      </w:r>
      <w:r>
        <w:tab/>
        <w:t>8.101e0</w:t>
      </w:r>
    </w:p>
    <w:p w:rsidR="00557788" w:rsidRDefault="00557788" w:rsidP="00557788">
      <w:r>
        <w:t>279.7635</w:t>
      </w:r>
      <w:r>
        <w:tab/>
        <w:t>4.051e0</w:t>
      </w:r>
    </w:p>
    <w:p w:rsidR="00557788" w:rsidRDefault="00557788" w:rsidP="00557788">
      <w:r>
        <w:t>279.7713</w:t>
      </w:r>
      <w:r>
        <w:tab/>
        <w:t>4.076e0</w:t>
      </w:r>
    </w:p>
    <w:p w:rsidR="00557788" w:rsidRDefault="00557788" w:rsidP="00557788">
      <w:r>
        <w:t>279.7874</w:t>
      </w:r>
      <w:r>
        <w:tab/>
        <w:t>2.025e0</w:t>
      </w:r>
    </w:p>
    <w:p w:rsidR="00557788" w:rsidRDefault="00557788" w:rsidP="00557788">
      <w:r>
        <w:t>279.7972</w:t>
      </w:r>
      <w:r>
        <w:tab/>
        <w:t>3.038e0</w:t>
      </w:r>
    </w:p>
    <w:p w:rsidR="00557788" w:rsidRDefault="00557788" w:rsidP="00557788">
      <w:r>
        <w:t>279.8018</w:t>
      </w:r>
      <w:r>
        <w:tab/>
        <w:t>3.038e0</w:t>
      </w:r>
    </w:p>
    <w:p w:rsidR="00557788" w:rsidRDefault="00557788" w:rsidP="00557788">
      <w:r>
        <w:t>279.8088</w:t>
      </w:r>
      <w:r>
        <w:tab/>
        <w:t>3.038e0</w:t>
      </w:r>
    </w:p>
    <w:p w:rsidR="00557788" w:rsidRDefault="00557788" w:rsidP="00557788">
      <w:r>
        <w:t>279.8109</w:t>
      </w:r>
      <w:r>
        <w:tab/>
        <w:t>2.025e0</w:t>
      </w:r>
    </w:p>
    <w:p w:rsidR="00557788" w:rsidRDefault="00557788" w:rsidP="00557788">
      <w:r>
        <w:lastRenderedPageBreak/>
        <w:t>279.8186</w:t>
      </w:r>
      <w:r>
        <w:tab/>
        <w:t>3.063e0</w:t>
      </w:r>
    </w:p>
    <w:p w:rsidR="00557788" w:rsidRDefault="00557788" w:rsidP="00557788">
      <w:r>
        <w:t>279.8200</w:t>
      </w:r>
      <w:r>
        <w:tab/>
        <w:t>2.025e0</w:t>
      </w:r>
    </w:p>
    <w:p w:rsidR="00557788" w:rsidRDefault="00557788" w:rsidP="00557788">
      <w:r>
        <w:t>279.8322</w:t>
      </w:r>
      <w:r>
        <w:tab/>
        <w:t>1.827e0</w:t>
      </w:r>
    </w:p>
    <w:p w:rsidR="00557788" w:rsidRDefault="00557788" w:rsidP="00557788">
      <w:r>
        <w:t>279.8412</w:t>
      </w:r>
      <w:r>
        <w:tab/>
        <w:t>1.025e0</w:t>
      </w:r>
    </w:p>
    <w:p w:rsidR="00557788" w:rsidRDefault="00557788" w:rsidP="00557788">
      <w:r>
        <w:t>279.8520</w:t>
      </w:r>
      <w:r>
        <w:tab/>
        <w:t>2.532e-2</w:t>
      </w:r>
    </w:p>
    <w:p w:rsidR="00557788" w:rsidRDefault="00557788" w:rsidP="00557788">
      <w:r>
        <w:t>279.8562</w:t>
      </w:r>
      <w:r>
        <w:tab/>
        <w:t>3.798e-2</w:t>
      </w:r>
    </w:p>
    <w:p w:rsidR="00557788" w:rsidRDefault="00557788" w:rsidP="00557788">
      <w:r>
        <w:t>279.8737</w:t>
      </w:r>
      <w:r>
        <w:tab/>
        <w:t>2.025e0</w:t>
      </w:r>
    </w:p>
    <w:p w:rsidR="00557788" w:rsidRDefault="00557788" w:rsidP="00557788">
      <w:r>
        <w:t>279.8776</w:t>
      </w:r>
      <w:r>
        <w:tab/>
        <w:t>1.013e0</w:t>
      </w:r>
    </w:p>
    <w:p w:rsidR="00557788" w:rsidRDefault="00557788" w:rsidP="00557788">
      <w:r>
        <w:t>279.8813</w:t>
      </w:r>
      <w:r>
        <w:tab/>
        <w:t>4.051e0</w:t>
      </w:r>
    </w:p>
    <w:p w:rsidR="00557788" w:rsidRDefault="00557788" w:rsidP="00557788">
      <w:r>
        <w:t>279.8848</w:t>
      </w:r>
      <w:r>
        <w:tab/>
        <w:t>5.063e0</w:t>
      </w:r>
    </w:p>
    <w:p w:rsidR="00557788" w:rsidRDefault="00557788" w:rsidP="00557788">
      <w:r>
        <w:t>279.8883</w:t>
      </w:r>
      <w:r>
        <w:tab/>
        <w:t>1.038e0</w:t>
      </w:r>
    </w:p>
    <w:p w:rsidR="00557788" w:rsidRDefault="00557788" w:rsidP="00557788">
      <w:r>
        <w:t>279.9046</w:t>
      </w:r>
      <w:r>
        <w:tab/>
        <w:t>2.532e-2</w:t>
      </w:r>
    </w:p>
    <w:p w:rsidR="00557788" w:rsidRDefault="00557788" w:rsidP="00557788">
      <w:r>
        <w:t>279.9085</w:t>
      </w:r>
      <w:r>
        <w:tab/>
        <w:t>2.025e0</w:t>
      </w:r>
    </w:p>
    <w:p w:rsidR="00557788" w:rsidRDefault="00557788" w:rsidP="00557788">
      <w:r>
        <w:t>279.9119</w:t>
      </w:r>
      <w:r>
        <w:tab/>
        <w:t>3.063e0</w:t>
      </w:r>
    </w:p>
    <w:p w:rsidR="00557788" w:rsidRDefault="00557788" w:rsidP="00557788">
      <w:r>
        <w:t>279.9278</w:t>
      </w:r>
      <w:r>
        <w:tab/>
        <w:t>2.025e0</w:t>
      </w:r>
    </w:p>
    <w:p w:rsidR="00557788" w:rsidRDefault="00557788" w:rsidP="00557788">
      <w:r>
        <w:t>279.9426</w:t>
      </w:r>
      <w:r>
        <w:tab/>
        <w:t>5.063e0</w:t>
      </w:r>
    </w:p>
    <w:p w:rsidR="00557788" w:rsidRDefault="00557788" w:rsidP="00557788">
      <w:r>
        <w:t>279.9437</w:t>
      </w:r>
      <w:r>
        <w:tab/>
        <w:t>2.025e0</w:t>
      </w:r>
    </w:p>
    <w:p w:rsidR="00557788" w:rsidRDefault="00557788" w:rsidP="00557788">
      <w:r>
        <w:t>279.9477</w:t>
      </w:r>
      <w:r>
        <w:tab/>
        <w:t>3.038e0</w:t>
      </w:r>
    </w:p>
    <w:p w:rsidR="00557788" w:rsidRDefault="00557788" w:rsidP="00557788">
      <w:r>
        <w:t>279.9566</w:t>
      </w:r>
      <w:r>
        <w:tab/>
        <w:t>2.025e0</w:t>
      </w:r>
    </w:p>
    <w:p w:rsidR="00557788" w:rsidRDefault="00557788" w:rsidP="00557788">
      <w:r>
        <w:lastRenderedPageBreak/>
        <w:t>279.9659</w:t>
      </w:r>
      <w:r>
        <w:tab/>
        <w:t>3.593e0</w:t>
      </w:r>
    </w:p>
    <w:p w:rsidR="00557788" w:rsidRDefault="00557788" w:rsidP="00557788">
      <w:r>
        <w:t>279.9854</w:t>
      </w:r>
      <w:r>
        <w:tab/>
        <w:t>4.518e0</w:t>
      </w:r>
    </w:p>
    <w:p w:rsidR="00557788" w:rsidRDefault="00557788" w:rsidP="00557788">
      <w:r>
        <w:t>280.0026</w:t>
      </w:r>
      <w:r>
        <w:tab/>
        <w:t>1.013e0</w:t>
      </w:r>
    </w:p>
    <w:p w:rsidR="00557788" w:rsidRDefault="00557788" w:rsidP="00557788">
      <w:r>
        <w:t>280.0121</w:t>
      </w:r>
      <w:r>
        <w:tab/>
        <w:t>9.674e-1</w:t>
      </w:r>
    </w:p>
    <w:p w:rsidR="00557788" w:rsidRDefault="00557788" w:rsidP="00557788">
      <w:r>
        <w:t>280.0153</w:t>
      </w:r>
      <w:r>
        <w:tab/>
        <w:t>1.356e0</w:t>
      </w:r>
    </w:p>
    <w:p w:rsidR="00557788" w:rsidRDefault="00557788" w:rsidP="00557788">
      <w:r>
        <w:t>280.0164</w:t>
      </w:r>
      <w:r>
        <w:tab/>
        <w:t>1.745e0</w:t>
      </w:r>
    </w:p>
    <w:p w:rsidR="00557788" w:rsidRDefault="00557788" w:rsidP="00557788">
      <w:r>
        <w:t>280.0180</w:t>
      </w:r>
      <w:r>
        <w:tab/>
        <w:t>2.977e0</w:t>
      </w:r>
    </w:p>
    <w:p w:rsidR="00557788" w:rsidRDefault="00557788" w:rsidP="00557788">
      <w:r>
        <w:t>280.0421</w:t>
      </w:r>
      <w:r>
        <w:tab/>
        <w:t>1.204e0</w:t>
      </w:r>
    </w:p>
    <w:p w:rsidR="00557788" w:rsidRDefault="00557788" w:rsidP="00557788">
      <w:r>
        <w:t>280.0489</w:t>
      </w:r>
      <w:r>
        <w:tab/>
        <w:t>3.152e0</w:t>
      </w:r>
    </w:p>
    <w:p w:rsidR="00557788" w:rsidRDefault="00557788" w:rsidP="00557788">
      <w:r>
        <w:t>280.0523</w:t>
      </w:r>
      <w:r>
        <w:tab/>
        <w:t>6.996e-1</w:t>
      </w:r>
    </w:p>
    <w:p w:rsidR="00557788" w:rsidRDefault="00557788" w:rsidP="00557788">
      <w:r>
        <w:t>280.0535</w:t>
      </w:r>
      <w:r>
        <w:tab/>
        <w:t>3.928e0</w:t>
      </w:r>
    </w:p>
    <w:p w:rsidR="00557788" w:rsidRDefault="00557788" w:rsidP="00557788">
      <w:r>
        <w:t>280.0780</w:t>
      </w:r>
      <w:r>
        <w:tab/>
        <w:t>2.232e0</w:t>
      </w:r>
    </w:p>
    <w:p w:rsidR="00557788" w:rsidRDefault="00557788" w:rsidP="00557788">
      <w:r>
        <w:t>280.0965</w:t>
      </w:r>
      <w:r>
        <w:tab/>
        <w:t>1.305e1</w:t>
      </w:r>
    </w:p>
    <w:p w:rsidR="00557788" w:rsidRDefault="00557788" w:rsidP="00557788">
      <w:r>
        <w:t>280.1097</w:t>
      </w:r>
      <w:r>
        <w:tab/>
        <w:t>7.008e0</w:t>
      </w:r>
    </w:p>
    <w:p w:rsidR="00557788" w:rsidRDefault="00557788" w:rsidP="00557788">
      <w:r>
        <w:t>280.1179</w:t>
      </w:r>
      <w:r>
        <w:tab/>
        <w:t>4.078e0</w:t>
      </w:r>
    </w:p>
    <w:p w:rsidR="00557788" w:rsidRDefault="00557788" w:rsidP="00557788">
      <w:r>
        <w:t>280.1250</w:t>
      </w:r>
      <w:r>
        <w:tab/>
        <w:t>6.170e0</w:t>
      </w:r>
    </w:p>
    <w:p w:rsidR="00557788" w:rsidRDefault="00557788" w:rsidP="00557788">
      <w:r>
        <w:t>280.1408</w:t>
      </w:r>
      <w:r>
        <w:tab/>
        <w:t>2.882e0</w:t>
      </w:r>
    </w:p>
    <w:p w:rsidR="00557788" w:rsidRDefault="00557788" w:rsidP="00557788">
      <w:r>
        <w:t>280.1609</w:t>
      </w:r>
      <w:r>
        <w:tab/>
        <w:t>1.515e0</w:t>
      </w:r>
    </w:p>
    <w:p w:rsidR="00557788" w:rsidRDefault="00557788" w:rsidP="00557788">
      <w:r>
        <w:t>280.1621</w:t>
      </w:r>
      <w:r>
        <w:tab/>
        <w:t>5.321e0</w:t>
      </w:r>
    </w:p>
    <w:p w:rsidR="00557788" w:rsidRDefault="00557788" w:rsidP="00557788">
      <w:r>
        <w:lastRenderedPageBreak/>
        <w:t>280.1860</w:t>
      </w:r>
      <w:r>
        <w:tab/>
        <w:t>1.553e0</w:t>
      </w:r>
    </w:p>
    <w:p w:rsidR="00557788" w:rsidRDefault="00557788" w:rsidP="00557788">
      <w:r>
        <w:t>280.1942</w:t>
      </w:r>
      <w:r>
        <w:tab/>
        <w:t>3.557e0</w:t>
      </w:r>
    </w:p>
    <w:p w:rsidR="00557788" w:rsidRDefault="00557788" w:rsidP="00557788">
      <w:r>
        <w:t>280.2013</w:t>
      </w:r>
      <w:r>
        <w:tab/>
        <w:t>1.669e0</w:t>
      </w:r>
    </w:p>
    <w:p w:rsidR="00557788" w:rsidRDefault="00557788" w:rsidP="00557788">
      <w:r>
        <w:t>280.2143</w:t>
      </w:r>
      <w:r>
        <w:tab/>
        <w:t>5.951e0</w:t>
      </w:r>
    </w:p>
    <w:p w:rsidR="00557788" w:rsidRDefault="00557788" w:rsidP="00557788">
      <w:r>
        <w:t>280.2259</w:t>
      </w:r>
      <w:r>
        <w:tab/>
        <w:t>2.551e0</w:t>
      </w:r>
    </w:p>
    <w:p w:rsidR="00557788" w:rsidRDefault="00557788" w:rsidP="00557788">
      <w:r>
        <w:t>280.2314</w:t>
      </w:r>
      <w:r>
        <w:tab/>
        <w:t>3.102e0</w:t>
      </w:r>
    </w:p>
    <w:p w:rsidR="00557788" w:rsidRDefault="00557788" w:rsidP="00557788">
      <w:r>
        <w:t>280.2498</w:t>
      </w:r>
      <w:r>
        <w:tab/>
        <w:t>2.266e0</w:t>
      </w:r>
    </w:p>
    <w:p w:rsidR="00557788" w:rsidRDefault="00557788" w:rsidP="00557788">
      <w:r>
        <w:t>280.2586</w:t>
      </w:r>
      <w:r>
        <w:tab/>
        <w:t>3.812e0</w:t>
      </w:r>
    </w:p>
    <w:p w:rsidR="00557788" w:rsidRDefault="00557788" w:rsidP="00557788">
      <w:r>
        <w:t>280.2633</w:t>
      </w:r>
      <w:r>
        <w:tab/>
        <w:t>1.246e0</w:t>
      </w:r>
    </w:p>
    <w:p w:rsidR="00557788" w:rsidRDefault="00557788" w:rsidP="00557788">
      <w:r>
        <w:t>280.2682</w:t>
      </w:r>
      <w:r>
        <w:tab/>
        <w:t>7.128e0</w:t>
      </w:r>
    </w:p>
    <w:p w:rsidR="00557788" w:rsidRDefault="00557788" w:rsidP="00557788">
      <w:r>
        <w:t>280.2716</w:t>
      </w:r>
      <w:r>
        <w:tab/>
        <w:t>1.155e0</w:t>
      </w:r>
    </w:p>
    <w:p w:rsidR="00557788" w:rsidRDefault="00557788" w:rsidP="00557788">
      <w:r>
        <w:t>280.2746</w:t>
      </w:r>
      <w:r>
        <w:tab/>
        <w:t>1.935e0</w:t>
      </w:r>
    </w:p>
    <w:p w:rsidR="00557788" w:rsidRDefault="00557788" w:rsidP="00557788">
      <w:r>
        <w:t>280.2785</w:t>
      </w:r>
      <w:r>
        <w:tab/>
        <w:t>1.013e0</w:t>
      </w:r>
    </w:p>
    <w:p w:rsidR="00557788" w:rsidRDefault="00557788" w:rsidP="00557788">
      <w:r>
        <w:t>280.2839</w:t>
      </w:r>
      <w:r>
        <w:tab/>
        <w:t>1.317e0</w:t>
      </w:r>
    </w:p>
    <w:p w:rsidR="00557788" w:rsidRDefault="00557788" w:rsidP="00557788">
      <w:r>
        <w:t>280.3045</w:t>
      </w:r>
      <w:r>
        <w:tab/>
        <w:t>1.013e0</w:t>
      </w:r>
    </w:p>
    <w:p w:rsidR="00557788" w:rsidRDefault="00557788" w:rsidP="00557788">
      <w:r>
        <w:t>280.3344</w:t>
      </w:r>
      <w:r>
        <w:tab/>
        <w:t>2.025e0</w:t>
      </w:r>
    </w:p>
    <w:p w:rsidR="00557788" w:rsidRDefault="00557788" w:rsidP="00557788">
      <w:r>
        <w:t>280.3355</w:t>
      </w:r>
      <w:r>
        <w:tab/>
        <w:t>1.038e0</w:t>
      </w:r>
    </w:p>
    <w:p w:rsidR="00557788" w:rsidRDefault="00557788" w:rsidP="00557788">
      <w:r>
        <w:t>280.3453</w:t>
      </w:r>
      <w:r>
        <w:tab/>
        <w:t>1.013e0</w:t>
      </w:r>
    </w:p>
    <w:p w:rsidR="00557788" w:rsidRDefault="00557788" w:rsidP="00557788">
      <w:r>
        <w:t>280.3517</w:t>
      </w:r>
      <w:r>
        <w:tab/>
        <w:t>5.063e0</w:t>
      </w:r>
    </w:p>
    <w:p w:rsidR="00557788" w:rsidRDefault="00557788" w:rsidP="00557788">
      <w:r>
        <w:lastRenderedPageBreak/>
        <w:t>280.3632</w:t>
      </w:r>
      <w:r>
        <w:tab/>
        <w:t>1.013e0</w:t>
      </w:r>
    </w:p>
    <w:p w:rsidR="00557788" w:rsidRDefault="00557788" w:rsidP="00557788">
      <w:r>
        <w:t>280.3643</w:t>
      </w:r>
      <w:r>
        <w:tab/>
        <w:t>7.089e0</w:t>
      </w:r>
    </w:p>
    <w:p w:rsidR="00557788" w:rsidRDefault="00557788" w:rsidP="00557788">
      <w:r>
        <w:t>280.3917</w:t>
      </w:r>
      <w:r>
        <w:tab/>
        <w:t>4.051e0</w:t>
      </w:r>
    </w:p>
    <w:p w:rsidR="00557788" w:rsidRDefault="00557788" w:rsidP="00557788">
      <w:r>
        <w:t>280.3945</w:t>
      </w:r>
      <w:r>
        <w:tab/>
        <w:t>1.013e0</w:t>
      </w:r>
    </w:p>
    <w:p w:rsidR="00557788" w:rsidRDefault="00557788" w:rsidP="00557788">
      <w:r>
        <w:t>280.3986</w:t>
      </w:r>
      <w:r>
        <w:tab/>
        <w:t>1.013e0</w:t>
      </w:r>
    </w:p>
    <w:p w:rsidR="00557788" w:rsidRDefault="00557788" w:rsidP="00557788">
      <w:r>
        <w:t>280.4001</w:t>
      </w:r>
      <w:r>
        <w:tab/>
        <w:t>1.038e0</w:t>
      </w:r>
    </w:p>
    <w:p w:rsidR="00557788" w:rsidRDefault="00557788" w:rsidP="00557788">
      <w:r>
        <w:t>280.4028</w:t>
      </w:r>
      <w:r>
        <w:tab/>
        <w:t>4.051e0</w:t>
      </w:r>
    </w:p>
    <w:p w:rsidR="00557788" w:rsidRDefault="00557788" w:rsidP="00557788">
      <w:r>
        <w:t>280.4196</w:t>
      </w:r>
      <w:r>
        <w:tab/>
        <w:t>3.038e0</w:t>
      </w:r>
    </w:p>
    <w:p w:rsidR="00557788" w:rsidRDefault="00557788" w:rsidP="00557788">
      <w:r>
        <w:t>280.4240</w:t>
      </w:r>
      <w:r>
        <w:tab/>
        <w:t>1.069e-1</w:t>
      </w:r>
    </w:p>
    <w:p w:rsidR="00557788" w:rsidRDefault="00557788" w:rsidP="00557788">
      <w:r>
        <w:t>280.4339</w:t>
      </w:r>
      <w:r>
        <w:tab/>
        <w:t>1.266e-2</w:t>
      </w:r>
    </w:p>
    <w:p w:rsidR="00557788" w:rsidRDefault="00557788" w:rsidP="00557788">
      <w:r>
        <w:t>280.4456</w:t>
      </w:r>
      <w:r>
        <w:tab/>
        <w:t>4.051e0</w:t>
      </w:r>
    </w:p>
    <w:p w:rsidR="00557788" w:rsidRDefault="00557788" w:rsidP="00557788">
      <w:r>
        <w:t>280.4482</w:t>
      </w:r>
      <w:r>
        <w:tab/>
        <w:t>1.013e0</w:t>
      </w:r>
    </w:p>
    <w:p w:rsidR="00557788" w:rsidRDefault="00557788" w:rsidP="00557788">
      <w:r>
        <w:t>280.4572</w:t>
      </w:r>
      <w:r>
        <w:tab/>
        <w:t>1.038e0</w:t>
      </w:r>
    </w:p>
    <w:p w:rsidR="00557788" w:rsidRDefault="00557788" w:rsidP="00557788">
      <w:r>
        <w:t>280.4707</w:t>
      </w:r>
      <w:r>
        <w:tab/>
        <w:t>3.038e0</w:t>
      </w:r>
    </w:p>
    <w:p w:rsidR="00557788" w:rsidRDefault="00557788" w:rsidP="00557788">
      <w:r>
        <w:t>280.4842</w:t>
      </w:r>
      <w:r>
        <w:tab/>
        <w:t>1.266e-2</w:t>
      </w:r>
    </w:p>
    <w:p w:rsidR="00557788" w:rsidRDefault="00557788" w:rsidP="00557788">
      <w:r>
        <w:t>280.4925</w:t>
      </w:r>
      <w:r>
        <w:tab/>
        <w:t>2.025e0</w:t>
      </w:r>
    </w:p>
    <w:p w:rsidR="00557788" w:rsidRDefault="00557788" w:rsidP="00557788">
      <w:r>
        <w:t>280.5048</w:t>
      </w:r>
      <w:r>
        <w:tab/>
        <w:t>1.038e0</w:t>
      </w:r>
    </w:p>
    <w:p w:rsidR="00557788" w:rsidRDefault="00557788" w:rsidP="00557788">
      <w:r>
        <w:t>280.5155</w:t>
      </w:r>
      <w:r>
        <w:tab/>
        <w:t>2.038e0</w:t>
      </w:r>
    </w:p>
    <w:p w:rsidR="00557788" w:rsidRDefault="00557788" w:rsidP="00557788">
      <w:r>
        <w:t>280.5243</w:t>
      </w:r>
      <w:r>
        <w:tab/>
        <w:t>3.038e0</w:t>
      </w:r>
    </w:p>
    <w:p w:rsidR="00557788" w:rsidRDefault="00557788" w:rsidP="00557788">
      <w:r>
        <w:lastRenderedPageBreak/>
        <w:t>280.5319</w:t>
      </w:r>
      <w:r>
        <w:tab/>
        <w:t>1.038e0</w:t>
      </w:r>
    </w:p>
    <w:p w:rsidR="00557788" w:rsidRDefault="00557788" w:rsidP="00557788">
      <w:r>
        <w:t>280.5335</w:t>
      </w:r>
      <w:r>
        <w:tab/>
        <w:t>2.025e0</w:t>
      </w:r>
    </w:p>
    <w:p w:rsidR="00557788" w:rsidRDefault="00557788" w:rsidP="00557788">
      <w:r>
        <w:t>280.5418</w:t>
      </w:r>
      <w:r>
        <w:tab/>
        <w:t>1.511e0</w:t>
      </w:r>
    </w:p>
    <w:p w:rsidR="00557788" w:rsidRDefault="00557788" w:rsidP="00557788">
      <w:r>
        <w:t>280.5445</w:t>
      </w:r>
      <w:r>
        <w:tab/>
        <w:t>3.038e0</w:t>
      </w:r>
    </w:p>
    <w:p w:rsidR="00557788" w:rsidRDefault="00557788" w:rsidP="00557788">
      <w:r>
        <w:t>280.5592</w:t>
      </w:r>
      <w:r>
        <w:tab/>
        <w:t>1.037e0</w:t>
      </w:r>
    </w:p>
    <w:p w:rsidR="00557788" w:rsidRDefault="00557788" w:rsidP="00557788">
      <w:r>
        <w:t>280.5651</w:t>
      </w:r>
      <w:r>
        <w:tab/>
        <w:t>2.025e0</w:t>
      </w:r>
    </w:p>
    <w:p w:rsidR="00557788" w:rsidRDefault="00557788" w:rsidP="00557788">
      <w:r>
        <w:t>280.5787</w:t>
      </w:r>
      <w:r>
        <w:tab/>
        <w:t>2.532e-2</w:t>
      </w:r>
    </w:p>
    <w:p w:rsidR="00557788" w:rsidRDefault="00557788" w:rsidP="00557788">
      <w:r>
        <w:t>280.6155</w:t>
      </w:r>
      <w:r>
        <w:tab/>
        <w:t>2.025e0</w:t>
      </w:r>
    </w:p>
    <w:p w:rsidR="00557788" w:rsidRDefault="00557788" w:rsidP="00557788">
      <w:r>
        <w:t>280.6259</w:t>
      </w:r>
      <w:r>
        <w:tab/>
        <w:t>2.038e0</w:t>
      </w:r>
    </w:p>
    <w:p w:rsidR="00557788" w:rsidRDefault="00557788" w:rsidP="00557788">
      <w:r>
        <w:t>280.6280</w:t>
      </w:r>
      <w:r>
        <w:tab/>
        <w:t>4.051e0</w:t>
      </w:r>
    </w:p>
    <w:p w:rsidR="00557788" w:rsidRDefault="00557788" w:rsidP="00557788">
      <w:r>
        <w:t>280.6405</w:t>
      </w:r>
      <w:r>
        <w:tab/>
        <w:t>3.038e0</w:t>
      </w:r>
    </w:p>
    <w:p w:rsidR="00557788" w:rsidRDefault="00557788" w:rsidP="00557788">
      <w:r>
        <w:t>280.6573</w:t>
      </w:r>
      <w:r>
        <w:tab/>
        <w:t>2.025e0</w:t>
      </w:r>
    </w:p>
    <w:p w:rsidR="00557788" w:rsidRDefault="00557788" w:rsidP="00557788">
      <w:r>
        <w:t>280.6673</w:t>
      </w:r>
      <w:r>
        <w:tab/>
        <w:t>4.051e0</w:t>
      </w:r>
    </w:p>
    <w:p w:rsidR="00557788" w:rsidRDefault="00557788" w:rsidP="00557788">
      <w:r>
        <w:t>280.6684</w:t>
      </w:r>
      <w:r>
        <w:tab/>
        <w:t>3.038e0</w:t>
      </w:r>
    </w:p>
    <w:p w:rsidR="00557788" w:rsidRDefault="00557788" w:rsidP="00557788">
      <w:r>
        <w:t>280.6798</w:t>
      </w:r>
      <w:r>
        <w:tab/>
        <w:t>2.025e0</w:t>
      </w:r>
    </w:p>
    <w:p w:rsidR="00557788" w:rsidRDefault="00557788" w:rsidP="00557788">
      <w:r>
        <w:t>280.6885</w:t>
      </w:r>
      <w:r>
        <w:tab/>
        <w:t>1.266e-2</w:t>
      </w:r>
    </w:p>
    <w:p w:rsidR="00557788" w:rsidRDefault="00557788" w:rsidP="00557788">
      <w:r>
        <w:t>280.6967</w:t>
      </w:r>
      <w:r>
        <w:tab/>
        <w:t>1.013e0</w:t>
      </w:r>
    </w:p>
    <w:p w:rsidR="00557788" w:rsidRDefault="00557788" w:rsidP="00557788">
      <w:r>
        <w:t>280.6977</w:t>
      </w:r>
      <w:r>
        <w:tab/>
        <w:t>2.038e0</w:t>
      </w:r>
    </w:p>
    <w:p w:rsidR="00557788" w:rsidRDefault="00557788" w:rsidP="00557788">
      <w:r>
        <w:t>280.7055</w:t>
      </w:r>
      <w:r>
        <w:tab/>
        <w:t>1.266e-2</w:t>
      </w:r>
    </w:p>
    <w:p w:rsidR="00557788" w:rsidRDefault="00557788" w:rsidP="00557788">
      <w:r>
        <w:lastRenderedPageBreak/>
        <w:t>280.7378</w:t>
      </w:r>
      <w:r>
        <w:tab/>
        <w:t>8.114e0</w:t>
      </w:r>
    </w:p>
    <w:p w:rsidR="00557788" w:rsidRDefault="00557788" w:rsidP="00557788">
      <w:r>
        <w:t>280.7513</w:t>
      </w:r>
      <w:r>
        <w:tab/>
        <w:t>1.266e-2</w:t>
      </w:r>
    </w:p>
    <w:p w:rsidR="00557788" w:rsidRDefault="00557788" w:rsidP="00557788">
      <w:r>
        <w:t>280.7534</w:t>
      </w:r>
      <w:r>
        <w:tab/>
        <w:t>1.038e0</w:t>
      </w:r>
    </w:p>
    <w:p w:rsidR="00557788" w:rsidRDefault="00557788" w:rsidP="00557788">
      <w:r>
        <w:t>280.7552</w:t>
      </w:r>
      <w:r>
        <w:tab/>
        <w:t>1.025e0</w:t>
      </w:r>
    </w:p>
    <w:p w:rsidR="00557788" w:rsidRDefault="00557788" w:rsidP="00557788">
      <w:r>
        <w:t>280.7673</w:t>
      </w:r>
      <w:r>
        <w:tab/>
        <w:t>1.013e0</w:t>
      </w:r>
    </w:p>
    <w:p w:rsidR="00557788" w:rsidRDefault="00557788" w:rsidP="00557788">
      <w:r>
        <w:t>280.7728</w:t>
      </w:r>
      <w:r>
        <w:tab/>
        <w:t>3.038e0</w:t>
      </w:r>
    </w:p>
    <w:p w:rsidR="00557788" w:rsidRDefault="00557788" w:rsidP="00557788">
      <w:r>
        <w:t>280.7776</w:t>
      </w:r>
      <w:r>
        <w:tab/>
        <w:t>1.266e-2</w:t>
      </w:r>
    </w:p>
    <w:p w:rsidR="00557788" w:rsidRDefault="00557788" w:rsidP="00557788">
      <w:r>
        <w:t>280.7787</w:t>
      </w:r>
      <w:r>
        <w:tab/>
        <w:t>2.025e0</w:t>
      </w:r>
    </w:p>
    <w:p w:rsidR="00557788" w:rsidRDefault="00557788" w:rsidP="00557788">
      <w:r>
        <w:t>280.7977</w:t>
      </w:r>
      <w:r>
        <w:tab/>
        <w:t>1.038e0</w:t>
      </w:r>
    </w:p>
    <w:p w:rsidR="00557788" w:rsidRDefault="00557788" w:rsidP="00557788">
      <w:r>
        <w:t>280.8086</w:t>
      </w:r>
      <w:r>
        <w:tab/>
        <w:t>1.013e0</w:t>
      </w:r>
    </w:p>
    <w:p w:rsidR="00557788" w:rsidRDefault="00557788" w:rsidP="00557788">
      <w:r>
        <w:t>280.8127</w:t>
      </w:r>
      <w:r>
        <w:tab/>
        <w:t>2.025e0</w:t>
      </w:r>
    </w:p>
    <w:p w:rsidR="00557788" w:rsidRDefault="00557788" w:rsidP="00557788">
      <w:r>
        <w:t>280.8141</w:t>
      </w:r>
      <w:r>
        <w:tab/>
        <w:t>2.051e0</w:t>
      </w:r>
    </w:p>
    <w:p w:rsidR="00557788" w:rsidRDefault="00557788" w:rsidP="00557788">
      <w:r>
        <w:t>280.8201</w:t>
      </w:r>
      <w:r>
        <w:tab/>
        <w:t>2.025e0</w:t>
      </w:r>
    </w:p>
    <w:p w:rsidR="00557788" w:rsidRDefault="00557788" w:rsidP="00557788">
      <w:r>
        <w:t>280.8534</w:t>
      </w:r>
      <w:r>
        <w:tab/>
        <w:t>2.532e-2</w:t>
      </w:r>
    </w:p>
    <w:p w:rsidR="00557788" w:rsidRDefault="00557788" w:rsidP="00557788">
      <w:r>
        <w:t>280.8574</w:t>
      </w:r>
      <w:r>
        <w:tab/>
        <w:t>3.038e0</w:t>
      </w:r>
    </w:p>
    <w:p w:rsidR="00557788" w:rsidRDefault="00557788" w:rsidP="00557788">
      <w:r>
        <w:t>280.8664</w:t>
      </w:r>
      <w:r>
        <w:tab/>
        <w:t>2.025e0</w:t>
      </w:r>
    </w:p>
    <w:p w:rsidR="00557788" w:rsidRDefault="00557788" w:rsidP="00557788">
      <w:r>
        <w:t>280.8806</w:t>
      </w:r>
      <w:r>
        <w:tab/>
        <w:t>1.013e0</w:t>
      </w:r>
    </w:p>
    <w:p w:rsidR="00557788" w:rsidRDefault="00557788" w:rsidP="00557788">
      <w:r>
        <w:t>280.8846</w:t>
      </w:r>
      <w:r>
        <w:tab/>
        <w:t>1.266e-2</w:t>
      </w:r>
    </w:p>
    <w:p w:rsidR="00557788" w:rsidRDefault="00557788" w:rsidP="00557788">
      <w:r>
        <w:t>280.8928</w:t>
      </w:r>
      <w:r>
        <w:tab/>
        <w:t>1.025e0</w:t>
      </w:r>
    </w:p>
    <w:p w:rsidR="00557788" w:rsidRDefault="00557788" w:rsidP="00557788">
      <w:r>
        <w:lastRenderedPageBreak/>
        <w:t>280.9081</w:t>
      </w:r>
      <w:r>
        <w:tab/>
        <w:t>4.051e0</w:t>
      </w:r>
    </w:p>
    <w:p w:rsidR="00557788" w:rsidRDefault="00557788" w:rsidP="00557788">
      <w:r>
        <w:t>280.9182</w:t>
      </w:r>
      <w:r>
        <w:tab/>
        <w:t>2.025e0</w:t>
      </w:r>
    </w:p>
    <w:p w:rsidR="00557788" w:rsidRDefault="00557788" w:rsidP="00557788">
      <w:r>
        <w:t>280.9373</w:t>
      </w:r>
      <w:r>
        <w:tab/>
        <w:t>1.013e0</w:t>
      </w:r>
    </w:p>
    <w:p w:rsidR="00557788" w:rsidRDefault="00557788" w:rsidP="00557788">
      <w:r>
        <w:t>280.9440</w:t>
      </w:r>
      <w:r>
        <w:tab/>
        <w:t>1.038e0</w:t>
      </w:r>
    </w:p>
    <w:p w:rsidR="00557788" w:rsidRDefault="00557788" w:rsidP="00557788">
      <w:r>
        <w:t>280.9619</w:t>
      </w:r>
      <w:r>
        <w:tab/>
        <w:t>4.076e0</w:t>
      </w:r>
    </w:p>
    <w:p w:rsidR="00557788" w:rsidRDefault="00557788" w:rsidP="00557788">
      <w:r>
        <w:t>280.9714</w:t>
      </w:r>
      <w:r>
        <w:tab/>
        <w:t>5.980e0</w:t>
      </w:r>
    </w:p>
    <w:p w:rsidR="00557788" w:rsidRDefault="00557788" w:rsidP="00557788">
      <w:r>
        <w:t>280.9803</w:t>
      </w:r>
      <w:r>
        <w:tab/>
        <w:t>6.076e0</w:t>
      </w:r>
    </w:p>
    <w:p w:rsidR="00557788" w:rsidRDefault="00557788" w:rsidP="00557788">
      <w:r>
        <w:t>280.9900</w:t>
      </w:r>
      <w:r>
        <w:tab/>
        <w:t>3.404e0</w:t>
      </w:r>
    </w:p>
    <w:p w:rsidR="00557788" w:rsidRDefault="00557788" w:rsidP="00557788">
      <w:r>
        <w:t>281.0003</w:t>
      </w:r>
      <w:r>
        <w:tab/>
        <w:t>4.745e-1</w:t>
      </w:r>
    </w:p>
    <w:p w:rsidR="00557788" w:rsidRDefault="00557788" w:rsidP="00557788">
      <w:r>
        <w:t>281.0059</w:t>
      </w:r>
      <w:r>
        <w:tab/>
        <w:t>1.729e0</w:t>
      </w:r>
    </w:p>
    <w:p w:rsidR="00557788" w:rsidRDefault="00557788" w:rsidP="00557788">
      <w:r>
        <w:t>281.0074</w:t>
      </w:r>
      <w:r>
        <w:tab/>
        <w:t>4.149e0</w:t>
      </w:r>
    </w:p>
    <w:p w:rsidR="00557788" w:rsidRDefault="00557788" w:rsidP="00557788">
      <w:r>
        <w:t>281.0113</w:t>
      </w:r>
      <w:r>
        <w:tab/>
        <w:t>1.260e0</w:t>
      </w:r>
    </w:p>
    <w:p w:rsidR="00557788" w:rsidRDefault="00557788" w:rsidP="00557788">
      <w:r>
        <w:t>281.0319</w:t>
      </w:r>
      <w:r>
        <w:tab/>
        <w:t>3.406e0</w:t>
      </w:r>
    </w:p>
    <w:p w:rsidR="00557788" w:rsidRDefault="00557788" w:rsidP="00557788">
      <w:r>
        <w:t>281.0333</w:t>
      </w:r>
      <w:r>
        <w:tab/>
        <w:t>1.385e0</w:t>
      </w:r>
    </w:p>
    <w:p w:rsidR="00557788" w:rsidRDefault="00557788" w:rsidP="00557788">
      <w:r>
        <w:t>281.0363</w:t>
      </w:r>
      <w:r>
        <w:tab/>
        <w:t>1.687e0</w:t>
      </w:r>
    </w:p>
    <w:p w:rsidR="00557788" w:rsidRDefault="00557788" w:rsidP="00557788">
      <w:r>
        <w:t>281.0489</w:t>
      </w:r>
      <w:r>
        <w:tab/>
        <w:t>2.040e-1</w:t>
      </w:r>
    </w:p>
    <w:p w:rsidR="00557788" w:rsidRDefault="00557788" w:rsidP="00557788">
      <w:r>
        <w:t>281.0622</w:t>
      </w:r>
      <w:r>
        <w:tab/>
        <w:t>1.509e0</w:t>
      </w:r>
    </w:p>
    <w:p w:rsidR="00557788" w:rsidRDefault="00557788" w:rsidP="00557788">
      <w:r>
        <w:t>281.0713</w:t>
      </w:r>
      <w:r>
        <w:tab/>
        <w:t>3.262e0</w:t>
      </w:r>
    </w:p>
    <w:p w:rsidR="00557788" w:rsidRDefault="00557788" w:rsidP="00557788">
      <w:r>
        <w:t>281.0792</w:t>
      </w:r>
      <w:r>
        <w:tab/>
        <w:t>3.867e0</w:t>
      </w:r>
    </w:p>
    <w:p w:rsidR="00557788" w:rsidRDefault="00557788" w:rsidP="00557788">
      <w:r>
        <w:lastRenderedPageBreak/>
        <w:t>281.0938</w:t>
      </w:r>
      <w:r>
        <w:tab/>
        <w:t>1.822e0</w:t>
      </w:r>
    </w:p>
    <w:p w:rsidR="00557788" w:rsidRDefault="00557788" w:rsidP="00557788">
      <w:r>
        <w:t>281.1313</w:t>
      </w:r>
      <w:r>
        <w:tab/>
        <w:t>1.644e0</w:t>
      </w:r>
    </w:p>
    <w:p w:rsidR="00557788" w:rsidRDefault="00557788" w:rsidP="00557788">
      <w:r>
        <w:t>281.1331</w:t>
      </w:r>
      <w:r>
        <w:tab/>
        <w:t>4.533e0</w:t>
      </w:r>
    </w:p>
    <w:p w:rsidR="00557788" w:rsidRDefault="00557788" w:rsidP="00557788">
      <w:r>
        <w:t>281.1342</w:t>
      </w:r>
      <w:r>
        <w:tab/>
        <w:t>4.397e0</w:t>
      </w:r>
    </w:p>
    <w:p w:rsidR="00557788" w:rsidRDefault="00557788" w:rsidP="00557788">
      <w:r>
        <w:t>281.1485</w:t>
      </w:r>
      <w:r>
        <w:tab/>
        <w:t>1.904e0</w:t>
      </w:r>
    </w:p>
    <w:p w:rsidR="00557788" w:rsidRDefault="00557788" w:rsidP="00557788">
      <w:r>
        <w:t>281.1711</w:t>
      </w:r>
      <w:r>
        <w:tab/>
        <w:t>2.327e0</w:t>
      </w:r>
    </w:p>
    <w:p w:rsidR="00557788" w:rsidRDefault="00557788" w:rsidP="00557788">
      <w:r>
        <w:t>281.1969</w:t>
      </w:r>
      <w:r>
        <w:tab/>
        <w:t>1.885e0</w:t>
      </w:r>
    </w:p>
    <w:p w:rsidR="00557788" w:rsidRDefault="00557788" w:rsidP="00557788">
      <w:r>
        <w:t>281.1994</w:t>
      </w:r>
      <w:r>
        <w:tab/>
        <w:t>1.662e0</w:t>
      </w:r>
    </w:p>
    <w:p w:rsidR="00557788" w:rsidRDefault="00557788" w:rsidP="00557788">
      <w:r>
        <w:t>281.2285</w:t>
      </w:r>
      <w:r>
        <w:tab/>
        <w:t>1.086e0</w:t>
      </w:r>
    </w:p>
    <w:p w:rsidR="00557788" w:rsidRDefault="00557788" w:rsidP="00557788">
      <w:r>
        <w:t>281.2370</w:t>
      </w:r>
      <w:r>
        <w:tab/>
        <w:t>5.466e0</w:t>
      </w:r>
    </w:p>
    <w:p w:rsidR="00557788" w:rsidRDefault="00557788" w:rsidP="00557788">
      <w:r>
        <w:t>281.2497</w:t>
      </w:r>
      <w:r>
        <w:tab/>
        <w:t>5.692e0</w:t>
      </w:r>
    </w:p>
    <w:p w:rsidR="00557788" w:rsidRDefault="00557788" w:rsidP="00557788">
      <w:r>
        <w:t>281.2547</w:t>
      </w:r>
      <w:r>
        <w:tab/>
        <w:t>2.926e0</w:t>
      </w:r>
    </w:p>
    <w:p w:rsidR="00557788" w:rsidRDefault="00557788" w:rsidP="00557788">
      <w:r>
        <w:t>281.2651</w:t>
      </w:r>
      <w:r>
        <w:tab/>
        <w:t>6.650e0</w:t>
      </w:r>
    </w:p>
    <w:p w:rsidR="00557788" w:rsidRDefault="00557788" w:rsidP="00557788">
      <w:r>
        <w:t>281.2673</w:t>
      </w:r>
      <w:r>
        <w:tab/>
        <w:t>3.617e0</w:t>
      </w:r>
    </w:p>
    <w:p w:rsidR="00557788" w:rsidRDefault="00557788" w:rsidP="00557788">
      <w:r>
        <w:t>281.2793</w:t>
      </w:r>
      <w:r>
        <w:tab/>
        <w:t>3.038e0</w:t>
      </w:r>
    </w:p>
    <w:p w:rsidR="00557788" w:rsidRDefault="00557788" w:rsidP="00557788">
      <w:r>
        <w:t>281.3102</w:t>
      </w:r>
      <w:r>
        <w:tab/>
        <w:t>2.025e0</w:t>
      </w:r>
    </w:p>
    <w:p w:rsidR="00557788" w:rsidRDefault="00557788" w:rsidP="00557788">
      <w:r>
        <w:t>281.3163</w:t>
      </w:r>
      <w:r>
        <w:tab/>
        <w:t>1.013e0</w:t>
      </w:r>
    </w:p>
    <w:p w:rsidR="00557788" w:rsidRDefault="00557788" w:rsidP="00557788">
      <w:r>
        <w:t>281.3183</w:t>
      </w:r>
      <w:r>
        <w:tab/>
        <w:t>2.025e0</w:t>
      </w:r>
    </w:p>
    <w:p w:rsidR="00557788" w:rsidRDefault="00557788" w:rsidP="00557788">
      <w:r>
        <w:t>281.3204</w:t>
      </w:r>
      <w:r>
        <w:tab/>
        <w:t>2.025e0</w:t>
      </w:r>
    </w:p>
    <w:p w:rsidR="00557788" w:rsidRDefault="00557788" w:rsidP="00557788">
      <w:r>
        <w:lastRenderedPageBreak/>
        <w:t>281.3340</w:t>
      </w:r>
      <w:r>
        <w:tab/>
        <w:t>2.025e0</w:t>
      </w:r>
    </w:p>
    <w:p w:rsidR="00557788" w:rsidRDefault="00557788" w:rsidP="00557788">
      <w:r>
        <w:t>281.3395</w:t>
      </w:r>
      <w:r>
        <w:tab/>
        <w:t>1.025e0</w:t>
      </w:r>
    </w:p>
    <w:p w:rsidR="00557788" w:rsidRDefault="00557788" w:rsidP="00557788">
      <w:r>
        <w:t>281.3493</w:t>
      </w:r>
      <w:r>
        <w:tab/>
        <w:t>4.944e0</w:t>
      </w:r>
    </w:p>
    <w:p w:rsidR="00557788" w:rsidRDefault="00557788" w:rsidP="00557788">
      <w:r>
        <w:t>281.3557</w:t>
      </w:r>
      <w:r>
        <w:tab/>
        <w:t>1.025e0</w:t>
      </w:r>
    </w:p>
    <w:p w:rsidR="00557788" w:rsidRDefault="00557788" w:rsidP="00557788">
      <w:r>
        <w:t>281.3691</w:t>
      </w:r>
      <w:r>
        <w:tab/>
        <w:t>4.051e0</w:t>
      </w:r>
    </w:p>
    <w:p w:rsidR="00557788" w:rsidRDefault="00557788" w:rsidP="00557788">
      <w:r>
        <w:t>281.3922</w:t>
      </w:r>
      <w:r>
        <w:tab/>
        <w:t>2.025e0</w:t>
      </w:r>
    </w:p>
    <w:p w:rsidR="00557788" w:rsidRDefault="00557788" w:rsidP="00557788">
      <w:r>
        <w:t>281.3962</w:t>
      </w:r>
      <w:r>
        <w:tab/>
        <w:t>1.013e0</w:t>
      </w:r>
    </w:p>
    <w:p w:rsidR="00557788" w:rsidRDefault="00557788" w:rsidP="00557788">
      <w:r>
        <w:t>281.4034</w:t>
      </w:r>
      <w:r>
        <w:tab/>
        <w:t>4.051e0</w:t>
      </w:r>
    </w:p>
    <w:p w:rsidR="00557788" w:rsidRDefault="00557788" w:rsidP="00557788">
      <w:r>
        <w:t>281.4324</w:t>
      </w:r>
      <w:r>
        <w:tab/>
        <w:t>1.013e0</w:t>
      </w:r>
    </w:p>
    <w:p w:rsidR="00557788" w:rsidRDefault="00557788" w:rsidP="00557788">
      <w:r>
        <w:t>281.4366</w:t>
      </w:r>
      <w:r>
        <w:tab/>
        <w:t>2.025e0</w:t>
      </w:r>
    </w:p>
    <w:p w:rsidR="00557788" w:rsidRDefault="00557788" w:rsidP="00557788">
      <w:r>
        <w:t>281.4478</w:t>
      </w:r>
      <w:r>
        <w:tab/>
        <w:t>2.025e0</w:t>
      </w:r>
    </w:p>
    <w:p w:rsidR="00557788" w:rsidRDefault="00557788" w:rsidP="00557788">
      <w:r>
        <w:t>281.4499</w:t>
      </w:r>
      <w:r>
        <w:tab/>
        <w:t>2.532e-2</w:t>
      </w:r>
    </w:p>
    <w:p w:rsidR="00557788" w:rsidRDefault="00557788" w:rsidP="00557788">
      <w:r>
        <w:t>281.4732</w:t>
      </w:r>
      <w:r>
        <w:tab/>
        <w:t>2.532e-2</w:t>
      </w:r>
    </w:p>
    <w:p w:rsidR="00557788" w:rsidRDefault="00557788" w:rsidP="00557788">
      <w:r>
        <w:t>281.4771</w:t>
      </w:r>
      <w:r>
        <w:tab/>
        <w:t>1.025e0</w:t>
      </w:r>
    </w:p>
    <w:p w:rsidR="00557788" w:rsidRDefault="00557788" w:rsidP="00557788">
      <w:r>
        <w:t>281.4989</w:t>
      </w:r>
      <w:r>
        <w:tab/>
        <w:t>2.532e-2</w:t>
      </w:r>
    </w:p>
    <w:p w:rsidR="00557788" w:rsidRDefault="00557788" w:rsidP="00557788">
      <w:r>
        <w:t>281.5019</w:t>
      </w:r>
      <w:r>
        <w:tab/>
        <w:t>1.331e0</w:t>
      </w:r>
    </w:p>
    <w:p w:rsidR="00557788" w:rsidRDefault="00557788" w:rsidP="00557788">
      <w:r>
        <w:t>281.5086</w:t>
      </w:r>
      <w:r>
        <w:tab/>
        <w:t>1.025e0</w:t>
      </w:r>
    </w:p>
    <w:p w:rsidR="00557788" w:rsidRDefault="00557788" w:rsidP="00557788">
      <w:r>
        <w:t>281.5213</w:t>
      </w:r>
      <w:r>
        <w:tab/>
        <w:t>3.038e0</w:t>
      </w:r>
    </w:p>
    <w:p w:rsidR="00557788" w:rsidRDefault="00557788" w:rsidP="00557788">
      <w:r>
        <w:t>281.5304</w:t>
      </w:r>
      <w:r>
        <w:tab/>
        <w:t>1.266e-2</w:t>
      </w:r>
    </w:p>
    <w:p w:rsidR="00557788" w:rsidRDefault="00557788" w:rsidP="00557788">
      <w:r>
        <w:lastRenderedPageBreak/>
        <w:t>281.5356</w:t>
      </w:r>
      <w:r>
        <w:tab/>
        <w:t>2.051e0</w:t>
      </w:r>
    </w:p>
    <w:p w:rsidR="00557788" w:rsidRDefault="00557788" w:rsidP="00557788">
      <w:r>
        <w:t>281.5379</w:t>
      </w:r>
      <w:r>
        <w:tab/>
        <w:t>2.025e0</w:t>
      </w:r>
    </w:p>
    <w:p w:rsidR="00557788" w:rsidRDefault="00557788" w:rsidP="00557788">
      <w:r>
        <w:t>281.5439</w:t>
      </w:r>
      <w:r>
        <w:tab/>
        <w:t>1.013e0</w:t>
      </w:r>
    </w:p>
    <w:p w:rsidR="00557788" w:rsidRDefault="00557788" w:rsidP="00557788">
      <w:r>
        <w:t>281.5480</w:t>
      </w:r>
      <w:r>
        <w:tab/>
        <w:t>1.266e-2</w:t>
      </w:r>
    </w:p>
    <w:p w:rsidR="00557788" w:rsidRDefault="00557788" w:rsidP="00557788">
      <w:r>
        <w:t>281.5504</w:t>
      </w:r>
      <w:r>
        <w:tab/>
        <w:t>2.025e0</w:t>
      </w:r>
    </w:p>
    <w:p w:rsidR="00557788" w:rsidRDefault="00557788" w:rsidP="00557788">
      <w:r>
        <w:t>281.5757</w:t>
      </w:r>
      <w:r>
        <w:tab/>
        <w:t>3.798e-2</w:t>
      </w:r>
    </w:p>
    <w:p w:rsidR="00557788" w:rsidRDefault="00557788" w:rsidP="00557788">
      <w:r>
        <w:t>281.5788</w:t>
      </w:r>
      <w:r>
        <w:tab/>
        <w:t>3.051e0</w:t>
      </w:r>
    </w:p>
    <w:p w:rsidR="00557788" w:rsidRDefault="00557788" w:rsidP="00557788">
      <w:r>
        <w:t>281.5873</w:t>
      </w:r>
      <w:r>
        <w:tab/>
        <w:t>2.038e0</w:t>
      </w:r>
    </w:p>
    <w:p w:rsidR="00557788" w:rsidRDefault="00557788" w:rsidP="00557788">
      <w:r>
        <w:t>281.5933</w:t>
      </w:r>
      <w:r>
        <w:tab/>
        <w:t>3.051e0</w:t>
      </w:r>
    </w:p>
    <w:p w:rsidR="00557788" w:rsidRDefault="00557788" w:rsidP="00557788">
      <w:r>
        <w:t>281.5986</w:t>
      </w:r>
      <w:r>
        <w:tab/>
        <w:t>2.025e0</w:t>
      </w:r>
    </w:p>
    <w:p w:rsidR="00557788" w:rsidRDefault="00557788" w:rsidP="00557788">
      <w:r>
        <w:t>281.6066</w:t>
      </w:r>
      <w:r>
        <w:tab/>
        <w:t>1.013e0</w:t>
      </w:r>
    </w:p>
    <w:p w:rsidR="00557788" w:rsidRDefault="00557788" w:rsidP="00557788">
      <w:r>
        <w:t>281.6087</w:t>
      </w:r>
      <w:r>
        <w:tab/>
        <w:t>2.025e0</w:t>
      </w:r>
    </w:p>
    <w:p w:rsidR="00557788" w:rsidRDefault="00557788" w:rsidP="00557788">
      <w:r>
        <w:t>281.6234</w:t>
      </w:r>
      <w:r>
        <w:tab/>
        <w:t>1.013e0</w:t>
      </w:r>
    </w:p>
    <w:p w:rsidR="00557788" w:rsidRDefault="00557788" w:rsidP="00557788">
      <w:r>
        <w:t>281.6332</w:t>
      </w:r>
      <w:r>
        <w:tab/>
        <w:t>3.426e0</w:t>
      </w:r>
    </w:p>
    <w:p w:rsidR="00557788" w:rsidRDefault="00557788" w:rsidP="00557788">
      <w:r>
        <w:t>281.6457</w:t>
      </w:r>
      <w:r>
        <w:tab/>
        <w:t>2.941e0</w:t>
      </w:r>
    </w:p>
    <w:p w:rsidR="00557788" w:rsidRDefault="00557788" w:rsidP="00557788">
      <w:r>
        <w:t>281.6501</w:t>
      </w:r>
      <w:r>
        <w:tab/>
        <w:t>1.025e0</w:t>
      </w:r>
    </w:p>
    <w:p w:rsidR="00557788" w:rsidRDefault="00557788" w:rsidP="00557788">
      <w:r>
        <w:t>281.6619</w:t>
      </w:r>
      <w:r>
        <w:tab/>
        <w:t>2.025e0</w:t>
      </w:r>
    </w:p>
    <w:p w:rsidR="00557788" w:rsidRDefault="00557788" w:rsidP="00557788">
      <w:r>
        <w:t>281.6634</w:t>
      </w:r>
      <w:r>
        <w:tab/>
        <w:t>4.051e0</w:t>
      </w:r>
    </w:p>
    <w:p w:rsidR="00557788" w:rsidRDefault="00557788" w:rsidP="00557788">
      <w:r>
        <w:t>281.6754</w:t>
      </w:r>
      <w:r>
        <w:tab/>
        <w:t>4.051e0</w:t>
      </w:r>
    </w:p>
    <w:p w:rsidR="00557788" w:rsidRDefault="00557788" w:rsidP="00557788">
      <w:r>
        <w:lastRenderedPageBreak/>
        <w:t>281.6775</w:t>
      </w:r>
      <w:r>
        <w:tab/>
        <w:t>1.266e-2</w:t>
      </w:r>
    </w:p>
    <w:p w:rsidR="00557788" w:rsidRDefault="00557788" w:rsidP="00557788">
      <w:r>
        <w:t>281.6853</w:t>
      </w:r>
      <w:r>
        <w:tab/>
        <w:t>2.025e0</w:t>
      </w:r>
    </w:p>
    <w:p w:rsidR="00557788" w:rsidRDefault="00557788" w:rsidP="00557788">
      <w:r>
        <w:t>281.6865</w:t>
      </w:r>
      <w:r>
        <w:tab/>
        <w:t>2.025e0</w:t>
      </w:r>
    </w:p>
    <w:p w:rsidR="00557788" w:rsidRDefault="00557788" w:rsidP="00557788">
      <w:r>
        <w:t>281.6997</w:t>
      </w:r>
      <w:r>
        <w:tab/>
        <w:t>2.025e0</w:t>
      </w:r>
    </w:p>
    <w:p w:rsidR="00557788" w:rsidRDefault="00557788" w:rsidP="00557788">
      <w:r>
        <w:t>281.7044</w:t>
      </w:r>
      <w:r>
        <w:tab/>
        <w:t>3.038e0</w:t>
      </w:r>
    </w:p>
    <w:p w:rsidR="00557788" w:rsidRDefault="00557788" w:rsidP="00557788">
      <w:r>
        <w:t>281.7318</w:t>
      </w:r>
      <w:r>
        <w:tab/>
        <w:t>2.025e0</w:t>
      </w:r>
    </w:p>
    <w:p w:rsidR="00557788" w:rsidRDefault="00557788" w:rsidP="00557788">
      <w:r>
        <w:t>281.7401</w:t>
      </w:r>
      <w:r>
        <w:tab/>
        <w:t>1.266e-2</w:t>
      </w:r>
    </w:p>
    <w:p w:rsidR="00557788" w:rsidRDefault="00557788" w:rsidP="00557788">
      <w:r>
        <w:t>281.7422</w:t>
      </w:r>
      <w:r>
        <w:tab/>
        <w:t>2.025e0</w:t>
      </w:r>
    </w:p>
    <w:p w:rsidR="00557788" w:rsidRDefault="00557788" w:rsidP="00557788">
      <w:r>
        <w:t>281.7504</w:t>
      </w:r>
      <w:r>
        <w:tab/>
        <w:t>4.051e0</w:t>
      </w:r>
    </w:p>
    <w:p w:rsidR="00557788" w:rsidRDefault="00557788" w:rsidP="00557788">
      <w:r>
        <w:t>281.7544</w:t>
      </w:r>
      <w:r>
        <w:tab/>
        <w:t>7.089e0</w:t>
      </w:r>
    </w:p>
    <w:p w:rsidR="00557788" w:rsidRDefault="00557788" w:rsidP="00557788">
      <w:r>
        <w:t>281.7577</w:t>
      </w:r>
      <w:r>
        <w:tab/>
        <w:t>4.051e0</w:t>
      </w:r>
    </w:p>
    <w:p w:rsidR="00557788" w:rsidRDefault="00557788" w:rsidP="00557788">
      <w:r>
        <w:t>281.7597</w:t>
      </w:r>
      <w:r>
        <w:tab/>
        <w:t>2.532e-2</w:t>
      </w:r>
    </w:p>
    <w:p w:rsidR="00557788" w:rsidRDefault="00557788" w:rsidP="00557788">
      <w:r>
        <w:t>281.7676</w:t>
      </w:r>
      <w:r>
        <w:tab/>
        <w:t>1.266e-2</w:t>
      </w:r>
    </w:p>
    <w:p w:rsidR="00557788" w:rsidRDefault="00557788" w:rsidP="00557788">
      <w:r>
        <w:t>281.7902</w:t>
      </w:r>
      <w:r>
        <w:tab/>
        <w:t>3.038e0</w:t>
      </w:r>
    </w:p>
    <w:p w:rsidR="00557788" w:rsidRDefault="00557788" w:rsidP="00557788">
      <w:r>
        <w:t>281.7933</w:t>
      </w:r>
      <w:r>
        <w:tab/>
        <w:t>2.025e0</w:t>
      </w:r>
    </w:p>
    <w:p w:rsidR="00557788" w:rsidRDefault="00557788" w:rsidP="00557788">
      <w:r>
        <w:t>281.8029</w:t>
      </w:r>
      <w:r>
        <w:tab/>
        <w:t>1.038e0</w:t>
      </w:r>
    </w:p>
    <w:p w:rsidR="00557788" w:rsidRDefault="00557788" w:rsidP="00557788">
      <w:r>
        <w:t>281.8110</w:t>
      </w:r>
      <w:r>
        <w:tab/>
        <w:t>1.013e0</w:t>
      </w:r>
    </w:p>
    <w:p w:rsidR="00557788" w:rsidRDefault="00557788" w:rsidP="00557788">
      <w:r>
        <w:t>281.8202</w:t>
      </w:r>
      <w:r>
        <w:tab/>
        <w:t>1.038e0</w:t>
      </w:r>
    </w:p>
    <w:p w:rsidR="00557788" w:rsidRDefault="00557788" w:rsidP="00557788">
      <w:r>
        <w:t>281.8264</w:t>
      </w:r>
      <w:r>
        <w:tab/>
        <w:t>2.025e0</w:t>
      </w:r>
    </w:p>
    <w:p w:rsidR="00557788" w:rsidRDefault="00557788" w:rsidP="00557788">
      <w:r>
        <w:lastRenderedPageBreak/>
        <w:t>281.8498</w:t>
      </w:r>
      <w:r>
        <w:tab/>
        <w:t>1.038e0</w:t>
      </w:r>
    </w:p>
    <w:p w:rsidR="00557788" w:rsidRDefault="00557788" w:rsidP="00557788">
      <w:r>
        <w:t>281.8657</w:t>
      </w:r>
      <w:r>
        <w:tab/>
        <w:t>1.025e0</w:t>
      </w:r>
    </w:p>
    <w:p w:rsidR="00557788" w:rsidRDefault="00557788" w:rsidP="00557788">
      <w:r>
        <w:t>281.8667</w:t>
      </w:r>
      <w:r>
        <w:tab/>
        <w:t>2.025e0</w:t>
      </w:r>
    </w:p>
    <w:p w:rsidR="00557788" w:rsidRDefault="00557788" w:rsidP="00557788">
      <w:r>
        <w:t>281.9010</w:t>
      </w:r>
      <w:r>
        <w:tab/>
        <w:t>2.025e0</w:t>
      </w:r>
    </w:p>
    <w:p w:rsidR="00557788" w:rsidRDefault="00557788" w:rsidP="00557788">
      <w:r>
        <w:t>281.9051</w:t>
      </w:r>
      <w:r>
        <w:tab/>
        <w:t>1.013e0</w:t>
      </w:r>
    </w:p>
    <w:p w:rsidR="00557788" w:rsidRDefault="00557788" w:rsidP="00557788">
      <w:r>
        <w:t>281.9107</w:t>
      </w:r>
      <w:r>
        <w:tab/>
        <w:t>3.038e0</w:t>
      </w:r>
    </w:p>
    <w:p w:rsidR="00557788" w:rsidRDefault="00557788" w:rsidP="00557788">
      <w:r>
        <w:t>281.9260</w:t>
      </w:r>
      <w:r>
        <w:tab/>
        <w:t>3.923e0</w:t>
      </w:r>
    </w:p>
    <w:p w:rsidR="00557788" w:rsidRDefault="00557788" w:rsidP="00557788">
      <w:r>
        <w:t>281.9451</w:t>
      </w:r>
      <w:r>
        <w:tab/>
        <w:t>9.114e0</w:t>
      </w:r>
    </w:p>
    <w:p w:rsidR="00557788" w:rsidRDefault="00557788" w:rsidP="00557788">
      <w:r>
        <w:t>281.9607</w:t>
      </w:r>
      <w:r>
        <w:tab/>
        <w:t>1.929e0</w:t>
      </w:r>
    </w:p>
    <w:p w:rsidR="00557788" w:rsidRDefault="00557788" w:rsidP="00557788">
      <w:r>
        <w:t>281.9703</w:t>
      </w:r>
      <w:r>
        <w:tab/>
        <w:t>2.846e0</w:t>
      </w:r>
    </w:p>
    <w:p w:rsidR="00557788" w:rsidRDefault="00557788" w:rsidP="00557788">
      <w:r>
        <w:t>281.9733</w:t>
      </w:r>
      <w:r>
        <w:tab/>
        <w:t>1.492e0</w:t>
      </w:r>
    </w:p>
    <w:p w:rsidR="00557788" w:rsidRDefault="00557788" w:rsidP="00557788">
      <w:r>
        <w:t>281.9802</w:t>
      </w:r>
      <w:r>
        <w:tab/>
        <w:t>3.063e0</w:t>
      </w:r>
    </w:p>
    <w:p w:rsidR="00557788" w:rsidRDefault="00557788" w:rsidP="00557788">
      <w:r>
        <w:t>281.9971</w:t>
      </w:r>
      <w:r>
        <w:tab/>
        <w:t>4.487e0</w:t>
      </w:r>
    </w:p>
    <w:p w:rsidR="00557788" w:rsidRDefault="00557788" w:rsidP="00557788">
      <w:r>
        <w:t>282.0050</w:t>
      </w:r>
      <w:r>
        <w:tab/>
        <w:t>3.798e-2</w:t>
      </w:r>
    </w:p>
    <w:p w:rsidR="00557788" w:rsidRDefault="00557788" w:rsidP="00557788">
      <w:r>
        <w:t>282.0122</w:t>
      </w:r>
      <w:r>
        <w:tab/>
        <w:t>5.579e-1</w:t>
      </w:r>
    </w:p>
    <w:p w:rsidR="00557788" w:rsidRDefault="00557788" w:rsidP="00557788">
      <w:r>
        <w:t>282.0177</w:t>
      </w:r>
      <w:r>
        <w:tab/>
        <w:t>2.381e0</w:t>
      </w:r>
    </w:p>
    <w:p w:rsidR="00557788" w:rsidRDefault="00557788" w:rsidP="00557788">
      <w:r>
        <w:t>282.0202</w:t>
      </w:r>
      <w:r>
        <w:tab/>
        <w:t>1.105e0</w:t>
      </w:r>
    </w:p>
    <w:p w:rsidR="00557788" w:rsidRDefault="00557788" w:rsidP="00557788">
      <w:r>
        <w:t>282.0272</w:t>
      </w:r>
      <w:r>
        <w:tab/>
        <w:t>2.558e0</w:t>
      </w:r>
    </w:p>
    <w:p w:rsidR="00557788" w:rsidRDefault="00557788" w:rsidP="00557788">
      <w:r>
        <w:t>282.0500</w:t>
      </w:r>
      <w:r>
        <w:tab/>
        <w:t>1.920e0</w:t>
      </w:r>
    </w:p>
    <w:p w:rsidR="00557788" w:rsidRDefault="00557788" w:rsidP="00557788">
      <w:r>
        <w:lastRenderedPageBreak/>
        <w:t>282.0543</w:t>
      </w:r>
      <w:r>
        <w:tab/>
        <w:t>6.622e0</w:t>
      </w:r>
    </w:p>
    <w:p w:rsidR="00557788" w:rsidRDefault="00557788" w:rsidP="00557788">
      <w:r>
        <w:t>282.0563</w:t>
      </w:r>
      <w:r>
        <w:tab/>
        <w:t>1.225e0</w:t>
      </w:r>
    </w:p>
    <w:p w:rsidR="00557788" w:rsidRDefault="00557788" w:rsidP="00557788">
      <w:r>
        <w:t>282.0847</w:t>
      </w:r>
      <w:r>
        <w:tab/>
        <w:t>1.607e0</w:t>
      </w:r>
    </w:p>
    <w:p w:rsidR="00557788" w:rsidRDefault="00557788" w:rsidP="00557788">
      <w:r>
        <w:t>282.0866</w:t>
      </w:r>
      <w:r>
        <w:tab/>
        <w:t>1.239e0</w:t>
      </w:r>
    </w:p>
    <w:p w:rsidR="00557788" w:rsidRDefault="00557788" w:rsidP="00557788">
      <w:r>
        <w:t>282.0884</w:t>
      </w:r>
      <w:r>
        <w:tab/>
        <w:t>5.458e0</w:t>
      </w:r>
    </w:p>
    <w:p w:rsidR="00557788" w:rsidRDefault="00557788" w:rsidP="00557788">
      <w:r>
        <w:t>282.1122</w:t>
      </w:r>
      <w:r>
        <w:tab/>
        <w:t>1.825e0</w:t>
      </w:r>
    </w:p>
    <w:p w:rsidR="00557788" w:rsidRDefault="00557788" w:rsidP="00557788">
      <w:r>
        <w:t>282.1418</w:t>
      </w:r>
      <w:r>
        <w:tab/>
        <w:t>1.418e0</w:t>
      </w:r>
    </w:p>
    <w:p w:rsidR="00557788" w:rsidRDefault="00557788" w:rsidP="00557788">
      <w:r>
        <w:t>282.1430</w:t>
      </w:r>
      <w:r>
        <w:tab/>
        <w:t>3.422e0</w:t>
      </w:r>
    </w:p>
    <w:p w:rsidR="00557788" w:rsidRDefault="00557788" w:rsidP="00557788">
      <w:r>
        <w:t>282.1501</w:t>
      </w:r>
      <w:r>
        <w:tab/>
        <w:t>3.531e0</w:t>
      </w:r>
    </w:p>
    <w:p w:rsidR="00557788" w:rsidRDefault="00557788" w:rsidP="00557788">
      <w:r>
        <w:t>282.1546</w:t>
      </w:r>
      <w:r>
        <w:tab/>
        <w:t>1.810e0</w:t>
      </w:r>
    </w:p>
    <w:p w:rsidR="00557788" w:rsidRDefault="00557788" w:rsidP="00557788">
      <w:r>
        <w:t>282.1625</w:t>
      </w:r>
      <w:r>
        <w:tab/>
        <w:t>2.190e0</w:t>
      </w:r>
    </w:p>
    <w:p w:rsidR="00557788" w:rsidRDefault="00557788" w:rsidP="00557788">
      <w:r>
        <w:t>282.1684</w:t>
      </w:r>
      <w:r>
        <w:tab/>
        <w:t>1.108e0</w:t>
      </w:r>
    </w:p>
    <w:p w:rsidR="00557788" w:rsidRDefault="00557788" w:rsidP="00557788">
      <w:r>
        <w:t>282.1830</w:t>
      </w:r>
      <w:r>
        <w:tab/>
        <w:t>4.230e0</w:t>
      </w:r>
    </w:p>
    <w:p w:rsidR="00557788" w:rsidRDefault="00557788" w:rsidP="00557788">
      <w:r>
        <w:t>282.1891</w:t>
      </w:r>
      <w:r>
        <w:tab/>
        <w:t>1.493e1</w:t>
      </w:r>
    </w:p>
    <w:p w:rsidR="00557788" w:rsidRDefault="00557788" w:rsidP="00557788">
      <w:r>
        <w:t>282.2054</w:t>
      </w:r>
      <w:r>
        <w:tab/>
        <w:t>6.129e0</w:t>
      </w:r>
    </w:p>
    <w:p w:rsidR="00557788" w:rsidRDefault="00557788" w:rsidP="00557788">
      <w:r>
        <w:t>282.2258</w:t>
      </w:r>
      <w:r>
        <w:tab/>
        <w:t>1.594e1</w:t>
      </w:r>
    </w:p>
    <w:p w:rsidR="00557788" w:rsidRDefault="00557788" w:rsidP="00557788">
      <w:r>
        <w:t>282.2295</w:t>
      </w:r>
      <w:r>
        <w:tab/>
        <w:t>4.056e-1</w:t>
      </w:r>
    </w:p>
    <w:p w:rsidR="00557788" w:rsidRDefault="00557788" w:rsidP="00557788">
      <w:r>
        <w:t>282.2357</w:t>
      </w:r>
      <w:r>
        <w:tab/>
        <w:t>4.720e0</w:t>
      </w:r>
    </w:p>
    <w:p w:rsidR="00557788" w:rsidRDefault="00557788" w:rsidP="00557788">
      <w:r>
        <w:t>282.2695</w:t>
      </w:r>
      <w:r>
        <w:tab/>
        <w:t>2.815e0</w:t>
      </w:r>
    </w:p>
    <w:p w:rsidR="00557788" w:rsidRDefault="00557788" w:rsidP="00557788">
      <w:r>
        <w:lastRenderedPageBreak/>
        <w:t>282.2794</w:t>
      </w:r>
      <w:r>
        <w:tab/>
        <w:t>9.603e0</w:t>
      </w:r>
    </w:p>
    <w:p w:rsidR="00557788" w:rsidRDefault="00557788" w:rsidP="00557788">
      <w:r>
        <w:t>282.2987</w:t>
      </w:r>
      <w:r>
        <w:tab/>
        <w:t>3.038e0</w:t>
      </w:r>
    </w:p>
    <w:p w:rsidR="00557788" w:rsidRDefault="00557788" w:rsidP="00557788">
      <w:r>
        <w:t>282.3095</w:t>
      </w:r>
      <w:r>
        <w:tab/>
        <w:t>2.597e0</w:t>
      </w:r>
    </w:p>
    <w:p w:rsidR="00557788" w:rsidRDefault="00557788" w:rsidP="00557788">
      <w:r>
        <w:t>282.3109</w:t>
      </w:r>
      <w:r>
        <w:tab/>
        <w:t>1.266e-2</w:t>
      </w:r>
    </w:p>
    <w:p w:rsidR="00557788" w:rsidRDefault="00557788" w:rsidP="00557788">
      <w:r>
        <w:t>282.3291</w:t>
      </w:r>
      <w:r>
        <w:tab/>
        <w:t>1.266e-2</w:t>
      </w:r>
    </w:p>
    <w:p w:rsidR="00557788" w:rsidRDefault="00557788" w:rsidP="00557788">
      <w:r>
        <w:t>282.3311</w:t>
      </w:r>
      <w:r>
        <w:tab/>
        <w:t>2.025e0</w:t>
      </w:r>
    </w:p>
    <w:p w:rsidR="00557788" w:rsidRDefault="00557788" w:rsidP="00557788">
      <w:r>
        <w:t>282.3482</w:t>
      </w:r>
      <w:r>
        <w:tab/>
        <w:t>3.038e0</w:t>
      </w:r>
    </w:p>
    <w:p w:rsidR="00557788" w:rsidRDefault="00557788" w:rsidP="00557788">
      <w:r>
        <w:t>282.3685</w:t>
      </w:r>
      <w:r>
        <w:tab/>
        <w:t>2.025e0</w:t>
      </w:r>
    </w:p>
    <w:p w:rsidR="00557788" w:rsidRDefault="00557788" w:rsidP="00557788">
      <w:r>
        <w:t>282.3782</w:t>
      </w:r>
      <w:r>
        <w:tab/>
        <w:t>2.025e0</w:t>
      </w:r>
    </w:p>
    <w:p w:rsidR="00557788" w:rsidRDefault="00557788" w:rsidP="00557788">
      <w:r>
        <w:t>282.3890</w:t>
      </w:r>
      <w:r>
        <w:tab/>
        <w:t>3.798e-2</w:t>
      </w:r>
    </w:p>
    <w:p w:rsidR="00557788" w:rsidRDefault="00557788" w:rsidP="00557788">
      <w:r>
        <w:t>282.3928</w:t>
      </w:r>
      <w:r>
        <w:tab/>
        <w:t>3.051e0</w:t>
      </w:r>
    </w:p>
    <w:p w:rsidR="00557788" w:rsidRDefault="00557788" w:rsidP="00557788">
      <w:r>
        <w:t>282.4092</w:t>
      </w:r>
      <w:r>
        <w:tab/>
        <w:t>1.025e0</w:t>
      </w:r>
    </w:p>
    <w:p w:rsidR="00557788" w:rsidRDefault="00557788" w:rsidP="00557788">
      <w:r>
        <w:t>282.4115</w:t>
      </w:r>
      <w:r>
        <w:tab/>
        <w:t>2.025e0</w:t>
      </w:r>
    </w:p>
    <w:p w:rsidR="00557788" w:rsidRDefault="00557788" w:rsidP="00557788">
      <w:r>
        <w:t>282.4352</w:t>
      </w:r>
      <w:r>
        <w:tab/>
        <w:t>1.013e0</w:t>
      </w:r>
    </w:p>
    <w:p w:rsidR="00557788" w:rsidRDefault="00557788" w:rsidP="00557788">
      <w:r>
        <w:t>282.4377</w:t>
      </w:r>
      <w:r>
        <w:tab/>
        <w:t>2.025e0</w:t>
      </w:r>
    </w:p>
    <w:p w:rsidR="00557788" w:rsidRDefault="00557788" w:rsidP="00557788">
      <w:r>
        <w:t>282.4455</w:t>
      </w:r>
      <w:r>
        <w:tab/>
        <w:t>2.025e0</w:t>
      </w:r>
    </w:p>
    <w:p w:rsidR="00557788" w:rsidRDefault="00557788" w:rsidP="00557788">
      <w:r>
        <w:t>282.4514</w:t>
      </w:r>
      <w:r>
        <w:tab/>
        <w:t>2.038e0</w:t>
      </w:r>
    </w:p>
    <w:p w:rsidR="00557788" w:rsidRDefault="00557788" w:rsidP="00557788">
      <w:r>
        <w:t>282.4674</w:t>
      </w:r>
      <w:r>
        <w:tab/>
        <w:t>2.038e0</w:t>
      </w:r>
    </w:p>
    <w:p w:rsidR="00557788" w:rsidRDefault="00557788" w:rsidP="00557788">
      <w:r>
        <w:t>282.4711</w:t>
      </w:r>
      <w:r>
        <w:tab/>
        <w:t>3.798e-2</w:t>
      </w:r>
    </w:p>
    <w:p w:rsidR="00557788" w:rsidRDefault="00557788" w:rsidP="00557788">
      <w:r>
        <w:lastRenderedPageBreak/>
        <w:t>282.4840</w:t>
      </w:r>
      <w:r>
        <w:tab/>
        <w:t>2.025e0</w:t>
      </w:r>
    </w:p>
    <w:p w:rsidR="00557788" w:rsidRDefault="00557788" w:rsidP="00557788">
      <w:r>
        <w:t>282.4857</w:t>
      </w:r>
      <w:r>
        <w:tab/>
        <w:t>2.025e0</w:t>
      </w:r>
    </w:p>
    <w:p w:rsidR="00557788" w:rsidRDefault="00557788" w:rsidP="00557788">
      <w:r>
        <w:t>282.4934</w:t>
      </w:r>
      <w:r>
        <w:tab/>
        <w:t>4.051e0</w:t>
      </w:r>
    </w:p>
    <w:p w:rsidR="00557788" w:rsidRDefault="00557788" w:rsidP="00557788">
      <w:r>
        <w:t>282.5076</w:t>
      </w:r>
      <w:r>
        <w:tab/>
        <w:t>2.532e-2</w:t>
      </w:r>
    </w:p>
    <w:p w:rsidR="00557788" w:rsidRDefault="00557788" w:rsidP="00557788">
      <w:r>
        <w:t>282.5147</w:t>
      </w:r>
      <w:r>
        <w:tab/>
        <w:t>2.532e-2</w:t>
      </w:r>
    </w:p>
    <w:p w:rsidR="00557788" w:rsidRDefault="00557788" w:rsidP="00557788">
      <w:r>
        <w:t>282.5255</w:t>
      </w:r>
      <w:r>
        <w:tab/>
        <w:t>1.013e0</w:t>
      </w:r>
    </w:p>
    <w:p w:rsidR="00557788" w:rsidRDefault="00557788" w:rsidP="00557788">
      <w:r>
        <w:t>282.5313</w:t>
      </w:r>
      <w:r>
        <w:tab/>
        <w:t>5.063e0</w:t>
      </w:r>
    </w:p>
    <w:p w:rsidR="00557788" w:rsidRDefault="00557788" w:rsidP="00557788">
      <w:r>
        <w:t>282.5387</w:t>
      </w:r>
      <w:r>
        <w:tab/>
        <w:t>1.013e0</w:t>
      </w:r>
    </w:p>
    <w:p w:rsidR="00557788" w:rsidRDefault="00557788" w:rsidP="00557788">
      <w:r>
        <w:t>282.5438</w:t>
      </w:r>
      <w:r>
        <w:tab/>
        <w:t>1.266e-2</w:t>
      </w:r>
    </w:p>
    <w:p w:rsidR="00557788" w:rsidRDefault="00557788" w:rsidP="00557788">
      <w:r>
        <w:t>282.5648</w:t>
      </w:r>
      <w:r>
        <w:tab/>
        <w:t>1.025e0</w:t>
      </w:r>
    </w:p>
    <w:p w:rsidR="00557788" w:rsidRDefault="00557788" w:rsidP="00557788">
      <w:r>
        <w:t>282.5683</w:t>
      </w:r>
      <w:r>
        <w:tab/>
        <w:t>3.038e0</w:t>
      </w:r>
    </w:p>
    <w:p w:rsidR="00557788" w:rsidRDefault="00557788" w:rsidP="00557788">
      <w:r>
        <w:t>282.6112</w:t>
      </w:r>
      <w:r>
        <w:tab/>
        <w:t>1.266e-2</w:t>
      </w:r>
    </w:p>
    <w:p w:rsidR="00557788" w:rsidRDefault="00557788" w:rsidP="00557788">
      <w:r>
        <w:t>282.6190</w:t>
      </w:r>
      <w:r>
        <w:tab/>
        <w:t>3.038e0</w:t>
      </w:r>
    </w:p>
    <w:p w:rsidR="00557788" w:rsidRDefault="00557788" w:rsidP="00557788">
      <w:r>
        <w:t>282.6259</w:t>
      </w:r>
      <w:r>
        <w:tab/>
        <w:t>4.051e0</w:t>
      </w:r>
    </w:p>
    <w:p w:rsidR="00557788" w:rsidRDefault="00557788" w:rsidP="00557788">
      <w:r>
        <w:t>282.6422</w:t>
      </w:r>
      <w:r>
        <w:tab/>
        <w:t>1.025e0</w:t>
      </w:r>
    </w:p>
    <w:p w:rsidR="00557788" w:rsidRDefault="00557788" w:rsidP="00557788">
      <w:r>
        <w:t>282.6551</w:t>
      </w:r>
      <w:r>
        <w:tab/>
        <w:t>2.025e0</w:t>
      </w:r>
    </w:p>
    <w:p w:rsidR="00557788" w:rsidRDefault="00557788" w:rsidP="00557788">
      <w:r>
        <w:t>282.6573</w:t>
      </w:r>
      <w:r>
        <w:tab/>
        <w:t>3.038e0</w:t>
      </w:r>
    </w:p>
    <w:p w:rsidR="00557788" w:rsidRDefault="00557788" w:rsidP="00557788">
      <w:r>
        <w:t>282.6613</w:t>
      </w:r>
      <w:r>
        <w:tab/>
        <w:t>5.878e0</w:t>
      </w:r>
    </w:p>
    <w:p w:rsidR="00557788" w:rsidRDefault="00557788" w:rsidP="00557788">
      <w:r>
        <w:t>282.6624</w:t>
      </w:r>
      <w:r>
        <w:tab/>
        <w:t>1.076e0</w:t>
      </w:r>
    </w:p>
    <w:p w:rsidR="00557788" w:rsidRDefault="00557788" w:rsidP="00557788">
      <w:r>
        <w:lastRenderedPageBreak/>
        <w:t>282.6806</w:t>
      </w:r>
      <w:r>
        <w:tab/>
        <w:t>2.025e0</w:t>
      </w:r>
    </w:p>
    <w:p w:rsidR="00557788" w:rsidRDefault="00557788" w:rsidP="00557788">
      <w:r>
        <w:t>282.6842</w:t>
      </w:r>
      <w:r>
        <w:tab/>
        <w:t>3.038e0</w:t>
      </w:r>
    </w:p>
    <w:p w:rsidR="00557788" w:rsidRDefault="00557788" w:rsidP="00557788">
      <w:r>
        <w:t>282.6865</w:t>
      </w:r>
      <w:r>
        <w:tab/>
        <w:t>1.013e0</w:t>
      </w:r>
    </w:p>
    <w:p w:rsidR="00557788" w:rsidRDefault="00557788" w:rsidP="00557788">
      <w:r>
        <w:t>282.7143</w:t>
      </w:r>
      <w:r>
        <w:tab/>
        <w:t>2.051e0</w:t>
      </w:r>
    </w:p>
    <w:p w:rsidR="00557788" w:rsidRDefault="00557788" w:rsidP="00557788">
      <w:r>
        <w:t>282.7303</w:t>
      </w:r>
      <w:r>
        <w:tab/>
        <w:t>2.532e-2</w:t>
      </w:r>
    </w:p>
    <w:p w:rsidR="00557788" w:rsidRDefault="00557788" w:rsidP="00557788">
      <w:r>
        <w:t>282.7485</w:t>
      </w:r>
      <w:r>
        <w:tab/>
        <w:t>6.331e0</w:t>
      </w:r>
    </w:p>
    <w:p w:rsidR="00557788" w:rsidRDefault="00557788" w:rsidP="00557788">
      <w:r>
        <w:t>282.7744</w:t>
      </w:r>
      <w:r>
        <w:tab/>
        <w:t>2.025e0</w:t>
      </w:r>
    </w:p>
    <w:p w:rsidR="00557788" w:rsidRDefault="00557788" w:rsidP="00557788">
      <w:r>
        <w:t>282.7923</w:t>
      </w:r>
      <w:r>
        <w:tab/>
        <w:t>6.076e0</w:t>
      </w:r>
    </w:p>
    <w:p w:rsidR="00557788" w:rsidRDefault="00557788" w:rsidP="00557788">
      <w:r>
        <w:t>282.7957</w:t>
      </w:r>
      <w:r>
        <w:tab/>
        <w:t>2.025e0</w:t>
      </w:r>
    </w:p>
    <w:p w:rsidR="00557788" w:rsidRDefault="00557788" w:rsidP="00557788">
      <w:r>
        <w:t>282.7968</w:t>
      </w:r>
      <w:r>
        <w:tab/>
        <w:t>2.025e0</w:t>
      </w:r>
    </w:p>
    <w:p w:rsidR="00557788" w:rsidRDefault="00557788" w:rsidP="00557788">
      <w:r>
        <w:t>282.8029</w:t>
      </w:r>
      <w:r>
        <w:tab/>
        <w:t>1.025e0</w:t>
      </w:r>
    </w:p>
    <w:p w:rsidR="00557788" w:rsidRDefault="00557788" w:rsidP="00557788">
      <w:r>
        <w:t>282.8081</w:t>
      </w:r>
      <w:r>
        <w:tab/>
        <w:t>1.266e-2</w:t>
      </w:r>
    </w:p>
    <w:p w:rsidR="00557788" w:rsidRDefault="00557788" w:rsidP="00557788">
      <w:r>
        <w:t>282.8098</w:t>
      </w:r>
      <w:r>
        <w:tab/>
        <w:t>2.025e0</w:t>
      </w:r>
    </w:p>
    <w:p w:rsidR="00557788" w:rsidRDefault="00557788" w:rsidP="00557788">
      <w:r>
        <w:t>282.8475</w:t>
      </w:r>
      <w:r>
        <w:tab/>
        <w:t>1.025e0</w:t>
      </w:r>
    </w:p>
    <w:p w:rsidR="00557788" w:rsidRDefault="00557788" w:rsidP="00557788">
      <w:r>
        <w:t>282.8516</w:t>
      </w:r>
      <w:r>
        <w:tab/>
        <w:t>2.025e0</w:t>
      </w:r>
    </w:p>
    <w:p w:rsidR="00557788" w:rsidRDefault="00557788" w:rsidP="00557788">
      <w:r>
        <w:t>282.8555</w:t>
      </w:r>
      <w:r>
        <w:tab/>
        <w:t>2.025e0</w:t>
      </w:r>
    </w:p>
    <w:p w:rsidR="00557788" w:rsidRDefault="00557788" w:rsidP="00557788">
      <w:r>
        <w:t>282.8789</w:t>
      </w:r>
      <w:r>
        <w:tab/>
        <w:t>1.025e0</w:t>
      </w:r>
    </w:p>
    <w:p w:rsidR="00557788" w:rsidRDefault="00557788" w:rsidP="00557788">
      <w:r>
        <w:t>282.8921</w:t>
      </w:r>
      <w:r>
        <w:tab/>
        <w:t>2.025e0</w:t>
      </w:r>
    </w:p>
    <w:p w:rsidR="00557788" w:rsidRDefault="00557788" w:rsidP="00557788">
      <w:r>
        <w:t>282.8968</w:t>
      </w:r>
      <w:r>
        <w:tab/>
        <w:t>6.076e0</w:t>
      </w:r>
    </w:p>
    <w:p w:rsidR="00557788" w:rsidRDefault="00557788" w:rsidP="00557788">
      <w:r>
        <w:lastRenderedPageBreak/>
        <w:t>282.9070</w:t>
      </w:r>
      <w:r>
        <w:tab/>
        <w:t>4.051e0</w:t>
      </w:r>
    </w:p>
    <w:p w:rsidR="00557788" w:rsidRDefault="00557788" w:rsidP="00557788">
      <w:r>
        <w:t>282.9163</w:t>
      </w:r>
      <w:r>
        <w:tab/>
        <w:t>2.025e0</w:t>
      </w:r>
    </w:p>
    <w:p w:rsidR="00557788" w:rsidRDefault="00557788" w:rsidP="00557788">
      <w:r>
        <w:t>282.9258</w:t>
      </w:r>
      <w:r>
        <w:tab/>
        <w:t>2.326e0</w:t>
      </w:r>
    </w:p>
    <w:p w:rsidR="00557788" w:rsidRDefault="00557788" w:rsidP="00557788">
      <w:r>
        <w:t>282.9325</w:t>
      </w:r>
      <w:r>
        <w:tab/>
        <w:t>1.266e-2</w:t>
      </w:r>
    </w:p>
    <w:p w:rsidR="00557788" w:rsidRDefault="00557788" w:rsidP="00557788">
      <w:r>
        <w:t>282.9417</w:t>
      </w:r>
      <w:r>
        <w:tab/>
        <w:t>4.051e0</w:t>
      </w:r>
    </w:p>
    <w:p w:rsidR="00557788" w:rsidRDefault="00557788" w:rsidP="00557788">
      <w:r>
        <w:t>282.9498</w:t>
      </w:r>
      <w:r>
        <w:tab/>
        <w:t>1.013e0</w:t>
      </w:r>
    </w:p>
    <w:p w:rsidR="00557788" w:rsidRDefault="00557788" w:rsidP="00557788">
      <w:r>
        <w:t>282.9635</w:t>
      </w:r>
      <w:r>
        <w:tab/>
        <w:t>3.038e0</w:t>
      </w:r>
    </w:p>
    <w:p w:rsidR="00557788" w:rsidRDefault="00557788" w:rsidP="00557788">
      <w:r>
        <w:t>282.9677</w:t>
      </w:r>
      <w:r>
        <w:tab/>
        <w:t>2.740e-1</w:t>
      </w:r>
    </w:p>
    <w:p w:rsidR="00557788" w:rsidRDefault="00557788" w:rsidP="00557788">
      <w:r>
        <w:t>282.9710</w:t>
      </w:r>
      <w:r>
        <w:tab/>
        <w:t>5.063e-2</w:t>
      </w:r>
    </w:p>
    <w:p w:rsidR="00557788" w:rsidRDefault="00557788" w:rsidP="00557788">
      <w:r>
        <w:t>282.9764</w:t>
      </w:r>
      <w:r>
        <w:tab/>
        <w:t>3.063e0</w:t>
      </w:r>
    </w:p>
    <w:p w:rsidR="00557788" w:rsidRDefault="00557788" w:rsidP="00557788">
      <w:r>
        <w:t>283.0024</w:t>
      </w:r>
      <w:r>
        <w:tab/>
        <w:t>3.076e0</w:t>
      </w:r>
    </w:p>
    <w:p w:rsidR="00557788" w:rsidRDefault="00557788" w:rsidP="00557788">
      <w:r>
        <w:t>283.0044</w:t>
      </w:r>
      <w:r>
        <w:tab/>
        <w:t>6.197e0</w:t>
      </w:r>
    </w:p>
    <w:p w:rsidR="00557788" w:rsidRDefault="00557788" w:rsidP="00557788">
      <w:r>
        <w:t>283.0114</w:t>
      </w:r>
      <w:r>
        <w:tab/>
        <w:t>4.929e0</w:t>
      </w:r>
    </w:p>
    <w:p w:rsidR="00557788" w:rsidRDefault="00557788" w:rsidP="00557788">
      <w:r>
        <w:t>283.0275</w:t>
      </w:r>
      <w:r>
        <w:tab/>
        <w:t>3.900e0</w:t>
      </w:r>
    </w:p>
    <w:p w:rsidR="00557788" w:rsidRDefault="00557788" w:rsidP="00557788">
      <w:r>
        <w:t>283.0320</w:t>
      </w:r>
      <w:r>
        <w:tab/>
        <w:t>6.976e0</w:t>
      </w:r>
    </w:p>
    <w:p w:rsidR="00557788" w:rsidRDefault="00557788" w:rsidP="00557788">
      <w:r>
        <w:t>283.0477</w:t>
      </w:r>
      <w:r>
        <w:tab/>
        <w:t>3.230e0</w:t>
      </w:r>
    </w:p>
    <w:p w:rsidR="00557788" w:rsidRDefault="00557788" w:rsidP="00557788">
      <w:r>
        <w:t>283.0576</w:t>
      </w:r>
      <w:r>
        <w:tab/>
        <w:t>3.382e0</w:t>
      </w:r>
    </w:p>
    <w:p w:rsidR="00557788" w:rsidRDefault="00557788" w:rsidP="00557788">
      <w:r>
        <w:t>283.0599</w:t>
      </w:r>
      <w:r>
        <w:tab/>
        <w:t>4.698e0</w:t>
      </w:r>
    </w:p>
    <w:p w:rsidR="00557788" w:rsidRDefault="00557788" w:rsidP="00557788">
      <w:r>
        <w:t>283.0708</w:t>
      </w:r>
      <w:r>
        <w:tab/>
        <w:t>4.952e0</w:t>
      </w:r>
    </w:p>
    <w:p w:rsidR="00557788" w:rsidRDefault="00557788" w:rsidP="00557788">
      <w:r>
        <w:lastRenderedPageBreak/>
        <w:t>283.0754</w:t>
      </w:r>
      <w:r>
        <w:tab/>
        <w:t>1.223e0</w:t>
      </w:r>
    </w:p>
    <w:p w:rsidR="00557788" w:rsidRDefault="00557788" w:rsidP="00557788">
      <w:r>
        <w:t>283.0820</w:t>
      </w:r>
      <w:r>
        <w:tab/>
        <w:t>1.983e0</w:t>
      </w:r>
    </w:p>
    <w:p w:rsidR="00557788" w:rsidRDefault="00557788" w:rsidP="00557788">
      <w:r>
        <w:t>283.0935</w:t>
      </w:r>
      <w:r>
        <w:tab/>
        <w:t>7.242e0</w:t>
      </w:r>
    </w:p>
    <w:p w:rsidR="00557788" w:rsidRDefault="00557788" w:rsidP="00557788">
      <w:r>
        <w:t>283.1160</w:t>
      </w:r>
      <w:r>
        <w:tab/>
        <w:t>2.434e0</w:t>
      </w:r>
    </w:p>
    <w:p w:rsidR="00557788" w:rsidRDefault="00557788" w:rsidP="00557788">
      <w:r>
        <w:t>283.1227</w:t>
      </w:r>
      <w:r>
        <w:tab/>
        <w:t>7.107e-1</w:t>
      </w:r>
    </w:p>
    <w:p w:rsidR="00557788" w:rsidRDefault="00557788" w:rsidP="00557788">
      <w:r>
        <w:t>283.1347</w:t>
      </w:r>
      <w:r>
        <w:tab/>
        <w:t>7.788e0</w:t>
      </w:r>
    </w:p>
    <w:p w:rsidR="00557788" w:rsidRDefault="00557788" w:rsidP="00557788">
      <w:r>
        <w:t>283.1536</w:t>
      </w:r>
      <w:r>
        <w:tab/>
        <w:t>8.439e0</w:t>
      </w:r>
    </w:p>
    <w:p w:rsidR="00557788" w:rsidRDefault="00557788" w:rsidP="00557788">
      <w:r>
        <w:t>283.1629</w:t>
      </w:r>
      <w:r>
        <w:tab/>
        <w:t>4.498e0</w:t>
      </w:r>
    </w:p>
    <w:p w:rsidR="00557788" w:rsidRDefault="00557788" w:rsidP="00557788">
      <w:r>
        <w:t>283.1646</w:t>
      </w:r>
      <w:r>
        <w:tab/>
        <w:t>2.091e0</w:t>
      </w:r>
    </w:p>
    <w:p w:rsidR="00557788" w:rsidRDefault="00557788" w:rsidP="00557788">
      <w:r>
        <w:t>283.1678</w:t>
      </w:r>
      <w:r>
        <w:tab/>
        <w:t>3.366e0</w:t>
      </w:r>
    </w:p>
    <w:p w:rsidR="00557788" w:rsidRDefault="00557788" w:rsidP="00557788">
      <w:r>
        <w:t>283.1818</w:t>
      </w:r>
      <w:r>
        <w:tab/>
        <w:t>9.938e0</w:t>
      </w:r>
    </w:p>
    <w:p w:rsidR="00557788" w:rsidRDefault="00557788" w:rsidP="00557788">
      <w:r>
        <w:t>283.1904</w:t>
      </w:r>
      <w:r>
        <w:tab/>
        <w:t>3.904e0</w:t>
      </w:r>
    </w:p>
    <w:p w:rsidR="00557788" w:rsidRDefault="00557788" w:rsidP="00557788">
      <w:r>
        <w:t>283.2041</w:t>
      </w:r>
      <w:r>
        <w:tab/>
        <w:t>1.086e0</w:t>
      </w:r>
    </w:p>
    <w:p w:rsidR="00557788" w:rsidRDefault="00557788" w:rsidP="00557788">
      <w:r>
        <w:t>283.2051</w:t>
      </w:r>
      <w:r>
        <w:tab/>
        <w:t>1.846e0</w:t>
      </w:r>
    </w:p>
    <w:p w:rsidR="00557788" w:rsidRDefault="00557788" w:rsidP="00557788">
      <w:r>
        <w:t>283.2224</w:t>
      </w:r>
      <w:r>
        <w:tab/>
        <w:t>8.041e0</w:t>
      </w:r>
    </w:p>
    <w:p w:rsidR="00557788" w:rsidRDefault="00557788" w:rsidP="00557788">
      <w:r>
        <w:t>283.2234</w:t>
      </w:r>
      <w:r>
        <w:tab/>
        <w:t>1.336e0</w:t>
      </w:r>
    </w:p>
    <w:p w:rsidR="00557788" w:rsidRDefault="00557788" w:rsidP="00557788">
      <w:r>
        <w:t>283.2382</w:t>
      </w:r>
      <w:r>
        <w:tab/>
        <w:t>3.462e0</w:t>
      </w:r>
    </w:p>
    <w:p w:rsidR="00557788" w:rsidRDefault="00557788" w:rsidP="00557788">
      <w:r>
        <w:t>283.2444</w:t>
      </w:r>
      <w:r>
        <w:tab/>
        <w:t>1.679e0</w:t>
      </w:r>
    </w:p>
    <w:p w:rsidR="00557788" w:rsidRDefault="00557788" w:rsidP="00557788">
      <w:r>
        <w:t>283.2607</w:t>
      </w:r>
      <w:r>
        <w:tab/>
        <w:t>2.962e0</w:t>
      </w:r>
    </w:p>
    <w:p w:rsidR="00557788" w:rsidRDefault="00557788" w:rsidP="00557788">
      <w:r>
        <w:lastRenderedPageBreak/>
        <w:t>283.2679</w:t>
      </w:r>
      <w:r>
        <w:tab/>
        <w:t>2.810e0</w:t>
      </w:r>
    </w:p>
    <w:p w:rsidR="00557788" w:rsidRDefault="00557788" w:rsidP="00557788">
      <w:r>
        <w:t>283.2751</w:t>
      </w:r>
      <w:r>
        <w:tab/>
        <w:t>5.425e0</w:t>
      </w:r>
    </w:p>
    <w:p w:rsidR="00557788" w:rsidRDefault="00557788" w:rsidP="00557788">
      <w:r>
        <w:t>283.2813</w:t>
      </w:r>
      <w:r>
        <w:tab/>
        <w:t>2.572e-1</w:t>
      </w:r>
    </w:p>
    <w:p w:rsidR="00557788" w:rsidRDefault="00557788" w:rsidP="00557788">
      <w:r>
        <w:t>283.2941</w:t>
      </w:r>
      <w:r>
        <w:tab/>
        <w:t>5.960e0</w:t>
      </w:r>
    </w:p>
    <w:p w:rsidR="00557788" w:rsidRDefault="00557788" w:rsidP="00557788">
      <w:r>
        <w:t>283.3023</w:t>
      </w:r>
      <w:r>
        <w:tab/>
        <w:t>3.038e0</w:t>
      </w:r>
    </w:p>
    <w:p w:rsidR="00557788" w:rsidRDefault="00557788" w:rsidP="00557788">
      <w:r>
        <w:t>283.3074</w:t>
      </w:r>
      <w:r>
        <w:tab/>
        <w:t>1.266e-2</w:t>
      </w:r>
    </w:p>
    <w:p w:rsidR="00557788" w:rsidRDefault="00557788" w:rsidP="00557788">
      <w:r>
        <w:t>283.3237</w:t>
      </w:r>
      <w:r>
        <w:tab/>
        <w:t>2.025e0</w:t>
      </w:r>
    </w:p>
    <w:p w:rsidR="00557788" w:rsidRDefault="00557788" w:rsidP="00557788">
      <w:r>
        <w:t>283.3251</w:t>
      </w:r>
      <w:r>
        <w:tab/>
        <w:t>3.798e-2</w:t>
      </w:r>
    </w:p>
    <w:p w:rsidR="00557788" w:rsidRDefault="00557788" w:rsidP="00557788">
      <w:r>
        <w:t>283.3427</w:t>
      </w:r>
      <w:r>
        <w:tab/>
        <w:t>1.025e0</w:t>
      </w:r>
    </w:p>
    <w:p w:rsidR="00557788" w:rsidRDefault="00557788" w:rsidP="00557788">
      <w:r>
        <w:t>283.3487</w:t>
      </w:r>
      <w:r>
        <w:tab/>
        <w:t>4.051e0</w:t>
      </w:r>
    </w:p>
    <w:p w:rsidR="00557788" w:rsidRDefault="00557788" w:rsidP="00557788">
      <w:r>
        <w:t>283.3527</w:t>
      </w:r>
      <w:r>
        <w:tab/>
        <w:t>1.013e0</w:t>
      </w:r>
    </w:p>
    <w:p w:rsidR="00557788" w:rsidRDefault="00557788" w:rsidP="00557788">
      <w:r>
        <w:t>283.3637</w:t>
      </w:r>
      <w:r>
        <w:tab/>
        <w:t>2.025e0</w:t>
      </w:r>
    </w:p>
    <w:p w:rsidR="00557788" w:rsidRDefault="00557788" w:rsidP="00557788">
      <w:r>
        <w:t>283.3839</w:t>
      </w:r>
      <w:r>
        <w:tab/>
        <w:t>1.266e-2</w:t>
      </w:r>
    </w:p>
    <w:p w:rsidR="00557788" w:rsidRDefault="00557788" w:rsidP="00557788">
      <w:r>
        <w:t>283.3910</w:t>
      </w:r>
      <w:r>
        <w:tab/>
        <w:t>2.025e0</w:t>
      </w:r>
    </w:p>
    <w:p w:rsidR="00557788" w:rsidRDefault="00557788" w:rsidP="00557788">
      <w:r>
        <w:t>283.3976</w:t>
      </w:r>
      <w:r>
        <w:tab/>
        <w:t>1.013e0</w:t>
      </w:r>
    </w:p>
    <w:p w:rsidR="00557788" w:rsidRDefault="00557788" w:rsidP="00557788">
      <w:r>
        <w:t>283.4124</w:t>
      </w:r>
      <w:r>
        <w:tab/>
        <w:t>5.063e0</w:t>
      </w:r>
    </w:p>
    <w:p w:rsidR="00557788" w:rsidRDefault="00557788" w:rsidP="00557788">
      <w:r>
        <w:t>283.4257</w:t>
      </w:r>
      <w:r>
        <w:tab/>
        <w:t>3.038e0</w:t>
      </w:r>
    </w:p>
    <w:p w:rsidR="00557788" w:rsidRDefault="00557788" w:rsidP="00557788">
      <w:r>
        <w:t>283.4371</w:t>
      </w:r>
      <w:r>
        <w:tab/>
        <w:t>1.013e0</w:t>
      </w:r>
    </w:p>
    <w:p w:rsidR="00557788" w:rsidRDefault="00557788" w:rsidP="00557788">
      <w:r>
        <w:t>283.4513</w:t>
      </w:r>
      <w:r>
        <w:tab/>
        <w:t>1.051e0</w:t>
      </w:r>
    </w:p>
    <w:p w:rsidR="00557788" w:rsidRDefault="00557788" w:rsidP="00557788">
      <w:r>
        <w:lastRenderedPageBreak/>
        <w:t>283.4540</w:t>
      </w:r>
      <w:r>
        <w:tab/>
        <w:t>2.025e0</w:t>
      </w:r>
    </w:p>
    <w:p w:rsidR="00557788" w:rsidRDefault="00557788" w:rsidP="00557788">
      <w:r>
        <w:t>283.4570</w:t>
      </w:r>
      <w:r>
        <w:tab/>
        <w:t>2.025e0</w:t>
      </w:r>
    </w:p>
    <w:p w:rsidR="00557788" w:rsidRDefault="00557788" w:rsidP="00557788">
      <w:r>
        <w:t>283.4625</w:t>
      </w:r>
      <w:r>
        <w:tab/>
        <w:t>2.025e0</w:t>
      </w:r>
    </w:p>
    <w:p w:rsidR="00557788" w:rsidRDefault="00557788" w:rsidP="00557788">
      <w:r>
        <w:t>283.4781</w:t>
      </w:r>
      <w:r>
        <w:tab/>
        <w:t>2.038e0</w:t>
      </w:r>
    </w:p>
    <w:p w:rsidR="00557788" w:rsidRDefault="00557788" w:rsidP="00557788">
      <w:r>
        <w:t>283.4821</w:t>
      </w:r>
      <w:r>
        <w:tab/>
        <w:t>2.025e0</w:t>
      </w:r>
    </w:p>
    <w:p w:rsidR="00557788" w:rsidRDefault="00557788" w:rsidP="00557788">
      <w:r>
        <w:t>283.5031</w:t>
      </w:r>
      <w:r>
        <w:tab/>
        <w:t>1.038e0</w:t>
      </w:r>
    </w:p>
    <w:p w:rsidR="00557788" w:rsidRDefault="00557788" w:rsidP="00557788">
      <w:r>
        <w:t>283.5085</w:t>
      </w:r>
      <w:r>
        <w:tab/>
        <w:t>1.013e0</w:t>
      </w:r>
    </w:p>
    <w:p w:rsidR="00557788" w:rsidRDefault="00557788" w:rsidP="00557788">
      <w:r>
        <w:t>283.5293</w:t>
      </w:r>
      <w:r>
        <w:tab/>
        <w:t>2.532e-2</w:t>
      </w:r>
    </w:p>
    <w:p w:rsidR="00557788" w:rsidRDefault="00557788" w:rsidP="00557788">
      <w:r>
        <w:t>283.5449</w:t>
      </w:r>
      <w:r>
        <w:tab/>
        <w:t>6.329e-2</w:t>
      </w:r>
    </w:p>
    <w:p w:rsidR="00557788" w:rsidRDefault="00557788" w:rsidP="00557788">
      <w:r>
        <w:t>283.5461</w:t>
      </w:r>
      <w:r>
        <w:tab/>
        <w:t>3.038e0</w:t>
      </w:r>
    </w:p>
    <w:p w:rsidR="00557788" w:rsidRDefault="00557788" w:rsidP="00557788">
      <w:r>
        <w:t>283.5540</w:t>
      </w:r>
      <w:r>
        <w:tab/>
        <w:t>2.025e0</w:t>
      </w:r>
    </w:p>
    <w:p w:rsidR="00557788" w:rsidRDefault="00557788" w:rsidP="00557788">
      <w:r>
        <w:t>283.5587</w:t>
      </w:r>
      <w:r>
        <w:tab/>
        <w:t>1.266e-2</w:t>
      </w:r>
    </w:p>
    <w:p w:rsidR="00557788" w:rsidRDefault="00557788" w:rsidP="00557788">
      <w:r>
        <w:t>283.5720</w:t>
      </w:r>
      <w:r>
        <w:tab/>
        <w:t>2.025e0</w:t>
      </w:r>
    </w:p>
    <w:p w:rsidR="00557788" w:rsidRDefault="00557788" w:rsidP="00557788">
      <w:r>
        <w:t>283.5833</w:t>
      </w:r>
      <w:r>
        <w:tab/>
        <w:t>2.025e0</w:t>
      </w:r>
    </w:p>
    <w:p w:rsidR="00557788" w:rsidRDefault="00557788" w:rsidP="00557788">
      <w:r>
        <w:t>283.5957</w:t>
      </w:r>
      <w:r>
        <w:tab/>
        <w:t>9.114e0</w:t>
      </w:r>
    </w:p>
    <w:p w:rsidR="00557788" w:rsidRDefault="00557788" w:rsidP="00557788">
      <w:r>
        <w:t>283.5970</w:t>
      </w:r>
      <w:r>
        <w:tab/>
        <w:t>1.038e0</w:t>
      </w:r>
    </w:p>
    <w:p w:rsidR="00557788" w:rsidRDefault="00557788" w:rsidP="00557788">
      <w:r>
        <w:t>283.6021</w:t>
      </w:r>
      <w:r>
        <w:tab/>
        <w:t>1.025e0</w:t>
      </w:r>
    </w:p>
    <w:p w:rsidR="00557788" w:rsidRDefault="00557788" w:rsidP="00557788">
      <w:r>
        <w:t>283.6119</w:t>
      </w:r>
      <w:r>
        <w:tab/>
        <w:t>2.025e0</w:t>
      </w:r>
    </w:p>
    <w:p w:rsidR="00557788" w:rsidRDefault="00557788" w:rsidP="00557788">
      <w:r>
        <w:t>283.6244</w:t>
      </w:r>
      <w:r>
        <w:tab/>
        <w:t>3.038e0</w:t>
      </w:r>
    </w:p>
    <w:p w:rsidR="00557788" w:rsidRDefault="00557788" w:rsidP="00557788">
      <w:r>
        <w:lastRenderedPageBreak/>
        <w:t>283.6335</w:t>
      </w:r>
      <w:r>
        <w:tab/>
        <w:t>1.013e0</w:t>
      </w:r>
    </w:p>
    <w:p w:rsidR="00557788" w:rsidRDefault="00557788" w:rsidP="00557788">
      <w:r>
        <w:t>283.6649</w:t>
      </w:r>
      <w:r>
        <w:tab/>
        <w:t>4.063e0</w:t>
      </w:r>
    </w:p>
    <w:p w:rsidR="00557788" w:rsidRDefault="00557788" w:rsidP="00557788">
      <w:r>
        <w:t>283.6696</w:t>
      </w:r>
      <w:r>
        <w:tab/>
        <w:t>2.025e0</w:t>
      </w:r>
    </w:p>
    <w:p w:rsidR="00557788" w:rsidRDefault="00557788" w:rsidP="00557788">
      <w:r>
        <w:t>283.6845</w:t>
      </w:r>
      <w:r>
        <w:tab/>
        <w:t>1.266e-2</w:t>
      </w:r>
    </w:p>
    <w:p w:rsidR="00557788" w:rsidRDefault="00557788" w:rsidP="00557788">
      <w:r>
        <w:t>283.6992</w:t>
      </w:r>
      <w:r>
        <w:tab/>
        <w:t>2.051e0</w:t>
      </w:r>
    </w:p>
    <w:p w:rsidR="00557788" w:rsidRDefault="00557788" w:rsidP="00557788">
      <w:r>
        <w:t>283.7037</w:t>
      </w:r>
      <w:r>
        <w:tab/>
        <w:t>2.025e0</w:t>
      </w:r>
    </w:p>
    <w:p w:rsidR="00557788" w:rsidRDefault="00557788" w:rsidP="00557788">
      <w:r>
        <w:t>283.7104</w:t>
      </w:r>
      <w:r>
        <w:tab/>
        <w:t>2.532e-2</w:t>
      </w:r>
    </w:p>
    <w:p w:rsidR="00557788" w:rsidRDefault="00557788" w:rsidP="00557788">
      <w:r>
        <w:t>283.7186</w:t>
      </w:r>
      <w:r>
        <w:tab/>
        <w:t>2.025e0</w:t>
      </w:r>
    </w:p>
    <w:p w:rsidR="00557788" w:rsidRDefault="00557788" w:rsidP="00557788">
      <w:r>
        <w:t>283.7239</w:t>
      </w:r>
      <w:r>
        <w:tab/>
        <w:t>1.013e0</w:t>
      </w:r>
    </w:p>
    <w:p w:rsidR="00557788" w:rsidRDefault="00557788" w:rsidP="00557788">
      <w:r>
        <w:t>283.7372</w:t>
      </w:r>
      <w:r>
        <w:tab/>
        <w:t>1.013e0</w:t>
      </w:r>
    </w:p>
    <w:p w:rsidR="00557788" w:rsidRDefault="00557788" w:rsidP="00557788">
      <w:r>
        <w:t>283.7455</w:t>
      </w:r>
      <w:r>
        <w:tab/>
        <w:t>4.051e0</w:t>
      </w:r>
    </w:p>
    <w:p w:rsidR="00557788" w:rsidRDefault="00557788" w:rsidP="00557788">
      <w:r>
        <w:t>283.7553</w:t>
      </w:r>
      <w:r>
        <w:tab/>
        <w:t>1.266e-2</w:t>
      </w:r>
    </w:p>
    <w:p w:rsidR="00557788" w:rsidRDefault="00557788" w:rsidP="00557788">
      <w:r>
        <w:t>283.7589</w:t>
      </w:r>
      <w:r>
        <w:tab/>
        <w:t>4.051e0</w:t>
      </w:r>
    </w:p>
    <w:p w:rsidR="00557788" w:rsidRDefault="00557788" w:rsidP="00557788">
      <w:r>
        <w:t>283.7786</w:t>
      </w:r>
      <w:r>
        <w:tab/>
        <w:t>5.713e0</w:t>
      </w:r>
    </w:p>
    <w:p w:rsidR="00557788" w:rsidRDefault="00557788" w:rsidP="00557788">
      <w:r>
        <w:t>283.7937</w:t>
      </w:r>
      <w:r>
        <w:tab/>
        <w:t>4.051e0</w:t>
      </w:r>
    </w:p>
    <w:p w:rsidR="00557788" w:rsidRDefault="00557788" w:rsidP="00557788">
      <w:r>
        <w:t>283.8142</w:t>
      </w:r>
      <w:r>
        <w:tab/>
        <w:t>1.266e-2</w:t>
      </w:r>
    </w:p>
    <w:p w:rsidR="00557788" w:rsidRDefault="00557788" w:rsidP="00557788">
      <w:r>
        <w:t>283.8182</w:t>
      </w:r>
      <w:r>
        <w:tab/>
        <w:t>3.038e0</w:t>
      </w:r>
    </w:p>
    <w:p w:rsidR="00557788" w:rsidRDefault="00557788" w:rsidP="00557788">
      <w:r>
        <w:t>283.8379</w:t>
      </w:r>
      <w:r>
        <w:tab/>
        <w:t>3.038e0</w:t>
      </w:r>
    </w:p>
    <w:p w:rsidR="00557788" w:rsidRDefault="00557788" w:rsidP="00557788">
      <w:r>
        <w:t>283.8456</w:t>
      </w:r>
      <w:r>
        <w:tab/>
        <w:t>3.797e-2</w:t>
      </w:r>
    </w:p>
    <w:p w:rsidR="00557788" w:rsidRDefault="00557788" w:rsidP="00557788">
      <w:r>
        <w:lastRenderedPageBreak/>
        <w:t>283.8537</w:t>
      </w:r>
      <w:r>
        <w:tab/>
        <w:t>1.013e0</w:t>
      </w:r>
    </w:p>
    <w:p w:rsidR="00557788" w:rsidRDefault="00557788" w:rsidP="00557788">
      <w:r>
        <w:t>283.8692</w:t>
      </w:r>
      <w:r>
        <w:tab/>
        <w:t>2.025e0</w:t>
      </w:r>
    </w:p>
    <w:p w:rsidR="00557788" w:rsidRDefault="00557788" w:rsidP="00557788">
      <w:r>
        <w:t>283.8851</w:t>
      </w:r>
      <w:r>
        <w:tab/>
        <w:t>2.025e0</w:t>
      </w:r>
    </w:p>
    <w:p w:rsidR="00557788" w:rsidRDefault="00557788" w:rsidP="00557788">
      <w:r>
        <w:t>283.8871</w:t>
      </w:r>
      <w:r>
        <w:tab/>
        <w:t>4.051e0</w:t>
      </w:r>
    </w:p>
    <w:p w:rsidR="00557788" w:rsidRDefault="00557788" w:rsidP="00557788">
      <w:r>
        <w:t>283.8983</w:t>
      </w:r>
      <w:r>
        <w:tab/>
        <w:t>1.266e-2</w:t>
      </w:r>
    </w:p>
    <w:p w:rsidR="00557788" w:rsidRDefault="00557788" w:rsidP="00557788">
      <w:r>
        <w:t>283.9035</w:t>
      </w:r>
      <w:r>
        <w:tab/>
        <w:t>1.013e0</w:t>
      </w:r>
    </w:p>
    <w:p w:rsidR="00557788" w:rsidRDefault="00557788" w:rsidP="00557788">
      <w:r>
        <w:t>283.9125</w:t>
      </w:r>
      <w:r>
        <w:tab/>
        <w:t>1.013e0</w:t>
      </w:r>
    </w:p>
    <w:p w:rsidR="00557788" w:rsidRDefault="00557788" w:rsidP="00557788">
      <w:r>
        <w:t>283.9146</w:t>
      </w:r>
      <w:r>
        <w:tab/>
        <w:t>2.025e0</w:t>
      </w:r>
    </w:p>
    <w:p w:rsidR="00557788" w:rsidRDefault="00557788" w:rsidP="00557788">
      <w:r>
        <w:t>283.9292</w:t>
      </w:r>
      <w:r>
        <w:tab/>
        <w:t>2.707e0</w:t>
      </w:r>
    </w:p>
    <w:p w:rsidR="00557788" w:rsidRDefault="00557788" w:rsidP="00557788">
      <w:r>
        <w:t>283.9479</w:t>
      </w:r>
      <w:r>
        <w:tab/>
        <w:t>1.013e0</w:t>
      </w:r>
    </w:p>
    <w:p w:rsidR="00557788" w:rsidRDefault="00557788" w:rsidP="00557788">
      <w:r>
        <w:t>283.9618</w:t>
      </w:r>
      <w:r>
        <w:tab/>
        <w:t>2.089e0</w:t>
      </w:r>
    </w:p>
    <w:p w:rsidR="00557788" w:rsidRDefault="00557788" w:rsidP="00557788">
      <w:r>
        <w:t>283.9670</w:t>
      </w:r>
      <w:r>
        <w:tab/>
        <w:t>2.595e0</w:t>
      </w:r>
    </w:p>
    <w:p w:rsidR="00557788" w:rsidRDefault="00557788" w:rsidP="00557788">
      <w:r>
        <w:t>283.9711</w:t>
      </w:r>
      <w:r>
        <w:tab/>
        <w:t>1.833e0</w:t>
      </w:r>
    </w:p>
    <w:p w:rsidR="00557788" w:rsidRDefault="00557788" w:rsidP="00557788">
      <w:r>
        <w:t>283.9775</w:t>
      </w:r>
      <w:r>
        <w:tab/>
        <w:t>2.532e-2</w:t>
      </w:r>
    </w:p>
    <w:p w:rsidR="00557788" w:rsidRDefault="00557788" w:rsidP="00557788">
      <w:r>
        <w:t>283.9919</w:t>
      </w:r>
      <w:r>
        <w:tab/>
        <w:t>1.545e0</w:t>
      </w:r>
    </w:p>
    <w:p w:rsidR="00557788" w:rsidRDefault="00557788" w:rsidP="00557788">
      <w:r>
        <w:t>283.9942</w:t>
      </w:r>
      <w:r>
        <w:tab/>
        <w:t>3.063e0</w:t>
      </w:r>
    </w:p>
    <w:p w:rsidR="00557788" w:rsidRDefault="00557788" w:rsidP="00557788">
      <w:r>
        <w:t>284.0102</w:t>
      </w:r>
      <w:r>
        <w:tab/>
        <w:t>2.930e0</w:t>
      </w:r>
    </w:p>
    <w:p w:rsidR="00557788" w:rsidRDefault="00557788" w:rsidP="00557788">
      <w:r>
        <w:t>284.0328</w:t>
      </w:r>
      <w:r>
        <w:tab/>
        <w:t>3.385e0</w:t>
      </w:r>
    </w:p>
    <w:p w:rsidR="00557788" w:rsidRDefault="00557788" w:rsidP="00557788">
      <w:r>
        <w:t>284.0347</w:t>
      </w:r>
      <w:r>
        <w:tab/>
        <w:t>4.481e0</w:t>
      </w:r>
    </w:p>
    <w:p w:rsidR="00557788" w:rsidRDefault="00557788" w:rsidP="00557788">
      <w:r>
        <w:lastRenderedPageBreak/>
        <w:t>284.0428</w:t>
      </w:r>
      <w:r>
        <w:tab/>
        <w:t>8.961e0</w:t>
      </w:r>
    </w:p>
    <w:p w:rsidR="00557788" w:rsidRDefault="00557788" w:rsidP="00557788">
      <w:r>
        <w:t>284.0782</w:t>
      </w:r>
      <w:r>
        <w:tab/>
        <w:t>6.674e0</w:t>
      </w:r>
    </w:p>
    <w:p w:rsidR="00557788" w:rsidRDefault="00557788" w:rsidP="00557788">
      <w:r>
        <w:t>284.1112</w:t>
      </w:r>
      <w:r>
        <w:tab/>
        <w:t>2.214e0</w:t>
      </w:r>
    </w:p>
    <w:p w:rsidR="00557788" w:rsidRDefault="00557788" w:rsidP="00557788">
      <w:r>
        <w:t>284.1140</w:t>
      </w:r>
      <w:r>
        <w:tab/>
        <w:t>7.994e-1</w:t>
      </w:r>
    </w:p>
    <w:p w:rsidR="00557788" w:rsidRDefault="00557788" w:rsidP="00557788">
      <w:r>
        <w:t>284.1532</w:t>
      </w:r>
      <w:r>
        <w:tab/>
        <w:t>3.280e0</w:t>
      </w:r>
    </w:p>
    <w:p w:rsidR="00557788" w:rsidRDefault="00557788" w:rsidP="00557788">
      <w:r>
        <w:t>284.1548</w:t>
      </w:r>
      <w:r>
        <w:tab/>
        <w:t>1.772e0</w:t>
      </w:r>
    </w:p>
    <w:p w:rsidR="00557788" w:rsidRDefault="00557788" w:rsidP="00557788">
      <w:r>
        <w:t>284.1645</w:t>
      </w:r>
      <w:r>
        <w:tab/>
        <w:t>8.703e0</w:t>
      </w:r>
    </w:p>
    <w:p w:rsidR="00557788" w:rsidRDefault="00557788" w:rsidP="00557788">
      <w:r>
        <w:t>284.1676</w:t>
      </w:r>
      <w:r>
        <w:tab/>
        <w:t>7.116e0</w:t>
      </w:r>
    </w:p>
    <w:p w:rsidR="00557788" w:rsidRDefault="00557788" w:rsidP="00557788">
      <w:r>
        <w:t>284.1735</w:t>
      </w:r>
      <w:r>
        <w:tab/>
        <w:t>2.632e0</w:t>
      </w:r>
    </w:p>
    <w:p w:rsidR="00557788" w:rsidRDefault="00557788" w:rsidP="00557788">
      <w:r>
        <w:t>284.1762</w:t>
      </w:r>
      <w:r>
        <w:tab/>
        <w:t>4.621e0</w:t>
      </w:r>
    </w:p>
    <w:p w:rsidR="00557788" w:rsidRDefault="00557788" w:rsidP="00557788">
      <w:r>
        <w:t>284.1983</w:t>
      </w:r>
      <w:r>
        <w:tab/>
        <w:t>1.258e1</w:t>
      </w:r>
    </w:p>
    <w:p w:rsidR="00557788" w:rsidRDefault="00557788" w:rsidP="00557788">
      <w:r>
        <w:t>284.2148</w:t>
      </w:r>
      <w:r>
        <w:tab/>
        <w:t>6.531e0</w:t>
      </w:r>
    </w:p>
    <w:p w:rsidR="00557788" w:rsidRDefault="00557788" w:rsidP="00557788">
      <w:r>
        <w:t>284.2182</w:t>
      </w:r>
      <w:r>
        <w:tab/>
        <w:t>5.609e0</w:t>
      </w:r>
    </w:p>
    <w:p w:rsidR="00557788" w:rsidRDefault="00557788" w:rsidP="00557788">
      <w:r>
        <w:t>284.2220</w:t>
      </w:r>
      <w:r>
        <w:tab/>
        <w:t>9.382e0</w:t>
      </w:r>
    </w:p>
    <w:p w:rsidR="00557788" w:rsidRDefault="00557788" w:rsidP="00557788">
      <w:r>
        <w:t>284.2457</w:t>
      </w:r>
      <w:r>
        <w:tab/>
        <w:t>6.843e0</w:t>
      </w:r>
    </w:p>
    <w:p w:rsidR="00557788" w:rsidRDefault="00557788" w:rsidP="00557788">
      <w:r>
        <w:t>284.2564</w:t>
      </w:r>
      <w:r>
        <w:tab/>
        <w:t>1.140e0</w:t>
      </w:r>
    </w:p>
    <w:p w:rsidR="00557788" w:rsidRDefault="00557788" w:rsidP="00557788">
      <w:r>
        <w:t>284.2577</w:t>
      </w:r>
      <w:r>
        <w:tab/>
        <w:t>1.214e0</w:t>
      </w:r>
    </w:p>
    <w:p w:rsidR="00557788" w:rsidRDefault="00557788" w:rsidP="00557788">
      <w:r>
        <w:t>284.2658</w:t>
      </w:r>
      <w:r>
        <w:tab/>
        <w:t>5.598e0</w:t>
      </w:r>
    </w:p>
    <w:p w:rsidR="00557788" w:rsidRDefault="00557788" w:rsidP="00557788">
      <w:r>
        <w:t>284.2727</w:t>
      </w:r>
      <w:r>
        <w:tab/>
        <w:t>1.155e0</w:t>
      </w:r>
    </w:p>
    <w:p w:rsidR="00557788" w:rsidRDefault="00557788" w:rsidP="00557788">
      <w:r>
        <w:lastRenderedPageBreak/>
        <w:t>284.3105</w:t>
      </w:r>
      <w:r>
        <w:tab/>
        <w:t>1.418e1</w:t>
      </w:r>
    </w:p>
    <w:p w:rsidR="00557788" w:rsidRDefault="00557788" w:rsidP="00557788">
      <w:r>
        <w:t>284.3116</w:t>
      </w:r>
      <w:r>
        <w:tab/>
        <w:t>8.383e0</w:t>
      </w:r>
    </w:p>
    <w:p w:rsidR="00557788" w:rsidRDefault="00557788" w:rsidP="00557788">
      <w:r>
        <w:t>284.3135</w:t>
      </w:r>
      <w:r>
        <w:tab/>
        <w:t>9.148e0</w:t>
      </w:r>
    </w:p>
    <w:p w:rsidR="00557788" w:rsidRDefault="00557788" w:rsidP="00557788">
      <w:r>
        <w:t>284.3203</w:t>
      </w:r>
      <w:r>
        <w:tab/>
        <w:t>1.208e1</w:t>
      </w:r>
    </w:p>
    <w:p w:rsidR="00557788" w:rsidRDefault="00557788" w:rsidP="00557788">
      <w:r>
        <w:t>284.3237</w:t>
      </w:r>
      <w:r>
        <w:tab/>
        <w:t>7.082e0</w:t>
      </w:r>
    </w:p>
    <w:p w:rsidR="00557788" w:rsidRDefault="00557788" w:rsidP="00557788">
      <w:r>
        <w:t>284.3302</w:t>
      </w:r>
      <w:r>
        <w:tab/>
        <w:t>8.101e0</w:t>
      </w:r>
    </w:p>
    <w:p w:rsidR="00557788" w:rsidRDefault="00557788" w:rsidP="00557788">
      <w:r>
        <w:t>284.3400</w:t>
      </w:r>
      <w:r>
        <w:tab/>
        <w:t>7.820e0</w:t>
      </w:r>
    </w:p>
    <w:p w:rsidR="00557788" w:rsidRDefault="00557788" w:rsidP="00557788">
      <w:r>
        <w:t>284.3451</w:t>
      </w:r>
      <w:r>
        <w:tab/>
        <w:t>5.630e0</w:t>
      </w:r>
    </w:p>
    <w:p w:rsidR="00557788" w:rsidRDefault="00557788" w:rsidP="00557788">
      <w:r>
        <w:t>284.3521</w:t>
      </w:r>
      <w:r>
        <w:tab/>
        <w:t>3.038e0</w:t>
      </w:r>
    </w:p>
    <w:p w:rsidR="00557788" w:rsidRDefault="00557788" w:rsidP="00557788">
      <w:r>
        <w:t>284.3590</w:t>
      </w:r>
      <w:r>
        <w:tab/>
        <w:t>3.038e0</w:t>
      </w:r>
    </w:p>
    <w:p w:rsidR="00557788" w:rsidRDefault="00557788" w:rsidP="00557788">
      <w:r>
        <w:t>284.3907</w:t>
      </w:r>
      <w:r>
        <w:tab/>
        <w:t>7.089e0</w:t>
      </w:r>
    </w:p>
    <w:p w:rsidR="00557788" w:rsidRDefault="00557788" w:rsidP="00557788">
      <w:r>
        <w:t>284.4002</w:t>
      </w:r>
      <w:r>
        <w:tab/>
        <w:t>1.013e0</w:t>
      </w:r>
    </w:p>
    <w:p w:rsidR="00557788" w:rsidRDefault="00557788" w:rsidP="00557788">
      <w:r>
        <w:t>284.4188</w:t>
      </w:r>
      <w:r>
        <w:tab/>
        <w:t>1.013e0</w:t>
      </w:r>
    </w:p>
    <w:p w:rsidR="00557788" w:rsidRDefault="00557788" w:rsidP="00557788">
      <w:r>
        <w:t>284.4237</w:t>
      </w:r>
      <w:r>
        <w:tab/>
        <w:t>1.013e0</w:t>
      </w:r>
    </w:p>
    <w:p w:rsidR="00557788" w:rsidRDefault="00557788" w:rsidP="00557788">
      <w:r>
        <w:t>284.4274</w:t>
      </w:r>
      <w:r>
        <w:tab/>
        <w:t>4.089e0</w:t>
      </w:r>
    </w:p>
    <w:p w:rsidR="00557788" w:rsidRDefault="00557788" w:rsidP="00557788">
      <w:r>
        <w:t>284.4396</w:t>
      </w:r>
      <w:r>
        <w:tab/>
        <w:t>2.025e0</w:t>
      </w:r>
    </w:p>
    <w:p w:rsidR="00557788" w:rsidRDefault="00557788" w:rsidP="00557788">
      <w:r>
        <w:t>284.4515</w:t>
      </w:r>
      <w:r>
        <w:tab/>
        <w:t>5.063e0</w:t>
      </w:r>
    </w:p>
    <w:p w:rsidR="00557788" w:rsidRDefault="00557788" w:rsidP="00557788">
      <w:r>
        <w:t>284.4546</w:t>
      </w:r>
      <w:r>
        <w:tab/>
        <w:t>2.880e0</w:t>
      </w:r>
    </w:p>
    <w:p w:rsidR="00557788" w:rsidRDefault="00557788" w:rsidP="00557788">
      <w:r>
        <w:t>284.4559</w:t>
      </w:r>
      <w:r>
        <w:tab/>
        <w:t>3.038e0</w:t>
      </w:r>
    </w:p>
    <w:p w:rsidR="00557788" w:rsidRDefault="00557788" w:rsidP="00557788">
      <w:r>
        <w:lastRenderedPageBreak/>
        <w:t>284.4854</w:t>
      </w:r>
      <w:r>
        <w:tab/>
        <w:t>2.025e0</w:t>
      </w:r>
    </w:p>
    <w:p w:rsidR="00557788" w:rsidRDefault="00557788" w:rsidP="00557788">
      <w:r>
        <w:t>284.5217</w:t>
      </w:r>
      <w:r>
        <w:tab/>
        <w:t>2.025e0</w:t>
      </w:r>
    </w:p>
    <w:p w:rsidR="00557788" w:rsidRDefault="00557788" w:rsidP="00557788">
      <w:r>
        <w:t>284.5280</w:t>
      </w:r>
      <w:r>
        <w:tab/>
        <w:t>2.025e0</w:t>
      </w:r>
    </w:p>
    <w:p w:rsidR="00557788" w:rsidRDefault="00557788" w:rsidP="00557788">
      <w:r>
        <w:t>284.5481</w:t>
      </w:r>
      <w:r>
        <w:tab/>
        <w:t>2.025e0</w:t>
      </w:r>
    </w:p>
    <w:p w:rsidR="00557788" w:rsidRDefault="00557788" w:rsidP="00557788">
      <w:r>
        <w:t>284.5583</w:t>
      </w:r>
      <w:r>
        <w:tab/>
        <w:t>3.051e0</w:t>
      </w:r>
    </w:p>
    <w:p w:rsidR="00557788" w:rsidRDefault="00557788" w:rsidP="00557788">
      <w:r>
        <w:t>284.5615</w:t>
      </w:r>
      <w:r>
        <w:tab/>
        <w:t>2.532e-2</w:t>
      </w:r>
    </w:p>
    <w:p w:rsidR="00557788" w:rsidRDefault="00557788" w:rsidP="00557788">
      <w:r>
        <w:t>284.5728</w:t>
      </w:r>
      <w:r>
        <w:tab/>
        <w:t>2.025e0</w:t>
      </w:r>
    </w:p>
    <w:p w:rsidR="00557788" w:rsidRDefault="00557788" w:rsidP="00557788">
      <w:r>
        <w:t>284.5775</w:t>
      </w:r>
      <w:r>
        <w:tab/>
        <w:t>2.025e0</w:t>
      </w:r>
    </w:p>
    <w:p w:rsidR="00557788" w:rsidRDefault="00557788" w:rsidP="00557788">
      <w:r>
        <w:t>284.5860</w:t>
      </w:r>
      <w:r>
        <w:tab/>
        <w:t>1.025e0</w:t>
      </w:r>
    </w:p>
    <w:p w:rsidR="00557788" w:rsidRDefault="00557788" w:rsidP="00557788">
      <w:r>
        <w:t>284.5870</w:t>
      </w:r>
      <w:r>
        <w:tab/>
        <w:t>2.025e0</w:t>
      </w:r>
    </w:p>
    <w:p w:rsidR="00557788" w:rsidRDefault="00557788" w:rsidP="00557788">
      <w:r>
        <w:t>284.5909</w:t>
      </w:r>
      <w:r>
        <w:tab/>
        <w:t>2.532e-2</w:t>
      </w:r>
    </w:p>
    <w:p w:rsidR="00557788" w:rsidRDefault="00557788" w:rsidP="00557788">
      <w:r>
        <w:t>284.5970</w:t>
      </w:r>
      <w:r>
        <w:tab/>
        <w:t>2.025e0</w:t>
      </w:r>
    </w:p>
    <w:p w:rsidR="00557788" w:rsidRDefault="00557788" w:rsidP="00557788">
      <w:r>
        <w:t>284.6107</w:t>
      </w:r>
      <w:r>
        <w:tab/>
        <w:t>3.738e0</w:t>
      </w:r>
    </w:p>
    <w:p w:rsidR="00557788" w:rsidRDefault="00557788" w:rsidP="00557788">
      <w:r>
        <w:t>284.6203</w:t>
      </w:r>
      <w:r>
        <w:tab/>
        <w:t>3.038e0</w:t>
      </w:r>
    </w:p>
    <w:p w:rsidR="00557788" w:rsidRDefault="00557788" w:rsidP="00557788">
      <w:r>
        <w:t>284.6303</w:t>
      </w:r>
      <w:r>
        <w:tab/>
        <w:t>5.063e-2</w:t>
      </w:r>
    </w:p>
    <w:p w:rsidR="00557788" w:rsidRDefault="00557788" w:rsidP="00557788">
      <w:r>
        <w:t>284.6559</w:t>
      </w:r>
      <w:r>
        <w:tab/>
        <w:t>1.013e0</w:t>
      </w:r>
    </w:p>
    <w:p w:rsidR="00557788" w:rsidRDefault="00557788" w:rsidP="00557788">
      <w:r>
        <w:t>284.6639</w:t>
      </w:r>
      <w:r>
        <w:tab/>
        <w:t>5.384e0</w:t>
      </w:r>
    </w:p>
    <w:p w:rsidR="00557788" w:rsidRDefault="00557788" w:rsidP="00557788">
      <w:r>
        <w:t>284.6716</w:t>
      </w:r>
      <w:r>
        <w:tab/>
        <w:t>2.025e0</w:t>
      </w:r>
    </w:p>
    <w:p w:rsidR="00557788" w:rsidRDefault="00557788" w:rsidP="00557788">
      <w:r>
        <w:t>284.6727</w:t>
      </w:r>
      <w:r>
        <w:tab/>
        <w:t>3.038e0</w:t>
      </w:r>
    </w:p>
    <w:p w:rsidR="00557788" w:rsidRDefault="00557788" w:rsidP="00557788">
      <w:r>
        <w:lastRenderedPageBreak/>
        <w:t>284.6811</w:t>
      </w:r>
      <w:r>
        <w:tab/>
        <w:t>2.025e0</w:t>
      </w:r>
    </w:p>
    <w:p w:rsidR="00557788" w:rsidRDefault="00557788" w:rsidP="00557788">
      <w:r>
        <w:t>284.6833</w:t>
      </w:r>
      <w:r>
        <w:tab/>
        <w:t>1.266e-2</w:t>
      </w:r>
    </w:p>
    <w:p w:rsidR="00557788" w:rsidRDefault="00557788" w:rsidP="00557788">
      <w:r>
        <w:t>284.6873</w:t>
      </w:r>
      <w:r>
        <w:tab/>
        <w:t>1.013e0</w:t>
      </w:r>
    </w:p>
    <w:p w:rsidR="00557788" w:rsidRDefault="00557788" w:rsidP="00557788">
      <w:r>
        <w:t>284.6953</w:t>
      </w:r>
      <w:r>
        <w:tab/>
        <w:t>1.266e-2</w:t>
      </w:r>
    </w:p>
    <w:p w:rsidR="00557788" w:rsidRDefault="00557788" w:rsidP="00557788">
      <w:r>
        <w:t>284.7076</w:t>
      </w:r>
      <w:r>
        <w:tab/>
        <w:t>2.532e-2</w:t>
      </w:r>
    </w:p>
    <w:p w:rsidR="00557788" w:rsidRDefault="00557788" w:rsidP="00557788">
      <w:r>
        <w:t>284.7147</w:t>
      </w:r>
      <w:r>
        <w:tab/>
        <w:t>1.013e0</w:t>
      </w:r>
    </w:p>
    <w:p w:rsidR="00557788" w:rsidRDefault="00557788" w:rsidP="00557788">
      <w:r>
        <w:t>284.7187</w:t>
      </w:r>
      <w:r>
        <w:tab/>
        <w:t>1.013e0</w:t>
      </w:r>
    </w:p>
    <w:p w:rsidR="00557788" w:rsidRDefault="00557788" w:rsidP="00557788">
      <w:r>
        <w:t>284.7334</w:t>
      </w:r>
      <w:r>
        <w:tab/>
        <w:t>3.038e0</w:t>
      </w:r>
    </w:p>
    <w:p w:rsidR="00557788" w:rsidRDefault="00557788" w:rsidP="00557788">
      <w:r>
        <w:t>284.7367</w:t>
      </w:r>
      <w:r>
        <w:tab/>
        <w:t>1.013e0</w:t>
      </w:r>
    </w:p>
    <w:p w:rsidR="00557788" w:rsidRDefault="00557788" w:rsidP="00557788">
      <w:r>
        <w:t>284.7409</w:t>
      </w:r>
      <w:r>
        <w:tab/>
        <w:t>2.532e-2</w:t>
      </w:r>
    </w:p>
    <w:p w:rsidR="00557788" w:rsidRDefault="00557788" w:rsidP="00557788">
      <w:r>
        <w:t>284.7637</w:t>
      </w:r>
      <w:r>
        <w:tab/>
        <w:t>3.051e0</w:t>
      </w:r>
    </w:p>
    <w:p w:rsidR="00557788" w:rsidRDefault="00557788" w:rsidP="00557788">
      <w:r>
        <w:t>284.7703</w:t>
      </w:r>
      <w:r>
        <w:tab/>
        <w:t>2.025e0</w:t>
      </w:r>
    </w:p>
    <w:p w:rsidR="00557788" w:rsidRDefault="00557788" w:rsidP="00557788">
      <w:r>
        <w:t>284.7807</w:t>
      </w:r>
      <w:r>
        <w:tab/>
        <w:t>2.025e0</w:t>
      </w:r>
    </w:p>
    <w:p w:rsidR="00557788" w:rsidRDefault="00557788" w:rsidP="00557788">
      <w:r>
        <w:t>284.7911</w:t>
      </w:r>
      <w:r>
        <w:tab/>
        <w:t>3.038e0</w:t>
      </w:r>
    </w:p>
    <w:p w:rsidR="00557788" w:rsidRDefault="00557788" w:rsidP="00557788">
      <w:r>
        <w:t>284.7984</w:t>
      </w:r>
      <w:r>
        <w:tab/>
        <w:t>1.038e0</w:t>
      </w:r>
    </w:p>
    <w:p w:rsidR="00557788" w:rsidRDefault="00557788" w:rsidP="00557788">
      <w:r>
        <w:t>284.8071</w:t>
      </w:r>
      <w:r>
        <w:tab/>
        <w:t>1.282e0</w:t>
      </w:r>
    </w:p>
    <w:p w:rsidR="00557788" w:rsidRDefault="00557788" w:rsidP="00557788">
      <w:r>
        <w:t>284.8191</w:t>
      </w:r>
      <w:r>
        <w:tab/>
        <w:t>2.025e0</w:t>
      </w:r>
    </w:p>
    <w:p w:rsidR="00557788" w:rsidRDefault="00557788" w:rsidP="00557788">
      <w:r>
        <w:t>284.8212</w:t>
      </w:r>
      <w:r>
        <w:tab/>
        <w:t>1.013e0</w:t>
      </w:r>
    </w:p>
    <w:p w:rsidR="00557788" w:rsidRDefault="00557788" w:rsidP="00557788">
      <w:r>
        <w:t>284.8506</w:t>
      </w:r>
      <w:r>
        <w:tab/>
        <w:t>2.025e0</w:t>
      </w:r>
    </w:p>
    <w:p w:rsidR="00557788" w:rsidRDefault="00557788" w:rsidP="00557788">
      <w:r>
        <w:lastRenderedPageBreak/>
        <w:t>284.8722</w:t>
      </w:r>
      <w:r>
        <w:tab/>
        <w:t>1.266e-2</w:t>
      </w:r>
    </w:p>
    <w:p w:rsidR="00557788" w:rsidRDefault="00557788" w:rsidP="00557788">
      <w:r>
        <w:t>284.8801</w:t>
      </w:r>
      <w:r>
        <w:tab/>
        <w:t>5.063e0</w:t>
      </w:r>
    </w:p>
    <w:p w:rsidR="00557788" w:rsidRDefault="00557788" w:rsidP="00557788">
      <w:r>
        <w:t>284.8935</w:t>
      </w:r>
      <w:r>
        <w:tab/>
        <w:t>4.051e0</w:t>
      </w:r>
    </w:p>
    <w:p w:rsidR="00557788" w:rsidRDefault="00557788" w:rsidP="00557788">
      <w:r>
        <w:t>284.9190</w:t>
      </w:r>
      <w:r>
        <w:tab/>
        <w:t>3.051e0</w:t>
      </w:r>
    </w:p>
    <w:p w:rsidR="00557788" w:rsidRDefault="00557788" w:rsidP="00557788">
      <w:r>
        <w:t>284.9230</w:t>
      </w:r>
      <w:r>
        <w:tab/>
        <w:t>3.038e0</w:t>
      </w:r>
    </w:p>
    <w:p w:rsidR="00557788" w:rsidRDefault="00557788" w:rsidP="00557788">
      <w:r>
        <w:t>284.9386</w:t>
      </w:r>
      <w:r>
        <w:tab/>
        <w:t>3.798e-2</w:t>
      </w:r>
    </w:p>
    <w:p w:rsidR="00557788" w:rsidRDefault="00557788" w:rsidP="00557788">
      <w:r>
        <w:t>284.9500</w:t>
      </w:r>
      <w:r>
        <w:tab/>
        <w:t>2.860e0</w:t>
      </w:r>
    </w:p>
    <w:p w:rsidR="00557788" w:rsidRDefault="00557788" w:rsidP="00557788">
      <w:r>
        <w:t>284.9518</w:t>
      </w:r>
      <w:r>
        <w:tab/>
        <w:t>2.025e0</w:t>
      </w:r>
    </w:p>
    <w:p w:rsidR="00557788" w:rsidRDefault="00557788" w:rsidP="00557788">
      <w:r>
        <w:t>284.9744</w:t>
      </w:r>
      <w:r>
        <w:tab/>
        <w:t>1.013e0</w:t>
      </w:r>
    </w:p>
    <w:p w:rsidR="00557788" w:rsidRDefault="00557788" w:rsidP="00557788">
      <w:r>
        <w:t>284.9762</w:t>
      </w:r>
      <w:r>
        <w:tab/>
        <w:t>3.038e0</w:t>
      </w:r>
    </w:p>
    <w:p w:rsidR="00557788" w:rsidRDefault="00557788" w:rsidP="00557788">
      <w:r>
        <w:t>284.9804</w:t>
      </w:r>
      <w:r>
        <w:tab/>
        <w:t>2.025e0</w:t>
      </w:r>
    </w:p>
    <w:p w:rsidR="00557788" w:rsidRDefault="00557788" w:rsidP="00557788">
      <w:r>
        <w:t>284.9963</w:t>
      </w:r>
      <w:r>
        <w:tab/>
        <w:t>3.379e0</w:t>
      </w:r>
    </w:p>
    <w:p w:rsidR="00557788" w:rsidRDefault="00557788" w:rsidP="00557788">
      <w:r>
        <w:t>285.0041</w:t>
      </w:r>
      <w:r>
        <w:tab/>
        <w:t>2.025e0</w:t>
      </w:r>
    </w:p>
    <w:p w:rsidR="00557788" w:rsidRDefault="00557788" w:rsidP="00557788">
      <w:r>
        <w:t>285.0166</w:t>
      </w:r>
      <w:r>
        <w:tab/>
        <w:t>4.049e0</w:t>
      </w:r>
    </w:p>
    <w:p w:rsidR="00557788" w:rsidRDefault="00557788" w:rsidP="00557788">
      <w:r>
        <w:t>285.0185</w:t>
      </w:r>
      <w:r>
        <w:tab/>
        <w:t>9.285e0</w:t>
      </w:r>
    </w:p>
    <w:p w:rsidR="00557788" w:rsidRDefault="00557788" w:rsidP="00557788">
      <w:r>
        <w:t>285.0371</w:t>
      </w:r>
      <w:r>
        <w:tab/>
        <w:t>5.887e0</w:t>
      </w:r>
    </w:p>
    <w:p w:rsidR="00557788" w:rsidRDefault="00557788" w:rsidP="00557788">
      <w:r>
        <w:t>285.0396</w:t>
      </w:r>
      <w:r>
        <w:tab/>
        <w:t>8.364e0</w:t>
      </w:r>
    </w:p>
    <w:p w:rsidR="00557788" w:rsidRDefault="00557788" w:rsidP="00557788">
      <w:r>
        <w:t>285.0497</w:t>
      </w:r>
      <w:r>
        <w:tab/>
        <w:t>3.961e-1</w:t>
      </w:r>
    </w:p>
    <w:p w:rsidR="00557788" w:rsidRDefault="00557788" w:rsidP="00557788">
      <w:r>
        <w:t>285.0630</w:t>
      </w:r>
      <w:r>
        <w:tab/>
        <w:t>2.940e0</w:t>
      </w:r>
    </w:p>
    <w:p w:rsidR="00557788" w:rsidRDefault="00557788" w:rsidP="00557788">
      <w:r>
        <w:lastRenderedPageBreak/>
        <w:t>285.0677</w:t>
      </w:r>
      <w:r>
        <w:tab/>
        <w:t>5.244e0</w:t>
      </w:r>
    </w:p>
    <w:p w:rsidR="00557788" w:rsidRDefault="00557788" w:rsidP="00557788">
      <w:r>
        <w:t>285.0714</w:t>
      </w:r>
      <w:r>
        <w:tab/>
        <w:t>1.267e0</w:t>
      </w:r>
    </w:p>
    <w:p w:rsidR="00557788" w:rsidRDefault="00557788" w:rsidP="00557788">
      <w:r>
        <w:t>285.1095</w:t>
      </w:r>
      <w:r>
        <w:tab/>
        <w:t>3.038e0</w:t>
      </w:r>
    </w:p>
    <w:p w:rsidR="00557788" w:rsidRDefault="00557788" w:rsidP="00557788">
      <w:r>
        <w:t>285.1133</w:t>
      </w:r>
      <w:r>
        <w:tab/>
        <w:t>4.154e0</w:t>
      </w:r>
    </w:p>
    <w:p w:rsidR="00557788" w:rsidRDefault="00557788" w:rsidP="00557788">
      <w:r>
        <w:t>285.1321</w:t>
      </w:r>
      <w:r>
        <w:tab/>
        <w:t>2.291e0</w:t>
      </w:r>
    </w:p>
    <w:p w:rsidR="00557788" w:rsidRDefault="00557788" w:rsidP="00557788">
      <w:r>
        <w:t>285.1551</w:t>
      </w:r>
      <w:r>
        <w:tab/>
        <w:t>2.133e0</w:t>
      </w:r>
    </w:p>
    <w:p w:rsidR="00557788" w:rsidRDefault="00557788" w:rsidP="00557788">
      <w:r>
        <w:t>285.1676</w:t>
      </w:r>
      <w:r>
        <w:tab/>
        <w:t>2.439e0</w:t>
      </w:r>
    </w:p>
    <w:p w:rsidR="00557788" w:rsidRDefault="00557788" w:rsidP="00557788">
      <w:r>
        <w:t>285.1756</w:t>
      </w:r>
      <w:r>
        <w:tab/>
        <w:t>4.861e0</w:t>
      </w:r>
    </w:p>
    <w:p w:rsidR="00557788" w:rsidRDefault="00557788" w:rsidP="00557788">
      <w:r>
        <w:t>285.2076</w:t>
      </w:r>
      <w:r>
        <w:tab/>
        <w:t>2.411e0</w:t>
      </w:r>
    </w:p>
    <w:p w:rsidR="00557788" w:rsidRDefault="00557788" w:rsidP="00557788">
      <w:r>
        <w:t>285.2123</w:t>
      </w:r>
      <w:r>
        <w:tab/>
        <w:t>3.340e0</w:t>
      </w:r>
    </w:p>
    <w:p w:rsidR="00557788" w:rsidRDefault="00557788" w:rsidP="00557788">
      <w:r>
        <w:t>285.2324</w:t>
      </w:r>
      <w:r>
        <w:tab/>
        <w:t>4.175e0</w:t>
      </w:r>
    </w:p>
    <w:p w:rsidR="00557788" w:rsidRDefault="00557788" w:rsidP="00557788">
      <w:r>
        <w:t>285.2408</w:t>
      </w:r>
      <w:r>
        <w:tab/>
        <w:t>4.453e0</w:t>
      </w:r>
    </w:p>
    <w:p w:rsidR="00557788" w:rsidRDefault="00557788" w:rsidP="00557788">
      <w:r>
        <w:t>285.2464</w:t>
      </w:r>
      <w:r>
        <w:tab/>
        <w:t>6.613e0</w:t>
      </w:r>
    </w:p>
    <w:p w:rsidR="00557788" w:rsidRDefault="00557788" w:rsidP="00557788">
      <w:r>
        <w:t>285.2551</w:t>
      </w:r>
      <w:r>
        <w:tab/>
        <w:t>6.076e0</w:t>
      </w:r>
    </w:p>
    <w:p w:rsidR="00557788" w:rsidRDefault="00557788" w:rsidP="00557788">
      <w:r>
        <w:t>285.2886</w:t>
      </w:r>
      <w:r>
        <w:tab/>
        <w:t>8.942e0</w:t>
      </w:r>
    </w:p>
    <w:p w:rsidR="00557788" w:rsidRDefault="00557788" w:rsidP="00557788">
      <w:r>
        <w:t>285.2904</w:t>
      </w:r>
      <w:r>
        <w:tab/>
        <w:t>5.063e0</w:t>
      </w:r>
    </w:p>
    <w:p w:rsidR="00557788" w:rsidRDefault="00557788" w:rsidP="00557788">
      <w:r>
        <w:t>285.2919</w:t>
      </w:r>
      <w:r>
        <w:tab/>
        <w:t>1.139e0</w:t>
      </w:r>
    </w:p>
    <w:p w:rsidR="00557788" w:rsidRDefault="00557788" w:rsidP="00557788">
      <w:r>
        <w:t>285.2945</w:t>
      </w:r>
      <w:r>
        <w:tab/>
        <w:t>4.822e0</w:t>
      </w:r>
    </w:p>
    <w:p w:rsidR="00557788" w:rsidRDefault="00557788" w:rsidP="00557788">
      <w:r>
        <w:t>285.3018</w:t>
      </w:r>
      <w:r>
        <w:tab/>
        <w:t>1.114e1</w:t>
      </w:r>
    </w:p>
    <w:p w:rsidR="00557788" w:rsidRDefault="00557788" w:rsidP="00557788">
      <w:r>
        <w:lastRenderedPageBreak/>
        <w:t>285.3121</w:t>
      </w:r>
      <w:r>
        <w:tab/>
        <w:t>4.792e0</w:t>
      </w:r>
    </w:p>
    <w:p w:rsidR="00557788" w:rsidRDefault="00557788" w:rsidP="00557788">
      <w:r>
        <w:t>285.3254</w:t>
      </w:r>
      <w:r>
        <w:tab/>
        <w:t>5.063e0</w:t>
      </w:r>
    </w:p>
    <w:p w:rsidR="00557788" w:rsidRDefault="00557788" w:rsidP="00557788">
      <w:r>
        <w:t>285.3300</w:t>
      </w:r>
      <w:r>
        <w:tab/>
        <w:t>3.038e0</w:t>
      </w:r>
    </w:p>
    <w:p w:rsidR="00557788" w:rsidRDefault="00557788" w:rsidP="00557788">
      <w:r>
        <w:t>285.3522</w:t>
      </w:r>
      <w:r>
        <w:tab/>
        <w:t>1.266e-2</w:t>
      </w:r>
    </w:p>
    <w:p w:rsidR="00557788" w:rsidRDefault="00557788" w:rsidP="00557788">
      <w:r>
        <w:t>285.3541</w:t>
      </w:r>
      <w:r>
        <w:tab/>
        <w:t>2.025e0</w:t>
      </w:r>
    </w:p>
    <w:p w:rsidR="00557788" w:rsidRDefault="00557788" w:rsidP="00557788">
      <w:r>
        <w:t>285.3561</w:t>
      </w:r>
      <w:r>
        <w:tab/>
        <w:t>1.013e0</w:t>
      </w:r>
    </w:p>
    <w:p w:rsidR="00557788" w:rsidRDefault="00557788" w:rsidP="00557788">
      <w:r>
        <w:t>285.3682</w:t>
      </w:r>
      <w:r>
        <w:tab/>
        <w:t>1.013e0</w:t>
      </w:r>
    </w:p>
    <w:p w:rsidR="00557788" w:rsidRDefault="00557788" w:rsidP="00557788">
      <w:r>
        <w:t>285.3759</w:t>
      </w:r>
      <w:r>
        <w:tab/>
        <w:t>2.025e0</w:t>
      </w:r>
    </w:p>
    <w:p w:rsidR="00557788" w:rsidRDefault="00557788" w:rsidP="00557788">
      <w:r>
        <w:t>285.3876</w:t>
      </w:r>
      <w:r>
        <w:tab/>
        <w:t>1.266e-2</w:t>
      </w:r>
    </w:p>
    <w:p w:rsidR="00557788" w:rsidRDefault="00557788" w:rsidP="00557788">
      <w:r>
        <w:t>285.3917</w:t>
      </w:r>
      <w:r>
        <w:tab/>
        <w:t>1.013e0</w:t>
      </w:r>
    </w:p>
    <w:p w:rsidR="00557788" w:rsidRDefault="00557788" w:rsidP="00557788">
      <w:r>
        <w:t>285.4094</w:t>
      </w:r>
      <w:r>
        <w:tab/>
        <w:t>2.025e0</w:t>
      </w:r>
    </w:p>
    <w:p w:rsidR="00557788" w:rsidRDefault="00557788" w:rsidP="00557788">
      <w:r>
        <w:t>285.4152</w:t>
      </w:r>
      <w:r>
        <w:tab/>
        <w:t>1.266e-2</w:t>
      </w:r>
    </w:p>
    <w:p w:rsidR="00557788" w:rsidRDefault="00557788" w:rsidP="00557788">
      <w:r>
        <w:t>285.4171</w:t>
      </w:r>
      <w:r>
        <w:tab/>
        <w:t>3.038e0</w:t>
      </w:r>
    </w:p>
    <w:p w:rsidR="00557788" w:rsidRDefault="00557788" w:rsidP="00557788">
      <w:r>
        <w:t>285.4192</w:t>
      </w:r>
      <w:r>
        <w:tab/>
        <w:t>2.025e0</w:t>
      </w:r>
    </w:p>
    <w:p w:rsidR="00557788" w:rsidRDefault="00557788" w:rsidP="00557788">
      <w:r>
        <w:t>285.4272</w:t>
      </w:r>
      <w:r>
        <w:tab/>
        <w:t>1.266e-2</w:t>
      </w:r>
    </w:p>
    <w:p w:rsidR="00557788" w:rsidRDefault="00557788" w:rsidP="00557788">
      <w:r>
        <w:t>285.4413</w:t>
      </w:r>
      <w:r>
        <w:tab/>
        <w:t>2.532e-2</w:t>
      </w:r>
    </w:p>
    <w:p w:rsidR="00557788" w:rsidRDefault="00557788" w:rsidP="00557788">
      <w:r>
        <w:t>285.4506</w:t>
      </w:r>
      <w:r>
        <w:tab/>
        <w:t>1.013e0</w:t>
      </w:r>
    </w:p>
    <w:p w:rsidR="00557788" w:rsidRDefault="00557788" w:rsidP="00557788">
      <w:r>
        <w:t>285.4587</w:t>
      </w:r>
      <w:r>
        <w:tab/>
        <w:t>4.051e0</w:t>
      </w:r>
    </w:p>
    <w:p w:rsidR="00557788" w:rsidRDefault="00557788" w:rsidP="00557788">
      <w:r>
        <w:t>285.4627</w:t>
      </w:r>
      <w:r>
        <w:tab/>
        <w:t>3.038e0</w:t>
      </w:r>
    </w:p>
    <w:p w:rsidR="00557788" w:rsidRDefault="00557788" w:rsidP="00557788">
      <w:r>
        <w:lastRenderedPageBreak/>
        <w:t>285.4914</w:t>
      </w:r>
      <w:r>
        <w:tab/>
        <w:t>2.025e0</w:t>
      </w:r>
    </w:p>
    <w:p w:rsidR="00557788" w:rsidRDefault="00557788" w:rsidP="00557788">
      <w:r>
        <w:t>285.4980</w:t>
      </w:r>
      <w:r>
        <w:tab/>
        <w:t>2.532e-2</w:t>
      </w:r>
    </w:p>
    <w:p w:rsidR="00557788" w:rsidRDefault="00557788" w:rsidP="00557788">
      <w:r>
        <w:t>285.5093</w:t>
      </w:r>
      <w:r>
        <w:tab/>
        <w:t>1.013e0</w:t>
      </w:r>
    </w:p>
    <w:p w:rsidR="00557788" w:rsidRDefault="00557788" w:rsidP="00557788">
      <w:r>
        <w:t>285.5398</w:t>
      </w:r>
      <w:r>
        <w:tab/>
        <w:t>4.063e0</w:t>
      </w:r>
    </w:p>
    <w:p w:rsidR="00557788" w:rsidRDefault="00557788" w:rsidP="00557788">
      <w:r>
        <w:t>285.5429</w:t>
      </w:r>
      <w:r>
        <w:tab/>
        <w:t>2.025e0</w:t>
      </w:r>
    </w:p>
    <w:p w:rsidR="00557788" w:rsidRDefault="00557788" w:rsidP="00557788">
      <w:r>
        <w:t>285.5668</w:t>
      </w:r>
      <w:r>
        <w:tab/>
        <w:t>1.266e-2</w:t>
      </w:r>
    </w:p>
    <w:p w:rsidR="00557788" w:rsidRDefault="00557788" w:rsidP="00557788">
      <w:r>
        <w:t>285.5865</w:t>
      </w:r>
      <w:r>
        <w:tab/>
        <w:t>2.025e0</w:t>
      </w:r>
    </w:p>
    <w:p w:rsidR="00557788" w:rsidRDefault="00557788" w:rsidP="00557788">
      <w:r>
        <w:t>285.5959</w:t>
      </w:r>
      <w:r>
        <w:tab/>
        <w:t>2.532e-2</w:t>
      </w:r>
    </w:p>
    <w:p w:rsidR="00557788" w:rsidRDefault="00557788" w:rsidP="00557788">
      <w:r>
        <w:t>285.6081</w:t>
      </w:r>
      <w:r>
        <w:tab/>
        <w:t>1.266e-2</w:t>
      </w:r>
    </w:p>
    <w:p w:rsidR="00557788" w:rsidRDefault="00557788" w:rsidP="00557788">
      <w:r>
        <w:t>285.6140</w:t>
      </w:r>
      <w:r>
        <w:tab/>
        <w:t>2.532e-2</w:t>
      </w:r>
    </w:p>
    <w:p w:rsidR="00557788" w:rsidRDefault="00557788" w:rsidP="00557788">
      <w:r>
        <w:t>285.6263</w:t>
      </w:r>
      <w:r>
        <w:tab/>
        <w:t>2.532e-2</w:t>
      </w:r>
    </w:p>
    <w:p w:rsidR="00557788" w:rsidRDefault="00557788" w:rsidP="00557788">
      <w:r>
        <w:t>285.6280</w:t>
      </w:r>
      <w:r>
        <w:tab/>
        <w:t>3.038e0</w:t>
      </w:r>
    </w:p>
    <w:p w:rsidR="00557788" w:rsidRDefault="00557788" w:rsidP="00557788">
      <w:r>
        <w:t>285.6320</w:t>
      </w:r>
      <w:r>
        <w:tab/>
        <w:t>4.051e0</w:t>
      </w:r>
    </w:p>
    <w:p w:rsidR="00557788" w:rsidRDefault="00557788" w:rsidP="00557788">
      <w:r>
        <w:t>285.6372</w:t>
      </w:r>
      <w:r>
        <w:tab/>
        <w:t>2.051e0</w:t>
      </w:r>
    </w:p>
    <w:p w:rsidR="00557788" w:rsidRDefault="00557788" w:rsidP="00557788">
      <w:r>
        <w:t>285.6557</w:t>
      </w:r>
      <w:r>
        <w:tab/>
        <w:t>1.013e0</w:t>
      </w:r>
    </w:p>
    <w:p w:rsidR="00557788" w:rsidRDefault="00557788" w:rsidP="00557788">
      <w:r>
        <w:t>285.6609</w:t>
      </w:r>
      <w:r>
        <w:tab/>
        <w:t>1.013e0</w:t>
      </w:r>
    </w:p>
    <w:p w:rsidR="00557788" w:rsidRDefault="00557788" w:rsidP="00557788">
      <w:r>
        <w:t>285.6667</w:t>
      </w:r>
      <w:r>
        <w:tab/>
        <w:t>2.051e0</w:t>
      </w:r>
    </w:p>
    <w:p w:rsidR="00557788" w:rsidRDefault="00557788" w:rsidP="00557788">
      <w:r>
        <w:t>285.6751</w:t>
      </w:r>
      <w:r>
        <w:tab/>
        <w:t>1.025e0</w:t>
      </w:r>
    </w:p>
    <w:p w:rsidR="00557788" w:rsidRDefault="00557788" w:rsidP="00557788">
      <w:r>
        <w:t>285.6831</w:t>
      </w:r>
      <w:r>
        <w:tab/>
        <w:t>1.025e0</w:t>
      </w:r>
    </w:p>
    <w:p w:rsidR="00557788" w:rsidRDefault="00557788" w:rsidP="00557788">
      <w:r>
        <w:lastRenderedPageBreak/>
        <w:t>285.6870</w:t>
      </w:r>
      <w:r>
        <w:tab/>
        <w:t>1.013e0</w:t>
      </w:r>
    </w:p>
    <w:p w:rsidR="00557788" w:rsidRDefault="00557788" w:rsidP="00557788">
      <w:r>
        <w:t>285.6884</w:t>
      </w:r>
      <w:r>
        <w:tab/>
        <w:t>3.038e0</w:t>
      </w:r>
    </w:p>
    <w:p w:rsidR="00557788" w:rsidRDefault="00557788" w:rsidP="00557788">
      <w:r>
        <w:t>285.7001</w:t>
      </w:r>
      <w:r>
        <w:tab/>
        <w:t>2.025e0</w:t>
      </w:r>
    </w:p>
    <w:p w:rsidR="00557788" w:rsidRDefault="00557788" w:rsidP="00557788">
      <w:r>
        <w:t>285.7105</w:t>
      </w:r>
      <w:r>
        <w:tab/>
        <w:t>2.025e0</w:t>
      </w:r>
    </w:p>
    <w:p w:rsidR="00557788" w:rsidRDefault="00557788" w:rsidP="00557788">
      <w:r>
        <w:t>285.7184</w:t>
      </w:r>
      <w:r>
        <w:tab/>
        <w:t>1.013e0</w:t>
      </w:r>
    </w:p>
    <w:p w:rsidR="00557788" w:rsidRDefault="00557788" w:rsidP="00557788">
      <w:r>
        <w:t>285.7341</w:t>
      </w:r>
      <w:r>
        <w:tab/>
        <w:t>1.013e0</w:t>
      </w:r>
    </w:p>
    <w:p w:rsidR="00557788" w:rsidRDefault="00557788" w:rsidP="00557788">
      <w:r>
        <w:t>285.7499</w:t>
      </w:r>
      <w:r>
        <w:tab/>
        <w:t>1.266e-2</w:t>
      </w:r>
    </w:p>
    <w:p w:rsidR="00557788" w:rsidRDefault="00557788" w:rsidP="00557788">
      <w:r>
        <w:t>285.7550</w:t>
      </w:r>
      <w:r>
        <w:tab/>
        <w:t>2.025e0</w:t>
      </w:r>
    </w:p>
    <w:p w:rsidR="00557788" w:rsidRDefault="00557788" w:rsidP="00557788">
      <w:r>
        <w:t>285.7598</w:t>
      </w:r>
      <w:r>
        <w:tab/>
        <w:t>1.025e0</w:t>
      </w:r>
    </w:p>
    <w:p w:rsidR="00557788" w:rsidRDefault="00557788" w:rsidP="00557788">
      <w:r>
        <w:t>285.7735</w:t>
      </w:r>
      <w:r>
        <w:tab/>
        <w:t>1.266e-2</w:t>
      </w:r>
    </w:p>
    <w:p w:rsidR="00557788" w:rsidRDefault="00557788" w:rsidP="00557788">
      <w:r>
        <w:t>285.7859</w:t>
      </w:r>
      <w:r>
        <w:tab/>
        <w:t>3.798e-2</w:t>
      </w:r>
    </w:p>
    <w:p w:rsidR="00557788" w:rsidRDefault="00557788" w:rsidP="00557788">
      <w:r>
        <w:t>285.7938</w:t>
      </w:r>
      <w:r>
        <w:tab/>
        <w:t>2.025e0</w:t>
      </w:r>
    </w:p>
    <w:p w:rsidR="00557788" w:rsidRDefault="00557788" w:rsidP="00557788">
      <w:r>
        <w:t>285.8091</w:t>
      </w:r>
      <w:r>
        <w:tab/>
        <w:t>1.013e0</w:t>
      </w:r>
    </w:p>
    <w:p w:rsidR="00557788" w:rsidRDefault="00557788" w:rsidP="00557788">
      <w:r>
        <w:t>285.8110</w:t>
      </w:r>
      <w:r>
        <w:tab/>
        <w:t>2.025e0</w:t>
      </w:r>
    </w:p>
    <w:p w:rsidR="00557788" w:rsidRDefault="00557788" w:rsidP="00557788">
      <w:r>
        <w:t>285.8262</w:t>
      </w:r>
      <w:r>
        <w:tab/>
        <w:t>3.038e0</w:t>
      </w:r>
    </w:p>
    <w:p w:rsidR="00557788" w:rsidRDefault="00557788" w:rsidP="00557788">
      <w:r>
        <w:t>285.8413</w:t>
      </w:r>
      <w:r>
        <w:tab/>
        <w:t>3.038e0</w:t>
      </w:r>
    </w:p>
    <w:p w:rsidR="00557788" w:rsidRDefault="00557788" w:rsidP="00557788">
      <w:r>
        <w:t>285.8492</w:t>
      </w:r>
      <w:r>
        <w:tab/>
        <w:t>1.266e-2</w:t>
      </w:r>
    </w:p>
    <w:p w:rsidR="00557788" w:rsidRDefault="00557788" w:rsidP="00557788">
      <w:r>
        <w:t>285.8596</w:t>
      </w:r>
      <w:r>
        <w:tab/>
        <w:t>1.013e0</w:t>
      </w:r>
    </w:p>
    <w:p w:rsidR="00557788" w:rsidRDefault="00557788" w:rsidP="00557788">
      <w:r>
        <w:t>285.8720</w:t>
      </w:r>
      <w:r>
        <w:tab/>
        <w:t>2.025e0</w:t>
      </w:r>
    </w:p>
    <w:p w:rsidR="00557788" w:rsidRDefault="00557788" w:rsidP="00557788">
      <w:r>
        <w:lastRenderedPageBreak/>
        <w:t>285.8857</w:t>
      </w:r>
      <w:r>
        <w:tab/>
        <w:t>1.025e0</w:t>
      </w:r>
    </w:p>
    <w:p w:rsidR="00557788" w:rsidRDefault="00557788" w:rsidP="00557788">
      <w:r>
        <w:t>285.8994</w:t>
      </w:r>
      <w:r>
        <w:tab/>
        <w:t>1.013e0</w:t>
      </w:r>
    </w:p>
    <w:p w:rsidR="00557788" w:rsidRDefault="00557788" w:rsidP="00557788">
      <w:r>
        <w:t>285.9053</w:t>
      </w:r>
      <w:r>
        <w:tab/>
        <w:t>2.025e0</w:t>
      </w:r>
    </w:p>
    <w:p w:rsidR="00557788" w:rsidRDefault="00557788" w:rsidP="00557788">
      <w:r>
        <w:t>285.9101</w:t>
      </w:r>
      <w:r>
        <w:tab/>
        <w:t>2.532e-2</w:t>
      </w:r>
    </w:p>
    <w:p w:rsidR="00557788" w:rsidRDefault="00557788" w:rsidP="00557788">
      <w:r>
        <w:t>285.9149</w:t>
      </w:r>
      <w:r>
        <w:tab/>
        <w:t>2.532e-2</w:t>
      </w:r>
    </w:p>
    <w:p w:rsidR="00557788" w:rsidRDefault="00557788" w:rsidP="00557788">
      <w:r>
        <w:t>285.9208</w:t>
      </w:r>
      <w:r>
        <w:tab/>
        <w:t>1.051e0</w:t>
      </w:r>
    </w:p>
    <w:p w:rsidR="00557788" w:rsidRDefault="00557788" w:rsidP="00557788">
      <w:r>
        <w:t>285.9358</w:t>
      </w:r>
      <w:r>
        <w:tab/>
        <w:t>1.025e0</w:t>
      </w:r>
    </w:p>
    <w:p w:rsidR="00557788" w:rsidRDefault="00557788" w:rsidP="00557788">
      <w:r>
        <w:t>285.9455</w:t>
      </w:r>
      <w:r>
        <w:tab/>
        <w:t>2.727e0</w:t>
      </w:r>
    </w:p>
    <w:p w:rsidR="00557788" w:rsidRDefault="00557788" w:rsidP="00557788">
      <w:r>
        <w:t>285.9728</w:t>
      </w:r>
      <w:r>
        <w:tab/>
        <w:t>1.503e0</w:t>
      </w:r>
    </w:p>
    <w:p w:rsidR="00557788" w:rsidRDefault="00557788" w:rsidP="00557788">
      <w:r>
        <w:t>285.9841</w:t>
      </w:r>
      <w:r>
        <w:tab/>
        <w:t>2.601e0</w:t>
      </w:r>
    </w:p>
    <w:p w:rsidR="00557788" w:rsidRDefault="00557788" w:rsidP="00557788">
      <w:r>
        <w:t>285.9900</w:t>
      </w:r>
      <w:r>
        <w:tab/>
        <w:t>4.051e0</w:t>
      </w:r>
    </w:p>
    <w:p w:rsidR="00557788" w:rsidRDefault="00557788" w:rsidP="00557788">
      <w:r>
        <w:t>286.0005</w:t>
      </w:r>
      <w:r>
        <w:tab/>
        <w:t>1.038e0</w:t>
      </w:r>
    </w:p>
    <w:p w:rsidR="00557788" w:rsidRDefault="00557788" w:rsidP="00557788">
      <w:r>
        <w:t>286.0024</w:t>
      </w:r>
      <w:r>
        <w:tab/>
        <w:t>1.329e0</w:t>
      </w:r>
    </w:p>
    <w:p w:rsidR="00557788" w:rsidRDefault="00557788" w:rsidP="00557788">
      <w:r>
        <w:t>286.0114</w:t>
      </w:r>
      <w:r>
        <w:tab/>
        <w:t>1.106e0</w:t>
      </w:r>
    </w:p>
    <w:p w:rsidR="00557788" w:rsidRDefault="00557788" w:rsidP="00557788">
      <w:r>
        <w:t>286.0278</w:t>
      </w:r>
      <w:r>
        <w:tab/>
        <w:t>1.107e0</w:t>
      </w:r>
    </w:p>
    <w:p w:rsidR="00557788" w:rsidRDefault="00557788" w:rsidP="00557788">
      <w:r>
        <w:t>286.0356</w:t>
      </w:r>
      <w:r>
        <w:tab/>
        <w:t>3.351e-2</w:t>
      </w:r>
    </w:p>
    <w:p w:rsidR="00557788" w:rsidRDefault="00557788" w:rsidP="00557788">
      <w:r>
        <w:t>286.0392</w:t>
      </w:r>
      <w:r>
        <w:tab/>
        <w:t>2.175e0</w:t>
      </w:r>
    </w:p>
    <w:p w:rsidR="00557788" w:rsidRDefault="00557788" w:rsidP="00557788">
      <w:r>
        <w:t>286.0481</w:t>
      </w:r>
      <w:r>
        <w:tab/>
        <w:t>1.747e0</w:t>
      </w:r>
    </w:p>
    <w:p w:rsidR="00557788" w:rsidRDefault="00557788" w:rsidP="00557788">
      <w:r>
        <w:t>286.0786</w:t>
      </w:r>
      <w:r>
        <w:tab/>
        <w:t>3.183e0</w:t>
      </w:r>
    </w:p>
    <w:p w:rsidR="00557788" w:rsidRDefault="00557788" w:rsidP="00557788">
      <w:r>
        <w:lastRenderedPageBreak/>
        <w:t>286.0806</w:t>
      </w:r>
      <w:r>
        <w:tab/>
        <w:t>6.590e0</w:t>
      </w:r>
    </w:p>
    <w:p w:rsidR="00557788" w:rsidRDefault="00557788" w:rsidP="00557788">
      <w:r>
        <w:t>286.0926</w:t>
      </w:r>
      <w:r>
        <w:tab/>
        <w:t>1.506e0</w:t>
      </w:r>
    </w:p>
    <w:p w:rsidR="00557788" w:rsidRDefault="00557788" w:rsidP="00557788">
      <w:r>
        <w:t>286.1360</w:t>
      </w:r>
      <w:r>
        <w:tab/>
        <w:t>1.704e0</w:t>
      </w:r>
    </w:p>
    <w:p w:rsidR="00557788" w:rsidRDefault="00557788" w:rsidP="00557788">
      <w:r>
        <w:t>286.1381</w:t>
      </w:r>
      <w:r>
        <w:tab/>
        <w:t>2.349e0</w:t>
      </w:r>
    </w:p>
    <w:p w:rsidR="00557788" w:rsidRDefault="00557788" w:rsidP="00557788">
      <w:r>
        <w:t>286.1495</w:t>
      </w:r>
      <w:r>
        <w:tab/>
        <w:t>2.701e0</w:t>
      </w:r>
    </w:p>
    <w:p w:rsidR="00557788" w:rsidRDefault="00557788" w:rsidP="00557788">
      <w:r>
        <w:t>286.1885</w:t>
      </w:r>
      <w:r>
        <w:tab/>
        <w:t>5.211e0</w:t>
      </w:r>
    </w:p>
    <w:p w:rsidR="00557788" w:rsidRDefault="00557788" w:rsidP="00557788">
      <w:r>
        <w:t>286.1917</w:t>
      </w:r>
      <w:r>
        <w:tab/>
        <w:t>2.245e0</w:t>
      </w:r>
    </w:p>
    <w:p w:rsidR="00557788" w:rsidRDefault="00557788" w:rsidP="00557788">
      <w:r>
        <w:t>286.1929</w:t>
      </w:r>
      <w:r>
        <w:tab/>
        <w:t>2.463e0</w:t>
      </w:r>
    </w:p>
    <w:p w:rsidR="00557788" w:rsidRDefault="00557788" w:rsidP="00557788">
      <w:r>
        <w:t>286.2114</w:t>
      </w:r>
      <w:r>
        <w:tab/>
        <w:t>4.597e0</w:t>
      </w:r>
    </w:p>
    <w:p w:rsidR="00557788" w:rsidRDefault="00557788" w:rsidP="00557788">
      <w:r>
        <w:t>286.2249</w:t>
      </w:r>
      <w:r>
        <w:tab/>
        <w:t>2.553e0</w:t>
      </w:r>
    </w:p>
    <w:p w:rsidR="00557788" w:rsidRDefault="00557788" w:rsidP="00557788">
      <w:r>
        <w:t>286.2263</w:t>
      </w:r>
      <w:r>
        <w:tab/>
        <w:t>1.788e0</w:t>
      </w:r>
    </w:p>
    <w:p w:rsidR="00557788" w:rsidRDefault="00557788" w:rsidP="00557788">
      <w:r>
        <w:t>286.2346</w:t>
      </w:r>
      <w:r>
        <w:tab/>
        <w:t>4.454e0</w:t>
      </w:r>
    </w:p>
    <w:p w:rsidR="00557788" w:rsidRDefault="00557788" w:rsidP="00557788">
      <w:r>
        <w:t>286.2397</w:t>
      </w:r>
      <w:r>
        <w:tab/>
        <w:t>4.151e0</w:t>
      </w:r>
    </w:p>
    <w:p w:rsidR="00557788" w:rsidRDefault="00557788" w:rsidP="00557788">
      <w:r>
        <w:t>286.2411</w:t>
      </w:r>
      <w:r>
        <w:tab/>
        <w:t>7.469e0</w:t>
      </w:r>
    </w:p>
    <w:p w:rsidR="00557788" w:rsidRDefault="00557788" w:rsidP="00557788">
      <w:r>
        <w:t>286.2573</w:t>
      </w:r>
      <w:r>
        <w:tab/>
        <w:t>2.842e0</w:t>
      </w:r>
    </w:p>
    <w:p w:rsidR="00557788" w:rsidRDefault="00557788" w:rsidP="00557788">
      <w:r>
        <w:t>286.2640</w:t>
      </w:r>
      <w:r>
        <w:tab/>
        <w:t>4.051e0</w:t>
      </w:r>
    </w:p>
    <w:p w:rsidR="00557788" w:rsidRDefault="00557788" w:rsidP="00557788">
      <w:r>
        <w:t>286.2677</w:t>
      </w:r>
      <w:r>
        <w:tab/>
        <w:t>1.846e0</w:t>
      </w:r>
    </w:p>
    <w:p w:rsidR="00557788" w:rsidRDefault="00557788" w:rsidP="00557788">
      <w:r>
        <w:t>286.2758</w:t>
      </w:r>
      <w:r>
        <w:tab/>
        <w:t>6.573e0</w:t>
      </w:r>
    </w:p>
    <w:p w:rsidR="00557788" w:rsidRDefault="00557788" w:rsidP="00557788">
      <w:r>
        <w:t>286.2771</w:t>
      </w:r>
      <w:r>
        <w:tab/>
        <w:t>5.063e0</w:t>
      </w:r>
    </w:p>
    <w:p w:rsidR="00557788" w:rsidRDefault="00557788" w:rsidP="00557788">
      <w:r>
        <w:lastRenderedPageBreak/>
        <w:t>286.2968</w:t>
      </w:r>
      <w:r>
        <w:tab/>
        <w:t>4.505e0</w:t>
      </w:r>
    </w:p>
    <w:p w:rsidR="00557788" w:rsidRDefault="00557788" w:rsidP="00557788">
      <w:r>
        <w:t>286.3078</w:t>
      </w:r>
      <w:r>
        <w:tab/>
        <w:t>4.051e0</w:t>
      </w:r>
    </w:p>
    <w:p w:rsidR="00557788" w:rsidRDefault="00557788" w:rsidP="00557788">
      <w:r>
        <w:t>286.3093</w:t>
      </w:r>
      <w:r>
        <w:tab/>
        <w:t>5.063e-2</w:t>
      </w:r>
    </w:p>
    <w:p w:rsidR="00557788" w:rsidRDefault="00557788" w:rsidP="00557788">
      <w:r>
        <w:t>286.3209</w:t>
      </w:r>
      <w:r>
        <w:tab/>
        <w:t>1.013e0</w:t>
      </w:r>
    </w:p>
    <w:p w:rsidR="00557788" w:rsidRDefault="00557788" w:rsidP="00557788">
      <w:r>
        <w:t>286.3407</w:t>
      </w:r>
      <w:r>
        <w:tab/>
        <w:t>3.038e0</w:t>
      </w:r>
    </w:p>
    <w:p w:rsidR="00557788" w:rsidRDefault="00557788" w:rsidP="00557788">
      <w:r>
        <w:t>286.3484</w:t>
      </w:r>
      <w:r>
        <w:tab/>
        <w:t>2.025e0</w:t>
      </w:r>
    </w:p>
    <w:p w:rsidR="00557788" w:rsidRDefault="00557788" w:rsidP="00557788">
      <w:r>
        <w:t>286.3791</w:t>
      </w:r>
      <w:r>
        <w:tab/>
        <w:t>2.964e0</w:t>
      </w:r>
    </w:p>
    <w:p w:rsidR="00557788" w:rsidRDefault="00557788" w:rsidP="00557788">
      <w:r>
        <w:t>286.3828</w:t>
      </w:r>
      <w:r>
        <w:tab/>
        <w:t>2.025e0</w:t>
      </w:r>
    </w:p>
    <w:p w:rsidR="00557788" w:rsidRDefault="00557788" w:rsidP="00557788">
      <w:r>
        <w:t>286.3955</w:t>
      </w:r>
      <w:r>
        <w:tab/>
        <w:t>2.025e0</w:t>
      </w:r>
    </w:p>
    <w:p w:rsidR="00557788" w:rsidRDefault="00557788" w:rsidP="00557788">
      <w:r>
        <w:t>286.4193</w:t>
      </w:r>
      <w:r>
        <w:tab/>
        <w:t>2.025e0</w:t>
      </w:r>
    </w:p>
    <w:p w:rsidR="00557788" w:rsidRDefault="00557788" w:rsidP="00557788">
      <w:r>
        <w:t>286.4234</w:t>
      </w:r>
      <w:r>
        <w:tab/>
        <w:t>4.051e0</w:t>
      </w:r>
    </w:p>
    <w:p w:rsidR="00557788" w:rsidRDefault="00557788" w:rsidP="00557788">
      <w:r>
        <w:t>286.4298</w:t>
      </w:r>
      <w:r>
        <w:tab/>
        <w:t>2.051e0</w:t>
      </w:r>
    </w:p>
    <w:p w:rsidR="00557788" w:rsidRDefault="00557788" w:rsidP="00557788">
      <w:r>
        <w:t>286.4350</w:t>
      </w:r>
      <w:r>
        <w:tab/>
        <w:t>1.013e0</w:t>
      </w:r>
    </w:p>
    <w:p w:rsidR="00557788" w:rsidRDefault="00557788" w:rsidP="00557788">
      <w:r>
        <w:t>286.4468</w:t>
      </w:r>
      <w:r>
        <w:tab/>
        <w:t>3.051e0</w:t>
      </w:r>
    </w:p>
    <w:p w:rsidR="00557788" w:rsidRDefault="00557788" w:rsidP="00557788">
      <w:r>
        <w:t>286.4532</w:t>
      </w:r>
      <w:r>
        <w:tab/>
        <w:t>2.025e0</w:t>
      </w:r>
    </w:p>
    <w:p w:rsidR="00557788" w:rsidRDefault="00557788" w:rsidP="00557788">
      <w:r>
        <w:t>286.4704</w:t>
      </w:r>
      <w:r>
        <w:tab/>
        <w:t>1.266e-2</w:t>
      </w:r>
    </w:p>
    <w:p w:rsidR="00557788" w:rsidRDefault="00557788" w:rsidP="00557788">
      <w:r>
        <w:t>286.4829</w:t>
      </w:r>
      <w:r>
        <w:tab/>
        <w:t>1.013e0</w:t>
      </w:r>
    </w:p>
    <w:p w:rsidR="00557788" w:rsidRDefault="00557788" w:rsidP="00557788">
      <w:r>
        <w:t>286.4839</w:t>
      </w:r>
      <w:r>
        <w:tab/>
        <w:t>2.025e0</w:t>
      </w:r>
    </w:p>
    <w:p w:rsidR="00557788" w:rsidRDefault="00557788" w:rsidP="00557788">
      <w:r>
        <w:t>286.5019</w:t>
      </w:r>
      <w:r>
        <w:tab/>
        <w:t>2.532e-2</w:t>
      </w:r>
    </w:p>
    <w:p w:rsidR="00557788" w:rsidRDefault="00557788" w:rsidP="00557788">
      <w:r>
        <w:lastRenderedPageBreak/>
        <w:t>286.5082</w:t>
      </w:r>
      <w:r>
        <w:tab/>
        <w:t>4.051e0</w:t>
      </w:r>
    </w:p>
    <w:p w:rsidR="00557788" w:rsidRDefault="00557788" w:rsidP="00557788">
      <w:r>
        <w:t>286.5140</w:t>
      </w:r>
      <w:r>
        <w:tab/>
        <w:t>4.051e0</w:t>
      </w:r>
    </w:p>
    <w:p w:rsidR="00557788" w:rsidRDefault="00557788" w:rsidP="00557788">
      <w:r>
        <w:t>286.5196</w:t>
      </w:r>
      <w:r>
        <w:tab/>
        <w:t>1.013e0</w:t>
      </w:r>
    </w:p>
    <w:p w:rsidR="00557788" w:rsidRDefault="00557788" w:rsidP="00557788">
      <w:r>
        <w:t>286.5375</w:t>
      </w:r>
      <w:r>
        <w:tab/>
        <w:t>6.751e-2</w:t>
      </w:r>
    </w:p>
    <w:p w:rsidR="00557788" w:rsidRDefault="00557788" w:rsidP="00557788">
      <w:r>
        <w:t>286.5610</w:t>
      </w:r>
      <w:r>
        <w:tab/>
        <w:t>1.013e0</w:t>
      </w:r>
    </w:p>
    <w:p w:rsidR="00557788" w:rsidRDefault="00557788" w:rsidP="00557788">
      <w:r>
        <w:t>286.5650</w:t>
      </w:r>
      <w:r>
        <w:tab/>
        <w:t>3.038e0</w:t>
      </w:r>
    </w:p>
    <w:p w:rsidR="00557788" w:rsidRDefault="00557788" w:rsidP="00557788">
      <w:r>
        <w:t>286.5811</w:t>
      </w:r>
      <w:r>
        <w:tab/>
        <w:t>2.532e-2</w:t>
      </w:r>
    </w:p>
    <w:p w:rsidR="00557788" w:rsidRDefault="00557788" w:rsidP="00557788">
      <w:r>
        <w:t>286.5888</w:t>
      </w:r>
      <w:r>
        <w:tab/>
        <w:t>3.038e0</w:t>
      </w:r>
    </w:p>
    <w:p w:rsidR="00557788" w:rsidRDefault="00557788" w:rsidP="00557788">
      <w:r>
        <w:t>286.6192</w:t>
      </w:r>
      <w:r>
        <w:tab/>
        <w:t>2.025e0</w:t>
      </w:r>
    </w:p>
    <w:p w:rsidR="00557788" w:rsidRDefault="00557788" w:rsidP="00557788">
      <w:r>
        <w:t>286.6212</w:t>
      </w:r>
      <w:r>
        <w:tab/>
        <w:t>2.532e-2</w:t>
      </w:r>
    </w:p>
    <w:p w:rsidR="00557788" w:rsidRDefault="00557788" w:rsidP="00557788">
      <w:r>
        <w:t>286.6260</w:t>
      </w:r>
      <w:r>
        <w:tab/>
        <w:t>3.038e0</w:t>
      </w:r>
    </w:p>
    <w:p w:rsidR="00557788" w:rsidRDefault="00557788" w:rsidP="00557788">
      <w:r>
        <w:t>286.6311</w:t>
      </w:r>
      <w:r>
        <w:tab/>
        <w:t>5.063e-2</w:t>
      </w:r>
    </w:p>
    <w:p w:rsidR="00557788" w:rsidRDefault="00557788" w:rsidP="00557788">
      <w:r>
        <w:t>286.6454</w:t>
      </w:r>
      <w:r>
        <w:tab/>
        <w:t>1.013e0</w:t>
      </w:r>
    </w:p>
    <w:p w:rsidR="00557788" w:rsidRDefault="00557788" w:rsidP="00557788">
      <w:r>
        <w:t>286.6676</w:t>
      </w:r>
      <w:r>
        <w:tab/>
        <w:t>1.013e0</w:t>
      </w:r>
    </w:p>
    <w:p w:rsidR="00557788" w:rsidRDefault="00557788" w:rsidP="00557788">
      <w:r>
        <w:t>286.6711</w:t>
      </w:r>
      <w:r>
        <w:tab/>
        <w:t>2.025e0</w:t>
      </w:r>
    </w:p>
    <w:p w:rsidR="00557788" w:rsidRDefault="00557788" w:rsidP="00557788">
      <w:r>
        <w:t>286.6773</w:t>
      </w:r>
      <w:r>
        <w:tab/>
        <w:t>1.038e0</w:t>
      </w:r>
    </w:p>
    <w:p w:rsidR="00557788" w:rsidRDefault="00557788" w:rsidP="00557788">
      <w:r>
        <w:t>286.6837</w:t>
      </w:r>
      <w:r>
        <w:tab/>
        <w:t>3.038e0</w:t>
      </w:r>
    </w:p>
    <w:p w:rsidR="00557788" w:rsidRDefault="00557788" w:rsidP="00557788">
      <w:r>
        <w:t>286.6931</w:t>
      </w:r>
      <w:r>
        <w:tab/>
        <w:t>2.025e0</w:t>
      </w:r>
    </w:p>
    <w:p w:rsidR="00557788" w:rsidRDefault="00557788" w:rsidP="00557788">
      <w:r>
        <w:t>286.6951</w:t>
      </w:r>
      <w:r>
        <w:tab/>
        <w:t>1.013e0</w:t>
      </w:r>
    </w:p>
    <w:p w:rsidR="00557788" w:rsidRDefault="00557788" w:rsidP="00557788">
      <w:r>
        <w:lastRenderedPageBreak/>
        <w:t>286.7159</w:t>
      </w:r>
      <w:r>
        <w:tab/>
        <w:t>3.038e0</w:t>
      </w:r>
    </w:p>
    <w:p w:rsidR="00557788" w:rsidRDefault="00557788" w:rsidP="00557788">
      <w:r>
        <w:t>286.7225</w:t>
      </w:r>
      <w:r>
        <w:tab/>
        <w:t>1.013e0</w:t>
      </w:r>
    </w:p>
    <w:p w:rsidR="00557788" w:rsidRDefault="00557788" w:rsidP="00557788">
      <w:r>
        <w:t>286.7285</w:t>
      </w:r>
      <w:r>
        <w:tab/>
        <w:t>2.025e0</w:t>
      </w:r>
    </w:p>
    <w:p w:rsidR="00557788" w:rsidRDefault="00557788" w:rsidP="00557788">
      <w:r>
        <w:t>286.7306</w:t>
      </w:r>
      <w:r>
        <w:tab/>
        <w:t>1.266e-2</w:t>
      </w:r>
    </w:p>
    <w:p w:rsidR="00557788" w:rsidRDefault="00557788" w:rsidP="00557788">
      <w:r>
        <w:t>286.7392</w:t>
      </w:r>
      <w:r>
        <w:tab/>
        <w:t>3.798e-2</w:t>
      </w:r>
    </w:p>
    <w:p w:rsidR="00557788" w:rsidRDefault="00557788" w:rsidP="00557788">
      <w:r>
        <w:t>286.7576</w:t>
      </w:r>
      <w:r>
        <w:tab/>
        <w:t>4.051e0</w:t>
      </w:r>
    </w:p>
    <w:p w:rsidR="00557788" w:rsidRDefault="00557788" w:rsidP="00557788">
      <w:r>
        <w:t>286.7692</w:t>
      </w:r>
      <w:r>
        <w:tab/>
        <w:t>2.025e0</w:t>
      </w:r>
    </w:p>
    <w:p w:rsidR="00557788" w:rsidRDefault="00557788" w:rsidP="00557788">
      <w:r>
        <w:t>286.7786</w:t>
      </w:r>
      <w:r>
        <w:tab/>
        <w:t>2.025e0</w:t>
      </w:r>
    </w:p>
    <w:p w:rsidR="00557788" w:rsidRDefault="00557788" w:rsidP="00557788">
      <w:r>
        <w:t>286.7856</w:t>
      </w:r>
      <w:r>
        <w:tab/>
        <w:t>1.013e0</w:t>
      </w:r>
    </w:p>
    <w:p w:rsidR="00557788" w:rsidRDefault="00557788" w:rsidP="00557788">
      <w:r>
        <w:t>286.8017</w:t>
      </w:r>
      <w:r>
        <w:tab/>
        <w:t>2.025e0</w:t>
      </w:r>
    </w:p>
    <w:p w:rsidR="00557788" w:rsidRDefault="00557788" w:rsidP="00557788">
      <w:r>
        <w:t>286.8052</w:t>
      </w:r>
      <w:r>
        <w:tab/>
        <w:t>5.063e0</w:t>
      </w:r>
    </w:p>
    <w:p w:rsidR="00557788" w:rsidRDefault="00557788" w:rsidP="00557788">
      <w:r>
        <w:t>286.8081</w:t>
      </w:r>
      <w:r>
        <w:tab/>
        <w:t>1.266e-2</w:t>
      </w:r>
    </w:p>
    <w:p w:rsidR="00557788" w:rsidRDefault="00557788" w:rsidP="00557788">
      <w:r>
        <w:t>286.8170</w:t>
      </w:r>
      <w:r>
        <w:tab/>
        <w:t>1.013e0</w:t>
      </w:r>
    </w:p>
    <w:p w:rsidR="00557788" w:rsidRDefault="00557788" w:rsidP="00557788">
      <w:r>
        <w:t>286.8343</w:t>
      </w:r>
      <w:r>
        <w:tab/>
        <w:t>1.013e0</w:t>
      </w:r>
    </w:p>
    <w:p w:rsidR="00557788" w:rsidRDefault="00557788" w:rsidP="00557788">
      <w:r>
        <w:t>286.8387</w:t>
      </w:r>
      <w:r>
        <w:tab/>
        <w:t>7.114e0</w:t>
      </w:r>
    </w:p>
    <w:p w:rsidR="00557788" w:rsidRDefault="00557788" w:rsidP="00557788">
      <w:r>
        <w:t>286.8567</w:t>
      </w:r>
      <w:r>
        <w:tab/>
        <w:t>1.266e-2</w:t>
      </w:r>
    </w:p>
    <w:p w:rsidR="00557788" w:rsidRDefault="00557788" w:rsidP="00557788">
      <w:r>
        <w:t>286.8582</w:t>
      </w:r>
      <w:r>
        <w:tab/>
        <w:t>3.038e0</w:t>
      </w:r>
    </w:p>
    <w:p w:rsidR="00557788" w:rsidRDefault="00557788" w:rsidP="00557788">
      <w:r>
        <w:t>286.8605</w:t>
      </w:r>
      <w:r>
        <w:tab/>
        <w:t>2.532e-2</w:t>
      </w:r>
    </w:p>
    <w:p w:rsidR="00557788" w:rsidRDefault="00557788" w:rsidP="00557788">
      <w:r>
        <w:t>286.8903</w:t>
      </w:r>
      <w:r>
        <w:tab/>
        <w:t>3.038e0</w:t>
      </w:r>
    </w:p>
    <w:p w:rsidR="00557788" w:rsidRDefault="00557788" w:rsidP="00557788">
      <w:r>
        <w:lastRenderedPageBreak/>
        <w:t>286.8958</w:t>
      </w:r>
      <w:r>
        <w:tab/>
        <w:t>3.038e0</w:t>
      </w:r>
    </w:p>
    <w:p w:rsidR="00557788" w:rsidRDefault="00557788" w:rsidP="00557788">
      <w:r>
        <w:t>286.9117</w:t>
      </w:r>
      <w:r>
        <w:tab/>
        <w:t>1.013e0</w:t>
      </w:r>
    </w:p>
    <w:p w:rsidR="00557788" w:rsidRDefault="00557788" w:rsidP="00557788">
      <w:r>
        <w:t>286.9156</w:t>
      </w:r>
      <w:r>
        <w:tab/>
        <w:t>2.038e0</w:t>
      </w:r>
    </w:p>
    <w:p w:rsidR="00557788" w:rsidRDefault="00557788" w:rsidP="00557788">
      <w:r>
        <w:t>286.9308</w:t>
      </w:r>
      <w:r>
        <w:tab/>
        <w:t>3.038e0</w:t>
      </w:r>
    </w:p>
    <w:p w:rsidR="00557788" w:rsidRDefault="00557788" w:rsidP="00557788">
      <w:r>
        <w:t>286.9368</w:t>
      </w:r>
      <w:r>
        <w:tab/>
        <w:t>4.051e0</w:t>
      </w:r>
    </w:p>
    <w:p w:rsidR="00557788" w:rsidRDefault="00557788" w:rsidP="00557788">
      <w:r>
        <w:t>286.9732</w:t>
      </w:r>
      <w:r>
        <w:tab/>
        <w:t>7.089e0</w:t>
      </w:r>
    </w:p>
    <w:p w:rsidR="00557788" w:rsidRDefault="00557788" w:rsidP="00557788">
      <w:r>
        <w:t>286.9764</w:t>
      </w:r>
      <w:r>
        <w:tab/>
        <w:t>1.038e0</w:t>
      </w:r>
    </w:p>
    <w:p w:rsidR="00557788" w:rsidRDefault="00557788" w:rsidP="00557788">
      <w:r>
        <w:t>286.9979</w:t>
      </w:r>
      <w:r>
        <w:tab/>
        <w:t>3.969e0</w:t>
      </w:r>
    </w:p>
    <w:p w:rsidR="00557788" w:rsidRDefault="00557788" w:rsidP="00557788">
      <w:r>
        <w:t>287.0070</w:t>
      </w:r>
      <w:r>
        <w:tab/>
        <w:t>2.101e0</w:t>
      </w:r>
    </w:p>
    <w:p w:rsidR="00557788" w:rsidRDefault="00557788" w:rsidP="00557788">
      <w:r>
        <w:t>287.0111</w:t>
      </w:r>
      <w:r>
        <w:tab/>
        <w:t>3.798e-2</w:t>
      </w:r>
    </w:p>
    <w:p w:rsidR="00557788" w:rsidRDefault="00557788" w:rsidP="00557788">
      <w:r>
        <w:t>287.0125</w:t>
      </w:r>
      <w:r>
        <w:tab/>
        <w:t>4.043e0</w:t>
      </w:r>
    </w:p>
    <w:p w:rsidR="00557788" w:rsidRDefault="00557788" w:rsidP="00557788">
      <w:r>
        <w:t>287.0146</w:t>
      </w:r>
      <w:r>
        <w:tab/>
        <w:t>9.054e0</w:t>
      </w:r>
    </w:p>
    <w:p w:rsidR="00557788" w:rsidRDefault="00557788" w:rsidP="00557788">
      <w:r>
        <w:t>287.0157</w:t>
      </w:r>
      <w:r>
        <w:tab/>
        <w:t>2.254e0</w:t>
      </w:r>
    </w:p>
    <w:p w:rsidR="00557788" w:rsidRDefault="00557788" w:rsidP="00557788">
      <w:r>
        <w:t>287.0257</w:t>
      </w:r>
      <w:r>
        <w:tab/>
        <w:t>3.403e0</w:t>
      </w:r>
    </w:p>
    <w:p w:rsidR="00557788" w:rsidRDefault="00557788" w:rsidP="00557788">
      <w:r>
        <w:t>287.0448</w:t>
      </w:r>
      <w:r>
        <w:tab/>
        <w:t>8.420e0</w:t>
      </w:r>
    </w:p>
    <w:p w:rsidR="00557788" w:rsidRDefault="00557788" w:rsidP="00557788">
      <w:r>
        <w:t>287.0488</w:t>
      </w:r>
      <w:r>
        <w:tab/>
        <w:t>7.791e0</w:t>
      </w:r>
    </w:p>
    <w:p w:rsidR="00557788" w:rsidRDefault="00557788" w:rsidP="00557788">
      <w:r>
        <w:t>287.0543</w:t>
      </w:r>
      <w:r>
        <w:tab/>
        <w:t>5.438e0</w:t>
      </w:r>
    </w:p>
    <w:p w:rsidR="00557788" w:rsidRDefault="00557788" w:rsidP="00557788">
      <w:r>
        <w:t>287.0598</w:t>
      </w:r>
      <w:r>
        <w:tab/>
        <w:t>7.042e0</w:t>
      </w:r>
    </w:p>
    <w:p w:rsidR="00557788" w:rsidRDefault="00557788" w:rsidP="00557788">
      <w:r>
        <w:t>287.0713</w:t>
      </w:r>
      <w:r>
        <w:tab/>
        <w:t>7.558e0</w:t>
      </w:r>
    </w:p>
    <w:p w:rsidR="00557788" w:rsidRDefault="00557788" w:rsidP="00557788">
      <w:r>
        <w:lastRenderedPageBreak/>
        <w:t>287.0911</w:t>
      </w:r>
      <w:r>
        <w:tab/>
        <w:t>1.483e0</w:t>
      </w:r>
    </w:p>
    <w:p w:rsidR="00557788" w:rsidRDefault="00557788" w:rsidP="00557788">
      <w:r>
        <w:t>287.1115</w:t>
      </w:r>
      <w:r>
        <w:tab/>
        <w:t>2.826e0</w:t>
      </w:r>
    </w:p>
    <w:p w:rsidR="00557788" w:rsidRDefault="00557788" w:rsidP="00557788">
      <w:r>
        <w:t>287.1443</w:t>
      </w:r>
      <w:r>
        <w:tab/>
        <w:t>5.053e0</w:t>
      </w:r>
    </w:p>
    <w:p w:rsidR="00557788" w:rsidRDefault="00557788" w:rsidP="00557788">
      <w:r>
        <w:t>287.1520</w:t>
      </w:r>
      <w:r>
        <w:tab/>
        <w:t>5.854e0</w:t>
      </w:r>
    </w:p>
    <w:p w:rsidR="00557788" w:rsidRDefault="00557788" w:rsidP="00557788">
      <w:r>
        <w:t>287.1598</w:t>
      </w:r>
      <w:r>
        <w:tab/>
        <w:t>1.731e0</w:t>
      </w:r>
    </w:p>
    <w:p w:rsidR="00557788" w:rsidRDefault="00557788" w:rsidP="00557788">
      <w:r>
        <w:t>287.1646</w:t>
      </w:r>
      <w:r>
        <w:tab/>
        <w:t>1.879e0</w:t>
      </w:r>
    </w:p>
    <w:p w:rsidR="00557788" w:rsidRDefault="00557788" w:rsidP="00557788">
      <w:r>
        <w:t>287.1863</w:t>
      </w:r>
      <w:r>
        <w:tab/>
        <w:t>1.978e0</w:t>
      </w:r>
    </w:p>
    <w:p w:rsidR="00557788" w:rsidRDefault="00557788" w:rsidP="00557788">
      <w:r>
        <w:t>287.1910</w:t>
      </w:r>
      <w:r>
        <w:tab/>
        <w:t>3.586e-2</w:t>
      </w:r>
    </w:p>
    <w:p w:rsidR="00557788" w:rsidRDefault="00557788" w:rsidP="00557788">
      <w:r>
        <w:t>287.2104</w:t>
      </w:r>
      <w:r>
        <w:tab/>
        <w:t>1.658e0</w:t>
      </w:r>
    </w:p>
    <w:p w:rsidR="00557788" w:rsidRDefault="00557788" w:rsidP="00557788">
      <w:r>
        <w:t>287.2140</w:t>
      </w:r>
      <w:r>
        <w:tab/>
        <w:t>2.551e0</w:t>
      </w:r>
    </w:p>
    <w:p w:rsidR="00557788" w:rsidRDefault="00557788" w:rsidP="00557788">
      <w:r>
        <w:t>287.2325</w:t>
      </w:r>
      <w:r>
        <w:tab/>
        <w:t>1.408e0</w:t>
      </w:r>
    </w:p>
    <w:p w:rsidR="00557788" w:rsidRDefault="00557788" w:rsidP="00557788">
      <w:r>
        <w:t>287.2371</w:t>
      </w:r>
      <w:r>
        <w:tab/>
        <w:t>1.404e0</w:t>
      </w:r>
    </w:p>
    <w:p w:rsidR="00557788" w:rsidRDefault="00557788" w:rsidP="00557788">
      <w:r>
        <w:t>287.2433</w:t>
      </w:r>
      <w:r>
        <w:tab/>
        <w:t>1.588e0</w:t>
      </w:r>
    </w:p>
    <w:p w:rsidR="00557788" w:rsidRDefault="00557788" w:rsidP="00557788">
      <w:r>
        <w:t>287.2468</w:t>
      </w:r>
      <w:r>
        <w:tab/>
        <w:t>2.025e0</w:t>
      </w:r>
    </w:p>
    <w:p w:rsidR="00557788" w:rsidRDefault="00557788" w:rsidP="00557788">
      <w:r>
        <w:t>287.2496</w:t>
      </w:r>
      <w:r>
        <w:tab/>
        <w:t>2.554e0</w:t>
      </w:r>
    </w:p>
    <w:p w:rsidR="00557788" w:rsidRDefault="00557788" w:rsidP="00557788">
      <w:r>
        <w:t>287.2538</w:t>
      </w:r>
      <w:r>
        <w:tab/>
        <w:t>1.089e0</w:t>
      </w:r>
    </w:p>
    <w:p w:rsidR="00557788" w:rsidRDefault="00557788" w:rsidP="00557788">
      <w:r>
        <w:t>287.2662</w:t>
      </w:r>
      <w:r>
        <w:tab/>
        <w:t>3.003e-1</w:t>
      </w:r>
    </w:p>
    <w:p w:rsidR="00557788" w:rsidRDefault="00557788" w:rsidP="00557788">
      <w:r>
        <w:t>287.2762</w:t>
      </w:r>
      <w:r>
        <w:tab/>
        <w:t>6.264e0</w:t>
      </w:r>
    </w:p>
    <w:p w:rsidR="00557788" w:rsidRDefault="00557788" w:rsidP="00557788">
      <w:r>
        <w:t>287.2819</w:t>
      </w:r>
      <w:r>
        <w:tab/>
        <w:t>1.687e0</w:t>
      </w:r>
    </w:p>
    <w:p w:rsidR="00557788" w:rsidRDefault="00557788" w:rsidP="00557788">
      <w:r>
        <w:lastRenderedPageBreak/>
        <w:t>287.2910</w:t>
      </w:r>
      <w:r>
        <w:tab/>
        <w:t>3.038e0</w:t>
      </w:r>
    </w:p>
    <w:p w:rsidR="00557788" w:rsidRDefault="00557788" w:rsidP="00557788">
      <w:r>
        <w:t>287.3118</w:t>
      </w:r>
      <w:r>
        <w:tab/>
        <w:t>2.025e0</w:t>
      </w:r>
    </w:p>
    <w:p w:rsidR="00557788" w:rsidRDefault="00557788" w:rsidP="00557788">
      <w:r>
        <w:t>287.3255</w:t>
      </w:r>
      <w:r>
        <w:tab/>
        <w:t>1.013e0</w:t>
      </w:r>
    </w:p>
    <w:p w:rsidR="00557788" w:rsidRDefault="00557788" w:rsidP="00557788">
      <w:r>
        <w:t>287.3296</w:t>
      </w:r>
      <w:r>
        <w:tab/>
        <w:t>1.013e0</w:t>
      </w:r>
    </w:p>
    <w:p w:rsidR="00557788" w:rsidRDefault="00557788" w:rsidP="00557788">
      <w:r>
        <w:t>287.3316</w:t>
      </w:r>
      <w:r>
        <w:tab/>
        <w:t>3.038e0</w:t>
      </w:r>
    </w:p>
    <w:p w:rsidR="00557788" w:rsidRDefault="00557788" w:rsidP="00557788">
      <w:r>
        <w:t>287.3466</w:t>
      </w:r>
      <w:r>
        <w:tab/>
        <w:t>2.025e0</w:t>
      </w:r>
    </w:p>
    <w:p w:rsidR="00557788" w:rsidRDefault="00557788" w:rsidP="00557788">
      <w:r>
        <w:t>287.3530</w:t>
      </w:r>
      <w:r>
        <w:tab/>
        <w:t>1.013e0</w:t>
      </w:r>
    </w:p>
    <w:p w:rsidR="00557788" w:rsidRDefault="00557788" w:rsidP="00557788">
      <w:r>
        <w:t>287.3805</w:t>
      </w:r>
      <w:r>
        <w:tab/>
        <w:t>2.038e0</w:t>
      </w:r>
    </w:p>
    <w:p w:rsidR="00557788" w:rsidRDefault="00557788" w:rsidP="00557788">
      <w:r>
        <w:t>287.3965</w:t>
      </w:r>
      <w:r>
        <w:tab/>
        <w:t>1.013e0</w:t>
      </w:r>
    </w:p>
    <w:p w:rsidR="00557788" w:rsidRDefault="00557788" w:rsidP="00557788">
      <w:r>
        <w:t>287.4087</w:t>
      </w:r>
      <w:r>
        <w:tab/>
        <w:t>1.038e0</w:t>
      </w:r>
    </w:p>
    <w:p w:rsidR="00557788" w:rsidRDefault="00557788" w:rsidP="00557788">
      <w:r>
        <w:t>287.4171</w:t>
      </w:r>
      <w:r>
        <w:tab/>
        <w:t>2.038e0</w:t>
      </w:r>
    </w:p>
    <w:p w:rsidR="00557788" w:rsidRDefault="00557788" w:rsidP="00557788">
      <w:r>
        <w:t>287.4413</w:t>
      </w:r>
      <w:r>
        <w:tab/>
        <w:t>2.025e0</w:t>
      </w:r>
    </w:p>
    <w:p w:rsidR="00557788" w:rsidRDefault="00557788" w:rsidP="00557788">
      <w:r>
        <w:t>287.4557</w:t>
      </w:r>
      <w:r>
        <w:tab/>
        <w:t>1.013e0</w:t>
      </w:r>
    </w:p>
    <w:p w:rsidR="00557788" w:rsidRDefault="00557788" w:rsidP="00557788">
      <w:r>
        <w:t>287.4872</w:t>
      </w:r>
      <w:r>
        <w:tab/>
        <w:t>1.051e0</w:t>
      </w:r>
    </w:p>
    <w:p w:rsidR="00557788" w:rsidRDefault="00557788" w:rsidP="00557788">
      <w:r>
        <w:t>287.4887</w:t>
      </w:r>
      <w:r>
        <w:tab/>
        <w:t>5.063e0</w:t>
      </w:r>
    </w:p>
    <w:p w:rsidR="00557788" w:rsidRDefault="00557788" w:rsidP="00557788">
      <w:r>
        <w:t>287.5227</w:t>
      </w:r>
      <w:r>
        <w:tab/>
        <w:t>2.025e0</w:t>
      </w:r>
    </w:p>
    <w:p w:rsidR="00557788" w:rsidRDefault="00557788" w:rsidP="00557788">
      <w:r>
        <w:t>287.5330</w:t>
      </w:r>
      <w:r>
        <w:tab/>
        <w:t>2.025e0</w:t>
      </w:r>
    </w:p>
    <w:p w:rsidR="00557788" w:rsidRDefault="00557788" w:rsidP="00557788">
      <w:r>
        <w:t>287.5400</w:t>
      </w:r>
      <w:r>
        <w:tab/>
        <w:t>2.025e0</w:t>
      </w:r>
    </w:p>
    <w:p w:rsidR="00557788" w:rsidRDefault="00557788" w:rsidP="00557788">
      <w:r>
        <w:t>287.5584</w:t>
      </w:r>
      <w:r>
        <w:tab/>
        <w:t>2.532e-2</w:t>
      </w:r>
    </w:p>
    <w:p w:rsidR="00557788" w:rsidRDefault="00557788" w:rsidP="00557788">
      <w:r>
        <w:lastRenderedPageBreak/>
        <w:t>287.5798</w:t>
      </w:r>
      <w:r>
        <w:tab/>
        <w:t>2.025e0</w:t>
      </w:r>
    </w:p>
    <w:p w:rsidR="00557788" w:rsidRDefault="00557788" w:rsidP="00557788">
      <w:r>
        <w:t>287.5845</w:t>
      </w:r>
      <w:r>
        <w:tab/>
        <w:t>5.063e0</w:t>
      </w:r>
    </w:p>
    <w:p w:rsidR="00557788" w:rsidRDefault="00557788" w:rsidP="00557788">
      <w:r>
        <w:t>287.5857</w:t>
      </w:r>
      <w:r>
        <w:tab/>
        <w:t>1.013e0</w:t>
      </w:r>
    </w:p>
    <w:p w:rsidR="00557788" w:rsidRDefault="00557788" w:rsidP="00557788">
      <w:r>
        <w:t>287.5925</w:t>
      </w:r>
      <w:r>
        <w:tab/>
        <w:t>1.038e0</w:t>
      </w:r>
    </w:p>
    <w:p w:rsidR="00557788" w:rsidRDefault="00557788" w:rsidP="00557788">
      <w:r>
        <w:t>287.6053</w:t>
      </w:r>
      <w:r>
        <w:tab/>
        <w:t>1.266e-2</w:t>
      </w:r>
    </w:p>
    <w:p w:rsidR="00557788" w:rsidRDefault="00557788" w:rsidP="00557788">
      <w:r>
        <w:t>287.6154</w:t>
      </w:r>
      <w:r>
        <w:tab/>
        <w:t>4.051e0</w:t>
      </w:r>
    </w:p>
    <w:p w:rsidR="00557788" w:rsidRDefault="00557788" w:rsidP="00557788">
      <w:r>
        <w:t>287.6217</w:t>
      </w:r>
      <w:r>
        <w:tab/>
        <w:t>3.798e-2</w:t>
      </w:r>
    </w:p>
    <w:p w:rsidR="00557788" w:rsidRDefault="00557788" w:rsidP="00557788">
      <w:r>
        <w:t>287.6330</w:t>
      </w:r>
      <w:r>
        <w:tab/>
        <w:t>2.025e0</w:t>
      </w:r>
    </w:p>
    <w:p w:rsidR="00557788" w:rsidRDefault="00557788" w:rsidP="00557788">
      <w:r>
        <w:t>287.6429</w:t>
      </w:r>
      <w:r>
        <w:tab/>
        <w:t>2.025e0</w:t>
      </w:r>
    </w:p>
    <w:p w:rsidR="00557788" w:rsidRDefault="00557788" w:rsidP="00557788">
      <w:r>
        <w:t>287.6488</w:t>
      </w:r>
      <w:r>
        <w:tab/>
        <w:t>1.266e-2</w:t>
      </w:r>
    </w:p>
    <w:p w:rsidR="00557788" w:rsidRDefault="00557788" w:rsidP="00557788">
      <w:r>
        <w:t>287.6593</w:t>
      </w:r>
      <w:r>
        <w:tab/>
        <w:t>1.266e-2</w:t>
      </w:r>
    </w:p>
    <w:p w:rsidR="00557788" w:rsidRDefault="00557788" w:rsidP="00557788">
      <w:r>
        <w:t>287.6613</w:t>
      </w:r>
      <w:r>
        <w:tab/>
        <w:t>2.025e0</w:t>
      </w:r>
    </w:p>
    <w:p w:rsidR="00557788" w:rsidRDefault="00557788" w:rsidP="00557788">
      <w:r>
        <w:t>287.6725</w:t>
      </w:r>
      <w:r>
        <w:tab/>
        <w:t>2.025e0</w:t>
      </w:r>
    </w:p>
    <w:p w:rsidR="00557788" w:rsidRDefault="00557788" w:rsidP="00557788">
      <w:r>
        <w:t>287.7011</w:t>
      </w:r>
      <w:r>
        <w:tab/>
        <w:t>4.053e0</w:t>
      </w:r>
    </w:p>
    <w:p w:rsidR="00557788" w:rsidRDefault="00557788" w:rsidP="00557788">
      <w:r>
        <w:t>287.7080</w:t>
      </w:r>
      <w:r>
        <w:tab/>
        <w:t>2.025e0</w:t>
      </w:r>
    </w:p>
    <w:p w:rsidR="00557788" w:rsidRDefault="00557788" w:rsidP="00557788">
      <w:r>
        <w:t>287.7123</w:t>
      </w:r>
      <w:r>
        <w:tab/>
        <w:t>4.051e0</w:t>
      </w:r>
    </w:p>
    <w:p w:rsidR="00557788" w:rsidRDefault="00557788" w:rsidP="00557788">
      <w:r>
        <w:t>287.7319</w:t>
      </w:r>
      <w:r>
        <w:tab/>
        <w:t>3.205e0</w:t>
      </w:r>
    </w:p>
    <w:p w:rsidR="00557788" w:rsidRDefault="00557788" w:rsidP="00557788">
      <w:r>
        <w:t>287.7355</w:t>
      </w:r>
      <w:r>
        <w:tab/>
        <w:t>6.076e0</w:t>
      </w:r>
    </w:p>
    <w:p w:rsidR="00557788" w:rsidRDefault="00557788" w:rsidP="00557788">
      <w:r>
        <w:t>287.7592</w:t>
      </w:r>
      <w:r>
        <w:tab/>
        <w:t>1.266e-2</w:t>
      </w:r>
    </w:p>
    <w:p w:rsidR="00557788" w:rsidRDefault="00557788" w:rsidP="00557788">
      <w:r>
        <w:lastRenderedPageBreak/>
        <w:t>287.7671</w:t>
      </w:r>
      <w:r>
        <w:tab/>
        <w:t>1.013e0</w:t>
      </w:r>
    </w:p>
    <w:p w:rsidR="00557788" w:rsidRDefault="00557788" w:rsidP="00557788">
      <w:r>
        <w:t>287.7697</w:t>
      </w:r>
      <w:r>
        <w:tab/>
        <w:t>3.063e0</w:t>
      </w:r>
    </w:p>
    <w:p w:rsidR="00557788" w:rsidRDefault="00557788" w:rsidP="00557788">
      <w:r>
        <w:t>287.7928</w:t>
      </w:r>
      <w:r>
        <w:tab/>
        <w:t>2.025e0</w:t>
      </w:r>
    </w:p>
    <w:p w:rsidR="00557788" w:rsidRDefault="00557788" w:rsidP="00557788">
      <w:r>
        <w:t>287.7946</w:t>
      </w:r>
      <w:r>
        <w:tab/>
        <w:t>1.266e-2</w:t>
      </w:r>
    </w:p>
    <w:p w:rsidR="00557788" w:rsidRDefault="00557788" w:rsidP="00557788">
      <w:r>
        <w:t>287.7986</w:t>
      </w:r>
      <w:r>
        <w:tab/>
        <w:t>1.266e-2</w:t>
      </w:r>
    </w:p>
    <w:p w:rsidR="00557788" w:rsidRDefault="00557788" w:rsidP="00557788">
      <w:r>
        <w:t>287.8027</w:t>
      </w:r>
      <w:r>
        <w:tab/>
        <w:t>1.013e0</w:t>
      </w:r>
    </w:p>
    <w:p w:rsidR="00557788" w:rsidRDefault="00557788" w:rsidP="00557788">
      <w:r>
        <w:t>287.8058</w:t>
      </w:r>
      <w:r>
        <w:tab/>
        <w:t>3.038e0</w:t>
      </w:r>
    </w:p>
    <w:p w:rsidR="00557788" w:rsidRDefault="00557788" w:rsidP="00557788">
      <w:r>
        <w:t>287.8178</w:t>
      </w:r>
      <w:r>
        <w:tab/>
        <w:t>3.038e0</w:t>
      </w:r>
    </w:p>
    <w:p w:rsidR="00557788" w:rsidRDefault="00557788" w:rsidP="00557788">
      <w:r>
        <w:t>287.8413</w:t>
      </w:r>
      <w:r>
        <w:tab/>
        <w:t>2.532e-2</w:t>
      </w:r>
    </w:p>
    <w:p w:rsidR="00557788" w:rsidRDefault="00557788" w:rsidP="00557788">
      <w:r>
        <w:t>287.8487</w:t>
      </w:r>
      <w:r>
        <w:tab/>
        <w:t>1.013e0</w:t>
      </w:r>
    </w:p>
    <w:p w:rsidR="00557788" w:rsidRDefault="00557788" w:rsidP="00557788">
      <w:r>
        <w:t>287.8677</w:t>
      </w:r>
      <w:r>
        <w:tab/>
        <w:t>2.532e-2</w:t>
      </w:r>
    </w:p>
    <w:p w:rsidR="00557788" w:rsidRDefault="00557788" w:rsidP="00557788">
      <w:r>
        <w:t>287.8698</w:t>
      </w:r>
      <w:r>
        <w:tab/>
        <w:t>1.266e-2</w:t>
      </w:r>
    </w:p>
    <w:p w:rsidR="00557788" w:rsidRDefault="00557788" w:rsidP="00557788">
      <w:r>
        <w:t>287.8738</w:t>
      </w:r>
      <w:r>
        <w:tab/>
        <w:t>2.025e0</w:t>
      </w:r>
    </w:p>
    <w:p w:rsidR="00557788" w:rsidRDefault="00557788" w:rsidP="00557788">
      <w:r>
        <w:t>287.8872</w:t>
      </w:r>
      <w:r>
        <w:tab/>
        <w:t>2.025e0</w:t>
      </w:r>
    </w:p>
    <w:p w:rsidR="00557788" w:rsidRDefault="00557788" w:rsidP="00557788">
      <w:r>
        <w:t>287.9159</w:t>
      </w:r>
      <w:r>
        <w:tab/>
        <w:t>2.025e0</w:t>
      </w:r>
    </w:p>
    <w:p w:rsidR="00557788" w:rsidRDefault="00557788" w:rsidP="00557788">
      <w:r>
        <w:t>287.9207</w:t>
      </w:r>
      <w:r>
        <w:tab/>
        <w:t>1.013e0</w:t>
      </w:r>
    </w:p>
    <w:p w:rsidR="00557788" w:rsidRDefault="00557788" w:rsidP="00557788">
      <w:r>
        <w:t>287.9271</w:t>
      </w:r>
      <w:r>
        <w:tab/>
        <w:t>2.532e-2</w:t>
      </w:r>
    </w:p>
    <w:p w:rsidR="00557788" w:rsidRDefault="00557788" w:rsidP="00557788">
      <w:r>
        <w:t>287.9294</w:t>
      </w:r>
      <w:r>
        <w:tab/>
        <w:t>2.234e0</w:t>
      </w:r>
    </w:p>
    <w:p w:rsidR="00557788" w:rsidRDefault="00557788" w:rsidP="00557788">
      <w:r>
        <w:t>287.9326</w:t>
      </w:r>
      <w:r>
        <w:tab/>
        <w:t>3.038e0</w:t>
      </w:r>
    </w:p>
    <w:p w:rsidR="00557788" w:rsidRDefault="00557788" w:rsidP="00557788">
      <w:r>
        <w:lastRenderedPageBreak/>
        <w:t>287.9509</w:t>
      </w:r>
      <w:r>
        <w:tab/>
        <w:t>2.532e-2</w:t>
      </w:r>
    </w:p>
    <w:p w:rsidR="00557788" w:rsidRDefault="00557788" w:rsidP="00557788">
      <w:r>
        <w:t>287.9549</w:t>
      </w:r>
      <w:r>
        <w:tab/>
        <w:t>5.063e-2</w:t>
      </w:r>
    </w:p>
    <w:p w:rsidR="00557788" w:rsidRDefault="00557788" w:rsidP="00557788">
      <w:r>
        <w:t>287.9564</w:t>
      </w:r>
      <w:r>
        <w:tab/>
        <w:t>1.025e0</w:t>
      </w:r>
    </w:p>
    <w:p w:rsidR="00557788" w:rsidRDefault="00557788" w:rsidP="00557788">
      <w:r>
        <w:t>287.9646</w:t>
      </w:r>
      <w:r>
        <w:tab/>
        <w:t>1.013e0</w:t>
      </w:r>
    </w:p>
    <w:p w:rsidR="00557788" w:rsidRDefault="00557788" w:rsidP="00557788">
      <w:r>
        <w:t>287.9751</w:t>
      </w:r>
      <w:r>
        <w:tab/>
        <w:t>1.013e0</w:t>
      </w:r>
    </w:p>
    <w:p w:rsidR="00557788" w:rsidRDefault="00557788" w:rsidP="00557788">
      <w:r>
        <w:t>287.9855</w:t>
      </w:r>
      <w:r>
        <w:tab/>
        <w:t>2.353e0</w:t>
      </w:r>
    </w:p>
    <w:p w:rsidR="00557788" w:rsidRDefault="00557788" w:rsidP="00557788">
      <w:r>
        <w:t>287.9962</w:t>
      </w:r>
      <w:r>
        <w:tab/>
        <w:t>3.038e0</w:t>
      </w:r>
    </w:p>
    <w:p w:rsidR="00557788" w:rsidRDefault="00557788" w:rsidP="00557788">
      <w:r>
        <w:t>288.0045</w:t>
      </w:r>
      <w:r>
        <w:tab/>
        <w:t>2.966e0</w:t>
      </w:r>
    </w:p>
    <w:p w:rsidR="00557788" w:rsidRDefault="00557788" w:rsidP="00557788">
      <w:r>
        <w:t>288.0075</w:t>
      </w:r>
      <w:r>
        <w:tab/>
        <w:t>2.025e0</w:t>
      </w:r>
    </w:p>
    <w:p w:rsidR="00557788" w:rsidRDefault="00557788" w:rsidP="00557788">
      <w:r>
        <w:t>288.0160</w:t>
      </w:r>
      <w:r>
        <w:tab/>
        <w:t>3.974e0</w:t>
      </w:r>
    </w:p>
    <w:p w:rsidR="00557788" w:rsidRDefault="00557788" w:rsidP="00557788">
      <w:r>
        <w:t>288.0173</w:t>
      </w:r>
      <w:r>
        <w:tab/>
        <w:t>3.816e0</w:t>
      </w:r>
    </w:p>
    <w:p w:rsidR="00557788" w:rsidRDefault="00557788" w:rsidP="00557788">
      <w:r>
        <w:t>288.0276</w:t>
      </w:r>
      <w:r>
        <w:tab/>
        <w:t>7.444e0</w:t>
      </w:r>
    </w:p>
    <w:p w:rsidR="00557788" w:rsidRDefault="00557788" w:rsidP="00557788">
      <w:r>
        <w:t>288.0419</w:t>
      </w:r>
      <w:r>
        <w:tab/>
        <w:t>5.689e0</w:t>
      </w:r>
    </w:p>
    <w:p w:rsidR="00557788" w:rsidRDefault="00557788" w:rsidP="00557788">
      <w:r>
        <w:t>288.0709</w:t>
      </w:r>
      <w:r>
        <w:tab/>
        <w:t>8.637e0</w:t>
      </w:r>
    </w:p>
    <w:p w:rsidR="00557788" w:rsidRDefault="00557788" w:rsidP="00557788">
      <w:r>
        <w:t>288.0744</w:t>
      </w:r>
      <w:r>
        <w:tab/>
        <w:t>5.926e0</w:t>
      </w:r>
    </w:p>
    <w:p w:rsidR="00557788" w:rsidRDefault="00557788" w:rsidP="00557788">
      <w:r>
        <w:t>288.0755</w:t>
      </w:r>
      <w:r>
        <w:tab/>
        <w:t>5.044e0</w:t>
      </w:r>
    </w:p>
    <w:p w:rsidR="00557788" w:rsidRDefault="00557788" w:rsidP="00557788">
      <w:r>
        <w:t>288.0804</w:t>
      </w:r>
      <w:r>
        <w:tab/>
        <w:t>6.856e0</w:t>
      </w:r>
    </w:p>
    <w:p w:rsidR="00557788" w:rsidRDefault="00557788" w:rsidP="00557788">
      <w:r>
        <w:t>288.0839</w:t>
      </w:r>
      <w:r>
        <w:tab/>
        <w:t>7.683e0</w:t>
      </w:r>
    </w:p>
    <w:p w:rsidR="00557788" w:rsidRDefault="00557788" w:rsidP="00557788">
      <w:r>
        <w:t>288.0895</w:t>
      </w:r>
      <w:r>
        <w:tab/>
        <w:t>3.587e0</w:t>
      </w:r>
    </w:p>
    <w:p w:rsidR="00557788" w:rsidRDefault="00557788" w:rsidP="00557788">
      <w:r>
        <w:lastRenderedPageBreak/>
        <w:t>288.0915</w:t>
      </w:r>
      <w:r>
        <w:tab/>
        <w:t>5.944e0</w:t>
      </w:r>
    </w:p>
    <w:p w:rsidR="00557788" w:rsidRDefault="00557788" w:rsidP="00557788">
      <w:r>
        <w:t>288.0930</w:t>
      </w:r>
      <w:r>
        <w:tab/>
        <w:t>1.251e1</w:t>
      </w:r>
    </w:p>
    <w:p w:rsidR="00557788" w:rsidRDefault="00557788" w:rsidP="00557788">
      <w:r>
        <w:t>288.1004</w:t>
      </w:r>
      <w:r>
        <w:tab/>
        <w:t>5.793e0</w:t>
      </w:r>
    </w:p>
    <w:p w:rsidR="00557788" w:rsidRDefault="00557788" w:rsidP="00557788">
      <w:r>
        <w:t>288.1140</w:t>
      </w:r>
      <w:r>
        <w:tab/>
        <w:t>2.188e0</w:t>
      </w:r>
    </w:p>
    <w:p w:rsidR="00557788" w:rsidRDefault="00557788" w:rsidP="00557788">
      <w:r>
        <w:t>288.1183</w:t>
      </w:r>
      <w:r>
        <w:tab/>
        <w:t>3.497e0</w:t>
      </w:r>
    </w:p>
    <w:p w:rsidR="00557788" w:rsidRDefault="00557788" w:rsidP="00557788">
      <w:r>
        <w:t>288.1591</w:t>
      </w:r>
      <w:r>
        <w:tab/>
        <w:t>6.122e0</w:t>
      </w:r>
    </w:p>
    <w:p w:rsidR="00557788" w:rsidRDefault="00557788" w:rsidP="00557788">
      <w:r>
        <w:t>288.1610</w:t>
      </w:r>
      <w:r>
        <w:tab/>
        <w:t>4.433e0</w:t>
      </w:r>
    </w:p>
    <w:p w:rsidR="00557788" w:rsidRDefault="00557788" w:rsidP="00557788">
      <w:r>
        <w:t>288.1743</w:t>
      </w:r>
      <w:r>
        <w:tab/>
        <w:t>7.885e0</w:t>
      </w:r>
    </w:p>
    <w:p w:rsidR="00557788" w:rsidRDefault="00557788" w:rsidP="00557788">
      <w:r>
        <w:t>288.1805</w:t>
      </w:r>
      <w:r>
        <w:tab/>
        <w:t>2.195e0</w:t>
      </w:r>
    </w:p>
    <w:p w:rsidR="00557788" w:rsidRDefault="00557788" w:rsidP="00557788">
      <w:r>
        <w:t>288.1901</w:t>
      </w:r>
      <w:r>
        <w:tab/>
        <w:t>5.443e0</w:t>
      </w:r>
    </w:p>
    <w:p w:rsidR="00557788" w:rsidRDefault="00557788" w:rsidP="00557788">
      <w:r>
        <w:t>288.2101</w:t>
      </w:r>
      <w:r>
        <w:tab/>
        <w:t>8.306e0</w:t>
      </w:r>
    </w:p>
    <w:p w:rsidR="00557788" w:rsidRDefault="00557788" w:rsidP="00557788">
      <w:r>
        <w:t>288.2188</w:t>
      </w:r>
      <w:r>
        <w:tab/>
        <w:t>1.543e1</w:t>
      </w:r>
    </w:p>
    <w:p w:rsidR="00557788" w:rsidRDefault="00557788" w:rsidP="00557788">
      <w:r>
        <w:t>288.2600</w:t>
      </w:r>
      <w:r>
        <w:tab/>
        <w:t>2.892e1</w:t>
      </w:r>
    </w:p>
    <w:p w:rsidR="00557788" w:rsidRDefault="00557788" w:rsidP="00557788">
      <w:r>
        <w:t>288.2645</w:t>
      </w:r>
      <w:r>
        <w:tab/>
        <w:t>1.531e1</w:t>
      </w:r>
    </w:p>
    <w:p w:rsidR="00557788" w:rsidRDefault="00557788" w:rsidP="00557788">
      <w:r>
        <w:t>288.2773</w:t>
      </w:r>
      <w:r>
        <w:tab/>
        <w:t>9.439e0</w:t>
      </w:r>
    </w:p>
    <w:p w:rsidR="00557788" w:rsidRDefault="00557788" w:rsidP="00557788">
      <w:r>
        <w:t>288.2808</w:t>
      </w:r>
      <w:r>
        <w:tab/>
        <w:t>9.061e0</w:t>
      </w:r>
    </w:p>
    <w:p w:rsidR="00557788" w:rsidRDefault="00557788" w:rsidP="00557788">
      <w:r>
        <w:t>288.3008</w:t>
      </w:r>
      <w:r>
        <w:tab/>
        <w:t>3.038e0</w:t>
      </w:r>
    </w:p>
    <w:p w:rsidR="00557788" w:rsidRDefault="00557788" w:rsidP="00557788">
      <w:r>
        <w:t>288.3291</w:t>
      </w:r>
      <w:r>
        <w:tab/>
        <w:t>2.022e0</w:t>
      </w:r>
    </w:p>
    <w:p w:rsidR="00557788" w:rsidRDefault="00557788" w:rsidP="00557788">
      <w:r>
        <w:t>288.3331</w:t>
      </w:r>
      <w:r>
        <w:tab/>
        <w:t>3.038e0</w:t>
      </w:r>
    </w:p>
    <w:p w:rsidR="00557788" w:rsidRDefault="00557788" w:rsidP="00557788">
      <w:r>
        <w:lastRenderedPageBreak/>
        <w:t>288.3351</w:t>
      </w:r>
      <w:r>
        <w:tab/>
        <w:t>1.266e-2</w:t>
      </w:r>
    </w:p>
    <w:p w:rsidR="00557788" w:rsidRDefault="00557788" w:rsidP="00557788">
      <w:r>
        <w:t>288.3492</w:t>
      </w:r>
      <w:r>
        <w:tab/>
        <w:t>1.266e-2</w:t>
      </w:r>
    </w:p>
    <w:p w:rsidR="00557788" w:rsidRDefault="00557788" w:rsidP="00557788">
      <w:r>
        <w:t>288.3585</w:t>
      </w:r>
      <w:r>
        <w:tab/>
        <w:t>1.266e-2</w:t>
      </w:r>
    </w:p>
    <w:p w:rsidR="00557788" w:rsidRDefault="00557788" w:rsidP="00557788">
      <w:r>
        <w:t>288.3606</w:t>
      </w:r>
      <w:r>
        <w:tab/>
        <w:t>2.025e0</w:t>
      </w:r>
    </w:p>
    <w:p w:rsidR="00557788" w:rsidRDefault="00557788" w:rsidP="00557788">
      <w:r>
        <w:t>288.3901</w:t>
      </w:r>
      <w:r>
        <w:tab/>
        <w:t>5.063e-2</w:t>
      </w:r>
    </w:p>
    <w:p w:rsidR="00557788" w:rsidRDefault="00557788" w:rsidP="00557788">
      <w:r>
        <w:t>288.3941</w:t>
      </w:r>
      <w:r>
        <w:tab/>
        <w:t>2.532e-2</w:t>
      </w:r>
    </w:p>
    <w:p w:rsidR="00557788" w:rsidRDefault="00557788" w:rsidP="00557788">
      <w:r>
        <w:t>288.4003</w:t>
      </w:r>
      <w:r>
        <w:tab/>
        <w:t>2.025e0</w:t>
      </w:r>
    </w:p>
    <w:p w:rsidR="00557788" w:rsidRDefault="00557788" w:rsidP="00557788">
      <w:r>
        <w:t>288.4072</w:t>
      </w:r>
      <w:r>
        <w:tab/>
        <w:t>1.013e0</w:t>
      </w:r>
    </w:p>
    <w:p w:rsidR="00557788" w:rsidRDefault="00557788" w:rsidP="00557788">
      <w:r>
        <w:t>288.4178</w:t>
      </w:r>
      <w:r>
        <w:tab/>
        <w:t>1.013e0</w:t>
      </w:r>
    </w:p>
    <w:p w:rsidR="00557788" w:rsidRDefault="00557788" w:rsidP="00557788">
      <w:r>
        <w:t>288.4216</w:t>
      </w:r>
      <w:r>
        <w:tab/>
        <w:t>1.013e0</w:t>
      </w:r>
    </w:p>
    <w:p w:rsidR="00557788" w:rsidRDefault="00557788" w:rsidP="00557788">
      <w:r>
        <w:t>288.4441</w:t>
      </w:r>
      <w:r>
        <w:tab/>
        <w:t>2.025e0</w:t>
      </w:r>
    </w:p>
    <w:p w:rsidR="00557788" w:rsidRDefault="00557788" w:rsidP="00557788">
      <w:r>
        <w:t>288.4498</w:t>
      </w:r>
      <w:r>
        <w:tab/>
        <w:t>2.038e0</w:t>
      </w:r>
    </w:p>
    <w:p w:rsidR="00557788" w:rsidRDefault="00557788" w:rsidP="00557788">
      <w:r>
        <w:t>288.4663</w:t>
      </w:r>
      <w:r>
        <w:tab/>
        <w:t>3.038e0</w:t>
      </w:r>
    </w:p>
    <w:p w:rsidR="00557788" w:rsidRDefault="00557788" w:rsidP="00557788">
      <w:r>
        <w:t>288.4831</w:t>
      </w:r>
      <w:r>
        <w:tab/>
        <w:t>2.025e0</w:t>
      </w:r>
    </w:p>
    <w:p w:rsidR="00557788" w:rsidRDefault="00557788" w:rsidP="00557788">
      <w:r>
        <w:t>288.4960</w:t>
      </w:r>
      <w:r>
        <w:tab/>
        <w:t>3.038e0</w:t>
      </w:r>
    </w:p>
    <w:p w:rsidR="00557788" w:rsidRDefault="00557788" w:rsidP="00557788">
      <w:r>
        <w:t>288.5074</w:t>
      </w:r>
      <w:r>
        <w:tab/>
        <w:t>1.266e-2</w:t>
      </w:r>
    </w:p>
    <w:p w:rsidR="00557788" w:rsidRDefault="00557788" w:rsidP="00557788">
      <w:r>
        <w:t>288.5114</w:t>
      </w:r>
      <w:r>
        <w:tab/>
        <w:t>2.025e0</w:t>
      </w:r>
    </w:p>
    <w:p w:rsidR="00557788" w:rsidRDefault="00557788" w:rsidP="00557788">
      <w:r>
        <w:t>288.5124</w:t>
      </w:r>
      <w:r>
        <w:tab/>
        <w:t>1.266e-2</w:t>
      </w:r>
    </w:p>
    <w:p w:rsidR="00557788" w:rsidRDefault="00557788" w:rsidP="00557788">
      <w:r>
        <w:t>288.5285</w:t>
      </w:r>
      <w:r>
        <w:tab/>
        <w:t>1.025e0</w:t>
      </w:r>
    </w:p>
    <w:p w:rsidR="00557788" w:rsidRDefault="00557788" w:rsidP="00557788">
      <w:r>
        <w:lastRenderedPageBreak/>
        <w:t>288.5342</w:t>
      </w:r>
      <w:r>
        <w:tab/>
        <w:t>1.025e0</w:t>
      </w:r>
    </w:p>
    <w:p w:rsidR="00557788" w:rsidRDefault="00557788" w:rsidP="00557788">
      <w:r>
        <w:t>288.5479</w:t>
      </w:r>
      <w:r>
        <w:tab/>
        <w:t>2.025e0</w:t>
      </w:r>
    </w:p>
    <w:p w:rsidR="00557788" w:rsidRDefault="00557788" w:rsidP="00557788">
      <w:r>
        <w:t>288.5749</w:t>
      </w:r>
      <w:r>
        <w:tab/>
        <w:t>4.051e0</w:t>
      </w:r>
    </w:p>
    <w:p w:rsidR="00557788" w:rsidRDefault="00557788" w:rsidP="00557788">
      <w:r>
        <w:t>288.5832</w:t>
      </w:r>
      <w:r>
        <w:tab/>
        <w:t>3.038e0</w:t>
      </w:r>
    </w:p>
    <w:p w:rsidR="00557788" w:rsidRDefault="00557788" w:rsidP="00557788">
      <w:r>
        <w:t>288.5918</w:t>
      </w:r>
      <w:r>
        <w:tab/>
        <w:t>1.013e0</w:t>
      </w:r>
    </w:p>
    <w:p w:rsidR="00557788" w:rsidRDefault="00557788" w:rsidP="00557788">
      <w:r>
        <w:t>288.5929</w:t>
      </w:r>
      <w:r>
        <w:tab/>
        <w:t>2.025e0</w:t>
      </w:r>
    </w:p>
    <w:p w:rsidR="00557788" w:rsidRDefault="00557788" w:rsidP="00557788">
      <w:r>
        <w:t>288.6191</w:t>
      </w:r>
      <w:r>
        <w:tab/>
        <w:t>1.266e-2</w:t>
      </w:r>
    </w:p>
    <w:p w:rsidR="00557788" w:rsidRDefault="00557788" w:rsidP="00557788">
      <w:r>
        <w:t>288.6288</w:t>
      </w:r>
      <w:r>
        <w:tab/>
        <w:t>1.025e0</w:t>
      </w:r>
    </w:p>
    <w:p w:rsidR="00557788" w:rsidRDefault="00557788" w:rsidP="00557788">
      <w:r>
        <w:t>288.6359</w:t>
      </w:r>
      <w:r>
        <w:tab/>
        <w:t>2.025e0</w:t>
      </w:r>
    </w:p>
    <w:p w:rsidR="00557788" w:rsidRDefault="00557788" w:rsidP="00557788">
      <w:r>
        <w:t>288.6426</w:t>
      </w:r>
      <w:r>
        <w:tab/>
        <w:t>2.532e-2</w:t>
      </w:r>
    </w:p>
    <w:p w:rsidR="00557788" w:rsidRDefault="00557788" w:rsidP="00557788">
      <w:r>
        <w:t>288.6552</w:t>
      </w:r>
      <w:r>
        <w:tab/>
        <w:t>2.038e0</w:t>
      </w:r>
    </w:p>
    <w:p w:rsidR="00557788" w:rsidRDefault="00557788" w:rsidP="00557788">
      <w:r>
        <w:t>288.6588</w:t>
      </w:r>
      <w:r>
        <w:tab/>
        <w:t>4.051e0</w:t>
      </w:r>
    </w:p>
    <w:p w:rsidR="00557788" w:rsidRDefault="00557788" w:rsidP="00557788">
      <w:r>
        <w:t>288.6783</w:t>
      </w:r>
      <w:r>
        <w:tab/>
        <w:t>1.013e0</w:t>
      </w:r>
    </w:p>
    <w:p w:rsidR="00557788" w:rsidRDefault="00557788" w:rsidP="00557788">
      <w:r>
        <w:t>288.6799</w:t>
      </w:r>
      <w:r>
        <w:tab/>
        <w:t>3.038e0</w:t>
      </w:r>
    </w:p>
    <w:p w:rsidR="00557788" w:rsidRDefault="00557788" w:rsidP="00557788">
      <w:r>
        <w:t>288.6937</w:t>
      </w:r>
      <w:r>
        <w:tab/>
        <w:t>2.025e0</w:t>
      </w:r>
    </w:p>
    <w:p w:rsidR="00557788" w:rsidRDefault="00557788" w:rsidP="00557788">
      <w:r>
        <w:t>288.7270</w:t>
      </w:r>
      <w:r>
        <w:tab/>
        <w:t>2.532e-2</w:t>
      </w:r>
    </w:p>
    <w:p w:rsidR="00557788" w:rsidRDefault="00557788" w:rsidP="00557788">
      <w:r>
        <w:t>288.7333</w:t>
      </w:r>
      <w:r>
        <w:tab/>
        <w:t>1.038e0</w:t>
      </w:r>
    </w:p>
    <w:p w:rsidR="00557788" w:rsidRDefault="00557788" w:rsidP="00557788">
      <w:r>
        <w:t>288.7373</w:t>
      </w:r>
      <w:r>
        <w:tab/>
        <w:t>1.013e0</w:t>
      </w:r>
    </w:p>
    <w:p w:rsidR="00557788" w:rsidRDefault="00557788" w:rsidP="00557788">
      <w:r>
        <w:t>288.7395</w:t>
      </w:r>
      <w:r>
        <w:tab/>
        <w:t>4.051e0</w:t>
      </w:r>
    </w:p>
    <w:p w:rsidR="00557788" w:rsidRDefault="00557788" w:rsidP="00557788">
      <w:r>
        <w:lastRenderedPageBreak/>
        <w:t>288.7607</w:t>
      </w:r>
      <w:r>
        <w:tab/>
        <w:t>1.025e0</w:t>
      </w:r>
    </w:p>
    <w:p w:rsidR="00557788" w:rsidRDefault="00557788" w:rsidP="00557788">
      <w:r>
        <w:t>288.7689</w:t>
      </w:r>
      <w:r>
        <w:tab/>
        <w:t>1.013e0</w:t>
      </w:r>
    </w:p>
    <w:p w:rsidR="00557788" w:rsidRDefault="00557788" w:rsidP="00557788">
      <w:r>
        <w:t>288.7749</w:t>
      </w:r>
      <w:r>
        <w:tab/>
        <w:t>4.051e0</w:t>
      </w:r>
    </w:p>
    <w:p w:rsidR="00557788" w:rsidRDefault="00557788" w:rsidP="00557788">
      <w:r>
        <w:t>288.7848</w:t>
      </w:r>
      <w:r>
        <w:tab/>
        <w:t>2.025e0</w:t>
      </w:r>
    </w:p>
    <w:p w:rsidR="00557788" w:rsidRDefault="00557788" w:rsidP="00557788">
      <w:r>
        <w:t>288.8025</w:t>
      </w:r>
      <w:r>
        <w:tab/>
        <w:t>2.025e0</w:t>
      </w:r>
    </w:p>
    <w:p w:rsidR="00557788" w:rsidRDefault="00557788" w:rsidP="00557788">
      <w:r>
        <w:t>288.8261</w:t>
      </w:r>
      <w:r>
        <w:tab/>
        <w:t>2.051e0</w:t>
      </w:r>
    </w:p>
    <w:p w:rsidR="00557788" w:rsidRDefault="00557788" w:rsidP="00557788">
      <w:r>
        <w:t>288.8399</w:t>
      </w:r>
      <w:r>
        <w:tab/>
        <w:t>1.025e0</w:t>
      </w:r>
    </w:p>
    <w:p w:rsidR="00557788" w:rsidRDefault="00557788" w:rsidP="00557788">
      <w:r>
        <w:t>288.8544</w:t>
      </w:r>
      <w:r>
        <w:tab/>
        <w:t>3.038e0</w:t>
      </w:r>
    </w:p>
    <w:p w:rsidR="00557788" w:rsidRDefault="00557788" w:rsidP="00557788">
      <w:r>
        <w:t>288.8557</w:t>
      </w:r>
      <w:r>
        <w:tab/>
        <w:t>1.038e0</w:t>
      </w:r>
    </w:p>
    <w:p w:rsidR="00557788" w:rsidRDefault="00557788" w:rsidP="00557788">
      <w:r>
        <w:t>288.8616</w:t>
      </w:r>
      <w:r>
        <w:tab/>
        <w:t>4.051e0</w:t>
      </w:r>
    </w:p>
    <w:p w:rsidR="00557788" w:rsidRDefault="00557788" w:rsidP="00557788">
      <w:r>
        <w:t>288.8699</w:t>
      </w:r>
      <w:r>
        <w:tab/>
        <w:t>2.532e-2</w:t>
      </w:r>
    </w:p>
    <w:p w:rsidR="00557788" w:rsidRDefault="00557788" w:rsidP="00557788">
      <w:r>
        <w:t>288.8822</w:t>
      </w:r>
      <w:r>
        <w:tab/>
        <w:t>1.013e0</w:t>
      </w:r>
    </w:p>
    <w:p w:rsidR="00557788" w:rsidRDefault="00557788" w:rsidP="00557788">
      <w:r>
        <w:t>288.8932</w:t>
      </w:r>
      <w:r>
        <w:tab/>
        <w:t>2.025e0</w:t>
      </w:r>
    </w:p>
    <w:p w:rsidR="00557788" w:rsidRDefault="00557788" w:rsidP="00557788">
      <w:r>
        <w:t>288.9133</w:t>
      </w:r>
      <w:r>
        <w:tab/>
        <w:t>3.051e0</w:t>
      </w:r>
    </w:p>
    <w:p w:rsidR="00557788" w:rsidRDefault="00557788" w:rsidP="00557788">
      <w:r>
        <w:t>288.9178</w:t>
      </w:r>
      <w:r>
        <w:tab/>
        <w:t>6.388e0</w:t>
      </w:r>
    </w:p>
    <w:p w:rsidR="00557788" w:rsidRDefault="00557788" w:rsidP="00557788">
      <w:r>
        <w:t>288.9214</w:t>
      </w:r>
      <w:r>
        <w:tab/>
        <w:t>2.051e0</w:t>
      </w:r>
    </w:p>
    <w:p w:rsidR="00557788" w:rsidRDefault="00557788" w:rsidP="00557788">
      <w:r>
        <w:t>288.9388</w:t>
      </w:r>
      <w:r>
        <w:tab/>
        <w:t>2.025e0</w:t>
      </w:r>
    </w:p>
    <w:p w:rsidR="00557788" w:rsidRDefault="00557788" w:rsidP="00557788">
      <w:r>
        <w:t>288.9451</w:t>
      </w:r>
      <w:r>
        <w:tab/>
        <w:t>2.493e0</w:t>
      </w:r>
    </w:p>
    <w:p w:rsidR="00557788" w:rsidRDefault="00557788" w:rsidP="00557788">
      <w:r>
        <w:t>288.9543</w:t>
      </w:r>
      <w:r>
        <w:tab/>
        <w:t>1.266e-2</w:t>
      </w:r>
    </w:p>
    <w:p w:rsidR="00557788" w:rsidRDefault="00557788" w:rsidP="00557788">
      <w:r>
        <w:lastRenderedPageBreak/>
        <w:t>288.9560</w:t>
      </w:r>
      <w:r>
        <w:tab/>
        <w:t>5.063e0</w:t>
      </w:r>
    </w:p>
    <w:p w:rsidR="00557788" w:rsidRDefault="00557788" w:rsidP="00557788">
      <w:r>
        <w:t>288.9641</w:t>
      </w:r>
      <w:r>
        <w:tab/>
        <w:t>5.063e0</w:t>
      </w:r>
    </w:p>
    <w:p w:rsidR="00557788" w:rsidRDefault="00557788" w:rsidP="00557788">
      <w:r>
        <w:t>288.9933</w:t>
      </w:r>
      <w:r>
        <w:tab/>
        <w:t>9.304e0</w:t>
      </w:r>
    </w:p>
    <w:p w:rsidR="00557788" w:rsidRDefault="00557788" w:rsidP="00557788">
      <w:r>
        <w:t>288.9990</w:t>
      </w:r>
      <w:r>
        <w:tab/>
        <w:t>6.076e0</w:t>
      </w:r>
    </w:p>
    <w:p w:rsidR="00557788" w:rsidRDefault="00557788" w:rsidP="00557788">
      <w:r>
        <w:t>289.0067</w:t>
      </w:r>
      <w:r>
        <w:tab/>
        <w:t>8.101e0</w:t>
      </w:r>
    </w:p>
    <w:p w:rsidR="00557788" w:rsidRDefault="00557788" w:rsidP="00557788">
      <w:r>
        <w:t>289.0132</w:t>
      </w:r>
      <w:r>
        <w:tab/>
        <w:t>7.512e0</w:t>
      </w:r>
    </w:p>
    <w:p w:rsidR="00557788" w:rsidRDefault="00557788" w:rsidP="00557788">
      <w:r>
        <w:t>289.0334</w:t>
      </w:r>
      <w:r>
        <w:tab/>
        <w:t>5.386e0</w:t>
      </w:r>
    </w:p>
    <w:p w:rsidR="00557788" w:rsidRDefault="00557788" w:rsidP="00557788">
      <w:r>
        <w:t>289.0369</w:t>
      </w:r>
      <w:r>
        <w:tab/>
        <w:t>4.051e0</w:t>
      </w:r>
    </w:p>
    <w:p w:rsidR="00557788" w:rsidRDefault="00557788" w:rsidP="00557788">
      <w:r>
        <w:t>289.0423</w:t>
      </w:r>
      <w:r>
        <w:tab/>
        <w:t>1.067e0</w:t>
      </w:r>
    </w:p>
    <w:p w:rsidR="00557788" w:rsidRDefault="00557788" w:rsidP="00557788">
      <w:r>
        <w:t>289.0673</w:t>
      </w:r>
      <w:r>
        <w:tab/>
        <w:t>4.049e-1</w:t>
      </w:r>
    </w:p>
    <w:p w:rsidR="00557788" w:rsidRDefault="00557788" w:rsidP="00557788">
      <w:r>
        <w:t>289.0684</w:t>
      </w:r>
      <w:r>
        <w:tab/>
        <w:t>3.814e0</w:t>
      </w:r>
    </w:p>
    <w:p w:rsidR="00557788" w:rsidRDefault="00557788" w:rsidP="00557788">
      <w:r>
        <w:t>289.0738</w:t>
      </w:r>
      <w:r>
        <w:tab/>
        <w:t>1.308e1</w:t>
      </w:r>
    </w:p>
    <w:p w:rsidR="00557788" w:rsidRDefault="00557788" w:rsidP="00557788">
      <w:r>
        <w:t>289.0885</w:t>
      </w:r>
      <w:r>
        <w:tab/>
        <w:t>8.340e-1</w:t>
      </w:r>
    </w:p>
    <w:p w:rsidR="00557788" w:rsidRDefault="00557788" w:rsidP="00557788">
      <w:r>
        <w:t>289.1101</w:t>
      </w:r>
      <w:r>
        <w:tab/>
        <w:t>3.334e0</w:t>
      </w:r>
    </w:p>
    <w:p w:rsidR="00557788" w:rsidRDefault="00557788" w:rsidP="00557788">
      <w:r>
        <w:t>289.1156</w:t>
      </w:r>
      <w:r>
        <w:tab/>
        <w:t>7.539e-2</w:t>
      </w:r>
    </w:p>
    <w:p w:rsidR="00557788" w:rsidRDefault="00557788" w:rsidP="00557788">
      <w:r>
        <w:t>289.1175</w:t>
      </w:r>
      <w:r>
        <w:tab/>
        <w:t>3.012e0</w:t>
      </w:r>
    </w:p>
    <w:p w:rsidR="00557788" w:rsidRDefault="00557788" w:rsidP="00557788">
      <w:r>
        <w:t>289.1268</w:t>
      </w:r>
      <w:r>
        <w:tab/>
        <w:t>3.908e0</w:t>
      </w:r>
    </w:p>
    <w:p w:rsidR="00557788" w:rsidRDefault="00557788" w:rsidP="00557788">
      <w:r>
        <w:t>289.1288</w:t>
      </w:r>
      <w:r>
        <w:tab/>
        <w:t>2.712e0</w:t>
      </w:r>
    </w:p>
    <w:p w:rsidR="00557788" w:rsidRDefault="00557788" w:rsidP="00557788">
      <w:r>
        <w:t>289.1749</w:t>
      </w:r>
      <w:r>
        <w:tab/>
        <w:t>7.174e0</w:t>
      </w:r>
    </w:p>
    <w:p w:rsidR="00557788" w:rsidRDefault="00557788" w:rsidP="00557788">
      <w:r>
        <w:lastRenderedPageBreak/>
        <w:t>289.1899</w:t>
      </w:r>
      <w:r>
        <w:tab/>
        <w:t>6.375e0</w:t>
      </w:r>
    </w:p>
    <w:p w:rsidR="00557788" w:rsidRDefault="00557788" w:rsidP="00557788">
      <w:r>
        <w:t>289.1932</w:t>
      </w:r>
      <w:r>
        <w:tab/>
        <w:t>1.886e0</w:t>
      </w:r>
    </w:p>
    <w:p w:rsidR="00557788" w:rsidRDefault="00557788" w:rsidP="00557788">
      <w:r>
        <w:t>289.2078</w:t>
      </w:r>
      <w:r>
        <w:tab/>
        <w:t>2.605e0</w:t>
      </w:r>
    </w:p>
    <w:p w:rsidR="00557788" w:rsidRDefault="00557788" w:rsidP="00557788">
      <w:r>
        <w:t>289.2123</w:t>
      </w:r>
      <w:r>
        <w:tab/>
        <w:t>7.919e0</w:t>
      </w:r>
    </w:p>
    <w:p w:rsidR="00557788" w:rsidRDefault="00557788" w:rsidP="00557788">
      <w:r>
        <w:t>289.2163</w:t>
      </w:r>
      <w:r>
        <w:tab/>
        <w:t>5.496e0</w:t>
      </w:r>
    </w:p>
    <w:p w:rsidR="00557788" w:rsidRDefault="00557788" w:rsidP="00557788">
      <w:r>
        <w:t>289.2342</w:t>
      </w:r>
      <w:r>
        <w:tab/>
        <w:t>3.450e0</w:t>
      </w:r>
    </w:p>
    <w:p w:rsidR="00557788" w:rsidRDefault="00557788" w:rsidP="00557788">
      <w:r>
        <w:t>289.2442</w:t>
      </w:r>
      <w:r>
        <w:tab/>
        <w:t>9.173e0</w:t>
      </w:r>
    </w:p>
    <w:p w:rsidR="00557788" w:rsidRDefault="00557788" w:rsidP="00557788">
      <w:r>
        <w:t>289.2485</w:t>
      </w:r>
      <w:r>
        <w:tab/>
        <w:t>2.826e0</w:t>
      </w:r>
    </w:p>
    <w:p w:rsidR="00557788" w:rsidRDefault="00557788" w:rsidP="00557788">
      <w:r>
        <w:t>289.2542</w:t>
      </w:r>
      <w:r>
        <w:tab/>
        <w:t>1.511e0</w:t>
      </w:r>
    </w:p>
    <w:p w:rsidR="00557788" w:rsidRDefault="00557788" w:rsidP="00557788">
      <w:r>
        <w:t>289.2563</w:t>
      </w:r>
      <w:r>
        <w:tab/>
        <w:t>1.251e1</w:t>
      </w:r>
    </w:p>
    <w:p w:rsidR="00557788" w:rsidRDefault="00557788" w:rsidP="00557788">
      <w:r>
        <w:t>289.2745</w:t>
      </w:r>
      <w:r>
        <w:tab/>
        <w:t>1.496e0</w:t>
      </w:r>
    </w:p>
    <w:p w:rsidR="00557788" w:rsidRDefault="00557788" w:rsidP="00557788">
      <w:r>
        <w:t>289.2755</w:t>
      </w:r>
      <w:r>
        <w:tab/>
        <w:t>3.572e0</w:t>
      </w:r>
    </w:p>
    <w:p w:rsidR="00557788" w:rsidRDefault="00557788" w:rsidP="00557788">
      <w:r>
        <w:t>289.2784</w:t>
      </w:r>
      <w:r>
        <w:tab/>
        <w:t>5.608e0</w:t>
      </w:r>
    </w:p>
    <w:p w:rsidR="00557788" w:rsidRDefault="00557788" w:rsidP="00557788">
      <w:r>
        <w:t>289.2871</w:t>
      </w:r>
      <w:r>
        <w:tab/>
        <w:t>3.373e0</w:t>
      </w:r>
    </w:p>
    <w:p w:rsidR="00557788" w:rsidRDefault="00557788" w:rsidP="00557788">
      <w:r>
        <w:t>289.2937</w:t>
      </w:r>
      <w:r>
        <w:tab/>
        <w:t>1.013e0</w:t>
      </w:r>
    </w:p>
    <w:p w:rsidR="00557788" w:rsidRDefault="00557788" w:rsidP="00557788">
      <w:r>
        <w:t>289.2971</w:t>
      </w:r>
      <w:r>
        <w:tab/>
        <w:t>2.949e0</w:t>
      </w:r>
    </w:p>
    <w:p w:rsidR="00557788" w:rsidRDefault="00557788" w:rsidP="00557788">
      <w:r>
        <w:t>289.3214</w:t>
      </w:r>
      <w:r>
        <w:tab/>
        <w:t>2.025e0</w:t>
      </w:r>
    </w:p>
    <w:p w:rsidR="00557788" w:rsidRDefault="00557788" w:rsidP="00557788">
      <w:r>
        <w:t>289.3226</w:t>
      </w:r>
      <w:r>
        <w:tab/>
        <w:t>2.025e0</w:t>
      </w:r>
    </w:p>
    <w:p w:rsidR="00557788" w:rsidRDefault="00557788" w:rsidP="00557788">
      <w:r>
        <w:t>289.3253</w:t>
      </w:r>
      <w:r>
        <w:tab/>
        <w:t>1.032e0</w:t>
      </w:r>
    </w:p>
    <w:p w:rsidR="00557788" w:rsidRDefault="00557788" w:rsidP="00557788">
      <w:r>
        <w:lastRenderedPageBreak/>
        <w:t>289.3419</w:t>
      </w:r>
      <w:r>
        <w:tab/>
        <w:t>1.025e0</w:t>
      </w:r>
    </w:p>
    <w:p w:rsidR="00557788" w:rsidRDefault="00557788" w:rsidP="00557788">
      <w:r>
        <w:t>289.3557</w:t>
      </w:r>
      <w:r>
        <w:tab/>
        <w:t>3.089e0</w:t>
      </w:r>
    </w:p>
    <w:p w:rsidR="00557788" w:rsidRDefault="00557788" w:rsidP="00557788">
      <w:r>
        <w:t>289.3567</w:t>
      </w:r>
      <w:r>
        <w:tab/>
        <w:t>3.051e0</w:t>
      </w:r>
    </w:p>
    <w:p w:rsidR="00557788" w:rsidRDefault="00557788" w:rsidP="00557788">
      <w:r>
        <w:t>289.3689</w:t>
      </w:r>
      <w:r>
        <w:tab/>
        <w:t>1.025e0</w:t>
      </w:r>
    </w:p>
    <w:p w:rsidR="00557788" w:rsidRDefault="00557788" w:rsidP="00557788">
      <w:r>
        <w:t>289.3883</w:t>
      </w:r>
      <w:r>
        <w:tab/>
        <w:t>2.038e0</w:t>
      </w:r>
    </w:p>
    <w:p w:rsidR="00557788" w:rsidRDefault="00557788" w:rsidP="00557788">
      <w:r>
        <w:t>289.3919</w:t>
      </w:r>
      <w:r>
        <w:tab/>
        <w:t>2.025e0</w:t>
      </w:r>
    </w:p>
    <w:p w:rsidR="00557788" w:rsidRDefault="00557788" w:rsidP="00557788">
      <w:r>
        <w:t>289.3961</w:t>
      </w:r>
      <w:r>
        <w:tab/>
        <w:t>6.089e0</w:t>
      </w:r>
    </w:p>
    <w:p w:rsidR="00557788" w:rsidRDefault="00557788" w:rsidP="00557788">
      <w:r>
        <w:t>289.4061</w:t>
      </w:r>
      <w:r>
        <w:tab/>
        <w:t>3.038e0</w:t>
      </w:r>
    </w:p>
    <w:p w:rsidR="00557788" w:rsidRDefault="00557788" w:rsidP="00557788">
      <w:r>
        <w:t>289.4281</w:t>
      </w:r>
      <w:r>
        <w:tab/>
        <w:t>1.013e0</w:t>
      </w:r>
    </w:p>
    <w:p w:rsidR="00557788" w:rsidRDefault="00557788" w:rsidP="00557788">
      <w:r>
        <w:t>289.4302</w:t>
      </w:r>
      <w:r>
        <w:tab/>
        <w:t>4.051e0</w:t>
      </w:r>
    </w:p>
    <w:p w:rsidR="00557788" w:rsidRDefault="00557788" w:rsidP="00557788">
      <w:r>
        <w:t>289.4421</w:t>
      </w:r>
      <w:r>
        <w:tab/>
        <w:t>3.798e-2</w:t>
      </w:r>
    </w:p>
    <w:p w:rsidR="00557788" w:rsidRDefault="00557788" w:rsidP="00557788">
      <w:r>
        <w:t>289.4477</w:t>
      </w:r>
      <w:r>
        <w:tab/>
        <w:t>1.013e0</w:t>
      </w:r>
    </w:p>
    <w:p w:rsidR="00557788" w:rsidRDefault="00557788" w:rsidP="00557788">
      <w:r>
        <w:t>289.4557</w:t>
      </w:r>
      <w:r>
        <w:tab/>
        <w:t>2.025e0</w:t>
      </w:r>
    </w:p>
    <w:p w:rsidR="00557788" w:rsidRDefault="00557788" w:rsidP="00557788">
      <w:r>
        <w:t>289.4597</w:t>
      </w:r>
      <w:r>
        <w:tab/>
        <w:t>1.013e0</w:t>
      </w:r>
    </w:p>
    <w:p w:rsidR="00557788" w:rsidRDefault="00557788" w:rsidP="00557788">
      <w:r>
        <w:t>289.4984</w:t>
      </w:r>
      <w:r>
        <w:tab/>
        <w:t>2.025e0</w:t>
      </w:r>
    </w:p>
    <w:p w:rsidR="00557788" w:rsidRDefault="00557788" w:rsidP="00557788">
      <w:r>
        <w:t>289.5059</w:t>
      </w:r>
      <w:r>
        <w:tab/>
        <w:t>1.013e0</w:t>
      </w:r>
    </w:p>
    <w:p w:rsidR="00557788" w:rsidRDefault="00557788" w:rsidP="00557788">
      <w:r>
        <w:t>289.5188</w:t>
      </w:r>
      <w:r>
        <w:tab/>
        <w:t>1.025e0</w:t>
      </w:r>
    </w:p>
    <w:p w:rsidR="00557788" w:rsidRDefault="00557788" w:rsidP="00557788">
      <w:r>
        <w:t>289.5539</w:t>
      </w:r>
      <w:r>
        <w:tab/>
        <w:t>6.089e0</w:t>
      </w:r>
    </w:p>
    <w:p w:rsidR="00557788" w:rsidRDefault="00557788" w:rsidP="00557788">
      <w:r>
        <w:t>289.5641</w:t>
      </w:r>
      <w:r>
        <w:tab/>
        <w:t>4.051e0</w:t>
      </w:r>
    </w:p>
    <w:p w:rsidR="00557788" w:rsidRDefault="00557788" w:rsidP="00557788">
      <w:r>
        <w:lastRenderedPageBreak/>
        <w:t>289.5746</w:t>
      </w:r>
      <w:r>
        <w:tab/>
        <w:t>9.114e0</w:t>
      </w:r>
    </w:p>
    <w:p w:rsidR="00557788" w:rsidRDefault="00557788" w:rsidP="00557788">
      <w:r>
        <w:t>289.5820</w:t>
      </w:r>
      <w:r>
        <w:tab/>
        <w:t>2.025e0</w:t>
      </w:r>
    </w:p>
    <w:p w:rsidR="00557788" w:rsidRDefault="00557788" w:rsidP="00557788">
      <w:r>
        <w:t>289.5860</w:t>
      </w:r>
      <w:r>
        <w:tab/>
        <w:t>2.025e0</w:t>
      </w:r>
    </w:p>
    <w:p w:rsidR="00557788" w:rsidRDefault="00557788" w:rsidP="00557788">
      <w:r>
        <w:t>289.5887</w:t>
      </w:r>
      <w:r>
        <w:tab/>
        <w:t>2.025e0</w:t>
      </w:r>
    </w:p>
    <w:p w:rsidR="00557788" w:rsidRDefault="00557788" w:rsidP="00557788">
      <w:r>
        <w:t>289.5906</w:t>
      </w:r>
      <w:r>
        <w:tab/>
        <w:t>2.025e0</w:t>
      </w:r>
    </w:p>
    <w:p w:rsidR="00557788" w:rsidRDefault="00557788" w:rsidP="00557788">
      <w:r>
        <w:t>289.6176</w:t>
      </w:r>
      <w:r>
        <w:tab/>
        <w:t>1.266e-2</w:t>
      </w:r>
    </w:p>
    <w:p w:rsidR="00557788" w:rsidRDefault="00557788" w:rsidP="00557788">
      <w:r>
        <w:t>289.6216</w:t>
      </w:r>
      <w:r>
        <w:tab/>
        <w:t>3.051e0</w:t>
      </w:r>
    </w:p>
    <w:p w:rsidR="00557788" w:rsidRDefault="00557788" w:rsidP="00557788">
      <w:r>
        <w:t>289.6309</w:t>
      </w:r>
      <w:r>
        <w:tab/>
        <w:t>2.025e0</w:t>
      </w:r>
    </w:p>
    <w:p w:rsidR="00557788" w:rsidRDefault="00557788" w:rsidP="00557788">
      <w:r>
        <w:t>289.6371</w:t>
      </w:r>
      <w:r>
        <w:tab/>
        <w:t>1.266e-2</w:t>
      </w:r>
    </w:p>
    <w:p w:rsidR="00557788" w:rsidRDefault="00557788" w:rsidP="00557788">
      <w:r>
        <w:t>289.6491</w:t>
      </w:r>
      <w:r>
        <w:tab/>
        <w:t>1.013e0</w:t>
      </w:r>
    </w:p>
    <w:p w:rsidR="00557788" w:rsidRDefault="00557788" w:rsidP="00557788">
      <w:r>
        <w:t>289.6541</w:t>
      </w:r>
      <w:r>
        <w:tab/>
        <w:t>2.532e-2</w:t>
      </w:r>
    </w:p>
    <w:p w:rsidR="00557788" w:rsidRDefault="00557788" w:rsidP="00557788">
      <w:r>
        <w:t>289.6590</w:t>
      </w:r>
      <w:r>
        <w:tab/>
        <w:t>1.025e0</w:t>
      </w:r>
    </w:p>
    <w:p w:rsidR="00557788" w:rsidRDefault="00557788" w:rsidP="00557788">
      <w:r>
        <w:t>289.6664</w:t>
      </w:r>
      <w:r>
        <w:tab/>
        <w:t>2.025e0</w:t>
      </w:r>
    </w:p>
    <w:p w:rsidR="00557788" w:rsidRDefault="00557788" w:rsidP="00557788">
      <w:r>
        <w:t>289.6802</w:t>
      </w:r>
      <w:r>
        <w:tab/>
        <w:t>2.025e0</w:t>
      </w:r>
    </w:p>
    <w:p w:rsidR="00557788" w:rsidRDefault="00557788" w:rsidP="00557788">
      <w:r>
        <w:t>289.6849</w:t>
      </w:r>
      <w:r>
        <w:tab/>
        <w:t>3.797e-2</w:t>
      </w:r>
    </w:p>
    <w:p w:rsidR="00557788" w:rsidRDefault="00557788" w:rsidP="00557788">
      <w:r>
        <w:t>289.6922</w:t>
      </w:r>
      <w:r>
        <w:tab/>
        <w:t>2.025e0</w:t>
      </w:r>
    </w:p>
    <w:p w:rsidR="00557788" w:rsidRDefault="00557788" w:rsidP="00557788">
      <w:r>
        <w:t>289.6964</w:t>
      </w:r>
      <w:r>
        <w:tab/>
        <w:t>1.266e-2</w:t>
      </w:r>
    </w:p>
    <w:p w:rsidR="00557788" w:rsidRDefault="00557788" w:rsidP="00557788">
      <w:r>
        <w:t>289.7136</w:t>
      </w:r>
      <w:r>
        <w:tab/>
        <w:t>2.025e0</w:t>
      </w:r>
    </w:p>
    <w:p w:rsidR="00557788" w:rsidRDefault="00557788" w:rsidP="00557788">
      <w:r>
        <w:t>289.7340</w:t>
      </w:r>
      <w:r>
        <w:tab/>
        <w:t>2.025e0</w:t>
      </w:r>
    </w:p>
    <w:p w:rsidR="00557788" w:rsidRDefault="00557788" w:rsidP="00557788">
      <w:r>
        <w:lastRenderedPageBreak/>
        <w:t>289.7382</w:t>
      </w:r>
      <w:r>
        <w:tab/>
        <w:t>2.025e0</w:t>
      </w:r>
    </w:p>
    <w:p w:rsidR="00557788" w:rsidRDefault="00557788" w:rsidP="00557788">
      <w:r>
        <w:t>289.7441</w:t>
      </w:r>
      <w:r>
        <w:tab/>
        <w:t>1.266e-2</w:t>
      </w:r>
    </w:p>
    <w:p w:rsidR="00557788" w:rsidRDefault="00557788" w:rsidP="00557788">
      <w:r>
        <w:t>289.7524</w:t>
      </w:r>
      <w:r>
        <w:tab/>
        <w:t>8.101e0</w:t>
      </w:r>
    </w:p>
    <w:p w:rsidR="00557788" w:rsidRDefault="00557788" w:rsidP="00557788">
      <w:r>
        <w:t>289.7547</w:t>
      </w:r>
      <w:r>
        <w:tab/>
        <w:t>1.266e-2</w:t>
      </w:r>
    </w:p>
    <w:p w:rsidR="00557788" w:rsidRDefault="00557788" w:rsidP="00557788">
      <w:r>
        <w:t>289.7635</w:t>
      </w:r>
      <w:r>
        <w:tab/>
        <w:t>1.266e-2</w:t>
      </w:r>
    </w:p>
    <w:p w:rsidR="00557788" w:rsidRDefault="00557788" w:rsidP="00557788">
      <w:r>
        <w:t>289.7836</w:t>
      </w:r>
      <w:r>
        <w:tab/>
        <w:t>2.025e0</w:t>
      </w:r>
    </w:p>
    <w:p w:rsidR="00557788" w:rsidRDefault="00557788" w:rsidP="00557788">
      <w:r>
        <w:t>289.7912</w:t>
      </w:r>
      <w:r>
        <w:tab/>
        <w:t>5.063e0</w:t>
      </w:r>
    </w:p>
    <w:p w:rsidR="00557788" w:rsidRDefault="00557788" w:rsidP="00557788">
      <w:r>
        <w:t>289.7951</w:t>
      </w:r>
      <w:r>
        <w:tab/>
        <w:t>1.266e-2</w:t>
      </w:r>
    </w:p>
    <w:p w:rsidR="00557788" w:rsidRDefault="00557788" w:rsidP="00557788">
      <w:r>
        <w:t>289.7992</w:t>
      </w:r>
      <w:r>
        <w:tab/>
        <w:t>1.013e0</w:t>
      </w:r>
    </w:p>
    <w:p w:rsidR="00557788" w:rsidRDefault="00557788" w:rsidP="00557788">
      <w:r>
        <w:t>289.8018</w:t>
      </w:r>
      <w:r>
        <w:tab/>
        <w:t>2.025e0</w:t>
      </w:r>
    </w:p>
    <w:p w:rsidR="00557788" w:rsidRDefault="00557788" w:rsidP="00557788">
      <w:r>
        <w:t>289.8139</w:t>
      </w:r>
      <w:r>
        <w:tab/>
        <w:t>3.038e0</w:t>
      </w:r>
    </w:p>
    <w:p w:rsidR="00557788" w:rsidRDefault="00557788" w:rsidP="00557788">
      <w:r>
        <w:t>289.8260</w:t>
      </w:r>
      <w:r>
        <w:tab/>
        <w:t>3.076e0</w:t>
      </w:r>
    </w:p>
    <w:p w:rsidR="00557788" w:rsidRDefault="00557788" w:rsidP="00557788">
      <w:r>
        <w:t>289.8275</w:t>
      </w:r>
      <w:r>
        <w:tab/>
        <w:t>3.038e0</w:t>
      </w:r>
    </w:p>
    <w:p w:rsidR="00557788" w:rsidRDefault="00557788" w:rsidP="00557788">
      <w:r>
        <w:t>289.8371</w:t>
      </w:r>
      <w:r>
        <w:tab/>
        <w:t>2.025e0</w:t>
      </w:r>
    </w:p>
    <w:p w:rsidR="00557788" w:rsidRDefault="00557788" w:rsidP="00557788">
      <w:r>
        <w:t>289.8583</w:t>
      </w:r>
      <w:r>
        <w:tab/>
        <w:t>1.266e-2</w:t>
      </w:r>
    </w:p>
    <w:p w:rsidR="00557788" w:rsidRDefault="00557788" w:rsidP="00557788">
      <w:r>
        <w:t>289.8707</w:t>
      </w:r>
      <w:r>
        <w:tab/>
        <w:t>3.038e0</w:t>
      </w:r>
    </w:p>
    <w:p w:rsidR="00557788" w:rsidRDefault="00557788" w:rsidP="00557788">
      <w:r>
        <w:t>289.8720</w:t>
      </w:r>
      <w:r>
        <w:tab/>
        <w:t>4.051e0</w:t>
      </w:r>
    </w:p>
    <w:p w:rsidR="00557788" w:rsidRDefault="00557788" w:rsidP="00557788">
      <w:r>
        <w:t>289.8855</w:t>
      </w:r>
      <w:r>
        <w:tab/>
        <w:t>3.798e-2</w:t>
      </w:r>
    </w:p>
    <w:p w:rsidR="00557788" w:rsidRDefault="00557788" w:rsidP="00557788">
      <w:r>
        <w:t>289.9030</w:t>
      </w:r>
      <w:r>
        <w:tab/>
        <w:t>1.266e-2</w:t>
      </w:r>
    </w:p>
    <w:p w:rsidR="00557788" w:rsidRDefault="00557788" w:rsidP="00557788">
      <w:r>
        <w:lastRenderedPageBreak/>
        <w:t>289.9175</w:t>
      </w:r>
      <w:r>
        <w:tab/>
        <w:t>1.013e0</w:t>
      </w:r>
    </w:p>
    <w:p w:rsidR="00557788" w:rsidRDefault="00557788" w:rsidP="00557788">
      <w:r>
        <w:t>289.9265</w:t>
      </w:r>
      <w:r>
        <w:tab/>
        <w:t>1.193e0</w:t>
      </w:r>
    </w:p>
    <w:p w:rsidR="00557788" w:rsidRDefault="00557788" w:rsidP="00557788">
      <w:r>
        <w:t>289.9295</w:t>
      </w:r>
      <w:r>
        <w:tab/>
        <w:t>3.038e0</w:t>
      </w:r>
    </w:p>
    <w:p w:rsidR="00557788" w:rsidRDefault="00557788" w:rsidP="00557788">
      <w:r>
        <w:t>289.9396</w:t>
      </w:r>
      <w:r>
        <w:tab/>
        <w:t>3.797e-2</w:t>
      </w:r>
    </w:p>
    <w:p w:rsidR="00557788" w:rsidRDefault="00557788" w:rsidP="00557788">
      <w:r>
        <w:t>289.9415</w:t>
      </w:r>
      <w:r>
        <w:tab/>
        <w:t>5.063e0</w:t>
      </w:r>
    </w:p>
    <w:p w:rsidR="00557788" w:rsidRDefault="00557788" w:rsidP="00557788">
      <w:r>
        <w:t>289.9532</w:t>
      </w:r>
      <w:r>
        <w:tab/>
        <w:t>2.025e0</w:t>
      </w:r>
    </w:p>
    <w:p w:rsidR="00557788" w:rsidRDefault="00557788" w:rsidP="00557788">
      <w:r>
        <w:t>289.9762</w:t>
      </w:r>
      <w:r>
        <w:tab/>
        <w:t>6.076e0</w:t>
      </w:r>
    </w:p>
    <w:p w:rsidR="00557788" w:rsidRDefault="00557788" w:rsidP="00557788">
      <w:r>
        <w:t>289.9789</w:t>
      </w:r>
      <w:r>
        <w:tab/>
        <w:t>3.038e0</w:t>
      </w:r>
    </w:p>
    <w:p w:rsidR="00557788" w:rsidRDefault="00557788" w:rsidP="00557788">
      <w:r>
        <w:t>289.9837</w:t>
      </w:r>
      <w:r>
        <w:tab/>
        <w:t>3.459e0</w:t>
      </w:r>
    </w:p>
    <w:p w:rsidR="00557788" w:rsidRDefault="00557788" w:rsidP="00557788">
      <w:r>
        <w:t>290.0164</w:t>
      </w:r>
      <w:r>
        <w:tab/>
        <w:t>5.842e0</w:t>
      </w:r>
    </w:p>
    <w:p w:rsidR="00557788" w:rsidRDefault="00557788" w:rsidP="00557788">
      <w:r>
        <w:t>290.0220</w:t>
      </w:r>
      <w:r>
        <w:tab/>
        <w:t>3.132e1</w:t>
      </w:r>
    </w:p>
    <w:p w:rsidR="00557788" w:rsidRDefault="00557788" w:rsidP="00557788">
      <w:r>
        <w:t>290.0262</w:t>
      </w:r>
      <w:r>
        <w:tab/>
        <w:t>2.532e0</w:t>
      </w:r>
    </w:p>
    <w:p w:rsidR="00557788" w:rsidRDefault="00557788" w:rsidP="00557788">
      <w:r>
        <w:t>290.0317</w:t>
      </w:r>
      <w:r>
        <w:tab/>
        <w:t>6.329e-2</w:t>
      </w:r>
    </w:p>
    <w:p w:rsidR="00557788" w:rsidRDefault="00557788" w:rsidP="00557788">
      <w:r>
        <w:t>290.0485</w:t>
      </w:r>
      <w:r>
        <w:tab/>
        <w:t>3.530e0</w:t>
      </w:r>
    </w:p>
    <w:p w:rsidR="00557788" w:rsidRDefault="00557788" w:rsidP="00557788">
      <w:r>
        <w:t>290.0578</w:t>
      </w:r>
      <w:r>
        <w:tab/>
        <w:t>5.063e0</w:t>
      </w:r>
    </w:p>
    <w:p w:rsidR="00557788" w:rsidRDefault="00557788" w:rsidP="00557788">
      <w:r>
        <w:t>290.0699</w:t>
      </w:r>
      <w:r>
        <w:tab/>
        <w:t>2.832e-1</w:t>
      </w:r>
    </w:p>
    <w:p w:rsidR="00557788" w:rsidRDefault="00557788" w:rsidP="00557788">
      <w:r>
        <w:t>290.0966</w:t>
      </w:r>
      <w:r>
        <w:tab/>
        <w:t>2.902e0</w:t>
      </w:r>
    </w:p>
    <w:p w:rsidR="00557788" w:rsidRDefault="00557788" w:rsidP="00557788">
      <w:r>
        <w:t>290.1055</w:t>
      </w:r>
      <w:r>
        <w:tab/>
        <w:t>5.660e0</w:t>
      </w:r>
    </w:p>
    <w:p w:rsidR="00557788" w:rsidRDefault="00557788" w:rsidP="00557788">
      <w:r>
        <w:t>290.1097</w:t>
      </w:r>
      <w:r>
        <w:tab/>
        <w:t>1.432e0</w:t>
      </w:r>
    </w:p>
    <w:p w:rsidR="00557788" w:rsidRDefault="00557788" w:rsidP="00557788">
      <w:r>
        <w:lastRenderedPageBreak/>
        <w:t>290.1107</w:t>
      </w:r>
      <w:r>
        <w:tab/>
        <w:t>2.846e0</w:t>
      </w:r>
    </w:p>
    <w:p w:rsidR="00557788" w:rsidRDefault="00557788" w:rsidP="00557788">
      <w:r>
        <w:t>290.1143</w:t>
      </w:r>
      <w:r>
        <w:tab/>
        <w:t>9.531e0</w:t>
      </w:r>
    </w:p>
    <w:p w:rsidR="00557788" w:rsidRDefault="00557788" w:rsidP="00557788">
      <w:r>
        <w:t>290.1307</w:t>
      </w:r>
      <w:r>
        <w:tab/>
        <w:t>9.075e0</w:t>
      </w:r>
    </w:p>
    <w:p w:rsidR="00557788" w:rsidRDefault="00557788" w:rsidP="00557788">
      <w:r>
        <w:t>290.1573</w:t>
      </w:r>
      <w:r>
        <w:tab/>
        <w:t>1.927e1</w:t>
      </w:r>
    </w:p>
    <w:p w:rsidR="00557788" w:rsidRDefault="00557788" w:rsidP="00557788">
      <w:r>
        <w:t>290.1588</w:t>
      </w:r>
      <w:r>
        <w:tab/>
        <w:t>1.042e0</w:t>
      </w:r>
    </w:p>
    <w:p w:rsidR="00557788" w:rsidRDefault="00557788" w:rsidP="00557788">
      <w:r>
        <w:t>290.1882</w:t>
      </w:r>
      <w:r>
        <w:tab/>
        <w:t>1.125e1</w:t>
      </w:r>
    </w:p>
    <w:p w:rsidR="00557788" w:rsidRDefault="00557788" w:rsidP="00557788">
      <w:r>
        <w:t>290.1964</w:t>
      </w:r>
      <w:r>
        <w:tab/>
        <w:t>7.267e-1</w:t>
      </w:r>
    </w:p>
    <w:p w:rsidR="00557788" w:rsidRDefault="00557788" w:rsidP="00557788">
      <w:r>
        <w:t>290.2279</w:t>
      </w:r>
      <w:r>
        <w:tab/>
        <w:t>4.309e0</w:t>
      </w:r>
    </w:p>
    <w:p w:rsidR="00557788" w:rsidRDefault="00557788" w:rsidP="00557788">
      <w:r>
        <w:t>290.2313</w:t>
      </w:r>
      <w:r>
        <w:tab/>
        <w:t>3.244e0</w:t>
      </w:r>
    </w:p>
    <w:p w:rsidR="00557788" w:rsidRDefault="00557788" w:rsidP="00557788">
      <w:r>
        <w:t>290.2336</w:t>
      </w:r>
      <w:r>
        <w:tab/>
        <w:t>1.655e0</w:t>
      </w:r>
    </w:p>
    <w:p w:rsidR="00557788" w:rsidRDefault="00557788" w:rsidP="00557788">
      <w:r>
        <w:t>290.2394</w:t>
      </w:r>
      <w:r>
        <w:tab/>
        <w:t>1.098e0</w:t>
      </w:r>
    </w:p>
    <w:p w:rsidR="00557788" w:rsidRDefault="00557788" w:rsidP="00557788">
      <w:r>
        <w:t>290.2567</w:t>
      </w:r>
      <w:r>
        <w:tab/>
        <w:t>1.986e0</w:t>
      </w:r>
    </w:p>
    <w:p w:rsidR="00557788" w:rsidRDefault="00557788" w:rsidP="00557788">
      <w:r>
        <w:t>290.2605</w:t>
      </w:r>
      <w:r>
        <w:tab/>
        <w:t>2.800e0</w:t>
      </w:r>
    </w:p>
    <w:p w:rsidR="00557788" w:rsidRDefault="00557788" w:rsidP="00557788">
      <w:r>
        <w:t>290.2621</w:t>
      </w:r>
      <w:r>
        <w:tab/>
        <w:t>2.897e0</w:t>
      </w:r>
    </w:p>
    <w:p w:rsidR="00557788" w:rsidRDefault="00557788" w:rsidP="00557788">
      <w:r>
        <w:t>290.2733</w:t>
      </w:r>
      <w:r>
        <w:tab/>
        <w:t>3.269e0</w:t>
      </w:r>
    </w:p>
    <w:p w:rsidR="00557788" w:rsidRDefault="00557788" w:rsidP="00557788">
      <w:r>
        <w:t>290.2864</w:t>
      </w:r>
      <w:r>
        <w:tab/>
        <w:t>1.941e0</w:t>
      </w:r>
    </w:p>
    <w:p w:rsidR="00557788" w:rsidRDefault="00557788" w:rsidP="00557788">
      <w:r>
        <w:t>290.2948</w:t>
      </w:r>
      <w:r>
        <w:tab/>
        <w:t>2.532e-2</w:t>
      </w:r>
    </w:p>
    <w:p w:rsidR="00557788" w:rsidRDefault="00557788" w:rsidP="00557788">
      <w:r>
        <w:t>290.3009</w:t>
      </w:r>
      <w:r>
        <w:tab/>
        <w:t>6.076e0</w:t>
      </w:r>
    </w:p>
    <w:p w:rsidR="00557788" w:rsidRDefault="00557788" w:rsidP="00557788">
      <w:r>
        <w:t>290.3123</w:t>
      </w:r>
      <w:r>
        <w:tab/>
        <w:t>2.025e0</w:t>
      </w:r>
    </w:p>
    <w:p w:rsidR="00557788" w:rsidRDefault="00557788" w:rsidP="00557788">
      <w:r>
        <w:lastRenderedPageBreak/>
        <w:t>290.3289</w:t>
      </w:r>
      <w:r>
        <w:tab/>
        <w:t>7.610e-1</w:t>
      </w:r>
    </w:p>
    <w:p w:rsidR="00557788" w:rsidRDefault="00557788" w:rsidP="00557788">
      <w:r>
        <w:t>290.3485</w:t>
      </w:r>
      <w:r>
        <w:tab/>
        <w:t>5.141e0</w:t>
      </w:r>
    </w:p>
    <w:p w:rsidR="00557788" w:rsidRDefault="00557788" w:rsidP="00557788">
      <w:r>
        <w:t>290.3520</w:t>
      </w:r>
      <w:r>
        <w:tab/>
        <w:t>1.013e0</w:t>
      </w:r>
    </w:p>
    <w:p w:rsidR="00557788" w:rsidRDefault="00557788" w:rsidP="00557788">
      <w:r>
        <w:t>290.3601</w:t>
      </w:r>
      <w:r>
        <w:tab/>
        <w:t>1.013e0</w:t>
      </w:r>
    </w:p>
    <w:p w:rsidR="00557788" w:rsidRDefault="00557788" w:rsidP="00557788">
      <w:r>
        <w:t>290.3681</w:t>
      </w:r>
      <w:r>
        <w:tab/>
        <w:t>2.025e0</w:t>
      </w:r>
    </w:p>
    <w:p w:rsidR="00557788" w:rsidRDefault="00557788" w:rsidP="00557788">
      <w:r>
        <w:t>290.3797</w:t>
      </w:r>
      <w:r>
        <w:tab/>
        <w:t>1.266e-2</w:t>
      </w:r>
    </w:p>
    <w:p w:rsidR="00557788" w:rsidRDefault="00557788" w:rsidP="00557788">
      <w:r>
        <w:t>290.4013</w:t>
      </w:r>
      <w:r>
        <w:tab/>
        <w:t>1.013e0</w:t>
      </w:r>
    </w:p>
    <w:p w:rsidR="00557788" w:rsidRDefault="00557788" w:rsidP="00557788">
      <w:r>
        <w:t>290.4057</w:t>
      </w:r>
      <w:r>
        <w:tab/>
        <w:t>2.532e-2</w:t>
      </w:r>
    </w:p>
    <w:p w:rsidR="00557788" w:rsidRDefault="00557788" w:rsidP="00557788">
      <w:r>
        <w:t>290.4259</w:t>
      </w:r>
      <w:r>
        <w:tab/>
        <w:t>2.025e0</w:t>
      </w:r>
    </w:p>
    <w:p w:rsidR="00557788" w:rsidRDefault="00557788" w:rsidP="00557788">
      <w:r>
        <w:t>290.4331</w:t>
      </w:r>
      <w:r>
        <w:tab/>
        <w:t>1.266e-2</w:t>
      </w:r>
    </w:p>
    <w:p w:rsidR="00557788" w:rsidRDefault="00557788" w:rsidP="00557788">
      <w:r>
        <w:t>290.4384</w:t>
      </w:r>
      <w:r>
        <w:tab/>
        <w:t>1.266e-2</w:t>
      </w:r>
    </w:p>
    <w:p w:rsidR="00557788" w:rsidRDefault="00557788" w:rsidP="00557788">
      <w:r>
        <w:t>290.4785</w:t>
      </w:r>
      <w:r>
        <w:tab/>
        <w:t>1.013e0</w:t>
      </w:r>
    </w:p>
    <w:p w:rsidR="00557788" w:rsidRDefault="00557788" w:rsidP="00557788">
      <w:r>
        <w:t>290.4875</w:t>
      </w:r>
      <w:r>
        <w:tab/>
        <w:t>1.025e0</w:t>
      </w:r>
    </w:p>
    <w:p w:rsidR="00557788" w:rsidRDefault="00557788" w:rsidP="00557788">
      <w:r>
        <w:t>290.4922</w:t>
      </w:r>
      <w:r>
        <w:tab/>
        <w:t>2.051e0</w:t>
      </w:r>
    </w:p>
    <w:p w:rsidR="00557788" w:rsidRDefault="00557788" w:rsidP="00557788">
      <w:r>
        <w:t>290.5233</w:t>
      </w:r>
      <w:r>
        <w:tab/>
        <w:t>1.266e-2</w:t>
      </w:r>
    </w:p>
    <w:p w:rsidR="00557788" w:rsidRDefault="00557788" w:rsidP="00557788">
      <w:r>
        <w:t>290.5287</w:t>
      </w:r>
      <w:r>
        <w:tab/>
        <w:t>1.013e0</w:t>
      </w:r>
    </w:p>
    <w:p w:rsidR="00557788" w:rsidRDefault="00557788" w:rsidP="00557788">
      <w:r>
        <w:t>290.5377</w:t>
      </w:r>
      <w:r>
        <w:tab/>
        <w:t>1.013e0</w:t>
      </w:r>
    </w:p>
    <w:p w:rsidR="00557788" w:rsidRDefault="00557788" w:rsidP="00557788">
      <w:r>
        <w:t>290.5397</w:t>
      </w:r>
      <w:r>
        <w:tab/>
        <w:t>2.025e0</w:t>
      </w:r>
    </w:p>
    <w:p w:rsidR="00557788" w:rsidRDefault="00557788" w:rsidP="00557788">
      <w:r>
        <w:t>290.5611</w:t>
      </w:r>
      <w:r>
        <w:tab/>
        <w:t>3.038e0</w:t>
      </w:r>
    </w:p>
    <w:p w:rsidR="00557788" w:rsidRDefault="00557788" w:rsidP="00557788">
      <w:r>
        <w:lastRenderedPageBreak/>
        <w:t>290.5629</w:t>
      </w:r>
      <w:r>
        <w:tab/>
        <w:t>3.038e0</w:t>
      </w:r>
    </w:p>
    <w:p w:rsidR="00557788" w:rsidRDefault="00557788" w:rsidP="00557788">
      <w:r>
        <w:t>290.5733</w:t>
      </w:r>
      <w:r>
        <w:tab/>
        <w:t>3.038e0</w:t>
      </w:r>
    </w:p>
    <w:p w:rsidR="00557788" w:rsidRDefault="00557788" w:rsidP="00557788">
      <w:r>
        <w:t>290.5760</w:t>
      </w:r>
      <w:r>
        <w:tab/>
        <w:t>2.025e0</w:t>
      </w:r>
    </w:p>
    <w:p w:rsidR="00557788" w:rsidRDefault="00557788" w:rsidP="00557788">
      <w:r>
        <w:t>290.5900</w:t>
      </w:r>
      <w:r>
        <w:tab/>
        <w:t>3.038e0</w:t>
      </w:r>
    </w:p>
    <w:p w:rsidR="00557788" w:rsidRDefault="00557788" w:rsidP="00557788">
      <w:r>
        <w:t>290.6062</w:t>
      </w:r>
      <w:r>
        <w:tab/>
        <w:t>1.051e0</w:t>
      </w:r>
    </w:p>
    <w:p w:rsidR="00557788" w:rsidRDefault="00557788" w:rsidP="00557788">
      <w:r>
        <w:t>290.6188</w:t>
      </w:r>
      <w:r>
        <w:tab/>
        <w:t>2.025e0</w:t>
      </w:r>
    </w:p>
    <w:p w:rsidR="00557788" w:rsidRDefault="00557788" w:rsidP="00557788">
      <w:r>
        <w:t>290.6397</w:t>
      </w:r>
      <w:r>
        <w:tab/>
        <w:t>3.038e0</w:t>
      </w:r>
    </w:p>
    <w:p w:rsidR="00557788" w:rsidRDefault="00557788" w:rsidP="00557788">
      <w:r>
        <w:t>290.6426</w:t>
      </w:r>
      <w:r>
        <w:tab/>
        <w:t>3.038e0</w:t>
      </w:r>
    </w:p>
    <w:p w:rsidR="00557788" w:rsidRDefault="00557788" w:rsidP="00557788">
      <w:r>
        <w:t>290.6561</w:t>
      </w:r>
      <w:r>
        <w:tab/>
        <w:t>1.013e0</w:t>
      </w:r>
    </w:p>
    <w:p w:rsidR="00557788" w:rsidRDefault="00557788" w:rsidP="00557788">
      <w:r>
        <w:t>290.6713</w:t>
      </w:r>
      <w:r>
        <w:tab/>
        <w:t>3.038e0</w:t>
      </w:r>
    </w:p>
    <w:p w:rsidR="00557788" w:rsidRDefault="00557788" w:rsidP="00557788">
      <w:r>
        <w:t>290.6999</w:t>
      </w:r>
      <w:r>
        <w:tab/>
        <w:t>2.025e0</w:t>
      </w:r>
    </w:p>
    <w:p w:rsidR="00557788" w:rsidRDefault="00557788" w:rsidP="00557788">
      <w:r>
        <w:t>290.7411</w:t>
      </w:r>
      <w:r>
        <w:tab/>
        <w:t>1.013e0</w:t>
      </w:r>
    </w:p>
    <w:p w:rsidR="00557788" w:rsidRDefault="00557788" w:rsidP="00557788">
      <w:r>
        <w:t>290.7591</w:t>
      </w:r>
      <w:r>
        <w:tab/>
        <w:t>1.013e0</w:t>
      </w:r>
    </w:p>
    <w:p w:rsidR="00557788" w:rsidRDefault="00557788" w:rsidP="00557788">
      <w:r>
        <w:t>290.7631</w:t>
      </w:r>
      <w:r>
        <w:tab/>
        <w:t>1.266e-2</w:t>
      </w:r>
    </w:p>
    <w:p w:rsidR="00557788" w:rsidRDefault="00557788" w:rsidP="00557788">
      <w:r>
        <w:t>290.7782</w:t>
      </w:r>
      <w:r>
        <w:tab/>
        <w:t>1.266e-2</w:t>
      </w:r>
    </w:p>
    <w:p w:rsidR="00557788" w:rsidRDefault="00557788" w:rsidP="00557788">
      <w:r>
        <w:t>290.7907</w:t>
      </w:r>
      <w:r>
        <w:tab/>
        <w:t>1.013e0</w:t>
      </w:r>
    </w:p>
    <w:p w:rsidR="00557788" w:rsidRDefault="00557788" w:rsidP="00557788">
      <w:r>
        <w:t>290.8103</w:t>
      </w:r>
      <w:r>
        <w:tab/>
        <w:t>5.076e0</w:t>
      </w:r>
    </w:p>
    <w:p w:rsidR="00557788" w:rsidRDefault="00557788" w:rsidP="00557788">
      <w:r>
        <w:t>290.8142</w:t>
      </w:r>
      <w:r>
        <w:tab/>
        <w:t>1.051e0</w:t>
      </w:r>
    </w:p>
    <w:p w:rsidR="00557788" w:rsidRDefault="00557788" w:rsidP="00557788">
      <w:r>
        <w:t>290.8203</w:t>
      </w:r>
      <w:r>
        <w:tab/>
        <w:t>2.025e0</w:t>
      </w:r>
    </w:p>
    <w:p w:rsidR="00557788" w:rsidRDefault="00557788" w:rsidP="00557788">
      <w:r>
        <w:lastRenderedPageBreak/>
        <w:t>290.8262</w:t>
      </w:r>
      <w:r>
        <w:tab/>
        <w:t>1.013e0</w:t>
      </w:r>
    </w:p>
    <w:p w:rsidR="00557788" w:rsidRDefault="00557788" w:rsidP="00557788">
      <w:r>
        <w:t>290.8459</w:t>
      </w:r>
      <w:r>
        <w:tab/>
        <w:t>2.532e-2</w:t>
      </w:r>
    </w:p>
    <w:p w:rsidR="00557788" w:rsidRDefault="00557788" w:rsidP="00557788">
      <w:r>
        <w:t>290.8479</w:t>
      </w:r>
      <w:r>
        <w:tab/>
        <w:t>2.025e0</w:t>
      </w:r>
    </w:p>
    <w:p w:rsidR="00557788" w:rsidRDefault="00557788" w:rsidP="00557788">
      <w:r>
        <w:t>290.8499</w:t>
      </w:r>
      <w:r>
        <w:tab/>
        <w:t>1.266e-2</w:t>
      </w:r>
    </w:p>
    <w:p w:rsidR="00557788" w:rsidRDefault="00557788" w:rsidP="00557788">
      <w:r>
        <w:t>290.8782</w:t>
      </w:r>
      <w:r>
        <w:tab/>
        <w:t>1.051e0</w:t>
      </w:r>
    </w:p>
    <w:p w:rsidR="00557788" w:rsidRDefault="00557788" w:rsidP="00557788">
      <w:r>
        <w:t>290.8856</w:t>
      </w:r>
      <w:r>
        <w:tab/>
        <w:t>1.013e0</w:t>
      </w:r>
    </w:p>
    <w:p w:rsidR="00557788" w:rsidRDefault="00557788" w:rsidP="00557788">
      <w:r>
        <w:t>290.8898</w:t>
      </w:r>
      <w:r>
        <w:tab/>
        <w:t>1.013e0</w:t>
      </w:r>
    </w:p>
    <w:p w:rsidR="00557788" w:rsidRDefault="00557788" w:rsidP="00557788">
      <w:r>
        <w:t>290.9112</w:t>
      </w:r>
      <w:r>
        <w:tab/>
        <w:t>2.025e0</w:t>
      </w:r>
    </w:p>
    <w:p w:rsidR="00557788" w:rsidRDefault="00557788" w:rsidP="00557788">
      <w:r>
        <w:t>290.9162</w:t>
      </w:r>
      <w:r>
        <w:tab/>
        <w:t>3.038e0</w:t>
      </w:r>
    </w:p>
    <w:p w:rsidR="00557788" w:rsidRDefault="00557788" w:rsidP="00557788">
      <w:r>
        <w:t>290.9335</w:t>
      </w:r>
      <w:r>
        <w:tab/>
        <w:t>3.038e0</w:t>
      </w:r>
    </w:p>
    <w:p w:rsidR="00557788" w:rsidRDefault="00557788" w:rsidP="00557788">
      <w:r>
        <w:t>290.9448</w:t>
      </w:r>
      <w:r>
        <w:tab/>
        <w:t>1.986e0</w:t>
      </w:r>
    </w:p>
    <w:p w:rsidR="00557788" w:rsidRDefault="00557788" w:rsidP="00557788">
      <w:r>
        <w:t>290.9478</w:t>
      </w:r>
      <w:r>
        <w:tab/>
        <w:t>3.038e0</w:t>
      </w:r>
    </w:p>
    <w:p w:rsidR="00557788" w:rsidRDefault="00557788" w:rsidP="00557788">
      <w:r>
        <w:t>290.9567</w:t>
      </w:r>
      <w:r>
        <w:tab/>
        <w:t>2.025e0</w:t>
      </w:r>
    </w:p>
    <w:p w:rsidR="00557788" w:rsidRDefault="00557788" w:rsidP="00557788">
      <w:r>
        <w:t>290.9724</w:t>
      </w:r>
      <w:r>
        <w:tab/>
        <w:t>1.013e0</w:t>
      </w:r>
    </w:p>
    <w:p w:rsidR="00557788" w:rsidRDefault="00557788" w:rsidP="00557788">
      <w:r>
        <w:t>290.9737</w:t>
      </w:r>
      <w:r>
        <w:tab/>
        <w:t>4.051e0</w:t>
      </w:r>
    </w:p>
    <w:p w:rsidR="00557788" w:rsidRDefault="00557788" w:rsidP="00557788">
      <w:r>
        <w:t>290.9763</w:t>
      </w:r>
      <w:r>
        <w:tab/>
        <w:t>4.208e0</w:t>
      </w:r>
    </w:p>
    <w:p w:rsidR="00557788" w:rsidRDefault="00557788" w:rsidP="00557788">
      <w:r>
        <w:t>290.9798</w:t>
      </w:r>
      <w:r>
        <w:tab/>
        <w:t>2.532e-2</w:t>
      </w:r>
    </w:p>
    <w:p w:rsidR="00557788" w:rsidRDefault="00557788" w:rsidP="00557788">
      <w:r>
        <w:t>290.9823</w:t>
      </w:r>
      <w:r>
        <w:tab/>
        <w:t>3.904e0</w:t>
      </w:r>
    </w:p>
    <w:p w:rsidR="00557788" w:rsidRDefault="00557788" w:rsidP="00557788">
      <w:r>
        <w:t>290.9926</w:t>
      </w:r>
      <w:r>
        <w:tab/>
        <w:t>4.383e0</w:t>
      </w:r>
    </w:p>
    <w:p w:rsidR="00557788" w:rsidRDefault="00557788" w:rsidP="00557788">
      <w:r>
        <w:lastRenderedPageBreak/>
        <w:t>291.0070</w:t>
      </w:r>
      <w:r>
        <w:tab/>
        <w:t>5.512e0</w:t>
      </w:r>
    </w:p>
    <w:p w:rsidR="00557788" w:rsidRDefault="00557788" w:rsidP="00557788">
      <w:r>
        <w:t>291.0081</w:t>
      </w:r>
      <w:r>
        <w:tab/>
        <w:t>2.025e0</w:t>
      </w:r>
    </w:p>
    <w:p w:rsidR="00557788" w:rsidRDefault="00557788" w:rsidP="00557788">
      <w:r>
        <w:t>291.0114</w:t>
      </w:r>
      <w:r>
        <w:tab/>
        <w:t>8.322e-1</w:t>
      </w:r>
    </w:p>
    <w:p w:rsidR="00557788" w:rsidRDefault="00557788" w:rsidP="00557788">
      <w:r>
        <w:t>291.0139</w:t>
      </w:r>
      <w:r>
        <w:tab/>
        <w:t>3.862e0</w:t>
      </w:r>
    </w:p>
    <w:p w:rsidR="00557788" w:rsidRDefault="00557788" w:rsidP="00557788">
      <w:r>
        <w:t>291.0175</w:t>
      </w:r>
      <w:r>
        <w:tab/>
        <w:t>9.318e-1</w:t>
      </w:r>
    </w:p>
    <w:p w:rsidR="00557788" w:rsidRDefault="00557788" w:rsidP="00557788">
      <w:r>
        <w:t>291.0211</w:t>
      </w:r>
      <w:r>
        <w:tab/>
        <w:t>2.615e0</w:t>
      </w:r>
    </w:p>
    <w:p w:rsidR="00557788" w:rsidRDefault="00557788" w:rsidP="00557788">
      <w:r>
        <w:t>291.0276</w:t>
      </w:r>
      <w:r>
        <w:tab/>
        <w:t>3.140e0</w:t>
      </w:r>
    </w:p>
    <w:p w:rsidR="00557788" w:rsidRDefault="00557788" w:rsidP="00557788">
      <w:r>
        <w:t>291.0331</w:t>
      </w:r>
      <w:r>
        <w:tab/>
        <w:t>6.958e0</w:t>
      </w:r>
    </w:p>
    <w:p w:rsidR="00557788" w:rsidRDefault="00557788" w:rsidP="00557788">
      <w:r>
        <w:t>291.0567</w:t>
      </w:r>
      <w:r>
        <w:tab/>
        <w:t>3.090e0</w:t>
      </w:r>
    </w:p>
    <w:p w:rsidR="00557788" w:rsidRDefault="00557788" w:rsidP="00557788">
      <w:r>
        <w:t>291.0580</w:t>
      </w:r>
      <w:r>
        <w:tab/>
        <w:t>5.063e0</w:t>
      </w:r>
    </w:p>
    <w:p w:rsidR="00557788" w:rsidRDefault="00557788" w:rsidP="00557788">
      <w:r>
        <w:t>291.0609</w:t>
      </w:r>
      <w:r>
        <w:tab/>
        <w:t>3.160e0</w:t>
      </w:r>
    </w:p>
    <w:p w:rsidR="00557788" w:rsidRDefault="00557788" w:rsidP="00557788">
      <w:r>
        <w:t>291.0648</w:t>
      </w:r>
      <w:r>
        <w:tab/>
        <w:t>5.531e0</w:t>
      </w:r>
    </w:p>
    <w:p w:rsidR="00557788" w:rsidRDefault="00557788" w:rsidP="00557788">
      <w:r>
        <w:t>291.0736</w:t>
      </w:r>
      <w:r>
        <w:tab/>
        <w:t>2.813e0</w:t>
      </w:r>
    </w:p>
    <w:p w:rsidR="00557788" w:rsidRDefault="00557788" w:rsidP="00557788">
      <w:r>
        <w:t>291.0806</w:t>
      </w:r>
      <w:r>
        <w:tab/>
        <w:t>3.034e0</w:t>
      </w:r>
    </w:p>
    <w:p w:rsidR="00557788" w:rsidRDefault="00557788" w:rsidP="00557788">
      <w:r>
        <w:t>291.0865</w:t>
      </w:r>
      <w:r>
        <w:tab/>
        <w:t>2.711e0</w:t>
      </w:r>
    </w:p>
    <w:p w:rsidR="00557788" w:rsidRDefault="00557788" w:rsidP="00557788">
      <w:r>
        <w:t>291.1101</w:t>
      </w:r>
      <w:r>
        <w:tab/>
        <w:t>2.964e-1</w:t>
      </w:r>
    </w:p>
    <w:p w:rsidR="00557788" w:rsidRDefault="00557788" w:rsidP="00557788">
      <w:r>
        <w:t>291.1127</w:t>
      </w:r>
      <w:r>
        <w:tab/>
        <w:t>4.098e0</w:t>
      </w:r>
    </w:p>
    <w:p w:rsidR="00557788" w:rsidRDefault="00557788" w:rsidP="00557788">
      <w:r>
        <w:t>291.1157</w:t>
      </w:r>
      <w:r>
        <w:tab/>
        <w:t>8.482e0</w:t>
      </w:r>
    </w:p>
    <w:p w:rsidR="00557788" w:rsidRDefault="00557788" w:rsidP="00557788">
      <w:r>
        <w:t>291.1198</w:t>
      </w:r>
      <w:r>
        <w:tab/>
        <w:t>5.642e0</w:t>
      </w:r>
    </w:p>
    <w:p w:rsidR="00557788" w:rsidRDefault="00557788" w:rsidP="00557788">
      <w:r>
        <w:lastRenderedPageBreak/>
        <w:t>291.1433</w:t>
      </w:r>
      <w:r>
        <w:tab/>
        <w:t>9.936e0</w:t>
      </w:r>
    </w:p>
    <w:p w:rsidR="00557788" w:rsidRDefault="00557788" w:rsidP="00557788">
      <w:r>
        <w:t>291.1479</w:t>
      </w:r>
      <w:r>
        <w:tab/>
        <w:t>6.775e0</w:t>
      </w:r>
    </w:p>
    <w:p w:rsidR="00557788" w:rsidRDefault="00557788" w:rsidP="00557788">
      <w:r>
        <w:t>291.1615</w:t>
      </w:r>
      <w:r>
        <w:tab/>
        <w:t>3.239e0</w:t>
      </w:r>
    </w:p>
    <w:p w:rsidR="00557788" w:rsidRDefault="00557788" w:rsidP="00557788">
      <w:r>
        <w:t>291.1761</w:t>
      </w:r>
      <w:r>
        <w:tab/>
        <w:t>1.193e0</w:t>
      </w:r>
    </w:p>
    <w:p w:rsidR="00557788" w:rsidRDefault="00557788" w:rsidP="00557788">
      <w:r>
        <w:t>291.1930</w:t>
      </w:r>
      <w:r>
        <w:tab/>
        <w:t>2.859e0</w:t>
      </w:r>
    </w:p>
    <w:p w:rsidR="00557788" w:rsidRDefault="00557788" w:rsidP="00557788">
      <w:r>
        <w:t>291.2017</w:t>
      </w:r>
      <w:r>
        <w:tab/>
        <w:t>5.657e0</w:t>
      </w:r>
    </w:p>
    <w:p w:rsidR="00557788" w:rsidRDefault="00557788" w:rsidP="00557788">
      <w:r>
        <w:t>291.2108</w:t>
      </w:r>
      <w:r>
        <w:tab/>
        <w:t>1.079e0</w:t>
      </w:r>
    </w:p>
    <w:p w:rsidR="00557788" w:rsidRDefault="00557788" w:rsidP="00557788">
      <w:r>
        <w:t>291.2300</w:t>
      </w:r>
      <w:r>
        <w:tab/>
        <w:t>1.664e0</w:t>
      </w:r>
    </w:p>
    <w:p w:rsidR="00557788" w:rsidRDefault="00557788" w:rsidP="00557788">
      <w:r>
        <w:t>291.2336</w:t>
      </w:r>
      <w:r>
        <w:tab/>
        <w:t>3.312e0</w:t>
      </w:r>
    </w:p>
    <w:p w:rsidR="00557788" w:rsidRDefault="00557788" w:rsidP="00557788">
      <w:r>
        <w:t>291.2370</w:t>
      </w:r>
      <w:r>
        <w:tab/>
        <w:t>2.028e0</w:t>
      </w:r>
    </w:p>
    <w:p w:rsidR="00557788" w:rsidRDefault="00557788" w:rsidP="00557788">
      <w:r>
        <w:t>291.2394</w:t>
      </w:r>
      <w:r>
        <w:tab/>
        <w:t>2.705e-1</w:t>
      </w:r>
    </w:p>
    <w:p w:rsidR="00557788" w:rsidRDefault="00557788" w:rsidP="00557788">
      <w:r>
        <w:t>291.2423</w:t>
      </w:r>
      <w:r>
        <w:tab/>
        <w:t>4.320e0</w:t>
      </w:r>
    </w:p>
    <w:p w:rsidR="00557788" w:rsidRDefault="00557788" w:rsidP="00557788">
      <w:r>
        <w:t>291.2435</w:t>
      </w:r>
      <w:r>
        <w:tab/>
        <w:t>1.097e0</w:t>
      </w:r>
    </w:p>
    <w:p w:rsidR="00557788" w:rsidRDefault="00557788" w:rsidP="00557788">
      <w:r>
        <w:t>291.2548</w:t>
      </w:r>
      <w:r>
        <w:tab/>
        <w:t>1.670e0</w:t>
      </w:r>
    </w:p>
    <w:p w:rsidR="00557788" w:rsidRDefault="00557788" w:rsidP="00557788">
      <w:r>
        <w:t>291.2668</w:t>
      </w:r>
      <w:r>
        <w:tab/>
        <w:t>3.739e0</w:t>
      </w:r>
    </w:p>
    <w:p w:rsidR="00557788" w:rsidRDefault="00557788" w:rsidP="00557788">
      <w:r>
        <w:t>291.2759</w:t>
      </w:r>
      <w:r>
        <w:tab/>
        <w:t>3.607e0</w:t>
      </w:r>
    </w:p>
    <w:p w:rsidR="00557788" w:rsidRDefault="00557788" w:rsidP="00557788">
      <w:r>
        <w:t>291.2965</w:t>
      </w:r>
      <w:r>
        <w:tab/>
        <w:t>2.532e-2</w:t>
      </w:r>
    </w:p>
    <w:p w:rsidR="00557788" w:rsidRDefault="00557788" w:rsidP="00557788">
      <w:r>
        <w:t>291.3045</w:t>
      </w:r>
      <w:r>
        <w:tab/>
        <w:t>1.013e0</w:t>
      </w:r>
    </w:p>
    <w:p w:rsidR="00557788" w:rsidRDefault="00557788" w:rsidP="00557788">
      <w:r>
        <w:t>291.3123</w:t>
      </w:r>
      <w:r>
        <w:tab/>
        <w:t>1.025e0</w:t>
      </w:r>
    </w:p>
    <w:p w:rsidR="00557788" w:rsidRDefault="00557788" w:rsidP="00557788">
      <w:r>
        <w:lastRenderedPageBreak/>
        <w:t>291.3164</w:t>
      </w:r>
      <w:r>
        <w:tab/>
        <w:t>1.025e0</w:t>
      </w:r>
    </w:p>
    <w:p w:rsidR="00557788" w:rsidRDefault="00557788" w:rsidP="00557788">
      <w:r>
        <w:t>291.3333</w:t>
      </w:r>
      <w:r>
        <w:tab/>
        <w:t>3.038e0</w:t>
      </w:r>
    </w:p>
    <w:p w:rsidR="00557788" w:rsidRDefault="00557788" w:rsidP="00557788">
      <w:r>
        <w:t>291.3368</w:t>
      </w:r>
      <w:r>
        <w:tab/>
        <w:t>8.555e-1</w:t>
      </w:r>
    </w:p>
    <w:p w:rsidR="00557788" w:rsidRDefault="00557788" w:rsidP="00557788">
      <w:r>
        <w:t>291.3399</w:t>
      </w:r>
      <w:r>
        <w:tab/>
        <w:t>1.013e0</w:t>
      </w:r>
    </w:p>
    <w:p w:rsidR="00557788" w:rsidRDefault="00557788" w:rsidP="00557788">
      <w:r>
        <w:t>291.3601</w:t>
      </w:r>
      <w:r>
        <w:tab/>
        <w:t>2.025e0</w:t>
      </w:r>
    </w:p>
    <w:p w:rsidR="00557788" w:rsidRDefault="00557788" w:rsidP="00557788">
      <w:r>
        <w:t>291.3635</w:t>
      </w:r>
      <w:r>
        <w:tab/>
        <w:t>3.797e-2</w:t>
      </w:r>
    </w:p>
    <w:p w:rsidR="00557788" w:rsidRDefault="00557788" w:rsidP="00557788">
      <w:r>
        <w:t>291.3676</w:t>
      </w:r>
      <w:r>
        <w:tab/>
        <w:t>1.013e0</w:t>
      </w:r>
    </w:p>
    <w:p w:rsidR="00557788" w:rsidRDefault="00557788" w:rsidP="00557788">
      <w:r>
        <w:t>291.3841</w:t>
      </w:r>
      <w:r>
        <w:tab/>
        <w:t>3.038e0</w:t>
      </w:r>
    </w:p>
    <w:p w:rsidR="00557788" w:rsidRDefault="00557788" w:rsidP="00557788">
      <w:r>
        <w:t>291.3889</w:t>
      </w:r>
      <w:r>
        <w:tab/>
        <w:t>4.063e0</w:t>
      </w:r>
    </w:p>
    <w:p w:rsidR="00557788" w:rsidRDefault="00557788" w:rsidP="00557788">
      <w:r>
        <w:t>291.3950</w:t>
      </w:r>
      <w:r>
        <w:tab/>
        <w:t>1.051e0</w:t>
      </w:r>
    </w:p>
    <w:p w:rsidR="00557788" w:rsidRDefault="00557788" w:rsidP="00557788">
      <w:r>
        <w:t>291.4142</w:t>
      </w:r>
      <w:r>
        <w:tab/>
        <w:t>2.025e0</w:t>
      </w:r>
    </w:p>
    <w:p w:rsidR="00557788" w:rsidRDefault="00557788" w:rsidP="00557788">
      <w:r>
        <w:t>291.4215</w:t>
      </w:r>
      <w:r>
        <w:tab/>
        <w:t>1.013e0</w:t>
      </w:r>
    </w:p>
    <w:p w:rsidR="00557788" w:rsidRDefault="00557788" w:rsidP="00557788">
      <w:r>
        <w:t>291.4278</w:t>
      </w:r>
      <w:r>
        <w:tab/>
        <w:t>6.089e0</w:t>
      </w:r>
    </w:p>
    <w:p w:rsidR="00557788" w:rsidRDefault="00557788" w:rsidP="00557788">
      <w:r>
        <w:t>291.4482</w:t>
      </w:r>
      <w:r>
        <w:tab/>
        <w:t>1.013e0</w:t>
      </w:r>
    </w:p>
    <w:p w:rsidR="00557788" w:rsidRDefault="00557788" w:rsidP="00557788">
      <w:r>
        <w:t>291.4508</w:t>
      </w:r>
      <w:r>
        <w:tab/>
        <w:t>2.025e0</w:t>
      </w:r>
    </w:p>
    <w:p w:rsidR="00557788" w:rsidRDefault="00557788" w:rsidP="00557788">
      <w:r>
        <w:t>291.4625</w:t>
      </w:r>
      <w:r>
        <w:tab/>
        <w:t>1.266e-2</w:t>
      </w:r>
    </w:p>
    <w:p w:rsidR="00557788" w:rsidRDefault="00557788" w:rsidP="00557788">
      <w:r>
        <w:t>291.4666</w:t>
      </w:r>
      <w:r>
        <w:tab/>
        <w:t>2.025e0</w:t>
      </w:r>
    </w:p>
    <w:p w:rsidR="00557788" w:rsidRDefault="00557788" w:rsidP="00557788">
      <w:r>
        <w:t>291.4706</w:t>
      </w:r>
      <w:r>
        <w:tab/>
        <w:t>1.266e-2</w:t>
      </w:r>
    </w:p>
    <w:p w:rsidR="00557788" w:rsidRDefault="00557788" w:rsidP="00557788">
      <w:r>
        <w:t>291.4779</w:t>
      </w:r>
      <w:r>
        <w:tab/>
        <w:t>3.038e0</w:t>
      </w:r>
    </w:p>
    <w:p w:rsidR="00557788" w:rsidRDefault="00557788" w:rsidP="00557788">
      <w:r>
        <w:lastRenderedPageBreak/>
        <w:t>291.4911</w:t>
      </w:r>
      <w:r>
        <w:tab/>
        <w:t>1.038e0</w:t>
      </w:r>
    </w:p>
    <w:p w:rsidR="00557788" w:rsidRDefault="00557788" w:rsidP="00557788">
      <w:r>
        <w:t>291.5120</w:t>
      </w:r>
      <w:r>
        <w:tab/>
        <w:t>2.025e0</w:t>
      </w:r>
    </w:p>
    <w:p w:rsidR="00557788" w:rsidRDefault="00557788" w:rsidP="00557788">
      <w:r>
        <w:t>291.5196</w:t>
      </w:r>
      <w:r>
        <w:tab/>
        <w:t>2.025e0</w:t>
      </w:r>
    </w:p>
    <w:p w:rsidR="00557788" w:rsidRDefault="00557788" w:rsidP="00557788">
      <w:r>
        <w:t>291.5299</w:t>
      </w:r>
      <w:r>
        <w:tab/>
        <w:t>1.013e0</w:t>
      </w:r>
    </w:p>
    <w:p w:rsidR="00557788" w:rsidRDefault="00557788" w:rsidP="00557788">
      <w:r>
        <w:t>291.5462</w:t>
      </w:r>
      <w:r>
        <w:tab/>
        <w:t>2.025e0</w:t>
      </w:r>
    </w:p>
    <w:p w:rsidR="00557788" w:rsidRDefault="00557788" w:rsidP="00557788">
      <w:r>
        <w:t>291.5487</w:t>
      </w:r>
      <w:r>
        <w:tab/>
        <w:t>1.063e0</w:t>
      </w:r>
    </w:p>
    <w:p w:rsidR="00557788" w:rsidRDefault="00557788" w:rsidP="00557788">
      <w:r>
        <w:t>291.5654</w:t>
      </w:r>
      <w:r>
        <w:tab/>
        <w:t>1.266e-2</w:t>
      </w:r>
    </w:p>
    <w:p w:rsidR="00557788" w:rsidRDefault="00557788" w:rsidP="00557788">
      <w:r>
        <w:t>291.5850</w:t>
      </w:r>
      <w:r>
        <w:tab/>
        <w:t>1.266e-2</w:t>
      </w:r>
    </w:p>
    <w:p w:rsidR="00557788" w:rsidRDefault="00557788" w:rsidP="00557788">
      <w:r>
        <w:t>291.5974</w:t>
      </w:r>
      <w:r>
        <w:tab/>
        <w:t>3.038e0</w:t>
      </w:r>
    </w:p>
    <w:p w:rsidR="00557788" w:rsidRDefault="00557788" w:rsidP="00557788">
      <w:r>
        <w:t>291.6079</w:t>
      </w:r>
      <w:r>
        <w:tab/>
        <w:t>1.266e-2</w:t>
      </w:r>
    </w:p>
    <w:p w:rsidR="00557788" w:rsidRDefault="00557788" w:rsidP="00557788">
      <w:r>
        <w:t>291.6136</w:t>
      </w:r>
      <w:r>
        <w:tab/>
        <w:t>2.025e0</w:t>
      </w:r>
    </w:p>
    <w:p w:rsidR="00557788" w:rsidRDefault="00557788" w:rsidP="00557788">
      <w:r>
        <w:t>291.6231</w:t>
      </w:r>
      <w:r>
        <w:tab/>
        <w:t>3.038e0</w:t>
      </w:r>
    </w:p>
    <w:p w:rsidR="00557788" w:rsidRDefault="00557788" w:rsidP="00557788">
      <w:r>
        <w:t>291.6324</w:t>
      </w:r>
      <w:r>
        <w:tab/>
        <w:t>3.038e0</w:t>
      </w:r>
    </w:p>
    <w:p w:rsidR="00557788" w:rsidRDefault="00557788" w:rsidP="00557788">
      <w:r>
        <w:t>291.6389</w:t>
      </w:r>
      <w:r>
        <w:tab/>
        <w:t>2.025e0</w:t>
      </w:r>
    </w:p>
    <w:p w:rsidR="00557788" w:rsidRDefault="00557788" w:rsidP="00557788">
      <w:r>
        <w:t>291.6400</w:t>
      </w:r>
      <w:r>
        <w:tab/>
        <w:t>4.051e0</w:t>
      </w:r>
    </w:p>
    <w:p w:rsidR="00557788" w:rsidRDefault="00557788" w:rsidP="00557788">
      <w:r>
        <w:t>291.6465</w:t>
      </w:r>
      <w:r>
        <w:tab/>
        <w:t>2.532e-2</w:t>
      </w:r>
    </w:p>
    <w:p w:rsidR="00557788" w:rsidRDefault="00557788" w:rsidP="00557788">
      <w:r>
        <w:t>291.6477</w:t>
      </w:r>
      <w:r>
        <w:tab/>
        <w:t>4.051e0</w:t>
      </w:r>
    </w:p>
    <w:p w:rsidR="00557788" w:rsidRDefault="00557788" w:rsidP="00557788">
      <w:r>
        <w:t>291.6564</w:t>
      </w:r>
      <w:r>
        <w:tab/>
        <w:t>1.266e-2</w:t>
      </w:r>
    </w:p>
    <w:p w:rsidR="00557788" w:rsidRDefault="00557788" w:rsidP="00557788">
      <w:r>
        <w:t>291.6665</w:t>
      </w:r>
      <w:r>
        <w:tab/>
        <w:t>1.013e0</w:t>
      </w:r>
    </w:p>
    <w:p w:rsidR="00557788" w:rsidRDefault="00557788" w:rsidP="00557788">
      <w:r>
        <w:lastRenderedPageBreak/>
        <w:t>291.6760</w:t>
      </w:r>
      <w:r>
        <w:tab/>
        <w:t>2.025e0</w:t>
      </w:r>
    </w:p>
    <w:p w:rsidR="00557788" w:rsidRDefault="00557788" w:rsidP="00557788">
      <w:r>
        <w:t>291.6911</w:t>
      </w:r>
      <w:r>
        <w:tab/>
        <w:t>2.025e0</w:t>
      </w:r>
    </w:p>
    <w:p w:rsidR="00557788" w:rsidRDefault="00557788" w:rsidP="00557788">
      <w:r>
        <w:t>291.6959</w:t>
      </w:r>
      <w:r>
        <w:tab/>
        <w:t>2.025e0</w:t>
      </w:r>
    </w:p>
    <w:p w:rsidR="00557788" w:rsidRDefault="00557788" w:rsidP="00557788">
      <w:r>
        <w:t>291.6981</w:t>
      </w:r>
      <w:r>
        <w:tab/>
        <w:t>1.038e0</w:t>
      </w:r>
    </w:p>
    <w:p w:rsidR="00557788" w:rsidRDefault="00557788" w:rsidP="00557788">
      <w:r>
        <w:t>291.7037</w:t>
      </w:r>
      <w:r>
        <w:tab/>
        <w:t>1.266e-2</w:t>
      </w:r>
    </w:p>
    <w:p w:rsidR="00557788" w:rsidRDefault="00557788" w:rsidP="00557788">
      <w:r>
        <w:t>291.7080</w:t>
      </w:r>
      <w:r>
        <w:tab/>
        <w:t>3.038e0</w:t>
      </w:r>
    </w:p>
    <w:p w:rsidR="00557788" w:rsidRDefault="00557788" w:rsidP="00557788">
      <w:r>
        <w:t>291.7117</w:t>
      </w:r>
      <w:r>
        <w:tab/>
        <w:t>2.025e0</w:t>
      </w:r>
    </w:p>
    <w:p w:rsidR="00557788" w:rsidRDefault="00557788" w:rsidP="00557788">
      <w:r>
        <w:t>291.7193</w:t>
      </w:r>
      <w:r>
        <w:tab/>
        <w:t>2.532e-2</w:t>
      </w:r>
    </w:p>
    <w:p w:rsidR="00557788" w:rsidRDefault="00557788" w:rsidP="00557788">
      <w:r>
        <w:t>291.7354</w:t>
      </w:r>
      <w:r>
        <w:tab/>
        <w:t>1.266e-2</w:t>
      </w:r>
    </w:p>
    <w:p w:rsidR="00557788" w:rsidRDefault="00557788" w:rsidP="00557788">
      <w:r>
        <w:t>291.7433</w:t>
      </w:r>
      <w:r>
        <w:tab/>
        <w:t>2.025e0</w:t>
      </w:r>
    </w:p>
    <w:p w:rsidR="00557788" w:rsidRDefault="00557788" w:rsidP="00557788">
      <w:r>
        <w:t>291.7566</w:t>
      </w:r>
      <w:r>
        <w:tab/>
        <w:t>3.089e0</w:t>
      </w:r>
    </w:p>
    <w:p w:rsidR="00557788" w:rsidRDefault="00557788" w:rsidP="00557788">
      <w:r>
        <w:t>291.7630</w:t>
      </w:r>
      <w:r>
        <w:tab/>
        <w:t>2.532e-2</w:t>
      </w:r>
    </w:p>
    <w:p w:rsidR="00557788" w:rsidRDefault="00557788" w:rsidP="00557788">
      <w:r>
        <w:t>291.7709</w:t>
      </w:r>
      <w:r>
        <w:tab/>
        <w:t>1.266e-2</w:t>
      </w:r>
    </w:p>
    <w:p w:rsidR="00557788" w:rsidRDefault="00557788" w:rsidP="00557788">
      <w:r>
        <w:t>291.7943</w:t>
      </w:r>
      <w:r>
        <w:tab/>
        <w:t>1.013e0</w:t>
      </w:r>
    </w:p>
    <w:p w:rsidR="00557788" w:rsidRDefault="00557788" w:rsidP="00557788">
      <w:r>
        <w:t>291.8026</w:t>
      </w:r>
      <w:r>
        <w:tab/>
        <w:t>1.013e0</w:t>
      </w:r>
    </w:p>
    <w:p w:rsidR="00557788" w:rsidRDefault="00557788" w:rsidP="00557788">
      <w:r>
        <w:t>291.8106</w:t>
      </w:r>
      <w:r>
        <w:tab/>
        <w:t>1.013e0</w:t>
      </w:r>
    </w:p>
    <w:p w:rsidR="00557788" w:rsidRDefault="00557788" w:rsidP="00557788">
      <w:r>
        <w:t>291.8231</w:t>
      </w:r>
      <w:r>
        <w:tab/>
        <w:t>2.532e-2</w:t>
      </w:r>
    </w:p>
    <w:p w:rsidR="00557788" w:rsidRDefault="00557788" w:rsidP="00557788">
      <w:r>
        <w:t>291.8343</w:t>
      </w:r>
      <w:r>
        <w:tab/>
        <w:t>1.013e0</w:t>
      </w:r>
    </w:p>
    <w:p w:rsidR="00557788" w:rsidRDefault="00557788" w:rsidP="00557788">
      <w:r>
        <w:t>291.8404</w:t>
      </w:r>
      <w:r>
        <w:tab/>
        <w:t>4.051e0</w:t>
      </w:r>
    </w:p>
    <w:p w:rsidR="00557788" w:rsidRDefault="00557788" w:rsidP="00557788">
      <w:r>
        <w:lastRenderedPageBreak/>
        <w:t>291.8580</w:t>
      </w:r>
      <w:r>
        <w:tab/>
        <w:t>1.013e0</w:t>
      </w:r>
    </w:p>
    <w:p w:rsidR="00557788" w:rsidRDefault="00557788" w:rsidP="00557788">
      <w:r>
        <w:t>291.8598</w:t>
      </w:r>
      <w:r>
        <w:tab/>
        <w:t>2.025e0</w:t>
      </w:r>
    </w:p>
    <w:p w:rsidR="00557788" w:rsidRDefault="00557788" w:rsidP="00557788">
      <w:r>
        <w:t>291.8742</w:t>
      </w:r>
      <w:r>
        <w:tab/>
        <w:t>1.266e-2</w:t>
      </w:r>
    </w:p>
    <w:p w:rsidR="00557788" w:rsidRDefault="00557788" w:rsidP="00557788">
      <w:r>
        <w:t>291.8849</w:t>
      </w:r>
      <w:r>
        <w:tab/>
        <w:t>1.013e0</w:t>
      </w:r>
    </w:p>
    <w:p w:rsidR="00557788" w:rsidRDefault="00557788" w:rsidP="00557788">
      <w:r>
        <w:t>291.8976</w:t>
      </w:r>
      <w:r>
        <w:tab/>
        <w:t>3.038e0</w:t>
      </w:r>
    </w:p>
    <w:p w:rsidR="00557788" w:rsidRDefault="00557788" w:rsidP="00557788">
      <w:r>
        <w:t>291.9117</w:t>
      </w:r>
      <w:r>
        <w:tab/>
        <w:t>2.051e0</w:t>
      </w:r>
    </w:p>
    <w:p w:rsidR="00557788" w:rsidRDefault="00557788" w:rsidP="00557788">
      <w:r>
        <w:t>291.9146</w:t>
      </w:r>
      <w:r>
        <w:tab/>
        <w:t>3.038e0</w:t>
      </w:r>
    </w:p>
    <w:p w:rsidR="00557788" w:rsidRDefault="00557788" w:rsidP="00557788">
      <w:r>
        <w:t>291.9158</w:t>
      </w:r>
      <w:r>
        <w:tab/>
        <w:t>2.025e0</w:t>
      </w:r>
    </w:p>
    <w:p w:rsidR="00557788" w:rsidRDefault="00557788" w:rsidP="00557788">
      <w:r>
        <w:t>291.9252</w:t>
      </w:r>
      <w:r>
        <w:tab/>
        <w:t>1.266e-2</w:t>
      </w:r>
    </w:p>
    <w:p w:rsidR="00557788" w:rsidRDefault="00557788" w:rsidP="00557788">
      <w:r>
        <w:t>291.9302</w:t>
      </w:r>
      <w:r>
        <w:tab/>
        <w:t>1.051e0</w:t>
      </w:r>
    </w:p>
    <w:p w:rsidR="00557788" w:rsidRDefault="00557788" w:rsidP="00557788">
      <w:r>
        <w:t>291.9325</w:t>
      </w:r>
      <w:r>
        <w:tab/>
        <w:t>2.532e-2</w:t>
      </w:r>
    </w:p>
    <w:p w:rsidR="00557788" w:rsidRDefault="00557788" w:rsidP="00557788">
      <w:r>
        <w:t>291.9648</w:t>
      </w:r>
      <w:r>
        <w:tab/>
        <w:t>1.013e0</w:t>
      </w:r>
    </w:p>
    <w:p w:rsidR="00557788" w:rsidRDefault="00557788" w:rsidP="00557788">
      <w:r>
        <w:t>291.9724</w:t>
      </w:r>
      <w:r>
        <w:tab/>
        <w:t>3.038e0</w:t>
      </w:r>
    </w:p>
    <w:p w:rsidR="00557788" w:rsidRDefault="00557788" w:rsidP="00557788">
      <w:r>
        <w:t>291.9869</w:t>
      </w:r>
      <w:r>
        <w:tab/>
        <w:t>1.983e1</w:t>
      </w:r>
    </w:p>
    <w:p w:rsidR="00557788" w:rsidRDefault="00557788" w:rsidP="00557788">
      <w:r>
        <w:t>291.9970</w:t>
      </w:r>
      <w:r>
        <w:tab/>
        <w:t>1.042e1</w:t>
      </w:r>
    </w:p>
    <w:p w:rsidR="00557788" w:rsidRDefault="00557788" w:rsidP="00557788">
      <w:r>
        <w:t>292.0113</w:t>
      </w:r>
      <w:r>
        <w:tab/>
        <w:t>5.966e0</w:t>
      </w:r>
    </w:p>
    <w:p w:rsidR="00557788" w:rsidRDefault="00557788" w:rsidP="00557788">
      <w:r>
        <w:t>292.0313</w:t>
      </w:r>
      <w:r>
        <w:tab/>
        <w:t>1.252e0</w:t>
      </w:r>
    </w:p>
    <w:p w:rsidR="00557788" w:rsidRDefault="00557788" w:rsidP="00557788">
      <w:r>
        <w:t>292.0363</w:t>
      </w:r>
      <w:r>
        <w:tab/>
        <w:t>4.051e0</w:t>
      </w:r>
    </w:p>
    <w:p w:rsidR="00557788" w:rsidRDefault="00557788" w:rsidP="00557788">
      <w:r>
        <w:t>292.0441</w:t>
      </w:r>
      <w:r>
        <w:tab/>
        <w:t>4.051e0</w:t>
      </w:r>
    </w:p>
    <w:p w:rsidR="00557788" w:rsidRDefault="00557788" w:rsidP="00557788">
      <w:r>
        <w:lastRenderedPageBreak/>
        <w:t>292.0642</w:t>
      </w:r>
      <w:r>
        <w:tab/>
        <w:t>6.780e0</w:t>
      </w:r>
    </w:p>
    <w:p w:rsidR="00557788" w:rsidRDefault="00557788" w:rsidP="00557788">
      <w:r>
        <w:t>292.0770</w:t>
      </w:r>
      <w:r>
        <w:tab/>
        <w:t>1.042e0</w:t>
      </w:r>
    </w:p>
    <w:p w:rsidR="00557788" w:rsidRDefault="00557788" w:rsidP="00557788">
      <w:r>
        <w:t>292.0799</w:t>
      </w:r>
      <w:r>
        <w:tab/>
        <w:t>1.341e0</w:t>
      </w:r>
    </w:p>
    <w:p w:rsidR="00557788" w:rsidRDefault="00557788" w:rsidP="00557788">
      <w:r>
        <w:t>292.0856</w:t>
      </w:r>
      <w:r>
        <w:tab/>
        <w:t>3.699e0</w:t>
      </w:r>
    </w:p>
    <w:p w:rsidR="00557788" w:rsidRDefault="00557788" w:rsidP="00557788">
      <w:r>
        <w:t>292.1175</w:t>
      </w:r>
      <w:r>
        <w:tab/>
        <w:t>2.736e0</w:t>
      </w:r>
    </w:p>
    <w:p w:rsidR="00557788" w:rsidRDefault="00557788" w:rsidP="00557788">
      <w:r>
        <w:t>292.1230</w:t>
      </w:r>
      <w:r>
        <w:tab/>
        <w:t>2.617e0</w:t>
      </w:r>
    </w:p>
    <w:p w:rsidR="00557788" w:rsidRDefault="00557788" w:rsidP="00557788">
      <w:r>
        <w:t>292.1444</w:t>
      </w:r>
      <w:r>
        <w:tab/>
        <w:t>4.544e0</w:t>
      </w:r>
    </w:p>
    <w:p w:rsidR="00557788" w:rsidRDefault="00557788" w:rsidP="00557788">
      <w:r>
        <w:t>292.1593</w:t>
      </w:r>
      <w:r>
        <w:tab/>
        <w:t>6.224e0</w:t>
      </w:r>
    </w:p>
    <w:p w:rsidR="00557788" w:rsidRDefault="00557788" w:rsidP="00557788">
      <w:r>
        <w:t>292.1691</w:t>
      </w:r>
      <w:r>
        <w:tab/>
        <w:t>1.036e1</w:t>
      </w:r>
    </w:p>
    <w:p w:rsidR="00557788" w:rsidRDefault="00557788" w:rsidP="00557788">
      <w:r>
        <w:t>292.1745</w:t>
      </w:r>
      <w:r>
        <w:tab/>
        <w:t>4.590e0</w:t>
      </w:r>
    </w:p>
    <w:p w:rsidR="00557788" w:rsidRDefault="00557788" w:rsidP="00557788">
      <w:r>
        <w:t>292.1764</w:t>
      </w:r>
      <w:r>
        <w:tab/>
        <w:t>2.595e0</w:t>
      </w:r>
    </w:p>
    <w:p w:rsidR="00557788" w:rsidRDefault="00557788" w:rsidP="00557788">
      <w:r>
        <w:t>292.1825</w:t>
      </w:r>
      <w:r>
        <w:tab/>
        <w:t>3.441e0</w:t>
      </w:r>
    </w:p>
    <w:p w:rsidR="00557788" w:rsidRDefault="00557788" w:rsidP="00557788">
      <w:r>
        <w:t>292.1916</w:t>
      </w:r>
      <w:r>
        <w:tab/>
        <w:t>1.542e0</w:t>
      </w:r>
    </w:p>
    <w:p w:rsidR="00557788" w:rsidRDefault="00557788" w:rsidP="00557788">
      <w:r>
        <w:t>292.2366</w:t>
      </w:r>
      <w:r>
        <w:tab/>
        <w:t>2.521e0</w:t>
      </w:r>
    </w:p>
    <w:p w:rsidR="00557788" w:rsidRDefault="00557788" w:rsidP="00557788">
      <w:r>
        <w:t>292.2732</w:t>
      </w:r>
      <w:r>
        <w:tab/>
        <w:t>5.074e0</w:t>
      </w:r>
    </w:p>
    <w:p w:rsidR="00557788" w:rsidRDefault="00557788" w:rsidP="00557788">
      <w:r>
        <w:t>292.2789</w:t>
      </w:r>
      <w:r>
        <w:tab/>
        <w:t>5.366e0</w:t>
      </w:r>
    </w:p>
    <w:p w:rsidR="00557788" w:rsidRDefault="00557788" w:rsidP="00557788">
      <w:r>
        <w:t>292.2900</w:t>
      </w:r>
      <w:r>
        <w:tab/>
        <w:t>8.233e0</w:t>
      </w:r>
    </w:p>
    <w:p w:rsidR="00557788" w:rsidRDefault="00557788" w:rsidP="00557788">
      <w:r>
        <w:t>292.3288</w:t>
      </w:r>
      <w:r>
        <w:tab/>
        <w:t>1.266e-2</w:t>
      </w:r>
    </w:p>
    <w:p w:rsidR="00557788" w:rsidRDefault="00557788" w:rsidP="00557788">
      <w:r>
        <w:t>292.3435</w:t>
      </w:r>
      <w:r>
        <w:tab/>
        <w:t>1.025e0</w:t>
      </w:r>
    </w:p>
    <w:p w:rsidR="00557788" w:rsidRDefault="00557788" w:rsidP="00557788">
      <w:r>
        <w:lastRenderedPageBreak/>
        <w:t>292.3524</w:t>
      </w:r>
      <w:r>
        <w:tab/>
        <w:t>1.013e0</w:t>
      </w:r>
    </w:p>
    <w:p w:rsidR="00557788" w:rsidRDefault="00557788" w:rsidP="00557788">
      <w:r>
        <w:t>292.3544</w:t>
      </w:r>
      <w:r>
        <w:tab/>
        <w:t>4.051e0</w:t>
      </w:r>
    </w:p>
    <w:p w:rsidR="00557788" w:rsidRDefault="00557788" w:rsidP="00557788">
      <w:r>
        <w:t>292.3574</w:t>
      </w:r>
      <w:r>
        <w:tab/>
        <w:t>3.038e0</w:t>
      </w:r>
    </w:p>
    <w:p w:rsidR="00557788" w:rsidRDefault="00557788" w:rsidP="00557788">
      <w:r>
        <w:t>292.3649</w:t>
      </w:r>
      <w:r>
        <w:tab/>
        <w:t>1.013e0</w:t>
      </w:r>
    </w:p>
    <w:p w:rsidR="00557788" w:rsidRDefault="00557788" w:rsidP="00557788">
      <w:r>
        <w:t>292.3684</w:t>
      </w:r>
      <w:r>
        <w:tab/>
        <w:t>2.025e0</w:t>
      </w:r>
    </w:p>
    <w:p w:rsidR="00557788" w:rsidRDefault="00557788" w:rsidP="00557788">
      <w:r>
        <w:t>292.3822</w:t>
      </w:r>
      <w:r>
        <w:tab/>
        <w:t>2.025e0</w:t>
      </w:r>
    </w:p>
    <w:p w:rsidR="00557788" w:rsidRDefault="00557788" w:rsidP="00557788">
      <w:r>
        <w:t>292.3948</w:t>
      </w:r>
      <w:r>
        <w:tab/>
        <w:t>1.324e0</w:t>
      </w:r>
    </w:p>
    <w:p w:rsidR="00557788" w:rsidRDefault="00557788" w:rsidP="00557788">
      <w:r>
        <w:t>292.4023</w:t>
      </w:r>
      <w:r>
        <w:tab/>
        <w:t>1.013e0</w:t>
      </w:r>
    </w:p>
    <w:p w:rsidR="00557788" w:rsidRDefault="00557788" w:rsidP="00557788">
      <w:r>
        <w:t>292.4117</w:t>
      </w:r>
      <w:r>
        <w:tab/>
        <w:t>1.013e0</w:t>
      </w:r>
    </w:p>
    <w:p w:rsidR="00557788" w:rsidRDefault="00557788" w:rsidP="00557788">
      <w:r>
        <w:t>292.4157</w:t>
      </w:r>
      <w:r>
        <w:tab/>
        <w:t>1.266e-2</w:t>
      </w:r>
    </w:p>
    <w:p w:rsidR="00557788" w:rsidRDefault="00557788" w:rsidP="00557788">
      <w:r>
        <w:t>292.4217</w:t>
      </w:r>
      <w:r>
        <w:tab/>
        <w:t>2.025e0</w:t>
      </w:r>
    </w:p>
    <w:p w:rsidR="00557788" w:rsidRDefault="00557788" w:rsidP="00557788">
      <w:r>
        <w:t>292.4236</w:t>
      </w:r>
      <w:r>
        <w:tab/>
        <w:t>1.025e0</w:t>
      </w:r>
    </w:p>
    <w:p w:rsidR="00557788" w:rsidRDefault="00557788" w:rsidP="00557788">
      <w:r>
        <w:t>292.4319</w:t>
      </w:r>
      <w:r>
        <w:tab/>
        <w:t>3.038e0</w:t>
      </w:r>
    </w:p>
    <w:p w:rsidR="00557788" w:rsidRDefault="00557788" w:rsidP="00557788">
      <w:r>
        <w:t>292.4408</w:t>
      </w:r>
      <w:r>
        <w:tab/>
        <w:t>4.941e0</w:t>
      </w:r>
    </w:p>
    <w:p w:rsidR="00557788" w:rsidRDefault="00557788" w:rsidP="00557788">
      <w:r>
        <w:t>292.4422</w:t>
      </w:r>
      <w:r>
        <w:tab/>
        <w:t>3.929e0</w:t>
      </w:r>
    </w:p>
    <w:p w:rsidR="00557788" w:rsidRDefault="00557788" w:rsidP="00557788">
      <w:r>
        <w:t>292.4612</w:t>
      </w:r>
      <w:r>
        <w:tab/>
        <w:t>1.025e0</w:t>
      </w:r>
    </w:p>
    <w:p w:rsidR="00557788" w:rsidRDefault="00557788" w:rsidP="00557788">
      <w:r>
        <w:t>292.4657</w:t>
      </w:r>
      <w:r>
        <w:tab/>
        <w:t>2.051e0</w:t>
      </w:r>
    </w:p>
    <w:p w:rsidR="00557788" w:rsidRDefault="00557788" w:rsidP="00557788">
      <w:r>
        <w:t>292.4831</w:t>
      </w:r>
      <w:r>
        <w:tab/>
        <w:t>2.038e0</w:t>
      </w:r>
    </w:p>
    <w:p w:rsidR="00557788" w:rsidRDefault="00557788" w:rsidP="00557788">
      <w:r>
        <w:t>292.4892</w:t>
      </w:r>
      <w:r>
        <w:tab/>
        <w:t>1.051e0</w:t>
      </w:r>
    </w:p>
    <w:p w:rsidR="00557788" w:rsidRDefault="00557788" w:rsidP="00557788">
      <w:r>
        <w:lastRenderedPageBreak/>
        <w:t>292.5343</w:t>
      </w:r>
      <w:r>
        <w:tab/>
        <w:t>1.013e0</w:t>
      </w:r>
    </w:p>
    <w:p w:rsidR="00557788" w:rsidRDefault="00557788" w:rsidP="00557788">
      <w:r>
        <w:t>292.5544</w:t>
      </w:r>
      <w:r>
        <w:tab/>
        <w:t>7.645e0</w:t>
      </w:r>
    </w:p>
    <w:p w:rsidR="00557788" w:rsidRDefault="00557788" w:rsidP="00557788">
      <w:r>
        <w:t>292.5660</w:t>
      </w:r>
      <w:r>
        <w:tab/>
        <w:t>1.266e-2</w:t>
      </w:r>
    </w:p>
    <w:p w:rsidR="00557788" w:rsidRDefault="00557788" w:rsidP="00557788">
      <w:r>
        <w:t>292.5741</w:t>
      </w:r>
      <w:r>
        <w:tab/>
        <w:t>1.013e0</w:t>
      </w:r>
    </w:p>
    <w:p w:rsidR="00557788" w:rsidRDefault="00557788" w:rsidP="00557788">
      <w:r>
        <w:t>292.5857</w:t>
      </w:r>
      <w:r>
        <w:tab/>
        <w:t>2.025e0</w:t>
      </w:r>
    </w:p>
    <w:p w:rsidR="00557788" w:rsidRDefault="00557788" w:rsidP="00557788">
      <w:r>
        <w:t>292.5977</w:t>
      </w:r>
      <w:r>
        <w:tab/>
        <w:t>1.266e-2</w:t>
      </w:r>
    </w:p>
    <w:p w:rsidR="00557788" w:rsidRDefault="00557788" w:rsidP="00557788">
      <w:r>
        <w:t>292.6035</w:t>
      </w:r>
      <w:r>
        <w:tab/>
        <w:t>3.798e-2</w:t>
      </w:r>
    </w:p>
    <w:p w:rsidR="00557788" w:rsidRDefault="00557788" w:rsidP="00557788">
      <w:r>
        <w:t>292.6105</w:t>
      </w:r>
      <w:r>
        <w:tab/>
        <w:t>2.025e0</w:t>
      </w:r>
    </w:p>
    <w:p w:rsidR="00557788" w:rsidRDefault="00557788" w:rsidP="00557788">
      <w:r>
        <w:t>292.6263</w:t>
      </w:r>
      <w:r>
        <w:tab/>
        <w:t>2.063e0</w:t>
      </w:r>
    </w:p>
    <w:p w:rsidR="00557788" w:rsidRDefault="00557788" w:rsidP="00557788">
      <w:r>
        <w:t>292.6284</w:t>
      </w:r>
      <w:r>
        <w:tab/>
        <w:t>3.090e0</w:t>
      </w:r>
    </w:p>
    <w:p w:rsidR="00557788" w:rsidRDefault="00557788" w:rsidP="00557788">
      <w:r>
        <w:t>292.6472</w:t>
      </w:r>
      <w:r>
        <w:tab/>
        <w:t>1.025e0</w:t>
      </w:r>
    </w:p>
    <w:p w:rsidR="00557788" w:rsidRDefault="00557788" w:rsidP="00557788">
      <w:r>
        <w:t>292.6534</w:t>
      </w:r>
      <w:r>
        <w:tab/>
        <w:t>3.038e0</w:t>
      </w:r>
    </w:p>
    <w:p w:rsidR="00557788" w:rsidRDefault="00557788" w:rsidP="00557788">
      <w:r>
        <w:t>292.6591</w:t>
      </w:r>
      <w:r>
        <w:tab/>
        <w:t>2.025e0</w:t>
      </w:r>
    </w:p>
    <w:p w:rsidR="00557788" w:rsidRDefault="00557788" w:rsidP="00557788">
      <w:r>
        <w:t>292.6747</w:t>
      </w:r>
      <w:r>
        <w:tab/>
        <w:t>3.441e0</w:t>
      </w:r>
    </w:p>
    <w:p w:rsidR="00557788" w:rsidRDefault="00557788" w:rsidP="00557788">
      <w:r>
        <w:t>292.6799</w:t>
      </w:r>
      <w:r>
        <w:tab/>
        <w:t>1.013e0</w:t>
      </w:r>
    </w:p>
    <w:p w:rsidR="00557788" w:rsidRDefault="00557788" w:rsidP="00557788">
      <w:r>
        <w:t>292.6847</w:t>
      </w:r>
      <w:r>
        <w:tab/>
        <w:t>2.038e0</w:t>
      </w:r>
    </w:p>
    <w:p w:rsidR="00557788" w:rsidRDefault="00557788" w:rsidP="00557788">
      <w:r>
        <w:t>292.6941</w:t>
      </w:r>
      <w:r>
        <w:tab/>
        <w:t>3.038e0</w:t>
      </w:r>
    </w:p>
    <w:p w:rsidR="00557788" w:rsidRDefault="00557788" w:rsidP="00557788">
      <w:r>
        <w:t>292.6956</w:t>
      </w:r>
      <w:r>
        <w:tab/>
        <w:t>2.025e0</w:t>
      </w:r>
    </w:p>
    <w:p w:rsidR="00557788" w:rsidRDefault="00557788" w:rsidP="00557788">
      <w:r>
        <w:t>292.7005</w:t>
      </w:r>
      <w:r>
        <w:tab/>
        <w:t>2.051e0</w:t>
      </w:r>
    </w:p>
    <w:p w:rsidR="00557788" w:rsidRDefault="00557788" w:rsidP="00557788">
      <w:r>
        <w:lastRenderedPageBreak/>
        <w:t>292.7076</w:t>
      </w:r>
      <w:r>
        <w:tab/>
        <w:t>1.051e0</w:t>
      </w:r>
    </w:p>
    <w:p w:rsidR="00557788" w:rsidRDefault="00557788" w:rsidP="00557788">
      <w:r>
        <w:t>292.7209</w:t>
      </w:r>
      <w:r>
        <w:tab/>
        <w:t>5.063e0</w:t>
      </w:r>
    </w:p>
    <w:p w:rsidR="00557788" w:rsidRDefault="00557788" w:rsidP="00557788">
      <w:r>
        <w:t>292.7405</w:t>
      </w:r>
      <w:r>
        <w:tab/>
        <w:t>4.051e0</w:t>
      </w:r>
    </w:p>
    <w:p w:rsidR="00557788" w:rsidRDefault="00557788" w:rsidP="00557788">
      <w:r>
        <w:t>292.7416</w:t>
      </w:r>
      <w:r>
        <w:tab/>
        <w:t>2.025e0</w:t>
      </w:r>
    </w:p>
    <w:p w:rsidR="00557788" w:rsidRDefault="00557788" w:rsidP="00557788">
      <w:r>
        <w:t>292.7512</w:t>
      </w:r>
      <w:r>
        <w:tab/>
        <w:t>2.063e0</w:t>
      </w:r>
    </w:p>
    <w:p w:rsidR="00557788" w:rsidRDefault="00557788" w:rsidP="00557788">
      <w:r>
        <w:t>292.7540</w:t>
      </w:r>
      <w:r>
        <w:tab/>
        <w:t>2.025e0</w:t>
      </w:r>
    </w:p>
    <w:p w:rsidR="00557788" w:rsidRDefault="00557788" w:rsidP="00557788">
      <w:r>
        <w:t>292.7583</w:t>
      </w:r>
      <w:r>
        <w:tab/>
        <w:t>1.038e0</w:t>
      </w:r>
    </w:p>
    <w:p w:rsidR="00557788" w:rsidRDefault="00557788" w:rsidP="00557788">
      <w:r>
        <w:t>292.7680</w:t>
      </w:r>
      <w:r>
        <w:tab/>
        <w:t>2.025e0</w:t>
      </w:r>
    </w:p>
    <w:p w:rsidR="00557788" w:rsidRDefault="00557788" w:rsidP="00557788">
      <w:r>
        <w:t>292.7863</w:t>
      </w:r>
      <w:r>
        <w:tab/>
        <w:t>2.532e-2</w:t>
      </w:r>
    </w:p>
    <w:p w:rsidR="00557788" w:rsidRDefault="00557788" w:rsidP="00557788">
      <w:r>
        <w:t>292.7878</w:t>
      </w:r>
      <w:r>
        <w:tab/>
        <w:t>1.013e0</w:t>
      </w:r>
    </w:p>
    <w:p w:rsidR="00557788" w:rsidRDefault="00557788" w:rsidP="00557788">
      <w:r>
        <w:t>292.7892</w:t>
      </w:r>
      <w:r>
        <w:tab/>
        <w:t>3.038e0</w:t>
      </w:r>
    </w:p>
    <w:p w:rsidR="00557788" w:rsidRDefault="00557788" w:rsidP="00557788">
      <w:r>
        <w:t>292.7922</w:t>
      </w:r>
      <w:r>
        <w:tab/>
        <w:t>1.013e0</w:t>
      </w:r>
    </w:p>
    <w:p w:rsidR="00557788" w:rsidRDefault="00557788" w:rsidP="00557788">
      <w:r>
        <w:t>292.7993</w:t>
      </w:r>
      <w:r>
        <w:tab/>
        <w:t>1.038e0</w:t>
      </w:r>
    </w:p>
    <w:p w:rsidR="00557788" w:rsidRDefault="00557788" w:rsidP="00557788">
      <w:r>
        <w:t>292.8154</w:t>
      </w:r>
      <w:r>
        <w:tab/>
        <w:t>2.038e0</w:t>
      </w:r>
    </w:p>
    <w:p w:rsidR="00557788" w:rsidRDefault="00557788" w:rsidP="00557788">
      <w:r>
        <w:t>292.8242</w:t>
      </w:r>
      <w:r>
        <w:tab/>
        <w:t>1.025e0</w:t>
      </w:r>
    </w:p>
    <w:p w:rsidR="00557788" w:rsidRDefault="00557788" w:rsidP="00557788">
      <w:r>
        <w:t>292.8349</w:t>
      </w:r>
      <w:r>
        <w:tab/>
        <w:t>1.013e0</w:t>
      </w:r>
    </w:p>
    <w:p w:rsidR="00557788" w:rsidRDefault="00557788" w:rsidP="00557788">
      <w:r>
        <w:t>292.8510</w:t>
      </w:r>
      <w:r>
        <w:tab/>
        <w:t>1.266e-2</w:t>
      </w:r>
    </w:p>
    <w:p w:rsidR="00557788" w:rsidRDefault="00557788" w:rsidP="00557788">
      <w:r>
        <w:t>292.8553</w:t>
      </w:r>
      <w:r>
        <w:tab/>
        <w:t>2.025e0</w:t>
      </w:r>
    </w:p>
    <w:p w:rsidR="00557788" w:rsidRDefault="00557788" w:rsidP="00557788">
      <w:r>
        <w:t>292.8616</w:t>
      </w:r>
      <w:r>
        <w:tab/>
        <w:t>1.013e0</w:t>
      </w:r>
    </w:p>
    <w:p w:rsidR="00557788" w:rsidRDefault="00557788" w:rsidP="00557788">
      <w:r>
        <w:lastRenderedPageBreak/>
        <w:t>292.8676</w:t>
      </w:r>
      <w:r>
        <w:tab/>
        <w:t>6.076e0</w:t>
      </w:r>
    </w:p>
    <w:p w:rsidR="00557788" w:rsidRDefault="00557788" w:rsidP="00557788">
      <w:r>
        <w:t>292.8864</w:t>
      </w:r>
      <w:r>
        <w:tab/>
        <w:t>4.051e0</w:t>
      </w:r>
    </w:p>
    <w:p w:rsidR="00557788" w:rsidRDefault="00557788" w:rsidP="00557788">
      <w:r>
        <w:t>292.8984</w:t>
      </w:r>
      <w:r>
        <w:tab/>
        <w:t>1.013e0</w:t>
      </w:r>
    </w:p>
    <w:p w:rsidR="00557788" w:rsidRDefault="00557788" w:rsidP="00557788">
      <w:r>
        <w:t>292.9065</w:t>
      </w:r>
      <w:r>
        <w:tab/>
        <w:t>1.013e0</w:t>
      </w:r>
    </w:p>
    <w:p w:rsidR="00557788" w:rsidRDefault="00557788" w:rsidP="00557788">
      <w:r>
        <w:t>292.9105</w:t>
      </w:r>
      <w:r>
        <w:tab/>
        <w:t>1.013e0</w:t>
      </w:r>
    </w:p>
    <w:p w:rsidR="00557788" w:rsidRDefault="00557788" w:rsidP="00557788">
      <w:r>
        <w:t>292.9258</w:t>
      </w:r>
      <w:r>
        <w:tab/>
        <w:t>2.532e-2</w:t>
      </w:r>
    </w:p>
    <w:p w:rsidR="00557788" w:rsidRDefault="00557788" w:rsidP="00557788">
      <w:r>
        <w:t>292.9382</w:t>
      </w:r>
      <w:r>
        <w:tab/>
        <w:t>1.266e-2</w:t>
      </w:r>
    </w:p>
    <w:p w:rsidR="00557788" w:rsidRDefault="00557788" w:rsidP="00557788">
      <w:r>
        <w:t>292.9420</w:t>
      </w:r>
      <w:r>
        <w:tab/>
        <w:t>1.266e-2</w:t>
      </w:r>
    </w:p>
    <w:p w:rsidR="00557788" w:rsidRDefault="00557788" w:rsidP="00557788">
      <w:r>
        <w:t>292.9451</w:t>
      </w:r>
      <w:r>
        <w:tab/>
        <w:t>2.025e0</w:t>
      </w:r>
    </w:p>
    <w:p w:rsidR="00557788" w:rsidRDefault="00557788" w:rsidP="00557788">
      <w:r>
        <w:t>292.9463</w:t>
      </w:r>
      <w:r>
        <w:tab/>
        <w:t>2.025e0</w:t>
      </w:r>
    </w:p>
    <w:p w:rsidR="00557788" w:rsidRDefault="00557788" w:rsidP="00557788">
      <w:r>
        <w:t>292.9561</w:t>
      </w:r>
      <w:r>
        <w:tab/>
        <w:t>5.063e0</w:t>
      </w:r>
    </w:p>
    <w:p w:rsidR="00557788" w:rsidRDefault="00557788" w:rsidP="00557788">
      <w:r>
        <w:t>292.9732</w:t>
      </w:r>
      <w:r>
        <w:tab/>
        <w:t>1.824e0</w:t>
      </w:r>
    </w:p>
    <w:p w:rsidR="00557788" w:rsidRDefault="00557788" w:rsidP="00557788">
      <w:r>
        <w:t>292.9758</w:t>
      </w:r>
      <w:r>
        <w:tab/>
        <w:t>4.051e0</w:t>
      </w:r>
    </w:p>
    <w:p w:rsidR="00557788" w:rsidRDefault="00557788" w:rsidP="00557788">
      <w:r>
        <w:t>293.0041</w:t>
      </w:r>
      <w:r>
        <w:tab/>
        <w:t>4.051e0</w:t>
      </w:r>
    </w:p>
    <w:p w:rsidR="00557788" w:rsidRDefault="00557788" w:rsidP="00557788">
      <w:r>
        <w:t>293.0060</w:t>
      </w:r>
      <w:r>
        <w:tab/>
        <w:t>1.345e0</w:t>
      </w:r>
    </w:p>
    <w:p w:rsidR="00557788" w:rsidRDefault="00557788" w:rsidP="00557788">
      <w:r>
        <w:t>293.0247</w:t>
      </w:r>
      <w:r>
        <w:tab/>
        <w:t>2.343e0</w:t>
      </w:r>
    </w:p>
    <w:p w:rsidR="00557788" w:rsidRDefault="00557788" w:rsidP="00557788">
      <w:r>
        <w:t>293.0275</w:t>
      </w:r>
      <w:r>
        <w:tab/>
        <w:t>6.394e0</w:t>
      </w:r>
    </w:p>
    <w:p w:rsidR="00557788" w:rsidRDefault="00557788" w:rsidP="00557788">
      <w:r>
        <w:t>293.0309</w:t>
      </w:r>
      <w:r>
        <w:tab/>
        <w:t>1.801e0</w:t>
      </w:r>
    </w:p>
    <w:p w:rsidR="00557788" w:rsidRDefault="00557788" w:rsidP="00557788">
      <w:r>
        <w:t>293.0742</w:t>
      </w:r>
      <w:r>
        <w:tab/>
        <w:t>7.892e0</w:t>
      </w:r>
    </w:p>
    <w:p w:rsidR="00557788" w:rsidRDefault="00557788" w:rsidP="00557788">
      <w:r>
        <w:lastRenderedPageBreak/>
        <w:t>293.0795</w:t>
      </w:r>
      <w:r>
        <w:tab/>
        <w:t>4.163e0</w:t>
      </w:r>
    </w:p>
    <w:p w:rsidR="00557788" w:rsidRDefault="00557788" w:rsidP="00557788">
      <w:r>
        <w:t>293.0820</w:t>
      </w:r>
      <w:r>
        <w:tab/>
        <w:t>2.671e0</w:t>
      </w:r>
    </w:p>
    <w:p w:rsidR="00557788" w:rsidRDefault="00557788" w:rsidP="00557788">
      <w:r>
        <w:t>293.1076</w:t>
      </w:r>
      <w:r>
        <w:tab/>
        <w:t>1.013e0</w:t>
      </w:r>
    </w:p>
    <w:p w:rsidR="00557788" w:rsidRDefault="00557788" w:rsidP="00557788">
      <w:r>
        <w:t>293.1259</w:t>
      </w:r>
      <w:r>
        <w:tab/>
        <w:t>2.035e0</w:t>
      </w:r>
    </w:p>
    <w:p w:rsidR="00557788" w:rsidRDefault="00557788" w:rsidP="00557788">
      <w:r>
        <w:t>293.1328</w:t>
      </w:r>
      <w:r>
        <w:tab/>
        <w:t>2.523e0</w:t>
      </w:r>
    </w:p>
    <w:p w:rsidR="00557788" w:rsidRDefault="00557788" w:rsidP="00557788">
      <w:r>
        <w:t>293.1346</w:t>
      </w:r>
      <w:r>
        <w:tab/>
        <w:t>2.818e0</w:t>
      </w:r>
    </w:p>
    <w:p w:rsidR="00557788" w:rsidRDefault="00557788" w:rsidP="00557788">
      <w:r>
        <w:t>293.1616</w:t>
      </w:r>
      <w:r>
        <w:tab/>
        <w:t>4.152e0</w:t>
      </w:r>
    </w:p>
    <w:p w:rsidR="00557788" w:rsidRDefault="00557788" w:rsidP="00557788">
      <w:r>
        <w:t>293.1638</w:t>
      </w:r>
      <w:r>
        <w:tab/>
        <w:t>5.982e0</w:t>
      </w:r>
    </w:p>
    <w:p w:rsidR="00557788" w:rsidRDefault="00557788" w:rsidP="00557788">
      <w:r>
        <w:t>293.1698</w:t>
      </w:r>
      <w:r>
        <w:tab/>
        <w:t>3.031e0</w:t>
      </w:r>
    </w:p>
    <w:p w:rsidR="00557788" w:rsidRDefault="00557788" w:rsidP="00557788">
      <w:r>
        <w:t>293.1721</w:t>
      </w:r>
      <w:r>
        <w:tab/>
        <w:t>2.827e0</w:t>
      </w:r>
    </w:p>
    <w:p w:rsidR="00557788" w:rsidRDefault="00557788" w:rsidP="00557788">
      <w:r>
        <w:t>293.1733</w:t>
      </w:r>
      <w:r>
        <w:tab/>
        <w:t>1.697e0</w:t>
      </w:r>
    </w:p>
    <w:p w:rsidR="00557788" w:rsidRDefault="00557788" w:rsidP="00557788">
      <w:r>
        <w:t>293.1812</w:t>
      </w:r>
      <w:r>
        <w:tab/>
        <w:t>5.099e0</w:t>
      </w:r>
    </w:p>
    <w:p w:rsidR="00557788" w:rsidRDefault="00557788" w:rsidP="00557788">
      <w:r>
        <w:t>293.1934</w:t>
      </w:r>
      <w:r>
        <w:tab/>
        <w:t>2.777e0</w:t>
      </w:r>
    </w:p>
    <w:p w:rsidR="00557788" w:rsidRDefault="00557788" w:rsidP="00557788">
      <w:r>
        <w:t>293.1958</w:t>
      </w:r>
      <w:r>
        <w:tab/>
        <w:t>4.513e0</w:t>
      </w:r>
    </w:p>
    <w:p w:rsidR="00557788" w:rsidRDefault="00557788" w:rsidP="00557788">
      <w:r>
        <w:t>293.1974</w:t>
      </w:r>
      <w:r>
        <w:tab/>
        <w:t>5.577e-1</w:t>
      </w:r>
    </w:p>
    <w:p w:rsidR="00557788" w:rsidRDefault="00557788" w:rsidP="00557788">
      <w:r>
        <w:t>293.2060</w:t>
      </w:r>
      <w:r>
        <w:tab/>
        <w:t>2.232e0</w:t>
      </w:r>
    </w:p>
    <w:p w:rsidR="00557788" w:rsidRDefault="00557788" w:rsidP="00557788">
      <w:r>
        <w:t>293.2357</w:t>
      </w:r>
      <w:r>
        <w:tab/>
        <w:t>3.058e0</w:t>
      </w:r>
    </w:p>
    <w:p w:rsidR="00557788" w:rsidRDefault="00557788" w:rsidP="00557788">
      <w:r>
        <w:t>293.2434</w:t>
      </w:r>
      <w:r>
        <w:tab/>
        <w:t>2.392e0</w:t>
      </w:r>
    </w:p>
    <w:p w:rsidR="00557788" w:rsidRDefault="00557788" w:rsidP="00557788">
      <w:r>
        <w:t>293.2446</w:t>
      </w:r>
      <w:r>
        <w:tab/>
        <w:t>2.677e0</w:t>
      </w:r>
    </w:p>
    <w:p w:rsidR="00557788" w:rsidRDefault="00557788" w:rsidP="00557788">
      <w:r>
        <w:lastRenderedPageBreak/>
        <w:t>293.2678</w:t>
      </w:r>
      <w:r>
        <w:tab/>
        <w:t>3.315e0</w:t>
      </w:r>
    </w:p>
    <w:p w:rsidR="00557788" w:rsidRDefault="00557788" w:rsidP="00557788">
      <w:r>
        <w:t>293.2783</w:t>
      </w:r>
      <w:r>
        <w:tab/>
        <w:t>4.710e0</w:t>
      </w:r>
    </w:p>
    <w:p w:rsidR="00557788" w:rsidRDefault="00557788" w:rsidP="00557788">
      <w:r>
        <w:t>293.2799</w:t>
      </w:r>
      <w:r>
        <w:tab/>
        <w:t>7.410e0</w:t>
      </w:r>
    </w:p>
    <w:p w:rsidR="00557788" w:rsidRDefault="00557788" w:rsidP="00557788">
      <w:r>
        <w:t>293.2843</w:t>
      </w:r>
      <w:r>
        <w:tab/>
        <w:t>5.655e0</w:t>
      </w:r>
    </w:p>
    <w:p w:rsidR="00557788" w:rsidRDefault="00557788" w:rsidP="00557788">
      <w:r>
        <w:t>293.2888</w:t>
      </w:r>
      <w:r>
        <w:tab/>
        <w:t>2.798e0</w:t>
      </w:r>
    </w:p>
    <w:p w:rsidR="00557788" w:rsidRDefault="00557788" w:rsidP="00557788">
      <w:r>
        <w:t>293.3433</w:t>
      </w:r>
      <w:r>
        <w:tab/>
        <w:t>5.063e0</w:t>
      </w:r>
    </w:p>
    <w:p w:rsidR="00557788" w:rsidRDefault="00557788" w:rsidP="00557788">
      <w:r>
        <w:t>293.3529</w:t>
      </w:r>
      <w:r>
        <w:tab/>
        <w:t>3.038e0</w:t>
      </w:r>
    </w:p>
    <w:p w:rsidR="00557788" w:rsidRDefault="00557788" w:rsidP="00557788">
      <w:r>
        <w:t>293.3576</w:t>
      </w:r>
      <w:r>
        <w:tab/>
        <w:t>1.266e-2</w:t>
      </w:r>
    </w:p>
    <w:p w:rsidR="00557788" w:rsidRDefault="00557788" w:rsidP="00557788">
      <w:r>
        <w:t>293.3765</w:t>
      </w:r>
      <w:r>
        <w:tab/>
        <w:t>1.038e0</w:t>
      </w:r>
    </w:p>
    <w:p w:rsidR="00557788" w:rsidRDefault="00557788" w:rsidP="00557788">
      <w:r>
        <w:t>293.3805</w:t>
      </w:r>
      <w:r>
        <w:tab/>
        <w:t>1.013e0</w:t>
      </w:r>
    </w:p>
    <w:p w:rsidR="00557788" w:rsidRDefault="00557788" w:rsidP="00557788">
      <w:r>
        <w:t>293.4004</w:t>
      </w:r>
      <w:r>
        <w:tab/>
        <w:t>4.851e0</w:t>
      </w:r>
    </w:p>
    <w:p w:rsidR="00557788" w:rsidRDefault="00557788" w:rsidP="00557788">
      <w:r>
        <w:t>293.4035</w:t>
      </w:r>
      <w:r>
        <w:tab/>
        <w:t>2.025e0</w:t>
      </w:r>
    </w:p>
    <w:p w:rsidR="00557788" w:rsidRDefault="00557788" w:rsidP="00557788">
      <w:r>
        <w:t>293.4116</w:t>
      </w:r>
      <w:r>
        <w:tab/>
        <w:t>2.025e0</w:t>
      </w:r>
    </w:p>
    <w:p w:rsidR="00557788" w:rsidRDefault="00557788" w:rsidP="00557788">
      <w:r>
        <w:t>293.4394</w:t>
      </w:r>
      <w:r>
        <w:tab/>
        <w:t>1.266e-2</w:t>
      </w:r>
    </w:p>
    <w:p w:rsidR="00557788" w:rsidRDefault="00557788" w:rsidP="00557788">
      <w:r>
        <w:t>293.4448</w:t>
      </w:r>
      <w:r>
        <w:tab/>
        <w:t>1.266e-2</w:t>
      </w:r>
    </w:p>
    <w:p w:rsidR="00557788" w:rsidRDefault="00557788" w:rsidP="00557788">
      <w:r>
        <w:t>293.4507</w:t>
      </w:r>
      <w:r>
        <w:tab/>
        <w:t>4.051e0</w:t>
      </w:r>
    </w:p>
    <w:p w:rsidR="00557788" w:rsidRDefault="00557788" w:rsidP="00557788">
      <w:r>
        <w:t>293.4764</w:t>
      </w:r>
      <w:r>
        <w:tab/>
        <w:t>1.013e0</w:t>
      </w:r>
    </w:p>
    <w:p w:rsidR="00557788" w:rsidRDefault="00557788" w:rsidP="00557788">
      <w:r>
        <w:t>293.4803</w:t>
      </w:r>
      <w:r>
        <w:tab/>
        <w:t>1.266e-2</w:t>
      </w:r>
    </w:p>
    <w:p w:rsidR="00557788" w:rsidRDefault="00557788" w:rsidP="00557788">
      <w:r>
        <w:t>293.4838</w:t>
      </w:r>
      <w:r>
        <w:tab/>
        <w:t>7.060e0</w:t>
      </w:r>
    </w:p>
    <w:p w:rsidR="00557788" w:rsidRDefault="00557788" w:rsidP="00557788">
      <w:r>
        <w:lastRenderedPageBreak/>
        <w:t>293.5042</w:t>
      </w:r>
      <w:r>
        <w:tab/>
        <w:t>2.025e0</w:t>
      </w:r>
    </w:p>
    <w:p w:rsidR="00557788" w:rsidRDefault="00557788" w:rsidP="00557788">
      <w:r>
        <w:t>293.5089</w:t>
      </w:r>
      <w:r>
        <w:tab/>
        <w:t>4.051e0</w:t>
      </w:r>
    </w:p>
    <w:p w:rsidR="00557788" w:rsidRDefault="00557788" w:rsidP="00557788">
      <w:r>
        <w:t>293.5121</w:t>
      </w:r>
      <w:r>
        <w:tab/>
        <w:t>1.266e-2</w:t>
      </w:r>
    </w:p>
    <w:p w:rsidR="00557788" w:rsidRDefault="00557788" w:rsidP="00557788">
      <w:r>
        <w:t>293.5161</w:t>
      </w:r>
      <w:r>
        <w:tab/>
        <w:t>1.013e0</w:t>
      </w:r>
    </w:p>
    <w:p w:rsidR="00557788" w:rsidRDefault="00557788" w:rsidP="00557788">
      <w:r>
        <w:t>293.5397</w:t>
      </w:r>
      <w:r>
        <w:tab/>
        <w:t>3.038e0</w:t>
      </w:r>
    </w:p>
    <w:p w:rsidR="00557788" w:rsidRDefault="00557788" w:rsidP="00557788">
      <w:r>
        <w:t>293.5550</w:t>
      </w:r>
      <w:r>
        <w:tab/>
        <w:t>2.532e-2</w:t>
      </w:r>
    </w:p>
    <w:p w:rsidR="00557788" w:rsidRDefault="00557788" w:rsidP="00557788">
      <w:r>
        <w:t>293.5705</w:t>
      </w:r>
      <w:r>
        <w:tab/>
        <w:t>3.038e0</w:t>
      </w:r>
    </w:p>
    <w:p w:rsidR="00557788" w:rsidRDefault="00557788" w:rsidP="00557788">
      <w:r>
        <w:t>293.5715</w:t>
      </w:r>
      <w:r>
        <w:tab/>
        <w:t>2.025e0</w:t>
      </w:r>
    </w:p>
    <w:p w:rsidR="00557788" w:rsidRDefault="00557788" w:rsidP="00557788">
      <w:r>
        <w:t>293.5795</w:t>
      </w:r>
      <w:r>
        <w:tab/>
        <w:t>1.013e0</w:t>
      </w:r>
    </w:p>
    <w:p w:rsidR="00557788" w:rsidRDefault="00557788" w:rsidP="00557788">
      <w:r>
        <w:t>293.5851</w:t>
      </w:r>
      <w:r>
        <w:tab/>
        <w:t>1.289e0</w:t>
      </w:r>
    </w:p>
    <w:p w:rsidR="00557788" w:rsidRDefault="00557788" w:rsidP="00557788">
      <w:r>
        <w:t>293.5953</w:t>
      </w:r>
      <w:r>
        <w:tab/>
        <w:t>2.532e-2</w:t>
      </w:r>
    </w:p>
    <w:p w:rsidR="00557788" w:rsidRDefault="00557788" w:rsidP="00557788">
      <w:r>
        <w:t>293.5991</w:t>
      </w:r>
      <w:r>
        <w:tab/>
        <w:t>1.025e0</w:t>
      </w:r>
    </w:p>
    <w:p w:rsidR="00557788" w:rsidRDefault="00557788" w:rsidP="00557788">
      <w:r>
        <w:t>293.6031</w:t>
      </w:r>
      <w:r>
        <w:tab/>
        <w:t>1.013e0</w:t>
      </w:r>
    </w:p>
    <w:p w:rsidR="00557788" w:rsidRDefault="00557788" w:rsidP="00557788">
      <w:r>
        <w:t>293.6189</w:t>
      </w:r>
      <w:r>
        <w:tab/>
        <w:t>2.532e-2</w:t>
      </w:r>
    </w:p>
    <w:p w:rsidR="00557788" w:rsidRDefault="00557788" w:rsidP="00557788">
      <w:r>
        <w:t>293.6215</w:t>
      </w:r>
      <w:r>
        <w:tab/>
        <w:t>1.266e-2</w:t>
      </w:r>
    </w:p>
    <w:p w:rsidR="00557788" w:rsidRDefault="00557788" w:rsidP="00557788">
      <w:r>
        <w:t>293.6308</w:t>
      </w:r>
      <w:r>
        <w:tab/>
        <w:t>1.013e0</w:t>
      </w:r>
    </w:p>
    <w:p w:rsidR="00557788" w:rsidRDefault="00557788" w:rsidP="00557788">
      <w:r>
        <w:t>293.6349</w:t>
      </w:r>
      <w:r>
        <w:tab/>
        <w:t>1.060e0</w:t>
      </w:r>
    </w:p>
    <w:p w:rsidR="00557788" w:rsidRDefault="00557788" w:rsidP="00557788">
      <w:r>
        <w:t>293.6429</w:t>
      </w:r>
      <w:r>
        <w:tab/>
        <w:t>1.025e0</w:t>
      </w:r>
    </w:p>
    <w:p w:rsidR="00557788" w:rsidRDefault="00557788" w:rsidP="00557788">
      <w:r>
        <w:t>293.6483</w:t>
      </w:r>
      <w:r>
        <w:tab/>
        <w:t>1.013e0</w:t>
      </w:r>
    </w:p>
    <w:p w:rsidR="00557788" w:rsidRDefault="00557788" w:rsidP="00557788">
      <w:r>
        <w:lastRenderedPageBreak/>
        <w:t>293.6544</w:t>
      </w:r>
      <w:r>
        <w:tab/>
        <w:t>2.025e0</w:t>
      </w:r>
    </w:p>
    <w:p w:rsidR="00557788" w:rsidRDefault="00557788" w:rsidP="00557788">
      <w:r>
        <w:t>293.6556</w:t>
      </w:r>
      <w:r>
        <w:tab/>
        <w:t>2.025e0</w:t>
      </w:r>
    </w:p>
    <w:p w:rsidR="00557788" w:rsidRDefault="00557788" w:rsidP="00557788">
      <w:r>
        <w:t>293.6625</w:t>
      </w:r>
      <w:r>
        <w:tab/>
        <w:t>1.266e-2</w:t>
      </w:r>
    </w:p>
    <w:p w:rsidR="00557788" w:rsidRDefault="00557788" w:rsidP="00557788">
      <w:r>
        <w:t>293.6705</w:t>
      </w:r>
      <w:r>
        <w:tab/>
        <w:t>1.013e0</w:t>
      </w:r>
    </w:p>
    <w:p w:rsidR="00557788" w:rsidRDefault="00557788" w:rsidP="00557788">
      <w:r>
        <w:t>293.6861</w:t>
      </w:r>
      <w:r>
        <w:tab/>
        <w:t>4.051e0</w:t>
      </w:r>
    </w:p>
    <w:p w:rsidR="00557788" w:rsidRDefault="00557788" w:rsidP="00557788">
      <w:r>
        <w:t>293.7064</w:t>
      </w:r>
      <w:r>
        <w:tab/>
        <w:t>2.532e-2</w:t>
      </w:r>
    </w:p>
    <w:p w:rsidR="00557788" w:rsidRDefault="00557788" w:rsidP="00557788">
      <w:r>
        <w:t>293.7157</w:t>
      </w:r>
      <w:r>
        <w:tab/>
        <w:t>3.038e0</w:t>
      </w:r>
    </w:p>
    <w:p w:rsidR="00557788" w:rsidRDefault="00557788" w:rsidP="00557788">
      <w:r>
        <w:t>293.7195</w:t>
      </w:r>
      <w:r>
        <w:tab/>
        <w:t>7.089e0</w:t>
      </w:r>
    </w:p>
    <w:p w:rsidR="00557788" w:rsidRDefault="00557788" w:rsidP="00557788">
      <w:r>
        <w:t>293.7261</w:t>
      </w:r>
      <w:r>
        <w:tab/>
        <w:t>1.025e0</w:t>
      </w:r>
    </w:p>
    <w:p w:rsidR="00557788" w:rsidRDefault="00557788" w:rsidP="00557788">
      <w:r>
        <w:t>293.7336</w:t>
      </w:r>
      <w:r>
        <w:tab/>
        <w:t>1.025e0</w:t>
      </w:r>
    </w:p>
    <w:p w:rsidR="00557788" w:rsidRDefault="00557788" w:rsidP="00557788">
      <w:r>
        <w:t>293.7661</w:t>
      </w:r>
      <w:r>
        <w:tab/>
        <w:t>3.038e0</w:t>
      </w:r>
    </w:p>
    <w:p w:rsidR="00557788" w:rsidRDefault="00557788" w:rsidP="00557788">
      <w:r>
        <w:t>293.7681</w:t>
      </w:r>
      <w:r>
        <w:tab/>
        <w:t>1.038e0</w:t>
      </w:r>
    </w:p>
    <w:p w:rsidR="00557788" w:rsidRDefault="00557788" w:rsidP="00557788">
      <w:r>
        <w:t>293.7853</w:t>
      </w:r>
      <w:r>
        <w:tab/>
        <w:t>1.013e0</w:t>
      </w:r>
    </w:p>
    <w:p w:rsidR="00557788" w:rsidRDefault="00557788" w:rsidP="00557788">
      <w:r>
        <w:t>293.7894</w:t>
      </w:r>
      <w:r>
        <w:tab/>
        <w:t>5.063e-2</w:t>
      </w:r>
    </w:p>
    <w:p w:rsidR="00557788" w:rsidRDefault="00557788" w:rsidP="00557788">
      <w:r>
        <w:t>293.8032</w:t>
      </w:r>
      <w:r>
        <w:tab/>
        <w:t>1.025e0</w:t>
      </w:r>
    </w:p>
    <w:p w:rsidR="00557788" w:rsidRDefault="00557788" w:rsidP="00557788">
      <w:r>
        <w:t>293.8078</w:t>
      </w:r>
      <w:r>
        <w:tab/>
        <w:t>2.025e0</w:t>
      </w:r>
    </w:p>
    <w:p w:rsidR="00557788" w:rsidRDefault="00557788" w:rsidP="00557788">
      <w:r>
        <w:t>293.8170</w:t>
      </w:r>
      <w:r>
        <w:tab/>
        <w:t>1.013e0</w:t>
      </w:r>
    </w:p>
    <w:p w:rsidR="00557788" w:rsidRDefault="00557788" w:rsidP="00557788">
      <w:r>
        <w:t>293.8251</w:t>
      </w:r>
      <w:r>
        <w:tab/>
        <w:t>1.266e-2</w:t>
      </w:r>
    </w:p>
    <w:p w:rsidR="00557788" w:rsidRDefault="00557788" w:rsidP="00557788">
      <w:r>
        <w:t>293.8305</w:t>
      </w:r>
      <w:r>
        <w:tab/>
        <w:t>1.013e0</w:t>
      </w:r>
    </w:p>
    <w:p w:rsidR="00557788" w:rsidRDefault="00557788" w:rsidP="00557788">
      <w:r>
        <w:lastRenderedPageBreak/>
        <w:t>293.8350</w:t>
      </w:r>
      <w:r>
        <w:tab/>
        <w:t>2.025e0</w:t>
      </w:r>
    </w:p>
    <w:p w:rsidR="00557788" w:rsidRDefault="00557788" w:rsidP="00557788">
      <w:r>
        <w:t>293.8488</w:t>
      </w:r>
      <w:r>
        <w:tab/>
        <w:t>1.013e0</w:t>
      </w:r>
    </w:p>
    <w:p w:rsidR="00557788" w:rsidRDefault="00557788" w:rsidP="00557788">
      <w:r>
        <w:t>293.8516</w:t>
      </w:r>
      <w:r>
        <w:tab/>
        <w:t>2.532e-2</w:t>
      </w:r>
    </w:p>
    <w:p w:rsidR="00557788" w:rsidRDefault="00557788" w:rsidP="00557788">
      <w:r>
        <w:t>293.8724</w:t>
      </w:r>
      <w:r>
        <w:tab/>
        <w:t>1.013e0</w:t>
      </w:r>
    </w:p>
    <w:p w:rsidR="00557788" w:rsidRDefault="00557788" w:rsidP="00557788">
      <w:r>
        <w:t>293.8764</w:t>
      </w:r>
      <w:r>
        <w:tab/>
        <w:t>2.051e0</w:t>
      </w:r>
    </w:p>
    <w:p w:rsidR="00557788" w:rsidRDefault="00557788" w:rsidP="00557788">
      <w:r>
        <w:t>293.8784</w:t>
      </w:r>
      <w:r>
        <w:tab/>
        <w:t>2.025e0</w:t>
      </w:r>
    </w:p>
    <w:p w:rsidR="00557788" w:rsidRDefault="00557788" w:rsidP="00557788">
      <w:r>
        <w:t>293.8890</w:t>
      </w:r>
      <w:r>
        <w:tab/>
        <w:t>2.038e0</w:t>
      </w:r>
    </w:p>
    <w:p w:rsidR="00557788" w:rsidRDefault="00557788" w:rsidP="00557788">
      <w:r>
        <w:t>293.9102</w:t>
      </w:r>
      <w:r>
        <w:tab/>
        <w:t>2.127e0</w:t>
      </w:r>
    </w:p>
    <w:p w:rsidR="00557788" w:rsidRDefault="00557788" w:rsidP="00557788">
      <w:r>
        <w:t>293.9145</w:t>
      </w:r>
      <w:r>
        <w:tab/>
        <w:t>2.025e0</w:t>
      </w:r>
    </w:p>
    <w:p w:rsidR="00557788" w:rsidRDefault="00557788" w:rsidP="00557788">
      <w:r>
        <w:t>293.9202</w:t>
      </w:r>
      <w:r>
        <w:tab/>
        <w:t>2.025e0</w:t>
      </w:r>
    </w:p>
    <w:p w:rsidR="00557788" w:rsidRDefault="00557788" w:rsidP="00557788">
      <w:r>
        <w:t>293.9277</w:t>
      </w:r>
      <w:r>
        <w:tab/>
        <w:t>6.089e0</w:t>
      </w:r>
    </w:p>
    <w:p w:rsidR="00557788" w:rsidRDefault="00557788" w:rsidP="00557788">
      <w:r>
        <w:t>293.9318</w:t>
      </w:r>
      <w:r>
        <w:tab/>
        <w:t>1.266e-2</w:t>
      </w:r>
    </w:p>
    <w:p w:rsidR="00557788" w:rsidRDefault="00557788" w:rsidP="00557788">
      <w:r>
        <w:t>293.9554</w:t>
      </w:r>
      <w:r>
        <w:tab/>
        <w:t>2.025e0</w:t>
      </w:r>
    </w:p>
    <w:p w:rsidR="00557788" w:rsidRDefault="00557788" w:rsidP="00557788">
      <w:r>
        <w:t>293.9650</w:t>
      </w:r>
      <w:r>
        <w:tab/>
        <w:t>2.025e0</w:t>
      </w:r>
    </w:p>
    <w:p w:rsidR="00557788" w:rsidRDefault="00557788" w:rsidP="00557788">
      <w:r>
        <w:t>293.9675</w:t>
      </w:r>
      <w:r>
        <w:tab/>
        <w:t>1.013e0</w:t>
      </w:r>
    </w:p>
    <w:p w:rsidR="00557788" w:rsidRDefault="00557788" w:rsidP="00557788">
      <w:r>
        <w:t>293.9709</w:t>
      </w:r>
      <w:r>
        <w:tab/>
        <w:t>4.051e0</w:t>
      </w:r>
    </w:p>
    <w:p w:rsidR="00557788" w:rsidRDefault="00557788" w:rsidP="00557788">
      <w:r>
        <w:t>293.9778</w:t>
      </w:r>
      <w:r>
        <w:tab/>
        <w:t>1.193e1</w:t>
      </w:r>
    </w:p>
    <w:p w:rsidR="00557788" w:rsidRDefault="00557788" w:rsidP="00557788">
      <w:r>
        <w:t>293.9796</w:t>
      </w:r>
      <w:r>
        <w:tab/>
        <w:t>2.041e0</w:t>
      </w:r>
    </w:p>
    <w:p w:rsidR="00557788" w:rsidRDefault="00557788" w:rsidP="00557788">
      <w:r>
        <w:t>293.9913</w:t>
      </w:r>
      <w:r>
        <w:tab/>
        <w:t>1.013e0</w:t>
      </w:r>
    </w:p>
    <w:p w:rsidR="00557788" w:rsidRDefault="00557788" w:rsidP="00557788">
      <w:r>
        <w:lastRenderedPageBreak/>
        <w:t>294.0131</w:t>
      </w:r>
      <w:r>
        <w:tab/>
        <w:t>1.661e0</w:t>
      </w:r>
    </w:p>
    <w:p w:rsidR="00557788" w:rsidRDefault="00557788" w:rsidP="00557788">
      <w:r>
        <w:t>294.0173</w:t>
      </w:r>
      <w:r>
        <w:tab/>
        <w:t>4.477e0</w:t>
      </w:r>
    </w:p>
    <w:p w:rsidR="00557788" w:rsidRDefault="00557788" w:rsidP="00557788">
      <w:r>
        <w:t>294.0355</w:t>
      </w:r>
      <w:r>
        <w:tab/>
        <w:t>1.605e0</w:t>
      </w:r>
    </w:p>
    <w:p w:rsidR="00557788" w:rsidRDefault="00557788" w:rsidP="00557788">
      <w:r>
        <w:t>294.0374</w:t>
      </w:r>
      <w:r>
        <w:tab/>
        <w:t>3.038e0</w:t>
      </w:r>
    </w:p>
    <w:p w:rsidR="00557788" w:rsidRDefault="00557788" w:rsidP="00557788">
      <w:r>
        <w:t>294.0532</w:t>
      </w:r>
      <w:r>
        <w:tab/>
        <w:t>9.607e0</w:t>
      </w:r>
    </w:p>
    <w:p w:rsidR="00557788" w:rsidRDefault="00557788" w:rsidP="00557788">
      <w:r>
        <w:t>294.0632</w:t>
      </w:r>
      <w:r>
        <w:tab/>
        <w:t>2.347e0</w:t>
      </w:r>
    </w:p>
    <w:p w:rsidR="00557788" w:rsidRDefault="00557788" w:rsidP="00557788">
      <w:r>
        <w:t>294.0716</w:t>
      </w:r>
      <w:r>
        <w:tab/>
        <w:t>3.172e0</w:t>
      </w:r>
    </w:p>
    <w:p w:rsidR="00557788" w:rsidRDefault="00557788" w:rsidP="00557788">
      <w:r>
        <w:t>294.0808</w:t>
      </w:r>
      <w:r>
        <w:tab/>
        <w:t>2.133e0</w:t>
      </w:r>
    </w:p>
    <w:p w:rsidR="00557788" w:rsidRDefault="00557788" w:rsidP="00557788">
      <w:r>
        <w:t>294.1321</w:t>
      </w:r>
      <w:r>
        <w:tab/>
        <w:t>1.676e-1</w:t>
      </w:r>
    </w:p>
    <w:p w:rsidR="00557788" w:rsidRDefault="00557788" w:rsidP="00557788">
      <w:r>
        <w:t>294.1365</w:t>
      </w:r>
      <w:r>
        <w:tab/>
        <w:t>5.274e0</w:t>
      </w:r>
    </w:p>
    <w:p w:rsidR="00557788" w:rsidRDefault="00557788" w:rsidP="00557788">
      <w:r>
        <w:t>294.1534</w:t>
      </w:r>
      <w:r>
        <w:tab/>
        <w:t>1.040e0</w:t>
      </w:r>
    </w:p>
    <w:p w:rsidR="00557788" w:rsidRDefault="00557788" w:rsidP="00557788">
      <w:r>
        <w:t>294.1593</w:t>
      </w:r>
      <w:r>
        <w:tab/>
        <w:t>1.125e0</w:t>
      </w:r>
    </w:p>
    <w:p w:rsidR="00557788" w:rsidRDefault="00557788" w:rsidP="00557788">
      <w:r>
        <w:t>294.1644</w:t>
      </w:r>
      <w:r>
        <w:tab/>
        <w:t>2.276e0</w:t>
      </w:r>
    </w:p>
    <w:p w:rsidR="00557788" w:rsidRDefault="00557788" w:rsidP="00557788">
      <w:r>
        <w:t>294.1676</w:t>
      </w:r>
      <w:r>
        <w:tab/>
        <w:t>7.820e-1</w:t>
      </w:r>
    </w:p>
    <w:p w:rsidR="00557788" w:rsidRDefault="00557788" w:rsidP="00557788">
      <w:r>
        <w:t>294.1711</w:t>
      </w:r>
      <w:r>
        <w:tab/>
        <w:t>4.768e0</w:t>
      </w:r>
    </w:p>
    <w:p w:rsidR="00557788" w:rsidRDefault="00557788" w:rsidP="00557788">
      <w:r>
        <w:t>294.1724</w:t>
      </w:r>
      <w:r>
        <w:tab/>
        <w:t>1.810e0</w:t>
      </w:r>
    </w:p>
    <w:p w:rsidR="00557788" w:rsidRDefault="00557788" w:rsidP="00557788">
      <w:r>
        <w:t>294.1958</w:t>
      </w:r>
      <w:r>
        <w:tab/>
        <w:t>4.309e0</w:t>
      </w:r>
    </w:p>
    <w:p w:rsidR="00557788" w:rsidRDefault="00557788" w:rsidP="00557788">
      <w:r>
        <w:t>294.2091</w:t>
      </w:r>
      <w:r>
        <w:tab/>
        <w:t>2.091e0</w:t>
      </w:r>
    </w:p>
    <w:p w:rsidR="00557788" w:rsidRDefault="00557788" w:rsidP="00557788">
      <w:r>
        <w:t>294.2228</w:t>
      </w:r>
      <w:r>
        <w:tab/>
        <w:t>3.542e0</w:t>
      </w:r>
    </w:p>
    <w:p w:rsidR="00557788" w:rsidRDefault="00557788" w:rsidP="00557788">
      <w:r>
        <w:lastRenderedPageBreak/>
        <w:t>294.2246</w:t>
      </w:r>
      <w:r>
        <w:tab/>
        <w:t>1.220e0</w:t>
      </w:r>
    </w:p>
    <w:p w:rsidR="00557788" w:rsidRDefault="00557788" w:rsidP="00557788">
      <w:r>
        <w:t>294.2353</w:t>
      </w:r>
      <w:r>
        <w:tab/>
        <w:t>3.840e0</w:t>
      </w:r>
    </w:p>
    <w:p w:rsidR="00557788" w:rsidRDefault="00557788" w:rsidP="00557788">
      <w:r>
        <w:t>294.2581</w:t>
      </w:r>
      <w:r>
        <w:tab/>
        <w:t>1.418e0</w:t>
      </w:r>
    </w:p>
    <w:p w:rsidR="00557788" w:rsidRDefault="00557788" w:rsidP="00557788">
      <w:r>
        <w:t>294.2626</w:t>
      </w:r>
      <w:r>
        <w:tab/>
        <w:t>2.946e0</w:t>
      </w:r>
    </w:p>
    <w:p w:rsidR="00557788" w:rsidRDefault="00557788" w:rsidP="00557788">
      <w:r>
        <w:t>294.2682</w:t>
      </w:r>
      <w:r>
        <w:tab/>
        <w:t>1.048e0</w:t>
      </w:r>
    </w:p>
    <w:p w:rsidR="00557788" w:rsidRDefault="00557788" w:rsidP="00557788">
      <w:r>
        <w:t>294.2787</w:t>
      </w:r>
      <w:r>
        <w:tab/>
        <w:t>3.798e0</w:t>
      </w:r>
    </w:p>
    <w:p w:rsidR="00557788" w:rsidRDefault="00557788" w:rsidP="00557788">
      <w:r>
        <w:t>294.2885</w:t>
      </w:r>
      <w:r>
        <w:tab/>
        <w:t>6.133e-1</w:t>
      </w:r>
    </w:p>
    <w:p w:rsidR="00557788" w:rsidRDefault="00557788" w:rsidP="00557788">
      <w:r>
        <w:t>294.2896</w:t>
      </w:r>
      <w:r>
        <w:tab/>
        <w:t>6.828e-1</w:t>
      </w:r>
    </w:p>
    <w:p w:rsidR="00557788" w:rsidRDefault="00557788" w:rsidP="00557788">
      <w:r>
        <w:t>294.2970</w:t>
      </w:r>
      <w:r>
        <w:tab/>
        <w:t>5.063e-2</w:t>
      </w:r>
    </w:p>
    <w:p w:rsidR="00557788" w:rsidRDefault="00557788" w:rsidP="00557788">
      <w:r>
        <w:t>294.3014</w:t>
      </w:r>
      <w:r>
        <w:tab/>
        <w:t>2.515e0</w:t>
      </w:r>
    </w:p>
    <w:p w:rsidR="00557788" w:rsidRDefault="00557788" w:rsidP="00557788">
      <w:r>
        <w:t>294.3161</w:t>
      </w:r>
      <w:r>
        <w:tab/>
        <w:t>2.025e0</w:t>
      </w:r>
    </w:p>
    <w:p w:rsidR="00557788" w:rsidRDefault="00557788" w:rsidP="00557788">
      <w:r>
        <w:t>294.3208</w:t>
      </w:r>
      <w:r>
        <w:tab/>
        <w:t>1.864e0</w:t>
      </w:r>
    </w:p>
    <w:p w:rsidR="00557788" w:rsidRDefault="00557788" w:rsidP="00557788">
      <w:r>
        <w:t>294.3279</w:t>
      </w:r>
      <w:r>
        <w:tab/>
        <w:t>1.013e0</w:t>
      </w:r>
    </w:p>
    <w:p w:rsidR="00557788" w:rsidRDefault="00557788" w:rsidP="00557788">
      <w:r>
        <w:t>294.3458</w:t>
      </w:r>
      <w:r>
        <w:tab/>
        <w:t>1.025e0</w:t>
      </w:r>
    </w:p>
    <w:p w:rsidR="00557788" w:rsidRDefault="00557788" w:rsidP="00557788">
      <w:r>
        <w:t>294.3517</w:t>
      </w:r>
      <w:r>
        <w:tab/>
        <w:t>2.025e0</w:t>
      </w:r>
    </w:p>
    <w:p w:rsidR="00557788" w:rsidRDefault="00557788" w:rsidP="00557788">
      <w:r>
        <w:t>294.3567</w:t>
      </w:r>
      <w:r>
        <w:tab/>
        <w:t>1.025e0</w:t>
      </w:r>
    </w:p>
    <w:p w:rsidR="00557788" w:rsidRDefault="00557788" w:rsidP="00557788">
      <w:r>
        <w:t>294.3597</w:t>
      </w:r>
      <w:r>
        <w:tab/>
        <w:t>2.025e0</w:t>
      </w:r>
    </w:p>
    <w:p w:rsidR="00557788" w:rsidRDefault="00557788" w:rsidP="00557788">
      <w:r>
        <w:t>294.3849</w:t>
      </w:r>
      <w:r>
        <w:tab/>
        <w:t>2.025e0</w:t>
      </w:r>
    </w:p>
    <w:p w:rsidR="00557788" w:rsidRDefault="00557788" w:rsidP="00557788">
      <w:r>
        <w:t>294.3934</w:t>
      </w:r>
      <w:r>
        <w:tab/>
        <w:t>4.051e0</w:t>
      </w:r>
    </w:p>
    <w:p w:rsidR="00557788" w:rsidRDefault="00557788" w:rsidP="00557788">
      <w:r>
        <w:lastRenderedPageBreak/>
        <w:t>294.3958</w:t>
      </w:r>
      <w:r>
        <w:tab/>
        <w:t>3.051e0</w:t>
      </w:r>
    </w:p>
    <w:p w:rsidR="00557788" w:rsidRDefault="00557788" w:rsidP="00557788">
      <w:r>
        <w:t>294.4011</w:t>
      </w:r>
      <w:r>
        <w:tab/>
        <w:t>3.038e0</w:t>
      </w:r>
    </w:p>
    <w:p w:rsidR="00557788" w:rsidRDefault="00557788" w:rsidP="00557788">
      <w:r>
        <w:t>294.4037</w:t>
      </w:r>
      <w:r>
        <w:tab/>
        <w:t>3.038e0</w:t>
      </w:r>
    </w:p>
    <w:p w:rsidR="00557788" w:rsidRDefault="00557788" w:rsidP="00557788">
      <w:r>
        <w:t>294.4109</w:t>
      </w:r>
      <w:r>
        <w:tab/>
        <w:t>2.025e0</w:t>
      </w:r>
    </w:p>
    <w:p w:rsidR="00557788" w:rsidRDefault="00557788" w:rsidP="00557788">
      <w:r>
        <w:t>294.4315</w:t>
      </w:r>
      <w:r>
        <w:tab/>
        <w:t>1.266e-2</w:t>
      </w:r>
    </w:p>
    <w:p w:rsidR="00557788" w:rsidRDefault="00557788" w:rsidP="00557788">
      <w:r>
        <w:t>294.4431</w:t>
      </w:r>
      <w:r>
        <w:tab/>
        <w:t>3.038e0</w:t>
      </w:r>
    </w:p>
    <w:p w:rsidR="00557788" w:rsidRDefault="00557788" w:rsidP="00557788">
      <w:r>
        <w:t>294.4545</w:t>
      </w:r>
      <w:r>
        <w:tab/>
        <w:t>6.683e0</w:t>
      </w:r>
    </w:p>
    <w:p w:rsidR="00557788" w:rsidRDefault="00557788" w:rsidP="00557788">
      <w:r>
        <w:t>294.4637</w:t>
      </w:r>
      <w:r>
        <w:tab/>
        <w:t>1.266e-2</w:t>
      </w:r>
    </w:p>
    <w:p w:rsidR="00557788" w:rsidRDefault="00557788" w:rsidP="00557788">
      <w:r>
        <w:t>294.4648</w:t>
      </w:r>
      <w:r>
        <w:tab/>
        <w:t>2.025e0</w:t>
      </w:r>
    </w:p>
    <w:p w:rsidR="00557788" w:rsidRDefault="00557788" w:rsidP="00557788">
      <w:r>
        <w:t>294.4691</w:t>
      </w:r>
      <w:r>
        <w:tab/>
        <w:t>2.025e0</w:t>
      </w:r>
    </w:p>
    <w:p w:rsidR="00557788" w:rsidRDefault="00557788" w:rsidP="00557788">
      <w:r>
        <w:t>294.4964</w:t>
      </w:r>
      <w:r>
        <w:tab/>
        <w:t>1.025e0</w:t>
      </w:r>
    </w:p>
    <w:p w:rsidR="00557788" w:rsidRDefault="00557788" w:rsidP="00557788">
      <w:r>
        <w:t>294.5146</w:t>
      </w:r>
      <w:r>
        <w:tab/>
        <w:t>5.063e0</w:t>
      </w:r>
    </w:p>
    <w:p w:rsidR="00557788" w:rsidRDefault="00557788" w:rsidP="00557788">
      <w:r>
        <w:t>294.5183</w:t>
      </w:r>
      <w:r>
        <w:tab/>
        <w:t>2.025e0</w:t>
      </w:r>
    </w:p>
    <w:p w:rsidR="00557788" w:rsidRDefault="00557788" w:rsidP="00557788">
      <w:r>
        <w:t>294.5228</w:t>
      </w:r>
      <w:r>
        <w:tab/>
        <w:t>1.266e-2</w:t>
      </w:r>
    </w:p>
    <w:p w:rsidR="00557788" w:rsidRDefault="00557788" w:rsidP="00557788">
      <w:r>
        <w:t>294.5252</w:t>
      </w:r>
      <w:r>
        <w:tab/>
        <w:t>3.038e0</w:t>
      </w:r>
    </w:p>
    <w:p w:rsidR="00557788" w:rsidRDefault="00557788" w:rsidP="00557788">
      <w:r>
        <w:t>294.5394</w:t>
      </w:r>
      <w:r>
        <w:tab/>
        <w:t>4.051e0</w:t>
      </w:r>
    </w:p>
    <w:p w:rsidR="00557788" w:rsidRDefault="00557788" w:rsidP="00557788">
      <w:r>
        <w:t>294.5491</w:t>
      </w:r>
      <w:r>
        <w:tab/>
        <w:t>5.063e0</w:t>
      </w:r>
    </w:p>
    <w:p w:rsidR="00557788" w:rsidRDefault="00557788" w:rsidP="00557788">
      <w:r>
        <w:t>294.5558</w:t>
      </w:r>
      <w:r>
        <w:tab/>
        <w:t>2.532e-2</w:t>
      </w:r>
    </w:p>
    <w:p w:rsidR="00557788" w:rsidRDefault="00557788" w:rsidP="00557788">
      <w:r>
        <w:t>294.5677</w:t>
      </w:r>
      <w:r>
        <w:tab/>
        <w:t>6.270e0</w:t>
      </w:r>
    </w:p>
    <w:p w:rsidR="00557788" w:rsidRDefault="00557788" w:rsidP="00557788">
      <w:r>
        <w:lastRenderedPageBreak/>
        <w:t>294.5895</w:t>
      </w:r>
      <w:r>
        <w:tab/>
        <w:t>2.532e-2</w:t>
      </w:r>
    </w:p>
    <w:p w:rsidR="00557788" w:rsidRDefault="00557788" w:rsidP="00557788">
      <w:r>
        <w:t>294.5959</w:t>
      </w:r>
      <w:r>
        <w:tab/>
        <w:t>3.038e0</w:t>
      </w:r>
    </w:p>
    <w:p w:rsidR="00557788" w:rsidRDefault="00557788" w:rsidP="00557788">
      <w:r>
        <w:t>294.5974</w:t>
      </w:r>
      <w:r>
        <w:tab/>
        <w:t>1.013e0</w:t>
      </w:r>
    </w:p>
    <w:p w:rsidR="00557788" w:rsidRDefault="00557788" w:rsidP="00557788">
      <w:r>
        <w:t>294.6013</w:t>
      </w:r>
      <w:r>
        <w:tab/>
        <w:t>2.038e0</w:t>
      </w:r>
    </w:p>
    <w:p w:rsidR="00557788" w:rsidRDefault="00557788" w:rsidP="00557788">
      <w:r>
        <w:t>294.6094</w:t>
      </w:r>
      <w:r>
        <w:tab/>
        <w:t>1.013e0</w:t>
      </w:r>
    </w:p>
    <w:p w:rsidR="00557788" w:rsidRDefault="00557788" w:rsidP="00557788">
      <w:r>
        <w:t>294.6141</w:t>
      </w:r>
      <w:r>
        <w:tab/>
        <w:t>1.013e0</w:t>
      </w:r>
    </w:p>
    <w:p w:rsidR="00557788" w:rsidRDefault="00557788" w:rsidP="00557788">
      <w:r>
        <w:t>294.6293</w:t>
      </w:r>
      <w:r>
        <w:tab/>
        <w:t>3.038e0</w:t>
      </w:r>
    </w:p>
    <w:p w:rsidR="00557788" w:rsidRDefault="00557788" w:rsidP="00557788">
      <w:r>
        <w:t>294.6464</w:t>
      </w:r>
      <w:r>
        <w:tab/>
        <w:t>2.532e-2</w:t>
      </w:r>
    </w:p>
    <w:p w:rsidR="00557788" w:rsidRDefault="00557788" w:rsidP="00557788">
      <w:r>
        <w:t>294.6478</w:t>
      </w:r>
      <w:r>
        <w:tab/>
        <w:t>3.798e-2</w:t>
      </w:r>
    </w:p>
    <w:p w:rsidR="00557788" w:rsidRDefault="00557788" w:rsidP="00557788">
      <w:r>
        <w:t>294.6517</w:t>
      </w:r>
      <w:r>
        <w:tab/>
        <w:t>1.013e0</w:t>
      </w:r>
    </w:p>
    <w:p w:rsidR="00557788" w:rsidRDefault="00557788" w:rsidP="00557788">
      <w:r>
        <w:t>294.6584</w:t>
      </w:r>
      <w:r>
        <w:tab/>
        <w:t>3.038e0</w:t>
      </w:r>
    </w:p>
    <w:p w:rsidR="00557788" w:rsidRDefault="00557788" w:rsidP="00557788">
      <w:r>
        <w:t>294.6606</w:t>
      </w:r>
      <w:r>
        <w:tab/>
        <w:t>1.038e0</w:t>
      </w:r>
    </w:p>
    <w:p w:rsidR="00557788" w:rsidRDefault="00557788" w:rsidP="00557788">
      <w:r>
        <w:t>294.6649</w:t>
      </w:r>
      <w:r>
        <w:tab/>
        <w:t>2.025e0</w:t>
      </w:r>
    </w:p>
    <w:p w:rsidR="00557788" w:rsidRDefault="00557788" w:rsidP="00557788">
      <w:r>
        <w:t>294.6679</w:t>
      </w:r>
      <w:r>
        <w:tab/>
        <w:t>3.038e0</w:t>
      </w:r>
    </w:p>
    <w:p w:rsidR="00557788" w:rsidRDefault="00557788" w:rsidP="00557788">
      <w:r>
        <w:t>294.6823</w:t>
      </w:r>
      <w:r>
        <w:tab/>
        <w:t>2.532e-2</w:t>
      </w:r>
    </w:p>
    <w:p w:rsidR="00557788" w:rsidRDefault="00557788" w:rsidP="00557788">
      <w:r>
        <w:t>294.6893</w:t>
      </w:r>
      <w:r>
        <w:tab/>
        <w:t>2.038e0</w:t>
      </w:r>
    </w:p>
    <w:p w:rsidR="00557788" w:rsidRDefault="00557788" w:rsidP="00557788">
      <w:r>
        <w:t>294.7055</w:t>
      </w:r>
      <w:r>
        <w:tab/>
        <w:t>1.013e0</w:t>
      </w:r>
    </w:p>
    <w:p w:rsidR="00557788" w:rsidRDefault="00557788" w:rsidP="00557788">
      <w:r>
        <w:t>294.7287</w:t>
      </w:r>
      <w:r>
        <w:tab/>
        <w:t>2.038e0</w:t>
      </w:r>
    </w:p>
    <w:p w:rsidR="00557788" w:rsidRDefault="00557788" w:rsidP="00557788">
      <w:r>
        <w:t>294.7324</w:t>
      </w:r>
      <w:r>
        <w:tab/>
        <w:t>1.025e0</w:t>
      </w:r>
    </w:p>
    <w:p w:rsidR="00557788" w:rsidRDefault="00557788" w:rsidP="00557788">
      <w:r>
        <w:lastRenderedPageBreak/>
        <w:t>294.7347</w:t>
      </w:r>
      <w:r>
        <w:tab/>
        <w:t>2.025e0</w:t>
      </w:r>
    </w:p>
    <w:p w:rsidR="00557788" w:rsidRDefault="00557788" w:rsidP="00557788">
      <w:r>
        <w:t>294.7419</w:t>
      </w:r>
      <w:r>
        <w:tab/>
        <w:t>2.025e0</w:t>
      </w:r>
    </w:p>
    <w:p w:rsidR="00557788" w:rsidRDefault="00557788" w:rsidP="00557788">
      <w:r>
        <w:t>294.7579</w:t>
      </w:r>
      <w:r>
        <w:tab/>
        <w:t>2.025e0</w:t>
      </w:r>
    </w:p>
    <w:p w:rsidR="00557788" w:rsidRDefault="00557788" w:rsidP="00557788">
      <w:r>
        <w:t>294.7743</w:t>
      </w:r>
      <w:r>
        <w:tab/>
        <w:t>2.025e0</w:t>
      </w:r>
    </w:p>
    <w:p w:rsidR="00557788" w:rsidRDefault="00557788" w:rsidP="00557788">
      <w:r>
        <w:t>294.7878</w:t>
      </w:r>
      <w:r>
        <w:tab/>
        <w:t>2.532e-2</w:t>
      </w:r>
    </w:p>
    <w:p w:rsidR="00557788" w:rsidRDefault="00557788" w:rsidP="00557788">
      <w:r>
        <w:t>294.7898</w:t>
      </w:r>
      <w:r>
        <w:tab/>
        <w:t>3.038e0</w:t>
      </w:r>
    </w:p>
    <w:p w:rsidR="00557788" w:rsidRDefault="00557788" w:rsidP="00557788">
      <w:r>
        <w:t>294.7916</w:t>
      </w:r>
      <w:r>
        <w:tab/>
        <w:t>1.025e0</w:t>
      </w:r>
    </w:p>
    <w:p w:rsidR="00557788" w:rsidRDefault="00557788" w:rsidP="00557788">
      <w:r>
        <w:t>294.7969</w:t>
      </w:r>
      <w:r>
        <w:tab/>
        <w:t>1.266e-2</w:t>
      </w:r>
    </w:p>
    <w:p w:rsidR="00557788" w:rsidRDefault="00557788" w:rsidP="00557788">
      <w:r>
        <w:t>294.8154</w:t>
      </w:r>
      <w:r>
        <w:tab/>
        <w:t>2.025e0</w:t>
      </w:r>
    </w:p>
    <w:p w:rsidR="00557788" w:rsidRDefault="00557788" w:rsidP="00557788">
      <w:r>
        <w:t>294.8187</w:t>
      </w:r>
      <w:r>
        <w:tab/>
        <w:t>2.051e0</w:t>
      </w:r>
    </w:p>
    <w:p w:rsidR="00557788" w:rsidRDefault="00557788" w:rsidP="00557788">
      <w:r>
        <w:t>294.8247</w:t>
      </w:r>
      <w:r>
        <w:tab/>
        <w:t>3.798e-2</w:t>
      </w:r>
    </w:p>
    <w:p w:rsidR="00557788" w:rsidRDefault="00557788" w:rsidP="00557788">
      <w:r>
        <w:t>294.8345</w:t>
      </w:r>
      <w:r>
        <w:tab/>
        <w:t>1.266e-2</w:t>
      </w:r>
    </w:p>
    <w:p w:rsidR="00557788" w:rsidRDefault="00557788" w:rsidP="00557788">
      <w:r>
        <w:t>294.8385</w:t>
      </w:r>
      <w:r>
        <w:tab/>
        <w:t>2.025e0</w:t>
      </w:r>
    </w:p>
    <w:p w:rsidR="00557788" w:rsidRDefault="00557788" w:rsidP="00557788">
      <w:r>
        <w:t>294.8472</w:t>
      </w:r>
      <w:r>
        <w:tab/>
        <w:t>1.013e0</w:t>
      </w:r>
    </w:p>
    <w:p w:rsidR="00557788" w:rsidRDefault="00557788" w:rsidP="00557788">
      <w:r>
        <w:t>294.8789</w:t>
      </w:r>
      <w:r>
        <w:tab/>
        <w:t>1.013e0</w:t>
      </w:r>
    </w:p>
    <w:p w:rsidR="00557788" w:rsidRDefault="00557788" w:rsidP="00557788">
      <w:r>
        <w:t>294.8883</w:t>
      </w:r>
      <w:r>
        <w:tab/>
        <w:t>1.266e-2</w:t>
      </w:r>
    </w:p>
    <w:p w:rsidR="00557788" w:rsidRDefault="00557788" w:rsidP="00557788">
      <w:r>
        <w:t>294.8937</w:t>
      </w:r>
      <w:r>
        <w:tab/>
        <w:t>1.013e0</w:t>
      </w:r>
    </w:p>
    <w:p w:rsidR="00557788" w:rsidRDefault="00557788" w:rsidP="00557788">
      <w:r>
        <w:t>294.9066</w:t>
      </w:r>
      <w:r>
        <w:tab/>
        <w:t>1.266e-2</w:t>
      </w:r>
    </w:p>
    <w:p w:rsidR="00557788" w:rsidRDefault="00557788" w:rsidP="00557788">
      <w:r>
        <w:t>294.9152</w:t>
      </w:r>
      <w:r>
        <w:tab/>
        <w:t>1.013e0</w:t>
      </w:r>
    </w:p>
    <w:p w:rsidR="00557788" w:rsidRDefault="00557788" w:rsidP="00557788">
      <w:r>
        <w:lastRenderedPageBreak/>
        <w:t>294.9181</w:t>
      </w:r>
      <w:r>
        <w:tab/>
        <w:t>2.532e-2</w:t>
      </w:r>
    </w:p>
    <w:p w:rsidR="00557788" w:rsidRDefault="00557788" w:rsidP="00557788">
      <w:r>
        <w:t>294.9206</w:t>
      </w:r>
      <w:r>
        <w:tab/>
        <w:t>1.013e0</w:t>
      </w:r>
    </w:p>
    <w:p w:rsidR="00557788" w:rsidRDefault="00557788" w:rsidP="00557788">
      <w:r>
        <w:t>294.9343</w:t>
      </w:r>
      <w:r>
        <w:tab/>
        <w:t>1.013e0</w:t>
      </w:r>
    </w:p>
    <w:p w:rsidR="00557788" w:rsidRDefault="00557788" w:rsidP="00557788">
      <w:r>
        <w:t>294.9405</w:t>
      </w:r>
      <w:r>
        <w:tab/>
        <w:t>2.025e0</w:t>
      </w:r>
    </w:p>
    <w:p w:rsidR="00557788" w:rsidRDefault="00557788" w:rsidP="00557788">
      <w:r>
        <w:t>294.9422</w:t>
      </w:r>
      <w:r>
        <w:tab/>
        <w:t>1.013e0</w:t>
      </w:r>
    </w:p>
    <w:p w:rsidR="00557788" w:rsidRDefault="00557788" w:rsidP="00557788">
      <w:r>
        <w:t>294.9440</w:t>
      </w:r>
      <w:r>
        <w:tab/>
        <w:t>1.038e0</w:t>
      </w:r>
    </w:p>
    <w:p w:rsidR="00557788" w:rsidRDefault="00557788" w:rsidP="00557788">
      <w:r>
        <w:t>294.9724</w:t>
      </w:r>
      <w:r>
        <w:tab/>
        <w:t>2.548e0</w:t>
      </w:r>
    </w:p>
    <w:p w:rsidR="00557788" w:rsidRDefault="00557788" w:rsidP="00557788">
      <w:r>
        <w:t>294.9887</w:t>
      </w:r>
      <w:r>
        <w:tab/>
        <w:t>1.822e-1</w:t>
      </w:r>
    </w:p>
    <w:p w:rsidR="00557788" w:rsidRDefault="00557788" w:rsidP="00557788">
      <w:r>
        <w:t>295.0093</w:t>
      </w:r>
      <w:r>
        <w:tab/>
        <w:t>4.487e0</w:t>
      </w:r>
    </w:p>
    <w:p w:rsidR="00557788" w:rsidRDefault="00557788" w:rsidP="00557788">
      <w:r>
        <w:t>295.0367</w:t>
      </w:r>
      <w:r>
        <w:tab/>
        <w:t>3.069e-2</w:t>
      </w:r>
    </w:p>
    <w:p w:rsidR="00557788" w:rsidRDefault="00557788" w:rsidP="00557788">
      <w:r>
        <w:t>295.0457</w:t>
      </w:r>
      <w:r>
        <w:tab/>
        <w:t>3.020e0</w:t>
      </w:r>
    </w:p>
    <w:p w:rsidR="00557788" w:rsidRDefault="00557788" w:rsidP="00557788">
      <w:r>
        <w:t>295.0576</w:t>
      </w:r>
      <w:r>
        <w:tab/>
        <w:t>1.321e0</w:t>
      </w:r>
    </w:p>
    <w:p w:rsidR="00557788" w:rsidRDefault="00557788" w:rsidP="00557788">
      <w:r>
        <w:t>295.0726</w:t>
      </w:r>
      <w:r>
        <w:tab/>
        <w:t>8.674e0</w:t>
      </w:r>
    </w:p>
    <w:p w:rsidR="00557788" w:rsidRDefault="00557788" w:rsidP="00557788">
      <w:r>
        <w:t>295.0766</w:t>
      </w:r>
      <w:r>
        <w:tab/>
        <w:t>2.581e0</w:t>
      </w:r>
    </w:p>
    <w:p w:rsidR="00557788" w:rsidRDefault="00557788" w:rsidP="00557788">
      <w:r>
        <w:t>295.0788</w:t>
      </w:r>
      <w:r>
        <w:tab/>
        <w:t>1.183e0</w:t>
      </w:r>
    </w:p>
    <w:p w:rsidR="00557788" w:rsidRDefault="00557788" w:rsidP="00557788">
      <w:r>
        <w:t>295.0833</w:t>
      </w:r>
      <w:r>
        <w:tab/>
        <w:t>1.089e0</w:t>
      </w:r>
    </w:p>
    <w:p w:rsidR="00557788" w:rsidRDefault="00557788" w:rsidP="00557788">
      <w:r>
        <w:t>295.0882</w:t>
      </w:r>
      <w:r>
        <w:tab/>
        <w:t>1.250e0</w:t>
      </w:r>
    </w:p>
    <w:p w:rsidR="00557788" w:rsidRDefault="00557788" w:rsidP="00557788">
      <w:r>
        <w:t>295.1148</w:t>
      </w:r>
      <w:r>
        <w:tab/>
        <w:t>2.667e0</w:t>
      </w:r>
    </w:p>
    <w:p w:rsidR="00557788" w:rsidRDefault="00557788" w:rsidP="00557788">
      <w:r>
        <w:t>295.1364</w:t>
      </w:r>
      <w:r>
        <w:tab/>
        <w:t>4.752e-2</w:t>
      </w:r>
    </w:p>
    <w:p w:rsidR="00557788" w:rsidRDefault="00557788" w:rsidP="00557788">
      <w:r>
        <w:lastRenderedPageBreak/>
        <w:t>295.1394</w:t>
      </w:r>
      <w:r>
        <w:tab/>
        <w:t>4.622e0</w:t>
      </w:r>
    </w:p>
    <w:p w:rsidR="00557788" w:rsidRDefault="00557788" w:rsidP="00557788">
      <w:r>
        <w:t>295.1452</w:t>
      </w:r>
      <w:r>
        <w:tab/>
        <w:t>5.246e0</w:t>
      </w:r>
    </w:p>
    <w:p w:rsidR="00557788" w:rsidRDefault="00557788" w:rsidP="00557788">
      <w:r>
        <w:t>295.1467</w:t>
      </w:r>
      <w:r>
        <w:tab/>
        <w:t>1.269e1</w:t>
      </w:r>
    </w:p>
    <w:p w:rsidR="00557788" w:rsidRDefault="00557788" w:rsidP="00557788">
      <w:r>
        <w:t>295.1852</w:t>
      </w:r>
      <w:r>
        <w:tab/>
        <w:t>3.481e0</w:t>
      </w:r>
    </w:p>
    <w:p w:rsidR="00557788" w:rsidRDefault="00557788" w:rsidP="00557788">
      <w:r>
        <w:t>295.1949</w:t>
      </w:r>
      <w:r>
        <w:tab/>
        <w:t>3.685e0</w:t>
      </w:r>
    </w:p>
    <w:p w:rsidR="00557788" w:rsidRDefault="00557788" w:rsidP="00557788">
      <w:r>
        <w:t>295.2217</w:t>
      </w:r>
      <w:r>
        <w:tab/>
        <w:t>2.393e0</w:t>
      </w:r>
    </w:p>
    <w:p w:rsidR="00557788" w:rsidRDefault="00557788" w:rsidP="00557788">
      <w:r>
        <w:t>295.2291</w:t>
      </w:r>
      <w:r>
        <w:tab/>
        <w:t>1.653e0</w:t>
      </w:r>
    </w:p>
    <w:p w:rsidR="00557788" w:rsidRDefault="00557788" w:rsidP="00557788">
      <w:r>
        <w:t>295.2474</w:t>
      </w:r>
      <w:r>
        <w:tab/>
        <w:t>1.158e0</w:t>
      </w:r>
    </w:p>
    <w:p w:rsidR="00557788" w:rsidRDefault="00557788" w:rsidP="00557788">
      <w:r>
        <w:t>295.2496</w:t>
      </w:r>
      <w:r>
        <w:tab/>
        <w:t>2.932e0</w:t>
      </w:r>
    </w:p>
    <w:p w:rsidR="00557788" w:rsidRDefault="00557788" w:rsidP="00557788">
      <w:r>
        <w:t>295.2883</w:t>
      </w:r>
      <w:r>
        <w:tab/>
        <w:t>1.456e0</w:t>
      </w:r>
    </w:p>
    <w:p w:rsidR="00557788" w:rsidRDefault="00557788" w:rsidP="00557788">
      <w:r>
        <w:t>295.2923</w:t>
      </w:r>
      <w:r>
        <w:tab/>
        <w:t>5.309e-1</w:t>
      </w:r>
    </w:p>
    <w:p w:rsidR="00557788" w:rsidRDefault="00557788" w:rsidP="00557788">
      <w:r>
        <w:t>295.3030</w:t>
      </w:r>
      <w:r>
        <w:tab/>
        <w:t>1.013e0</w:t>
      </w:r>
    </w:p>
    <w:p w:rsidR="00557788" w:rsidRDefault="00557788" w:rsidP="00557788">
      <w:r>
        <w:t>295.3068</w:t>
      </w:r>
      <w:r>
        <w:tab/>
        <w:t>5.063e0</w:t>
      </w:r>
    </w:p>
    <w:p w:rsidR="00557788" w:rsidRDefault="00557788" w:rsidP="00557788">
      <w:r>
        <w:t>295.3110</w:t>
      </w:r>
      <w:r>
        <w:tab/>
        <w:t>3.078e0</w:t>
      </w:r>
    </w:p>
    <w:p w:rsidR="00557788" w:rsidRDefault="00557788" w:rsidP="00557788">
      <w:r>
        <w:t>295.3205</w:t>
      </w:r>
      <w:r>
        <w:tab/>
        <w:t>2.025e0</w:t>
      </w:r>
    </w:p>
    <w:p w:rsidR="00557788" w:rsidRDefault="00557788" w:rsidP="00557788">
      <w:r>
        <w:t>295.3545</w:t>
      </w:r>
      <w:r>
        <w:tab/>
        <w:t>2.025e0</w:t>
      </w:r>
    </w:p>
    <w:p w:rsidR="00557788" w:rsidRDefault="00557788" w:rsidP="00557788">
      <w:r>
        <w:t>295.3713</w:t>
      </w:r>
      <w:r>
        <w:tab/>
        <w:t>1.038e0</w:t>
      </w:r>
    </w:p>
    <w:p w:rsidR="00557788" w:rsidRDefault="00557788" w:rsidP="00557788">
      <w:r>
        <w:t>295.3726</w:t>
      </w:r>
      <w:r>
        <w:tab/>
        <w:t>4.436e-1</w:t>
      </w:r>
    </w:p>
    <w:p w:rsidR="00557788" w:rsidRDefault="00557788" w:rsidP="00557788">
      <w:r>
        <w:t>295.3781</w:t>
      </w:r>
      <w:r>
        <w:tab/>
        <w:t>2.025e0</w:t>
      </w:r>
    </w:p>
    <w:p w:rsidR="00557788" w:rsidRDefault="00557788" w:rsidP="00557788">
      <w:r>
        <w:lastRenderedPageBreak/>
        <w:t>295.3822</w:t>
      </w:r>
      <w:r>
        <w:tab/>
        <w:t>1.013e0</w:t>
      </w:r>
    </w:p>
    <w:p w:rsidR="00557788" w:rsidRDefault="00557788" w:rsidP="00557788">
      <w:r>
        <w:t>295.4040</w:t>
      </w:r>
      <w:r>
        <w:tab/>
        <w:t>2.025e0</w:t>
      </w:r>
    </w:p>
    <w:p w:rsidR="00557788" w:rsidRDefault="00557788" w:rsidP="00557788">
      <w:r>
        <w:t>295.4265</w:t>
      </w:r>
      <w:r>
        <w:tab/>
        <w:t>3.038e0</w:t>
      </w:r>
    </w:p>
    <w:p w:rsidR="00557788" w:rsidRDefault="00557788" w:rsidP="00557788">
      <w:r>
        <w:t>295.4319</w:t>
      </w:r>
      <w:r>
        <w:tab/>
        <w:t>1.266e-2</w:t>
      </w:r>
    </w:p>
    <w:p w:rsidR="00557788" w:rsidRDefault="00557788" w:rsidP="00557788">
      <w:r>
        <w:t>295.4336</w:t>
      </w:r>
      <w:r>
        <w:tab/>
        <w:t>2.025e0</w:t>
      </w:r>
    </w:p>
    <w:p w:rsidR="00557788" w:rsidRDefault="00557788" w:rsidP="00557788">
      <w:r>
        <w:t>295.4442</w:t>
      </w:r>
      <w:r>
        <w:tab/>
        <w:t>3.038e0</w:t>
      </w:r>
    </w:p>
    <w:p w:rsidR="00557788" w:rsidRDefault="00557788" w:rsidP="00557788">
      <w:r>
        <w:t>295.4583</w:t>
      </w:r>
      <w:r>
        <w:tab/>
        <w:t>2.038e0</w:t>
      </w:r>
    </w:p>
    <w:p w:rsidR="00557788" w:rsidRDefault="00557788" w:rsidP="00557788">
      <w:r>
        <w:t>295.4652</w:t>
      </w:r>
      <w:r>
        <w:tab/>
        <w:t>2.038e0</w:t>
      </w:r>
    </w:p>
    <w:p w:rsidR="00557788" w:rsidRDefault="00557788" w:rsidP="00557788">
      <w:r>
        <w:t>295.4775</w:t>
      </w:r>
      <w:r>
        <w:tab/>
        <w:t>2.025e0</w:t>
      </w:r>
    </w:p>
    <w:p w:rsidR="00557788" w:rsidRDefault="00557788" w:rsidP="00557788">
      <w:r>
        <w:t>295.4794</w:t>
      </w:r>
      <w:r>
        <w:tab/>
        <w:t>2.025e0</w:t>
      </w:r>
    </w:p>
    <w:p w:rsidR="00557788" w:rsidRDefault="00557788" w:rsidP="00557788">
      <w:r>
        <w:t>295.4932</w:t>
      </w:r>
      <w:r>
        <w:tab/>
        <w:t>2.025e0</w:t>
      </w:r>
    </w:p>
    <w:p w:rsidR="00557788" w:rsidRDefault="00557788" w:rsidP="00557788">
      <w:r>
        <w:t>295.5005</w:t>
      </w:r>
      <w:r>
        <w:tab/>
        <w:t>2.025e0</w:t>
      </w:r>
    </w:p>
    <w:p w:rsidR="00557788" w:rsidRDefault="00557788" w:rsidP="00557788">
      <w:r>
        <w:t>295.5124</w:t>
      </w:r>
      <w:r>
        <w:tab/>
        <w:t>1.025e0</w:t>
      </w:r>
    </w:p>
    <w:p w:rsidR="00557788" w:rsidRDefault="00557788" w:rsidP="00557788">
      <w:r>
        <w:t>295.5231</w:t>
      </w:r>
      <w:r>
        <w:tab/>
        <w:t>2.025e0</w:t>
      </w:r>
    </w:p>
    <w:p w:rsidR="00557788" w:rsidRDefault="00557788" w:rsidP="00557788">
      <w:r>
        <w:t>295.5289</w:t>
      </w:r>
      <w:r>
        <w:tab/>
        <w:t>2.025e0</w:t>
      </w:r>
    </w:p>
    <w:p w:rsidR="00557788" w:rsidRDefault="00557788" w:rsidP="00557788">
      <w:r>
        <w:t>295.5350</w:t>
      </w:r>
      <w:r>
        <w:tab/>
        <w:t>2.532e-2</w:t>
      </w:r>
    </w:p>
    <w:p w:rsidR="00557788" w:rsidRDefault="00557788" w:rsidP="00557788">
      <w:r>
        <w:t>295.5605</w:t>
      </w:r>
      <w:r>
        <w:tab/>
        <w:t>5.063e0</w:t>
      </w:r>
    </w:p>
    <w:p w:rsidR="00557788" w:rsidRDefault="00557788" w:rsidP="00557788">
      <w:r>
        <w:t>295.5627</w:t>
      </w:r>
      <w:r>
        <w:tab/>
        <w:t>2.532e-2</w:t>
      </w:r>
    </w:p>
    <w:p w:rsidR="00557788" w:rsidRDefault="00557788" w:rsidP="00557788">
      <w:r>
        <w:t>295.5843</w:t>
      </w:r>
      <w:r>
        <w:tab/>
        <w:t>2.025e0</w:t>
      </w:r>
    </w:p>
    <w:p w:rsidR="00557788" w:rsidRDefault="00557788" w:rsidP="00557788">
      <w:r>
        <w:lastRenderedPageBreak/>
        <w:t>295.6005</w:t>
      </w:r>
      <w:r>
        <w:tab/>
        <w:t>3.038e0</w:t>
      </w:r>
    </w:p>
    <w:p w:rsidR="00557788" w:rsidRDefault="00557788" w:rsidP="00557788">
      <w:r>
        <w:t>295.6151</w:t>
      </w:r>
      <w:r>
        <w:tab/>
        <w:t>1.013e0</w:t>
      </w:r>
    </w:p>
    <w:p w:rsidR="00557788" w:rsidRDefault="00557788" w:rsidP="00557788">
      <w:r>
        <w:t>295.6344</w:t>
      </w:r>
      <w:r>
        <w:tab/>
        <w:t>2.532e-2</w:t>
      </w:r>
    </w:p>
    <w:p w:rsidR="00557788" w:rsidRDefault="00557788" w:rsidP="00557788">
      <w:r>
        <w:t>295.6506</w:t>
      </w:r>
      <w:r>
        <w:tab/>
        <w:t>3.038e0</w:t>
      </w:r>
    </w:p>
    <w:p w:rsidR="00557788" w:rsidRDefault="00557788" w:rsidP="00557788">
      <w:r>
        <w:t>295.6599</w:t>
      </w:r>
      <w:r>
        <w:tab/>
        <w:t>3.038e0</w:t>
      </w:r>
    </w:p>
    <w:p w:rsidR="00557788" w:rsidRDefault="00557788" w:rsidP="00557788">
      <w:r>
        <w:t>295.6744</w:t>
      </w:r>
      <w:r>
        <w:tab/>
        <w:t>2.025e0</w:t>
      </w:r>
    </w:p>
    <w:p w:rsidR="00557788" w:rsidRDefault="00557788" w:rsidP="00557788">
      <w:r>
        <w:t>295.6797</w:t>
      </w:r>
      <w:r>
        <w:tab/>
        <w:t>1.266e-2</w:t>
      </w:r>
    </w:p>
    <w:p w:rsidR="00557788" w:rsidRDefault="00557788" w:rsidP="00557788">
      <w:r>
        <w:t>295.6967</w:t>
      </w:r>
      <w:r>
        <w:tab/>
        <w:t>3.038e0</w:t>
      </w:r>
    </w:p>
    <w:p w:rsidR="00557788" w:rsidRDefault="00557788" w:rsidP="00557788">
      <w:r>
        <w:t>295.7185</w:t>
      </w:r>
      <w:r>
        <w:tab/>
        <w:t>3.038e0</w:t>
      </w:r>
    </w:p>
    <w:p w:rsidR="00557788" w:rsidRDefault="00557788" w:rsidP="00557788">
      <w:r>
        <w:t>295.7283</w:t>
      </w:r>
      <w:r>
        <w:tab/>
        <w:t>1.266e-2</w:t>
      </w:r>
    </w:p>
    <w:p w:rsidR="00557788" w:rsidRDefault="00557788" w:rsidP="00557788">
      <w:r>
        <w:t>295.7312</w:t>
      </w:r>
      <w:r>
        <w:tab/>
        <w:t>2.051e0</w:t>
      </w:r>
    </w:p>
    <w:p w:rsidR="00557788" w:rsidRDefault="00557788" w:rsidP="00557788">
      <w:r>
        <w:t>295.7471</w:t>
      </w:r>
      <w:r>
        <w:tab/>
        <w:t>1.266e-2</w:t>
      </w:r>
    </w:p>
    <w:p w:rsidR="00557788" w:rsidRDefault="00557788" w:rsidP="00557788">
      <w:r>
        <w:t>295.7513</w:t>
      </w:r>
      <w:r>
        <w:tab/>
        <w:t>2.025e0</w:t>
      </w:r>
    </w:p>
    <w:p w:rsidR="00557788" w:rsidRDefault="00557788" w:rsidP="00557788">
      <w:r>
        <w:t>295.7610</w:t>
      </w:r>
      <w:r>
        <w:tab/>
        <w:t>2.025e0</w:t>
      </w:r>
    </w:p>
    <w:p w:rsidR="00557788" w:rsidRDefault="00557788" w:rsidP="00557788">
      <w:r>
        <w:t>295.7769</w:t>
      </w:r>
      <w:r>
        <w:tab/>
        <w:t>2.532e-2</w:t>
      </w:r>
    </w:p>
    <w:p w:rsidR="00557788" w:rsidRDefault="00557788" w:rsidP="00557788">
      <w:r>
        <w:t>295.8146</w:t>
      </w:r>
      <w:r>
        <w:tab/>
        <w:t>5.063e-2</w:t>
      </w:r>
    </w:p>
    <w:p w:rsidR="00557788" w:rsidRDefault="00557788" w:rsidP="00557788">
      <w:r>
        <w:t>295.8203</w:t>
      </w:r>
      <w:r>
        <w:tab/>
        <w:t>1.038e0</w:t>
      </w:r>
    </w:p>
    <w:p w:rsidR="00557788" w:rsidRDefault="00557788" w:rsidP="00557788">
      <w:r>
        <w:t>295.8246</w:t>
      </w:r>
      <w:r>
        <w:tab/>
        <w:t>5.063e0</w:t>
      </w:r>
    </w:p>
    <w:p w:rsidR="00557788" w:rsidRDefault="00557788" w:rsidP="00557788">
      <w:r>
        <w:t>295.8593</w:t>
      </w:r>
      <w:r>
        <w:tab/>
        <w:t>2.285e0</w:t>
      </w:r>
    </w:p>
    <w:p w:rsidR="00557788" w:rsidRDefault="00557788" w:rsidP="00557788">
      <w:r>
        <w:lastRenderedPageBreak/>
        <w:t>295.8619</w:t>
      </w:r>
      <w:r>
        <w:tab/>
        <w:t>1.859e0</w:t>
      </w:r>
    </w:p>
    <w:p w:rsidR="00557788" w:rsidRDefault="00557788" w:rsidP="00557788">
      <w:r>
        <w:t>295.8853</w:t>
      </w:r>
      <w:r>
        <w:tab/>
        <w:t>3.038e0</w:t>
      </w:r>
    </w:p>
    <w:p w:rsidR="00557788" w:rsidRDefault="00557788" w:rsidP="00557788">
      <w:r>
        <w:t>295.8943</w:t>
      </w:r>
      <w:r>
        <w:tab/>
        <w:t>5.063e-2</w:t>
      </w:r>
    </w:p>
    <w:p w:rsidR="00557788" w:rsidRDefault="00557788" w:rsidP="00557788">
      <w:r>
        <w:t>295.8979</w:t>
      </w:r>
      <w:r>
        <w:tab/>
        <w:t>2.025e0</w:t>
      </w:r>
    </w:p>
    <w:p w:rsidR="00557788" w:rsidRDefault="00557788" w:rsidP="00557788">
      <w:r>
        <w:t>295.8997</w:t>
      </w:r>
      <w:r>
        <w:tab/>
        <w:t>2.025e0</w:t>
      </w:r>
    </w:p>
    <w:p w:rsidR="00557788" w:rsidRDefault="00557788" w:rsidP="00557788">
      <w:r>
        <w:t>295.9024</w:t>
      </w:r>
      <w:r>
        <w:tab/>
        <w:t>3.038e0</w:t>
      </w:r>
    </w:p>
    <w:p w:rsidR="00557788" w:rsidRDefault="00557788" w:rsidP="00557788">
      <w:r>
        <w:t>295.9276</w:t>
      </w:r>
      <w:r>
        <w:tab/>
        <w:t>3.038e0</w:t>
      </w:r>
    </w:p>
    <w:p w:rsidR="00557788" w:rsidRDefault="00557788" w:rsidP="00557788">
      <w:r>
        <w:t>295.9387</w:t>
      </w:r>
      <w:r>
        <w:tab/>
        <w:t>2.025e0</w:t>
      </w:r>
    </w:p>
    <w:p w:rsidR="00557788" w:rsidRDefault="00557788" w:rsidP="00557788">
      <w:r>
        <w:t>295.9440</w:t>
      </w:r>
      <w:r>
        <w:tab/>
        <w:t>1.025e0</w:t>
      </w:r>
    </w:p>
    <w:p w:rsidR="00557788" w:rsidRDefault="00557788" w:rsidP="00557788">
      <w:r>
        <w:t>295.9451</w:t>
      </w:r>
      <w:r>
        <w:tab/>
        <w:t>2.025e0</w:t>
      </w:r>
    </w:p>
    <w:p w:rsidR="00557788" w:rsidRDefault="00557788" w:rsidP="00557788">
      <w:r>
        <w:t>295.9553</w:t>
      </w:r>
      <w:r>
        <w:tab/>
        <w:t>2.089e0</w:t>
      </w:r>
    </w:p>
    <w:p w:rsidR="00557788" w:rsidRDefault="00557788" w:rsidP="00557788">
      <w:r>
        <w:t>295.9837</w:t>
      </w:r>
      <w:r>
        <w:tab/>
        <w:t>3.065e0</w:t>
      </w:r>
    </w:p>
    <w:p w:rsidR="00557788" w:rsidRDefault="00557788" w:rsidP="00557788">
      <w:r>
        <w:t>295.9891</w:t>
      </w:r>
      <w:r>
        <w:tab/>
        <w:t>2.025e0</w:t>
      </w:r>
    </w:p>
    <w:p w:rsidR="00557788" w:rsidRDefault="00557788" w:rsidP="00557788">
      <w:r>
        <w:t>296.0011</w:t>
      </w:r>
      <w:r>
        <w:tab/>
        <w:t>3.486e0</w:t>
      </w:r>
    </w:p>
    <w:p w:rsidR="00557788" w:rsidRDefault="00557788" w:rsidP="00557788">
      <w:r>
        <w:t>296.0067</w:t>
      </w:r>
      <w:r>
        <w:tab/>
        <w:t>2.383e0</w:t>
      </w:r>
    </w:p>
    <w:p w:rsidR="00557788" w:rsidRDefault="00557788" w:rsidP="00557788">
      <w:r>
        <w:t>296.0334</w:t>
      </w:r>
      <w:r>
        <w:tab/>
        <w:t>8.793e0</w:t>
      </w:r>
    </w:p>
    <w:p w:rsidR="00557788" w:rsidRDefault="00557788" w:rsidP="00557788">
      <w:r>
        <w:t>296.0365</w:t>
      </w:r>
      <w:r>
        <w:tab/>
        <w:t>1.938e0</w:t>
      </w:r>
    </w:p>
    <w:p w:rsidR="00557788" w:rsidRDefault="00557788" w:rsidP="00557788">
      <w:r>
        <w:t>296.0478</w:t>
      </w:r>
      <w:r>
        <w:tab/>
        <w:t>2.576e0</w:t>
      </w:r>
    </w:p>
    <w:p w:rsidR="00557788" w:rsidRDefault="00557788" w:rsidP="00557788">
      <w:r>
        <w:t>296.0518</w:t>
      </w:r>
      <w:r>
        <w:tab/>
        <w:t>3.372e0</w:t>
      </w:r>
    </w:p>
    <w:p w:rsidR="00557788" w:rsidRDefault="00557788" w:rsidP="00557788">
      <w:r>
        <w:lastRenderedPageBreak/>
        <w:t>296.0602</w:t>
      </w:r>
      <w:r>
        <w:tab/>
        <w:t>2.532e-2</w:t>
      </w:r>
    </w:p>
    <w:p w:rsidR="00557788" w:rsidRDefault="00557788" w:rsidP="00557788">
      <w:r>
        <w:t>296.0623</w:t>
      </w:r>
      <w:r>
        <w:tab/>
        <w:t>2.574e-2</w:t>
      </w:r>
    </w:p>
    <w:p w:rsidR="00557788" w:rsidRDefault="00557788" w:rsidP="00557788">
      <w:r>
        <w:t>296.0801</w:t>
      </w:r>
      <w:r>
        <w:tab/>
        <w:t>1.960e0</w:t>
      </w:r>
    </w:p>
    <w:p w:rsidR="00557788" w:rsidRDefault="00557788" w:rsidP="00557788">
      <w:r>
        <w:t>296.0828</w:t>
      </w:r>
      <w:r>
        <w:tab/>
        <w:t>1.494e0</w:t>
      </w:r>
    </w:p>
    <w:p w:rsidR="00557788" w:rsidRDefault="00557788" w:rsidP="00557788">
      <w:r>
        <w:t>296.1104</w:t>
      </w:r>
      <w:r>
        <w:tab/>
        <w:t>3.645e0</w:t>
      </w:r>
    </w:p>
    <w:p w:rsidR="00557788" w:rsidRDefault="00557788" w:rsidP="00557788">
      <w:r>
        <w:t>296.1269</w:t>
      </w:r>
      <w:r>
        <w:tab/>
        <w:t>7.695e-1</w:t>
      </w:r>
    </w:p>
    <w:p w:rsidR="00557788" w:rsidRDefault="00557788" w:rsidP="00557788">
      <w:r>
        <w:t>296.1318</w:t>
      </w:r>
      <w:r>
        <w:tab/>
        <w:t>4.363e0</w:t>
      </w:r>
    </w:p>
    <w:p w:rsidR="00557788" w:rsidRDefault="00557788" w:rsidP="00557788">
      <w:r>
        <w:t>296.1581</w:t>
      </w:r>
      <w:r>
        <w:tab/>
        <w:t>1.519e0</w:t>
      </w:r>
    </w:p>
    <w:p w:rsidR="00557788" w:rsidRDefault="00557788" w:rsidP="00557788">
      <w:r>
        <w:t>296.1716</w:t>
      </w:r>
      <w:r>
        <w:tab/>
        <w:t>3.935e0</w:t>
      </w:r>
    </w:p>
    <w:p w:rsidR="00557788" w:rsidRDefault="00557788" w:rsidP="00557788">
      <w:r>
        <w:t>296.1728</w:t>
      </w:r>
      <w:r>
        <w:tab/>
        <w:t>4.340e0</w:t>
      </w:r>
    </w:p>
    <w:p w:rsidR="00557788" w:rsidRDefault="00557788" w:rsidP="00557788">
      <w:r>
        <w:t>296.1768</w:t>
      </w:r>
      <w:r>
        <w:tab/>
        <w:t>2.675e0</w:t>
      </w:r>
    </w:p>
    <w:p w:rsidR="00557788" w:rsidRDefault="00557788" w:rsidP="00557788">
      <w:r>
        <w:t>296.1983</w:t>
      </w:r>
      <w:r>
        <w:tab/>
        <w:t>2.504e0</w:t>
      </w:r>
    </w:p>
    <w:p w:rsidR="00557788" w:rsidRDefault="00557788" w:rsidP="00557788">
      <w:r>
        <w:t>296.2256</w:t>
      </w:r>
      <w:r>
        <w:tab/>
        <w:t>3.116e0</w:t>
      </w:r>
    </w:p>
    <w:p w:rsidR="00557788" w:rsidRDefault="00557788" w:rsidP="00557788">
      <w:r>
        <w:t>296.2430</w:t>
      </w:r>
      <w:r>
        <w:tab/>
        <w:t>3.225e0</w:t>
      </w:r>
    </w:p>
    <w:p w:rsidR="00557788" w:rsidRDefault="00557788" w:rsidP="00557788">
      <w:r>
        <w:t>296.2495</w:t>
      </w:r>
      <w:r>
        <w:tab/>
        <w:t>6.262e0</w:t>
      </w:r>
    </w:p>
    <w:p w:rsidR="00557788" w:rsidRDefault="00557788" w:rsidP="00557788">
      <w:r>
        <w:t>296.2585</w:t>
      </w:r>
      <w:r>
        <w:tab/>
        <w:t>1.519e0</w:t>
      </w:r>
    </w:p>
    <w:p w:rsidR="00557788" w:rsidRDefault="00557788" w:rsidP="00557788">
      <w:r>
        <w:t>296.2600</w:t>
      </w:r>
      <w:r>
        <w:tab/>
        <w:t>5.605e0</w:t>
      </w:r>
    </w:p>
    <w:p w:rsidR="00557788" w:rsidRDefault="00557788" w:rsidP="00557788">
      <w:r>
        <w:t>296.2833</w:t>
      </w:r>
      <w:r>
        <w:tab/>
        <w:t>3.513e0</w:t>
      </w:r>
    </w:p>
    <w:p w:rsidR="00557788" w:rsidRDefault="00557788" w:rsidP="00557788">
      <w:r>
        <w:t>296.2906</w:t>
      </w:r>
      <w:r>
        <w:tab/>
        <w:t>2.488e0</w:t>
      </w:r>
    </w:p>
    <w:p w:rsidR="00557788" w:rsidRDefault="00557788" w:rsidP="00557788">
      <w:r>
        <w:lastRenderedPageBreak/>
        <w:t>296.2926</w:t>
      </w:r>
      <w:r>
        <w:tab/>
        <w:t>2.664e0</w:t>
      </w:r>
    </w:p>
    <w:p w:rsidR="00557788" w:rsidRDefault="00557788" w:rsidP="00557788">
      <w:r>
        <w:t>296.3144</w:t>
      </w:r>
      <w:r>
        <w:tab/>
        <w:t>2.025e0</w:t>
      </w:r>
    </w:p>
    <w:p w:rsidR="00557788" w:rsidRDefault="00557788" w:rsidP="00557788">
      <w:r>
        <w:t>296.3167</w:t>
      </w:r>
      <w:r>
        <w:tab/>
        <w:t>1.053e0</w:t>
      </w:r>
    </w:p>
    <w:p w:rsidR="00557788" w:rsidRDefault="00557788" w:rsidP="00557788">
      <w:r>
        <w:t>296.3383</w:t>
      </w:r>
      <w:r>
        <w:tab/>
        <w:t>6.740e0</w:t>
      </w:r>
    </w:p>
    <w:p w:rsidR="00557788" w:rsidRDefault="00557788" w:rsidP="00557788">
      <w:r>
        <w:t>296.3502</w:t>
      </w:r>
      <w:r>
        <w:tab/>
        <w:t>2.025e0</w:t>
      </w:r>
    </w:p>
    <w:p w:rsidR="00557788" w:rsidRDefault="00557788" w:rsidP="00557788">
      <w:r>
        <w:t>296.3651</w:t>
      </w:r>
      <w:r>
        <w:tab/>
        <w:t>1.013e0</w:t>
      </w:r>
    </w:p>
    <w:p w:rsidR="00557788" w:rsidRDefault="00557788" w:rsidP="00557788">
      <w:r>
        <w:t>296.3810</w:t>
      </w:r>
      <w:r>
        <w:tab/>
        <w:t>2.532e-2</w:t>
      </w:r>
    </w:p>
    <w:p w:rsidR="00557788" w:rsidRDefault="00557788" w:rsidP="00557788">
      <w:r>
        <w:t>296.3876</w:t>
      </w:r>
      <w:r>
        <w:tab/>
        <w:t>1.025e0</w:t>
      </w:r>
    </w:p>
    <w:p w:rsidR="00557788" w:rsidRDefault="00557788" w:rsidP="00557788">
      <w:r>
        <w:t>296.3921</w:t>
      </w:r>
      <w:r>
        <w:tab/>
        <w:t>1.013e0</w:t>
      </w:r>
    </w:p>
    <w:p w:rsidR="00557788" w:rsidRDefault="00557788" w:rsidP="00557788">
      <w:r>
        <w:t>296.4061</w:t>
      </w:r>
      <w:r>
        <w:tab/>
        <w:t>3.063e0</w:t>
      </w:r>
    </w:p>
    <w:p w:rsidR="00557788" w:rsidRDefault="00557788" w:rsidP="00557788">
      <w:r>
        <w:t>296.4259</w:t>
      </w:r>
      <w:r>
        <w:tab/>
        <w:t>3.798e-2</w:t>
      </w:r>
    </w:p>
    <w:p w:rsidR="00557788" w:rsidRDefault="00557788" w:rsidP="00557788">
      <w:r>
        <w:t>296.4294</w:t>
      </w:r>
      <w:r>
        <w:tab/>
        <w:t>2.532e-2</w:t>
      </w:r>
    </w:p>
    <w:p w:rsidR="00557788" w:rsidRDefault="00557788" w:rsidP="00557788">
      <w:r>
        <w:t>296.4353</w:t>
      </w:r>
      <w:r>
        <w:tab/>
        <w:t>5.063e-2</w:t>
      </w:r>
    </w:p>
    <w:p w:rsidR="00557788" w:rsidRDefault="00557788" w:rsidP="00557788">
      <w:r>
        <w:t>296.4375</w:t>
      </w:r>
      <w:r>
        <w:tab/>
        <w:t>1.266e-2</w:t>
      </w:r>
    </w:p>
    <w:p w:rsidR="00557788" w:rsidRDefault="00557788" w:rsidP="00557788">
      <w:r>
        <w:t>296.4679</w:t>
      </w:r>
      <w:r>
        <w:tab/>
        <w:t>4.051e0</w:t>
      </w:r>
    </w:p>
    <w:p w:rsidR="00557788" w:rsidRDefault="00557788" w:rsidP="00557788">
      <w:r>
        <w:t>296.4785</w:t>
      </w:r>
      <w:r>
        <w:tab/>
        <w:t>2.025e0</w:t>
      </w:r>
    </w:p>
    <w:p w:rsidR="00557788" w:rsidRDefault="00557788" w:rsidP="00557788">
      <w:r>
        <w:t>296.4941</w:t>
      </w:r>
      <w:r>
        <w:tab/>
        <w:t>3.153e0</w:t>
      </w:r>
    </w:p>
    <w:p w:rsidR="00557788" w:rsidRDefault="00557788" w:rsidP="00557788">
      <w:r>
        <w:t>296.4988</w:t>
      </w:r>
      <w:r>
        <w:tab/>
        <w:t>2.025e0</w:t>
      </w:r>
    </w:p>
    <w:p w:rsidR="00557788" w:rsidRDefault="00557788" w:rsidP="00557788">
      <w:r>
        <w:t>296.5238</w:t>
      </w:r>
      <w:r>
        <w:tab/>
        <w:t>4.063e0</w:t>
      </w:r>
    </w:p>
    <w:p w:rsidR="00557788" w:rsidRDefault="00557788" w:rsidP="00557788">
      <w:r>
        <w:lastRenderedPageBreak/>
        <w:t>296.5380</w:t>
      </w:r>
      <w:r>
        <w:tab/>
        <w:t>2.025e0</w:t>
      </w:r>
    </w:p>
    <w:p w:rsidR="00557788" w:rsidRDefault="00557788" w:rsidP="00557788">
      <w:r>
        <w:t>296.5459</w:t>
      </w:r>
      <w:r>
        <w:tab/>
        <w:t>3.038e0</w:t>
      </w:r>
    </w:p>
    <w:p w:rsidR="00557788" w:rsidRDefault="00557788" w:rsidP="00557788">
      <w:r>
        <w:t>296.5517</w:t>
      </w:r>
      <w:r>
        <w:tab/>
        <w:t>1.178e0</w:t>
      </w:r>
    </w:p>
    <w:p w:rsidR="00557788" w:rsidRDefault="00557788" w:rsidP="00557788">
      <w:r>
        <w:t>296.5565</w:t>
      </w:r>
      <w:r>
        <w:tab/>
        <w:t>1.266e-2</w:t>
      </w:r>
    </w:p>
    <w:p w:rsidR="00557788" w:rsidRDefault="00557788" w:rsidP="00557788">
      <w:r>
        <w:t>296.5650</w:t>
      </w:r>
      <w:r>
        <w:tab/>
        <w:t>1.025e0</w:t>
      </w:r>
    </w:p>
    <w:p w:rsidR="00557788" w:rsidRDefault="00557788" w:rsidP="00557788">
      <w:r>
        <w:t>296.5802</w:t>
      </w:r>
      <w:r>
        <w:tab/>
        <w:t>2.025e0</w:t>
      </w:r>
    </w:p>
    <w:p w:rsidR="00557788" w:rsidRDefault="00557788" w:rsidP="00557788">
      <w:r>
        <w:t>296.5966</w:t>
      </w:r>
      <w:r>
        <w:tab/>
        <w:t>7.089e0</w:t>
      </w:r>
    </w:p>
    <w:p w:rsidR="00557788" w:rsidRDefault="00557788" w:rsidP="00557788">
      <w:r>
        <w:t>296.6078</w:t>
      </w:r>
      <w:r>
        <w:tab/>
        <w:t>1.076e0</w:t>
      </w:r>
    </w:p>
    <w:p w:rsidR="00557788" w:rsidRDefault="00557788" w:rsidP="00557788">
      <w:r>
        <w:t>296.6101</w:t>
      </w:r>
      <w:r>
        <w:tab/>
        <w:t>2.025e0</w:t>
      </w:r>
    </w:p>
    <w:p w:rsidR="00557788" w:rsidRDefault="00557788" w:rsidP="00557788">
      <w:r>
        <w:t>296.6119</w:t>
      </w:r>
      <w:r>
        <w:tab/>
        <w:t>1.025e0</w:t>
      </w:r>
    </w:p>
    <w:p w:rsidR="00557788" w:rsidRDefault="00557788" w:rsidP="00557788">
      <w:r>
        <w:t>296.6189</w:t>
      </w:r>
      <w:r>
        <w:tab/>
        <w:t>6.076e0</w:t>
      </w:r>
    </w:p>
    <w:p w:rsidR="00557788" w:rsidRDefault="00557788" w:rsidP="00557788">
      <w:r>
        <w:t>296.6371</w:t>
      </w:r>
      <w:r>
        <w:tab/>
        <w:t>2.025e0</w:t>
      </w:r>
    </w:p>
    <w:p w:rsidR="00557788" w:rsidRDefault="00557788" w:rsidP="00557788">
      <w:r>
        <w:t>296.6397</w:t>
      </w:r>
      <w:r>
        <w:tab/>
        <w:t>1.013e0</w:t>
      </w:r>
    </w:p>
    <w:p w:rsidR="00557788" w:rsidRDefault="00557788" w:rsidP="00557788">
      <w:r>
        <w:t>296.6411</w:t>
      </w:r>
      <w:r>
        <w:tab/>
        <w:t>2.025e0</w:t>
      </w:r>
    </w:p>
    <w:p w:rsidR="00557788" w:rsidRDefault="00557788" w:rsidP="00557788">
      <w:r>
        <w:t>296.6517</w:t>
      </w:r>
      <w:r>
        <w:tab/>
        <w:t>2.025e0</w:t>
      </w:r>
    </w:p>
    <w:p w:rsidR="00557788" w:rsidRDefault="00557788" w:rsidP="00557788">
      <w:r>
        <w:t>296.6658</w:t>
      </w:r>
      <w:r>
        <w:tab/>
        <w:t>5.063e0</w:t>
      </w:r>
    </w:p>
    <w:p w:rsidR="00557788" w:rsidRDefault="00557788" w:rsidP="00557788">
      <w:r>
        <w:t>296.6676</w:t>
      </w:r>
      <w:r>
        <w:tab/>
        <w:t>1.266e-2</w:t>
      </w:r>
    </w:p>
    <w:p w:rsidR="00557788" w:rsidRDefault="00557788" w:rsidP="00557788">
      <w:r>
        <w:t>296.6774</w:t>
      </w:r>
      <w:r>
        <w:tab/>
        <w:t>2.025e0</w:t>
      </w:r>
    </w:p>
    <w:p w:rsidR="00557788" w:rsidRDefault="00557788" w:rsidP="00557788">
      <w:r>
        <w:t>296.6850</w:t>
      </w:r>
      <w:r>
        <w:tab/>
        <w:t>2.025e0</w:t>
      </w:r>
    </w:p>
    <w:p w:rsidR="00557788" w:rsidRDefault="00557788" w:rsidP="00557788">
      <w:r>
        <w:lastRenderedPageBreak/>
        <w:t>296.6975</w:t>
      </w:r>
      <w:r>
        <w:tab/>
        <w:t>3.038e0</w:t>
      </w:r>
    </w:p>
    <w:p w:rsidR="00557788" w:rsidRDefault="00557788" w:rsidP="00557788">
      <w:r>
        <w:t>296.7073</w:t>
      </w:r>
      <w:r>
        <w:tab/>
        <w:t>2.038e0</w:t>
      </w:r>
    </w:p>
    <w:p w:rsidR="00557788" w:rsidRDefault="00557788" w:rsidP="00557788">
      <w:r>
        <w:t>296.7112</w:t>
      </w:r>
      <w:r>
        <w:tab/>
        <w:t>1.266e-2</w:t>
      </w:r>
    </w:p>
    <w:p w:rsidR="00557788" w:rsidRDefault="00557788" w:rsidP="00557788">
      <w:r>
        <w:t>296.7232</w:t>
      </w:r>
      <w:r>
        <w:tab/>
        <w:t>3.038e0</w:t>
      </w:r>
    </w:p>
    <w:p w:rsidR="00557788" w:rsidRDefault="00557788" w:rsidP="00557788">
      <w:r>
        <w:t>296.7351</w:t>
      </w:r>
      <w:r>
        <w:tab/>
        <w:t>2.025e0</w:t>
      </w:r>
    </w:p>
    <w:p w:rsidR="00557788" w:rsidRDefault="00557788" w:rsidP="00557788">
      <w:r>
        <w:t>296.7391</w:t>
      </w:r>
      <w:r>
        <w:tab/>
        <w:t>1.266e-2</w:t>
      </w:r>
    </w:p>
    <w:p w:rsidR="00557788" w:rsidRDefault="00557788" w:rsidP="00557788">
      <w:r>
        <w:t>296.7542</w:t>
      </w:r>
      <w:r>
        <w:tab/>
        <w:t>2.532e-2</w:t>
      </w:r>
    </w:p>
    <w:p w:rsidR="00557788" w:rsidRDefault="00557788" w:rsidP="00557788">
      <w:r>
        <w:t>296.7619</w:t>
      </w:r>
      <w:r>
        <w:tab/>
        <w:t>5.063e-2</w:t>
      </w:r>
    </w:p>
    <w:p w:rsidR="00557788" w:rsidRDefault="00557788" w:rsidP="00557788">
      <w:r>
        <w:t>296.7759</w:t>
      </w:r>
      <w:r>
        <w:tab/>
        <w:t>1.266e-2</w:t>
      </w:r>
    </w:p>
    <w:p w:rsidR="00557788" w:rsidRDefault="00557788" w:rsidP="00557788">
      <w:r>
        <w:t>296.7787</w:t>
      </w:r>
      <w:r>
        <w:tab/>
        <w:t>2.532e-2</w:t>
      </w:r>
    </w:p>
    <w:p w:rsidR="00557788" w:rsidRDefault="00557788" w:rsidP="00557788">
      <w:r>
        <w:t>296.7864</w:t>
      </w:r>
      <w:r>
        <w:tab/>
        <w:t>2.038e0</w:t>
      </w:r>
    </w:p>
    <w:p w:rsidR="00557788" w:rsidRDefault="00557788" w:rsidP="00557788">
      <w:r>
        <w:t>296.7946</w:t>
      </w:r>
      <w:r>
        <w:tab/>
        <w:t>1.013e0</w:t>
      </w:r>
    </w:p>
    <w:p w:rsidR="00557788" w:rsidRDefault="00557788" w:rsidP="00557788">
      <w:r>
        <w:t>296.7986</w:t>
      </w:r>
      <w:r>
        <w:tab/>
        <w:t>3.038e0</w:t>
      </w:r>
    </w:p>
    <w:p w:rsidR="00557788" w:rsidRDefault="00557788" w:rsidP="00557788">
      <w:r>
        <w:t>296.8011</w:t>
      </w:r>
      <w:r>
        <w:tab/>
        <w:t>2.025e0</w:t>
      </w:r>
    </w:p>
    <w:p w:rsidR="00557788" w:rsidRDefault="00557788" w:rsidP="00557788">
      <w:r>
        <w:t>296.8138</w:t>
      </w:r>
      <w:r>
        <w:tab/>
        <w:t>1.266e-2</w:t>
      </w:r>
    </w:p>
    <w:p w:rsidR="00557788" w:rsidRDefault="00557788" w:rsidP="00557788">
      <w:r>
        <w:t>296.8156</w:t>
      </w:r>
      <w:r>
        <w:tab/>
        <w:t>2.532e-2</w:t>
      </w:r>
    </w:p>
    <w:p w:rsidR="00557788" w:rsidRDefault="00557788" w:rsidP="00557788">
      <w:r>
        <w:t>296.8223</w:t>
      </w:r>
      <w:r>
        <w:tab/>
        <w:t>1.266e-2</w:t>
      </w:r>
    </w:p>
    <w:p w:rsidR="00557788" w:rsidRDefault="00557788" w:rsidP="00557788">
      <w:r>
        <w:t>296.8408</w:t>
      </w:r>
      <w:r>
        <w:tab/>
        <w:t>1.013e0</w:t>
      </w:r>
    </w:p>
    <w:p w:rsidR="00557788" w:rsidRDefault="00557788" w:rsidP="00557788">
      <w:r>
        <w:t>296.8541</w:t>
      </w:r>
      <w:r>
        <w:tab/>
        <w:t>1.266e-2</w:t>
      </w:r>
    </w:p>
    <w:p w:rsidR="00557788" w:rsidRDefault="00557788" w:rsidP="00557788">
      <w:r>
        <w:lastRenderedPageBreak/>
        <w:t>296.8624</w:t>
      </w:r>
      <w:r>
        <w:tab/>
        <w:t>1.013e0</w:t>
      </w:r>
    </w:p>
    <w:p w:rsidR="00557788" w:rsidRDefault="00557788" w:rsidP="00557788">
      <w:r>
        <w:t>296.8717</w:t>
      </w:r>
      <w:r>
        <w:tab/>
        <w:t>2.025e0</w:t>
      </w:r>
    </w:p>
    <w:p w:rsidR="00557788" w:rsidRDefault="00557788" w:rsidP="00557788">
      <w:r>
        <w:t>296.8750</w:t>
      </w:r>
      <w:r>
        <w:tab/>
        <w:t>1.038e0</w:t>
      </w:r>
    </w:p>
    <w:p w:rsidR="00557788" w:rsidRDefault="00557788" w:rsidP="00557788">
      <w:r>
        <w:t>296.8808</w:t>
      </w:r>
      <w:r>
        <w:tab/>
        <w:t>2.532e-2</w:t>
      </w:r>
    </w:p>
    <w:p w:rsidR="00557788" w:rsidRDefault="00557788" w:rsidP="00557788">
      <w:r>
        <w:t>296.9003</w:t>
      </w:r>
      <w:r>
        <w:tab/>
        <w:t>1.013e0</w:t>
      </w:r>
    </w:p>
    <w:p w:rsidR="00557788" w:rsidRDefault="00557788" w:rsidP="00557788">
      <w:r>
        <w:t>296.9032</w:t>
      </w:r>
      <w:r>
        <w:tab/>
        <w:t>5.063e-2</w:t>
      </w:r>
    </w:p>
    <w:p w:rsidR="00557788" w:rsidRDefault="00557788" w:rsidP="00557788">
      <w:r>
        <w:t>296.9057</w:t>
      </w:r>
      <w:r>
        <w:tab/>
        <w:t>1.013e0</w:t>
      </w:r>
    </w:p>
    <w:p w:rsidR="00557788" w:rsidRDefault="00557788" w:rsidP="00557788">
      <w:r>
        <w:t>296.9137</w:t>
      </w:r>
      <w:r>
        <w:tab/>
        <w:t>2.025e0</w:t>
      </w:r>
    </w:p>
    <w:p w:rsidR="00557788" w:rsidRDefault="00557788" w:rsidP="00557788">
      <w:r>
        <w:t>296.9294</w:t>
      </w:r>
      <w:r>
        <w:tab/>
        <w:t>2.025e0</w:t>
      </w:r>
    </w:p>
    <w:p w:rsidR="00557788" w:rsidRDefault="00557788" w:rsidP="00557788">
      <w:r>
        <w:t>296.9414</w:t>
      </w:r>
      <w:r>
        <w:tab/>
        <w:t>2.025e0</w:t>
      </w:r>
    </w:p>
    <w:p w:rsidR="00557788" w:rsidRDefault="00557788" w:rsidP="00557788">
      <w:r>
        <w:t>296.9719</w:t>
      </w:r>
      <w:r>
        <w:tab/>
        <w:t>8.491e-1</w:t>
      </w:r>
    </w:p>
    <w:p w:rsidR="00557788" w:rsidRDefault="00557788" w:rsidP="00557788">
      <w:r>
        <w:t>296.9766</w:t>
      </w:r>
      <w:r>
        <w:tab/>
        <w:t>3.801e0</w:t>
      </w:r>
    </w:p>
    <w:p w:rsidR="00557788" w:rsidRDefault="00557788" w:rsidP="00557788">
      <w:r>
        <w:t>296.9799</w:t>
      </w:r>
      <w:r>
        <w:tab/>
        <w:t>4.657e0</w:t>
      </w:r>
    </w:p>
    <w:p w:rsidR="00557788" w:rsidRDefault="00557788" w:rsidP="00557788">
      <w:r>
        <w:t>296.9836</w:t>
      </w:r>
      <w:r>
        <w:tab/>
        <w:t>5.533e0</w:t>
      </w:r>
    </w:p>
    <w:p w:rsidR="00557788" w:rsidRDefault="00557788" w:rsidP="00557788">
      <w:r>
        <w:t>296.9877</w:t>
      </w:r>
      <w:r>
        <w:tab/>
        <w:t>6.023e0</w:t>
      </w:r>
    </w:p>
    <w:p w:rsidR="00557788" w:rsidRDefault="00557788" w:rsidP="00557788">
      <w:r>
        <w:t>297.0138</w:t>
      </w:r>
      <w:r>
        <w:tab/>
        <w:t>6.635e0</w:t>
      </w:r>
    </w:p>
    <w:p w:rsidR="00557788" w:rsidRDefault="00557788" w:rsidP="00557788">
      <w:r>
        <w:t>297.0366</w:t>
      </w:r>
      <w:r>
        <w:tab/>
        <w:t>8.913e0</w:t>
      </w:r>
    </w:p>
    <w:p w:rsidR="00557788" w:rsidRDefault="00557788" w:rsidP="00557788">
      <w:r>
        <w:t>297.0406</w:t>
      </w:r>
      <w:r>
        <w:tab/>
        <w:t>5.857e0</w:t>
      </w:r>
    </w:p>
    <w:p w:rsidR="00557788" w:rsidRDefault="00557788" w:rsidP="00557788">
      <w:r>
        <w:t>297.0576</w:t>
      </w:r>
      <w:r>
        <w:tab/>
        <w:t>3.649e0</w:t>
      </w:r>
    </w:p>
    <w:p w:rsidR="00557788" w:rsidRDefault="00557788" w:rsidP="00557788">
      <w:r>
        <w:lastRenderedPageBreak/>
        <w:t>297.0822</w:t>
      </w:r>
      <w:r>
        <w:tab/>
        <w:t>1.954e0</w:t>
      </w:r>
    </w:p>
    <w:p w:rsidR="00557788" w:rsidRDefault="00557788" w:rsidP="00557788">
      <w:r>
        <w:t>297.0836</w:t>
      </w:r>
      <w:r>
        <w:tab/>
        <w:t>5.418e0</w:t>
      </w:r>
    </w:p>
    <w:p w:rsidR="00557788" w:rsidRDefault="00557788" w:rsidP="00557788">
      <w:r>
        <w:t>297.1118</w:t>
      </w:r>
      <w:r>
        <w:tab/>
        <w:t>7.305e0</w:t>
      </w:r>
    </w:p>
    <w:p w:rsidR="00557788" w:rsidRDefault="00557788" w:rsidP="00557788">
      <w:r>
        <w:t>297.1136</w:t>
      </w:r>
      <w:r>
        <w:tab/>
        <w:t>2.643e0</w:t>
      </w:r>
    </w:p>
    <w:p w:rsidR="00557788" w:rsidRDefault="00557788" w:rsidP="00557788">
      <w:r>
        <w:t>297.1152</w:t>
      </w:r>
      <w:r>
        <w:tab/>
        <w:t>2.932e0</w:t>
      </w:r>
    </w:p>
    <w:p w:rsidR="00557788" w:rsidRDefault="00557788" w:rsidP="00557788">
      <w:r>
        <w:t>297.1190</w:t>
      </w:r>
      <w:r>
        <w:tab/>
        <w:t>3.867e0</w:t>
      </w:r>
    </w:p>
    <w:p w:rsidR="00557788" w:rsidRDefault="00557788" w:rsidP="00557788">
      <w:r>
        <w:t>297.1228</w:t>
      </w:r>
      <w:r>
        <w:tab/>
        <w:t>2.522e0</w:t>
      </w:r>
    </w:p>
    <w:p w:rsidR="00557788" w:rsidRDefault="00557788" w:rsidP="00557788">
      <w:r>
        <w:t>297.1412</w:t>
      </w:r>
      <w:r>
        <w:tab/>
        <w:t>3.508e0</w:t>
      </w:r>
    </w:p>
    <w:p w:rsidR="00557788" w:rsidRDefault="00557788" w:rsidP="00557788">
      <w:r>
        <w:t>297.1469</w:t>
      </w:r>
      <w:r>
        <w:tab/>
        <w:t>2.002e0</w:t>
      </w:r>
    </w:p>
    <w:p w:rsidR="00557788" w:rsidRDefault="00557788" w:rsidP="00557788">
      <w:r>
        <w:t>297.1535</w:t>
      </w:r>
      <w:r>
        <w:tab/>
        <w:t>1.271e0</w:t>
      </w:r>
    </w:p>
    <w:p w:rsidR="00557788" w:rsidRDefault="00557788" w:rsidP="00557788">
      <w:r>
        <w:t>297.1609</w:t>
      </w:r>
      <w:r>
        <w:tab/>
        <w:t>1.262e0</w:t>
      </w:r>
    </w:p>
    <w:p w:rsidR="00557788" w:rsidRDefault="00557788" w:rsidP="00557788">
      <w:r>
        <w:t>297.1687</w:t>
      </w:r>
      <w:r>
        <w:tab/>
        <w:t>1.519e0</w:t>
      </w:r>
    </w:p>
    <w:p w:rsidR="00557788" w:rsidRDefault="00557788" w:rsidP="00557788">
      <w:r>
        <w:t>297.1720</w:t>
      </w:r>
      <w:r>
        <w:tab/>
        <w:t>3.190e0</w:t>
      </w:r>
    </w:p>
    <w:p w:rsidR="00557788" w:rsidRDefault="00557788" w:rsidP="00557788">
      <w:r>
        <w:t>297.1806</w:t>
      </w:r>
      <w:r>
        <w:tab/>
        <w:t>2.927e0</w:t>
      </w:r>
    </w:p>
    <w:p w:rsidR="00557788" w:rsidRDefault="00557788" w:rsidP="00557788">
      <w:r>
        <w:t>297.1872</w:t>
      </w:r>
      <w:r>
        <w:tab/>
        <w:t>9.121e0</w:t>
      </w:r>
    </w:p>
    <w:p w:rsidR="00557788" w:rsidRDefault="00557788" w:rsidP="00557788">
      <w:r>
        <w:t>297.1904</w:t>
      </w:r>
      <w:r>
        <w:tab/>
        <w:t>3.109e0</w:t>
      </w:r>
    </w:p>
    <w:p w:rsidR="00557788" w:rsidRDefault="00557788" w:rsidP="00557788">
      <w:r>
        <w:t>297.2463</w:t>
      </w:r>
      <w:r>
        <w:tab/>
        <w:t>1.031e1</w:t>
      </w:r>
    </w:p>
    <w:p w:rsidR="00557788" w:rsidRDefault="00557788" w:rsidP="00557788">
      <w:r>
        <w:t>297.2476</w:t>
      </w:r>
      <w:r>
        <w:tab/>
        <w:t>6.097e0</w:t>
      </w:r>
    </w:p>
    <w:p w:rsidR="00557788" w:rsidRDefault="00557788" w:rsidP="00557788">
      <w:r>
        <w:t>297.2494</w:t>
      </w:r>
      <w:r>
        <w:tab/>
        <w:t>4.176e0</w:t>
      </w:r>
    </w:p>
    <w:p w:rsidR="00557788" w:rsidRDefault="00557788" w:rsidP="00557788">
      <w:r>
        <w:lastRenderedPageBreak/>
        <w:t>297.2522</w:t>
      </w:r>
      <w:r>
        <w:tab/>
        <w:t>2.716e0</w:t>
      </w:r>
    </w:p>
    <w:p w:rsidR="00557788" w:rsidRDefault="00557788" w:rsidP="00557788">
      <w:r>
        <w:t>297.2552</w:t>
      </w:r>
      <w:r>
        <w:tab/>
        <w:t>2.874e0</w:t>
      </w:r>
    </w:p>
    <w:p w:rsidR="00557788" w:rsidRDefault="00557788" w:rsidP="00557788">
      <w:r>
        <w:t>297.2645</w:t>
      </w:r>
      <w:r>
        <w:tab/>
        <w:t>4.300e0</w:t>
      </w:r>
    </w:p>
    <w:p w:rsidR="00557788" w:rsidRDefault="00557788" w:rsidP="00557788">
      <w:r>
        <w:t>297.2745</w:t>
      </w:r>
      <w:r>
        <w:tab/>
        <w:t>1.539e1</w:t>
      </w:r>
    </w:p>
    <w:p w:rsidR="00557788" w:rsidRDefault="00557788" w:rsidP="00557788">
      <w:r>
        <w:t>297.2871</w:t>
      </w:r>
      <w:r>
        <w:tab/>
        <w:t>1.764e1</w:t>
      </w:r>
    </w:p>
    <w:p w:rsidR="00557788" w:rsidRDefault="00557788" w:rsidP="00557788">
      <w:r>
        <w:t>297.2929</w:t>
      </w:r>
      <w:r>
        <w:tab/>
        <w:t>1.773e1</w:t>
      </w:r>
    </w:p>
    <w:p w:rsidR="00557788" w:rsidRDefault="00557788" w:rsidP="00557788">
      <w:r>
        <w:t>297.2964</w:t>
      </w:r>
      <w:r>
        <w:tab/>
        <w:t>4.433e0</w:t>
      </w:r>
    </w:p>
    <w:p w:rsidR="00557788" w:rsidRDefault="00557788" w:rsidP="00557788">
      <w:r>
        <w:t>297.3210</w:t>
      </w:r>
      <w:r>
        <w:tab/>
        <w:t>7.867e0</w:t>
      </w:r>
    </w:p>
    <w:p w:rsidR="00557788" w:rsidRDefault="00557788" w:rsidP="00557788">
      <w:r>
        <w:t>297.3254</w:t>
      </w:r>
      <w:r>
        <w:tab/>
        <w:t>3.958e0</w:t>
      </w:r>
    </w:p>
    <w:p w:rsidR="00557788" w:rsidRDefault="00557788" w:rsidP="00557788">
      <w:r>
        <w:t>297.3487</w:t>
      </w:r>
      <w:r>
        <w:tab/>
        <w:t>2.025e0</w:t>
      </w:r>
    </w:p>
    <w:p w:rsidR="00557788" w:rsidRDefault="00557788" w:rsidP="00557788">
      <w:r>
        <w:t>297.3542</w:t>
      </w:r>
      <w:r>
        <w:tab/>
        <w:t>1.025e0</w:t>
      </w:r>
    </w:p>
    <w:p w:rsidR="00557788" w:rsidRDefault="00557788" w:rsidP="00557788">
      <w:r>
        <w:t>297.3822</w:t>
      </w:r>
      <w:r>
        <w:tab/>
        <w:t>1.013e0</w:t>
      </w:r>
    </w:p>
    <w:p w:rsidR="00557788" w:rsidRDefault="00557788" w:rsidP="00557788">
      <w:r>
        <w:t>297.3860</w:t>
      </w:r>
      <w:r>
        <w:tab/>
        <w:t>1.013e0</w:t>
      </w:r>
    </w:p>
    <w:p w:rsidR="00557788" w:rsidRDefault="00557788" w:rsidP="00557788">
      <w:r>
        <w:t>297.3903</w:t>
      </w:r>
      <w:r>
        <w:tab/>
        <w:t>3.051e0</w:t>
      </w:r>
    </w:p>
    <w:p w:rsidR="00557788" w:rsidRDefault="00557788" w:rsidP="00557788">
      <w:r>
        <w:t>297.3984</w:t>
      </w:r>
      <w:r>
        <w:tab/>
        <w:t>1.025e0</w:t>
      </w:r>
    </w:p>
    <w:p w:rsidR="00557788" w:rsidRDefault="00557788" w:rsidP="00557788">
      <w:r>
        <w:t>297.4114</w:t>
      </w:r>
      <w:r>
        <w:tab/>
        <w:t>3.038e0</w:t>
      </w:r>
    </w:p>
    <w:p w:rsidR="00557788" w:rsidRDefault="00557788" w:rsidP="00557788">
      <w:r>
        <w:t>297.4254</w:t>
      </w:r>
      <w:r>
        <w:tab/>
        <w:t>5.063e0</w:t>
      </w:r>
    </w:p>
    <w:p w:rsidR="00557788" w:rsidRDefault="00557788" w:rsidP="00557788">
      <w:r>
        <w:t>297.4284</w:t>
      </w:r>
      <w:r>
        <w:tab/>
        <w:t>2.532e-2</w:t>
      </w:r>
    </w:p>
    <w:p w:rsidR="00557788" w:rsidRDefault="00557788" w:rsidP="00557788">
      <w:r>
        <w:t>297.4337</w:t>
      </w:r>
      <w:r>
        <w:tab/>
        <w:t>2.025e0</w:t>
      </w:r>
    </w:p>
    <w:p w:rsidR="00557788" w:rsidRDefault="00557788" w:rsidP="00557788">
      <w:r>
        <w:lastRenderedPageBreak/>
        <w:t>297.4364</w:t>
      </w:r>
      <w:r>
        <w:tab/>
        <w:t>1.266e-2</w:t>
      </w:r>
    </w:p>
    <w:p w:rsidR="00557788" w:rsidRDefault="00557788" w:rsidP="00557788">
      <w:r>
        <w:t>297.4454</w:t>
      </w:r>
      <w:r>
        <w:tab/>
        <w:t>2.233e0</w:t>
      </w:r>
    </w:p>
    <w:p w:rsidR="00557788" w:rsidRDefault="00557788" w:rsidP="00557788">
      <w:r>
        <w:t>297.4634</w:t>
      </w:r>
      <w:r>
        <w:tab/>
        <w:t>1.025e0</w:t>
      </w:r>
    </w:p>
    <w:p w:rsidR="00557788" w:rsidRDefault="00557788" w:rsidP="00557788">
      <w:r>
        <w:t>297.4659</w:t>
      </w:r>
      <w:r>
        <w:tab/>
        <w:t>2.025e0</w:t>
      </w:r>
    </w:p>
    <w:p w:rsidR="00557788" w:rsidRDefault="00557788" w:rsidP="00557788">
      <w:r>
        <w:t>297.4836</w:t>
      </w:r>
      <w:r>
        <w:tab/>
        <w:t>2.025e0</w:t>
      </w:r>
    </w:p>
    <w:p w:rsidR="00557788" w:rsidRDefault="00557788" w:rsidP="00557788">
      <w:r>
        <w:t>297.4960</w:t>
      </w:r>
      <w:r>
        <w:tab/>
        <w:t>1.266e-2</w:t>
      </w:r>
    </w:p>
    <w:p w:rsidR="00557788" w:rsidRDefault="00557788" w:rsidP="00557788">
      <w:r>
        <w:t>297.4986</w:t>
      </w:r>
      <w:r>
        <w:tab/>
        <w:t>2.025e0</w:t>
      </w:r>
    </w:p>
    <w:p w:rsidR="00557788" w:rsidRDefault="00557788" w:rsidP="00557788">
      <w:r>
        <w:t>297.5092</w:t>
      </w:r>
      <w:r>
        <w:tab/>
        <w:t>1.266e-2</w:t>
      </w:r>
    </w:p>
    <w:p w:rsidR="00557788" w:rsidRDefault="00557788" w:rsidP="00557788">
      <w:r>
        <w:t>297.5150</w:t>
      </w:r>
      <w:r>
        <w:tab/>
        <w:t>5.063e-2</w:t>
      </w:r>
    </w:p>
    <w:p w:rsidR="00557788" w:rsidRDefault="00557788" w:rsidP="00557788">
      <w:r>
        <w:t>297.5407</w:t>
      </w:r>
      <w:r>
        <w:tab/>
        <w:t>3.038e0</w:t>
      </w:r>
    </w:p>
    <w:p w:rsidR="00557788" w:rsidRDefault="00557788" w:rsidP="00557788">
      <w:r>
        <w:t>297.5549</w:t>
      </w:r>
      <w:r>
        <w:tab/>
        <w:t>2.532e-2</w:t>
      </w:r>
    </w:p>
    <w:p w:rsidR="00557788" w:rsidRDefault="00557788" w:rsidP="00557788">
      <w:r>
        <w:t>297.5572</w:t>
      </w:r>
      <w:r>
        <w:tab/>
        <w:t>3.798e-2</w:t>
      </w:r>
    </w:p>
    <w:p w:rsidR="00557788" w:rsidRDefault="00557788" w:rsidP="00557788">
      <w:r>
        <w:t>297.5672</w:t>
      </w:r>
      <w:r>
        <w:tab/>
        <w:t>8.101e0</w:t>
      </w:r>
    </w:p>
    <w:p w:rsidR="00557788" w:rsidRDefault="00557788" w:rsidP="00557788">
      <w:r>
        <w:t>297.5688</w:t>
      </w:r>
      <w:r>
        <w:tab/>
        <w:t>1.013e0</w:t>
      </w:r>
    </w:p>
    <w:p w:rsidR="00557788" w:rsidRDefault="00557788" w:rsidP="00557788">
      <w:r>
        <w:t>297.5767</w:t>
      </w:r>
      <w:r>
        <w:tab/>
        <w:t>2.025e0</w:t>
      </w:r>
    </w:p>
    <w:p w:rsidR="00557788" w:rsidRDefault="00557788" w:rsidP="00557788">
      <w:r>
        <w:t>297.5811</w:t>
      </w:r>
      <w:r>
        <w:tab/>
        <w:t>3.038e0</w:t>
      </w:r>
    </w:p>
    <w:p w:rsidR="00557788" w:rsidRDefault="00557788" w:rsidP="00557788">
      <w:r>
        <w:t>297.6104</w:t>
      </w:r>
      <w:r>
        <w:tab/>
        <w:t>2.025e0</w:t>
      </w:r>
    </w:p>
    <w:p w:rsidR="00557788" w:rsidRDefault="00557788" w:rsidP="00557788">
      <w:r>
        <w:t>297.6125</w:t>
      </w:r>
      <w:r>
        <w:tab/>
        <w:t>2.051e0</w:t>
      </w:r>
    </w:p>
    <w:p w:rsidR="00557788" w:rsidRDefault="00557788" w:rsidP="00557788">
      <w:r>
        <w:t>297.6177</w:t>
      </w:r>
      <w:r>
        <w:tab/>
        <w:t>2.025e0</w:t>
      </w:r>
    </w:p>
    <w:p w:rsidR="00557788" w:rsidRDefault="00557788" w:rsidP="00557788">
      <w:r>
        <w:lastRenderedPageBreak/>
        <w:t>297.6312</w:t>
      </w:r>
      <w:r>
        <w:tab/>
        <w:t>2.025e0</w:t>
      </w:r>
    </w:p>
    <w:p w:rsidR="00557788" w:rsidRDefault="00557788" w:rsidP="00557788">
      <w:r>
        <w:t>297.6371</w:t>
      </w:r>
      <w:r>
        <w:tab/>
        <w:t>3.038e0</w:t>
      </w:r>
    </w:p>
    <w:p w:rsidR="00557788" w:rsidRDefault="00557788" w:rsidP="00557788">
      <w:r>
        <w:t>297.6447</w:t>
      </w:r>
      <w:r>
        <w:tab/>
        <w:t>2.025e0</w:t>
      </w:r>
    </w:p>
    <w:p w:rsidR="00557788" w:rsidRDefault="00557788" w:rsidP="00557788">
      <w:r>
        <w:t>297.6496</w:t>
      </w:r>
      <w:r>
        <w:tab/>
        <w:t>2.025e0</w:t>
      </w:r>
    </w:p>
    <w:p w:rsidR="00557788" w:rsidRDefault="00557788" w:rsidP="00557788">
      <w:r>
        <w:t>297.6521</w:t>
      </w:r>
      <w:r>
        <w:tab/>
        <w:t>1.013e0</w:t>
      </w:r>
    </w:p>
    <w:p w:rsidR="00557788" w:rsidRDefault="00557788" w:rsidP="00557788">
      <w:r>
        <w:t>297.6673</w:t>
      </w:r>
      <w:r>
        <w:tab/>
        <w:t>2.025e0</w:t>
      </w:r>
    </w:p>
    <w:p w:rsidR="00557788" w:rsidRDefault="00557788" w:rsidP="00557788">
      <w:r>
        <w:t>297.6859</w:t>
      </w:r>
      <w:r>
        <w:tab/>
        <w:t>6.076e0</w:t>
      </w:r>
    </w:p>
    <w:p w:rsidR="00557788" w:rsidRDefault="00557788" w:rsidP="00557788">
      <w:r>
        <w:t>297.6880</w:t>
      </w:r>
      <w:r>
        <w:tab/>
        <w:t>1.013e0</w:t>
      </w:r>
    </w:p>
    <w:p w:rsidR="00557788" w:rsidRDefault="00557788" w:rsidP="00557788">
      <w:r>
        <w:t>297.6949</w:t>
      </w:r>
      <w:r>
        <w:tab/>
        <w:t>4.051e0</w:t>
      </w:r>
    </w:p>
    <w:p w:rsidR="00557788" w:rsidRDefault="00557788" w:rsidP="00557788">
      <w:r>
        <w:t>297.6999</w:t>
      </w:r>
      <w:r>
        <w:tab/>
        <w:t>1.051e0</w:t>
      </w:r>
    </w:p>
    <w:p w:rsidR="00557788" w:rsidRDefault="00557788" w:rsidP="00557788">
      <w:r>
        <w:t>297.7074</w:t>
      </w:r>
      <w:r>
        <w:tab/>
        <w:t>1.013e0</w:t>
      </w:r>
    </w:p>
    <w:p w:rsidR="00557788" w:rsidRDefault="00557788" w:rsidP="00557788">
      <w:r>
        <w:t>297.7237</w:t>
      </w:r>
      <w:r>
        <w:tab/>
        <w:t>1.266e-2</w:t>
      </w:r>
    </w:p>
    <w:p w:rsidR="00557788" w:rsidRDefault="00557788" w:rsidP="00557788">
      <w:r>
        <w:t>297.7268</w:t>
      </w:r>
      <w:r>
        <w:tab/>
        <w:t>2.426e0</w:t>
      </w:r>
    </w:p>
    <w:p w:rsidR="00557788" w:rsidRDefault="00557788" w:rsidP="00557788">
      <w:r>
        <w:t>297.7494</w:t>
      </w:r>
      <w:r>
        <w:tab/>
        <w:t>2.025e0</w:t>
      </w:r>
    </w:p>
    <w:p w:rsidR="00557788" w:rsidRDefault="00557788" w:rsidP="00557788">
      <w:r>
        <w:t>297.7671</w:t>
      </w:r>
      <w:r>
        <w:tab/>
        <w:t>1.266e-2</w:t>
      </w:r>
    </w:p>
    <w:p w:rsidR="00557788" w:rsidRDefault="00557788" w:rsidP="00557788">
      <w:r>
        <w:t>297.7911</w:t>
      </w:r>
      <w:r>
        <w:tab/>
        <w:t>2.025e0</w:t>
      </w:r>
    </w:p>
    <w:p w:rsidR="00557788" w:rsidRDefault="00557788" w:rsidP="00557788">
      <w:r>
        <w:t>297.7966</w:t>
      </w:r>
      <w:r>
        <w:tab/>
        <w:t>2.025e0</w:t>
      </w:r>
    </w:p>
    <w:p w:rsidR="00557788" w:rsidRDefault="00557788" w:rsidP="00557788">
      <w:r>
        <w:t>297.8011</w:t>
      </w:r>
      <w:r>
        <w:tab/>
        <w:t>2.025e0</w:t>
      </w:r>
    </w:p>
    <w:p w:rsidR="00557788" w:rsidRDefault="00557788" w:rsidP="00557788">
      <w:r>
        <w:t>297.8071</w:t>
      </w:r>
      <w:r>
        <w:tab/>
        <w:t>3.038e0</w:t>
      </w:r>
    </w:p>
    <w:p w:rsidR="00557788" w:rsidRDefault="00557788" w:rsidP="00557788">
      <w:r>
        <w:lastRenderedPageBreak/>
        <w:t>297.8110</w:t>
      </w:r>
      <w:r>
        <w:tab/>
        <w:t>1.013e0</w:t>
      </w:r>
    </w:p>
    <w:p w:rsidR="00557788" w:rsidRDefault="00557788" w:rsidP="00557788">
      <w:r>
        <w:t>297.8539</w:t>
      </w:r>
      <w:r>
        <w:tab/>
        <w:t>2.025e0</w:t>
      </w:r>
    </w:p>
    <w:p w:rsidR="00557788" w:rsidRDefault="00557788" w:rsidP="00557788">
      <w:r>
        <w:t>297.8573</w:t>
      </w:r>
      <w:r>
        <w:tab/>
        <w:t>6.076e0</w:t>
      </w:r>
    </w:p>
    <w:p w:rsidR="00557788" w:rsidRDefault="00557788" w:rsidP="00557788">
      <w:r>
        <w:t>297.8626</w:t>
      </w:r>
      <w:r>
        <w:tab/>
        <w:t>2.025e0</w:t>
      </w:r>
    </w:p>
    <w:p w:rsidR="00557788" w:rsidRDefault="00557788" w:rsidP="00557788">
      <w:r>
        <w:t>297.8784</w:t>
      </w:r>
      <w:r>
        <w:tab/>
        <w:t>2.025e0</w:t>
      </w:r>
    </w:p>
    <w:p w:rsidR="00557788" w:rsidRDefault="00557788" w:rsidP="00557788">
      <w:r>
        <w:t>297.8864</w:t>
      </w:r>
      <w:r>
        <w:tab/>
        <w:t>1.013e0</w:t>
      </w:r>
    </w:p>
    <w:p w:rsidR="00557788" w:rsidRDefault="00557788" w:rsidP="00557788">
      <w:r>
        <w:t>297.8904</w:t>
      </w:r>
      <w:r>
        <w:tab/>
        <w:t>1.013e0</w:t>
      </w:r>
    </w:p>
    <w:p w:rsidR="00557788" w:rsidRDefault="00557788" w:rsidP="00557788">
      <w:r>
        <w:t>297.8944</w:t>
      </w:r>
      <w:r>
        <w:tab/>
        <w:t>2.025e0</w:t>
      </w:r>
    </w:p>
    <w:p w:rsidR="00557788" w:rsidRDefault="00557788" w:rsidP="00557788">
      <w:r>
        <w:t>297.8985</w:t>
      </w:r>
      <w:r>
        <w:tab/>
        <w:t>2.025e0</w:t>
      </w:r>
    </w:p>
    <w:p w:rsidR="00557788" w:rsidRDefault="00557788" w:rsidP="00557788">
      <w:r>
        <w:t>297.9027</w:t>
      </w:r>
      <w:r>
        <w:tab/>
        <w:t>1.266e-2</w:t>
      </w:r>
    </w:p>
    <w:p w:rsidR="00557788" w:rsidRDefault="00557788" w:rsidP="00557788">
      <w:r>
        <w:t>297.9070</w:t>
      </w:r>
      <w:r>
        <w:tab/>
        <w:t>1.451e0</w:t>
      </w:r>
    </w:p>
    <w:p w:rsidR="00557788" w:rsidRDefault="00557788" w:rsidP="00557788">
      <w:r>
        <w:t>297.9083</w:t>
      </w:r>
      <w:r>
        <w:tab/>
        <w:t>2.532e-2</w:t>
      </w:r>
    </w:p>
    <w:p w:rsidR="00557788" w:rsidRDefault="00557788" w:rsidP="00557788">
      <w:r>
        <w:t>297.9263</w:t>
      </w:r>
      <w:r>
        <w:tab/>
        <w:t>1.266e-2</w:t>
      </w:r>
    </w:p>
    <w:p w:rsidR="00557788" w:rsidRDefault="00557788" w:rsidP="00557788">
      <w:r>
        <w:t>297.9297</w:t>
      </w:r>
      <w:r>
        <w:tab/>
        <w:t>2.025e0</w:t>
      </w:r>
    </w:p>
    <w:p w:rsidR="00557788" w:rsidRDefault="00557788" w:rsidP="00557788">
      <w:r>
        <w:t>297.9318</w:t>
      </w:r>
      <w:r>
        <w:tab/>
        <w:t>1.587e0</w:t>
      </w:r>
    </w:p>
    <w:p w:rsidR="00557788" w:rsidRDefault="00557788" w:rsidP="00557788">
      <w:r>
        <w:t>297.9328</w:t>
      </w:r>
      <w:r>
        <w:tab/>
        <w:t>2.025e0</w:t>
      </w:r>
    </w:p>
    <w:p w:rsidR="00557788" w:rsidRDefault="00557788" w:rsidP="00557788">
      <w:r>
        <w:t>297.9540</w:t>
      </w:r>
      <w:r>
        <w:tab/>
        <w:t>1.051e0</w:t>
      </w:r>
    </w:p>
    <w:p w:rsidR="00557788" w:rsidRDefault="00557788" w:rsidP="00557788">
      <w:r>
        <w:t>297.9624</w:t>
      </w:r>
      <w:r>
        <w:tab/>
        <w:t>1.013e0</w:t>
      </w:r>
    </w:p>
    <w:p w:rsidR="00557788" w:rsidRDefault="00557788" w:rsidP="00557788">
      <w:r>
        <w:t>297.9666</w:t>
      </w:r>
      <w:r>
        <w:tab/>
        <w:t>3.038e0</w:t>
      </w:r>
    </w:p>
    <w:p w:rsidR="00557788" w:rsidRDefault="00557788" w:rsidP="00557788">
      <w:r>
        <w:lastRenderedPageBreak/>
        <w:t>297.9706</w:t>
      </w:r>
      <w:r>
        <w:tab/>
        <w:t>6.876e0</w:t>
      </w:r>
    </w:p>
    <w:p w:rsidR="00557788" w:rsidRDefault="00557788" w:rsidP="00557788">
      <w:r>
        <w:t>297.9859</w:t>
      </w:r>
      <w:r>
        <w:tab/>
        <w:t>2.688e0</w:t>
      </w:r>
    </w:p>
    <w:p w:rsidR="00557788" w:rsidRDefault="00557788" w:rsidP="00557788">
      <w:r>
        <w:t>297.9995</w:t>
      </w:r>
      <w:r>
        <w:tab/>
        <w:t>3.650e0</w:t>
      </w:r>
    </w:p>
    <w:p w:rsidR="00557788" w:rsidRDefault="00557788" w:rsidP="00557788">
      <w:r>
        <w:t>298.0025</w:t>
      </w:r>
      <w:r>
        <w:tab/>
        <w:t>3.686e0</w:t>
      </w:r>
    </w:p>
    <w:p w:rsidR="00557788" w:rsidRDefault="00557788" w:rsidP="00557788">
      <w:r>
        <w:t>298.0099</w:t>
      </w:r>
      <w:r>
        <w:tab/>
        <w:t>3.942e0</w:t>
      </w:r>
    </w:p>
    <w:p w:rsidR="00557788" w:rsidRDefault="00557788" w:rsidP="00557788">
      <w:r>
        <w:t>298.0143</w:t>
      </w:r>
      <w:r>
        <w:tab/>
        <w:t>7.596e-1</w:t>
      </w:r>
    </w:p>
    <w:p w:rsidR="00557788" w:rsidRDefault="00557788" w:rsidP="00557788">
      <w:r>
        <w:t>298.0308</w:t>
      </w:r>
      <w:r>
        <w:tab/>
        <w:t>6.474e0</w:t>
      </w:r>
    </w:p>
    <w:p w:rsidR="00557788" w:rsidRDefault="00557788" w:rsidP="00557788">
      <w:r>
        <w:t>298.0412</w:t>
      </w:r>
      <w:r>
        <w:tab/>
        <w:t>6.296e0</w:t>
      </w:r>
    </w:p>
    <w:p w:rsidR="00557788" w:rsidRDefault="00557788" w:rsidP="00557788">
      <w:r>
        <w:t>298.0522</w:t>
      </w:r>
      <w:r>
        <w:tab/>
        <w:t>2.481e0</w:t>
      </w:r>
    </w:p>
    <w:p w:rsidR="00557788" w:rsidRDefault="00557788" w:rsidP="00557788">
      <w:r>
        <w:t>298.0574</w:t>
      </w:r>
      <w:r>
        <w:tab/>
        <w:t>1.065e0</w:t>
      </w:r>
    </w:p>
    <w:p w:rsidR="00557788" w:rsidRDefault="00557788" w:rsidP="00557788">
      <w:r>
        <w:t>298.0811</w:t>
      </w:r>
      <w:r>
        <w:tab/>
        <w:t>2.163e-1</w:t>
      </w:r>
    </w:p>
    <w:p w:rsidR="00557788" w:rsidRDefault="00557788" w:rsidP="00557788">
      <w:r>
        <w:t>298.0910</w:t>
      </w:r>
      <w:r>
        <w:tab/>
        <w:t>2.125e0</w:t>
      </w:r>
    </w:p>
    <w:p w:rsidR="00557788" w:rsidRDefault="00557788" w:rsidP="00557788">
      <w:r>
        <w:t>298.1083</w:t>
      </w:r>
      <w:r>
        <w:tab/>
        <w:t>4.402e0</w:t>
      </w:r>
    </w:p>
    <w:p w:rsidR="00557788" w:rsidRDefault="00557788" w:rsidP="00557788">
      <w:r>
        <w:t>298.1104</w:t>
      </w:r>
      <w:r>
        <w:tab/>
        <w:t>2.228e-1</w:t>
      </w:r>
    </w:p>
    <w:p w:rsidR="00557788" w:rsidRDefault="00557788" w:rsidP="00557788">
      <w:r>
        <w:t>298.1480</w:t>
      </w:r>
      <w:r>
        <w:tab/>
        <w:t>4.420e0</w:t>
      </w:r>
    </w:p>
    <w:p w:rsidR="00557788" w:rsidRDefault="00557788" w:rsidP="00557788">
      <w:r>
        <w:t>298.1526</w:t>
      </w:r>
      <w:r>
        <w:tab/>
        <w:t>1.938e0</w:t>
      </w:r>
    </w:p>
    <w:p w:rsidR="00557788" w:rsidRDefault="00557788" w:rsidP="00557788">
      <w:r>
        <w:t>298.1575</w:t>
      </w:r>
      <w:r>
        <w:tab/>
        <w:t>5.832e0</w:t>
      </w:r>
    </w:p>
    <w:p w:rsidR="00557788" w:rsidRDefault="00557788" w:rsidP="00557788">
      <w:r>
        <w:t>298.1808</w:t>
      </w:r>
      <w:r>
        <w:tab/>
        <w:t>2.338e0</w:t>
      </w:r>
    </w:p>
    <w:p w:rsidR="00557788" w:rsidRDefault="00557788" w:rsidP="00557788">
      <w:r>
        <w:t>298.1878</w:t>
      </w:r>
      <w:r>
        <w:tab/>
        <w:t>2.578e0</w:t>
      </w:r>
    </w:p>
    <w:p w:rsidR="00557788" w:rsidRDefault="00557788" w:rsidP="00557788">
      <w:r>
        <w:lastRenderedPageBreak/>
        <w:t>298.1981</w:t>
      </w:r>
      <w:r>
        <w:tab/>
        <w:t>3.121e0</w:t>
      </w:r>
    </w:p>
    <w:p w:rsidR="00557788" w:rsidRDefault="00557788" w:rsidP="00557788">
      <w:r>
        <w:t>298.1992</w:t>
      </w:r>
      <w:r>
        <w:tab/>
        <w:t>9.474e0</w:t>
      </w:r>
    </w:p>
    <w:p w:rsidR="00557788" w:rsidRDefault="00557788" w:rsidP="00557788">
      <w:r>
        <w:t>298.2082</w:t>
      </w:r>
      <w:r>
        <w:tab/>
        <w:t>1.780e0</w:t>
      </w:r>
    </w:p>
    <w:p w:rsidR="00557788" w:rsidRDefault="00557788" w:rsidP="00557788">
      <w:r>
        <w:t>298.2447</w:t>
      </w:r>
      <w:r>
        <w:tab/>
        <w:t>3.739e0</w:t>
      </w:r>
    </w:p>
    <w:p w:rsidR="00557788" w:rsidRDefault="00557788" w:rsidP="00557788">
      <w:r>
        <w:t>298.2693</w:t>
      </w:r>
      <w:r>
        <w:tab/>
        <w:t>1.589e0</w:t>
      </w:r>
    </w:p>
    <w:p w:rsidR="00557788" w:rsidRDefault="00557788" w:rsidP="00557788">
      <w:r>
        <w:t>298.2784</w:t>
      </w:r>
      <w:r>
        <w:tab/>
        <w:t>9.962e0</w:t>
      </w:r>
    </w:p>
    <w:p w:rsidR="00557788" w:rsidRDefault="00557788" w:rsidP="00557788">
      <w:r>
        <w:t>298.2829</w:t>
      </w:r>
      <w:r>
        <w:tab/>
        <w:t>7.139e0</w:t>
      </w:r>
    </w:p>
    <w:p w:rsidR="00557788" w:rsidRDefault="00557788" w:rsidP="00557788">
      <w:r>
        <w:t>298.2866</w:t>
      </w:r>
      <w:r>
        <w:tab/>
        <w:t>3.711e0</w:t>
      </w:r>
    </w:p>
    <w:p w:rsidR="00557788" w:rsidRDefault="00557788" w:rsidP="00557788">
      <w:r>
        <w:t>298.2919</w:t>
      </w:r>
      <w:r>
        <w:tab/>
        <w:t>1.637e0</w:t>
      </w:r>
    </w:p>
    <w:p w:rsidR="00557788" w:rsidRDefault="00557788" w:rsidP="00557788">
      <w:r>
        <w:t>298.3008</w:t>
      </w:r>
      <w:r>
        <w:tab/>
        <w:t>2.089e0</w:t>
      </w:r>
    </w:p>
    <w:p w:rsidR="00557788" w:rsidRDefault="00557788" w:rsidP="00557788">
      <w:r>
        <w:t>298.3220</w:t>
      </w:r>
      <w:r>
        <w:tab/>
        <w:t>1.874e0</w:t>
      </w:r>
    </w:p>
    <w:p w:rsidR="00557788" w:rsidRDefault="00557788" w:rsidP="00557788">
      <w:r>
        <w:t>298.3283</w:t>
      </w:r>
      <w:r>
        <w:tab/>
        <w:t>2.021e0</w:t>
      </w:r>
    </w:p>
    <w:p w:rsidR="00557788" w:rsidRDefault="00557788" w:rsidP="00557788">
      <w:r>
        <w:t>298.3352</w:t>
      </w:r>
      <w:r>
        <w:tab/>
        <w:t>1.372e1</w:t>
      </w:r>
    </w:p>
    <w:p w:rsidR="00557788" w:rsidRDefault="00557788" w:rsidP="00557788">
      <w:r>
        <w:t>298.3370</w:t>
      </w:r>
      <w:r>
        <w:tab/>
        <w:t>5.246e0</w:t>
      </w:r>
    </w:p>
    <w:p w:rsidR="00557788" w:rsidRDefault="00557788" w:rsidP="00557788">
      <w:r>
        <w:t>298.3416</w:t>
      </w:r>
      <w:r>
        <w:tab/>
        <w:t>4.051e0</w:t>
      </w:r>
    </w:p>
    <w:p w:rsidR="00557788" w:rsidRDefault="00557788" w:rsidP="00557788">
      <w:r>
        <w:t>298.3558</w:t>
      </w:r>
      <w:r>
        <w:tab/>
        <w:t>2.532e-2</w:t>
      </w:r>
    </w:p>
    <w:p w:rsidR="00557788" w:rsidRDefault="00557788" w:rsidP="00557788">
      <w:r>
        <w:t>298.3648</w:t>
      </w:r>
      <w:r>
        <w:tab/>
        <w:t>7.089e0</w:t>
      </w:r>
    </w:p>
    <w:p w:rsidR="00557788" w:rsidRDefault="00557788" w:rsidP="00557788">
      <w:r>
        <w:t>298.3724</w:t>
      </w:r>
      <w:r>
        <w:tab/>
        <w:t>4.051e0</w:t>
      </w:r>
    </w:p>
    <w:p w:rsidR="00557788" w:rsidRDefault="00557788" w:rsidP="00557788">
      <w:r>
        <w:t>298.3770</w:t>
      </w:r>
      <w:r>
        <w:tab/>
        <w:t>3.038e0</w:t>
      </w:r>
    </w:p>
    <w:p w:rsidR="00557788" w:rsidRDefault="00557788" w:rsidP="00557788">
      <w:r>
        <w:lastRenderedPageBreak/>
        <w:t>298.3996</w:t>
      </w:r>
      <w:r>
        <w:tab/>
        <w:t>2.038e0</w:t>
      </w:r>
    </w:p>
    <w:p w:rsidR="00557788" w:rsidRDefault="00557788" w:rsidP="00557788">
      <w:r>
        <w:t>298.4058</w:t>
      </w:r>
      <w:r>
        <w:tab/>
        <w:t>2.025e0</w:t>
      </w:r>
    </w:p>
    <w:p w:rsidR="00557788" w:rsidRDefault="00557788" w:rsidP="00557788">
      <w:r>
        <w:t>298.4121</w:t>
      </w:r>
      <w:r>
        <w:tab/>
        <w:t>6.076e0</w:t>
      </w:r>
    </w:p>
    <w:p w:rsidR="00557788" w:rsidRDefault="00557788" w:rsidP="00557788">
      <w:r>
        <w:t>298.4132</w:t>
      </w:r>
      <w:r>
        <w:tab/>
        <w:t>1.013e0</w:t>
      </w:r>
    </w:p>
    <w:p w:rsidR="00557788" w:rsidRDefault="00557788" w:rsidP="00557788">
      <w:r>
        <w:t>298.4160</w:t>
      </w:r>
      <w:r>
        <w:tab/>
        <w:t>3.038e0</w:t>
      </w:r>
    </w:p>
    <w:p w:rsidR="00557788" w:rsidRDefault="00557788" w:rsidP="00557788">
      <w:r>
        <w:t>298.4315</w:t>
      </w:r>
      <w:r>
        <w:tab/>
        <w:t>3.051e0</w:t>
      </w:r>
    </w:p>
    <w:p w:rsidR="00557788" w:rsidRDefault="00557788" w:rsidP="00557788">
      <w:r>
        <w:t>298.4507</w:t>
      </w:r>
      <w:r>
        <w:tab/>
        <w:t>2.025e0</w:t>
      </w:r>
    </w:p>
    <w:p w:rsidR="00557788" w:rsidRDefault="00557788" w:rsidP="00557788">
      <w:r>
        <w:t>298.4546</w:t>
      </w:r>
      <w:r>
        <w:tab/>
        <w:t>1.266e-2</w:t>
      </w:r>
    </w:p>
    <w:p w:rsidR="00557788" w:rsidRDefault="00557788" w:rsidP="00557788">
      <w:r>
        <w:t>298.4727</w:t>
      </w:r>
      <w:r>
        <w:tab/>
        <w:t>3.562e0</w:t>
      </w:r>
    </w:p>
    <w:p w:rsidR="00557788" w:rsidRDefault="00557788" w:rsidP="00557788">
      <w:r>
        <w:t>298.4801</w:t>
      </w:r>
      <w:r>
        <w:tab/>
        <w:t>2.025e0</w:t>
      </w:r>
    </w:p>
    <w:p w:rsidR="00557788" w:rsidRDefault="00557788" w:rsidP="00557788">
      <w:r>
        <w:t>298.4888</w:t>
      </w:r>
      <w:r>
        <w:tab/>
        <w:t>3.063e0</w:t>
      </w:r>
    </w:p>
    <w:p w:rsidR="00557788" w:rsidRDefault="00557788" w:rsidP="00557788">
      <w:r>
        <w:t>298.4967</w:t>
      </w:r>
      <w:r>
        <w:tab/>
        <w:t>4.051e0</w:t>
      </w:r>
    </w:p>
    <w:p w:rsidR="00557788" w:rsidRDefault="00557788" w:rsidP="00557788">
      <w:r>
        <w:t>298.5102</w:t>
      </w:r>
      <w:r>
        <w:tab/>
        <w:t>2.025e0</w:t>
      </w:r>
    </w:p>
    <w:p w:rsidR="00557788" w:rsidRDefault="00557788" w:rsidP="00557788">
      <w:r>
        <w:t>298.5153</w:t>
      </w:r>
      <w:r>
        <w:tab/>
        <w:t>3.213e0</w:t>
      </w:r>
    </w:p>
    <w:p w:rsidR="00557788" w:rsidRDefault="00557788" w:rsidP="00557788">
      <w:r>
        <w:t>298.5222</w:t>
      </w:r>
      <w:r>
        <w:tab/>
        <w:t>1.266e-2</w:t>
      </w:r>
    </w:p>
    <w:p w:rsidR="00557788" w:rsidRDefault="00557788" w:rsidP="00557788">
      <w:r>
        <w:t>298.5328</w:t>
      </w:r>
      <w:r>
        <w:tab/>
        <w:t>1.025e0</w:t>
      </w:r>
    </w:p>
    <w:p w:rsidR="00557788" w:rsidRDefault="00557788" w:rsidP="00557788">
      <w:r>
        <w:t>298.5441</w:t>
      </w:r>
      <w:r>
        <w:tab/>
        <w:t>2.532e-2</w:t>
      </w:r>
    </w:p>
    <w:p w:rsidR="00557788" w:rsidRDefault="00557788" w:rsidP="00557788">
      <w:r>
        <w:t>298.5575</w:t>
      </w:r>
      <w:r>
        <w:tab/>
        <w:t>3.038e0</w:t>
      </w:r>
    </w:p>
    <w:p w:rsidR="00557788" w:rsidRDefault="00557788" w:rsidP="00557788">
      <w:r>
        <w:t>298.5636</w:t>
      </w:r>
      <w:r>
        <w:tab/>
        <w:t>2.025e0</w:t>
      </w:r>
    </w:p>
    <w:p w:rsidR="00557788" w:rsidRDefault="00557788" w:rsidP="00557788">
      <w:r>
        <w:lastRenderedPageBreak/>
        <w:t>298.5676</w:t>
      </w:r>
      <w:r>
        <w:tab/>
        <w:t>2.025e0</w:t>
      </w:r>
    </w:p>
    <w:p w:rsidR="00557788" w:rsidRDefault="00557788" w:rsidP="00557788">
      <w:r>
        <w:t>298.5741</w:t>
      </w:r>
      <w:r>
        <w:tab/>
        <w:t>2.038e0</w:t>
      </w:r>
    </w:p>
    <w:p w:rsidR="00557788" w:rsidRDefault="00557788" w:rsidP="00557788">
      <w:r>
        <w:t>298.5801</w:t>
      </w:r>
      <w:r>
        <w:tab/>
        <w:t>2.025e0</w:t>
      </w:r>
    </w:p>
    <w:p w:rsidR="00557788" w:rsidRDefault="00557788" w:rsidP="00557788">
      <w:r>
        <w:t>298.5877</w:t>
      </w:r>
      <w:r>
        <w:tab/>
        <w:t>2.025e0</w:t>
      </w:r>
    </w:p>
    <w:p w:rsidR="00557788" w:rsidRDefault="00557788" w:rsidP="00557788">
      <w:r>
        <w:t>298.5977</w:t>
      </w:r>
      <w:r>
        <w:tab/>
        <w:t>1.266e-2</w:t>
      </w:r>
    </w:p>
    <w:p w:rsidR="00557788" w:rsidRDefault="00557788" w:rsidP="00557788">
      <w:r>
        <w:t>298.6015</w:t>
      </w:r>
      <w:r>
        <w:tab/>
        <w:t>5.063e-2</w:t>
      </w:r>
    </w:p>
    <w:p w:rsidR="00557788" w:rsidRDefault="00557788" w:rsidP="00557788">
      <w:r>
        <w:t>298.6185</w:t>
      </w:r>
      <w:r>
        <w:tab/>
        <w:t>3.038e0</w:t>
      </w:r>
    </w:p>
    <w:p w:rsidR="00557788" w:rsidRDefault="00557788" w:rsidP="00557788">
      <w:r>
        <w:t>298.6252</w:t>
      </w:r>
      <w:r>
        <w:tab/>
        <w:t>2.532e-2</w:t>
      </w:r>
    </w:p>
    <w:p w:rsidR="00557788" w:rsidRDefault="00557788" w:rsidP="00557788">
      <w:r>
        <w:t>298.6276</w:t>
      </w:r>
      <w:r>
        <w:tab/>
        <w:t>4.051e0</w:t>
      </w:r>
    </w:p>
    <w:p w:rsidR="00557788" w:rsidRDefault="00557788" w:rsidP="00557788">
      <w:r>
        <w:t>298.6294</w:t>
      </w:r>
      <w:r>
        <w:tab/>
        <w:t>1.013e0</w:t>
      </w:r>
    </w:p>
    <w:p w:rsidR="00557788" w:rsidRDefault="00557788" w:rsidP="00557788">
      <w:r>
        <w:t>298.6335</w:t>
      </w:r>
      <w:r>
        <w:tab/>
        <w:t>1.266e-2</w:t>
      </w:r>
    </w:p>
    <w:p w:rsidR="00557788" w:rsidRDefault="00557788" w:rsidP="00557788">
      <w:r>
        <w:t>298.6415</w:t>
      </w:r>
      <w:r>
        <w:tab/>
        <w:t>1.013e0</w:t>
      </w:r>
    </w:p>
    <w:p w:rsidR="00557788" w:rsidRDefault="00557788" w:rsidP="00557788">
      <w:r>
        <w:t>298.6499</w:t>
      </w:r>
      <w:r>
        <w:tab/>
        <w:t>3.038e0</w:t>
      </w:r>
    </w:p>
    <w:p w:rsidR="00557788" w:rsidRDefault="00557788" w:rsidP="00557788">
      <w:r>
        <w:t>298.6727</w:t>
      </w:r>
      <w:r>
        <w:tab/>
        <w:t>3.038e0</w:t>
      </w:r>
    </w:p>
    <w:p w:rsidR="00557788" w:rsidRDefault="00557788" w:rsidP="00557788">
      <w:r>
        <w:t>298.6792</w:t>
      </w:r>
      <w:r>
        <w:tab/>
        <w:t>1.025e0</w:t>
      </w:r>
    </w:p>
    <w:p w:rsidR="00557788" w:rsidRDefault="00557788" w:rsidP="00557788">
      <w:r>
        <w:t>298.6890</w:t>
      </w:r>
      <w:r>
        <w:tab/>
        <w:t>1.013e0</w:t>
      </w:r>
    </w:p>
    <w:p w:rsidR="00557788" w:rsidRDefault="00557788" w:rsidP="00557788">
      <w:r>
        <w:t>298.7014</w:t>
      </w:r>
      <w:r>
        <w:tab/>
        <w:t>2.025e0</w:t>
      </w:r>
    </w:p>
    <w:p w:rsidR="00557788" w:rsidRDefault="00557788" w:rsidP="00557788">
      <w:r>
        <w:t>298.7093</w:t>
      </w:r>
      <w:r>
        <w:tab/>
        <w:t>2.532e-2</w:t>
      </w:r>
    </w:p>
    <w:p w:rsidR="00557788" w:rsidRDefault="00557788" w:rsidP="00557788">
      <w:r>
        <w:t>298.7229</w:t>
      </w:r>
      <w:r>
        <w:tab/>
        <w:t>2.532e-2</w:t>
      </w:r>
    </w:p>
    <w:p w:rsidR="00557788" w:rsidRDefault="00557788" w:rsidP="00557788">
      <w:r>
        <w:lastRenderedPageBreak/>
        <w:t>298.7298</w:t>
      </w:r>
      <w:r>
        <w:tab/>
        <w:t>4.051e0</w:t>
      </w:r>
    </w:p>
    <w:p w:rsidR="00557788" w:rsidRDefault="00557788" w:rsidP="00557788">
      <w:r>
        <w:t>298.7487</w:t>
      </w:r>
      <w:r>
        <w:tab/>
        <w:t>1.013e0</w:t>
      </w:r>
    </w:p>
    <w:p w:rsidR="00557788" w:rsidRDefault="00557788" w:rsidP="00557788">
      <w:r>
        <w:t>298.7527</w:t>
      </w:r>
      <w:r>
        <w:tab/>
        <w:t>1.076e-1</w:t>
      </w:r>
    </w:p>
    <w:p w:rsidR="00557788" w:rsidRDefault="00557788" w:rsidP="00557788">
      <w:r>
        <w:t>298.7591</w:t>
      </w:r>
      <w:r>
        <w:tab/>
        <w:t>2.025e0</w:t>
      </w:r>
    </w:p>
    <w:p w:rsidR="00557788" w:rsidRDefault="00557788" w:rsidP="00557788">
      <w:r>
        <w:t>298.7917</w:t>
      </w:r>
      <w:r>
        <w:tab/>
        <w:t>2.532e-2</w:t>
      </w:r>
    </w:p>
    <w:p w:rsidR="00557788" w:rsidRDefault="00557788" w:rsidP="00557788">
      <w:r>
        <w:t>298.7928</w:t>
      </w:r>
      <w:r>
        <w:tab/>
        <w:t>2.025e0</w:t>
      </w:r>
    </w:p>
    <w:p w:rsidR="00557788" w:rsidRDefault="00557788" w:rsidP="00557788">
      <w:r>
        <w:t>298.7939</w:t>
      </w:r>
      <w:r>
        <w:tab/>
        <w:t>1.013e0</w:t>
      </w:r>
    </w:p>
    <w:p w:rsidR="00557788" w:rsidRDefault="00557788" w:rsidP="00557788">
      <w:r>
        <w:t>298.8082</w:t>
      </w:r>
      <w:r>
        <w:tab/>
        <w:t>3.209e0</w:t>
      </w:r>
    </w:p>
    <w:p w:rsidR="00557788" w:rsidRDefault="00557788" w:rsidP="00557788">
      <w:r>
        <w:t>298.8171</w:t>
      </w:r>
      <w:r>
        <w:tab/>
        <w:t>2.025e0</w:t>
      </w:r>
    </w:p>
    <w:p w:rsidR="00557788" w:rsidRDefault="00557788" w:rsidP="00557788">
      <w:r>
        <w:t>298.8263</w:t>
      </w:r>
      <w:r>
        <w:tab/>
        <w:t>4.051e0</w:t>
      </w:r>
    </w:p>
    <w:p w:rsidR="00557788" w:rsidRDefault="00557788" w:rsidP="00557788">
      <w:r>
        <w:t>298.8361</w:t>
      </w:r>
      <w:r>
        <w:tab/>
        <w:t>1.266e-2</w:t>
      </w:r>
    </w:p>
    <w:p w:rsidR="00557788" w:rsidRDefault="00557788" w:rsidP="00557788">
      <w:r>
        <w:t>298.8421</w:t>
      </w:r>
      <w:r>
        <w:tab/>
        <w:t>2.025e0</w:t>
      </w:r>
    </w:p>
    <w:p w:rsidR="00557788" w:rsidRDefault="00557788" w:rsidP="00557788">
      <w:r>
        <w:t>298.8640</w:t>
      </w:r>
      <w:r>
        <w:tab/>
        <w:t>1.266e-2</w:t>
      </w:r>
    </w:p>
    <w:p w:rsidR="00557788" w:rsidRDefault="00557788" w:rsidP="00557788">
      <w:r>
        <w:t>298.8957</w:t>
      </w:r>
      <w:r>
        <w:tab/>
        <w:t>1.025e0</w:t>
      </w:r>
    </w:p>
    <w:p w:rsidR="00557788" w:rsidRDefault="00557788" w:rsidP="00557788">
      <w:r>
        <w:t>298.9045</w:t>
      </w:r>
      <w:r>
        <w:tab/>
        <w:t>3.063e0</w:t>
      </w:r>
    </w:p>
    <w:p w:rsidR="00557788" w:rsidRDefault="00557788" w:rsidP="00557788">
      <w:r>
        <w:t>298.9092</w:t>
      </w:r>
      <w:r>
        <w:tab/>
        <w:t>4.051e0</w:t>
      </w:r>
    </w:p>
    <w:p w:rsidR="00557788" w:rsidRDefault="00557788" w:rsidP="00557788">
      <w:r>
        <w:t>298.9353</w:t>
      </w:r>
      <w:r>
        <w:tab/>
        <w:t>1.397e0</w:t>
      </w:r>
    </w:p>
    <w:p w:rsidR="00557788" w:rsidRDefault="00557788" w:rsidP="00557788">
      <w:r>
        <w:t>298.9416</w:t>
      </w:r>
      <w:r>
        <w:tab/>
        <w:t>4.051e0</w:t>
      </w:r>
    </w:p>
    <w:p w:rsidR="00557788" w:rsidRDefault="00557788" w:rsidP="00557788">
      <w:r>
        <w:t>298.9565</w:t>
      </w:r>
      <w:r>
        <w:tab/>
        <w:t>1.240e0</w:t>
      </w:r>
    </w:p>
    <w:p w:rsidR="00557788" w:rsidRDefault="00557788" w:rsidP="00557788">
      <w:r>
        <w:lastRenderedPageBreak/>
        <w:t>298.9690</w:t>
      </w:r>
      <w:r>
        <w:tab/>
        <w:t>5.388e0</w:t>
      </w:r>
    </w:p>
    <w:p w:rsidR="00557788" w:rsidRDefault="00557788" w:rsidP="00557788">
      <w:r>
        <w:t>298.9807</w:t>
      </w:r>
      <w:r>
        <w:tab/>
        <w:t>3.962e0</w:t>
      </w:r>
    </w:p>
    <w:p w:rsidR="00557788" w:rsidRDefault="00557788" w:rsidP="00557788">
      <w:r>
        <w:t>298.9877</w:t>
      </w:r>
      <w:r>
        <w:tab/>
        <w:t>3.038e0</w:t>
      </w:r>
    </w:p>
    <w:p w:rsidR="00557788" w:rsidRDefault="00557788" w:rsidP="00557788">
      <w:r>
        <w:t>299.0010</w:t>
      </w:r>
      <w:r>
        <w:tab/>
        <w:t>6.515e0</w:t>
      </w:r>
    </w:p>
    <w:p w:rsidR="00557788" w:rsidRDefault="00557788" w:rsidP="00557788">
      <w:r>
        <w:t>299.0069</w:t>
      </w:r>
      <w:r>
        <w:tab/>
        <w:t>1.025e0</w:t>
      </w:r>
    </w:p>
    <w:p w:rsidR="00557788" w:rsidRDefault="00557788" w:rsidP="00557788">
      <w:r>
        <w:t>299.0327</w:t>
      </w:r>
      <w:r>
        <w:tab/>
        <w:t>4.248e0</w:t>
      </w:r>
    </w:p>
    <w:p w:rsidR="00557788" w:rsidRDefault="00557788" w:rsidP="00557788">
      <w:r>
        <w:t>299.0410</w:t>
      </w:r>
      <w:r>
        <w:tab/>
        <w:t>4.526e0</w:t>
      </w:r>
    </w:p>
    <w:p w:rsidR="00557788" w:rsidRDefault="00557788" w:rsidP="00557788">
      <w:r>
        <w:t>299.0446</w:t>
      </w:r>
      <w:r>
        <w:tab/>
        <w:t>3.567e0</w:t>
      </w:r>
    </w:p>
    <w:p w:rsidR="00557788" w:rsidRDefault="00557788" w:rsidP="00557788">
      <w:r>
        <w:t>299.0476</w:t>
      </w:r>
      <w:r>
        <w:tab/>
        <w:t>3.920e-2</w:t>
      </w:r>
    </w:p>
    <w:p w:rsidR="00557788" w:rsidRDefault="00557788" w:rsidP="00557788">
      <w:r>
        <w:t>299.0583</w:t>
      </w:r>
      <w:r>
        <w:tab/>
        <w:t>6.885e0</w:t>
      </w:r>
    </w:p>
    <w:p w:rsidR="00557788" w:rsidRDefault="00557788" w:rsidP="00557788">
      <w:r>
        <w:t>299.0603</w:t>
      </w:r>
      <w:r>
        <w:tab/>
        <w:t>7.323e0</w:t>
      </w:r>
    </w:p>
    <w:p w:rsidR="00557788" w:rsidRDefault="00557788" w:rsidP="00557788">
      <w:r>
        <w:t>299.0693</w:t>
      </w:r>
      <w:r>
        <w:tab/>
        <w:t>2.280e0</w:t>
      </w:r>
    </w:p>
    <w:p w:rsidR="00557788" w:rsidRDefault="00557788" w:rsidP="00557788">
      <w:r>
        <w:t>299.0714</w:t>
      </w:r>
      <w:r>
        <w:tab/>
        <w:t>2.953e0</w:t>
      </w:r>
    </w:p>
    <w:p w:rsidR="00557788" w:rsidRDefault="00557788" w:rsidP="00557788">
      <w:r>
        <w:t>299.0729</w:t>
      </w:r>
      <w:r>
        <w:tab/>
        <w:t>1.340e0</w:t>
      </w:r>
    </w:p>
    <w:p w:rsidR="00557788" w:rsidRDefault="00557788" w:rsidP="00557788">
      <w:r>
        <w:t>299.1057</w:t>
      </w:r>
      <w:r>
        <w:tab/>
        <w:t>3.859e0</w:t>
      </w:r>
    </w:p>
    <w:p w:rsidR="00557788" w:rsidRDefault="00557788" w:rsidP="00557788">
      <w:r>
        <w:t>299.1170</w:t>
      </w:r>
      <w:r>
        <w:tab/>
        <w:t>1.339e0</w:t>
      </w:r>
    </w:p>
    <w:p w:rsidR="00557788" w:rsidRDefault="00557788" w:rsidP="00557788">
      <w:r>
        <w:t>299.1292</w:t>
      </w:r>
      <w:r>
        <w:tab/>
        <w:t>3.512e0</w:t>
      </w:r>
    </w:p>
    <w:p w:rsidR="00557788" w:rsidRDefault="00557788" w:rsidP="00557788">
      <w:r>
        <w:t>299.1823</w:t>
      </w:r>
      <w:r>
        <w:tab/>
        <w:t>2.139e0</w:t>
      </w:r>
    </w:p>
    <w:p w:rsidR="00557788" w:rsidRDefault="00557788" w:rsidP="00557788">
      <w:r>
        <w:t>299.1908</w:t>
      </w:r>
      <w:r>
        <w:tab/>
        <w:t>1.477e0</w:t>
      </w:r>
    </w:p>
    <w:p w:rsidR="00557788" w:rsidRDefault="00557788" w:rsidP="00557788">
      <w:r>
        <w:lastRenderedPageBreak/>
        <w:t>299.2000</w:t>
      </w:r>
      <w:r>
        <w:tab/>
        <w:t>2.508e0</w:t>
      </w:r>
    </w:p>
    <w:p w:rsidR="00557788" w:rsidRDefault="00557788" w:rsidP="00557788">
      <w:r>
        <w:t>299.2130</w:t>
      </w:r>
      <w:r>
        <w:tab/>
        <w:t>1.519e0</w:t>
      </w:r>
    </w:p>
    <w:p w:rsidR="00557788" w:rsidRDefault="00557788" w:rsidP="00557788">
      <w:r>
        <w:t>299.2240</w:t>
      </w:r>
      <w:r>
        <w:tab/>
        <w:t>1.180e0</w:t>
      </w:r>
    </w:p>
    <w:p w:rsidR="00557788" w:rsidRDefault="00557788" w:rsidP="00557788">
      <w:r>
        <w:t>299.2398</w:t>
      </w:r>
      <w:r>
        <w:tab/>
        <w:t>2.291e0</w:t>
      </w:r>
    </w:p>
    <w:p w:rsidR="00557788" w:rsidRDefault="00557788" w:rsidP="00557788">
      <w:r>
        <w:t>299.2434</w:t>
      </w:r>
      <w:r>
        <w:tab/>
        <w:t>9.897e-1</w:t>
      </w:r>
    </w:p>
    <w:p w:rsidR="00557788" w:rsidRDefault="00557788" w:rsidP="00557788">
      <w:r>
        <w:t>299.2450</w:t>
      </w:r>
      <w:r>
        <w:tab/>
        <w:t>3.683e0</w:t>
      </w:r>
    </w:p>
    <w:p w:rsidR="00557788" w:rsidRDefault="00557788" w:rsidP="00557788">
      <w:r>
        <w:t>299.2532</w:t>
      </w:r>
      <w:r>
        <w:tab/>
        <w:t>5.206e0</w:t>
      </w:r>
    </w:p>
    <w:p w:rsidR="00557788" w:rsidRDefault="00557788" w:rsidP="00557788">
      <w:r>
        <w:t>299.2795</w:t>
      </w:r>
      <w:r>
        <w:tab/>
        <w:t>8.457e0</w:t>
      </w:r>
    </w:p>
    <w:p w:rsidR="00557788" w:rsidRDefault="00557788" w:rsidP="00557788">
      <w:r>
        <w:t>299.2816</w:t>
      </w:r>
      <w:r>
        <w:tab/>
        <w:t>2.999e0</w:t>
      </w:r>
    </w:p>
    <w:p w:rsidR="00557788" w:rsidRDefault="00557788" w:rsidP="00557788">
      <w:r>
        <w:t>299.2866</w:t>
      </w:r>
      <w:r>
        <w:tab/>
        <w:t>2.328e0</w:t>
      </w:r>
    </w:p>
    <w:p w:rsidR="00557788" w:rsidRDefault="00557788" w:rsidP="00557788">
      <w:r>
        <w:t>299.2906</w:t>
      </w:r>
      <w:r>
        <w:tab/>
        <w:t>1.667e0</w:t>
      </w:r>
    </w:p>
    <w:p w:rsidR="00557788" w:rsidRDefault="00557788" w:rsidP="00557788">
      <w:r>
        <w:t>299.2928</w:t>
      </w:r>
      <w:r>
        <w:tab/>
        <w:t>6.399e0</w:t>
      </w:r>
    </w:p>
    <w:p w:rsidR="00557788" w:rsidRDefault="00557788" w:rsidP="00557788">
      <w:r>
        <w:t>299.2968</w:t>
      </w:r>
      <w:r>
        <w:tab/>
        <w:t>2.717e0</w:t>
      </w:r>
    </w:p>
    <w:p w:rsidR="00557788" w:rsidRDefault="00557788" w:rsidP="00557788">
      <w:r>
        <w:t>299.3181</w:t>
      </w:r>
      <w:r>
        <w:tab/>
        <w:t>3.798e-2</w:t>
      </w:r>
    </w:p>
    <w:p w:rsidR="00557788" w:rsidRDefault="00557788" w:rsidP="00557788">
      <w:r>
        <w:t>299.3473</w:t>
      </w:r>
      <w:r>
        <w:tab/>
        <w:t>8.589e0</w:t>
      </w:r>
    </w:p>
    <w:p w:rsidR="00557788" w:rsidRDefault="00557788" w:rsidP="00557788">
      <w:r>
        <w:t>299.3495</w:t>
      </w:r>
      <w:r>
        <w:tab/>
        <w:t>3.469e0</w:t>
      </w:r>
    </w:p>
    <w:p w:rsidR="00557788" w:rsidRDefault="00557788" w:rsidP="00557788">
      <w:r>
        <w:t>299.3547</w:t>
      </w:r>
      <w:r>
        <w:tab/>
        <w:t>1.266e-2</w:t>
      </w:r>
    </w:p>
    <w:p w:rsidR="00557788" w:rsidRDefault="00557788" w:rsidP="00557788">
      <w:r>
        <w:t>299.3565</w:t>
      </w:r>
      <w:r>
        <w:tab/>
        <w:t>3.038e0</w:t>
      </w:r>
    </w:p>
    <w:p w:rsidR="00557788" w:rsidRDefault="00557788" w:rsidP="00557788">
      <w:r>
        <w:t>299.3730</w:t>
      </w:r>
      <w:r>
        <w:tab/>
        <w:t>1.025e0</w:t>
      </w:r>
    </w:p>
    <w:p w:rsidR="00557788" w:rsidRDefault="00557788" w:rsidP="00557788">
      <w:r>
        <w:lastRenderedPageBreak/>
        <w:t>299.3848</w:t>
      </w:r>
      <w:r>
        <w:tab/>
        <w:t>2.025e0</w:t>
      </w:r>
    </w:p>
    <w:p w:rsidR="00557788" w:rsidRDefault="00557788" w:rsidP="00557788">
      <w:r>
        <w:t>299.3929</w:t>
      </w:r>
      <w:r>
        <w:tab/>
        <w:t>1.013e0</w:t>
      </w:r>
    </w:p>
    <w:p w:rsidR="00557788" w:rsidRDefault="00557788" w:rsidP="00557788">
      <w:r>
        <w:t>299.4050</w:t>
      </w:r>
      <w:r>
        <w:tab/>
        <w:t>1.063e0</w:t>
      </w:r>
    </w:p>
    <w:p w:rsidR="00557788" w:rsidRDefault="00557788" w:rsidP="00557788">
      <w:r>
        <w:t>299.4201</w:t>
      </w:r>
      <w:r>
        <w:tab/>
        <w:t>1.266e-2</w:t>
      </w:r>
    </w:p>
    <w:p w:rsidR="00557788" w:rsidRDefault="00557788" w:rsidP="00557788">
      <w:r>
        <w:t>299.4246</w:t>
      </w:r>
      <w:r>
        <w:tab/>
        <w:t>1.266e-2</w:t>
      </w:r>
    </w:p>
    <w:p w:rsidR="00557788" w:rsidRDefault="00557788" w:rsidP="00557788">
      <w:r>
        <w:t>299.4348</w:t>
      </w:r>
      <w:r>
        <w:tab/>
        <w:t>2.025e0</w:t>
      </w:r>
    </w:p>
    <w:p w:rsidR="00557788" w:rsidRDefault="00557788" w:rsidP="00557788">
      <w:r>
        <w:t>299.4419</w:t>
      </w:r>
      <w:r>
        <w:tab/>
        <w:t>3.622e0</w:t>
      </w:r>
    </w:p>
    <w:p w:rsidR="00557788" w:rsidRDefault="00557788" w:rsidP="00557788">
      <w:r>
        <w:t>299.4514</w:t>
      </w:r>
      <w:r>
        <w:tab/>
        <w:t>2.025e0</w:t>
      </w:r>
    </w:p>
    <w:p w:rsidR="00557788" w:rsidRDefault="00557788" w:rsidP="00557788">
      <w:r>
        <w:t>299.4652</w:t>
      </w:r>
      <w:r>
        <w:tab/>
        <w:t>2.025e0</w:t>
      </w:r>
    </w:p>
    <w:p w:rsidR="00557788" w:rsidRDefault="00557788" w:rsidP="00557788">
      <w:r>
        <w:t>299.4673</w:t>
      </w:r>
      <w:r>
        <w:tab/>
        <w:t>2.025e0</w:t>
      </w:r>
    </w:p>
    <w:p w:rsidR="00557788" w:rsidRDefault="00557788" w:rsidP="00557788">
      <w:r>
        <w:t>299.4902</w:t>
      </w:r>
      <w:r>
        <w:tab/>
        <w:t>4.051e0</w:t>
      </w:r>
    </w:p>
    <w:p w:rsidR="00557788" w:rsidRDefault="00557788" w:rsidP="00557788">
      <w:r>
        <w:t>299.5102</w:t>
      </w:r>
      <w:r>
        <w:tab/>
        <w:t>1.051e0</w:t>
      </w:r>
    </w:p>
    <w:p w:rsidR="00557788" w:rsidRDefault="00557788" w:rsidP="00557788">
      <w:r>
        <w:t>299.5114</w:t>
      </w:r>
      <w:r>
        <w:tab/>
        <w:t>2.025e0</w:t>
      </w:r>
    </w:p>
    <w:p w:rsidR="00557788" w:rsidRDefault="00557788" w:rsidP="00557788">
      <w:r>
        <w:t>299.5292</w:t>
      </w:r>
      <w:r>
        <w:tab/>
        <w:t>2.532e-2</w:t>
      </w:r>
    </w:p>
    <w:p w:rsidR="00557788" w:rsidRDefault="00557788" w:rsidP="00557788">
      <w:r>
        <w:t>299.5340</w:t>
      </w:r>
      <w:r>
        <w:tab/>
        <w:t>2.025e0</w:t>
      </w:r>
    </w:p>
    <w:p w:rsidR="00557788" w:rsidRDefault="00557788" w:rsidP="00557788">
      <w:r>
        <w:t>299.5398</w:t>
      </w:r>
      <w:r>
        <w:tab/>
        <w:t>2.038e0</w:t>
      </w:r>
    </w:p>
    <w:p w:rsidR="00557788" w:rsidRDefault="00557788" w:rsidP="00557788">
      <w:r>
        <w:t>299.5439</w:t>
      </w:r>
      <w:r>
        <w:tab/>
        <w:t>1.013e0</w:t>
      </w:r>
    </w:p>
    <w:p w:rsidR="00557788" w:rsidRDefault="00557788" w:rsidP="00557788">
      <w:r>
        <w:t>299.5479</w:t>
      </w:r>
      <w:r>
        <w:tab/>
        <w:t>2.025e0</w:t>
      </w:r>
    </w:p>
    <w:p w:rsidR="00557788" w:rsidRDefault="00557788" w:rsidP="00557788">
      <w:r>
        <w:t>299.5519</w:t>
      </w:r>
      <w:r>
        <w:tab/>
        <w:t>1.266e-2</w:t>
      </w:r>
    </w:p>
    <w:p w:rsidR="00557788" w:rsidRDefault="00557788" w:rsidP="00557788">
      <w:r>
        <w:lastRenderedPageBreak/>
        <w:t>299.5638</w:t>
      </w:r>
      <w:r>
        <w:tab/>
        <w:t>3.038e0</w:t>
      </w:r>
    </w:p>
    <w:p w:rsidR="00557788" w:rsidRDefault="00557788" w:rsidP="00557788">
      <w:r>
        <w:t>299.5730</w:t>
      </w:r>
      <w:r>
        <w:tab/>
        <w:t>5.063e0</w:t>
      </w:r>
    </w:p>
    <w:p w:rsidR="00557788" w:rsidRDefault="00557788" w:rsidP="00557788">
      <w:r>
        <w:t>299.5757</w:t>
      </w:r>
      <w:r>
        <w:tab/>
        <w:t>1.013e0</w:t>
      </w:r>
    </w:p>
    <w:p w:rsidR="00557788" w:rsidRDefault="00557788" w:rsidP="00557788">
      <w:r>
        <w:t>299.5891</w:t>
      </w:r>
      <w:r>
        <w:tab/>
        <w:t>1.266e-2</w:t>
      </w:r>
    </w:p>
    <w:p w:rsidR="00557788" w:rsidRDefault="00557788" w:rsidP="00557788">
      <w:r>
        <w:t>299.5946</w:t>
      </w:r>
      <w:r>
        <w:tab/>
        <w:t>1.266e-2</w:t>
      </w:r>
    </w:p>
    <w:p w:rsidR="00557788" w:rsidRDefault="00557788" w:rsidP="00557788">
      <w:r>
        <w:t>299.6076</w:t>
      </w:r>
      <w:r>
        <w:tab/>
        <w:t>1.266e-2</w:t>
      </w:r>
    </w:p>
    <w:p w:rsidR="00557788" w:rsidRDefault="00557788" w:rsidP="00557788">
      <w:r>
        <w:t>299.6116</w:t>
      </w:r>
      <w:r>
        <w:tab/>
        <w:t>1.025e0</w:t>
      </w:r>
    </w:p>
    <w:p w:rsidR="00557788" w:rsidRDefault="00557788" w:rsidP="00557788">
      <w:r>
        <w:t>299.6246</w:t>
      </w:r>
      <w:r>
        <w:tab/>
        <w:t>5.063e0</w:t>
      </w:r>
    </w:p>
    <w:p w:rsidR="00557788" w:rsidRDefault="00557788" w:rsidP="00557788">
      <w:r>
        <w:t>299.6293</w:t>
      </w:r>
      <w:r>
        <w:tab/>
        <w:t>2.532e-2</w:t>
      </w:r>
    </w:p>
    <w:p w:rsidR="00557788" w:rsidRDefault="00557788" w:rsidP="00557788">
      <w:r>
        <w:t>299.6379</w:t>
      </w:r>
      <w:r>
        <w:tab/>
        <w:t>2.025e0</w:t>
      </w:r>
    </w:p>
    <w:p w:rsidR="00557788" w:rsidRDefault="00557788" w:rsidP="00557788">
      <w:r>
        <w:t>299.6493</w:t>
      </w:r>
      <w:r>
        <w:tab/>
        <w:t>2.025e0</w:t>
      </w:r>
    </w:p>
    <w:p w:rsidR="00557788" w:rsidRDefault="00557788" w:rsidP="00557788">
      <w:r>
        <w:t>299.6536</w:t>
      </w:r>
      <w:r>
        <w:tab/>
        <w:t>2.025e0</w:t>
      </w:r>
    </w:p>
    <w:p w:rsidR="00557788" w:rsidRDefault="00557788" w:rsidP="00557788">
      <w:r>
        <w:t>299.6764</w:t>
      </w:r>
      <w:r>
        <w:tab/>
        <w:t>3.038e0</w:t>
      </w:r>
    </w:p>
    <w:p w:rsidR="00557788" w:rsidRDefault="00557788" w:rsidP="00557788">
      <w:r>
        <w:t>299.6819</w:t>
      </w:r>
      <w:r>
        <w:tab/>
        <w:t>1.013e0</w:t>
      </w:r>
    </w:p>
    <w:p w:rsidR="00557788" w:rsidRDefault="00557788" w:rsidP="00557788">
      <w:r>
        <w:t>299.6840</w:t>
      </w:r>
      <w:r>
        <w:tab/>
        <w:t>2.025e0</w:t>
      </w:r>
    </w:p>
    <w:p w:rsidR="00557788" w:rsidRDefault="00557788" w:rsidP="00557788">
      <w:r>
        <w:t>299.6910</w:t>
      </w:r>
      <w:r>
        <w:tab/>
        <w:t>1.013e0</w:t>
      </w:r>
    </w:p>
    <w:p w:rsidR="00557788" w:rsidRDefault="00557788" w:rsidP="00557788">
      <w:r>
        <w:t>299.7125</w:t>
      </w:r>
      <w:r>
        <w:tab/>
        <w:t>4.732e0</w:t>
      </w:r>
    </w:p>
    <w:p w:rsidR="00557788" w:rsidRDefault="00557788" w:rsidP="00557788">
      <w:r>
        <w:t>299.7146</w:t>
      </w:r>
      <w:r>
        <w:tab/>
        <w:t>1.266e-2</w:t>
      </w:r>
    </w:p>
    <w:p w:rsidR="00557788" w:rsidRDefault="00557788" w:rsidP="00557788">
      <w:r>
        <w:t>299.7204</w:t>
      </w:r>
      <w:r>
        <w:tab/>
        <w:t>2.025e0</w:t>
      </w:r>
    </w:p>
    <w:p w:rsidR="00557788" w:rsidRDefault="00557788" w:rsidP="00557788">
      <w:r>
        <w:lastRenderedPageBreak/>
        <w:t>299.7238</w:t>
      </w:r>
      <w:r>
        <w:tab/>
        <w:t>5.076e0</w:t>
      </w:r>
    </w:p>
    <w:p w:rsidR="00557788" w:rsidRDefault="00557788" w:rsidP="00557788">
      <w:r>
        <w:t>299.7270</w:t>
      </w:r>
      <w:r>
        <w:tab/>
        <w:t>1.266e-2</w:t>
      </w:r>
    </w:p>
    <w:p w:rsidR="00557788" w:rsidRDefault="00557788" w:rsidP="00557788">
      <w:r>
        <w:t>299.7310</w:t>
      </w:r>
      <w:r>
        <w:tab/>
        <w:t>1.013e0</w:t>
      </w:r>
    </w:p>
    <w:p w:rsidR="00557788" w:rsidRDefault="00557788" w:rsidP="00557788">
      <w:r>
        <w:t>299.7368</w:t>
      </w:r>
      <w:r>
        <w:tab/>
        <w:t>1.025e0</w:t>
      </w:r>
    </w:p>
    <w:p w:rsidR="00557788" w:rsidRDefault="00557788" w:rsidP="00557788">
      <w:r>
        <w:t>299.7419</w:t>
      </w:r>
      <w:r>
        <w:tab/>
        <w:t>1.266e-2</w:t>
      </w:r>
    </w:p>
    <w:p w:rsidR="00557788" w:rsidRDefault="00557788" w:rsidP="00557788">
      <w:r>
        <w:t>299.7637</w:t>
      </w:r>
      <w:r>
        <w:tab/>
        <w:t>1.266e-2</w:t>
      </w:r>
    </w:p>
    <w:p w:rsidR="00557788" w:rsidRDefault="00557788" w:rsidP="00557788">
      <w:r>
        <w:t>299.7692</w:t>
      </w:r>
      <w:r>
        <w:tab/>
        <w:t>1.013e0</w:t>
      </w:r>
    </w:p>
    <w:p w:rsidR="00557788" w:rsidRDefault="00557788" w:rsidP="00557788">
      <w:r>
        <w:t>299.7785</w:t>
      </w:r>
      <w:r>
        <w:tab/>
        <w:t>1.013e0</w:t>
      </w:r>
    </w:p>
    <w:p w:rsidR="00557788" w:rsidRDefault="00557788" w:rsidP="00557788">
      <w:r>
        <w:t>299.7826</w:t>
      </w:r>
      <w:r>
        <w:tab/>
        <w:t>1.013e0</w:t>
      </w:r>
    </w:p>
    <w:p w:rsidR="00557788" w:rsidRDefault="00557788" w:rsidP="00557788">
      <w:r>
        <w:t>299.8025</w:t>
      </w:r>
      <w:r>
        <w:tab/>
        <w:t>2.025e0</w:t>
      </w:r>
    </w:p>
    <w:p w:rsidR="00557788" w:rsidRDefault="00557788" w:rsidP="00557788">
      <w:r>
        <w:t>299.8102</w:t>
      </w:r>
      <w:r>
        <w:tab/>
        <w:t>4.051e0</w:t>
      </w:r>
    </w:p>
    <w:p w:rsidR="00557788" w:rsidRDefault="00557788" w:rsidP="00557788">
      <w:r>
        <w:t>299.8266</w:t>
      </w:r>
      <w:r>
        <w:tab/>
        <w:t>4.824e0</w:t>
      </w:r>
    </w:p>
    <w:p w:rsidR="00557788" w:rsidRDefault="00557788" w:rsidP="00557788">
      <w:r>
        <w:t>299.8284</w:t>
      </w:r>
      <w:r>
        <w:tab/>
        <w:t>2.025e0</w:t>
      </w:r>
    </w:p>
    <w:p w:rsidR="00557788" w:rsidRDefault="00557788" w:rsidP="00557788">
      <w:r>
        <w:t>299.8316</w:t>
      </w:r>
      <w:r>
        <w:tab/>
        <w:t>2.025e0</w:t>
      </w:r>
    </w:p>
    <w:p w:rsidR="00557788" w:rsidRDefault="00557788" w:rsidP="00557788">
      <w:r>
        <w:t>299.8408</w:t>
      </w:r>
      <w:r>
        <w:tab/>
        <w:t>5.063e0</w:t>
      </w:r>
    </w:p>
    <w:p w:rsidR="00557788" w:rsidRDefault="00557788" w:rsidP="00557788">
      <w:r>
        <w:t>299.8423</w:t>
      </w:r>
      <w:r>
        <w:tab/>
        <w:t>1.013e0</w:t>
      </w:r>
    </w:p>
    <w:p w:rsidR="00557788" w:rsidRDefault="00557788" w:rsidP="00557788">
      <w:r>
        <w:t>299.8563</w:t>
      </w:r>
      <w:r>
        <w:tab/>
        <w:t>1.038e0</w:t>
      </w:r>
    </w:p>
    <w:p w:rsidR="00557788" w:rsidRDefault="00557788" w:rsidP="00557788">
      <w:r>
        <w:t>299.8660</w:t>
      </w:r>
      <w:r>
        <w:tab/>
        <w:t>2.038e0</w:t>
      </w:r>
    </w:p>
    <w:p w:rsidR="00557788" w:rsidRDefault="00557788" w:rsidP="00557788">
      <w:r>
        <w:t>299.8838</w:t>
      </w:r>
      <w:r>
        <w:tab/>
        <w:t>4.051e0</w:t>
      </w:r>
    </w:p>
    <w:p w:rsidR="00557788" w:rsidRDefault="00557788" w:rsidP="00557788">
      <w:r>
        <w:lastRenderedPageBreak/>
        <w:t>299.8893</w:t>
      </w:r>
      <w:r>
        <w:tab/>
        <w:t>1.266e-2</w:t>
      </w:r>
    </w:p>
    <w:p w:rsidR="00557788" w:rsidRDefault="00557788" w:rsidP="00557788">
      <w:r>
        <w:t>299.9019</w:t>
      </w:r>
      <w:r>
        <w:tab/>
        <w:t>1.025e0</w:t>
      </w:r>
    </w:p>
    <w:p w:rsidR="00557788" w:rsidRDefault="00557788" w:rsidP="00557788">
      <w:r>
        <w:t>299.9055</w:t>
      </w:r>
      <w:r>
        <w:tab/>
        <w:t>2.025e0</w:t>
      </w:r>
    </w:p>
    <w:p w:rsidR="00557788" w:rsidRDefault="00557788" w:rsidP="00557788">
      <w:r>
        <w:t>299.9071</w:t>
      </w:r>
      <w:r>
        <w:tab/>
        <w:t>2.025e0</w:t>
      </w:r>
    </w:p>
    <w:p w:rsidR="00557788" w:rsidRDefault="00557788" w:rsidP="00557788">
      <w:r>
        <w:t>299.9166</w:t>
      </w:r>
      <w:r>
        <w:tab/>
        <w:t>1.025e0</w:t>
      </w:r>
    </w:p>
    <w:p w:rsidR="00557788" w:rsidRDefault="00557788" w:rsidP="00557788">
      <w:r>
        <w:t>299.9189</w:t>
      </w:r>
      <w:r>
        <w:tab/>
        <w:t>5.063e0</w:t>
      </w:r>
    </w:p>
    <w:p w:rsidR="00557788" w:rsidRDefault="00557788" w:rsidP="00557788">
      <w:r>
        <w:t>299.9210</w:t>
      </w:r>
      <w:r>
        <w:tab/>
        <w:t>3.798e-2</w:t>
      </w:r>
    </w:p>
    <w:p w:rsidR="00557788" w:rsidRDefault="00557788" w:rsidP="00557788">
      <w:r>
        <w:t>299.9338</w:t>
      </w:r>
      <w:r>
        <w:tab/>
        <w:t>1.266e-2</w:t>
      </w:r>
    </w:p>
    <w:p w:rsidR="00557788" w:rsidRDefault="00557788" w:rsidP="00557788">
      <w:r>
        <w:t>299.9536</w:t>
      </w:r>
      <w:r>
        <w:tab/>
        <w:t>3.797e-2</w:t>
      </w:r>
    </w:p>
    <w:p w:rsidR="00557788" w:rsidRDefault="00557788" w:rsidP="00557788">
      <w:r>
        <w:t>299.9617</w:t>
      </w:r>
      <w:r>
        <w:tab/>
        <w:t>2.025e0</w:t>
      </w:r>
    </w:p>
    <w:p w:rsidR="00557788" w:rsidRDefault="00557788" w:rsidP="00557788">
      <w:r>
        <w:t>299.9792</w:t>
      </w:r>
      <w:r>
        <w:tab/>
        <w:t>6.442e0</w:t>
      </w:r>
    </w:p>
    <w:p w:rsidR="00557788" w:rsidRDefault="00557788" w:rsidP="00557788">
      <w:r>
        <w:t>299.9858</w:t>
      </w:r>
      <w:r>
        <w:tab/>
        <w:t>6.652e0</w:t>
      </w:r>
    </w:p>
    <w:p w:rsidR="00557788" w:rsidRDefault="00557788" w:rsidP="00557788">
      <w:r>
        <w:t>299.9950</w:t>
      </w:r>
      <w:r>
        <w:tab/>
        <w:t>3.018e0</w:t>
      </w:r>
    </w:p>
    <w:p w:rsidR="00557788" w:rsidRDefault="00557788" w:rsidP="00557788">
      <w:r>
        <w:t>300.0035</w:t>
      </w:r>
      <w:r>
        <w:tab/>
        <w:t>1.038e0</w:t>
      </w:r>
    </w:p>
    <w:p w:rsidR="00557788" w:rsidRDefault="00557788" w:rsidP="00557788">
      <w:r>
        <w:t>300.0246</w:t>
      </w:r>
      <w:r>
        <w:tab/>
        <w:t>7.595e-2</w:t>
      </w:r>
    </w:p>
    <w:p w:rsidR="00557788" w:rsidRDefault="00557788" w:rsidP="00557788">
      <w:r>
        <w:t>300.0365</w:t>
      </w:r>
      <w:r>
        <w:tab/>
        <w:t>3.826e0</w:t>
      </w:r>
    </w:p>
    <w:p w:rsidR="00557788" w:rsidRDefault="00557788" w:rsidP="00557788">
      <w:r>
        <w:t>300.0413</w:t>
      </w:r>
      <w:r>
        <w:tab/>
        <w:t>2.075e0</w:t>
      </w:r>
    </w:p>
    <w:p w:rsidR="00557788" w:rsidRDefault="00557788" w:rsidP="00557788">
      <w:r>
        <w:t>300.0482</w:t>
      </w:r>
      <w:r>
        <w:tab/>
        <w:t>2.515e-1</w:t>
      </w:r>
    </w:p>
    <w:p w:rsidR="00557788" w:rsidRDefault="00557788" w:rsidP="00557788">
      <w:r>
        <w:t>300.0551</w:t>
      </w:r>
      <w:r>
        <w:tab/>
        <w:t>1.037e1</w:t>
      </w:r>
    </w:p>
    <w:p w:rsidR="00557788" w:rsidRDefault="00557788" w:rsidP="00557788">
      <w:r>
        <w:lastRenderedPageBreak/>
        <w:t>300.0944</w:t>
      </w:r>
      <w:r>
        <w:tab/>
        <w:t>1.462e1</w:t>
      </w:r>
    </w:p>
    <w:p w:rsidR="00557788" w:rsidRDefault="00557788" w:rsidP="00557788">
      <w:r>
        <w:t>300.0959</w:t>
      </w:r>
      <w:r>
        <w:tab/>
        <w:t>2.973e0</w:t>
      </w:r>
    </w:p>
    <w:p w:rsidR="00557788" w:rsidRDefault="00557788" w:rsidP="00557788">
      <w:r>
        <w:t>300.0985</w:t>
      </w:r>
      <w:r>
        <w:tab/>
        <w:t>2.187e1</w:t>
      </w:r>
    </w:p>
    <w:p w:rsidR="00557788" w:rsidRDefault="00557788" w:rsidP="00557788">
      <w:r>
        <w:t>300.0995</w:t>
      </w:r>
      <w:r>
        <w:tab/>
        <w:t>7.966e0</w:t>
      </w:r>
    </w:p>
    <w:p w:rsidR="00557788" w:rsidRDefault="00557788" w:rsidP="00557788">
      <w:r>
        <w:t>300.1060</w:t>
      </w:r>
      <w:r>
        <w:tab/>
        <w:t>1.767e1</w:t>
      </w:r>
    </w:p>
    <w:p w:rsidR="00557788" w:rsidRDefault="00557788" w:rsidP="00557788">
      <w:r>
        <w:t>300.1187</w:t>
      </w:r>
      <w:r>
        <w:tab/>
        <w:t>2.352e0</w:t>
      </w:r>
    </w:p>
    <w:p w:rsidR="00557788" w:rsidRDefault="00557788" w:rsidP="00557788">
      <w:r>
        <w:t>300.1276</w:t>
      </w:r>
      <w:r>
        <w:tab/>
        <w:t>4.849e0</w:t>
      </w:r>
    </w:p>
    <w:p w:rsidR="00557788" w:rsidRDefault="00557788" w:rsidP="00557788">
      <w:r>
        <w:t>300.1392</w:t>
      </w:r>
      <w:r>
        <w:tab/>
        <w:t>2.563e0</w:t>
      </w:r>
    </w:p>
    <w:p w:rsidR="00557788" w:rsidRDefault="00557788" w:rsidP="00557788">
      <w:r>
        <w:t>300.1521</w:t>
      </w:r>
      <w:r>
        <w:tab/>
        <w:t>4.622e0</w:t>
      </w:r>
    </w:p>
    <w:p w:rsidR="00557788" w:rsidRDefault="00557788" w:rsidP="00557788">
      <w:r>
        <w:t>300.2032</w:t>
      </w:r>
      <w:r>
        <w:tab/>
        <w:t>9.348e0</w:t>
      </w:r>
    </w:p>
    <w:p w:rsidR="00557788" w:rsidRDefault="00557788" w:rsidP="00557788">
      <w:r>
        <w:t>300.2050</w:t>
      </w:r>
      <w:r>
        <w:tab/>
        <w:t>1.679e1</w:t>
      </w:r>
    </w:p>
    <w:p w:rsidR="00557788" w:rsidRDefault="00557788" w:rsidP="00557788">
      <w:r>
        <w:t>300.2069</w:t>
      </w:r>
      <w:r>
        <w:tab/>
        <w:t>1.668e0</w:t>
      </w:r>
    </w:p>
    <w:p w:rsidR="00557788" w:rsidRDefault="00557788" w:rsidP="00557788">
      <w:r>
        <w:t>300.2479</w:t>
      </w:r>
      <w:r>
        <w:tab/>
        <w:t>5.062e0</w:t>
      </w:r>
    </w:p>
    <w:p w:rsidR="00557788" w:rsidRDefault="00557788" w:rsidP="00557788">
      <w:r>
        <w:t>300.2565</w:t>
      </w:r>
      <w:r>
        <w:tab/>
        <w:t>8.118e-1</w:t>
      </w:r>
    </w:p>
    <w:p w:rsidR="00557788" w:rsidRDefault="00557788" w:rsidP="00557788">
      <w:r>
        <w:t>300.2852</w:t>
      </w:r>
      <w:r>
        <w:tab/>
        <w:t>5.605e0</w:t>
      </w:r>
    </w:p>
    <w:p w:rsidR="00557788" w:rsidRDefault="00557788" w:rsidP="00557788">
      <w:r>
        <w:t>300.2883</w:t>
      </w:r>
      <w:r>
        <w:tab/>
        <w:t>4.355e0</w:t>
      </w:r>
    </w:p>
    <w:p w:rsidR="00557788" w:rsidRDefault="00557788" w:rsidP="00557788">
      <w:r>
        <w:t>300.2927</w:t>
      </w:r>
      <w:r>
        <w:tab/>
        <w:t>9.359e-1</w:t>
      </w:r>
    </w:p>
    <w:p w:rsidR="00557788" w:rsidRDefault="00557788" w:rsidP="00557788">
      <w:r>
        <w:t>300.2942</w:t>
      </w:r>
      <w:r>
        <w:tab/>
        <w:t>1.935e0</w:t>
      </w:r>
    </w:p>
    <w:p w:rsidR="00557788" w:rsidRDefault="00557788" w:rsidP="00557788">
      <w:r>
        <w:t>300.3058</w:t>
      </w:r>
      <w:r>
        <w:tab/>
        <w:t>2.018e0</w:t>
      </w:r>
    </w:p>
    <w:p w:rsidR="00557788" w:rsidRDefault="00557788" w:rsidP="00557788">
      <w:r>
        <w:lastRenderedPageBreak/>
        <w:t>300.3317</w:t>
      </w:r>
      <w:r>
        <w:tab/>
        <w:t>1.025e0</w:t>
      </w:r>
    </w:p>
    <w:p w:rsidR="00557788" w:rsidRDefault="00557788" w:rsidP="00557788">
      <w:r>
        <w:t>300.3359</w:t>
      </w:r>
      <w:r>
        <w:tab/>
        <w:t>2.051e0</w:t>
      </w:r>
    </w:p>
    <w:p w:rsidR="00557788" w:rsidRDefault="00557788" w:rsidP="00557788">
      <w:r>
        <w:t>300.3413</w:t>
      </w:r>
      <w:r>
        <w:tab/>
        <w:t>6.074e0</w:t>
      </w:r>
    </w:p>
    <w:p w:rsidR="00557788" w:rsidRDefault="00557788" w:rsidP="00557788">
      <w:r>
        <w:t>300.3481</w:t>
      </w:r>
      <w:r>
        <w:tab/>
        <w:t>1.013e0</w:t>
      </w:r>
    </w:p>
    <w:p w:rsidR="00557788" w:rsidRDefault="00557788" w:rsidP="00557788">
      <w:r>
        <w:t>300.3515</w:t>
      </w:r>
      <w:r>
        <w:tab/>
        <w:t>6.076e0</w:t>
      </w:r>
    </w:p>
    <w:p w:rsidR="00557788" w:rsidRDefault="00557788" w:rsidP="00557788">
      <w:r>
        <w:t>300.3595</w:t>
      </w:r>
      <w:r>
        <w:tab/>
        <w:t>1.038e0</w:t>
      </w:r>
    </w:p>
    <w:p w:rsidR="00557788" w:rsidRDefault="00557788" w:rsidP="00557788">
      <w:r>
        <w:t>300.3735</w:t>
      </w:r>
      <w:r>
        <w:tab/>
        <w:t>2.025e0</w:t>
      </w:r>
    </w:p>
    <w:p w:rsidR="00557788" w:rsidRDefault="00557788" w:rsidP="00557788">
      <w:r>
        <w:t>300.3900</w:t>
      </w:r>
      <w:r>
        <w:tab/>
        <w:t>4.051e0</w:t>
      </w:r>
    </w:p>
    <w:p w:rsidR="00557788" w:rsidRDefault="00557788" w:rsidP="00557788">
      <w:r>
        <w:t>300.3913</w:t>
      </w:r>
      <w:r>
        <w:tab/>
        <w:t>3.038e0</w:t>
      </w:r>
    </w:p>
    <w:p w:rsidR="00557788" w:rsidRDefault="00557788" w:rsidP="00557788">
      <w:r>
        <w:t>300.3952</w:t>
      </w:r>
      <w:r>
        <w:tab/>
        <w:t>1.266e-2</w:t>
      </w:r>
    </w:p>
    <w:p w:rsidR="00557788" w:rsidRDefault="00557788" w:rsidP="00557788">
      <w:r>
        <w:t>300.4062</w:t>
      </w:r>
      <w:r>
        <w:tab/>
        <w:t>2.025e0</w:t>
      </w:r>
    </w:p>
    <w:p w:rsidR="00557788" w:rsidRDefault="00557788" w:rsidP="00557788">
      <w:r>
        <w:t>300.4312</w:t>
      </w:r>
      <w:r>
        <w:tab/>
        <w:t>2.025e0</w:t>
      </w:r>
    </w:p>
    <w:p w:rsidR="00557788" w:rsidRDefault="00557788" w:rsidP="00557788">
      <w:r>
        <w:t>300.4355</w:t>
      </w:r>
      <w:r>
        <w:tab/>
        <w:t>2.532e-2</w:t>
      </w:r>
    </w:p>
    <w:p w:rsidR="00557788" w:rsidRDefault="00557788" w:rsidP="00557788">
      <w:r>
        <w:t>300.4522</w:t>
      </w:r>
      <w:r>
        <w:tab/>
        <w:t>6.076e0</w:t>
      </w:r>
    </w:p>
    <w:p w:rsidR="00557788" w:rsidRDefault="00557788" w:rsidP="00557788">
      <w:r>
        <w:t>300.4629</w:t>
      </w:r>
      <w:r>
        <w:tab/>
        <w:t>1.013e0</w:t>
      </w:r>
    </w:p>
    <w:p w:rsidR="00557788" w:rsidRDefault="00557788" w:rsidP="00557788">
      <w:r>
        <w:t>300.4828</w:t>
      </w:r>
      <w:r>
        <w:tab/>
        <w:t>1.013e0</w:t>
      </w:r>
    </w:p>
    <w:p w:rsidR="00557788" w:rsidRDefault="00557788" w:rsidP="00557788">
      <w:r>
        <w:t>300.4937</w:t>
      </w:r>
      <w:r>
        <w:tab/>
        <w:t>2.025e0</w:t>
      </w:r>
    </w:p>
    <w:p w:rsidR="00557788" w:rsidRDefault="00557788" w:rsidP="00557788">
      <w:r>
        <w:t>300.5039</w:t>
      </w:r>
      <w:r>
        <w:tab/>
        <w:t>3.038e0</w:t>
      </w:r>
    </w:p>
    <w:p w:rsidR="00557788" w:rsidRDefault="00557788" w:rsidP="00557788">
      <w:r>
        <w:t>300.5106</w:t>
      </w:r>
      <w:r>
        <w:tab/>
        <w:t>1.266e-2</w:t>
      </w:r>
    </w:p>
    <w:p w:rsidR="00557788" w:rsidRDefault="00557788" w:rsidP="00557788">
      <w:r>
        <w:lastRenderedPageBreak/>
        <w:t>300.5247</w:t>
      </w:r>
      <w:r>
        <w:tab/>
        <w:t>3.499e0</w:t>
      </w:r>
    </w:p>
    <w:p w:rsidR="00557788" w:rsidRDefault="00557788" w:rsidP="00557788">
      <w:r>
        <w:t>300.5322</w:t>
      </w:r>
      <w:r>
        <w:tab/>
        <w:t>2.051e0</w:t>
      </w:r>
    </w:p>
    <w:p w:rsidR="00557788" w:rsidRDefault="00557788" w:rsidP="00557788">
      <w:r>
        <w:t>300.5350</w:t>
      </w:r>
      <w:r>
        <w:tab/>
        <w:t>3.038e0</w:t>
      </w:r>
    </w:p>
    <w:p w:rsidR="00557788" w:rsidRDefault="00557788" w:rsidP="00557788">
      <w:r>
        <w:t>300.5385</w:t>
      </w:r>
      <w:r>
        <w:tab/>
        <w:t>1.266e-2</w:t>
      </w:r>
    </w:p>
    <w:p w:rsidR="00557788" w:rsidRDefault="00557788" w:rsidP="00557788">
      <w:r>
        <w:t>300.5417</w:t>
      </w:r>
      <w:r>
        <w:tab/>
        <w:t>2.025e0</w:t>
      </w:r>
    </w:p>
    <w:p w:rsidR="00557788" w:rsidRDefault="00557788" w:rsidP="00557788">
      <w:r>
        <w:t>300.5613</w:t>
      </w:r>
      <w:r>
        <w:tab/>
        <w:t>1.025e0</w:t>
      </w:r>
    </w:p>
    <w:p w:rsidR="00557788" w:rsidRDefault="00557788" w:rsidP="00557788">
      <w:r>
        <w:t>300.5819</w:t>
      </w:r>
      <w:r>
        <w:tab/>
        <w:t>3.038e0</w:t>
      </w:r>
    </w:p>
    <w:p w:rsidR="00557788" w:rsidRDefault="00557788" w:rsidP="00557788">
      <w:r>
        <w:t>300.5832</w:t>
      </w:r>
      <w:r>
        <w:tab/>
        <w:t>1.013e0</w:t>
      </w:r>
    </w:p>
    <w:p w:rsidR="00557788" w:rsidRDefault="00557788" w:rsidP="00557788">
      <w:r>
        <w:t>300.6003</w:t>
      </w:r>
      <w:r>
        <w:tab/>
        <w:t>5.063e-2</w:t>
      </w:r>
    </w:p>
    <w:p w:rsidR="00557788" w:rsidRDefault="00557788" w:rsidP="00557788">
      <w:r>
        <w:t>300.6063</w:t>
      </w:r>
      <w:r>
        <w:tab/>
        <w:t>2.025e0</w:t>
      </w:r>
    </w:p>
    <w:p w:rsidR="00557788" w:rsidRDefault="00557788" w:rsidP="00557788">
      <w:r>
        <w:t>300.6150</w:t>
      </w:r>
      <w:r>
        <w:tab/>
        <w:t>3.038e0</w:t>
      </w:r>
    </w:p>
    <w:p w:rsidR="00557788" w:rsidRDefault="00557788" w:rsidP="00557788">
      <w:r>
        <w:t>300.6341</w:t>
      </w:r>
      <w:r>
        <w:tab/>
        <w:t>2.038e0</w:t>
      </w:r>
    </w:p>
    <w:p w:rsidR="00557788" w:rsidRDefault="00557788" w:rsidP="00557788">
      <w:r>
        <w:t>300.6380</w:t>
      </w:r>
      <w:r>
        <w:tab/>
        <w:t>1.266e-2</w:t>
      </w:r>
    </w:p>
    <w:p w:rsidR="00557788" w:rsidRDefault="00557788" w:rsidP="00557788">
      <w:r>
        <w:t>300.6413</w:t>
      </w:r>
      <w:r>
        <w:tab/>
        <w:t>4.051e0</w:t>
      </w:r>
    </w:p>
    <w:p w:rsidR="00557788" w:rsidRDefault="00557788" w:rsidP="00557788">
      <w:r>
        <w:t>300.6620</w:t>
      </w:r>
      <w:r>
        <w:tab/>
        <w:t>1.013e0</w:t>
      </w:r>
    </w:p>
    <w:p w:rsidR="00557788" w:rsidRDefault="00557788" w:rsidP="00557788">
      <w:r>
        <w:t>300.6660</w:t>
      </w:r>
      <w:r>
        <w:tab/>
        <w:t>1.038e0</w:t>
      </w:r>
    </w:p>
    <w:p w:rsidR="00557788" w:rsidRDefault="00557788" w:rsidP="00557788">
      <w:r>
        <w:t>300.6700</w:t>
      </w:r>
      <w:r>
        <w:tab/>
        <w:t>2.038e0</w:t>
      </w:r>
    </w:p>
    <w:p w:rsidR="00557788" w:rsidRDefault="00557788" w:rsidP="00557788">
      <w:r>
        <w:t>300.6820</w:t>
      </w:r>
      <w:r>
        <w:tab/>
        <w:t>1.025e0</w:t>
      </w:r>
    </w:p>
    <w:p w:rsidR="00557788" w:rsidRDefault="00557788" w:rsidP="00557788">
      <w:r>
        <w:t>300.6938</w:t>
      </w:r>
      <w:r>
        <w:tab/>
        <w:t>1.025e0</w:t>
      </w:r>
    </w:p>
    <w:p w:rsidR="00557788" w:rsidRDefault="00557788" w:rsidP="00557788">
      <w:r>
        <w:lastRenderedPageBreak/>
        <w:t>300.7036</w:t>
      </w:r>
      <w:r>
        <w:tab/>
        <w:t>2.025e0</w:t>
      </w:r>
    </w:p>
    <w:p w:rsidR="00557788" w:rsidRDefault="00557788" w:rsidP="00557788">
      <w:r>
        <w:t>300.7136</w:t>
      </w:r>
      <w:r>
        <w:tab/>
        <w:t>1.013e0</w:t>
      </w:r>
    </w:p>
    <w:p w:rsidR="00557788" w:rsidRDefault="00557788" w:rsidP="00557788">
      <w:r>
        <w:t>300.7217</w:t>
      </w:r>
      <w:r>
        <w:tab/>
        <w:t>1.013e0</w:t>
      </w:r>
    </w:p>
    <w:p w:rsidR="00557788" w:rsidRDefault="00557788" w:rsidP="00557788">
      <w:r>
        <w:t>300.7288</w:t>
      </w:r>
      <w:r>
        <w:tab/>
        <w:t>2.025e0</w:t>
      </w:r>
    </w:p>
    <w:p w:rsidR="00557788" w:rsidRDefault="00557788" w:rsidP="00557788">
      <w:r>
        <w:t>300.7589</w:t>
      </w:r>
      <w:r>
        <w:tab/>
        <w:t>6.076e0</w:t>
      </w:r>
    </w:p>
    <w:p w:rsidR="00557788" w:rsidRDefault="00557788" w:rsidP="00557788">
      <w:r>
        <w:t>300.7602</w:t>
      </w:r>
      <w:r>
        <w:tab/>
        <w:t>3.038e0</w:t>
      </w:r>
    </w:p>
    <w:p w:rsidR="00557788" w:rsidRDefault="00557788" w:rsidP="00557788">
      <w:r>
        <w:t>300.7690</w:t>
      </w:r>
      <w:r>
        <w:tab/>
        <w:t>3.038e0</w:t>
      </w:r>
    </w:p>
    <w:p w:rsidR="00557788" w:rsidRDefault="00557788" w:rsidP="00557788">
      <w:r>
        <w:t>300.7836</w:t>
      </w:r>
      <w:r>
        <w:tab/>
        <w:t>2.025e0</w:t>
      </w:r>
    </w:p>
    <w:p w:rsidR="00557788" w:rsidRDefault="00557788" w:rsidP="00557788">
      <w:r>
        <w:t>300.7888</w:t>
      </w:r>
      <w:r>
        <w:tab/>
        <w:t>2.025e0</w:t>
      </w:r>
    </w:p>
    <w:p w:rsidR="00557788" w:rsidRDefault="00557788" w:rsidP="00557788">
      <w:r>
        <w:t>300.7929</w:t>
      </w:r>
      <w:r>
        <w:tab/>
        <w:t>3.038e0</w:t>
      </w:r>
    </w:p>
    <w:p w:rsidR="00557788" w:rsidRDefault="00557788" w:rsidP="00557788">
      <w:r>
        <w:t>300.8033</w:t>
      </w:r>
      <w:r>
        <w:tab/>
        <w:t>1.438e-1</w:t>
      </w:r>
    </w:p>
    <w:p w:rsidR="00557788" w:rsidRDefault="00557788" w:rsidP="00557788">
      <w:r>
        <w:t>300.8052</w:t>
      </w:r>
      <w:r>
        <w:tab/>
        <w:t>1.266e-2</w:t>
      </w:r>
    </w:p>
    <w:p w:rsidR="00557788" w:rsidRDefault="00557788" w:rsidP="00557788">
      <w:r>
        <w:t>300.8264</w:t>
      </w:r>
      <w:r>
        <w:tab/>
        <w:t>2.025e0</w:t>
      </w:r>
    </w:p>
    <w:p w:rsidR="00557788" w:rsidRDefault="00557788" w:rsidP="00557788">
      <w:r>
        <w:t>300.8280</w:t>
      </w:r>
      <w:r>
        <w:tab/>
        <w:t>2.025e0</w:t>
      </w:r>
    </w:p>
    <w:p w:rsidR="00557788" w:rsidRDefault="00557788" w:rsidP="00557788">
      <w:r>
        <w:t>300.8330</w:t>
      </w:r>
      <w:r>
        <w:tab/>
        <w:t>1.025e0</w:t>
      </w:r>
    </w:p>
    <w:p w:rsidR="00557788" w:rsidRDefault="00557788" w:rsidP="00557788">
      <w:r>
        <w:t>300.8571</w:t>
      </w:r>
      <w:r>
        <w:tab/>
        <w:t>3.038e0</w:t>
      </w:r>
    </w:p>
    <w:p w:rsidR="00557788" w:rsidRDefault="00557788" w:rsidP="00557788">
      <w:r>
        <w:t>300.8609</w:t>
      </w:r>
      <w:r>
        <w:tab/>
        <w:t>1.013e0</w:t>
      </w:r>
    </w:p>
    <w:p w:rsidR="00557788" w:rsidRDefault="00557788" w:rsidP="00557788">
      <w:r>
        <w:t>300.8651</w:t>
      </w:r>
      <w:r>
        <w:tab/>
        <w:t>2.025e0</w:t>
      </w:r>
    </w:p>
    <w:p w:rsidR="00557788" w:rsidRDefault="00557788" w:rsidP="00557788">
      <w:r>
        <w:t>300.8864</w:t>
      </w:r>
      <w:r>
        <w:tab/>
        <w:t>4.051e0</w:t>
      </w:r>
    </w:p>
    <w:p w:rsidR="00557788" w:rsidRDefault="00557788" w:rsidP="00557788">
      <w:r>
        <w:lastRenderedPageBreak/>
        <w:t>300.8899</w:t>
      </w:r>
      <w:r>
        <w:tab/>
        <w:t>2.025e0</w:t>
      </w:r>
    </w:p>
    <w:p w:rsidR="00557788" w:rsidRDefault="00557788" w:rsidP="00557788">
      <w:r>
        <w:t>300.8928</w:t>
      </w:r>
      <w:r>
        <w:tab/>
        <w:t>1.013e0</w:t>
      </w:r>
    </w:p>
    <w:p w:rsidR="00557788" w:rsidRDefault="00557788" w:rsidP="00557788">
      <w:r>
        <w:t>300.9065</w:t>
      </w:r>
      <w:r>
        <w:tab/>
        <w:t>3.063e0</w:t>
      </w:r>
    </w:p>
    <w:p w:rsidR="00557788" w:rsidRDefault="00557788" w:rsidP="00557788">
      <w:r>
        <w:t>300.9109</w:t>
      </w:r>
      <w:r>
        <w:tab/>
        <w:t>5.063e0</w:t>
      </w:r>
    </w:p>
    <w:p w:rsidR="00557788" w:rsidRDefault="00557788" w:rsidP="00557788">
      <w:r>
        <w:t>300.9386</w:t>
      </w:r>
      <w:r>
        <w:tab/>
        <w:t>2.025e0</w:t>
      </w:r>
    </w:p>
    <w:p w:rsidR="00557788" w:rsidRDefault="00557788" w:rsidP="00557788">
      <w:r>
        <w:t>300.9461</w:t>
      </w:r>
      <w:r>
        <w:tab/>
        <w:t>2.025e0</w:t>
      </w:r>
    </w:p>
    <w:p w:rsidR="00557788" w:rsidRDefault="00557788" w:rsidP="00557788">
      <w:r>
        <w:t>300.9608</w:t>
      </w:r>
      <w:r>
        <w:tab/>
        <w:t>2.025e0</w:t>
      </w:r>
    </w:p>
    <w:p w:rsidR="00557788" w:rsidRDefault="00557788" w:rsidP="00557788">
      <w:r>
        <w:t>300.9771</w:t>
      </w:r>
      <w:r>
        <w:tab/>
        <w:t>4.051e0</w:t>
      </w:r>
    </w:p>
    <w:p w:rsidR="00557788" w:rsidRDefault="00557788" w:rsidP="00557788">
      <w:r>
        <w:t>300.9795</w:t>
      </w:r>
      <w:r>
        <w:tab/>
        <w:t>5.378e0</w:t>
      </w:r>
    </w:p>
    <w:p w:rsidR="00557788" w:rsidRDefault="00557788" w:rsidP="00557788">
      <w:r>
        <w:t>300.9998</w:t>
      </w:r>
      <w:r>
        <w:tab/>
        <w:t>2.425e0</w:t>
      </w:r>
    </w:p>
    <w:p w:rsidR="00557788" w:rsidRDefault="00557788" w:rsidP="00557788">
      <w:r>
        <w:t>301.0160</w:t>
      </w:r>
      <w:r>
        <w:tab/>
        <w:t>1.548e0</w:t>
      </w:r>
    </w:p>
    <w:p w:rsidR="00557788" w:rsidRDefault="00557788" w:rsidP="00557788">
      <w:r>
        <w:t>301.0306</w:t>
      </w:r>
      <w:r>
        <w:tab/>
        <w:t>6.473e0</w:t>
      </w:r>
    </w:p>
    <w:p w:rsidR="00557788" w:rsidRDefault="00557788" w:rsidP="00557788">
      <w:r>
        <w:t>301.0364</w:t>
      </w:r>
      <w:r>
        <w:tab/>
        <w:t>1.038e0</w:t>
      </w:r>
    </w:p>
    <w:p w:rsidR="00557788" w:rsidRDefault="00557788" w:rsidP="00557788">
      <w:r>
        <w:t>301.0416</w:t>
      </w:r>
      <w:r>
        <w:tab/>
        <w:t>3.038e0</w:t>
      </w:r>
    </w:p>
    <w:p w:rsidR="00557788" w:rsidRDefault="00557788" w:rsidP="00557788">
      <w:r>
        <w:t>301.0435</w:t>
      </w:r>
      <w:r>
        <w:tab/>
        <w:t>8.892e0</w:t>
      </w:r>
    </w:p>
    <w:p w:rsidR="00557788" w:rsidRDefault="00557788" w:rsidP="00557788">
      <w:r>
        <w:t>301.0583</w:t>
      </w:r>
      <w:r>
        <w:tab/>
        <w:t>6.640e0</w:t>
      </w:r>
    </w:p>
    <w:p w:rsidR="00557788" w:rsidRDefault="00557788" w:rsidP="00557788">
      <w:r>
        <w:t>301.0987</w:t>
      </w:r>
      <w:r>
        <w:tab/>
        <w:t>3.118e0</w:t>
      </w:r>
    </w:p>
    <w:p w:rsidR="00557788" w:rsidRDefault="00557788" w:rsidP="00557788">
      <w:r>
        <w:t>301.1062</w:t>
      </w:r>
      <w:r>
        <w:tab/>
        <w:t>1.581e0</w:t>
      </w:r>
    </w:p>
    <w:p w:rsidR="00557788" w:rsidRDefault="00557788" w:rsidP="00557788">
      <w:r>
        <w:t>301.1145</w:t>
      </w:r>
      <w:r>
        <w:tab/>
        <w:t>1.769e0</w:t>
      </w:r>
    </w:p>
    <w:p w:rsidR="00557788" w:rsidRDefault="00557788" w:rsidP="00557788">
      <w:r>
        <w:lastRenderedPageBreak/>
        <w:t>301.1194</w:t>
      </w:r>
      <w:r>
        <w:tab/>
        <w:t>1.391e1</w:t>
      </w:r>
    </w:p>
    <w:p w:rsidR="00557788" w:rsidRDefault="00557788" w:rsidP="00557788">
      <w:r>
        <w:t>301.1207</w:t>
      </w:r>
      <w:r>
        <w:tab/>
        <w:t>7.962e0</w:t>
      </w:r>
    </w:p>
    <w:p w:rsidR="00557788" w:rsidRDefault="00557788" w:rsidP="00557788">
      <w:r>
        <w:t>301.1485</w:t>
      </w:r>
      <w:r>
        <w:tab/>
        <w:t>4.788e0</w:t>
      </w:r>
    </w:p>
    <w:p w:rsidR="00557788" w:rsidRDefault="00557788" w:rsidP="00557788">
      <w:r>
        <w:t>301.1522</w:t>
      </w:r>
      <w:r>
        <w:tab/>
        <w:t>8.384e-1</w:t>
      </w:r>
    </w:p>
    <w:p w:rsidR="00557788" w:rsidRDefault="00557788" w:rsidP="00557788">
      <w:r>
        <w:t>301.1592</w:t>
      </w:r>
      <w:r>
        <w:tab/>
        <w:t>6.667e0</w:t>
      </w:r>
    </w:p>
    <w:p w:rsidR="00557788" w:rsidRDefault="00557788" w:rsidP="00557788">
      <w:r>
        <w:t>301.1831</w:t>
      </w:r>
      <w:r>
        <w:tab/>
        <w:t>1.678e0</w:t>
      </w:r>
    </w:p>
    <w:p w:rsidR="00557788" w:rsidRDefault="00557788" w:rsidP="00557788">
      <w:r>
        <w:t>301.1907</w:t>
      </w:r>
      <w:r>
        <w:tab/>
        <w:t>2.357e0</w:t>
      </w:r>
    </w:p>
    <w:p w:rsidR="00557788" w:rsidRDefault="00557788" w:rsidP="00557788">
      <w:r>
        <w:t>301.1985</w:t>
      </w:r>
      <w:r>
        <w:tab/>
        <w:t>3.082e0</w:t>
      </w:r>
    </w:p>
    <w:p w:rsidR="00557788" w:rsidRDefault="00557788" w:rsidP="00557788">
      <w:r>
        <w:t>301.2009</w:t>
      </w:r>
      <w:r>
        <w:tab/>
        <w:t>2.165e0</w:t>
      </w:r>
    </w:p>
    <w:p w:rsidR="00557788" w:rsidRDefault="00557788" w:rsidP="00557788">
      <w:r>
        <w:t>301.2086</w:t>
      </w:r>
      <w:r>
        <w:tab/>
        <w:t>1.191e1</w:t>
      </w:r>
    </w:p>
    <w:p w:rsidR="00557788" w:rsidRDefault="00557788" w:rsidP="00557788">
      <w:r>
        <w:t>301.2268</w:t>
      </w:r>
      <w:r>
        <w:tab/>
        <w:t>1.624e1</w:t>
      </w:r>
    </w:p>
    <w:p w:rsidR="00557788" w:rsidRDefault="00557788" w:rsidP="00557788">
      <w:r>
        <w:t>301.2293</w:t>
      </w:r>
      <w:r>
        <w:tab/>
        <w:t>4.153e0</w:t>
      </w:r>
    </w:p>
    <w:p w:rsidR="00557788" w:rsidRDefault="00557788" w:rsidP="00557788">
      <w:r>
        <w:t>301.2399</w:t>
      </w:r>
      <w:r>
        <w:tab/>
        <w:t>2.787e0</w:t>
      </w:r>
    </w:p>
    <w:p w:rsidR="00557788" w:rsidRDefault="00557788" w:rsidP="00557788">
      <w:r>
        <w:t>301.2486</w:t>
      </w:r>
      <w:r>
        <w:tab/>
        <w:t>2.983e0</w:t>
      </w:r>
    </w:p>
    <w:p w:rsidR="00557788" w:rsidRDefault="00557788" w:rsidP="00557788">
      <w:r>
        <w:t>301.2509</w:t>
      </w:r>
      <w:r>
        <w:tab/>
        <w:t>3.036e0</w:t>
      </w:r>
    </w:p>
    <w:p w:rsidR="00557788" w:rsidRDefault="00557788" w:rsidP="00557788">
      <w:r>
        <w:t>301.2881</w:t>
      </w:r>
      <w:r>
        <w:tab/>
        <w:t>9.967e0</w:t>
      </w:r>
    </w:p>
    <w:p w:rsidR="00557788" w:rsidRDefault="00557788" w:rsidP="00557788">
      <w:r>
        <w:t>301.3127</w:t>
      </w:r>
      <w:r>
        <w:tab/>
        <w:t>4.650e0</w:t>
      </w:r>
    </w:p>
    <w:p w:rsidR="00557788" w:rsidRDefault="00557788" w:rsidP="00557788">
      <w:r>
        <w:t>301.3251</w:t>
      </w:r>
      <w:r>
        <w:tab/>
        <w:t>3.038e0</w:t>
      </w:r>
    </w:p>
    <w:p w:rsidR="00557788" w:rsidRDefault="00557788" w:rsidP="00557788">
      <w:r>
        <w:t>301.3308</w:t>
      </w:r>
      <w:r>
        <w:tab/>
        <w:t>2.051e0</w:t>
      </w:r>
    </w:p>
    <w:p w:rsidR="00557788" w:rsidRDefault="00557788" w:rsidP="00557788">
      <w:r>
        <w:lastRenderedPageBreak/>
        <w:t>301.3328</w:t>
      </w:r>
      <w:r>
        <w:tab/>
        <w:t>2.011e0</w:t>
      </w:r>
    </w:p>
    <w:p w:rsidR="00557788" w:rsidRDefault="00557788" w:rsidP="00557788">
      <w:r>
        <w:t>301.3861</w:t>
      </w:r>
      <w:r>
        <w:tab/>
        <w:t>1.063e0</w:t>
      </w:r>
    </w:p>
    <w:p w:rsidR="00557788" w:rsidRDefault="00557788" w:rsidP="00557788">
      <w:r>
        <w:t>301.4045</w:t>
      </w:r>
      <w:r>
        <w:tab/>
        <w:t>2.025e0</w:t>
      </w:r>
    </w:p>
    <w:p w:rsidR="00557788" w:rsidRDefault="00557788" w:rsidP="00557788">
      <w:r>
        <w:t>301.4161</w:t>
      </w:r>
      <w:r>
        <w:tab/>
        <w:t>3.038e0</w:t>
      </w:r>
    </w:p>
    <w:p w:rsidR="00557788" w:rsidRDefault="00557788" w:rsidP="00557788">
      <w:r>
        <w:t>301.4184</w:t>
      </w:r>
      <w:r>
        <w:tab/>
        <w:t>1.266e-2</w:t>
      </w:r>
    </w:p>
    <w:p w:rsidR="00557788" w:rsidRDefault="00557788" w:rsidP="00557788">
      <w:r>
        <w:t>301.4249</w:t>
      </w:r>
      <w:r>
        <w:tab/>
        <w:t>2.025e0</w:t>
      </w:r>
    </w:p>
    <w:p w:rsidR="00557788" w:rsidRDefault="00557788" w:rsidP="00557788">
      <w:r>
        <w:t>301.4338</w:t>
      </w:r>
      <w:r>
        <w:tab/>
        <w:t>3.038e0</w:t>
      </w:r>
    </w:p>
    <w:p w:rsidR="00557788" w:rsidRDefault="00557788" w:rsidP="00557788">
      <w:r>
        <w:t>301.4416</w:t>
      </w:r>
      <w:r>
        <w:tab/>
        <w:t>2.025e0</w:t>
      </w:r>
    </w:p>
    <w:p w:rsidR="00557788" w:rsidRDefault="00557788" w:rsidP="00557788">
      <w:r>
        <w:t>301.4574</w:t>
      </w:r>
      <w:r>
        <w:tab/>
        <w:t>2.025e0</w:t>
      </w:r>
    </w:p>
    <w:p w:rsidR="00557788" w:rsidRDefault="00557788" w:rsidP="00557788">
      <w:r>
        <w:t>301.4587</w:t>
      </w:r>
      <w:r>
        <w:tab/>
        <w:t>2.076e0</w:t>
      </w:r>
    </w:p>
    <w:p w:rsidR="00557788" w:rsidRDefault="00557788" w:rsidP="00557788">
      <w:r>
        <w:t>301.4702</w:t>
      </w:r>
      <w:r>
        <w:tab/>
        <w:t>1.013e0</w:t>
      </w:r>
    </w:p>
    <w:p w:rsidR="00557788" w:rsidRDefault="00557788" w:rsidP="00557788">
      <w:r>
        <w:t>301.4795</w:t>
      </w:r>
      <w:r>
        <w:tab/>
        <w:t>2.025e0</w:t>
      </w:r>
    </w:p>
    <w:p w:rsidR="00557788" w:rsidRDefault="00557788" w:rsidP="00557788">
      <w:r>
        <w:t>301.4901</w:t>
      </w:r>
      <w:r>
        <w:tab/>
        <w:t>2.025e0</w:t>
      </w:r>
    </w:p>
    <w:p w:rsidR="00557788" w:rsidRDefault="00557788" w:rsidP="00557788">
      <w:r>
        <w:t>301.4957</w:t>
      </w:r>
      <w:r>
        <w:tab/>
        <w:t>3.038e0</w:t>
      </w:r>
    </w:p>
    <w:p w:rsidR="00557788" w:rsidRDefault="00557788" w:rsidP="00557788">
      <w:r>
        <w:t>301.4968</w:t>
      </w:r>
      <w:r>
        <w:tab/>
        <w:t>4.051e0</w:t>
      </w:r>
    </w:p>
    <w:p w:rsidR="00557788" w:rsidRDefault="00557788" w:rsidP="00557788">
      <w:r>
        <w:t>301.5141</w:t>
      </w:r>
      <w:r>
        <w:tab/>
        <w:t>1.051e0</w:t>
      </w:r>
    </w:p>
    <w:p w:rsidR="00557788" w:rsidRDefault="00557788" w:rsidP="00557788">
      <w:r>
        <w:t>301.5164</w:t>
      </w:r>
      <w:r>
        <w:tab/>
        <w:t>2.025e0</w:t>
      </w:r>
    </w:p>
    <w:p w:rsidR="00557788" w:rsidRDefault="00557788" w:rsidP="00557788">
      <w:r>
        <w:t>301.5418</w:t>
      </w:r>
      <w:r>
        <w:tab/>
        <w:t>1.013e0</w:t>
      </w:r>
    </w:p>
    <w:p w:rsidR="00557788" w:rsidRDefault="00557788" w:rsidP="00557788">
      <w:r>
        <w:t>301.5489</w:t>
      </w:r>
      <w:r>
        <w:tab/>
        <w:t>4.645e0</w:t>
      </w:r>
    </w:p>
    <w:p w:rsidR="00557788" w:rsidRDefault="00557788" w:rsidP="00557788">
      <w:r>
        <w:lastRenderedPageBreak/>
        <w:t>301.5500</w:t>
      </w:r>
      <w:r>
        <w:tab/>
        <w:t>2.025e0</w:t>
      </w:r>
    </w:p>
    <w:p w:rsidR="00557788" w:rsidRDefault="00557788" w:rsidP="00557788">
      <w:r>
        <w:t>301.5576</w:t>
      </w:r>
      <w:r>
        <w:tab/>
        <w:t>2.038e0</w:t>
      </w:r>
    </w:p>
    <w:p w:rsidR="00557788" w:rsidRDefault="00557788" w:rsidP="00557788">
      <w:r>
        <w:t>301.5603</w:t>
      </w:r>
      <w:r>
        <w:tab/>
        <w:t>5.063e0</w:t>
      </w:r>
    </w:p>
    <w:p w:rsidR="00557788" w:rsidRDefault="00557788" w:rsidP="00557788">
      <w:r>
        <w:t>301.5723</w:t>
      </w:r>
      <w:r>
        <w:tab/>
        <w:t>2.532e-2</w:t>
      </w:r>
    </w:p>
    <w:p w:rsidR="00557788" w:rsidRDefault="00557788" w:rsidP="00557788">
      <w:r>
        <w:t>301.5776</w:t>
      </w:r>
      <w:r>
        <w:tab/>
        <w:t>2.025e0</w:t>
      </w:r>
    </w:p>
    <w:p w:rsidR="00557788" w:rsidRDefault="00557788" w:rsidP="00557788">
      <w:r>
        <w:t>301.6199</w:t>
      </w:r>
      <w:r>
        <w:tab/>
        <w:t>1.038e0</w:t>
      </w:r>
    </w:p>
    <w:p w:rsidR="00557788" w:rsidRDefault="00557788" w:rsidP="00557788">
      <w:r>
        <w:t>301.6396</w:t>
      </w:r>
      <w:r>
        <w:tab/>
        <w:t>4.089e0</w:t>
      </w:r>
    </w:p>
    <w:p w:rsidR="00557788" w:rsidRDefault="00557788" w:rsidP="00557788">
      <w:r>
        <w:t>301.6686</w:t>
      </w:r>
      <w:r>
        <w:tab/>
        <w:t>3.038e0</w:t>
      </w:r>
    </w:p>
    <w:p w:rsidR="00557788" w:rsidRDefault="00557788" w:rsidP="00557788">
      <w:r>
        <w:t>301.6697</w:t>
      </w:r>
      <w:r>
        <w:tab/>
        <w:t>5.063e0</w:t>
      </w:r>
    </w:p>
    <w:p w:rsidR="00557788" w:rsidRDefault="00557788" w:rsidP="00557788">
      <w:r>
        <w:t>301.6772</w:t>
      </w:r>
      <w:r>
        <w:tab/>
        <w:t>2.025e0</w:t>
      </w:r>
    </w:p>
    <w:p w:rsidR="00557788" w:rsidRDefault="00557788" w:rsidP="00557788">
      <w:r>
        <w:t>301.7011</w:t>
      </w:r>
      <w:r>
        <w:tab/>
        <w:t>2.051e0</w:t>
      </w:r>
    </w:p>
    <w:p w:rsidR="00557788" w:rsidRDefault="00557788" w:rsidP="00557788">
      <w:r>
        <w:t>301.7173</w:t>
      </w:r>
      <w:r>
        <w:tab/>
        <w:t>1.266e-2</w:t>
      </w:r>
    </w:p>
    <w:p w:rsidR="00557788" w:rsidRDefault="00557788" w:rsidP="00557788">
      <w:r>
        <w:t>301.7477</w:t>
      </w:r>
      <w:r>
        <w:tab/>
        <w:t>2.025e0</w:t>
      </w:r>
    </w:p>
    <w:p w:rsidR="00557788" w:rsidRDefault="00557788" w:rsidP="00557788">
      <w:r>
        <w:t>301.7503</w:t>
      </w:r>
      <w:r>
        <w:tab/>
        <w:t>2.025e0</w:t>
      </w:r>
    </w:p>
    <w:p w:rsidR="00557788" w:rsidRDefault="00557788" w:rsidP="00557788">
      <w:r>
        <w:t>301.7592</w:t>
      </w:r>
      <w:r>
        <w:tab/>
        <w:t>4.051e0</w:t>
      </w:r>
    </w:p>
    <w:p w:rsidR="00557788" w:rsidRDefault="00557788" w:rsidP="00557788">
      <w:r>
        <w:t>301.7650</w:t>
      </w:r>
      <w:r>
        <w:tab/>
        <w:t>3.063e0</w:t>
      </w:r>
    </w:p>
    <w:p w:rsidR="00557788" w:rsidRDefault="00557788" w:rsidP="00557788">
      <w:r>
        <w:t>301.7968</w:t>
      </w:r>
      <w:r>
        <w:tab/>
        <w:t>1.266e-2</w:t>
      </w:r>
    </w:p>
    <w:p w:rsidR="00557788" w:rsidRDefault="00557788" w:rsidP="00557788">
      <w:r>
        <w:t>301.8008</w:t>
      </w:r>
      <w:r>
        <w:tab/>
        <w:t>1.266e-2</w:t>
      </w:r>
    </w:p>
    <w:p w:rsidR="00557788" w:rsidRDefault="00557788" w:rsidP="00557788">
      <w:r>
        <w:t>301.8090</w:t>
      </w:r>
      <w:r>
        <w:tab/>
        <w:t>2.025e0</w:t>
      </w:r>
    </w:p>
    <w:p w:rsidR="00557788" w:rsidRDefault="00557788" w:rsidP="00557788">
      <w:r>
        <w:lastRenderedPageBreak/>
        <w:t>301.8119</w:t>
      </w:r>
      <w:r>
        <w:tab/>
        <w:t>3.038e0</w:t>
      </w:r>
    </w:p>
    <w:p w:rsidR="00557788" w:rsidRDefault="00557788" w:rsidP="00557788">
      <w:r>
        <w:t>301.8501</w:t>
      </w:r>
      <w:r>
        <w:tab/>
        <w:t>2.051e0</w:t>
      </w:r>
    </w:p>
    <w:p w:rsidR="00557788" w:rsidRDefault="00557788" w:rsidP="00557788">
      <w:r>
        <w:t>301.8525</w:t>
      </w:r>
      <w:r>
        <w:tab/>
        <w:t>4.063e0</w:t>
      </w:r>
    </w:p>
    <w:p w:rsidR="00557788" w:rsidRDefault="00557788" w:rsidP="00557788">
      <w:r>
        <w:t>301.8782</w:t>
      </w:r>
      <w:r>
        <w:tab/>
        <w:t>2.532e-2</w:t>
      </w:r>
    </w:p>
    <w:p w:rsidR="00557788" w:rsidRDefault="00557788" w:rsidP="00557788">
      <w:r>
        <w:t>301.8805</w:t>
      </w:r>
      <w:r>
        <w:tab/>
        <w:t>2.025e0</w:t>
      </w:r>
    </w:p>
    <w:p w:rsidR="00557788" w:rsidRDefault="00557788" w:rsidP="00557788">
      <w:r>
        <w:t>301.8845</w:t>
      </w:r>
      <w:r>
        <w:tab/>
        <w:t>1.013e0</w:t>
      </w:r>
    </w:p>
    <w:p w:rsidR="00557788" w:rsidRDefault="00557788" w:rsidP="00557788">
      <w:r>
        <w:t>301.9080</w:t>
      </w:r>
      <w:r>
        <w:tab/>
        <w:t>2.025e0</w:t>
      </w:r>
    </w:p>
    <w:p w:rsidR="00557788" w:rsidRDefault="00557788" w:rsidP="00557788">
      <w:r>
        <w:t>301.9124</w:t>
      </w:r>
      <w:r>
        <w:tab/>
        <w:t>4.051e0</w:t>
      </w:r>
    </w:p>
    <w:p w:rsidR="00557788" w:rsidRDefault="00557788" w:rsidP="00557788">
      <w:r>
        <w:t>301.9196</w:t>
      </w:r>
      <w:r>
        <w:tab/>
        <w:t>2.038e0</w:t>
      </w:r>
    </w:p>
    <w:p w:rsidR="00557788" w:rsidRDefault="00557788" w:rsidP="00557788">
      <w:r>
        <w:t>301.9263</w:t>
      </w:r>
      <w:r>
        <w:tab/>
        <w:t>2.025e0</w:t>
      </w:r>
    </w:p>
    <w:p w:rsidR="00557788" w:rsidRDefault="00557788" w:rsidP="00557788">
      <w:r>
        <w:t>301.9374</w:t>
      </w:r>
      <w:r>
        <w:tab/>
        <w:t>3.038e0</w:t>
      </w:r>
    </w:p>
    <w:p w:rsidR="00557788" w:rsidRDefault="00557788" w:rsidP="00557788">
      <w:r>
        <w:t>301.9422</w:t>
      </w:r>
      <w:r>
        <w:tab/>
        <w:t>2.025e0</w:t>
      </w:r>
    </w:p>
    <w:p w:rsidR="00557788" w:rsidRDefault="00557788" w:rsidP="00557788">
      <w:r>
        <w:t>301.9494</w:t>
      </w:r>
      <w:r>
        <w:tab/>
        <w:t>2.025e0</w:t>
      </w:r>
    </w:p>
    <w:p w:rsidR="00557788" w:rsidRDefault="00557788" w:rsidP="00557788">
      <w:r>
        <w:t>301.9582</w:t>
      </w:r>
      <w:r>
        <w:tab/>
        <w:t>2.025e0</w:t>
      </w:r>
    </w:p>
    <w:p w:rsidR="00557788" w:rsidRDefault="00557788" w:rsidP="00557788">
      <w:r>
        <w:t>301.9597</w:t>
      </w:r>
      <w:r>
        <w:tab/>
        <w:t>3.038e0</w:t>
      </w:r>
    </w:p>
    <w:p w:rsidR="00557788" w:rsidRDefault="00557788" w:rsidP="00557788">
      <w:r>
        <w:t>301.9680</w:t>
      </w:r>
      <w:r>
        <w:tab/>
        <w:t>1.013e0</w:t>
      </w:r>
    </w:p>
    <w:p w:rsidR="00557788" w:rsidRDefault="00557788" w:rsidP="00557788">
      <w:r>
        <w:t>301.9713</w:t>
      </w:r>
      <w:r>
        <w:tab/>
        <w:t>3.038e0</w:t>
      </w:r>
    </w:p>
    <w:p w:rsidR="00557788" w:rsidRDefault="00557788" w:rsidP="00557788">
      <w:r>
        <w:t>301.9749</w:t>
      </w:r>
      <w:r>
        <w:tab/>
        <w:t>2.985e0</w:t>
      </w:r>
    </w:p>
    <w:p w:rsidR="00557788" w:rsidRDefault="00557788" w:rsidP="00557788">
      <w:r>
        <w:t>302.0054</w:t>
      </w:r>
      <w:r>
        <w:tab/>
        <w:t>4.724e0</w:t>
      </w:r>
    </w:p>
    <w:p w:rsidR="00557788" w:rsidRDefault="00557788" w:rsidP="00557788">
      <w:r>
        <w:lastRenderedPageBreak/>
        <w:t>302.0118</w:t>
      </w:r>
      <w:r>
        <w:tab/>
        <w:t>1.772e-1</w:t>
      </w:r>
    </w:p>
    <w:p w:rsidR="00557788" w:rsidRDefault="00557788" w:rsidP="00557788">
      <w:r>
        <w:t>302.0185</w:t>
      </w:r>
      <w:r>
        <w:tab/>
        <w:t>6.972e-1</w:t>
      </w:r>
    </w:p>
    <w:p w:rsidR="00557788" w:rsidRDefault="00557788" w:rsidP="00557788">
      <w:r>
        <w:t>302.0258</w:t>
      </w:r>
      <w:r>
        <w:tab/>
        <w:t>8.717e-1</w:t>
      </w:r>
    </w:p>
    <w:p w:rsidR="00557788" w:rsidRDefault="00557788" w:rsidP="00557788">
      <w:r>
        <w:t>302.0289</w:t>
      </w:r>
      <w:r>
        <w:tab/>
        <w:t>8.488e0</w:t>
      </w:r>
    </w:p>
    <w:p w:rsidR="00557788" w:rsidRDefault="00557788" w:rsidP="00557788">
      <w:r>
        <w:t>302.0314</w:t>
      </w:r>
      <w:r>
        <w:tab/>
        <w:t>4.974e0</w:t>
      </w:r>
    </w:p>
    <w:p w:rsidR="00557788" w:rsidRDefault="00557788" w:rsidP="00557788">
      <w:r>
        <w:t>302.0646</w:t>
      </w:r>
      <w:r>
        <w:tab/>
        <w:t>5.090e0</w:t>
      </w:r>
    </w:p>
    <w:p w:rsidR="00557788" w:rsidRDefault="00557788" w:rsidP="00557788">
      <w:r>
        <w:t>302.0681</w:t>
      </w:r>
      <w:r>
        <w:tab/>
        <w:t>3.560e0</w:t>
      </w:r>
    </w:p>
    <w:p w:rsidR="00557788" w:rsidRDefault="00557788" w:rsidP="00557788">
      <w:r>
        <w:t>302.0728</w:t>
      </w:r>
      <w:r>
        <w:tab/>
        <w:t>2.621e0</w:t>
      </w:r>
    </w:p>
    <w:p w:rsidR="00557788" w:rsidRDefault="00557788" w:rsidP="00557788">
      <w:r>
        <w:t>302.1083</w:t>
      </w:r>
      <w:r>
        <w:tab/>
        <w:t>5.514e0</w:t>
      </w:r>
    </w:p>
    <w:p w:rsidR="00557788" w:rsidRDefault="00557788" w:rsidP="00557788">
      <w:r>
        <w:t>302.1152</w:t>
      </w:r>
      <w:r>
        <w:tab/>
        <w:t>7.536e0</w:t>
      </w:r>
    </w:p>
    <w:p w:rsidR="00557788" w:rsidRDefault="00557788" w:rsidP="00557788">
      <w:r>
        <w:t>302.1175</w:t>
      </w:r>
      <w:r>
        <w:tab/>
        <w:t>3.452e0</w:t>
      </w:r>
    </w:p>
    <w:p w:rsidR="00557788" w:rsidRDefault="00557788" w:rsidP="00557788">
      <w:r>
        <w:t>302.1190</w:t>
      </w:r>
      <w:r>
        <w:tab/>
        <w:t>8.655e0</w:t>
      </w:r>
    </w:p>
    <w:p w:rsidR="00557788" w:rsidRDefault="00557788" w:rsidP="00557788">
      <w:r>
        <w:t>302.1207</w:t>
      </w:r>
      <w:r>
        <w:tab/>
        <w:t>9.361e0</w:t>
      </w:r>
    </w:p>
    <w:p w:rsidR="00557788" w:rsidRDefault="00557788" w:rsidP="00557788">
      <w:r>
        <w:t>302.1227</w:t>
      </w:r>
      <w:r>
        <w:tab/>
        <w:t>2.100e0</w:t>
      </w:r>
    </w:p>
    <w:p w:rsidR="00557788" w:rsidRDefault="00557788" w:rsidP="00557788">
      <w:r>
        <w:t>302.1243</w:t>
      </w:r>
      <w:r>
        <w:tab/>
        <w:t>4.749e0</w:t>
      </w:r>
    </w:p>
    <w:p w:rsidR="00557788" w:rsidRDefault="00557788" w:rsidP="00557788">
      <w:r>
        <w:t>302.1555</w:t>
      </w:r>
      <w:r>
        <w:tab/>
        <w:t>1.500e0</w:t>
      </w:r>
    </w:p>
    <w:p w:rsidR="00557788" w:rsidRDefault="00557788" w:rsidP="00557788">
      <w:r>
        <w:t>302.1599</w:t>
      </w:r>
      <w:r>
        <w:tab/>
        <w:t>3.046e0</w:t>
      </w:r>
    </w:p>
    <w:p w:rsidR="00557788" w:rsidRDefault="00557788" w:rsidP="00557788">
      <w:r>
        <w:t>302.1645</w:t>
      </w:r>
      <w:r>
        <w:tab/>
        <w:t>1.455e0</w:t>
      </w:r>
    </w:p>
    <w:p w:rsidR="00557788" w:rsidRDefault="00557788" w:rsidP="00557788">
      <w:r>
        <w:t>302.1677</w:t>
      </w:r>
      <w:r>
        <w:tab/>
        <w:t>4.053e0</w:t>
      </w:r>
    </w:p>
    <w:p w:rsidR="00557788" w:rsidRDefault="00557788" w:rsidP="00557788">
      <w:r>
        <w:lastRenderedPageBreak/>
        <w:t>302.1930</w:t>
      </w:r>
      <w:r>
        <w:tab/>
        <w:t>1.094e1</w:t>
      </w:r>
    </w:p>
    <w:p w:rsidR="00557788" w:rsidRDefault="00557788" w:rsidP="00557788">
      <w:r>
        <w:t>302.1959</w:t>
      </w:r>
      <w:r>
        <w:tab/>
        <w:t>5.179e0</w:t>
      </w:r>
    </w:p>
    <w:p w:rsidR="00557788" w:rsidRDefault="00557788" w:rsidP="00557788">
      <w:r>
        <w:t>302.2035</w:t>
      </w:r>
      <w:r>
        <w:tab/>
        <w:t>5.489e0</w:t>
      </w:r>
    </w:p>
    <w:p w:rsidR="00557788" w:rsidRDefault="00557788" w:rsidP="00557788">
      <w:r>
        <w:t>302.2221</w:t>
      </w:r>
      <w:r>
        <w:tab/>
        <w:t>4.195e0</w:t>
      </w:r>
    </w:p>
    <w:p w:rsidR="00557788" w:rsidRDefault="00557788" w:rsidP="00557788">
      <w:r>
        <w:t>302.2238</w:t>
      </w:r>
      <w:r>
        <w:tab/>
        <w:t>3.132e0</w:t>
      </w:r>
    </w:p>
    <w:p w:rsidR="00557788" w:rsidRDefault="00557788" w:rsidP="00557788">
      <w:r>
        <w:t>302.2266</w:t>
      </w:r>
      <w:r>
        <w:tab/>
        <w:t>6.069e0</w:t>
      </w:r>
    </w:p>
    <w:p w:rsidR="00557788" w:rsidRDefault="00557788" w:rsidP="00557788">
      <w:r>
        <w:t>302.2428</w:t>
      </w:r>
      <w:r>
        <w:tab/>
        <w:t>1.425e1</w:t>
      </w:r>
    </w:p>
    <w:p w:rsidR="00557788" w:rsidRDefault="00557788" w:rsidP="00557788">
      <w:r>
        <w:t>302.2618</w:t>
      </w:r>
      <w:r>
        <w:tab/>
        <w:t>3.860e0</w:t>
      </w:r>
    </w:p>
    <w:p w:rsidR="00557788" w:rsidRDefault="00557788" w:rsidP="00557788">
      <w:r>
        <w:t>302.2690</w:t>
      </w:r>
      <w:r>
        <w:tab/>
        <w:t>2.219e0</w:t>
      </w:r>
    </w:p>
    <w:p w:rsidR="00557788" w:rsidRDefault="00557788" w:rsidP="00557788">
      <w:r>
        <w:t>302.2801</w:t>
      </w:r>
      <w:r>
        <w:tab/>
        <w:t>4.321e-1</w:t>
      </w:r>
    </w:p>
    <w:p w:rsidR="00557788" w:rsidRDefault="00557788" w:rsidP="00557788">
      <w:r>
        <w:t>302.2878</w:t>
      </w:r>
      <w:r>
        <w:tab/>
        <w:t>3.654e0</w:t>
      </w:r>
    </w:p>
    <w:p w:rsidR="00557788" w:rsidRDefault="00557788" w:rsidP="00557788">
      <w:r>
        <w:t>302.2892</w:t>
      </w:r>
      <w:r>
        <w:tab/>
        <w:t>4.893e0</w:t>
      </w:r>
    </w:p>
    <w:p w:rsidR="00557788" w:rsidRDefault="00557788" w:rsidP="00557788">
      <w:r>
        <w:t>302.2957</w:t>
      </w:r>
      <w:r>
        <w:tab/>
        <w:t>4.353e0</w:t>
      </w:r>
    </w:p>
    <w:p w:rsidR="00557788" w:rsidRDefault="00557788" w:rsidP="00557788">
      <w:r>
        <w:t>302.2989</w:t>
      </w:r>
      <w:r>
        <w:tab/>
        <w:t>7.089e0</w:t>
      </w:r>
    </w:p>
    <w:p w:rsidR="00557788" w:rsidRDefault="00557788" w:rsidP="00557788">
      <w:r>
        <w:t>302.3268</w:t>
      </w:r>
      <w:r>
        <w:tab/>
        <w:t>3.038e0</w:t>
      </w:r>
    </w:p>
    <w:p w:rsidR="00557788" w:rsidRDefault="00557788" w:rsidP="00557788">
      <w:r>
        <w:t>302.3656</w:t>
      </w:r>
      <w:r>
        <w:tab/>
        <w:t>1.025e0</w:t>
      </w:r>
    </w:p>
    <w:p w:rsidR="00557788" w:rsidRDefault="00557788" w:rsidP="00557788">
      <w:r>
        <w:t>302.3696</w:t>
      </w:r>
      <w:r>
        <w:tab/>
        <w:t>2.025e0</w:t>
      </w:r>
    </w:p>
    <w:p w:rsidR="00557788" w:rsidRDefault="00557788" w:rsidP="00557788">
      <w:r>
        <w:t>302.3726</w:t>
      </w:r>
      <w:r>
        <w:tab/>
        <w:t>2.532e-2</w:t>
      </w:r>
    </w:p>
    <w:p w:rsidR="00557788" w:rsidRDefault="00557788" w:rsidP="00557788">
      <w:r>
        <w:t>302.3905</w:t>
      </w:r>
      <w:r>
        <w:tab/>
        <w:t>2.025e0</w:t>
      </w:r>
    </w:p>
    <w:p w:rsidR="00557788" w:rsidRDefault="00557788" w:rsidP="00557788">
      <w:r>
        <w:lastRenderedPageBreak/>
        <w:t>302.3952</w:t>
      </w:r>
      <w:r>
        <w:tab/>
        <w:t>2.025e0</w:t>
      </w:r>
    </w:p>
    <w:p w:rsidR="00557788" w:rsidRDefault="00557788" w:rsidP="00557788">
      <w:r>
        <w:t>302.4024</w:t>
      </w:r>
      <w:r>
        <w:tab/>
        <w:t>3.038e0</w:t>
      </w:r>
    </w:p>
    <w:p w:rsidR="00557788" w:rsidRDefault="00557788" w:rsidP="00557788">
      <w:r>
        <w:t>302.4151</w:t>
      </w:r>
      <w:r>
        <w:tab/>
        <w:t>1.013e0</w:t>
      </w:r>
    </w:p>
    <w:p w:rsidR="00557788" w:rsidRDefault="00557788" w:rsidP="00557788">
      <w:r>
        <w:t>302.4205</w:t>
      </w:r>
      <w:r>
        <w:tab/>
        <w:t>1.013e0</w:t>
      </w:r>
    </w:p>
    <w:p w:rsidR="00557788" w:rsidRDefault="00557788" w:rsidP="00557788">
      <w:r>
        <w:t>302.4219</w:t>
      </w:r>
      <w:r>
        <w:tab/>
        <w:t>3.496e0</w:t>
      </w:r>
    </w:p>
    <w:p w:rsidR="00557788" w:rsidRDefault="00557788" w:rsidP="00557788">
      <w:r>
        <w:t>302.4308</w:t>
      </w:r>
      <w:r>
        <w:tab/>
        <w:t>6.076e0</w:t>
      </w:r>
    </w:p>
    <w:p w:rsidR="00557788" w:rsidRDefault="00557788" w:rsidP="00557788">
      <w:r>
        <w:t>302.4483</w:t>
      </w:r>
      <w:r>
        <w:tab/>
        <w:t>2.025e0</w:t>
      </w:r>
    </w:p>
    <w:p w:rsidR="00557788" w:rsidRDefault="00557788" w:rsidP="00557788">
      <w:r>
        <w:t>302.4503</w:t>
      </w:r>
      <w:r>
        <w:tab/>
        <w:t>2.025e0</w:t>
      </w:r>
    </w:p>
    <w:p w:rsidR="00557788" w:rsidRDefault="00557788" w:rsidP="00557788">
      <w:r>
        <w:t>302.4547</w:t>
      </w:r>
      <w:r>
        <w:tab/>
        <w:t>3.038e0</w:t>
      </w:r>
    </w:p>
    <w:p w:rsidR="00557788" w:rsidRDefault="00557788" w:rsidP="00557788">
      <w:r>
        <w:t>302.4597</w:t>
      </w:r>
      <w:r>
        <w:tab/>
        <w:t>3.038e0</w:t>
      </w:r>
    </w:p>
    <w:p w:rsidR="00557788" w:rsidRDefault="00557788" w:rsidP="00557788">
      <w:r>
        <w:t>302.4622</w:t>
      </w:r>
      <w:r>
        <w:tab/>
        <w:t>2.532e-2</w:t>
      </w:r>
    </w:p>
    <w:p w:rsidR="00557788" w:rsidRDefault="00557788" w:rsidP="00557788">
      <w:r>
        <w:t>302.4663</w:t>
      </w:r>
      <w:r>
        <w:tab/>
        <w:t>1.013e0</w:t>
      </w:r>
    </w:p>
    <w:p w:rsidR="00557788" w:rsidRDefault="00557788" w:rsidP="00557788">
      <w:r>
        <w:t>302.4801</w:t>
      </w:r>
      <w:r>
        <w:tab/>
        <w:t>2.532e-2</w:t>
      </w:r>
    </w:p>
    <w:p w:rsidR="00557788" w:rsidRDefault="00557788" w:rsidP="00557788">
      <w:r>
        <w:t>302.4925</w:t>
      </w:r>
      <w:r>
        <w:tab/>
        <w:t>3.038e0</w:t>
      </w:r>
    </w:p>
    <w:p w:rsidR="00557788" w:rsidRDefault="00557788" w:rsidP="00557788">
      <w:r>
        <w:t>302.4984</w:t>
      </w:r>
      <w:r>
        <w:tab/>
        <w:t>6.089e0</w:t>
      </w:r>
    </w:p>
    <w:p w:rsidR="00557788" w:rsidRDefault="00557788" w:rsidP="00557788">
      <w:r>
        <w:t>302.5141</w:t>
      </w:r>
      <w:r>
        <w:tab/>
        <w:t>1.013e0</w:t>
      </w:r>
    </w:p>
    <w:p w:rsidR="00557788" w:rsidRDefault="00557788" w:rsidP="00557788">
      <w:r>
        <w:t>302.5323</w:t>
      </w:r>
      <w:r>
        <w:tab/>
        <w:t>2.025e0</w:t>
      </w:r>
    </w:p>
    <w:p w:rsidR="00557788" w:rsidRDefault="00557788" w:rsidP="00557788">
      <w:r>
        <w:t>302.5361</w:t>
      </w:r>
      <w:r>
        <w:tab/>
        <w:t>2.532e-2</w:t>
      </w:r>
    </w:p>
    <w:p w:rsidR="00557788" w:rsidRDefault="00557788" w:rsidP="00557788">
      <w:r>
        <w:t>302.5404</w:t>
      </w:r>
      <w:r>
        <w:tab/>
        <w:t>2.025e0</w:t>
      </w:r>
    </w:p>
    <w:p w:rsidR="00557788" w:rsidRDefault="00557788" w:rsidP="00557788">
      <w:r>
        <w:lastRenderedPageBreak/>
        <w:t>302.5416</w:t>
      </w:r>
      <w:r>
        <w:tab/>
        <w:t>1.013e0</w:t>
      </w:r>
    </w:p>
    <w:p w:rsidR="00557788" w:rsidRDefault="00557788" w:rsidP="00557788">
      <w:r>
        <w:t>302.5458</w:t>
      </w:r>
      <w:r>
        <w:tab/>
        <w:t>1.013e0</w:t>
      </w:r>
    </w:p>
    <w:p w:rsidR="00557788" w:rsidRDefault="00557788" w:rsidP="00557788">
      <w:r>
        <w:t>302.5518</w:t>
      </w:r>
      <w:r>
        <w:tab/>
        <w:t>2.025e0</w:t>
      </w:r>
    </w:p>
    <w:p w:rsidR="00557788" w:rsidRDefault="00557788" w:rsidP="00557788">
      <w:r>
        <w:t>302.5541</w:t>
      </w:r>
      <w:r>
        <w:tab/>
        <w:t>3.797e-2</w:t>
      </w:r>
    </w:p>
    <w:p w:rsidR="00557788" w:rsidRDefault="00557788" w:rsidP="00557788">
      <w:r>
        <w:t>302.5581</w:t>
      </w:r>
      <w:r>
        <w:tab/>
        <w:t>1.013e0</w:t>
      </w:r>
    </w:p>
    <w:p w:rsidR="00557788" w:rsidRDefault="00557788" w:rsidP="00557788">
      <w:r>
        <w:t>302.5759</w:t>
      </w:r>
      <w:r>
        <w:tab/>
        <w:t>2.025e0</w:t>
      </w:r>
    </w:p>
    <w:p w:rsidR="00557788" w:rsidRDefault="00557788" w:rsidP="00557788">
      <w:r>
        <w:t>302.5778</w:t>
      </w:r>
      <w:r>
        <w:tab/>
        <w:t>1.025e0</w:t>
      </w:r>
    </w:p>
    <w:p w:rsidR="00557788" w:rsidRDefault="00557788" w:rsidP="00557788">
      <w:r>
        <w:t>302.6017</w:t>
      </w:r>
      <w:r>
        <w:tab/>
        <w:t>1.266e-2</w:t>
      </w:r>
    </w:p>
    <w:p w:rsidR="00557788" w:rsidRDefault="00557788" w:rsidP="00557788">
      <w:r>
        <w:t>302.6089</w:t>
      </w:r>
      <w:r>
        <w:tab/>
        <w:t>3.038e0</w:t>
      </w:r>
    </w:p>
    <w:p w:rsidR="00557788" w:rsidRDefault="00557788" w:rsidP="00557788">
      <w:r>
        <w:t>302.6335</w:t>
      </w:r>
      <w:r>
        <w:tab/>
        <w:t>1.266e-2</w:t>
      </w:r>
    </w:p>
    <w:p w:rsidR="00557788" w:rsidRDefault="00557788" w:rsidP="00557788">
      <w:r>
        <w:t>302.6385</w:t>
      </w:r>
      <w:r>
        <w:tab/>
        <w:t>1.038e0</w:t>
      </w:r>
    </w:p>
    <w:p w:rsidR="00557788" w:rsidRDefault="00557788" w:rsidP="00557788">
      <w:r>
        <w:t>302.6416</w:t>
      </w:r>
      <w:r>
        <w:tab/>
        <w:t>1.266e-2</w:t>
      </w:r>
    </w:p>
    <w:p w:rsidR="00557788" w:rsidRDefault="00557788" w:rsidP="00557788">
      <w:r>
        <w:t>302.6434</w:t>
      </w:r>
      <w:r>
        <w:tab/>
        <w:t>3.038e0</w:t>
      </w:r>
    </w:p>
    <w:p w:rsidR="00557788" w:rsidRDefault="00557788" w:rsidP="00557788">
      <w:r>
        <w:t>302.6700</w:t>
      </w:r>
      <w:r>
        <w:tab/>
        <w:t>4.063e0</w:t>
      </w:r>
    </w:p>
    <w:p w:rsidR="00557788" w:rsidRDefault="00557788" w:rsidP="00557788">
      <w:r>
        <w:t>302.6715</w:t>
      </w:r>
      <w:r>
        <w:tab/>
        <w:t>1.261e0</w:t>
      </w:r>
    </w:p>
    <w:p w:rsidR="00557788" w:rsidRDefault="00557788" w:rsidP="00557788">
      <w:r>
        <w:t>302.6778</w:t>
      </w:r>
      <w:r>
        <w:tab/>
        <w:t>3.038e0</w:t>
      </w:r>
    </w:p>
    <w:p w:rsidR="00557788" w:rsidRDefault="00557788" w:rsidP="00557788">
      <w:r>
        <w:t>302.6875</w:t>
      </w:r>
      <w:r>
        <w:tab/>
        <w:t>3.038e0</w:t>
      </w:r>
    </w:p>
    <w:p w:rsidR="00557788" w:rsidRDefault="00557788" w:rsidP="00557788">
      <w:r>
        <w:t>302.6994</w:t>
      </w:r>
      <w:r>
        <w:tab/>
        <w:t>2.025e0</w:t>
      </w:r>
    </w:p>
    <w:p w:rsidR="00557788" w:rsidRDefault="00557788" w:rsidP="00557788">
      <w:r>
        <w:t>302.7013</w:t>
      </w:r>
      <w:r>
        <w:tab/>
        <w:t>1.013e0</w:t>
      </w:r>
    </w:p>
    <w:p w:rsidR="00557788" w:rsidRDefault="00557788" w:rsidP="00557788">
      <w:r>
        <w:lastRenderedPageBreak/>
        <w:t>302.7074</w:t>
      </w:r>
      <w:r>
        <w:tab/>
        <w:t>1.025e0</w:t>
      </w:r>
    </w:p>
    <w:p w:rsidR="00557788" w:rsidRDefault="00557788" w:rsidP="00557788">
      <w:r>
        <w:t>302.7293</w:t>
      </w:r>
      <w:r>
        <w:tab/>
        <w:t>1.013e0</w:t>
      </w:r>
    </w:p>
    <w:p w:rsidR="00557788" w:rsidRDefault="00557788" w:rsidP="00557788">
      <w:r>
        <w:t>302.7492</w:t>
      </w:r>
      <w:r>
        <w:tab/>
        <w:t>4.063e0</w:t>
      </w:r>
    </w:p>
    <w:p w:rsidR="00557788" w:rsidRDefault="00557788" w:rsidP="00557788">
      <w:r>
        <w:t>302.7692</w:t>
      </w:r>
      <w:r>
        <w:tab/>
        <w:t>2.025e0</w:t>
      </w:r>
    </w:p>
    <w:p w:rsidR="00557788" w:rsidRDefault="00557788" w:rsidP="00557788">
      <w:r>
        <w:t>302.7811</w:t>
      </w:r>
      <w:r>
        <w:tab/>
        <w:t>1.266e-2</w:t>
      </w:r>
    </w:p>
    <w:p w:rsidR="00557788" w:rsidRDefault="00557788" w:rsidP="00557788">
      <w:r>
        <w:t>302.7834</w:t>
      </w:r>
      <w:r>
        <w:tab/>
        <w:t>1.128e0</w:t>
      </w:r>
    </w:p>
    <w:p w:rsidR="00557788" w:rsidRDefault="00557788" w:rsidP="00557788">
      <w:r>
        <w:t>302.8077</w:t>
      </w:r>
      <w:r>
        <w:tab/>
        <w:t>2.025e0</w:t>
      </w:r>
    </w:p>
    <w:p w:rsidR="00557788" w:rsidRDefault="00557788" w:rsidP="00557788">
      <w:r>
        <w:t>302.8131</w:t>
      </w:r>
      <w:r>
        <w:tab/>
        <w:t>1.266e-2</w:t>
      </w:r>
    </w:p>
    <w:p w:rsidR="00557788" w:rsidRDefault="00557788" w:rsidP="00557788">
      <w:r>
        <w:t>302.8163</w:t>
      </w:r>
      <w:r>
        <w:tab/>
        <w:t>4.051e0</w:t>
      </w:r>
    </w:p>
    <w:p w:rsidR="00557788" w:rsidRDefault="00557788" w:rsidP="00557788">
      <w:r>
        <w:t>302.8409</w:t>
      </w:r>
      <w:r>
        <w:tab/>
        <w:t>3.038e0</w:t>
      </w:r>
    </w:p>
    <w:p w:rsidR="00557788" w:rsidRDefault="00557788" w:rsidP="00557788">
      <w:r>
        <w:t>302.8474</w:t>
      </w:r>
      <w:r>
        <w:tab/>
        <w:t>3.038e0</w:t>
      </w:r>
    </w:p>
    <w:p w:rsidR="00557788" w:rsidRDefault="00557788" w:rsidP="00557788">
      <w:r>
        <w:t>302.8498</w:t>
      </w:r>
      <w:r>
        <w:tab/>
        <w:t>3.038e0</w:t>
      </w:r>
    </w:p>
    <w:p w:rsidR="00557788" w:rsidRDefault="00557788" w:rsidP="00557788">
      <w:r>
        <w:t>302.8647</w:t>
      </w:r>
      <w:r>
        <w:tab/>
        <w:t>2.532e-2</w:t>
      </w:r>
    </w:p>
    <w:p w:rsidR="00557788" w:rsidRDefault="00557788" w:rsidP="00557788">
      <w:r>
        <w:t>302.8690</w:t>
      </w:r>
      <w:r>
        <w:tab/>
        <w:t>3.063e0</w:t>
      </w:r>
    </w:p>
    <w:p w:rsidR="00557788" w:rsidRDefault="00557788" w:rsidP="00557788">
      <w:r>
        <w:t>302.8755</w:t>
      </w:r>
      <w:r>
        <w:tab/>
        <w:t>3.038e0</w:t>
      </w:r>
    </w:p>
    <w:p w:rsidR="00557788" w:rsidRDefault="00557788" w:rsidP="00557788">
      <w:r>
        <w:t>302.8948</w:t>
      </w:r>
      <w:r>
        <w:tab/>
        <w:t>3.038e0</w:t>
      </w:r>
    </w:p>
    <w:p w:rsidR="00557788" w:rsidRDefault="00557788" w:rsidP="00557788">
      <w:r>
        <w:t>302.9178</w:t>
      </w:r>
      <w:r>
        <w:tab/>
        <w:t>2.025e0</w:t>
      </w:r>
    </w:p>
    <w:p w:rsidR="00557788" w:rsidRDefault="00557788" w:rsidP="00557788">
      <w:r>
        <w:t>302.9358</w:t>
      </w:r>
      <w:r>
        <w:tab/>
        <w:t>1.013e1</w:t>
      </w:r>
    </w:p>
    <w:p w:rsidR="00557788" w:rsidRDefault="00557788" w:rsidP="00557788">
      <w:r>
        <w:t>302.9449</w:t>
      </w:r>
      <w:r>
        <w:tab/>
        <w:t>3.038e0</w:t>
      </w:r>
    </w:p>
    <w:p w:rsidR="00557788" w:rsidRDefault="00557788" w:rsidP="00557788">
      <w:r>
        <w:lastRenderedPageBreak/>
        <w:t>302.9474</w:t>
      </w:r>
      <w:r>
        <w:tab/>
        <w:t>2.025e0</w:t>
      </w:r>
    </w:p>
    <w:p w:rsidR="00557788" w:rsidRDefault="00557788" w:rsidP="00557788">
      <w:r>
        <w:t>302.9566</w:t>
      </w:r>
      <w:r>
        <w:tab/>
        <w:t>1.013e0</w:t>
      </w:r>
    </w:p>
    <w:p w:rsidR="00557788" w:rsidRDefault="00557788" w:rsidP="00557788">
      <w:r>
        <w:t>302.9631</w:t>
      </w:r>
      <w:r>
        <w:tab/>
        <w:t>3.038e0</w:t>
      </w:r>
    </w:p>
    <w:p w:rsidR="00557788" w:rsidRDefault="00557788" w:rsidP="00557788">
      <w:r>
        <w:t>302.9706</w:t>
      </w:r>
      <w:r>
        <w:tab/>
        <w:t>3.038e0</w:t>
      </w:r>
    </w:p>
    <w:p w:rsidR="00557788" w:rsidRDefault="00557788" w:rsidP="00557788">
      <w:r>
        <w:t>302.9789</w:t>
      </w:r>
      <w:r>
        <w:tab/>
        <w:t>3.038e0</w:t>
      </w:r>
    </w:p>
    <w:p w:rsidR="00557788" w:rsidRDefault="00557788" w:rsidP="00557788">
      <w:r>
        <w:t>302.9844</w:t>
      </w:r>
      <w:r>
        <w:tab/>
        <w:t>3.038e0</w:t>
      </w:r>
    </w:p>
    <w:p w:rsidR="00557788" w:rsidRDefault="00557788" w:rsidP="00557788">
      <w:r>
        <w:t>303.0223</w:t>
      </w:r>
      <w:r>
        <w:tab/>
        <w:t>1.316e1</w:t>
      </w:r>
    </w:p>
    <w:p w:rsidR="00557788" w:rsidRDefault="00557788" w:rsidP="00557788">
      <w:r>
        <w:t>303.0263</w:t>
      </w:r>
      <w:r>
        <w:tab/>
        <w:t>1.352e1</w:t>
      </w:r>
    </w:p>
    <w:p w:rsidR="00557788" w:rsidRDefault="00557788" w:rsidP="00557788">
      <w:r>
        <w:t>303.0303</w:t>
      </w:r>
      <w:r>
        <w:tab/>
        <w:t>4.367e0</w:t>
      </w:r>
    </w:p>
    <w:p w:rsidR="00557788" w:rsidRDefault="00557788" w:rsidP="00557788">
      <w:r>
        <w:t>303.0322</w:t>
      </w:r>
      <w:r>
        <w:tab/>
        <w:t>8.703e-1</w:t>
      </w:r>
    </w:p>
    <w:p w:rsidR="00557788" w:rsidRDefault="00557788" w:rsidP="00557788">
      <w:r>
        <w:t>303.0403</w:t>
      </w:r>
      <w:r>
        <w:tab/>
        <w:t>8.493e0</w:t>
      </w:r>
    </w:p>
    <w:p w:rsidR="00557788" w:rsidRDefault="00557788" w:rsidP="00557788">
      <w:r>
        <w:t>303.0494</w:t>
      </w:r>
      <w:r>
        <w:tab/>
        <w:t>1.159e0</w:t>
      </w:r>
    </w:p>
    <w:p w:rsidR="00557788" w:rsidRDefault="00557788" w:rsidP="00557788">
      <w:r>
        <w:t>303.0600</w:t>
      </w:r>
      <w:r>
        <w:tab/>
        <w:t>5.414e0</w:t>
      </w:r>
    </w:p>
    <w:p w:rsidR="00557788" w:rsidRDefault="00557788" w:rsidP="00557788">
      <w:r>
        <w:t>303.0633</w:t>
      </w:r>
      <w:r>
        <w:tab/>
        <w:t>2.664e0</w:t>
      </w:r>
    </w:p>
    <w:p w:rsidR="00557788" w:rsidRDefault="00557788" w:rsidP="00557788">
      <w:r>
        <w:t>303.0845</w:t>
      </w:r>
      <w:r>
        <w:tab/>
        <w:t>7.467e0</w:t>
      </w:r>
    </w:p>
    <w:p w:rsidR="00557788" w:rsidRDefault="00557788" w:rsidP="00557788">
      <w:r>
        <w:t>303.0875</w:t>
      </w:r>
      <w:r>
        <w:tab/>
        <w:t>6.059e0</w:t>
      </w:r>
    </w:p>
    <w:p w:rsidR="00557788" w:rsidRDefault="00557788" w:rsidP="00557788">
      <w:r>
        <w:t>303.0923</w:t>
      </w:r>
      <w:r>
        <w:tab/>
        <w:t>1.874e0</w:t>
      </w:r>
    </w:p>
    <w:p w:rsidR="00557788" w:rsidRDefault="00557788" w:rsidP="00557788">
      <w:r>
        <w:t>303.1048</w:t>
      </w:r>
      <w:r>
        <w:tab/>
        <w:t>9.106e0</w:t>
      </w:r>
    </w:p>
    <w:p w:rsidR="00557788" w:rsidRDefault="00557788" w:rsidP="00557788">
      <w:r>
        <w:t>303.1107</w:t>
      </w:r>
      <w:r>
        <w:tab/>
        <w:t>4.762e0</w:t>
      </w:r>
    </w:p>
    <w:p w:rsidR="00557788" w:rsidRDefault="00557788" w:rsidP="00557788">
      <w:r>
        <w:lastRenderedPageBreak/>
        <w:t>303.1287</w:t>
      </w:r>
      <w:r>
        <w:tab/>
        <w:t>1.130e1</w:t>
      </w:r>
    </w:p>
    <w:p w:rsidR="00557788" w:rsidRDefault="00557788" w:rsidP="00557788">
      <w:r>
        <w:t>303.1697</w:t>
      </w:r>
      <w:r>
        <w:tab/>
        <w:t>2.362e0</w:t>
      </w:r>
    </w:p>
    <w:p w:rsidR="00557788" w:rsidRDefault="00557788" w:rsidP="00557788">
      <w:r>
        <w:t>303.1747</w:t>
      </w:r>
      <w:r>
        <w:tab/>
        <w:t>8.263e-1</w:t>
      </w:r>
    </w:p>
    <w:p w:rsidR="00557788" w:rsidRDefault="00557788" w:rsidP="00557788">
      <w:r>
        <w:t>303.1815</w:t>
      </w:r>
      <w:r>
        <w:tab/>
        <w:t>3.195e0</w:t>
      </w:r>
    </w:p>
    <w:p w:rsidR="00557788" w:rsidRDefault="00557788" w:rsidP="00557788">
      <w:r>
        <w:t>303.1871</w:t>
      </w:r>
      <w:r>
        <w:tab/>
        <w:t>3.641e0</w:t>
      </w:r>
    </w:p>
    <w:p w:rsidR="00557788" w:rsidRDefault="00557788" w:rsidP="00557788">
      <w:r>
        <w:t>303.1899</w:t>
      </w:r>
      <w:r>
        <w:tab/>
        <w:t>2.919e0</w:t>
      </w:r>
    </w:p>
    <w:p w:rsidR="00557788" w:rsidRDefault="00557788" w:rsidP="00557788">
      <w:r>
        <w:t>303.1919</w:t>
      </w:r>
      <w:r>
        <w:tab/>
        <w:t>2.275e0</w:t>
      </w:r>
    </w:p>
    <w:p w:rsidR="00557788" w:rsidRDefault="00557788" w:rsidP="00557788">
      <w:r>
        <w:t>303.2018</w:t>
      </w:r>
      <w:r>
        <w:tab/>
        <w:t>3.713e0</w:t>
      </w:r>
    </w:p>
    <w:p w:rsidR="00557788" w:rsidRDefault="00557788" w:rsidP="00557788">
      <w:r>
        <w:t>303.2076</w:t>
      </w:r>
      <w:r>
        <w:tab/>
        <w:t>2.292e0</w:t>
      </w:r>
    </w:p>
    <w:p w:rsidR="00557788" w:rsidRDefault="00557788" w:rsidP="00557788">
      <w:r>
        <w:t>303.2122</w:t>
      </w:r>
      <w:r>
        <w:tab/>
        <w:t>2.079e0</w:t>
      </w:r>
    </w:p>
    <w:p w:rsidR="00557788" w:rsidRDefault="00557788" w:rsidP="00557788">
      <w:r>
        <w:t>303.2142</w:t>
      </w:r>
      <w:r>
        <w:tab/>
        <w:t>3.038e0</w:t>
      </w:r>
    </w:p>
    <w:p w:rsidR="00557788" w:rsidRDefault="00557788" w:rsidP="00557788">
      <w:r>
        <w:t>303.2345</w:t>
      </w:r>
      <w:r>
        <w:tab/>
        <w:t>2.357e0</w:t>
      </w:r>
    </w:p>
    <w:p w:rsidR="00557788" w:rsidRDefault="00557788" w:rsidP="00557788">
      <w:r>
        <w:t>303.2396</w:t>
      </w:r>
      <w:r>
        <w:tab/>
        <w:t>1.270e0</w:t>
      </w:r>
    </w:p>
    <w:p w:rsidR="00557788" w:rsidRDefault="00557788" w:rsidP="00557788">
      <w:r>
        <w:t>303.2550</w:t>
      </w:r>
      <w:r>
        <w:tab/>
        <w:t>2.312e0</w:t>
      </w:r>
    </w:p>
    <w:p w:rsidR="00557788" w:rsidRDefault="00557788" w:rsidP="00557788">
      <w:r>
        <w:t>303.2728</w:t>
      </w:r>
      <w:r>
        <w:tab/>
        <w:t>1.513e0</w:t>
      </w:r>
    </w:p>
    <w:p w:rsidR="00557788" w:rsidRDefault="00557788" w:rsidP="00557788">
      <w:r>
        <w:t>303.2837</w:t>
      </w:r>
      <w:r>
        <w:tab/>
        <w:t>1.378e0</w:t>
      </w:r>
    </w:p>
    <w:p w:rsidR="00557788" w:rsidRDefault="00557788" w:rsidP="00557788">
      <w:r>
        <w:t>303.2858</w:t>
      </w:r>
      <w:r>
        <w:tab/>
        <w:t>2.715e0</w:t>
      </w:r>
    </w:p>
    <w:p w:rsidR="00557788" w:rsidRDefault="00557788" w:rsidP="00557788">
      <w:r>
        <w:t>303.2939</w:t>
      </w:r>
      <w:r>
        <w:tab/>
        <w:t>3.567e0</w:t>
      </w:r>
    </w:p>
    <w:p w:rsidR="00557788" w:rsidRDefault="00557788" w:rsidP="00557788">
      <w:r>
        <w:t>303.3127</w:t>
      </w:r>
      <w:r>
        <w:tab/>
        <w:t>1.266e-2</w:t>
      </w:r>
    </w:p>
    <w:p w:rsidR="00557788" w:rsidRDefault="00557788" w:rsidP="00557788">
      <w:r>
        <w:lastRenderedPageBreak/>
        <w:t>303.3181</w:t>
      </w:r>
      <w:r>
        <w:tab/>
        <w:t>2.532e-2</w:t>
      </w:r>
    </w:p>
    <w:p w:rsidR="00557788" w:rsidRDefault="00557788" w:rsidP="00557788">
      <w:r>
        <w:t>303.3333</w:t>
      </w:r>
      <w:r>
        <w:tab/>
        <w:t>1.038e0</w:t>
      </w:r>
    </w:p>
    <w:p w:rsidR="00557788" w:rsidRDefault="00557788" w:rsidP="00557788">
      <w:r>
        <w:t>303.3387</w:t>
      </w:r>
      <w:r>
        <w:tab/>
        <w:t>4.051e0</w:t>
      </w:r>
    </w:p>
    <w:p w:rsidR="00557788" w:rsidRDefault="00557788" w:rsidP="00557788">
      <w:r>
        <w:t>303.3567</w:t>
      </w:r>
      <w:r>
        <w:tab/>
        <w:t>4.051e0</w:t>
      </w:r>
    </w:p>
    <w:p w:rsidR="00557788" w:rsidRDefault="00557788" w:rsidP="00557788">
      <w:r>
        <w:t>303.3593</w:t>
      </w:r>
      <w:r>
        <w:tab/>
        <w:t>1.266e-2</w:t>
      </w:r>
    </w:p>
    <w:p w:rsidR="00557788" w:rsidRDefault="00557788" w:rsidP="00557788">
      <w:r>
        <w:t>303.3612</w:t>
      </w:r>
      <w:r>
        <w:tab/>
        <w:t>2.025e0</w:t>
      </w:r>
    </w:p>
    <w:p w:rsidR="00557788" w:rsidRDefault="00557788" w:rsidP="00557788">
      <w:r>
        <w:t>303.3633</w:t>
      </w:r>
      <w:r>
        <w:tab/>
        <w:t>1.013e0</w:t>
      </w:r>
    </w:p>
    <w:p w:rsidR="00557788" w:rsidRDefault="00557788" w:rsidP="00557788">
      <w:r>
        <w:t>303.3872</w:t>
      </w:r>
      <w:r>
        <w:tab/>
        <w:t>1.266e-2</w:t>
      </w:r>
    </w:p>
    <w:p w:rsidR="00557788" w:rsidRDefault="00557788" w:rsidP="00557788">
      <w:r>
        <w:t>303.4151</w:t>
      </w:r>
      <w:r>
        <w:tab/>
        <w:t>2.058e0</w:t>
      </w:r>
    </w:p>
    <w:p w:rsidR="00557788" w:rsidRDefault="00557788" w:rsidP="00557788">
      <w:r>
        <w:t>303.4171</w:t>
      </w:r>
      <w:r>
        <w:tab/>
        <w:t>2.025e0</w:t>
      </w:r>
    </w:p>
    <w:p w:rsidR="00557788" w:rsidRDefault="00557788" w:rsidP="00557788">
      <w:r>
        <w:t>303.4340</w:t>
      </w:r>
      <w:r>
        <w:tab/>
        <w:t>1.013e0</w:t>
      </w:r>
    </w:p>
    <w:p w:rsidR="00557788" w:rsidRDefault="00557788" w:rsidP="00557788">
      <w:r>
        <w:t>303.4360</w:t>
      </w:r>
      <w:r>
        <w:tab/>
        <w:t>2.025e0</w:t>
      </w:r>
    </w:p>
    <w:p w:rsidR="00557788" w:rsidRDefault="00557788" w:rsidP="00557788">
      <w:r>
        <w:t>303.4487</w:t>
      </w:r>
      <w:r>
        <w:tab/>
        <w:t>4.051e0</w:t>
      </w:r>
    </w:p>
    <w:p w:rsidR="00557788" w:rsidRDefault="00557788" w:rsidP="00557788">
      <w:r>
        <w:t>303.4540</w:t>
      </w:r>
      <w:r>
        <w:tab/>
        <w:t>2.025e0</w:t>
      </w:r>
    </w:p>
    <w:p w:rsidR="00557788" w:rsidRDefault="00557788" w:rsidP="00557788">
      <w:r>
        <w:t>303.4560</w:t>
      </w:r>
      <w:r>
        <w:tab/>
        <w:t>1.013e0</w:t>
      </w:r>
    </w:p>
    <w:p w:rsidR="00557788" w:rsidRDefault="00557788" w:rsidP="00557788">
      <w:r>
        <w:t>303.4656</w:t>
      </w:r>
      <w:r>
        <w:tab/>
        <w:t>2.025e0</w:t>
      </w:r>
    </w:p>
    <w:p w:rsidR="00557788" w:rsidRDefault="00557788" w:rsidP="00557788">
      <w:r>
        <w:t>303.4687</w:t>
      </w:r>
      <w:r>
        <w:tab/>
        <w:t>6.076e0</w:t>
      </w:r>
    </w:p>
    <w:p w:rsidR="00557788" w:rsidRDefault="00557788" w:rsidP="00557788">
      <w:r>
        <w:t>303.4789</w:t>
      </w:r>
      <w:r>
        <w:tab/>
        <w:t>2.532e-2</w:t>
      </w:r>
    </w:p>
    <w:p w:rsidR="00557788" w:rsidRDefault="00557788" w:rsidP="00557788">
      <w:r>
        <w:t>303.4949</w:t>
      </w:r>
      <w:r>
        <w:tab/>
        <w:t>2.038e0</w:t>
      </w:r>
    </w:p>
    <w:p w:rsidR="00557788" w:rsidRDefault="00557788" w:rsidP="00557788">
      <w:r>
        <w:lastRenderedPageBreak/>
        <w:t>303.4988</w:t>
      </w:r>
      <w:r>
        <w:tab/>
        <w:t>1.013e0</w:t>
      </w:r>
    </w:p>
    <w:p w:rsidR="00557788" w:rsidRDefault="00557788" w:rsidP="00557788">
      <w:r>
        <w:t>303.5134</w:t>
      </w:r>
      <w:r>
        <w:tab/>
        <w:t>5.948e0</w:t>
      </w:r>
    </w:p>
    <w:p w:rsidR="00557788" w:rsidRDefault="00557788" w:rsidP="00557788">
      <w:r>
        <w:t>303.5186</w:t>
      </w:r>
      <w:r>
        <w:tab/>
        <w:t>2.532e-2</w:t>
      </w:r>
    </w:p>
    <w:p w:rsidR="00557788" w:rsidRDefault="00557788" w:rsidP="00557788">
      <w:r>
        <w:t>303.5267</w:t>
      </w:r>
      <w:r>
        <w:tab/>
        <w:t>1.013e0</w:t>
      </w:r>
    </w:p>
    <w:p w:rsidR="00557788" w:rsidRDefault="00557788" w:rsidP="00557788">
      <w:r>
        <w:t>303.5547</w:t>
      </w:r>
      <w:r>
        <w:tab/>
        <w:t>1.266e-2</w:t>
      </w:r>
    </w:p>
    <w:p w:rsidR="00557788" w:rsidRDefault="00557788" w:rsidP="00557788">
      <w:r>
        <w:t>303.5587</w:t>
      </w:r>
      <w:r>
        <w:tab/>
        <w:t>2.063e0</w:t>
      </w:r>
    </w:p>
    <w:p w:rsidR="00557788" w:rsidRDefault="00557788" w:rsidP="00557788">
      <w:r>
        <w:t>303.5710</w:t>
      </w:r>
      <w:r>
        <w:tab/>
        <w:t>2.038e0</w:t>
      </w:r>
    </w:p>
    <w:p w:rsidR="00557788" w:rsidRDefault="00557788" w:rsidP="00557788">
      <w:r>
        <w:t>303.5830</w:t>
      </w:r>
      <w:r>
        <w:tab/>
        <w:t>2.025e0</w:t>
      </w:r>
    </w:p>
    <w:p w:rsidR="00557788" w:rsidRDefault="00557788" w:rsidP="00557788">
      <w:r>
        <w:t>303.5975</w:t>
      </w:r>
      <w:r>
        <w:tab/>
        <w:t>2.025e0</w:t>
      </w:r>
    </w:p>
    <w:p w:rsidR="00557788" w:rsidRDefault="00557788" w:rsidP="00557788">
      <w:r>
        <w:t>303.5995</w:t>
      </w:r>
      <w:r>
        <w:tab/>
        <w:t>1.266e-2</w:t>
      </w:r>
    </w:p>
    <w:p w:rsidR="00557788" w:rsidRDefault="00557788" w:rsidP="00557788">
      <w:r>
        <w:t>303.6050</w:t>
      </w:r>
      <w:r>
        <w:tab/>
        <w:t>1.013e0</w:t>
      </w:r>
    </w:p>
    <w:p w:rsidR="00557788" w:rsidRDefault="00557788" w:rsidP="00557788">
      <w:r>
        <w:t>303.6100</w:t>
      </w:r>
      <w:r>
        <w:tab/>
        <w:t>1.455e0</w:t>
      </w:r>
    </w:p>
    <w:p w:rsidR="00557788" w:rsidRDefault="00557788" w:rsidP="00557788">
      <w:r>
        <w:t>303.6144</w:t>
      </w:r>
      <w:r>
        <w:tab/>
        <w:t>1.013e0</w:t>
      </w:r>
    </w:p>
    <w:p w:rsidR="00557788" w:rsidRDefault="00557788" w:rsidP="00557788">
      <w:r>
        <w:t>303.6171</w:t>
      </w:r>
      <w:r>
        <w:tab/>
        <w:t>3.038e0</w:t>
      </w:r>
    </w:p>
    <w:p w:rsidR="00557788" w:rsidRDefault="00557788" w:rsidP="00557788">
      <w:r>
        <w:t>303.6225</w:t>
      </w:r>
      <w:r>
        <w:tab/>
        <w:t>2.038e0</w:t>
      </w:r>
    </w:p>
    <w:p w:rsidR="00557788" w:rsidRDefault="00557788" w:rsidP="00557788">
      <w:r>
        <w:t>303.6271</w:t>
      </w:r>
      <w:r>
        <w:tab/>
        <w:t>1.013e0</w:t>
      </w:r>
    </w:p>
    <w:p w:rsidR="00557788" w:rsidRDefault="00557788" w:rsidP="00557788">
      <w:r>
        <w:t>303.6510</w:t>
      </w:r>
      <w:r>
        <w:tab/>
        <w:t>6.076e0</w:t>
      </w:r>
    </w:p>
    <w:p w:rsidR="00557788" w:rsidRDefault="00557788" w:rsidP="00557788">
      <w:r>
        <w:t>303.6534</w:t>
      </w:r>
      <w:r>
        <w:tab/>
        <w:t>4.051e0</w:t>
      </w:r>
    </w:p>
    <w:p w:rsidR="00557788" w:rsidRDefault="00557788" w:rsidP="00557788">
      <w:r>
        <w:t>303.6725</w:t>
      </w:r>
      <w:r>
        <w:tab/>
        <w:t>5.063e0</w:t>
      </w:r>
    </w:p>
    <w:p w:rsidR="00557788" w:rsidRDefault="00557788" w:rsidP="00557788">
      <w:r>
        <w:lastRenderedPageBreak/>
        <w:t>303.6784</w:t>
      </w:r>
      <w:r>
        <w:tab/>
        <w:t>1.013e0</w:t>
      </w:r>
    </w:p>
    <w:p w:rsidR="00557788" w:rsidRDefault="00557788" w:rsidP="00557788">
      <w:r>
        <w:t>303.6883</w:t>
      </w:r>
      <w:r>
        <w:tab/>
        <w:t>2.025e0</w:t>
      </w:r>
    </w:p>
    <w:p w:rsidR="00557788" w:rsidRDefault="00557788" w:rsidP="00557788">
      <w:r>
        <w:t>303.6996</w:t>
      </w:r>
      <w:r>
        <w:tab/>
        <w:t>5.063e0</w:t>
      </w:r>
    </w:p>
    <w:p w:rsidR="00557788" w:rsidRDefault="00557788" w:rsidP="00557788">
      <w:r>
        <w:t>303.7154</w:t>
      </w:r>
      <w:r>
        <w:tab/>
        <w:t>1.266e-2</w:t>
      </w:r>
    </w:p>
    <w:p w:rsidR="00557788" w:rsidRDefault="00557788" w:rsidP="00557788">
      <w:r>
        <w:t>303.7202</w:t>
      </w:r>
      <w:r>
        <w:tab/>
        <w:t>2.025e0</w:t>
      </w:r>
    </w:p>
    <w:p w:rsidR="00557788" w:rsidRDefault="00557788" w:rsidP="00557788">
      <w:r>
        <w:t>303.7261</w:t>
      </w:r>
      <w:r>
        <w:tab/>
        <w:t>2.426e0</w:t>
      </w:r>
    </w:p>
    <w:p w:rsidR="00557788" w:rsidRDefault="00557788" w:rsidP="00557788">
      <w:r>
        <w:t>303.7314</w:t>
      </w:r>
      <w:r>
        <w:tab/>
        <w:t>5.399e0</w:t>
      </w:r>
    </w:p>
    <w:p w:rsidR="00557788" w:rsidRDefault="00557788" w:rsidP="00557788">
      <w:r>
        <w:t>303.7343</w:t>
      </w:r>
      <w:r>
        <w:tab/>
        <w:t>1.266e-2</w:t>
      </w:r>
    </w:p>
    <w:p w:rsidR="00557788" w:rsidRDefault="00557788" w:rsidP="00557788">
      <w:r>
        <w:t>303.7430</w:t>
      </w:r>
      <w:r>
        <w:tab/>
        <w:t>1.266e-2</w:t>
      </w:r>
    </w:p>
    <w:p w:rsidR="00557788" w:rsidRDefault="00557788" w:rsidP="00557788">
      <w:r>
        <w:t>303.7485</w:t>
      </w:r>
      <w:r>
        <w:tab/>
        <w:t>1.013e0</w:t>
      </w:r>
    </w:p>
    <w:p w:rsidR="00557788" w:rsidRDefault="00557788" w:rsidP="00557788">
      <w:r>
        <w:t>303.7527</w:t>
      </w:r>
      <w:r>
        <w:tab/>
        <w:t>2.025e0</w:t>
      </w:r>
    </w:p>
    <w:p w:rsidR="00557788" w:rsidRDefault="00557788" w:rsidP="00557788">
      <w:r>
        <w:t>303.7541</w:t>
      </w:r>
      <w:r>
        <w:tab/>
        <w:t>3.038e0</w:t>
      </w:r>
    </w:p>
    <w:p w:rsidR="00557788" w:rsidRDefault="00557788" w:rsidP="00557788">
      <w:r>
        <w:t>303.7621</w:t>
      </w:r>
      <w:r>
        <w:tab/>
        <w:t>1.025e0</w:t>
      </w:r>
    </w:p>
    <w:p w:rsidR="00557788" w:rsidRDefault="00557788" w:rsidP="00557788">
      <w:r>
        <w:t>303.7920</w:t>
      </w:r>
      <w:r>
        <w:tab/>
        <w:t>2.025e0</w:t>
      </w:r>
    </w:p>
    <w:p w:rsidR="00557788" w:rsidRDefault="00557788" w:rsidP="00557788">
      <w:r>
        <w:t>303.8023</w:t>
      </w:r>
      <w:r>
        <w:tab/>
        <w:t>2.063e0</w:t>
      </w:r>
    </w:p>
    <w:p w:rsidR="00557788" w:rsidRDefault="00557788" w:rsidP="00557788">
      <w:r>
        <w:t>303.8092</w:t>
      </w:r>
      <w:r>
        <w:tab/>
        <w:t>1.266e-2</w:t>
      </w:r>
    </w:p>
    <w:p w:rsidR="00557788" w:rsidRDefault="00557788" w:rsidP="00557788">
      <w:r>
        <w:t>303.8121</w:t>
      </w:r>
      <w:r>
        <w:tab/>
        <w:t>4.051e0</w:t>
      </w:r>
    </w:p>
    <w:p w:rsidR="00557788" w:rsidRDefault="00557788" w:rsidP="00557788">
      <w:r>
        <w:t>303.8150</w:t>
      </w:r>
      <w:r>
        <w:tab/>
        <w:t>1.025e0</w:t>
      </w:r>
    </w:p>
    <w:p w:rsidR="00557788" w:rsidRDefault="00557788" w:rsidP="00557788">
      <w:r>
        <w:t>303.8221</w:t>
      </w:r>
      <w:r>
        <w:tab/>
        <w:t>1.266e-2</w:t>
      </w:r>
    </w:p>
    <w:p w:rsidR="00557788" w:rsidRDefault="00557788" w:rsidP="00557788">
      <w:r>
        <w:lastRenderedPageBreak/>
        <w:t>303.8289</w:t>
      </w:r>
      <w:r>
        <w:tab/>
        <w:t>5.063e0</w:t>
      </w:r>
    </w:p>
    <w:p w:rsidR="00557788" w:rsidRDefault="00557788" w:rsidP="00557788">
      <w:r>
        <w:t>303.8340</w:t>
      </w:r>
      <w:r>
        <w:tab/>
        <w:t>2.025e0</w:t>
      </w:r>
    </w:p>
    <w:p w:rsidR="00557788" w:rsidRDefault="00557788" w:rsidP="00557788">
      <w:r>
        <w:t>303.8369</w:t>
      </w:r>
      <w:r>
        <w:tab/>
        <w:t>1.013e0</w:t>
      </w:r>
    </w:p>
    <w:p w:rsidR="00557788" w:rsidRDefault="00557788" w:rsidP="00557788">
      <w:r>
        <w:t>303.8389</w:t>
      </w:r>
      <w:r>
        <w:tab/>
        <w:t>2.025e0</w:t>
      </w:r>
    </w:p>
    <w:p w:rsidR="00557788" w:rsidRDefault="00557788" w:rsidP="00557788">
      <w:r>
        <w:t>303.8499</w:t>
      </w:r>
      <w:r>
        <w:tab/>
        <w:t>1.013e0</w:t>
      </w:r>
    </w:p>
    <w:p w:rsidR="00557788" w:rsidRDefault="00557788" w:rsidP="00557788">
      <w:r>
        <w:t>303.8568</w:t>
      </w:r>
      <w:r>
        <w:tab/>
        <w:t>4.051e0</w:t>
      </w:r>
    </w:p>
    <w:p w:rsidR="00557788" w:rsidRDefault="00557788" w:rsidP="00557788">
      <w:r>
        <w:t>303.8758</w:t>
      </w:r>
      <w:r>
        <w:tab/>
        <w:t>2.025e0</w:t>
      </w:r>
    </w:p>
    <w:p w:rsidR="00557788" w:rsidRDefault="00557788" w:rsidP="00557788">
      <w:r>
        <w:t>303.8806</w:t>
      </w:r>
      <w:r>
        <w:tab/>
        <w:t>6.076e0</w:t>
      </w:r>
    </w:p>
    <w:p w:rsidR="00557788" w:rsidRDefault="00557788" w:rsidP="00557788">
      <w:r>
        <w:t>303.8950</w:t>
      </w:r>
      <w:r>
        <w:tab/>
        <w:t>3.038e0</w:t>
      </w:r>
    </w:p>
    <w:p w:rsidR="00557788" w:rsidRDefault="00557788" w:rsidP="00557788">
      <w:r>
        <w:t>303.8994</w:t>
      </w:r>
      <w:r>
        <w:tab/>
        <w:t>3.038e0</w:t>
      </w:r>
    </w:p>
    <w:p w:rsidR="00557788" w:rsidRDefault="00557788" w:rsidP="00557788">
      <w:r>
        <w:t>303.9037</w:t>
      </w:r>
      <w:r>
        <w:tab/>
        <w:t>6.524e0</w:t>
      </w:r>
    </w:p>
    <w:p w:rsidR="00557788" w:rsidRDefault="00557788" w:rsidP="00557788">
      <w:r>
        <w:t>303.9059</w:t>
      </w:r>
      <w:r>
        <w:tab/>
        <w:t>5.063e0</w:t>
      </w:r>
    </w:p>
    <w:p w:rsidR="00557788" w:rsidRDefault="00557788" w:rsidP="00557788">
      <w:r>
        <w:t>303.9208</w:t>
      </w:r>
      <w:r>
        <w:tab/>
        <w:t>4.051e0</w:t>
      </w:r>
    </w:p>
    <w:p w:rsidR="00557788" w:rsidRDefault="00557788" w:rsidP="00557788">
      <w:r>
        <w:t>303.9222</w:t>
      </w:r>
      <w:r>
        <w:tab/>
        <w:t>3.038e0</w:t>
      </w:r>
    </w:p>
    <w:p w:rsidR="00557788" w:rsidRDefault="00557788" w:rsidP="00557788">
      <w:r>
        <w:t>303.9590</w:t>
      </w:r>
      <w:r>
        <w:tab/>
        <w:t>2.861e0</w:t>
      </w:r>
    </w:p>
    <w:p w:rsidR="00557788" w:rsidRDefault="00557788" w:rsidP="00557788">
      <w:r>
        <w:t>303.9709</w:t>
      </w:r>
      <w:r>
        <w:tab/>
        <w:t>2.025e0</w:t>
      </w:r>
    </w:p>
    <w:p w:rsidR="00557788" w:rsidRDefault="00557788" w:rsidP="00557788">
      <w:r>
        <w:t>303.9785</w:t>
      </w:r>
      <w:r>
        <w:tab/>
        <w:t>4.195e0</w:t>
      </w:r>
    </w:p>
    <w:p w:rsidR="00557788" w:rsidRDefault="00557788" w:rsidP="00557788">
      <w:r>
        <w:t>303.9902</w:t>
      </w:r>
      <w:r>
        <w:tab/>
        <w:t>7.038e-1</w:t>
      </w:r>
    </w:p>
    <w:p w:rsidR="00557788" w:rsidRDefault="00557788" w:rsidP="00557788">
      <w:r>
        <w:t>303.9975</w:t>
      </w:r>
      <w:r>
        <w:tab/>
        <w:t>3.038e0</w:t>
      </w:r>
    </w:p>
    <w:p w:rsidR="00557788" w:rsidRDefault="00557788" w:rsidP="00557788">
      <w:r>
        <w:lastRenderedPageBreak/>
        <w:t>304.0018</w:t>
      </w:r>
      <w:r>
        <w:tab/>
        <w:t>6.315e0</w:t>
      </w:r>
    </w:p>
    <w:p w:rsidR="00557788" w:rsidRDefault="00557788" w:rsidP="00557788">
      <w:r>
        <w:t>304.0118</w:t>
      </w:r>
      <w:r>
        <w:tab/>
        <w:t>1.396e0</w:t>
      </w:r>
    </w:p>
    <w:p w:rsidR="00557788" w:rsidRDefault="00557788" w:rsidP="00557788">
      <w:r>
        <w:t>304.0277</w:t>
      </w:r>
      <w:r>
        <w:tab/>
        <w:t>3.803e0</w:t>
      </w:r>
    </w:p>
    <w:p w:rsidR="00557788" w:rsidRDefault="00557788" w:rsidP="00557788">
      <w:r>
        <w:t>304.0329</w:t>
      </w:r>
      <w:r>
        <w:tab/>
        <w:t>7.628e-1</w:t>
      </w:r>
    </w:p>
    <w:p w:rsidR="00557788" w:rsidRDefault="00557788" w:rsidP="00557788">
      <w:r>
        <w:t>304.0409</w:t>
      </w:r>
      <w:r>
        <w:tab/>
        <w:t>2.978e0</w:t>
      </w:r>
    </w:p>
    <w:p w:rsidR="00557788" w:rsidRDefault="00557788" w:rsidP="00557788">
      <w:r>
        <w:t>304.0437</w:t>
      </w:r>
      <w:r>
        <w:tab/>
        <w:t>4.051e0</w:t>
      </w:r>
    </w:p>
    <w:p w:rsidR="00557788" w:rsidRDefault="00557788" w:rsidP="00557788">
      <w:r>
        <w:t>304.0823</w:t>
      </w:r>
      <w:r>
        <w:tab/>
        <w:t>5.698e0</w:t>
      </w:r>
    </w:p>
    <w:p w:rsidR="00557788" w:rsidRDefault="00557788" w:rsidP="00557788">
      <w:r>
        <w:t>304.0925</w:t>
      </w:r>
      <w:r>
        <w:tab/>
        <w:t>2.662e0</w:t>
      </w:r>
    </w:p>
    <w:p w:rsidR="00557788" w:rsidRDefault="00557788" w:rsidP="00557788">
      <w:r>
        <w:t>304.0950</w:t>
      </w:r>
      <w:r>
        <w:tab/>
        <w:t>1.633e0</w:t>
      </w:r>
    </w:p>
    <w:p w:rsidR="00557788" w:rsidRDefault="00557788" w:rsidP="00557788">
      <w:r>
        <w:t>304.1014</w:t>
      </w:r>
      <w:r>
        <w:tab/>
        <w:t>3.976e0</w:t>
      </w:r>
    </w:p>
    <w:p w:rsidR="00557788" w:rsidRDefault="00557788" w:rsidP="00557788">
      <w:r>
        <w:t>304.1278</w:t>
      </w:r>
      <w:r>
        <w:tab/>
        <w:t>1.953e0</w:t>
      </w:r>
    </w:p>
    <w:p w:rsidR="00557788" w:rsidRDefault="00557788" w:rsidP="00557788">
      <w:r>
        <w:t>304.1299</w:t>
      </w:r>
      <w:r>
        <w:tab/>
        <w:t>1.286e0</w:t>
      </w:r>
    </w:p>
    <w:p w:rsidR="00557788" w:rsidRDefault="00557788" w:rsidP="00557788">
      <w:r>
        <w:t>304.1642</w:t>
      </w:r>
      <w:r>
        <w:tab/>
        <w:t>4.892e0</w:t>
      </w:r>
    </w:p>
    <w:p w:rsidR="00557788" w:rsidRDefault="00557788" w:rsidP="00557788">
      <w:r>
        <w:t>304.1689</w:t>
      </w:r>
      <w:r>
        <w:tab/>
        <w:t>1.430e1</w:t>
      </w:r>
    </w:p>
    <w:p w:rsidR="00557788" w:rsidRDefault="00557788" w:rsidP="00557788">
      <w:r>
        <w:t>304.1818</w:t>
      </w:r>
      <w:r>
        <w:tab/>
        <w:t>3.540e0</w:t>
      </w:r>
    </w:p>
    <w:p w:rsidR="00557788" w:rsidRDefault="00557788" w:rsidP="00557788">
      <w:r>
        <w:t>304.1864</w:t>
      </w:r>
      <w:r>
        <w:tab/>
        <w:t>4.627e0</w:t>
      </w:r>
    </w:p>
    <w:p w:rsidR="00557788" w:rsidRDefault="00557788" w:rsidP="00557788">
      <w:r>
        <w:t>304.1917</w:t>
      </w:r>
      <w:r>
        <w:tab/>
        <w:t>4.203e0</w:t>
      </w:r>
    </w:p>
    <w:p w:rsidR="00557788" w:rsidRDefault="00557788" w:rsidP="00557788">
      <w:r>
        <w:t>304.2110</w:t>
      </w:r>
      <w:r>
        <w:tab/>
        <w:t>1.087e1</w:t>
      </w:r>
    </w:p>
    <w:p w:rsidR="00557788" w:rsidRDefault="00557788" w:rsidP="00557788">
      <w:r>
        <w:t>304.2130</w:t>
      </w:r>
      <w:r>
        <w:tab/>
        <w:t>1.272e1</w:t>
      </w:r>
    </w:p>
    <w:p w:rsidR="00557788" w:rsidRDefault="00557788" w:rsidP="00557788">
      <w:r>
        <w:lastRenderedPageBreak/>
        <w:t>304.2164</w:t>
      </w:r>
      <w:r>
        <w:tab/>
        <w:t>4.823e0</w:t>
      </w:r>
    </w:p>
    <w:p w:rsidR="00557788" w:rsidRDefault="00557788" w:rsidP="00557788">
      <w:r>
        <w:t>304.3885</w:t>
      </w:r>
      <w:r>
        <w:tab/>
        <w:t>1.013e0</w:t>
      </w:r>
    </w:p>
    <w:p w:rsidR="00557788" w:rsidRDefault="00557788" w:rsidP="00557788">
      <w:r>
        <w:t>304.3927</w:t>
      </w:r>
      <w:r>
        <w:tab/>
        <w:t>1.316e0</w:t>
      </w:r>
    </w:p>
    <w:p w:rsidR="00557788" w:rsidRDefault="00557788" w:rsidP="00557788">
      <w:r>
        <w:t>304.3989</w:t>
      </w:r>
      <w:r>
        <w:tab/>
        <w:t>2.025e0</w:t>
      </w:r>
    </w:p>
    <w:p w:rsidR="00557788" w:rsidRDefault="00557788" w:rsidP="00557788">
      <w:r>
        <w:t>304.4008</w:t>
      </w:r>
      <w:r>
        <w:tab/>
        <w:t>6.512e0</w:t>
      </w:r>
    </w:p>
    <w:p w:rsidR="00557788" w:rsidRDefault="00557788" w:rsidP="00557788">
      <w:r>
        <w:t>304.4161</w:t>
      </w:r>
      <w:r>
        <w:tab/>
        <w:t>6.076e0</w:t>
      </w:r>
    </w:p>
    <w:p w:rsidR="00557788" w:rsidRDefault="00557788" w:rsidP="00557788">
      <w:r>
        <w:t>304.4225</w:t>
      </w:r>
      <w:r>
        <w:tab/>
        <w:t>2.025e0</w:t>
      </w:r>
    </w:p>
    <w:p w:rsidR="00557788" w:rsidRDefault="00557788" w:rsidP="00557788">
      <w:r>
        <w:t>304.4259</w:t>
      </w:r>
      <w:r>
        <w:tab/>
        <w:t>3.038e0</w:t>
      </w:r>
    </w:p>
    <w:p w:rsidR="00557788" w:rsidRDefault="00557788" w:rsidP="00557788">
      <w:r>
        <w:t>304.4346</w:t>
      </w:r>
      <w:r>
        <w:tab/>
        <w:t>1.092e1</w:t>
      </w:r>
    </w:p>
    <w:p w:rsidR="00557788" w:rsidRDefault="00557788" w:rsidP="00557788">
      <w:r>
        <w:t>304.4376</w:t>
      </w:r>
      <w:r>
        <w:tab/>
        <w:t>4.051e0</w:t>
      </w:r>
    </w:p>
    <w:p w:rsidR="00557788" w:rsidRDefault="00557788" w:rsidP="00557788">
      <w:r>
        <w:t>304.4417</w:t>
      </w:r>
      <w:r>
        <w:tab/>
        <w:t>2.025e0</w:t>
      </w:r>
    </w:p>
    <w:p w:rsidR="00557788" w:rsidRDefault="00557788" w:rsidP="00557788">
      <w:r>
        <w:t>304.4435</w:t>
      </w:r>
      <w:r>
        <w:tab/>
        <w:t>3.038e0</w:t>
      </w:r>
    </w:p>
    <w:p w:rsidR="00557788" w:rsidRDefault="00557788" w:rsidP="00557788">
      <w:r>
        <w:t>304.4804</w:t>
      </w:r>
      <w:r>
        <w:tab/>
        <w:t>3.797e-2</w:t>
      </w:r>
    </w:p>
    <w:p w:rsidR="00557788" w:rsidRDefault="00557788" w:rsidP="00557788">
      <w:r>
        <w:t>304.4890</w:t>
      </w:r>
      <w:r>
        <w:tab/>
        <w:t>3.101e0</w:t>
      </w:r>
    </w:p>
    <w:p w:rsidR="00557788" w:rsidRDefault="00557788" w:rsidP="00557788">
      <w:r>
        <w:t>304.4954</w:t>
      </w:r>
      <w:r>
        <w:tab/>
        <w:t>3.798e-2</w:t>
      </w:r>
    </w:p>
    <w:p w:rsidR="00557788" w:rsidRDefault="00557788" w:rsidP="00557788">
      <w:r>
        <w:t>304.5064</w:t>
      </w:r>
      <w:r>
        <w:tab/>
        <w:t>2.532e-2</w:t>
      </w:r>
    </w:p>
    <w:p w:rsidR="00557788" w:rsidRDefault="00557788" w:rsidP="00557788">
      <w:r>
        <w:t>304.5083</w:t>
      </w:r>
      <w:r>
        <w:tab/>
        <w:t>1.051e0</w:t>
      </w:r>
    </w:p>
    <w:p w:rsidR="00557788" w:rsidRDefault="00557788" w:rsidP="00557788">
      <w:r>
        <w:t>304.5322</w:t>
      </w:r>
      <w:r>
        <w:tab/>
        <w:t>1.013e0</w:t>
      </w:r>
    </w:p>
    <w:p w:rsidR="00557788" w:rsidRDefault="00557788" w:rsidP="00557788">
      <w:r>
        <w:t>304.5437</w:t>
      </w:r>
      <w:r>
        <w:tab/>
        <w:t>1.038e0</w:t>
      </w:r>
    </w:p>
    <w:p w:rsidR="00557788" w:rsidRDefault="00557788" w:rsidP="00557788">
      <w:r>
        <w:lastRenderedPageBreak/>
        <w:t>304.5457</w:t>
      </w:r>
      <w:r>
        <w:tab/>
        <w:t>1.038e0</w:t>
      </w:r>
    </w:p>
    <w:p w:rsidR="00557788" w:rsidRDefault="00557788" w:rsidP="00557788">
      <w:r>
        <w:t>304.5481</w:t>
      </w:r>
      <w:r>
        <w:tab/>
        <w:t>4.051e0</w:t>
      </w:r>
    </w:p>
    <w:p w:rsidR="00557788" w:rsidRDefault="00557788" w:rsidP="00557788">
      <w:r>
        <w:t>304.5586</w:t>
      </w:r>
      <w:r>
        <w:tab/>
        <w:t>8.101e0</w:t>
      </w:r>
    </w:p>
    <w:p w:rsidR="00557788" w:rsidRDefault="00557788" w:rsidP="00557788">
      <w:r>
        <w:t>304.5662</w:t>
      </w:r>
      <w:r>
        <w:tab/>
        <w:t>2.025e0</w:t>
      </w:r>
    </w:p>
    <w:p w:rsidR="00557788" w:rsidRDefault="00557788" w:rsidP="00557788">
      <w:r>
        <w:t>304.5754</w:t>
      </w:r>
      <w:r>
        <w:tab/>
        <w:t>2.025e0</w:t>
      </w:r>
    </w:p>
    <w:p w:rsidR="00557788" w:rsidRDefault="00557788" w:rsidP="00557788">
      <w:r>
        <w:t>304.6021</w:t>
      </w:r>
      <w:r>
        <w:tab/>
        <w:t>3.426e0</w:t>
      </w:r>
    </w:p>
    <w:p w:rsidR="00557788" w:rsidRDefault="00557788" w:rsidP="00557788">
      <w:r>
        <w:t>304.6165</w:t>
      </w:r>
      <w:r>
        <w:tab/>
        <w:t>2.025e0</w:t>
      </w:r>
    </w:p>
    <w:p w:rsidR="00557788" w:rsidRDefault="00557788" w:rsidP="00557788">
      <w:r>
        <w:t>304.6282</w:t>
      </w:r>
      <w:r>
        <w:tab/>
        <w:t>2.038e0</w:t>
      </w:r>
    </w:p>
    <w:p w:rsidR="00557788" w:rsidRDefault="00557788" w:rsidP="00557788">
      <w:r>
        <w:t>304.6308</w:t>
      </w:r>
      <w:r>
        <w:tab/>
        <w:t>5.063e0</w:t>
      </w:r>
    </w:p>
    <w:p w:rsidR="00557788" w:rsidRDefault="00557788" w:rsidP="00557788">
      <w:r>
        <w:t>304.6443</w:t>
      </w:r>
      <w:r>
        <w:tab/>
        <w:t>2.532e-2</w:t>
      </w:r>
    </w:p>
    <w:p w:rsidR="00557788" w:rsidRDefault="00557788" w:rsidP="00557788">
      <w:r>
        <w:t>304.6510</w:t>
      </w:r>
      <w:r>
        <w:tab/>
        <w:t>5.063e0</w:t>
      </w:r>
    </w:p>
    <w:p w:rsidR="00557788" w:rsidRDefault="00557788" w:rsidP="00557788">
      <w:r>
        <w:t>304.6567</w:t>
      </w:r>
      <w:r>
        <w:tab/>
        <w:t>2.025e0</w:t>
      </w:r>
    </w:p>
    <w:p w:rsidR="00557788" w:rsidRDefault="00557788" w:rsidP="00557788">
      <w:r>
        <w:t>304.6598</w:t>
      </w:r>
      <w:r>
        <w:tab/>
        <w:t>3.038e0</w:t>
      </w:r>
    </w:p>
    <w:p w:rsidR="00557788" w:rsidRDefault="00557788" w:rsidP="00557788">
      <w:r>
        <w:t>304.6717</w:t>
      </w:r>
      <w:r>
        <w:tab/>
        <w:t>2.025e0</w:t>
      </w:r>
    </w:p>
    <w:p w:rsidR="00557788" w:rsidRDefault="00557788" w:rsidP="00557788">
      <w:r>
        <w:t>304.6826</w:t>
      </w:r>
      <w:r>
        <w:tab/>
        <w:t>2.025e0</w:t>
      </w:r>
    </w:p>
    <w:p w:rsidR="00557788" w:rsidRDefault="00557788" w:rsidP="00557788">
      <w:r>
        <w:t>304.6872</w:t>
      </w:r>
      <w:r>
        <w:tab/>
        <w:t>4.534e0</w:t>
      </w:r>
    </w:p>
    <w:p w:rsidR="00557788" w:rsidRDefault="00557788" w:rsidP="00557788">
      <w:r>
        <w:t>304.6884</w:t>
      </w:r>
      <w:r>
        <w:tab/>
        <w:t>1.013e0</w:t>
      </w:r>
    </w:p>
    <w:p w:rsidR="00557788" w:rsidRDefault="00557788" w:rsidP="00557788">
      <w:r>
        <w:t>304.6904</w:t>
      </w:r>
      <w:r>
        <w:tab/>
        <w:t>3.798e-2</w:t>
      </w:r>
    </w:p>
    <w:p w:rsidR="00557788" w:rsidRDefault="00557788" w:rsidP="00557788">
      <w:r>
        <w:t>304.7271</w:t>
      </w:r>
      <w:r>
        <w:tab/>
        <w:t>2.025e0</w:t>
      </w:r>
    </w:p>
    <w:p w:rsidR="00557788" w:rsidRDefault="00557788" w:rsidP="00557788">
      <w:r>
        <w:lastRenderedPageBreak/>
        <w:t>304.7292</w:t>
      </w:r>
      <w:r>
        <w:tab/>
        <w:t>4.051e0</w:t>
      </w:r>
    </w:p>
    <w:p w:rsidR="00557788" w:rsidRDefault="00557788" w:rsidP="00557788">
      <w:r>
        <w:t>304.7339</w:t>
      </w:r>
      <w:r>
        <w:tab/>
        <w:t>2.025e0</w:t>
      </w:r>
    </w:p>
    <w:p w:rsidR="00557788" w:rsidRDefault="00557788" w:rsidP="00557788">
      <w:r>
        <w:t>304.7507</w:t>
      </w:r>
      <w:r>
        <w:tab/>
        <w:t>3.798e-2</w:t>
      </w:r>
    </w:p>
    <w:p w:rsidR="00557788" w:rsidRDefault="00557788" w:rsidP="00557788">
      <w:r>
        <w:t>304.7548</w:t>
      </w:r>
      <w:r>
        <w:tab/>
        <w:t>1.013e0</w:t>
      </w:r>
    </w:p>
    <w:p w:rsidR="00557788" w:rsidRDefault="00557788" w:rsidP="00557788">
      <w:r>
        <w:t>304.7777</w:t>
      </w:r>
      <w:r>
        <w:tab/>
        <w:t>2.025e0</w:t>
      </w:r>
    </w:p>
    <w:p w:rsidR="00557788" w:rsidRDefault="00557788" w:rsidP="00557788">
      <w:r>
        <w:t>304.7841</w:t>
      </w:r>
      <w:r>
        <w:tab/>
        <w:t>5.063e0</w:t>
      </w:r>
    </w:p>
    <w:p w:rsidR="00557788" w:rsidRDefault="00557788" w:rsidP="00557788">
      <w:r>
        <w:t>304.7896</w:t>
      </w:r>
      <w:r>
        <w:tab/>
        <w:t>2.025e0</w:t>
      </w:r>
    </w:p>
    <w:p w:rsidR="00557788" w:rsidRDefault="00557788" w:rsidP="00557788">
      <w:r>
        <w:t>304.8076</w:t>
      </w:r>
      <w:r>
        <w:tab/>
        <w:t>6.076e0</w:t>
      </w:r>
    </w:p>
    <w:p w:rsidR="00557788" w:rsidRDefault="00557788" w:rsidP="00557788">
      <w:r>
        <w:t>304.8277</w:t>
      </w:r>
      <w:r>
        <w:tab/>
        <w:t>5.063e-2</w:t>
      </w:r>
    </w:p>
    <w:p w:rsidR="00557788" w:rsidRDefault="00557788" w:rsidP="00557788">
      <w:r>
        <w:t>304.8492</w:t>
      </w:r>
      <w:r>
        <w:tab/>
        <w:t>3.038e0</w:t>
      </w:r>
    </w:p>
    <w:p w:rsidR="00557788" w:rsidRDefault="00557788" w:rsidP="00557788">
      <w:r>
        <w:t>304.8535</w:t>
      </w:r>
      <w:r>
        <w:tab/>
        <w:t>1.167e-1</w:t>
      </w:r>
    </w:p>
    <w:p w:rsidR="00557788" w:rsidRDefault="00557788" w:rsidP="00557788">
      <w:r>
        <w:t>304.8586</w:t>
      </w:r>
      <w:r>
        <w:tab/>
        <w:t>4.051e0</w:t>
      </w:r>
    </w:p>
    <w:p w:rsidR="00557788" w:rsidRDefault="00557788" w:rsidP="00557788">
      <w:r>
        <w:t>304.8606</w:t>
      </w:r>
      <w:r>
        <w:tab/>
        <w:t>9.127e0</w:t>
      </w:r>
    </w:p>
    <w:p w:rsidR="00557788" w:rsidRDefault="00557788" w:rsidP="00557788">
      <w:r>
        <w:t>304.8674</w:t>
      </w:r>
      <w:r>
        <w:tab/>
        <w:t>2.532e-2</w:t>
      </w:r>
    </w:p>
    <w:p w:rsidR="00557788" w:rsidRDefault="00557788" w:rsidP="00557788">
      <w:r>
        <w:t>304.8831</w:t>
      </w:r>
      <w:r>
        <w:tab/>
        <w:t>3.076e0</w:t>
      </w:r>
    </w:p>
    <w:p w:rsidR="00557788" w:rsidRDefault="00557788" w:rsidP="00557788">
      <w:r>
        <w:t>304.8881</w:t>
      </w:r>
      <w:r>
        <w:tab/>
        <w:t>4.051e0</w:t>
      </w:r>
    </w:p>
    <w:p w:rsidR="00557788" w:rsidRDefault="00557788" w:rsidP="00557788">
      <w:r>
        <w:t>304.8893</w:t>
      </w:r>
      <w:r>
        <w:tab/>
        <w:t>6.076e0</w:t>
      </w:r>
    </w:p>
    <w:p w:rsidR="00557788" w:rsidRDefault="00557788" w:rsidP="00557788">
      <w:r>
        <w:t>304.8925</w:t>
      </w:r>
      <w:r>
        <w:tab/>
        <w:t>7.089e0</w:t>
      </w:r>
    </w:p>
    <w:p w:rsidR="00557788" w:rsidRDefault="00557788" w:rsidP="00557788">
      <w:r>
        <w:t>304.8950</w:t>
      </w:r>
      <w:r>
        <w:tab/>
        <w:t>3.127e0</w:t>
      </w:r>
    </w:p>
    <w:p w:rsidR="00557788" w:rsidRDefault="00557788" w:rsidP="00557788">
      <w:r>
        <w:lastRenderedPageBreak/>
        <w:t>304.9013</w:t>
      </w:r>
      <w:r>
        <w:tab/>
        <w:t>7.363e0</w:t>
      </w:r>
    </w:p>
    <w:p w:rsidR="00557788" w:rsidRDefault="00557788" w:rsidP="00557788">
      <w:r>
        <w:t>304.9038</w:t>
      </w:r>
      <w:r>
        <w:tab/>
        <w:t>3.126e-1</w:t>
      </w:r>
    </w:p>
    <w:p w:rsidR="00557788" w:rsidRDefault="00557788" w:rsidP="00557788">
      <w:r>
        <w:t>304.9109</w:t>
      </w:r>
      <w:r>
        <w:tab/>
        <w:t>4.187e0</w:t>
      </w:r>
    </w:p>
    <w:p w:rsidR="00557788" w:rsidRDefault="00557788" w:rsidP="00557788">
      <w:r>
        <w:t>304.9131</w:t>
      </w:r>
      <w:r>
        <w:tab/>
        <w:t>4.051e0</w:t>
      </w:r>
    </w:p>
    <w:p w:rsidR="00557788" w:rsidRDefault="00557788" w:rsidP="00557788">
      <w:r>
        <w:t>304.9332</w:t>
      </w:r>
      <w:r>
        <w:tab/>
        <w:t>4.051e0</w:t>
      </w:r>
    </w:p>
    <w:p w:rsidR="00557788" w:rsidRDefault="00557788" w:rsidP="00557788">
      <w:r>
        <w:t>304.9437</w:t>
      </w:r>
      <w:r>
        <w:tab/>
        <w:t>6.076e0</w:t>
      </w:r>
    </w:p>
    <w:p w:rsidR="00557788" w:rsidRDefault="00557788" w:rsidP="00557788">
      <w:r>
        <w:t>304.9498</w:t>
      </w:r>
      <w:r>
        <w:tab/>
        <w:t>3.609e0</w:t>
      </w:r>
    </w:p>
    <w:p w:rsidR="00557788" w:rsidRDefault="00557788" w:rsidP="00557788">
      <w:r>
        <w:t>304.9511</w:t>
      </w:r>
      <w:r>
        <w:tab/>
        <w:t>6.076e0</w:t>
      </w:r>
    </w:p>
    <w:p w:rsidR="00557788" w:rsidRDefault="00557788" w:rsidP="00557788">
      <w:r>
        <w:t>304.9604</w:t>
      </w:r>
      <w:r>
        <w:tab/>
        <w:t>4.016e0</w:t>
      </w:r>
    </w:p>
    <w:p w:rsidR="00557788" w:rsidRDefault="00557788" w:rsidP="00557788">
      <w:r>
        <w:t>304.9667</w:t>
      </w:r>
      <w:r>
        <w:tab/>
        <w:t>7.250e0</w:t>
      </w:r>
    </w:p>
    <w:p w:rsidR="00557788" w:rsidRDefault="00557788" w:rsidP="00557788">
      <w:r>
        <w:t>305.0038</w:t>
      </w:r>
      <w:r>
        <w:tab/>
        <w:t>5.063e0</w:t>
      </w:r>
    </w:p>
    <w:p w:rsidR="00557788" w:rsidRDefault="00557788" w:rsidP="00557788">
      <w:r>
        <w:t>305.0050</w:t>
      </w:r>
      <w:r>
        <w:tab/>
        <w:t>4.051e0</w:t>
      </w:r>
    </w:p>
    <w:p w:rsidR="00557788" w:rsidRDefault="00557788" w:rsidP="00557788">
      <w:r>
        <w:t>305.0115</w:t>
      </w:r>
      <w:r>
        <w:tab/>
        <w:t>8.786e-1</w:t>
      </w:r>
    </w:p>
    <w:p w:rsidR="00557788" w:rsidRDefault="00557788" w:rsidP="00557788">
      <w:r>
        <w:t>305.0317</w:t>
      </w:r>
      <w:r>
        <w:tab/>
        <w:t>9.031e0</w:t>
      </w:r>
    </w:p>
    <w:p w:rsidR="00557788" w:rsidRDefault="00557788" w:rsidP="00557788">
      <w:r>
        <w:t>305.0351</w:t>
      </w:r>
      <w:r>
        <w:tab/>
        <w:t>3.781e0</w:t>
      </w:r>
    </w:p>
    <w:p w:rsidR="00557788" w:rsidRDefault="00557788" w:rsidP="00557788">
      <w:r>
        <w:t>305.0484</w:t>
      </w:r>
      <w:r>
        <w:tab/>
        <w:t>9.109e-1</w:t>
      </w:r>
    </w:p>
    <w:p w:rsidR="00557788" w:rsidRDefault="00557788" w:rsidP="00557788">
      <w:r>
        <w:t>305.0529</w:t>
      </w:r>
      <w:r>
        <w:tab/>
        <w:t>8.064e0</w:t>
      </w:r>
    </w:p>
    <w:p w:rsidR="00557788" w:rsidRDefault="00557788" w:rsidP="00557788">
      <w:r>
        <w:t>305.0628</w:t>
      </w:r>
      <w:r>
        <w:tab/>
        <w:t>3.848e0</w:t>
      </w:r>
    </w:p>
    <w:p w:rsidR="00557788" w:rsidRDefault="00557788" w:rsidP="00557788">
      <w:r>
        <w:t>305.0652</w:t>
      </w:r>
      <w:r>
        <w:tab/>
        <w:t>3.243e0</w:t>
      </w:r>
    </w:p>
    <w:p w:rsidR="00557788" w:rsidRDefault="00557788" w:rsidP="00557788">
      <w:r>
        <w:lastRenderedPageBreak/>
        <w:t>305.0707</w:t>
      </w:r>
      <w:r>
        <w:tab/>
        <w:t>2.648e0</w:t>
      </w:r>
    </w:p>
    <w:p w:rsidR="00557788" w:rsidRDefault="00557788" w:rsidP="00557788">
      <w:r>
        <w:t>305.0760</w:t>
      </w:r>
      <w:r>
        <w:tab/>
        <w:t>4.114e0</w:t>
      </w:r>
    </w:p>
    <w:p w:rsidR="00557788" w:rsidRDefault="00557788" w:rsidP="00557788">
      <w:r>
        <w:t>305.0790</w:t>
      </w:r>
      <w:r>
        <w:tab/>
        <w:t>4.413e0</w:t>
      </w:r>
    </w:p>
    <w:p w:rsidR="00557788" w:rsidRDefault="00557788" w:rsidP="00557788">
      <w:r>
        <w:t>305.0841</w:t>
      </w:r>
      <w:r>
        <w:tab/>
        <w:t>8.942e0</w:t>
      </w:r>
    </w:p>
    <w:p w:rsidR="00557788" w:rsidRDefault="00557788" w:rsidP="00557788">
      <w:r>
        <w:t>305.0914</w:t>
      </w:r>
      <w:r>
        <w:tab/>
        <w:t>4.014e0</w:t>
      </w:r>
    </w:p>
    <w:p w:rsidR="00557788" w:rsidRDefault="00557788" w:rsidP="00557788">
      <w:r>
        <w:t>305.1089</w:t>
      </w:r>
      <w:r>
        <w:tab/>
        <w:t>5.390e0</w:t>
      </w:r>
    </w:p>
    <w:p w:rsidR="00557788" w:rsidRDefault="00557788" w:rsidP="00557788">
      <w:r>
        <w:t>305.1617</w:t>
      </w:r>
      <w:r>
        <w:tab/>
        <w:t>2.512e0</w:t>
      </w:r>
    </w:p>
    <w:p w:rsidR="00557788" w:rsidRDefault="00557788" w:rsidP="00557788">
      <w:r>
        <w:t>305.1636</w:t>
      </w:r>
      <w:r>
        <w:tab/>
        <w:t>2.121e1</w:t>
      </w:r>
    </w:p>
    <w:p w:rsidR="00557788" w:rsidRDefault="00557788" w:rsidP="00557788">
      <w:r>
        <w:t>305.2019</w:t>
      </w:r>
      <w:r>
        <w:tab/>
        <w:t>2.053e0</w:t>
      </w:r>
    </w:p>
    <w:p w:rsidR="00557788" w:rsidRDefault="00557788" w:rsidP="00557788">
      <w:r>
        <w:t>305.2074</w:t>
      </w:r>
      <w:r>
        <w:tab/>
        <w:t>8.487e0</w:t>
      </w:r>
    </w:p>
    <w:p w:rsidR="00557788" w:rsidRDefault="00557788" w:rsidP="00557788">
      <w:r>
        <w:t>305.2291</w:t>
      </w:r>
      <w:r>
        <w:tab/>
        <w:t>1.968e0</w:t>
      </w:r>
    </w:p>
    <w:p w:rsidR="00557788" w:rsidRDefault="00557788" w:rsidP="00557788">
      <w:r>
        <w:t>305.2405</w:t>
      </w:r>
      <w:r>
        <w:tab/>
        <w:t>1.305e0</w:t>
      </w:r>
    </w:p>
    <w:p w:rsidR="00557788" w:rsidRDefault="00557788" w:rsidP="00557788">
      <w:r>
        <w:t>305.2495</w:t>
      </w:r>
      <w:r>
        <w:tab/>
        <w:t>1.042e0</w:t>
      </w:r>
    </w:p>
    <w:p w:rsidR="00557788" w:rsidRDefault="00557788" w:rsidP="00557788">
      <w:r>
        <w:t>305.2542</w:t>
      </w:r>
      <w:r>
        <w:tab/>
        <w:t>6.669e0</w:t>
      </w:r>
    </w:p>
    <w:p w:rsidR="00557788" w:rsidRDefault="00557788" w:rsidP="00557788">
      <w:r>
        <w:t>305.3010</w:t>
      </w:r>
      <w:r>
        <w:tab/>
        <w:t>1.838e1</w:t>
      </w:r>
    </w:p>
    <w:p w:rsidR="00557788" w:rsidRDefault="00557788" w:rsidP="00557788">
      <w:r>
        <w:t>305.3072</w:t>
      </w:r>
      <w:r>
        <w:tab/>
        <w:t>8.937e1</w:t>
      </w:r>
    </w:p>
    <w:p w:rsidR="00557788" w:rsidRDefault="00557788" w:rsidP="00557788">
      <w:r>
        <w:t>305.3543</w:t>
      </w:r>
      <w:r>
        <w:tab/>
        <w:t>1.953e0</w:t>
      </w:r>
    </w:p>
    <w:p w:rsidR="00557788" w:rsidRDefault="00557788" w:rsidP="00557788">
      <w:r>
        <w:t>305.3605</w:t>
      </w:r>
      <w:r>
        <w:tab/>
        <w:t>2.025e0</w:t>
      </w:r>
    </w:p>
    <w:p w:rsidR="00557788" w:rsidRDefault="00557788" w:rsidP="00557788">
      <w:r>
        <w:t>305.3632</w:t>
      </w:r>
      <w:r>
        <w:tab/>
        <w:t>3.067e0</w:t>
      </w:r>
    </w:p>
    <w:p w:rsidR="00557788" w:rsidRDefault="00557788" w:rsidP="00557788">
      <w:r>
        <w:lastRenderedPageBreak/>
        <w:t>305.4014</w:t>
      </w:r>
      <w:r>
        <w:tab/>
        <w:t>2.025e0</w:t>
      </w:r>
    </w:p>
    <w:p w:rsidR="00557788" w:rsidRDefault="00557788" w:rsidP="00557788">
      <w:r>
        <w:t>305.4033</w:t>
      </w:r>
      <w:r>
        <w:tab/>
        <w:t>4.051e0</w:t>
      </w:r>
    </w:p>
    <w:p w:rsidR="00557788" w:rsidRDefault="00557788" w:rsidP="00557788">
      <w:r>
        <w:t>305.4112</w:t>
      </w:r>
      <w:r>
        <w:tab/>
        <w:t>2.532e-2</w:t>
      </w:r>
    </w:p>
    <w:p w:rsidR="00557788" w:rsidRDefault="00557788" w:rsidP="00557788">
      <w:r>
        <w:t>305.4147</w:t>
      </w:r>
      <w:r>
        <w:tab/>
        <w:t>2.025e0</w:t>
      </w:r>
    </w:p>
    <w:p w:rsidR="00557788" w:rsidRDefault="00557788" w:rsidP="00557788">
      <w:r>
        <w:t>305.4166</w:t>
      </w:r>
      <w:r>
        <w:tab/>
        <w:t>2.063e0</w:t>
      </w:r>
    </w:p>
    <w:p w:rsidR="00557788" w:rsidRDefault="00557788" w:rsidP="00557788">
      <w:r>
        <w:t>305.4251</w:t>
      </w:r>
      <w:r>
        <w:tab/>
        <w:t>2.307e0</w:t>
      </w:r>
    </w:p>
    <w:p w:rsidR="00557788" w:rsidRDefault="00557788" w:rsidP="00557788">
      <w:r>
        <w:t>305.4442</w:t>
      </w:r>
      <w:r>
        <w:tab/>
        <w:t>2.025e0</w:t>
      </w:r>
    </w:p>
    <w:p w:rsidR="00557788" w:rsidRDefault="00557788" w:rsidP="00557788">
      <w:r>
        <w:t>305.4486</w:t>
      </w:r>
      <w:r>
        <w:tab/>
        <w:t>1.013e1</w:t>
      </w:r>
    </w:p>
    <w:p w:rsidR="00557788" w:rsidRDefault="00557788" w:rsidP="00557788">
      <w:r>
        <w:t>305.4573</w:t>
      </w:r>
      <w:r>
        <w:tab/>
        <w:t>3.038e0</w:t>
      </w:r>
    </w:p>
    <w:p w:rsidR="00557788" w:rsidRDefault="00557788" w:rsidP="00557788">
      <w:r>
        <w:t>305.4631</w:t>
      </w:r>
      <w:r>
        <w:tab/>
        <w:t>4.051e0</w:t>
      </w:r>
    </w:p>
    <w:p w:rsidR="00557788" w:rsidRDefault="00557788" w:rsidP="00557788">
      <w:r>
        <w:t>305.4745</w:t>
      </w:r>
      <w:r>
        <w:tab/>
        <w:t>2.025e0</w:t>
      </w:r>
    </w:p>
    <w:p w:rsidR="00557788" w:rsidRDefault="00557788" w:rsidP="00557788">
      <w:r>
        <w:t>305.4785</w:t>
      </w:r>
      <w:r>
        <w:tab/>
        <w:t>2.532e-2</w:t>
      </w:r>
    </w:p>
    <w:p w:rsidR="00557788" w:rsidRDefault="00557788" w:rsidP="00557788">
      <w:r>
        <w:t>305.4867</w:t>
      </w:r>
      <w:r>
        <w:tab/>
        <w:t>4.051e0</w:t>
      </w:r>
    </w:p>
    <w:p w:rsidR="00557788" w:rsidRDefault="00557788" w:rsidP="00557788">
      <w:r>
        <w:t>305.5147</w:t>
      </w:r>
      <w:r>
        <w:tab/>
        <w:t>3.038e0</w:t>
      </w:r>
    </w:p>
    <w:p w:rsidR="00557788" w:rsidRDefault="00557788" w:rsidP="00557788">
      <w:r>
        <w:t>305.5203</w:t>
      </w:r>
      <w:r>
        <w:tab/>
        <w:t>2.038e0</w:t>
      </w:r>
    </w:p>
    <w:p w:rsidR="00557788" w:rsidRDefault="00557788" w:rsidP="00557788">
      <w:r>
        <w:t>305.5220</w:t>
      </w:r>
      <w:r>
        <w:tab/>
        <w:t>1.038e0</w:t>
      </w:r>
    </w:p>
    <w:p w:rsidR="00557788" w:rsidRDefault="00557788" w:rsidP="00557788">
      <w:r>
        <w:t>305.5309</w:t>
      </w:r>
      <w:r>
        <w:tab/>
        <w:t>2.025e0</w:t>
      </w:r>
    </w:p>
    <w:p w:rsidR="00557788" w:rsidRDefault="00557788" w:rsidP="00557788">
      <w:r>
        <w:t>305.5541</w:t>
      </w:r>
      <w:r>
        <w:tab/>
        <w:t>2.025e0</w:t>
      </w:r>
    </w:p>
    <w:p w:rsidR="00557788" w:rsidRDefault="00557788" w:rsidP="00557788">
      <w:r>
        <w:t>305.5552</w:t>
      </w:r>
      <w:r>
        <w:tab/>
        <w:t>2.532e-2</w:t>
      </w:r>
    </w:p>
    <w:p w:rsidR="00557788" w:rsidRDefault="00557788" w:rsidP="00557788">
      <w:r>
        <w:lastRenderedPageBreak/>
        <w:t>305.5602</w:t>
      </w:r>
      <w:r>
        <w:tab/>
        <w:t>4.051e0</w:t>
      </w:r>
    </w:p>
    <w:p w:rsidR="00557788" w:rsidRDefault="00557788" w:rsidP="00557788">
      <w:r>
        <w:t>305.5645</w:t>
      </w:r>
      <w:r>
        <w:tab/>
        <w:t>2.025e0</w:t>
      </w:r>
    </w:p>
    <w:p w:rsidR="00557788" w:rsidRDefault="00557788" w:rsidP="00557788">
      <w:r>
        <w:t>305.5869</w:t>
      </w:r>
      <w:r>
        <w:tab/>
        <w:t>3.038e0</w:t>
      </w:r>
    </w:p>
    <w:p w:rsidR="00557788" w:rsidRDefault="00557788" w:rsidP="00557788">
      <w:r>
        <w:t>305.6000</w:t>
      </w:r>
      <w:r>
        <w:tab/>
        <w:t>3.038e0</w:t>
      </w:r>
    </w:p>
    <w:p w:rsidR="00557788" w:rsidRDefault="00557788" w:rsidP="00557788">
      <w:r>
        <w:t>305.6051</w:t>
      </w:r>
      <w:r>
        <w:tab/>
        <w:t>3.038e0</w:t>
      </w:r>
    </w:p>
    <w:p w:rsidR="00557788" w:rsidRDefault="00557788" w:rsidP="00557788">
      <w:r>
        <w:t>305.6159</w:t>
      </w:r>
      <w:r>
        <w:tab/>
        <w:t>2.025e0</w:t>
      </w:r>
    </w:p>
    <w:p w:rsidR="00557788" w:rsidRDefault="00557788" w:rsidP="00557788">
      <w:r>
        <w:t>305.6183</w:t>
      </w:r>
      <w:r>
        <w:tab/>
        <w:t>1.025e0</w:t>
      </w:r>
    </w:p>
    <w:p w:rsidR="00557788" w:rsidRDefault="00557788" w:rsidP="00557788">
      <w:r>
        <w:t>305.6270</w:t>
      </w:r>
      <w:r>
        <w:tab/>
        <w:t>3.038e0</w:t>
      </w:r>
    </w:p>
    <w:p w:rsidR="00557788" w:rsidRDefault="00557788" w:rsidP="00557788">
      <w:r>
        <w:t>305.6487</w:t>
      </w:r>
      <w:r>
        <w:tab/>
        <w:t>1.415e0</w:t>
      </w:r>
    </w:p>
    <w:p w:rsidR="00557788" w:rsidRDefault="00557788" w:rsidP="00557788">
      <w:r>
        <w:t>305.6506</w:t>
      </w:r>
      <w:r>
        <w:tab/>
        <w:t>3.038e0</w:t>
      </w:r>
    </w:p>
    <w:p w:rsidR="00557788" w:rsidRDefault="00557788" w:rsidP="00557788">
      <w:r>
        <w:t>305.6546</w:t>
      </w:r>
      <w:r>
        <w:tab/>
        <w:t>5.551e0</w:t>
      </w:r>
    </w:p>
    <w:p w:rsidR="00557788" w:rsidRDefault="00557788" w:rsidP="00557788">
      <w:r>
        <w:t>305.6642</w:t>
      </w:r>
      <w:r>
        <w:tab/>
        <w:t>2.051e0</w:t>
      </w:r>
    </w:p>
    <w:p w:rsidR="00557788" w:rsidRDefault="00557788" w:rsidP="00557788">
      <w:r>
        <w:t>305.6697</w:t>
      </w:r>
      <w:r>
        <w:tab/>
        <w:t>3.038e0</w:t>
      </w:r>
    </w:p>
    <w:p w:rsidR="00557788" w:rsidRDefault="00557788" w:rsidP="00557788">
      <w:r>
        <w:t>305.6846</w:t>
      </w:r>
      <w:r>
        <w:tab/>
        <w:t>2.025e0</w:t>
      </w:r>
    </w:p>
    <w:p w:rsidR="00557788" w:rsidRDefault="00557788" w:rsidP="00557788">
      <w:r>
        <w:t>305.6974</w:t>
      </w:r>
      <w:r>
        <w:tab/>
        <w:t>1.266e-2</w:t>
      </w:r>
    </w:p>
    <w:p w:rsidR="00557788" w:rsidRDefault="00557788" w:rsidP="00557788">
      <w:r>
        <w:t>305.7175</w:t>
      </w:r>
      <w:r>
        <w:tab/>
        <w:t>2.051e0</w:t>
      </w:r>
    </w:p>
    <w:p w:rsidR="00557788" w:rsidRDefault="00557788" w:rsidP="00557788">
      <w:r>
        <w:t>305.7199</w:t>
      </w:r>
      <w:r>
        <w:tab/>
        <w:t>5.063e0</w:t>
      </w:r>
    </w:p>
    <w:p w:rsidR="00557788" w:rsidRDefault="00557788" w:rsidP="00557788">
      <w:r>
        <w:t>305.7362</w:t>
      </w:r>
      <w:r>
        <w:tab/>
        <w:t>2.025e0</w:t>
      </w:r>
    </w:p>
    <w:p w:rsidR="00557788" w:rsidRDefault="00557788" w:rsidP="00557788">
      <w:r>
        <w:t>305.7506</w:t>
      </w:r>
      <w:r>
        <w:tab/>
        <w:t>3.798e-2</w:t>
      </w:r>
    </w:p>
    <w:p w:rsidR="00557788" w:rsidRDefault="00557788" w:rsidP="00557788">
      <w:r>
        <w:lastRenderedPageBreak/>
        <w:t>305.7583</w:t>
      </w:r>
      <w:r>
        <w:tab/>
        <w:t>1.266e-2</w:t>
      </w:r>
    </w:p>
    <w:p w:rsidR="00557788" w:rsidRDefault="00557788" w:rsidP="00557788">
      <w:r>
        <w:t>305.7662</w:t>
      </w:r>
      <w:r>
        <w:tab/>
        <w:t>1.013e0</w:t>
      </w:r>
    </w:p>
    <w:p w:rsidR="00557788" w:rsidRDefault="00557788" w:rsidP="00557788">
      <w:r>
        <w:t>305.7942</w:t>
      </w:r>
      <w:r>
        <w:tab/>
        <w:t>1.266e-2</w:t>
      </w:r>
    </w:p>
    <w:p w:rsidR="00557788" w:rsidRDefault="00557788" w:rsidP="00557788">
      <w:r>
        <w:t>305.8027</w:t>
      </w:r>
      <w:r>
        <w:tab/>
        <w:t>3.038e0</w:t>
      </w:r>
    </w:p>
    <w:p w:rsidR="00557788" w:rsidRDefault="00557788" w:rsidP="00557788">
      <w:r>
        <w:t>305.8062</w:t>
      </w:r>
      <w:r>
        <w:tab/>
        <w:t>2.532e-2</w:t>
      </w:r>
    </w:p>
    <w:p w:rsidR="00557788" w:rsidRDefault="00557788" w:rsidP="00557788">
      <w:r>
        <w:t>305.8108</w:t>
      </w:r>
      <w:r>
        <w:tab/>
        <w:t>2.532e-2</w:t>
      </w:r>
    </w:p>
    <w:p w:rsidR="00557788" w:rsidRDefault="00557788" w:rsidP="00557788">
      <w:r>
        <w:t>305.8421</w:t>
      </w:r>
      <w:r>
        <w:tab/>
        <w:t>3.798e-2</w:t>
      </w:r>
    </w:p>
    <w:p w:rsidR="00557788" w:rsidRDefault="00557788" w:rsidP="00557788">
      <w:r>
        <w:t>305.8621</w:t>
      </w:r>
      <w:r>
        <w:tab/>
        <w:t>2.025e0</w:t>
      </w:r>
    </w:p>
    <w:p w:rsidR="00557788" w:rsidRDefault="00557788" w:rsidP="00557788">
      <w:r>
        <w:t>305.8804</w:t>
      </w:r>
      <w:r>
        <w:tab/>
        <w:t>2.025e0</w:t>
      </w:r>
    </w:p>
    <w:p w:rsidR="00557788" w:rsidRDefault="00557788" w:rsidP="00557788">
      <w:r>
        <w:t>305.8845</w:t>
      </w:r>
      <w:r>
        <w:tab/>
        <w:t>2.025e0</w:t>
      </w:r>
    </w:p>
    <w:p w:rsidR="00557788" w:rsidRDefault="00557788" w:rsidP="00557788">
      <w:r>
        <w:t>305.8861</w:t>
      </w:r>
      <w:r>
        <w:tab/>
        <w:t>4.051e0</w:t>
      </w:r>
    </w:p>
    <w:p w:rsidR="00557788" w:rsidRDefault="00557788" w:rsidP="00557788">
      <w:r>
        <w:t>305.8894</w:t>
      </w:r>
      <w:r>
        <w:tab/>
        <w:t>4.051e0</w:t>
      </w:r>
    </w:p>
    <w:p w:rsidR="00557788" w:rsidRDefault="00557788" w:rsidP="00557788">
      <w:r>
        <w:t>305.8918</w:t>
      </w:r>
      <w:r>
        <w:tab/>
        <w:t>1.013e0</w:t>
      </w:r>
    </w:p>
    <w:p w:rsidR="00557788" w:rsidRDefault="00557788" w:rsidP="00557788">
      <w:r>
        <w:t>305.9140</w:t>
      </w:r>
      <w:r>
        <w:tab/>
        <w:t>1.013e0</w:t>
      </w:r>
    </w:p>
    <w:p w:rsidR="00557788" w:rsidRDefault="00557788" w:rsidP="00557788">
      <w:r>
        <w:t>305.9305</w:t>
      </w:r>
      <w:r>
        <w:tab/>
        <w:t>4.444e0</w:t>
      </w:r>
    </w:p>
    <w:p w:rsidR="00557788" w:rsidRDefault="00557788" w:rsidP="00557788">
      <w:r>
        <w:t>305.9410</w:t>
      </w:r>
      <w:r>
        <w:tab/>
        <w:t>4.010e0</w:t>
      </w:r>
    </w:p>
    <w:p w:rsidR="00557788" w:rsidRDefault="00557788" w:rsidP="00557788">
      <w:r>
        <w:t>305.9468</w:t>
      </w:r>
      <w:r>
        <w:tab/>
        <w:t>4.051e0</w:t>
      </w:r>
    </w:p>
    <w:p w:rsidR="00557788" w:rsidRDefault="00557788" w:rsidP="00557788">
      <w:r>
        <w:t>305.9480</w:t>
      </w:r>
      <w:r>
        <w:tab/>
        <w:t>2.025e0</w:t>
      </w:r>
    </w:p>
    <w:p w:rsidR="00557788" w:rsidRDefault="00557788" w:rsidP="00557788">
      <w:r>
        <w:t>305.9492</w:t>
      </w:r>
      <w:r>
        <w:tab/>
        <w:t>3.038e0</w:t>
      </w:r>
    </w:p>
    <w:p w:rsidR="00557788" w:rsidRDefault="00557788" w:rsidP="00557788">
      <w:r>
        <w:lastRenderedPageBreak/>
        <w:t>305.9744</w:t>
      </w:r>
      <w:r>
        <w:tab/>
        <w:t>4.161e0</w:t>
      </w:r>
    </w:p>
    <w:p w:rsidR="00557788" w:rsidRDefault="00557788" w:rsidP="00557788">
      <w:r>
        <w:t>305.9819</w:t>
      </w:r>
      <w:r>
        <w:tab/>
        <w:t>1.189e0</w:t>
      </w:r>
    </w:p>
    <w:p w:rsidR="00557788" w:rsidRDefault="00557788" w:rsidP="00557788">
      <w:r>
        <w:t>306.0000</w:t>
      </w:r>
      <w:r>
        <w:tab/>
        <w:t>3.038e0</w:t>
      </w:r>
    </w:p>
    <w:p w:rsidR="00557788" w:rsidRDefault="00557788" w:rsidP="00557788">
      <w:r>
        <w:t>306.0161</w:t>
      </w:r>
      <w:r>
        <w:tab/>
        <w:t>8.321e0</w:t>
      </w:r>
    </w:p>
    <w:p w:rsidR="00557788" w:rsidRDefault="00557788" w:rsidP="00557788">
      <w:r>
        <w:t>306.0241</w:t>
      </w:r>
      <w:r>
        <w:tab/>
        <w:t>1.399e0</w:t>
      </w:r>
    </w:p>
    <w:p w:rsidR="00557788" w:rsidRDefault="00557788" w:rsidP="00557788">
      <w:r>
        <w:t>306.0253</w:t>
      </w:r>
      <w:r>
        <w:tab/>
        <w:t>3.876e0</w:t>
      </w:r>
    </w:p>
    <w:p w:rsidR="00557788" w:rsidRDefault="00557788" w:rsidP="00557788">
      <w:r>
        <w:t>306.0305</w:t>
      </w:r>
      <w:r>
        <w:tab/>
        <w:t>1.263e1</w:t>
      </w:r>
    </w:p>
    <w:p w:rsidR="00557788" w:rsidRDefault="00557788" w:rsidP="00557788">
      <w:r>
        <w:t>306.0324</w:t>
      </w:r>
      <w:r>
        <w:tab/>
        <w:t>5.427e0</w:t>
      </w:r>
    </w:p>
    <w:p w:rsidR="00557788" w:rsidRDefault="00557788" w:rsidP="00557788">
      <w:r>
        <w:t>306.0548</w:t>
      </w:r>
      <w:r>
        <w:tab/>
        <w:t>3.414e0</w:t>
      </w:r>
    </w:p>
    <w:p w:rsidR="00557788" w:rsidRDefault="00557788" w:rsidP="00557788">
      <w:r>
        <w:t>306.0656</w:t>
      </w:r>
      <w:r>
        <w:tab/>
        <w:t>2.025e0</w:t>
      </w:r>
    </w:p>
    <w:p w:rsidR="00557788" w:rsidRDefault="00557788" w:rsidP="00557788">
      <w:r>
        <w:t>306.0705</w:t>
      </w:r>
      <w:r>
        <w:tab/>
        <w:t>1.772e0</w:t>
      </w:r>
    </w:p>
    <w:p w:rsidR="00557788" w:rsidRDefault="00557788" w:rsidP="00557788">
      <w:r>
        <w:t>306.0717</w:t>
      </w:r>
      <w:r>
        <w:tab/>
        <w:t>7.031e0</w:t>
      </w:r>
    </w:p>
    <w:p w:rsidR="00557788" w:rsidRDefault="00557788" w:rsidP="00557788">
      <w:r>
        <w:t>306.0856</w:t>
      </w:r>
      <w:r>
        <w:tab/>
        <w:t>2.845e0</w:t>
      </w:r>
    </w:p>
    <w:p w:rsidR="00557788" w:rsidRDefault="00557788" w:rsidP="00557788">
      <w:r>
        <w:t>306.0980</w:t>
      </w:r>
      <w:r>
        <w:tab/>
        <w:t>2.624e0</w:t>
      </w:r>
    </w:p>
    <w:p w:rsidR="00557788" w:rsidRDefault="00557788" w:rsidP="00557788">
      <w:r>
        <w:t>306.1240</w:t>
      </w:r>
      <w:r>
        <w:tab/>
        <w:t>1.681e0</w:t>
      </w:r>
    </w:p>
    <w:p w:rsidR="00557788" w:rsidRDefault="00557788" w:rsidP="00557788">
      <w:r>
        <w:t>306.1299</w:t>
      </w:r>
      <w:r>
        <w:tab/>
        <w:t>5.198e0</w:t>
      </w:r>
    </w:p>
    <w:p w:rsidR="00557788" w:rsidRDefault="00557788" w:rsidP="00557788">
      <w:r>
        <w:t>306.1521</w:t>
      </w:r>
      <w:r>
        <w:tab/>
        <w:t>1.002e0</w:t>
      </w:r>
    </w:p>
    <w:p w:rsidR="00557788" w:rsidRDefault="00557788" w:rsidP="00557788">
      <w:r>
        <w:t>306.1562</w:t>
      </w:r>
      <w:r>
        <w:tab/>
        <w:t>4.268e0</w:t>
      </w:r>
    </w:p>
    <w:p w:rsidR="00557788" w:rsidRDefault="00557788" w:rsidP="00557788">
      <w:r>
        <w:t>306.1603</w:t>
      </w:r>
      <w:r>
        <w:tab/>
        <w:t>4.129e0</w:t>
      </w:r>
    </w:p>
    <w:p w:rsidR="00557788" w:rsidRDefault="00557788" w:rsidP="00557788">
      <w:r>
        <w:lastRenderedPageBreak/>
        <w:t>306.1645</w:t>
      </w:r>
      <w:r>
        <w:tab/>
        <w:t>4.904e0</w:t>
      </w:r>
    </w:p>
    <w:p w:rsidR="00557788" w:rsidRDefault="00557788" w:rsidP="00557788">
      <w:r>
        <w:t>306.1905</w:t>
      </w:r>
      <w:r>
        <w:tab/>
        <w:t>3.311e0</w:t>
      </w:r>
    </w:p>
    <w:p w:rsidR="00557788" w:rsidRDefault="00557788" w:rsidP="00557788">
      <w:r>
        <w:t>306.2384</w:t>
      </w:r>
      <w:r>
        <w:tab/>
        <w:t>1.421e1</w:t>
      </w:r>
    </w:p>
    <w:p w:rsidR="00557788" w:rsidRDefault="00557788" w:rsidP="00557788">
      <w:r>
        <w:t>306.2402</w:t>
      </w:r>
      <w:r>
        <w:tab/>
        <w:t>1.046e1</w:t>
      </w:r>
    </w:p>
    <w:p w:rsidR="00557788" w:rsidRDefault="00557788" w:rsidP="00557788">
      <w:r>
        <w:t>306.2482</w:t>
      </w:r>
      <w:r>
        <w:tab/>
        <w:t>1.590e1</w:t>
      </w:r>
    </w:p>
    <w:p w:rsidR="00557788" w:rsidRDefault="00557788" w:rsidP="00557788">
      <w:r>
        <w:t>306.2550</w:t>
      </w:r>
      <w:r>
        <w:tab/>
        <w:t>9.223e0</w:t>
      </w:r>
    </w:p>
    <w:p w:rsidR="00557788" w:rsidRDefault="00557788" w:rsidP="00557788">
      <w:r>
        <w:t>306.2989</w:t>
      </w:r>
      <w:r>
        <w:tab/>
        <w:t>1.032e1</w:t>
      </w:r>
    </w:p>
    <w:p w:rsidR="00557788" w:rsidRDefault="00557788" w:rsidP="00557788">
      <w:r>
        <w:t>306.3000</w:t>
      </w:r>
      <w:r>
        <w:tab/>
        <w:t>8.262e-1</w:t>
      </w:r>
    </w:p>
    <w:p w:rsidR="00557788" w:rsidRDefault="00557788" w:rsidP="00557788">
      <w:r>
        <w:t>306.3056</w:t>
      </w:r>
      <w:r>
        <w:tab/>
        <w:t>1.045e1</w:t>
      </w:r>
    </w:p>
    <w:p w:rsidR="00557788" w:rsidRDefault="00557788" w:rsidP="00557788">
      <w:r>
        <w:t>306.3101</w:t>
      </w:r>
      <w:r>
        <w:tab/>
        <w:t>1.013e1</w:t>
      </w:r>
    </w:p>
    <w:p w:rsidR="00557788" w:rsidRDefault="00557788" w:rsidP="00557788">
      <w:r>
        <w:t>306.3153</w:t>
      </w:r>
      <w:r>
        <w:tab/>
        <w:t>1.636e1</w:t>
      </w:r>
    </w:p>
    <w:p w:rsidR="00557788" w:rsidRDefault="00557788" w:rsidP="00557788">
      <w:r>
        <w:t>306.3175</w:t>
      </w:r>
      <w:r>
        <w:tab/>
        <w:t>6.076e0</w:t>
      </w:r>
    </w:p>
    <w:p w:rsidR="00557788" w:rsidRDefault="00557788" w:rsidP="00557788">
      <w:r>
        <w:t>306.3415</w:t>
      </w:r>
      <w:r>
        <w:tab/>
        <w:t>3.889e0</w:t>
      </w:r>
    </w:p>
    <w:p w:rsidR="00557788" w:rsidRDefault="00557788" w:rsidP="00557788">
      <w:r>
        <w:t>306.3463</w:t>
      </w:r>
      <w:r>
        <w:tab/>
        <w:t>4.573e0</w:t>
      </w:r>
    </w:p>
    <w:p w:rsidR="00557788" w:rsidRDefault="00557788" w:rsidP="00557788">
      <w:r>
        <w:t>306.3765</w:t>
      </w:r>
      <w:r>
        <w:tab/>
        <w:t>3.038e0</w:t>
      </w:r>
    </w:p>
    <w:p w:rsidR="00557788" w:rsidRDefault="00557788" w:rsidP="00557788">
      <w:r>
        <w:t>306.3895</w:t>
      </w:r>
      <w:r>
        <w:tab/>
        <w:t>2.025e0</w:t>
      </w:r>
    </w:p>
    <w:p w:rsidR="00557788" w:rsidRDefault="00557788" w:rsidP="00557788">
      <w:r>
        <w:t>306.3922</w:t>
      </w:r>
      <w:r>
        <w:tab/>
        <w:t>5.063e0</w:t>
      </w:r>
    </w:p>
    <w:p w:rsidR="00557788" w:rsidRDefault="00557788" w:rsidP="00557788">
      <w:r>
        <w:t>306.3937</w:t>
      </w:r>
      <w:r>
        <w:tab/>
        <w:t>2.532e-2</w:t>
      </w:r>
    </w:p>
    <w:p w:rsidR="00557788" w:rsidRDefault="00557788" w:rsidP="00557788">
      <w:r>
        <w:t>306.4078</w:t>
      </w:r>
      <w:r>
        <w:tab/>
        <w:t>2.025e0</w:t>
      </w:r>
    </w:p>
    <w:p w:rsidR="00557788" w:rsidRDefault="00557788" w:rsidP="00557788">
      <w:r>
        <w:lastRenderedPageBreak/>
        <w:t>306.4128</w:t>
      </w:r>
      <w:r>
        <w:tab/>
        <w:t>2.066e0</w:t>
      </w:r>
    </w:p>
    <w:p w:rsidR="00557788" w:rsidRDefault="00557788" w:rsidP="00557788">
      <w:r>
        <w:t>306.4175</w:t>
      </w:r>
      <w:r>
        <w:tab/>
        <w:t>1.266e-2</w:t>
      </w:r>
    </w:p>
    <w:p w:rsidR="00557788" w:rsidRDefault="00557788" w:rsidP="00557788">
      <w:r>
        <w:t>306.4191</w:t>
      </w:r>
      <w:r>
        <w:tab/>
        <w:t>5.063e0</w:t>
      </w:r>
    </w:p>
    <w:p w:rsidR="00557788" w:rsidRDefault="00557788" w:rsidP="00557788">
      <w:r>
        <w:t>306.4423</w:t>
      </w:r>
      <w:r>
        <w:tab/>
        <w:t>3.038e0</w:t>
      </w:r>
    </w:p>
    <w:p w:rsidR="00557788" w:rsidRDefault="00557788" w:rsidP="00557788">
      <w:r>
        <w:t>306.4500</w:t>
      </w:r>
      <w:r>
        <w:tab/>
        <w:t>2.051e0</w:t>
      </w:r>
    </w:p>
    <w:p w:rsidR="00557788" w:rsidRDefault="00557788" w:rsidP="00557788">
      <w:r>
        <w:t>306.4620</w:t>
      </w:r>
      <w:r>
        <w:tab/>
        <w:t>3.038e0</w:t>
      </w:r>
    </w:p>
    <w:p w:rsidR="00557788" w:rsidRDefault="00557788" w:rsidP="00557788">
      <w:r>
        <w:t>306.4688</w:t>
      </w:r>
      <w:r>
        <w:tab/>
        <w:t>7.089e0</w:t>
      </w:r>
    </w:p>
    <w:p w:rsidR="00557788" w:rsidRDefault="00557788" w:rsidP="00557788">
      <w:r>
        <w:t>306.4701</w:t>
      </w:r>
      <w:r>
        <w:tab/>
        <w:t>2.532e-2</w:t>
      </w:r>
    </w:p>
    <w:p w:rsidR="00557788" w:rsidRDefault="00557788" w:rsidP="00557788">
      <w:r>
        <w:t>306.4726</w:t>
      </w:r>
      <w:r>
        <w:tab/>
        <w:t>2.841e0</w:t>
      </w:r>
    </w:p>
    <w:p w:rsidR="00557788" w:rsidRDefault="00557788" w:rsidP="00557788">
      <w:r>
        <w:t>306.4918</w:t>
      </w:r>
      <w:r>
        <w:tab/>
        <w:t>3.038e0</w:t>
      </w:r>
    </w:p>
    <w:p w:rsidR="00557788" w:rsidRDefault="00557788" w:rsidP="00557788">
      <w:r>
        <w:t>306.5201</w:t>
      </w:r>
      <w:r>
        <w:tab/>
        <w:t>1.013e0</w:t>
      </w:r>
    </w:p>
    <w:p w:rsidR="00557788" w:rsidRDefault="00557788" w:rsidP="00557788">
      <w:r>
        <w:t>306.5253</w:t>
      </w:r>
      <w:r>
        <w:tab/>
        <w:t>2.051e0</w:t>
      </w:r>
    </w:p>
    <w:p w:rsidR="00557788" w:rsidRDefault="00557788" w:rsidP="00557788">
      <w:r>
        <w:t>306.5306</w:t>
      </w:r>
      <w:r>
        <w:tab/>
        <w:t>2.063e0</w:t>
      </w:r>
    </w:p>
    <w:p w:rsidR="00557788" w:rsidRDefault="00557788" w:rsidP="00557788">
      <w:r>
        <w:t>306.5401</w:t>
      </w:r>
      <w:r>
        <w:tab/>
        <w:t>2.025e0</w:t>
      </w:r>
    </w:p>
    <w:p w:rsidR="00557788" w:rsidRDefault="00557788" w:rsidP="00557788">
      <w:r>
        <w:t>306.5479</w:t>
      </w:r>
      <w:r>
        <w:tab/>
        <w:t>1.013e0</w:t>
      </w:r>
    </w:p>
    <w:p w:rsidR="00557788" w:rsidRDefault="00557788" w:rsidP="00557788">
      <w:r>
        <w:t>306.5491</w:t>
      </w:r>
      <w:r>
        <w:tab/>
        <w:t>2.025e0</w:t>
      </w:r>
    </w:p>
    <w:p w:rsidR="00557788" w:rsidRDefault="00557788" w:rsidP="00557788">
      <w:r>
        <w:t>306.5551</w:t>
      </w:r>
      <w:r>
        <w:tab/>
        <w:t>2.025e0</w:t>
      </w:r>
    </w:p>
    <w:p w:rsidR="00557788" w:rsidRDefault="00557788" w:rsidP="00557788">
      <w:r>
        <w:t>306.5569</w:t>
      </w:r>
      <w:r>
        <w:tab/>
        <w:t>5.007e0</w:t>
      </w:r>
    </w:p>
    <w:p w:rsidR="00557788" w:rsidRDefault="00557788" w:rsidP="00557788">
      <w:r>
        <w:t>306.5615</w:t>
      </w:r>
      <w:r>
        <w:tab/>
        <w:t>2.532e-2</w:t>
      </w:r>
    </w:p>
    <w:p w:rsidR="00557788" w:rsidRDefault="00557788" w:rsidP="00557788">
      <w:r>
        <w:lastRenderedPageBreak/>
        <w:t>306.5680</w:t>
      </w:r>
      <w:r>
        <w:tab/>
        <w:t>3.038e0</w:t>
      </w:r>
    </w:p>
    <w:p w:rsidR="00557788" w:rsidRDefault="00557788" w:rsidP="00557788">
      <w:r>
        <w:t>306.5765</w:t>
      </w:r>
      <w:r>
        <w:tab/>
        <w:t>2.038e0</w:t>
      </w:r>
    </w:p>
    <w:p w:rsidR="00557788" w:rsidRDefault="00557788" w:rsidP="00557788">
      <w:r>
        <w:t>306.5913</w:t>
      </w:r>
      <w:r>
        <w:tab/>
        <w:t>4.051e0</w:t>
      </w:r>
    </w:p>
    <w:p w:rsidR="00557788" w:rsidRDefault="00557788" w:rsidP="00557788">
      <w:r>
        <w:t>306.6052</w:t>
      </w:r>
      <w:r>
        <w:tab/>
        <w:t>2.025e0</w:t>
      </w:r>
    </w:p>
    <w:p w:rsidR="00557788" w:rsidRDefault="00557788" w:rsidP="00557788">
      <w:r>
        <w:t>306.6174</w:t>
      </w:r>
      <w:r>
        <w:tab/>
        <w:t>2.025e0</w:t>
      </w:r>
    </w:p>
    <w:p w:rsidR="00557788" w:rsidRDefault="00557788" w:rsidP="00557788">
      <w:r>
        <w:t>306.6254</w:t>
      </w:r>
      <w:r>
        <w:tab/>
        <w:t>2.025e0</w:t>
      </w:r>
    </w:p>
    <w:p w:rsidR="00557788" w:rsidRDefault="00557788" w:rsidP="00557788">
      <w:r>
        <w:t>306.6273</w:t>
      </w:r>
      <w:r>
        <w:tab/>
        <w:t>2.528e0</w:t>
      </w:r>
    </w:p>
    <w:p w:rsidR="00557788" w:rsidRDefault="00557788" w:rsidP="00557788">
      <w:r>
        <w:t>306.6353</w:t>
      </w:r>
      <w:r>
        <w:tab/>
        <w:t>3.063e0</w:t>
      </w:r>
    </w:p>
    <w:p w:rsidR="00557788" w:rsidRDefault="00557788" w:rsidP="00557788">
      <w:r>
        <w:t>306.6410</w:t>
      </w:r>
      <w:r>
        <w:tab/>
        <w:t>2.025e0</w:t>
      </w:r>
    </w:p>
    <w:p w:rsidR="00557788" w:rsidRDefault="00557788" w:rsidP="00557788">
      <w:r>
        <w:t>306.6490</w:t>
      </w:r>
      <w:r>
        <w:tab/>
        <w:t>3.038e0</w:t>
      </w:r>
    </w:p>
    <w:p w:rsidR="00557788" w:rsidRDefault="00557788" w:rsidP="00557788">
      <w:r>
        <w:t>306.6500</w:t>
      </w:r>
      <w:r>
        <w:tab/>
        <w:t>3.038e0</w:t>
      </w:r>
    </w:p>
    <w:p w:rsidR="00557788" w:rsidRDefault="00557788" w:rsidP="00557788">
      <w:r>
        <w:t>306.6526</w:t>
      </w:r>
      <w:r>
        <w:tab/>
        <w:t>5.089e0</w:t>
      </w:r>
    </w:p>
    <w:p w:rsidR="00557788" w:rsidRDefault="00557788" w:rsidP="00557788">
      <w:r>
        <w:t>306.6757</w:t>
      </w:r>
      <w:r>
        <w:tab/>
        <w:t>3.038e0</w:t>
      </w:r>
    </w:p>
    <w:p w:rsidR="00557788" w:rsidRDefault="00557788" w:rsidP="00557788">
      <w:r>
        <w:t>306.6772</w:t>
      </w:r>
      <w:r>
        <w:tab/>
        <w:t>2.038e0</w:t>
      </w:r>
    </w:p>
    <w:p w:rsidR="00557788" w:rsidRDefault="00557788" w:rsidP="00557788">
      <w:r>
        <w:t>306.6899</w:t>
      </w:r>
      <w:r>
        <w:tab/>
        <w:t>1.038e0</w:t>
      </w:r>
    </w:p>
    <w:p w:rsidR="00557788" w:rsidRDefault="00557788" w:rsidP="00557788">
      <w:r>
        <w:t>306.6948</w:t>
      </w:r>
      <w:r>
        <w:tab/>
        <w:t>5.063e-2</w:t>
      </w:r>
    </w:p>
    <w:p w:rsidR="00557788" w:rsidRDefault="00557788" w:rsidP="00557788">
      <w:r>
        <w:t>306.7033</w:t>
      </w:r>
      <w:r>
        <w:tab/>
        <w:t>2.025e0</w:t>
      </w:r>
    </w:p>
    <w:p w:rsidR="00557788" w:rsidRDefault="00557788" w:rsidP="00557788">
      <w:r>
        <w:t>306.7062</w:t>
      </w:r>
      <w:r>
        <w:tab/>
        <w:t>5.089e0</w:t>
      </w:r>
    </w:p>
    <w:p w:rsidR="00557788" w:rsidRDefault="00557788" w:rsidP="00557788">
      <w:r>
        <w:t>306.7088</w:t>
      </w:r>
      <w:r>
        <w:tab/>
        <w:t>5.076e0</w:t>
      </w:r>
    </w:p>
    <w:p w:rsidR="00557788" w:rsidRDefault="00557788" w:rsidP="00557788">
      <w:r>
        <w:lastRenderedPageBreak/>
        <w:t>306.7176</w:t>
      </w:r>
      <w:r>
        <w:tab/>
        <w:t>2.532e-2</w:t>
      </w:r>
    </w:p>
    <w:p w:rsidR="00557788" w:rsidRDefault="00557788" w:rsidP="00557788">
      <w:r>
        <w:t>306.7253</w:t>
      </w:r>
      <w:r>
        <w:tab/>
        <w:t>1.013e0</w:t>
      </w:r>
    </w:p>
    <w:p w:rsidR="00557788" w:rsidRDefault="00557788" w:rsidP="00557788">
      <w:r>
        <w:t>306.7385</w:t>
      </w:r>
      <w:r>
        <w:tab/>
        <w:t>3.038e0</w:t>
      </w:r>
    </w:p>
    <w:p w:rsidR="00557788" w:rsidRDefault="00557788" w:rsidP="00557788">
      <w:r>
        <w:t>306.7573</w:t>
      </w:r>
      <w:r>
        <w:tab/>
        <w:t>1.013e0</w:t>
      </w:r>
    </w:p>
    <w:p w:rsidR="00557788" w:rsidRDefault="00557788" w:rsidP="00557788">
      <w:r>
        <w:t>306.7593</w:t>
      </w:r>
      <w:r>
        <w:tab/>
        <w:t>1.051e0</w:t>
      </w:r>
    </w:p>
    <w:p w:rsidR="00557788" w:rsidRDefault="00557788" w:rsidP="00557788">
      <w:r>
        <w:t>306.7635</w:t>
      </w:r>
      <w:r>
        <w:tab/>
        <w:t>2.025e0</w:t>
      </w:r>
    </w:p>
    <w:p w:rsidR="00557788" w:rsidRDefault="00557788" w:rsidP="00557788">
      <w:r>
        <w:t>306.7666</w:t>
      </w:r>
      <w:r>
        <w:tab/>
        <w:t>2.025e0</w:t>
      </w:r>
    </w:p>
    <w:p w:rsidR="00557788" w:rsidRDefault="00557788" w:rsidP="00557788">
      <w:r>
        <w:t>306.7767</w:t>
      </w:r>
      <w:r>
        <w:tab/>
        <w:t>3.798e-2</w:t>
      </w:r>
    </w:p>
    <w:p w:rsidR="00557788" w:rsidRDefault="00557788" w:rsidP="00557788">
      <w:r>
        <w:t>306.8011</w:t>
      </w:r>
      <w:r>
        <w:tab/>
        <w:t>2.624e0</w:t>
      </w:r>
    </w:p>
    <w:p w:rsidR="00557788" w:rsidRDefault="00557788" w:rsidP="00557788">
      <w:r>
        <w:t>306.8085</w:t>
      </w:r>
      <w:r>
        <w:tab/>
        <w:t>3.038e0</w:t>
      </w:r>
    </w:p>
    <w:p w:rsidR="00557788" w:rsidRDefault="00557788" w:rsidP="00557788">
      <w:r>
        <w:t>306.8109</w:t>
      </w:r>
      <w:r>
        <w:tab/>
        <w:t>3.038e0</w:t>
      </w:r>
    </w:p>
    <w:p w:rsidR="00557788" w:rsidRDefault="00557788" w:rsidP="00557788">
      <w:r>
        <w:t>306.8250</w:t>
      </w:r>
      <w:r>
        <w:tab/>
        <w:t>3.038e0</w:t>
      </w:r>
    </w:p>
    <w:p w:rsidR="00557788" w:rsidRDefault="00557788" w:rsidP="00557788">
      <w:r>
        <w:t>306.8433</w:t>
      </w:r>
      <w:r>
        <w:tab/>
        <w:t>2.025e0</w:t>
      </w:r>
    </w:p>
    <w:p w:rsidR="00557788" w:rsidRDefault="00557788" w:rsidP="00557788">
      <w:r>
        <w:t>306.8522</w:t>
      </w:r>
      <w:r>
        <w:tab/>
        <w:t>2.025e0</w:t>
      </w:r>
    </w:p>
    <w:p w:rsidR="00557788" w:rsidRDefault="00557788" w:rsidP="00557788">
      <w:r>
        <w:t>306.8615</w:t>
      </w:r>
      <w:r>
        <w:tab/>
        <w:t>3.038e0</w:t>
      </w:r>
    </w:p>
    <w:p w:rsidR="00557788" w:rsidRDefault="00557788" w:rsidP="00557788">
      <w:r>
        <w:t>306.8732</w:t>
      </w:r>
      <w:r>
        <w:tab/>
        <w:t>3.038e0</w:t>
      </w:r>
    </w:p>
    <w:p w:rsidR="00557788" w:rsidRDefault="00557788" w:rsidP="00557788">
      <w:r>
        <w:t>306.8773</w:t>
      </w:r>
      <w:r>
        <w:tab/>
        <w:t>4.051e0</w:t>
      </w:r>
    </w:p>
    <w:p w:rsidR="00557788" w:rsidRDefault="00557788" w:rsidP="00557788">
      <w:r>
        <w:t>306.8787</w:t>
      </w:r>
      <w:r>
        <w:tab/>
        <w:t>4.051e0</w:t>
      </w:r>
    </w:p>
    <w:p w:rsidR="00557788" w:rsidRDefault="00557788" w:rsidP="00557788">
      <w:r>
        <w:t>306.9053</w:t>
      </w:r>
      <w:r>
        <w:tab/>
        <w:t>1.013e0</w:t>
      </w:r>
    </w:p>
    <w:p w:rsidR="00557788" w:rsidRDefault="00557788" w:rsidP="00557788">
      <w:r>
        <w:lastRenderedPageBreak/>
        <w:t>306.9080</w:t>
      </w:r>
      <w:r>
        <w:tab/>
        <w:t>2.025e0</w:t>
      </w:r>
    </w:p>
    <w:p w:rsidR="00557788" w:rsidRDefault="00557788" w:rsidP="00557788">
      <w:r>
        <w:t>306.9127</w:t>
      </w:r>
      <w:r>
        <w:tab/>
        <w:t>3.038e0</w:t>
      </w:r>
    </w:p>
    <w:p w:rsidR="00557788" w:rsidRDefault="00557788" w:rsidP="00557788">
      <w:r>
        <w:t>306.9432</w:t>
      </w:r>
      <w:r>
        <w:tab/>
        <w:t>2.025e0</w:t>
      </w:r>
    </w:p>
    <w:p w:rsidR="00557788" w:rsidRDefault="00557788" w:rsidP="00557788">
      <w:r>
        <w:t>306.9465</w:t>
      </w:r>
      <w:r>
        <w:tab/>
        <w:t>4.051e0</w:t>
      </w:r>
    </w:p>
    <w:p w:rsidR="00557788" w:rsidRDefault="00557788" w:rsidP="00557788">
      <w:r>
        <w:t>306.9541</w:t>
      </w:r>
      <w:r>
        <w:tab/>
        <w:t>8.073e0</w:t>
      </w:r>
    </w:p>
    <w:p w:rsidR="00557788" w:rsidRDefault="00557788" w:rsidP="00557788">
      <w:r>
        <w:t>306.9572</w:t>
      </w:r>
      <w:r>
        <w:tab/>
        <w:t>2.038e0</w:t>
      </w:r>
    </w:p>
    <w:p w:rsidR="00557788" w:rsidRDefault="00557788" w:rsidP="00557788">
      <w:r>
        <w:t>306.9756</w:t>
      </w:r>
      <w:r>
        <w:tab/>
        <w:t>1.918e0</w:t>
      </w:r>
    </w:p>
    <w:p w:rsidR="00557788" w:rsidRDefault="00557788" w:rsidP="00557788">
      <w:r>
        <w:t>306.9774</w:t>
      </w:r>
      <w:r>
        <w:tab/>
        <w:t>2.732e0</w:t>
      </w:r>
    </w:p>
    <w:p w:rsidR="00557788" w:rsidRDefault="00557788" w:rsidP="00557788">
      <w:r>
        <w:t>307.0006</w:t>
      </w:r>
      <w:r>
        <w:tab/>
        <w:t>3.390e0</w:t>
      </w:r>
    </w:p>
    <w:p w:rsidR="00557788" w:rsidRDefault="00557788" w:rsidP="00557788">
      <w:r>
        <w:t>307.0099</w:t>
      </w:r>
      <w:r>
        <w:tab/>
        <w:t>4.051e0</w:t>
      </w:r>
    </w:p>
    <w:p w:rsidR="00557788" w:rsidRDefault="00557788" w:rsidP="00557788">
      <w:r>
        <w:t>307.0247</w:t>
      </w:r>
      <w:r>
        <w:tab/>
        <w:t>1.514e0</w:t>
      </w:r>
    </w:p>
    <w:p w:rsidR="00557788" w:rsidRDefault="00557788" w:rsidP="00557788">
      <w:r>
        <w:t>307.0622</w:t>
      </w:r>
      <w:r>
        <w:tab/>
        <w:t>6.829e-1</w:t>
      </w:r>
    </w:p>
    <w:p w:rsidR="00557788" w:rsidRDefault="00557788" w:rsidP="00557788">
      <w:r>
        <w:t>307.0633</w:t>
      </w:r>
      <w:r>
        <w:tab/>
        <w:t>2.855e0</w:t>
      </w:r>
    </w:p>
    <w:p w:rsidR="00557788" w:rsidRDefault="00557788" w:rsidP="00557788">
      <w:r>
        <w:t>307.0737</w:t>
      </w:r>
      <w:r>
        <w:tab/>
        <w:t>4.572e0</w:t>
      </w:r>
    </w:p>
    <w:p w:rsidR="00557788" w:rsidRDefault="00557788" w:rsidP="00557788">
      <w:r>
        <w:t>307.0947</w:t>
      </w:r>
      <w:r>
        <w:tab/>
        <w:t>4.639e0</w:t>
      </w:r>
    </w:p>
    <w:p w:rsidR="00557788" w:rsidRDefault="00557788" w:rsidP="00557788">
      <w:r>
        <w:t>307.0966</w:t>
      </w:r>
      <w:r>
        <w:tab/>
        <w:t>1.514e0</w:t>
      </w:r>
    </w:p>
    <w:p w:rsidR="00557788" w:rsidRDefault="00557788" w:rsidP="00557788">
      <w:r>
        <w:t>307.1024</w:t>
      </w:r>
      <w:r>
        <w:tab/>
        <w:t>3.596e0</w:t>
      </w:r>
    </w:p>
    <w:p w:rsidR="00557788" w:rsidRDefault="00557788" w:rsidP="00557788">
      <w:r>
        <w:t>307.1081</w:t>
      </w:r>
      <w:r>
        <w:tab/>
        <w:t>3.813e0</w:t>
      </w:r>
    </w:p>
    <w:p w:rsidR="00557788" w:rsidRDefault="00557788" w:rsidP="00557788">
      <w:r>
        <w:t>307.1137</w:t>
      </w:r>
      <w:r>
        <w:tab/>
        <w:t>2.177e0</w:t>
      </w:r>
    </w:p>
    <w:p w:rsidR="00557788" w:rsidRDefault="00557788" w:rsidP="00557788">
      <w:r>
        <w:lastRenderedPageBreak/>
        <w:t>307.1390</w:t>
      </w:r>
      <w:r>
        <w:tab/>
        <w:t>1.853e0</w:t>
      </w:r>
    </w:p>
    <w:p w:rsidR="00557788" w:rsidRDefault="00557788" w:rsidP="00557788">
      <w:r>
        <w:t>307.1415</w:t>
      </w:r>
      <w:r>
        <w:tab/>
        <w:t>2.556e0</w:t>
      </w:r>
    </w:p>
    <w:p w:rsidR="00557788" w:rsidRDefault="00557788" w:rsidP="00557788">
      <w:r>
        <w:t>307.1439</w:t>
      </w:r>
      <w:r>
        <w:tab/>
        <w:t>3.886e0</w:t>
      </w:r>
    </w:p>
    <w:p w:rsidR="00557788" w:rsidRDefault="00557788" w:rsidP="00557788">
      <w:r>
        <w:t>307.1517</w:t>
      </w:r>
      <w:r>
        <w:tab/>
        <w:t>1.089e0</w:t>
      </w:r>
    </w:p>
    <w:p w:rsidR="00557788" w:rsidRDefault="00557788" w:rsidP="00557788">
      <w:r>
        <w:t>307.1540</w:t>
      </w:r>
      <w:r>
        <w:tab/>
        <w:t>2.737e0</w:t>
      </w:r>
    </w:p>
    <w:p w:rsidR="00557788" w:rsidRDefault="00557788" w:rsidP="00557788">
      <w:r>
        <w:t>307.1669</w:t>
      </w:r>
      <w:r>
        <w:tab/>
        <w:t>4.074e0</w:t>
      </w:r>
    </w:p>
    <w:p w:rsidR="00557788" w:rsidRDefault="00557788" w:rsidP="00557788">
      <w:r>
        <w:t>307.1755</w:t>
      </w:r>
      <w:r>
        <w:tab/>
        <w:t>1.937e0</w:t>
      </w:r>
    </w:p>
    <w:p w:rsidR="00557788" w:rsidRDefault="00557788" w:rsidP="00557788">
      <w:r>
        <w:t>307.1812</w:t>
      </w:r>
      <w:r>
        <w:tab/>
        <w:t>9.506e0</w:t>
      </w:r>
    </w:p>
    <w:p w:rsidR="00557788" w:rsidRDefault="00557788" w:rsidP="00557788">
      <w:r>
        <w:t>307.1861</w:t>
      </w:r>
      <w:r>
        <w:tab/>
        <w:t>3.676e0</w:t>
      </w:r>
    </w:p>
    <w:p w:rsidR="00557788" w:rsidRDefault="00557788" w:rsidP="00557788">
      <w:r>
        <w:t>307.2083</w:t>
      </w:r>
      <w:r>
        <w:tab/>
        <w:t>4.764e0</w:t>
      </w:r>
    </w:p>
    <w:p w:rsidR="00557788" w:rsidRDefault="00557788" w:rsidP="00557788">
      <w:r>
        <w:t>307.2193</w:t>
      </w:r>
      <w:r>
        <w:tab/>
        <w:t>3.811e0</w:t>
      </w:r>
    </w:p>
    <w:p w:rsidR="00557788" w:rsidRDefault="00557788" w:rsidP="00557788">
      <w:r>
        <w:t>307.2386</w:t>
      </w:r>
      <w:r>
        <w:tab/>
        <w:t>1.126e0</w:t>
      </w:r>
    </w:p>
    <w:p w:rsidR="00557788" w:rsidRDefault="00557788" w:rsidP="00557788">
      <w:r>
        <w:t>307.2555</w:t>
      </w:r>
      <w:r>
        <w:tab/>
        <w:t>9.505e0</w:t>
      </w:r>
    </w:p>
    <w:p w:rsidR="00557788" w:rsidRDefault="00557788" w:rsidP="00557788">
      <w:r>
        <w:t>307.2991</w:t>
      </w:r>
      <w:r>
        <w:tab/>
        <w:t>3.283e0</w:t>
      </w:r>
    </w:p>
    <w:p w:rsidR="00557788" w:rsidRDefault="00557788" w:rsidP="00557788">
      <w:r>
        <w:t>307.3059</w:t>
      </w:r>
      <w:r>
        <w:tab/>
        <w:t>2.279e0</w:t>
      </w:r>
    </w:p>
    <w:p w:rsidR="00557788" w:rsidRDefault="00557788" w:rsidP="00557788">
      <w:r>
        <w:t>307.3150</w:t>
      </w:r>
      <w:r>
        <w:tab/>
        <w:t>4.076e0</w:t>
      </w:r>
    </w:p>
    <w:p w:rsidR="00557788" w:rsidRDefault="00557788" w:rsidP="00557788">
      <w:r>
        <w:t>307.3271</w:t>
      </w:r>
      <w:r>
        <w:tab/>
        <w:t>2.025e0</w:t>
      </w:r>
    </w:p>
    <w:p w:rsidR="00557788" w:rsidRDefault="00557788" w:rsidP="00557788">
      <w:r>
        <w:t>307.3322</w:t>
      </w:r>
      <w:r>
        <w:tab/>
        <w:t>3.038e0</w:t>
      </w:r>
    </w:p>
    <w:p w:rsidR="00557788" w:rsidRDefault="00557788" w:rsidP="00557788">
      <w:r>
        <w:t>307.3472</w:t>
      </w:r>
      <w:r>
        <w:tab/>
        <w:t>3.835e0</w:t>
      </w:r>
    </w:p>
    <w:p w:rsidR="00557788" w:rsidRDefault="00557788" w:rsidP="00557788">
      <w:r>
        <w:lastRenderedPageBreak/>
        <w:t>307.3727</w:t>
      </w:r>
      <w:r>
        <w:tab/>
        <w:t>9.385e-1</w:t>
      </w:r>
    </w:p>
    <w:p w:rsidR="00557788" w:rsidRDefault="00557788" w:rsidP="00557788">
      <w:r>
        <w:t>307.3841</w:t>
      </w:r>
      <w:r>
        <w:tab/>
        <w:t>5.063e0</w:t>
      </w:r>
    </w:p>
    <w:p w:rsidR="00557788" w:rsidRDefault="00557788" w:rsidP="00557788">
      <w:r>
        <w:t>307.3907</w:t>
      </w:r>
      <w:r>
        <w:tab/>
        <w:t>2.025e0</w:t>
      </w:r>
    </w:p>
    <w:p w:rsidR="00557788" w:rsidRDefault="00557788" w:rsidP="00557788">
      <w:r>
        <w:t>307.3995</w:t>
      </w:r>
      <w:r>
        <w:tab/>
        <w:t>2.025e0</w:t>
      </w:r>
    </w:p>
    <w:p w:rsidR="00557788" w:rsidRDefault="00557788" w:rsidP="00557788">
      <w:r>
        <w:t>307.4063</w:t>
      </w:r>
      <w:r>
        <w:tab/>
        <w:t>2.025e0</w:t>
      </w:r>
    </w:p>
    <w:p w:rsidR="00557788" w:rsidRDefault="00557788" w:rsidP="00557788">
      <w:r>
        <w:t>307.4255</w:t>
      </w:r>
      <w:r>
        <w:tab/>
        <w:t>2.025e0</w:t>
      </w:r>
    </w:p>
    <w:p w:rsidR="00557788" w:rsidRDefault="00557788" w:rsidP="00557788">
      <w:r>
        <w:t>307.4285</w:t>
      </w:r>
      <w:r>
        <w:tab/>
        <w:t>1.013e0</w:t>
      </w:r>
    </w:p>
    <w:p w:rsidR="00557788" w:rsidRDefault="00557788" w:rsidP="00557788">
      <w:r>
        <w:t>307.4324</w:t>
      </w:r>
      <w:r>
        <w:tab/>
        <w:t>3.798e-2</w:t>
      </w:r>
    </w:p>
    <w:p w:rsidR="00557788" w:rsidRDefault="00557788" w:rsidP="00557788">
      <w:r>
        <w:t>307.4412</w:t>
      </w:r>
      <w:r>
        <w:tab/>
        <w:t>1.266e-2</w:t>
      </w:r>
    </w:p>
    <w:p w:rsidR="00557788" w:rsidRDefault="00557788" w:rsidP="00557788">
      <w:r>
        <w:t>307.4589</w:t>
      </w:r>
      <w:r>
        <w:tab/>
        <w:t>4.051e0</w:t>
      </w:r>
    </w:p>
    <w:p w:rsidR="00557788" w:rsidRDefault="00557788" w:rsidP="00557788">
      <w:r>
        <w:t>307.4738</w:t>
      </w:r>
      <w:r>
        <w:tab/>
        <w:t>1.038e0</w:t>
      </w:r>
    </w:p>
    <w:p w:rsidR="00557788" w:rsidRDefault="00557788" w:rsidP="00557788">
      <w:r>
        <w:t>307.4792</w:t>
      </w:r>
      <w:r>
        <w:tab/>
        <w:t>2.025e0</w:t>
      </w:r>
    </w:p>
    <w:p w:rsidR="00557788" w:rsidRDefault="00557788" w:rsidP="00557788">
      <w:r>
        <w:t>307.4814</w:t>
      </w:r>
      <w:r>
        <w:tab/>
        <w:t>4.051e0</w:t>
      </w:r>
    </w:p>
    <w:p w:rsidR="00557788" w:rsidRDefault="00557788" w:rsidP="00557788">
      <w:r>
        <w:t>307.4972</w:t>
      </w:r>
      <w:r>
        <w:tab/>
        <w:t>1.013e0</w:t>
      </w:r>
    </w:p>
    <w:p w:rsidR="00557788" w:rsidRDefault="00557788" w:rsidP="00557788">
      <w:r>
        <w:t>307.5097</w:t>
      </w:r>
      <w:r>
        <w:tab/>
        <w:t>3.038e0</w:t>
      </w:r>
    </w:p>
    <w:p w:rsidR="00557788" w:rsidRDefault="00557788" w:rsidP="00557788">
      <w:r>
        <w:t>307.5491</w:t>
      </w:r>
      <w:r>
        <w:tab/>
        <w:t>1.266e-2</w:t>
      </w:r>
    </w:p>
    <w:p w:rsidR="00557788" w:rsidRDefault="00557788" w:rsidP="00557788">
      <w:r>
        <w:t>307.5532</w:t>
      </w:r>
      <w:r>
        <w:tab/>
        <w:t>1.027e0</w:t>
      </w:r>
    </w:p>
    <w:p w:rsidR="00557788" w:rsidRDefault="00557788" w:rsidP="00557788">
      <w:r>
        <w:t>307.5696</w:t>
      </w:r>
      <w:r>
        <w:tab/>
        <w:t>3.038e0</w:t>
      </w:r>
    </w:p>
    <w:p w:rsidR="00557788" w:rsidRDefault="00557788" w:rsidP="00557788">
      <w:r>
        <w:t>307.5851</w:t>
      </w:r>
      <w:r>
        <w:tab/>
        <w:t>4.051e0</w:t>
      </w:r>
    </w:p>
    <w:p w:rsidR="00557788" w:rsidRDefault="00557788" w:rsidP="00557788">
      <w:r>
        <w:lastRenderedPageBreak/>
        <w:t>307.5895</w:t>
      </w:r>
      <w:r>
        <w:tab/>
        <w:t>2.025e0</w:t>
      </w:r>
    </w:p>
    <w:p w:rsidR="00557788" w:rsidRDefault="00557788" w:rsidP="00557788">
      <w:r>
        <w:t>307.6159</w:t>
      </w:r>
      <w:r>
        <w:tab/>
        <w:t>2.025e0</w:t>
      </w:r>
    </w:p>
    <w:p w:rsidR="00557788" w:rsidRDefault="00557788" w:rsidP="00557788">
      <w:r>
        <w:t>307.6189</w:t>
      </w:r>
      <w:r>
        <w:tab/>
        <w:t>3.038e0</w:t>
      </w:r>
    </w:p>
    <w:p w:rsidR="00557788" w:rsidRDefault="00557788" w:rsidP="00557788">
      <w:r>
        <w:t>307.6238</w:t>
      </w:r>
      <w:r>
        <w:tab/>
        <w:t>1.013e0</w:t>
      </w:r>
    </w:p>
    <w:p w:rsidR="00557788" w:rsidRDefault="00557788" w:rsidP="00557788">
      <w:r>
        <w:t>307.6259</w:t>
      </w:r>
      <w:r>
        <w:tab/>
        <w:t>2.025e0</w:t>
      </w:r>
    </w:p>
    <w:p w:rsidR="00557788" w:rsidRDefault="00557788" w:rsidP="00557788">
      <w:r>
        <w:t>307.6411</w:t>
      </w:r>
      <w:r>
        <w:tab/>
        <w:t>1.013e0</w:t>
      </w:r>
    </w:p>
    <w:p w:rsidR="00557788" w:rsidRDefault="00557788" w:rsidP="00557788">
      <w:r>
        <w:t>307.6520</w:t>
      </w:r>
      <w:r>
        <w:tab/>
        <w:t>1.631e0</w:t>
      </w:r>
    </w:p>
    <w:p w:rsidR="00557788" w:rsidRDefault="00557788" w:rsidP="00557788">
      <w:r>
        <w:t>307.6573</w:t>
      </w:r>
      <w:r>
        <w:tab/>
        <w:t>3.038e0</w:t>
      </w:r>
    </w:p>
    <w:p w:rsidR="00557788" w:rsidRDefault="00557788" w:rsidP="00557788">
      <w:r>
        <w:t>307.6651</w:t>
      </w:r>
      <w:r>
        <w:tab/>
        <w:t>1.025e0</w:t>
      </w:r>
    </w:p>
    <w:p w:rsidR="00557788" w:rsidRDefault="00557788" w:rsidP="00557788">
      <w:r>
        <w:t>307.6816</w:t>
      </w:r>
      <w:r>
        <w:tab/>
        <w:t>1.038e0</w:t>
      </w:r>
    </w:p>
    <w:p w:rsidR="00557788" w:rsidRDefault="00557788" w:rsidP="00557788">
      <w:r>
        <w:t>307.6891</w:t>
      </w:r>
      <w:r>
        <w:tab/>
        <w:t>3.038e0</w:t>
      </w:r>
    </w:p>
    <w:p w:rsidR="00557788" w:rsidRDefault="00557788" w:rsidP="00557788">
      <w:r>
        <w:t>307.6944</w:t>
      </w:r>
      <w:r>
        <w:tab/>
        <w:t>2.025e0</w:t>
      </w:r>
    </w:p>
    <w:p w:rsidR="00557788" w:rsidRDefault="00557788" w:rsidP="00557788">
      <w:r>
        <w:t>307.6989</w:t>
      </w:r>
      <w:r>
        <w:tab/>
        <w:t>3.038e0</w:t>
      </w:r>
    </w:p>
    <w:p w:rsidR="00557788" w:rsidRDefault="00557788" w:rsidP="00557788">
      <w:r>
        <w:t>307.7151</w:t>
      </w:r>
      <w:r>
        <w:tab/>
        <w:t>2.051e0</w:t>
      </w:r>
    </w:p>
    <w:p w:rsidR="00557788" w:rsidRDefault="00557788" w:rsidP="00557788">
      <w:r>
        <w:t>307.7297</w:t>
      </w:r>
      <w:r>
        <w:tab/>
        <w:t>3.038e0</w:t>
      </w:r>
    </w:p>
    <w:p w:rsidR="00557788" w:rsidRDefault="00557788" w:rsidP="00557788">
      <w:r>
        <w:t>307.7355</w:t>
      </w:r>
      <w:r>
        <w:tab/>
        <w:t>1.013e0</w:t>
      </w:r>
    </w:p>
    <w:p w:rsidR="00557788" w:rsidRDefault="00557788" w:rsidP="00557788">
      <w:r>
        <w:t>307.7428</w:t>
      </w:r>
      <w:r>
        <w:tab/>
        <w:t>2.025e0</w:t>
      </w:r>
    </w:p>
    <w:p w:rsidR="00557788" w:rsidRDefault="00557788" w:rsidP="00557788">
      <w:r>
        <w:t>307.7609</w:t>
      </w:r>
      <w:r>
        <w:tab/>
        <w:t>2.025e0</w:t>
      </w:r>
    </w:p>
    <w:p w:rsidR="00557788" w:rsidRDefault="00557788" w:rsidP="00557788">
      <w:r>
        <w:t>307.7635</w:t>
      </w:r>
      <w:r>
        <w:tab/>
        <w:t>2.025e0</w:t>
      </w:r>
    </w:p>
    <w:p w:rsidR="00557788" w:rsidRDefault="00557788" w:rsidP="00557788">
      <w:r>
        <w:lastRenderedPageBreak/>
        <w:t>307.7772</w:t>
      </w:r>
      <w:r>
        <w:tab/>
        <w:t>7.445e-2</w:t>
      </w:r>
    </w:p>
    <w:p w:rsidR="00557788" w:rsidRDefault="00557788" w:rsidP="00557788">
      <w:r>
        <w:t>307.7828</w:t>
      </w:r>
      <w:r>
        <w:tab/>
        <w:t>3.038e0</w:t>
      </w:r>
    </w:p>
    <w:p w:rsidR="00557788" w:rsidRDefault="00557788" w:rsidP="00557788">
      <w:r>
        <w:t>307.7964</w:t>
      </w:r>
      <w:r>
        <w:tab/>
        <w:t>3.038e0</w:t>
      </w:r>
    </w:p>
    <w:p w:rsidR="00557788" w:rsidRDefault="00557788" w:rsidP="00557788">
      <w:r>
        <w:t>307.8192</w:t>
      </w:r>
      <w:r>
        <w:tab/>
        <w:t>1.025e0</w:t>
      </w:r>
    </w:p>
    <w:p w:rsidR="00557788" w:rsidRDefault="00557788" w:rsidP="00557788">
      <w:r>
        <w:t>307.8307</w:t>
      </w:r>
      <w:r>
        <w:tab/>
        <w:t>3.063e0</w:t>
      </w:r>
    </w:p>
    <w:p w:rsidR="00557788" w:rsidRDefault="00557788" w:rsidP="00557788">
      <w:r>
        <w:t>307.8376</w:t>
      </w:r>
      <w:r>
        <w:tab/>
        <w:t>3.038e0</w:t>
      </w:r>
    </w:p>
    <w:p w:rsidR="00557788" w:rsidRDefault="00557788" w:rsidP="00557788">
      <w:r>
        <w:t>307.8528</w:t>
      </w:r>
      <w:r>
        <w:tab/>
        <w:t>1.266e-2</w:t>
      </w:r>
    </w:p>
    <w:p w:rsidR="00557788" w:rsidRDefault="00557788" w:rsidP="00557788">
      <w:r>
        <w:t>307.8652</w:t>
      </w:r>
      <w:r>
        <w:tab/>
        <w:t>1.013e0</w:t>
      </w:r>
    </w:p>
    <w:p w:rsidR="00557788" w:rsidRDefault="00557788" w:rsidP="00557788">
      <w:r>
        <w:t>307.8696</w:t>
      </w:r>
      <w:r>
        <w:tab/>
        <w:t>1.266e-2</w:t>
      </w:r>
    </w:p>
    <w:p w:rsidR="00557788" w:rsidRDefault="00557788" w:rsidP="00557788">
      <w:r>
        <w:t>307.8752</w:t>
      </w:r>
      <w:r>
        <w:tab/>
        <w:t>1.025e0</w:t>
      </w:r>
    </w:p>
    <w:p w:rsidR="00557788" w:rsidRDefault="00557788" w:rsidP="00557788">
      <w:r>
        <w:t>307.8808</w:t>
      </w:r>
      <w:r>
        <w:tab/>
        <w:t>1.013e0</w:t>
      </w:r>
    </w:p>
    <w:p w:rsidR="00557788" w:rsidRDefault="00557788" w:rsidP="00557788">
      <w:r>
        <w:t>307.8937</w:t>
      </w:r>
      <w:r>
        <w:tab/>
        <w:t>5.063e0</w:t>
      </w:r>
    </w:p>
    <w:p w:rsidR="00557788" w:rsidRDefault="00557788" w:rsidP="00557788">
      <w:r>
        <w:t>307.8972</w:t>
      </w:r>
      <w:r>
        <w:tab/>
        <w:t>3.038e0</w:t>
      </w:r>
    </w:p>
    <w:p w:rsidR="00557788" w:rsidRDefault="00557788" w:rsidP="00557788">
      <w:r>
        <w:t>307.9006</w:t>
      </w:r>
      <w:r>
        <w:tab/>
        <w:t>3.038e0</w:t>
      </w:r>
    </w:p>
    <w:p w:rsidR="00557788" w:rsidRDefault="00557788" w:rsidP="00557788">
      <w:r>
        <w:t>307.9141</w:t>
      </w:r>
      <w:r>
        <w:tab/>
        <w:t>1.122e0</w:t>
      </w:r>
    </w:p>
    <w:p w:rsidR="00557788" w:rsidRDefault="00557788" w:rsidP="00557788">
      <w:r>
        <w:t>307.9213</w:t>
      </w:r>
      <w:r>
        <w:tab/>
        <w:t>1.013e0</w:t>
      </w:r>
    </w:p>
    <w:p w:rsidR="00557788" w:rsidRDefault="00557788" w:rsidP="00557788">
      <w:r>
        <w:t>307.9371</w:t>
      </w:r>
      <w:r>
        <w:tab/>
        <w:t>2.025e0</w:t>
      </w:r>
    </w:p>
    <w:p w:rsidR="00557788" w:rsidRDefault="00557788" w:rsidP="00557788">
      <w:r>
        <w:t>307.9531</w:t>
      </w:r>
      <w:r>
        <w:tab/>
        <w:t>2.025e0</w:t>
      </w:r>
    </w:p>
    <w:p w:rsidR="00557788" w:rsidRDefault="00557788" w:rsidP="00557788">
      <w:r>
        <w:t>307.9590</w:t>
      </w:r>
      <w:r>
        <w:tab/>
        <w:t>6.076e0</w:t>
      </w:r>
    </w:p>
    <w:p w:rsidR="00557788" w:rsidRDefault="00557788" w:rsidP="00557788">
      <w:r>
        <w:lastRenderedPageBreak/>
        <w:t>307.9752</w:t>
      </w:r>
      <w:r>
        <w:tab/>
        <w:t>2.093e0</w:t>
      </w:r>
    </w:p>
    <w:p w:rsidR="00557788" w:rsidRDefault="00557788" w:rsidP="00557788">
      <w:r>
        <w:t>307.9931</w:t>
      </w:r>
      <w:r>
        <w:tab/>
        <w:t>1.038e0</w:t>
      </w:r>
    </w:p>
    <w:p w:rsidR="00557788" w:rsidRDefault="00557788" w:rsidP="00557788">
      <w:r>
        <w:t>308.0112</w:t>
      </w:r>
      <w:r>
        <w:tab/>
        <w:t>3.421e0</w:t>
      </w:r>
    </w:p>
    <w:p w:rsidR="00557788" w:rsidRDefault="00557788" w:rsidP="00557788">
      <w:r>
        <w:t>308.0314</w:t>
      </w:r>
      <w:r>
        <w:tab/>
        <w:t>9.699e0</w:t>
      </w:r>
    </w:p>
    <w:p w:rsidR="00557788" w:rsidRDefault="00557788" w:rsidP="00557788">
      <w:r>
        <w:t>308.0327</w:t>
      </w:r>
      <w:r>
        <w:tab/>
        <w:t>1.336e0</w:t>
      </w:r>
    </w:p>
    <w:p w:rsidR="00557788" w:rsidRDefault="00557788" w:rsidP="00557788">
      <w:r>
        <w:t>308.0387</w:t>
      </w:r>
      <w:r>
        <w:tab/>
        <w:t>2.904e0</w:t>
      </w:r>
    </w:p>
    <w:p w:rsidR="00557788" w:rsidRDefault="00557788" w:rsidP="00557788">
      <w:r>
        <w:t>308.0412</w:t>
      </w:r>
      <w:r>
        <w:tab/>
        <w:t>6.880e-1</w:t>
      </w:r>
    </w:p>
    <w:p w:rsidR="00557788" w:rsidRDefault="00557788" w:rsidP="00557788">
      <w:r>
        <w:t>308.0769</w:t>
      </w:r>
      <w:r>
        <w:tab/>
        <w:t>5.864e0</w:t>
      </w:r>
    </w:p>
    <w:p w:rsidR="00557788" w:rsidRDefault="00557788" w:rsidP="00557788">
      <w:r>
        <w:t>308.0854</w:t>
      </w:r>
      <w:r>
        <w:tab/>
        <w:t>3.245e0</w:t>
      </w:r>
    </w:p>
    <w:p w:rsidR="00557788" w:rsidRDefault="00557788" w:rsidP="00557788">
      <w:r>
        <w:t>308.1106</w:t>
      </w:r>
      <w:r>
        <w:tab/>
        <w:t>1.519e0</w:t>
      </w:r>
    </w:p>
    <w:p w:rsidR="00557788" w:rsidRDefault="00557788" w:rsidP="00557788">
      <w:r>
        <w:t>308.1456</w:t>
      </w:r>
      <w:r>
        <w:tab/>
        <w:t>1.331e0</w:t>
      </w:r>
    </w:p>
    <w:p w:rsidR="00557788" w:rsidRDefault="00557788" w:rsidP="00557788">
      <w:r>
        <w:t>308.1487</w:t>
      </w:r>
      <w:r>
        <w:tab/>
        <w:t>3.381e0</w:t>
      </w:r>
    </w:p>
    <w:p w:rsidR="00557788" w:rsidRDefault="00557788" w:rsidP="00557788">
      <w:r>
        <w:t>308.1612</w:t>
      </w:r>
      <w:r>
        <w:tab/>
        <w:t>5.072e0</w:t>
      </w:r>
    </w:p>
    <w:p w:rsidR="00557788" w:rsidRDefault="00557788" w:rsidP="00557788">
      <w:r>
        <w:t>308.1715</w:t>
      </w:r>
      <w:r>
        <w:tab/>
        <w:t>1.370e0</w:t>
      </w:r>
    </w:p>
    <w:p w:rsidR="00557788" w:rsidRDefault="00557788" w:rsidP="00557788">
      <w:r>
        <w:t>308.1954</w:t>
      </w:r>
      <w:r>
        <w:tab/>
        <w:t>2.846e-1</w:t>
      </w:r>
    </w:p>
    <w:p w:rsidR="00557788" w:rsidRDefault="00557788" w:rsidP="00557788">
      <w:r>
        <w:t>308.2042</w:t>
      </w:r>
      <w:r>
        <w:tab/>
        <w:t>1.475e0</w:t>
      </w:r>
    </w:p>
    <w:p w:rsidR="00557788" w:rsidRDefault="00557788" w:rsidP="00557788">
      <w:r>
        <w:t>308.2055</w:t>
      </w:r>
      <w:r>
        <w:tab/>
        <w:t>2.415e0</w:t>
      </w:r>
    </w:p>
    <w:p w:rsidR="00557788" w:rsidRDefault="00557788" w:rsidP="00557788">
      <w:r>
        <w:t>308.2182</w:t>
      </w:r>
      <w:r>
        <w:tab/>
        <w:t>1.319e0</w:t>
      </w:r>
    </w:p>
    <w:p w:rsidR="00557788" w:rsidRDefault="00557788" w:rsidP="00557788">
      <w:r>
        <w:t>308.2210</w:t>
      </w:r>
      <w:r>
        <w:tab/>
        <w:t>3.250e0</w:t>
      </w:r>
    </w:p>
    <w:p w:rsidR="00557788" w:rsidRDefault="00557788" w:rsidP="00557788">
      <w:r>
        <w:lastRenderedPageBreak/>
        <w:t>308.2496</w:t>
      </w:r>
      <w:r>
        <w:tab/>
        <w:t>4.625e0</w:t>
      </w:r>
    </w:p>
    <w:p w:rsidR="00557788" w:rsidRDefault="00557788" w:rsidP="00557788">
      <w:r>
        <w:t>308.2621</w:t>
      </w:r>
      <w:r>
        <w:tab/>
        <w:t>4.446e0</w:t>
      </w:r>
    </w:p>
    <w:p w:rsidR="00557788" w:rsidRDefault="00557788" w:rsidP="00557788">
      <w:r>
        <w:t>308.2648</w:t>
      </w:r>
      <w:r>
        <w:tab/>
        <w:t>1.320e0</w:t>
      </w:r>
    </w:p>
    <w:p w:rsidR="00557788" w:rsidRDefault="00557788" w:rsidP="00557788">
      <w:r>
        <w:t>308.2684</w:t>
      </w:r>
      <w:r>
        <w:tab/>
        <w:t>1.403e0</w:t>
      </w:r>
    </w:p>
    <w:p w:rsidR="00557788" w:rsidRDefault="00557788" w:rsidP="00557788">
      <w:r>
        <w:t>308.2748</w:t>
      </w:r>
      <w:r>
        <w:tab/>
        <w:t>4.350e0</w:t>
      </w:r>
    </w:p>
    <w:p w:rsidR="00557788" w:rsidRDefault="00557788" w:rsidP="00557788">
      <w:r>
        <w:t>308.2840</w:t>
      </w:r>
      <w:r>
        <w:tab/>
        <w:t>1.365e0</w:t>
      </w:r>
    </w:p>
    <w:p w:rsidR="00557788" w:rsidRDefault="00557788" w:rsidP="00557788">
      <w:r>
        <w:t>308.3036</w:t>
      </w:r>
      <w:r>
        <w:tab/>
        <w:t>2.437e0</w:t>
      </w:r>
    </w:p>
    <w:p w:rsidR="00557788" w:rsidRDefault="00557788" w:rsidP="00557788">
      <w:r>
        <w:t>308.3071</w:t>
      </w:r>
      <w:r>
        <w:tab/>
        <w:t>4.486e0</w:t>
      </w:r>
    </w:p>
    <w:p w:rsidR="00557788" w:rsidRDefault="00557788" w:rsidP="00557788">
      <w:r>
        <w:t>308.3108</w:t>
      </w:r>
      <w:r>
        <w:tab/>
        <w:t>6.747e0</w:t>
      </w:r>
    </w:p>
    <w:p w:rsidR="00557788" w:rsidRDefault="00557788" w:rsidP="00557788">
      <w:r>
        <w:t>308.3141</w:t>
      </w:r>
      <w:r>
        <w:tab/>
        <w:t>4.056e0</w:t>
      </w:r>
    </w:p>
    <w:p w:rsidR="00557788" w:rsidRDefault="00557788" w:rsidP="00557788">
      <w:r>
        <w:t>308.3454</w:t>
      </w:r>
      <w:r>
        <w:tab/>
        <w:t>1.013e0</w:t>
      </w:r>
    </w:p>
    <w:p w:rsidR="00557788" w:rsidRDefault="00557788" w:rsidP="00557788">
      <w:r>
        <w:t>308.3465</w:t>
      </w:r>
      <w:r>
        <w:tab/>
        <w:t>1.783e0</w:t>
      </w:r>
    </w:p>
    <w:p w:rsidR="00557788" w:rsidRDefault="00557788" w:rsidP="00557788">
      <w:r>
        <w:t>308.3615</w:t>
      </w:r>
      <w:r>
        <w:tab/>
        <w:t>1.266e-2</w:t>
      </w:r>
    </w:p>
    <w:p w:rsidR="00557788" w:rsidRDefault="00557788" w:rsidP="00557788">
      <w:r>
        <w:t>308.3795</w:t>
      </w:r>
      <w:r>
        <w:tab/>
        <w:t>2.025e0</w:t>
      </w:r>
    </w:p>
    <w:p w:rsidR="00557788" w:rsidRDefault="00557788" w:rsidP="00557788">
      <w:r>
        <w:t>308.3836</w:t>
      </w:r>
      <w:r>
        <w:tab/>
        <w:t>3.038e0</w:t>
      </w:r>
    </w:p>
    <w:p w:rsidR="00557788" w:rsidRDefault="00557788" w:rsidP="00557788">
      <w:r>
        <w:t>308.3953</w:t>
      </w:r>
      <w:r>
        <w:tab/>
        <w:t>3.038e0</w:t>
      </w:r>
    </w:p>
    <w:p w:rsidR="00557788" w:rsidRDefault="00557788" w:rsidP="00557788">
      <w:r>
        <w:t>308.4008</w:t>
      </w:r>
      <w:r>
        <w:tab/>
        <w:t>2.025e0</w:t>
      </w:r>
    </w:p>
    <w:p w:rsidR="00557788" w:rsidRDefault="00557788" w:rsidP="00557788">
      <w:r>
        <w:t>308.4131</w:t>
      </w:r>
      <w:r>
        <w:tab/>
        <w:t>2.025e0</w:t>
      </w:r>
    </w:p>
    <w:p w:rsidR="00557788" w:rsidRDefault="00557788" w:rsidP="00557788">
      <w:r>
        <w:t>308.4339</w:t>
      </w:r>
      <w:r>
        <w:tab/>
        <w:t>3.038e0</w:t>
      </w:r>
    </w:p>
    <w:p w:rsidR="00557788" w:rsidRDefault="00557788" w:rsidP="00557788">
      <w:r>
        <w:lastRenderedPageBreak/>
        <w:t>308.4400</w:t>
      </w:r>
      <w:r>
        <w:tab/>
        <w:t>1.013e0</w:t>
      </w:r>
    </w:p>
    <w:p w:rsidR="00557788" w:rsidRDefault="00557788" w:rsidP="00557788">
      <w:r>
        <w:t>308.4414</w:t>
      </w:r>
      <w:r>
        <w:tab/>
        <w:t>4.051e0</w:t>
      </w:r>
    </w:p>
    <w:p w:rsidR="00557788" w:rsidRDefault="00557788" w:rsidP="00557788">
      <w:r>
        <w:t>308.4494</w:t>
      </w:r>
      <w:r>
        <w:tab/>
        <w:t>1.266e-2</w:t>
      </w:r>
    </w:p>
    <w:p w:rsidR="00557788" w:rsidRDefault="00557788" w:rsidP="00557788">
      <w:r>
        <w:t>308.4774</w:t>
      </w:r>
      <w:r>
        <w:tab/>
        <w:t>1.025e0</w:t>
      </w:r>
    </w:p>
    <w:p w:rsidR="00557788" w:rsidRDefault="00557788" w:rsidP="00557788">
      <w:r>
        <w:t>308.4794</w:t>
      </w:r>
      <w:r>
        <w:tab/>
        <w:t>2.025e0</w:t>
      </w:r>
    </w:p>
    <w:p w:rsidR="00557788" w:rsidRDefault="00557788" w:rsidP="00557788">
      <w:r>
        <w:t>308.4849</w:t>
      </w:r>
      <w:r>
        <w:tab/>
        <w:t>4.051e0</w:t>
      </w:r>
    </w:p>
    <w:p w:rsidR="00557788" w:rsidRDefault="00557788" w:rsidP="00557788">
      <w:r>
        <w:t>308.5135</w:t>
      </w:r>
      <w:r>
        <w:tab/>
        <w:t>2.025e0</w:t>
      </w:r>
    </w:p>
    <w:p w:rsidR="00557788" w:rsidRDefault="00557788" w:rsidP="00557788">
      <w:r>
        <w:t>308.5295</w:t>
      </w:r>
      <w:r>
        <w:tab/>
        <w:t>1.266e-2</w:t>
      </w:r>
    </w:p>
    <w:p w:rsidR="00557788" w:rsidRDefault="00557788" w:rsidP="00557788">
      <w:r>
        <w:t>308.5394</w:t>
      </w:r>
      <w:r>
        <w:tab/>
        <w:t>2.025e0</w:t>
      </w:r>
    </w:p>
    <w:p w:rsidR="00557788" w:rsidRDefault="00557788" w:rsidP="00557788">
      <w:r>
        <w:t>308.5424</w:t>
      </w:r>
      <w:r>
        <w:tab/>
        <w:t>2.377e0</w:t>
      </w:r>
    </w:p>
    <w:p w:rsidR="00557788" w:rsidRDefault="00557788" w:rsidP="00557788">
      <w:r>
        <w:t>308.5575</w:t>
      </w:r>
      <w:r>
        <w:tab/>
        <w:t>1.013e0</w:t>
      </w:r>
    </w:p>
    <w:p w:rsidR="00557788" w:rsidRDefault="00557788" w:rsidP="00557788">
      <w:r>
        <w:t>308.5615</w:t>
      </w:r>
      <w:r>
        <w:tab/>
        <w:t>1.013e0</w:t>
      </w:r>
    </w:p>
    <w:p w:rsidR="00557788" w:rsidRDefault="00557788" w:rsidP="00557788">
      <w:r>
        <w:t>308.5799</w:t>
      </w:r>
      <w:r>
        <w:tab/>
        <w:t>2.532e-2</w:t>
      </w:r>
    </w:p>
    <w:p w:rsidR="00557788" w:rsidRDefault="00557788" w:rsidP="00557788">
      <w:r>
        <w:t>308.5851</w:t>
      </w:r>
      <w:r>
        <w:tab/>
        <w:t>3.038e0</w:t>
      </w:r>
    </w:p>
    <w:p w:rsidR="00557788" w:rsidRDefault="00557788" w:rsidP="00557788">
      <w:r>
        <w:t>308.5976</w:t>
      </w:r>
      <w:r>
        <w:tab/>
        <w:t>2.025e0</w:t>
      </w:r>
    </w:p>
    <w:p w:rsidR="00557788" w:rsidRDefault="00557788" w:rsidP="00557788">
      <w:r>
        <w:t>308.6175</w:t>
      </w:r>
      <w:r>
        <w:tab/>
        <w:t>1.013e0</w:t>
      </w:r>
    </w:p>
    <w:p w:rsidR="00557788" w:rsidRDefault="00557788" w:rsidP="00557788">
      <w:r>
        <w:t>308.6339</w:t>
      </w:r>
      <w:r>
        <w:tab/>
        <w:t>3.038e0</w:t>
      </w:r>
    </w:p>
    <w:p w:rsidR="00557788" w:rsidRDefault="00557788" w:rsidP="00557788">
      <w:r>
        <w:t>308.6359</w:t>
      </w:r>
      <w:r>
        <w:tab/>
        <w:t>2.025e0</w:t>
      </w:r>
    </w:p>
    <w:p w:rsidR="00557788" w:rsidRDefault="00557788" w:rsidP="00557788">
      <w:r>
        <w:t>308.6408</w:t>
      </w:r>
      <w:r>
        <w:tab/>
        <w:t>3.038e0</w:t>
      </w:r>
    </w:p>
    <w:p w:rsidR="00557788" w:rsidRDefault="00557788" w:rsidP="00557788">
      <w:r>
        <w:lastRenderedPageBreak/>
        <w:t>308.6544</w:t>
      </w:r>
      <w:r>
        <w:tab/>
        <w:t>2.025e0</w:t>
      </w:r>
    </w:p>
    <w:p w:rsidR="00557788" w:rsidRDefault="00557788" w:rsidP="00557788">
      <w:r>
        <w:t>308.6639</w:t>
      </w:r>
      <w:r>
        <w:tab/>
        <w:t>1.013e0</w:t>
      </w:r>
    </w:p>
    <w:p w:rsidR="00557788" w:rsidRDefault="00557788" w:rsidP="00557788">
      <w:r>
        <w:t>308.6655</w:t>
      </w:r>
      <w:r>
        <w:tab/>
        <w:t>5.063e-2</w:t>
      </w:r>
    </w:p>
    <w:p w:rsidR="00557788" w:rsidRDefault="00557788" w:rsidP="00557788">
      <w:r>
        <w:t>308.6695</w:t>
      </w:r>
      <w:r>
        <w:tab/>
        <w:t>1.013e0</w:t>
      </w:r>
    </w:p>
    <w:p w:rsidR="00557788" w:rsidRDefault="00557788" w:rsidP="00557788">
      <w:r>
        <w:t>308.6757</w:t>
      </w:r>
      <w:r>
        <w:tab/>
        <w:t>2.025e0</w:t>
      </w:r>
    </w:p>
    <w:p w:rsidR="00557788" w:rsidRDefault="00557788" w:rsidP="00557788">
      <w:r>
        <w:t>308.6806</w:t>
      </w:r>
      <w:r>
        <w:tab/>
        <w:t>2.025e0</w:t>
      </w:r>
    </w:p>
    <w:p w:rsidR="00557788" w:rsidRDefault="00557788" w:rsidP="00557788">
      <w:r>
        <w:t>308.6817</w:t>
      </w:r>
      <w:r>
        <w:tab/>
        <w:t>1.013e0</w:t>
      </w:r>
    </w:p>
    <w:p w:rsidR="00557788" w:rsidRDefault="00557788" w:rsidP="00557788">
      <w:r>
        <w:t>308.6919</w:t>
      </w:r>
      <w:r>
        <w:tab/>
        <w:t>1.013e0</w:t>
      </w:r>
    </w:p>
    <w:p w:rsidR="00557788" w:rsidRDefault="00557788" w:rsidP="00557788">
      <w:r>
        <w:t>308.6975</w:t>
      </w:r>
      <w:r>
        <w:tab/>
        <w:t>1.013e0</w:t>
      </w:r>
    </w:p>
    <w:p w:rsidR="00557788" w:rsidRDefault="00557788" w:rsidP="00557788">
      <w:r>
        <w:t>308.7037</w:t>
      </w:r>
      <w:r>
        <w:tab/>
        <w:t>2.532e-2</w:t>
      </w:r>
    </w:p>
    <w:p w:rsidR="00557788" w:rsidRDefault="00557788" w:rsidP="00557788">
      <w:r>
        <w:t>308.7255</w:t>
      </w:r>
      <w:r>
        <w:tab/>
        <w:t>2.025e0</w:t>
      </w:r>
    </w:p>
    <w:p w:rsidR="00557788" w:rsidRDefault="00557788" w:rsidP="00557788">
      <w:r>
        <w:t>308.7479</w:t>
      </w:r>
      <w:r>
        <w:tab/>
        <w:t>1.013e0</w:t>
      </w:r>
    </w:p>
    <w:p w:rsidR="00557788" w:rsidRDefault="00557788" w:rsidP="00557788">
      <w:r>
        <w:t>308.7698</w:t>
      </w:r>
      <w:r>
        <w:tab/>
        <w:t>2.025e0</w:t>
      </w:r>
    </w:p>
    <w:p w:rsidR="00557788" w:rsidRDefault="00557788" w:rsidP="00557788">
      <w:r>
        <w:t>308.7759</w:t>
      </w:r>
      <w:r>
        <w:tab/>
        <w:t>1.013e0</w:t>
      </w:r>
    </w:p>
    <w:p w:rsidR="00557788" w:rsidRDefault="00557788" w:rsidP="00557788">
      <w:r>
        <w:t>308.7815</w:t>
      </w:r>
      <w:r>
        <w:tab/>
        <w:t>1.266e-2</w:t>
      </w:r>
    </w:p>
    <w:p w:rsidR="00557788" w:rsidRDefault="00557788" w:rsidP="00557788">
      <w:r>
        <w:t>308.7834</w:t>
      </w:r>
      <w:r>
        <w:tab/>
        <w:t>2.025e0</w:t>
      </w:r>
    </w:p>
    <w:p w:rsidR="00557788" w:rsidRDefault="00557788" w:rsidP="00557788">
      <w:r>
        <w:t>308.7983</w:t>
      </w:r>
      <w:r>
        <w:tab/>
        <w:t>1.013e0</w:t>
      </w:r>
    </w:p>
    <w:p w:rsidR="00557788" w:rsidRDefault="00557788" w:rsidP="00557788">
      <w:r>
        <w:t>308.8055</w:t>
      </w:r>
      <w:r>
        <w:tab/>
        <w:t>2.025e0</w:t>
      </w:r>
    </w:p>
    <w:p w:rsidR="00557788" w:rsidRDefault="00557788" w:rsidP="00557788">
      <w:r>
        <w:t>308.8098</w:t>
      </w:r>
      <w:r>
        <w:tab/>
        <w:t>2.025e0</w:t>
      </w:r>
    </w:p>
    <w:p w:rsidR="00557788" w:rsidRDefault="00557788" w:rsidP="00557788">
      <w:r>
        <w:lastRenderedPageBreak/>
        <w:t>308.8206</w:t>
      </w:r>
      <w:r>
        <w:tab/>
        <w:t>2.025e0</w:t>
      </w:r>
    </w:p>
    <w:p w:rsidR="00557788" w:rsidRDefault="00557788" w:rsidP="00557788">
      <w:r>
        <w:t>308.8498</w:t>
      </w:r>
      <w:r>
        <w:tab/>
        <w:t>3.038e0</w:t>
      </w:r>
    </w:p>
    <w:p w:rsidR="00557788" w:rsidRDefault="00557788" w:rsidP="00557788">
      <w:r>
        <w:t>308.8544</w:t>
      </w:r>
      <w:r>
        <w:tab/>
        <w:t>1.013e0</w:t>
      </w:r>
    </w:p>
    <w:p w:rsidR="00557788" w:rsidRDefault="00557788" w:rsidP="00557788">
      <w:r>
        <w:t>308.8600</w:t>
      </w:r>
      <w:r>
        <w:tab/>
        <w:t>2.025e0</w:t>
      </w:r>
    </w:p>
    <w:p w:rsidR="00557788" w:rsidRDefault="00557788" w:rsidP="00557788">
      <w:r>
        <w:t>308.8656</w:t>
      </w:r>
      <w:r>
        <w:tab/>
        <w:t>1.266e-2</w:t>
      </w:r>
    </w:p>
    <w:p w:rsidR="00557788" w:rsidRDefault="00557788" w:rsidP="00557788">
      <w:r>
        <w:t>308.8805</w:t>
      </w:r>
      <w:r>
        <w:tab/>
        <w:t>2.025e0</w:t>
      </w:r>
    </w:p>
    <w:p w:rsidR="00557788" w:rsidRDefault="00557788" w:rsidP="00557788">
      <w:r>
        <w:t>308.8880</w:t>
      </w:r>
      <w:r>
        <w:tab/>
        <w:t>1.013e0</w:t>
      </w:r>
    </w:p>
    <w:p w:rsidR="00557788" w:rsidRDefault="00557788" w:rsidP="00557788">
      <w:r>
        <w:t>308.8904</w:t>
      </w:r>
      <w:r>
        <w:tab/>
        <w:t>2.025e0</w:t>
      </w:r>
    </w:p>
    <w:p w:rsidR="00557788" w:rsidRDefault="00557788" w:rsidP="00557788">
      <w:r>
        <w:t>308.9019</w:t>
      </w:r>
      <w:r>
        <w:tab/>
        <w:t>2.025e0</w:t>
      </w:r>
    </w:p>
    <w:p w:rsidR="00557788" w:rsidRDefault="00557788" w:rsidP="00557788">
      <w:r>
        <w:t>308.9059</w:t>
      </w:r>
      <w:r>
        <w:tab/>
        <w:t>1.266e-2</w:t>
      </w:r>
    </w:p>
    <w:p w:rsidR="00557788" w:rsidRDefault="00557788" w:rsidP="00557788">
      <w:r>
        <w:t>308.9178</w:t>
      </w:r>
      <w:r>
        <w:tab/>
        <w:t>1.038e0</w:t>
      </w:r>
    </w:p>
    <w:p w:rsidR="00557788" w:rsidRDefault="00557788" w:rsidP="00557788">
      <w:r>
        <w:t>308.9205</w:t>
      </w:r>
      <w:r>
        <w:tab/>
        <w:t>4.051e0</w:t>
      </w:r>
    </w:p>
    <w:p w:rsidR="00557788" w:rsidRDefault="00557788" w:rsidP="00557788">
      <w:r>
        <w:t>308.9258</w:t>
      </w:r>
      <w:r>
        <w:tab/>
        <w:t>1.013e0</w:t>
      </w:r>
    </w:p>
    <w:p w:rsidR="00557788" w:rsidRDefault="00557788" w:rsidP="00557788">
      <w:r>
        <w:t>308.9499</w:t>
      </w:r>
      <w:r>
        <w:tab/>
        <w:t>2.038e0</w:t>
      </w:r>
    </w:p>
    <w:p w:rsidR="00557788" w:rsidRDefault="00557788" w:rsidP="00557788">
      <w:r>
        <w:t>308.9638</w:t>
      </w:r>
      <w:r>
        <w:tab/>
        <w:t>8.946e0</w:t>
      </w:r>
    </w:p>
    <w:p w:rsidR="00557788" w:rsidRDefault="00557788" w:rsidP="00557788">
      <w:r>
        <w:t>308.9733</w:t>
      </w:r>
      <w:r>
        <w:tab/>
        <w:t>1.038e0</w:t>
      </w:r>
    </w:p>
    <w:p w:rsidR="00557788" w:rsidRDefault="00557788" w:rsidP="00557788">
      <w:r>
        <w:t>308.9747</w:t>
      </w:r>
      <w:r>
        <w:tab/>
        <w:t>3.931e0</w:t>
      </w:r>
    </w:p>
    <w:p w:rsidR="00557788" w:rsidRDefault="00557788" w:rsidP="00557788">
      <w:r>
        <w:t>308.9764</w:t>
      </w:r>
      <w:r>
        <w:tab/>
        <w:t>2.025e0</w:t>
      </w:r>
    </w:p>
    <w:p w:rsidR="00557788" w:rsidRDefault="00557788" w:rsidP="00557788">
      <w:r>
        <w:t>309.0001</w:t>
      </w:r>
      <w:r>
        <w:tab/>
        <w:t>1.013e0</w:t>
      </w:r>
    </w:p>
    <w:p w:rsidR="00557788" w:rsidRDefault="00557788" w:rsidP="00557788">
      <w:r>
        <w:lastRenderedPageBreak/>
        <w:t>309.0120</w:t>
      </w:r>
      <w:r>
        <w:tab/>
        <w:t>2.025e0</w:t>
      </w:r>
    </w:p>
    <w:p w:rsidR="00557788" w:rsidRDefault="00557788" w:rsidP="00557788">
      <w:r>
        <w:t>309.0281</w:t>
      </w:r>
      <w:r>
        <w:tab/>
        <w:t>1.316e0</w:t>
      </w:r>
    </w:p>
    <w:p w:rsidR="00557788" w:rsidRDefault="00557788" w:rsidP="00557788">
      <w:r>
        <w:t>309.0491</w:t>
      </w:r>
      <w:r>
        <w:tab/>
        <w:t>2.275e0</w:t>
      </w:r>
    </w:p>
    <w:p w:rsidR="00557788" w:rsidRDefault="00557788" w:rsidP="00557788">
      <w:r>
        <w:t>309.0730</w:t>
      </w:r>
      <w:r>
        <w:tab/>
        <w:t>2.238e0</w:t>
      </w:r>
    </w:p>
    <w:p w:rsidR="00557788" w:rsidRDefault="00557788" w:rsidP="00557788">
      <w:r>
        <w:t>309.0749</w:t>
      </w:r>
      <w:r>
        <w:tab/>
        <w:t>5.149e0</w:t>
      </w:r>
    </w:p>
    <w:p w:rsidR="00557788" w:rsidRDefault="00557788" w:rsidP="00557788">
      <w:r>
        <w:t>309.0773</w:t>
      </w:r>
      <w:r>
        <w:tab/>
        <w:t>3.864e0</w:t>
      </w:r>
    </w:p>
    <w:p w:rsidR="00557788" w:rsidRDefault="00557788" w:rsidP="00557788">
      <w:r>
        <w:t>309.0793</w:t>
      </w:r>
      <w:r>
        <w:tab/>
        <w:t>2.050e0</w:t>
      </w:r>
    </w:p>
    <w:p w:rsidR="00557788" w:rsidRDefault="00557788" w:rsidP="00557788">
      <w:r>
        <w:t>309.0806</w:t>
      </w:r>
      <w:r>
        <w:tab/>
        <w:t>1.103e0</w:t>
      </w:r>
    </w:p>
    <w:p w:rsidR="00557788" w:rsidRDefault="00557788" w:rsidP="00557788">
      <w:r>
        <w:t>309.0970</w:t>
      </w:r>
      <w:r>
        <w:tab/>
        <w:t>3.894e0</w:t>
      </w:r>
    </w:p>
    <w:p w:rsidR="00557788" w:rsidRDefault="00557788" w:rsidP="00557788">
      <w:r>
        <w:t>309.1269</w:t>
      </w:r>
      <w:r>
        <w:tab/>
        <w:t>6.509e0</w:t>
      </w:r>
    </w:p>
    <w:p w:rsidR="00557788" w:rsidRDefault="00557788" w:rsidP="00557788">
      <w:r>
        <w:t>309.1403</w:t>
      </w:r>
      <w:r>
        <w:tab/>
        <w:t>2.050e0</w:t>
      </w:r>
    </w:p>
    <w:p w:rsidR="00557788" w:rsidRDefault="00557788" w:rsidP="00557788">
      <w:r>
        <w:t>309.1480</w:t>
      </w:r>
      <w:r>
        <w:tab/>
        <w:t>1.127e0</w:t>
      </w:r>
    </w:p>
    <w:p w:rsidR="00557788" w:rsidRDefault="00557788" w:rsidP="00557788">
      <w:r>
        <w:t>309.1600</w:t>
      </w:r>
      <w:r>
        <w:tab/>
        <w:t>1.944e0</w:t>
      </w:r>
    </w:p>
    <w:p w:rsidR="00557788" w:rsidRDefault="00557788" w:rsidP="00557788">
      <w:r>
        <w:t>309.1664</w:t>
      </w:r>
      <w:r>
        <w:tab/>
        <w:t>6.159e-1</w:t>
      </w:r>
    </w:p>
    <w:p w:rsidR="00557788" w:rsidRDefault="00557788" w:rsidP="00557788">
      <w:r>
        <w:t>309.1836</w:t>
      </w:r>
      <w:r>
        <w:tab/>
        <w:t>2.323e0</w:t>
      </w:r>
    </w:p>
    <w:p w:rsidR="00557788" w:rsidRDefault="00557788" w:rsidP="00557788">
      <w:r>
        <w:t>309.1866</w:t>
      </w:r>
      <w:r>
        <w:tab/>
        <w:t>3.662e0</w:t>
      </w:r>
    </w:p>
    <w:p w:rsidR="00557788" w:rsidRDefault="00557788" w:rsidP="00557788">
      <w:r>
        <w:t>309.1941</w:t>
      </w:r>
      <w:r>
        <w:tab/>
        <w:t>1.663e0</w:t>
      </w:r>
    </w:p>
    <w:p w:rsidR="00557788" w:rsidRDefault="00557788" w:rsidP="00557788">
      <w:r>
        <w:t>309.2162</w:t>
      </w:r>
      <w:r>
        <w:tab/>
        <w:t>5.434e0</w:t>
      </w:r>
    </w:p>
    <w:p w:rsidR="00557788" w:rsidRDefault="00557788" w:rsidP="00557788">
      <w:r>
        <w:t>309.2408</w:t>
      </w:r>
      <w:r>
        <w:tab/>
        <w:t>2.596e-1</w:t>
      </w:r>
    </w:p>
    <w:p w:rsidR="00557788" w:rsidRDefault="00557788" w:rsidP="00557788">
      <w:r>
        <w:lastRenderedPageBreak/>
        <w:t>309.2534</w:t>
      </w:r>
      <w:r>
        <w:tab/>
        <w:t>4.260e0</w:t>
      </w:r>
    </w:p>
    <w:p w:rsidR="00557788" w:rsidRDefault="00557788" w:rsidP="00557788">
      <w:r>
        <w:t>309.2566</w:t>
      </w:r>
      <w:r>
        <w:tab/>
        <w:t>3.911e0</w:t>
      </w:r>
    </w:p>
    <w:p w:rsidR="00557788" w:rsidRDefault="00557788" w:rsidP="00557788">
      <w:r>
        <w:t>309.2832</w:t>
      </w:r>
      <w:r>
        <w:tab/>
        <w:t>6.601e0</w:t>
      </w:r>
    </w:p>
    <w:p w:rsidR="00557788" w:rsidRDefault="00557788" w:rsidP="00557788">
      <w:r>
        <w:t>309.2900</w:t>
      </w:r>
      <w:r>
        <w:tab/>
        <w:t>1.539e0</w:t>
      </w:r>
    </w:p>
    <w:p w:rsidR="00557788" w:rsidRDefault="00557788" w:rsidP="00557788">
      <w:r>
        <w:t>309.3018</w:t>
      </w:r>
      <w:r>
        <w:tab/>
        <w:t>2.871e0</w:t>
      </w:r>
    </w:p>
    <w:p w:rsidR="00557788" w:rsidRDefault="00557788" w:rsidP="00557788">
      <w:r>
        <w:t>309.3223</w:t>
      </w:r>
      <w:r>
        <w:tab/>
        <w:t>2.737e0</w:t>
      </w:r>
    </w:p>
    <w:p w:rsidR="00557788" w:rsidRDefault="00557788" w:rsidP="00557788">
      <w:r>
        <w:t>309.3310</w:t>
      </w:r>
      <w:r>
        <w:tab/>
        <w:t>1.013e0</w:t>
      </w:r>
    </w:p>
    <w:p w:rsidR="00557788" w:rsidRDefault="00557788" w:rsidP="00557788">
      <w:r>
        <w:t>309.3440</w:t>
      </w:r>
      <w:r>
        <w:tab/>
        <w:t>2.025e0</w:t>
      </w:r>
    </w:p>
    <w:p w:rsidR="00557788" w:rsidRDefault="00557788" w:rsidP="00557788">
      <w:r>
        <w:t>309.3461</w:t>
      </w:r>
      <w:r>
        <w:tab/>
        <w:t>2.025e0</w:t>
      </w:r>
    </w:p>
    <w:p w:rsidR="00557788" w:rsidRDefault="00557788" w:rsidP="00557788">
      <w:r>
        <w:t>309.3679</w:t>
      </w:r>
      <w:r>
        <w:tab/>
        <w:t>2.025e0</w:t>
      </w:r>
    </w:p>
    <w:p w:rsidR="00557788" w:rsidRDefault="00557788" w:rsidP="00557788">
      <w:r>
        <w:t>309.3831</w:t>
      </w:r>
      <w:r>
        <w:tab/>
        <w:t>2.532e-2</w:t>
      </w:r>
    </w:p>
    <w:p w:rsidR="00557788" w:rsidRDefault="00557788" w:rsidP="00557788">
      <w:r>
        <w:t>309.3887</w:t>
      </w:r>
      <w:r>
        <w:tab/>
        <w:t>2.025e0</w:t>
      </w:r>
    </w:p>
    <w:p w:rsidR="00557788" w:rsidRDefault="00557788" w:rsidP="00557788">
      <w:r>
        <w:t>309.4066</w:t>
      </w:r>
      <w:r>
        <w:tab/>
        <w:t>3.038e0</w:t>
      </w:r>
    </w:p>
    <w:p w:rsidR="00557788" w:rsidRDefault="00557788" w:rsidP="00557788">
      <w:r>
        <w:t>309.4084</w:t>
      </w:r>
      <w:r>
        <w:tab/>
        <w:t>2.025e0</w:t>
      </w:r>
    </w:p>
    <w:p w:rsidR="00557788" w:rsidRDefault="00557788" w:rsidP="00557788">
      <w:r>
        <w:t>309.4152</w:t>
      </w:r>
      <w:r>
        <w:tab/>
        <w:t>1.266e-2</w:t>
      </w:r>
    </w:p>
    <w:p w:rsidR="00557788" w:rsidRDefault="00557788" w:rsidP="00557788">
      <w:r>
        <w:t>309.4413</w:t>
      </w:r>
      <w:r>
        <w:tab/>
        <w:t>2.025e0</w:t>
      </w:r>
    </w:p>
    <w:p w:rsidR="00557788" w:rsidRDefault="00557788" w:rsidP="00557788">
      <w:r>
        <w:t>309.4432</w:t>
      </w:r>
      <w:r>
        <w:tab/>
        <w:t>2.038e0</w:t>
      </w:r>
    </w:p>
    <w:p w:rsidR="00557788" w:rsidRDefault="00557788" w:rsidP="00557788">
      <w:r>
        <w:t>309.4485</w:t>
      </w:r>
      <w:r>
        <w:tab/>
        <w:t>2.025e0</w:t>
      </w:r>
    </w:p>
    <w:p w:rsidR="00557788" w:rsidRDefault="00557788" w:rsidP="00557788">
      <w:r>
        <w:t>309.4644</w:t>
      </w:r>
      <w:r>
        <w:tab/>
        <w:t>3.038e0</w:t>
      </w:r>
    </w:p>
    <w:p w:rsidR="00557788" w:rsidRDefault="00557788" w:rsidP="00557788">
      <w:r>
        <w:lastRenderedPageBreak/>
        <w:t>309.4666</w:t>
      </w:r>
      <w:r>
        <w:tab/>
        <w:t>1.013e0</w:t>
      </w:r>
    </w:p>
    <w:p w:rsidR="00557788" w:rsidRDefault="00557788" w:rsidP="00557788">
      <w:r>
        <w:t>309.4743</w:t>
      </w:r>
      <w:r>
        <w:tab/>
        <w:t>2.025e0</w:t>
      </w:r>
    </w:p>
    <w:p w:rsidR="00557788" w:rsidRDefault="00557788" w:rsidP="00557788">
      <w:r>
        <w:t>309.4795</w:t>
      </w:r>
      <w:r>
        <w:tab/>
        <w:t>4.051e0</w:t>
      </w:r>
    </w:p>
    <w:p w:rsidR="00557788" w:rsidRDefault="00557788" w:rsidP="00557788">
      <w:r>
        <w:t>309.4825</w:t>
      </w:r>
      <w:r>
        <w:tab/>
        <w:t>3.797e-2</w:t>
      </w:r>
    </w:p>
    <w:p w:rsidR="00557788" w:rsidRDefault="00557788" w:rsidP="00557788">
      <w:r>
        <w:t>309.4842</w:t>
      </w:r>
      <w:r>
        <w:tab/>
        <w:t>2.025e0</w:t>
      </w:r>
    </w:p>
    <w:p w:rsidR="00557788" w:rsidRDefault="00557788" w:rsidP="00557788">
      <w:r>
        <w:t>309.4946</w:t>
      </w:r>
      <w:r>
        <w:tab/>
        <w:t>1.013e0</w:t>
      </w:r>
    </w:p>
    <w:p w:rsidR="00557788" w:rsidRDefault="00557788" w:rsidP="00557788">
      <w:r>
        <w:t>309.5273</w:t>
      </w:r>
      <w:r>
        <w:tab/>
        <w:t>3.038e0</w:t>
      </w:r>
    </w:p>
    <w:p w:rsidR="00557788" w:rsidRDefault="00557788" w:rsidP="00557788">
      <w:r>
        <w:t>309.5353</w:t>
      </w:r>
      <w:r>
        <w:tab/>
        <w:t>2.025e0</w:t>
      </w:r>
    </w:p>
    <w:p w:rsidR="00557788" w:rsidRDefault="00557788" w:rsidP="00557788">
      <w:r>
        <w:t>309.5467</w:t>
      </w:r>
      <w:r>
        <w:tab/>
        <w:t>1.025e0</w:t>
      </w:r>
    </w:p>
    <w:p w:rsidR="00557788" w:rsidRDefault="00557788" w:rsidP="00557788">
      <w:r>
        <w:t>309.5486</w:t>
      </w:r>
      <w:r>
        <w:tab/>
        <w:t>2.025e0</w:t>
      </w:r>
    </w:p>
    <w:p w:rsidR="00557788" w:rsidRDefault="00557788" w:rsidP="00557788">
      <w:r>
        <w:t>309.5607</w:t>
      </w:r>
      <w:r>
        <w:tab/>
        <w:t>3.051e0</w:t>
      </w:r>
    </w:p>
    <w:p w:rsidR="00557788" w:rsidRDefault="00557788" w:rsidP="00557788">
      <w:r>
        <w:t>309.5726</w:t>
      </w:r>
      <w:r>
        <w:tab/>
        <w:t>2.025e0</w:t>
      </w:r>
    </w:p>
    <w:p w:rsidR="00557788" w:rsidRDefault="00557788" w:rsidP="00557788">
      <w:r>
        <w:t>309.5779</w:t>
      </w:r>
      <w:r>
        <w:tab/>
        <w:t>1.025e0</w:t>
      </w:r>
    </w:p>
    <w:p w:rsidR="00557788" w:rsidRDefault="00557788" w:rsidP="00557788">
      <w:r>
        <w:t>309.5816</w:t>
      </w:r>
      <w:r>
        <w:tab/>
        <w:t>2.025e0</w:t>
      </w:r>
    </w:p>
    <w:p w:rsidR="00557788" w:rsidRDefault="00557788" w:rsidP="00557788">
      <w:r>
        <w:t>309.6028</w:t>
      </w:r>
      <w:r>
        <w:tab/>
        <w:t>1.013e0</w:t>
      </w:r>
    </w:p>
    <w:p w:rsidR="00557788" w:rsidRDefault="00557788" w:rsidP="00557788">
      <w:r>
        <w:t>309.6170</w:t>
      </w:r>
      <w:r>
        <w:tab/>
        <w:t>3.051e0</w:t>
      </w:r>
    </w:p>
    <w:p w:rsidR="00557788" w:rsidRDefault="00557788" w:rsidP="00557788">
      <w:r>
        <w:t>309.6409</w:t>
      </w:r>
      <w:r>
        <w:tab/>
        <w:t>2.025e0</w:t>
      </w:r>
    </w:p>
    <w:p w:rsidR="00557788" w:rsidRDefault="00557788" w:rsidP="00557788">
      <w:r>
        <w:t>309.6453</w:t>
      </w:r>
      <w:r>
        <w:tab/>
        <w:t>1.013e0</w:t>
      </w:r>
    </w:p>
    <w:p w:rsidR="00557788" w:rsidRDefault="00557788" w:rsidP="00557788">
      <w:r>
        <w:t>309.6675</w:t>
      </w:r>
      <w:r>
        <w:tab/>
        <w:t>3.038e0</w:t>
      </w:r>
    </w:p>
    <w:p w:rsidR="00557788" w:rsidRDefault="00557788" w:rsidP="00557788">
      <w:r>
        <w:lastRenderedPageBreak/>
        <w:t>309.6696</w:t>
      </w:r>
      <w:r>
        <w:tab/>
        <w:t>3.038e0</w:t>
      </w:r>
    </w:p>
    <w:p w:rsidR="00557788" w:rsidRDefault="00557788" w:rsidP="00557788">
      <w:r>
        <w:t>309.6708</w:t>
      </w:r>
      <w:r>
        <w:tab/>
        <w:t>2.051e0</w:t>
      </w:r>
    </w:p>
    <w:p w:rsidR="00557788" w:rsidRDefault="00557788" w:rsidP="00557788">
      <w:r>
        <w:t>309.6882</w:t>
      </w:r>
      <w:r>
        <w:tab/>
        <w:t>5.063e0</w:t>
      </w:r>
    </w:p>
    <w:p w:rsidR="00557788" w:rsidRDefault="00557788" w:rsidP="00557788">
      <w:r>
        <w:t>309.6939</w:t>
      </w:r>
      <w:r>
        <w:tab/>
        <w:t>2.025e0</w:t>
      </w:r>
    </w:p>
    <w:p w:rsidR="00557788" w:rsidRDefault="00557788" w:rsidP="00557788">
      <w:r>
        <w:t>309.7235</w:t>
      </w:r>
      <w:r>
        <w:tab/>
        <w:t>1.038e0</w:t>
      </w:r>
    </w:p>
    <w:p w:rsidR="00557788" w:rsidRDefault="00557788" w:rsidP="00557788">
      <w:r>
        <w:t>309.7270</w:t>
      </w:r>
      <w:r>
        <w:tab/>
        <w:t>2.025e0</w:t>
      </w:r>
    </w:p>
    <w:p w:rsidR="00557788" w:rsidRDefault="00557788" w:rsidP="00557788">
      <w:r>
        <w:t>309.7351</w:t>
      </w:r>
      <w:r>
        <w:tab/>
        <w:t>2.532e-2</w:t>
      </w:r>
    </w:p>
    <w:p w:rsidR="00557788" w:rsidRDefault="00557788" w:rsidP="00557788">
      <w:r>
        <w:t>309.7526</w:t>
      </w:r>
      <w:r>
        <w:tab/>
        <w:t>1.051e0</w:t>
      </w:r>
    </w:p>
    <w:p w:rsidR="00557788" w:rsidRDefault="00557788" w:rsidP="00557788">
      <w:r>
        <w:t>309.7750</w:t>
      </w:r>
      <w:r>
        <w:tab/>
        <w:t>3.797e-2</w:t>
      </w:r>
    </w:p>
    <w:p w:rsidR="00557788" w:rsidRDefault="00557788" w:rsidP="00557788">
      <w:r>
        <w:t>309.7867</w:t>
      </w:r>
      <w:r>
        <w:tab/>
        <w:t>2.025e0</w:t>
      </w:r>
    </w:p>
    <w:p w:rsidR="00557788" w:rsidRDefault="00557788" w:rsidP="00557788">
      <w:r>
        <w:t>309.8009</w:t>
      </w:r>
      <w:r>
        <w:tab/>
        <w:t>2.025e0</w:t>
      </w:r>
    </w:p>
    <w:p w:rsidR="00557788" w:rsidRDefault="00557788" w:rsidP="00557788">
      <w:r>
        <w:t>309.8039</w:t>
      </w:r>
      <w:r>
        <w:tab/>
        <w:t>1.038e0</w:t>
      </w:r>
    </w:p>
    <w:p w:rsidR="00557788" w:rsidRDefault="00557788" w:rsidP="00557788">
      <w:r>
        <w:t>309.8082</w:t>
      </w:r>
      <w:r>
        <w:tab/>
        <w:t>2.025e0</w:t>
      </w:r>
    </w:p>
    <w:p w:rsidR="00557788" w:rsidRDefault="00557788" w:rsidP="00557788">
      <w:r>
        <w:t>309.8286</w:t>
      </w:r>
      <w:r>
        <w:tab/>
        <w:t>3.038e0</w:t>
      </w:r>
    </w:p>
    <w:p w:rsidR="00557788" w:rsidRDefault="00557788" w:rsidP="00557788">
      <w:r>
        <w:t>309.8311</w:t>
      </w:r>
      <w:r>
        <w:tab/>
        <w:t>1.266e-2</w:t>
      </w:r>
    </w:p>
    <w:p w:rsidR="00557788" w:rsidRDefault="00557788" w:rsidP="00557788">
      <w:r>
        <w:t>309.8473</w:t>
      </w:r>
      <w:r>
        <w:tab/>
        <w:t>1.025e0</w:t>
      </w:r>
    </w:p>
    <w:p w:rsidR="00557788" w:rsidRDefault="00557788" w:rsidP="00557788">
      <w:r>
        <w:t>309.8511</w:t>
      </w:r>
      <w:r>
        <w:tab/>
        <w:t>1.013e0</w:t>
      </w:r>
    </w:p>
    <w:p w:rsidR="00557788" w:rsidRDefault="00557788" w:rsidP="00557788">
      <w:r>
        <w:t>309.8677</w:t>
      </w:r>
      <w:r>
        <w:tab/>
        <w:t>3.038e0</w:t>
      </w:r>
    </w:p>
    <w:p w:rsidR="00557788" w:rsidRDefault="00557788" w:rsidP="00557788">
      <w:r>
        <w:t>309.8755</w:t>
      </w:r>
      <w:r>
        <w:tab/>
        <w:t>2.038e0</w:t>
      </w:r>
    </w:p>
    <w:p w:rsidR="00557788" w:rsidRDefault="00557788" w:rsidP="00557788">
      <w:r>
        <w:lastRenderedPageBreak/>
        <w:t>309.8912</w:t>
      </w:r>
      <w:r>
        <w:tab/>
        <w:t>3.038e0</w:t>
      </w:r>
    </w:p>
    <w:p w:rsidR="00557788" w:rsidRDefault="00557788" w:rsidP="00557788">
      <w:r>
        <w:t>309.9150</w:t>
      </w:r>
      <w:r>
        <w:tab/>
        <w:t>4.051e0</w:t>
      </w:r>
    </w:p>
    <w:p w:rsidR="00557788" w:rsidRDefault="00557788" w:rsidP="00557788">
      <w:r>
        <w:t>309.9494</w:t>
      </w:r>
      <w:r>
        <w:tab/>
        <w:t>2.532e-2</w:t>
      </w:r>
    </w:p>
    <w:p w:rsidR="00557788" w:rsidRDefault="00557788" w:rsidP="00557788">
      <w:r>
        <w:t>309.9632</w:t>
      </w:r>
      <w:r>
        <w:tab/>
        <w:t>3.798e-2</w:t>
      </w:r>
    </w:p>
    <w:p w:rsidR="00557788" w:rsidRDefault="00557788" w:rsidP="00557788">
      <w:r>
        <w:t>309.9670</w:t>
      </w:r>
      <w:r>
        <w:tab/>
        <w:t>4.228e0</w:t>
      </w:r>
    </w:p>
    <w:p w:rsidR="00557788" w:rsidRDefault="00557788" w:rsidP="00557788">
      <w:r>
        <w:t>309.9702</w:t>
      </w:r>
      <w:r>
        <w:tab/>
        <w:t>6.810e0</w:t>
      </w:r>
    </w:p>
    <w:p w:rsidR="00557788" w:rsidRDefault="00557788" w:rsidP="00557788">
      <w:r>
        <w:t>309.9933</w:t>
      </w:r>
      <w:r>
        <w:tab/>
        <w:t>1.691e0</w:t>
      </w:r>
    </w:p>
    <w:p w:rsidR="00557788" w:rsidRDefault="00557788" w:rsidP="00557788">
      <w:r>
        <w:t>309.9990</w:t>
      </w:r>
      <w:r>
        <w:tab/>
        <w:t>3.537e0</w:t>
      </w:r>
    </w:p>
    <w:p w:rsidR="00557788" w:rsidRDefault="00557788" w:rsidP="00557788">
      <w:r>
        <w:t>310.0183</w:t>
      </w:r>
      <w:r>
        <w:tab/>
        <w:t>3.038e0</w:t>
      </w:r>
    </w:p>
    <w:p w:rsidR="00557788" w:rsidRDefault="00557788" w:rsidP="00557788">
      <w:r>
        <w:t>310.0194</w:t>
      </w:r>
      <w:r>
        <w:tab/>
        <w:t>1.309e0</w:t>
      </w:r>
    </w:p>
    <w:p w:rsidR="00557788" w:rsidRDefault="00557788" w:rsidP="00557788">
      <w:r>
        <w:t>310.0233</w:t>
      </w:r>
      <w:r>
        <w:tab/>
        <w:t>1.449e0</w:t>
      </w:r>
    </w:p>
    <w:p w:rsidR="00557788" w:rsidRDefault="00557788" w:rsidP="00557788">
      <w:r>
        <w:t>310.0448</w:t>
      </w:r>
      <w:r>
        <w:tab/>
        <w:t>2.119e0</w:t>
      </w:r>
    </w:p>
    <w:p w:rsidR="00557788" w:rsidRDefault="00557788" w:rsidP="00557788">
      <w:r>
        <w:t>310.0509</w:t>
      </w:r>
      <w:r>
        <w:tab/>
        <w:t>4.451e0</w:t>
      </w:r>
    </w:p>
    <w:p w:rsidR="00557788" w:rsidRDefault="00557788" w:rsidP="00557788">
      <w:r>
        <w:t>310.0540</w:t>
      </w:r>
      <w:r>
        <w:tab/>
        <w:t>1.873e0</w:t>
      </w:r>
    </w:p>
    <w:p w:rsidR="00557788" w:rsidRDefault="00557788" w:rsidP="00557788">
      <w:r>
        <w:t>310.0732</w:t>
      </w:r>
      <w:r>
        <w:tab/>
        <w:t>4.244e0</w:t>
      </w:r>
    </w:p>
    <w:p w:rsidR="00557788" w:rsidRDefault="00557788" w:rsidP="00557788">
      <w:r>
        <w:t>310.0746</w:t>
      </w:r>
      <w:r>
        <w:tab/>
        <w:t>3.674e0</w:t>
      </w:r>
    </w:p>
    <w:p w:rsidR="00557788" w:rsidRDefault="00557788" w:rsidP="00557788">
      <w:r>
        <w:t>310.0778</w:t>
      </w:r>
      <w:r>
        <w:tab/>
        <w:t>5.260e0</w:t>
      </w:r>
    </w:p>
    <w:p w:rsidR="00557788" w:rsidRDefault="00557788" w:rsidP="00557788">
      <w:r>
        <w:t>310.0836</w:t>
      </w:r>
      <w:r>
        <w:tab/>
        <w:t>1.491e-1</w:t>
      </w:r>
    </w:p>
    <w:p w:rsidR="00557788" w:rsidRDefault="00557788" w:rsidP="00557788">
      <w:r>
        <w:t>310.0880</w:t>
      </w:r>
      <w:r>
        <w:tab/>
        <w:t>1.345e0</w:t>
      </w:r>
    </w:p>
    <w:p w:rsidR="00557788" w:rsidRDefault="00557788" w:rsidP="00557788">
      <w:r>
        <w:lastRenderedPageBreak/>
        <w:t>310.1189</w:t>
      </w:r>
      <w:r>
        <w:tab/>
        <w:t>1.748e0</w:t>
      </w:r>
    </w:p>
    <w:p w:rsidR="00557788" w:rsidRDefault="00557788" w:rsidP="00557788">
      <w:r>
        <w:t>310.1234</w:t>
      </w:r>
      <w:r>
        <w:tab/>
        <w:t>2.790e0</w:t>
      </w:r>
    </w:p>
    <w:p w:rsidR="00557788" w:rsidRDefault="00557788" w:rsidP="00557788">
      <w:r>
        <w:t>310.1536</w:t>
      </w:r>
      <w:r>
        <w:tab/>
        <w:t>4.942e0</w:t>
      </w:r>
    </w:p>
    <w:p w:rsidR="00557788" w:rsidRDefault="00557788" w:rsidP="00557788">
      <w:r>
        <w:t>310.1678</w:t>
      </w:r>
      <w:r>
        <w:tab/>
        <w:t>5.097e0</w:t>
      </w:r>
    </w:p>
    <w:p w:rsidR="00557788" w:rsidRDefault="00557788" w:rsidP="00557788">
      <w:r>
        <w:t>310.1714</w:t>
      </w:r>
      <w:r>
        <w:tab/>
        <w:t>4.880e0</w:t>
      </w:r>
    </w:p>
    <w:p w:rsidR="00557788" w:rsidRDefault="00557788" w:rsidP="00557788">
      <w:r>
        <w:t>310.1729</w:t>
      </w:r>
      <w:r>
        <w:tab/>
        <w:t>1.118e0</w:t>
      </w:r>
    </w:p>
    <w:p w:rsidR="00557788" w:rsidRDefault="00557788" w:rsidP="00557788">
      <w:r>
        <w:t>310.1787</w:t>
      </w:r>
      <w:r>
        <w:tab/>
        <w:t>3.709e0</w:t>
      </w:r>
    </w:p>
    <w:p w:rsidR="00557788" w:rsidRDefault="00557788" w:rsidP="00557788">
      <w:r>
        <w:t>310.2116</w:t>
      </w:r>
      <w:r>
        <w:tab/>
        <w:t>3.315e0</w:t>
      </w:r>
    </w:p>
    <w:p w:rsidR="00557788" w:rsidRDefault="00557788" w:rsidP="00557788">
      <w:r>
        <w:t>310.2158</w:t>
      </w:r>
      <w:r>
        <w:tab/>
        <w:t>3.017e0</w:t>
      </w:r>
    </w:p>
    <w:p w:rsidR="00557788" w:rsidRDefault="00557788" w:rsidP="00557788">
      <w:r>
        <w:t>310.2175</w:t>
      </w:r>
      <w:r>
        <w:tab/>
        <w:t>5.692e0</w:t>
      </w:r>
    </w:p>
    <w:p w:rsidR="00557788" w:rsidRDefault="00557788" w:rsidP="00557788">
      <w:r>
        <w:t>310.2216</w:t>
      </w:r>
      <w:r>
        <w:tab/>
        <w:t>3.252e0</w:t>
      </w:r>
    </w:p>
    <w:p w:rsidR="00557788" w:rsidRDefault="00557788" w:rsidP="00557788">
      <w:r>
        <w:t>310.2390</w:t>
      </w:r>
      <w:r>
        <w:tab/>
        <w:t>1.766e0</w:t>
      </w:r>
    </w:p>
    <w:p w:rsidR="00557788" w:rsidRDefault="00557788" w:rsidP="00557788">
      <w:r>
        <w:t>310.2451</w:t>
      </w:r>
      <w:r>
        <w:tab/>
        <w:t>2.332e0</w:t>
      </w:r>
    </w:p>
    <w:p w:rsidR="00557788" w:rsidRDefault="00557788" w:rsidP="00557788">
      <w:r>
        <w:t>310.2544</w:t>
      </w:r>
      <w:r>
        <w:tab/>
        <w:t>3.084e0</w:t>
      </w:r>
    </w:p>
    <w:p w:rsidR="00557788" w:rsidRDefault="00557788" w:rsidP="00557788">
      <w:r>
        <w:t>310.2569</w:t>
      </w:r>
      <w:r>
        <w:tab/>
        <w:t>1.206e0</w:t>
      </w:r>
    </w:p>
    <w:p w:rsidR="00557788" w:rsidRDefault="00557788" w:rsidP="00557788">
      <w:r>
        <w:t>310.2724</w:t>
      </w:r>
      <w:r>
        <w:tab/>
        <w:t>1.170e0</w:t>
      </w:r>
    </w:p>
    <w:p w:rsidR="00557788" w:rsidRDefault="00557788" w:rsidP="00557788">
      <w:r>
        <w:t>310.2744</w:t>
      </w:r>
      <w:r>
        <w:tab/>
        <w:t>1.353e0</w:t>
      </w:r>
    </w:p>
    <w:p w:rsidR="00557788" w:rsidRDefault="00557788" w:rsidP="00557788">
      <w:r>
        <w:t>310.2849</w:t>
      </w:r>
      <w:r>
        <w:tab/>
        <w:t>2.111e0</w:t>
      </w:r>
    </w:p>
    <w:p w:rsidR="00557788" w:rsidRDefault="00557788" w:rsidP="00557788">
      <w:r>
        <w:t>310.2959</w:t>
      </w:r>
      <w:r>
        <w:tab/>
        <w:t>2.135e0</w:t>
      </w:r>
    </w:p>
    <w:p w:rsidR="00557788" w:rsidRDefault="00557788" w:rsidP="00557788">
      <w:r>
        <w:lastRenderedPageBreak/>
        <w:t>310.3132</w:t>
      </w:r>
      <w:r>
        <w:tab/>
        <w:t>1.031e0</w:t>
      </w:r>
    </w:p>
    <w:p w:rsidR="00557788" w:rsidRDefault="00557788" w:rsidP="00557788">
      <w:r>
        <w:t>310.3143</w:t>
      </w:r>
      <w:r>
        <w:tab/>
        <w:t>1.013e0</w:t>
      </w:r>
    </w:p>
    <w:p w:rsidR="00557788" w:rsidRDefault="00557788" w:rsidP="00557788">
      <w:r>
        <w:t>310.3401</w:t>
      </w:r>
      <w:r>
        <w:tab/>
        <w:t>2.532e-2</w:t>
      </w:r>
    </w:p>
    <w:p w:rsidR="00557788" w:rsidRDefault="00557788" w:rsidP="00557788">
      <w:r>
        <w:t>310.3466</w:t>
      </w:r>
      <w:r>
        <w:tab/>
        <w:t>2.025e0</w:t>
      </w:r>
    </w:p>
    <w:p w:rsidR="00557788" w:rsidRDefault="00557788" w:rsidP="00557788">
      <w:r>
        <w:t>310.3495</w:t>
      </w:r>
      <w:r>
        <w:tab/>
        <w:t>2.038e0</w:t>
      </w:r>
    </w:p>
    <w:p w:rsidR="00557788" w:rsidRDefault="00557788" w:rsidP="00557788">
      <w:r>
        <w:t>310.3547</w:t>
      </w:r>
      <w:r>
        <w:tab/>
        <w:t>6.076e0</w:t>
      </w:r>
    </w:p>
    <w:p w:rsidR="00557788" w:rsidRDefault="00557788" w:rsidP="00557788">
      <w:r>
        <w:t>310.3676</w:t>
      </w:r>
      <w:r>
        <w:tab/>
        <w:t>3.038e0</w:t>
      </w:r>
    </w:p>
    <w:p w:rsidR="00557788" w:rsidRDefault="00557788" w:rsidP="00557788">
      <w:r>
        <w:t>310.3860</w:t>
      </w:r>
      <w:r>
        <w:tab/>
        <w:t>2.025e0</w:t>
      </w:r>
    </w:p>
    <w:p w:rsidR="00557788" w:rsidRDefault="00557788" w:rsidP="00557788">
      <w:r>
        <w:t>310.3940</w:t>
      </w:r>
      <w:r>
        <w:tab/>
        <w:t>1.025e0</w:t>
      </w:r>
    </w:p>
    <w:p w:rsidR="00557788" w:rsidRDefault="00557788" w:rsidP="00557788">
      <w:r>
        <w:t>310.4206</w:t>
      </w:r>
      <w:r>
        <w:tab/>
        <w:t>3.038e0</w:t>
      </w:r>
    </w:p>
    <w:p w:rsidR="00557788" w:rsidRDefault="00557788" w:rsidP="00557788">
      <w:r>
        <w:t>310.4221</w:t>
      </w:r>
      <w:r>
        <w:tab/>
        <w:t>2.532e-2</w:t>
      </w:r>
    </w:p>
    <w:p w:rsidR="00557788" w:rsidRDefault="00557788" w:rsidP="00557788">
      <w:r>
        <w:t>310.4241</w:t>
      </w:r>
      <w:r>
        <w:tab/>
        <w:t>2.025e0</w:t>
      </w:r>
    </w:p>
    <w:p w:rsidR="00557788" w:rsidRDefault="00557788" w:rsidP="00557788">
      <w:r>
        <w:t>310.4268</w:t>
      </w:r>
      <w:r>
        <w:tab/>
        <w:t>1.013e0</w:t>
      </w:r>
    </w:p>
    <w:p w:rsidR="00557788" w:rsidRDefault="00557788" w:rsidP="00557788">
      <w:r>
        <w:t>310.4590</w:t>
      </w:r>
      <w:r>
        <w:tab/>
        <w:t>2.025e0</w:t>
      </w:r>
    </w:p>
    <w:p w:rsidR="00557788" w:rsidRDefault="00557788" w:rsidP="00557788">
      <w:r>
        <w:t>310.4604</w:t>
      </w:r>
      <w:r>
        <w:tab/>
        <w:t>1.013e0</w:t>
      </w:r>
    </w:p>
    <w:p w:rsidR="00557788" w:rsidRDefault="00557788" w:rsidP="00557788">
      <w:r>
        <w:t>310.4663</w:t>
      </w:r>
      <w:r>
        <w:tab/>
        <w:t>2.025e0</w:t>
      </w:r>
    </w:p>
    <w:p w:rsidR="00557788" w:rsidRDefault="00557788" w:rsidP="00557788">
      <w:r>
        <w:t>310.4684</w:t>
      </w:r>
      <w:r>
        <w:tab/>
        <w:t>2.025e0</w:t>
      </w:r>
    </w:p>
    <w:p w:rsidR="00557788" w:rsidRDefault="00557788" w:rsidP="00557788">
      <w:r>
        <w:t>310.4751</w:t>
      </w:r>
      <w:r>
        <w:tab/>
        <w:t>2.025e0</w:t>
      </w:r>
    </w:p>
    <w:p w:rsidR="00557788" w:rsidRDefault="00557788" w:rsidP="00557788">
      <w:r>
        <w:t>310.4803</w:t>
      </w:r>
      <w:r>
        <w:tab/>
        <w:t>2.532e-2</w:t>
      </w:r>
    </w:p>
    <w:p w:rsidR="00557788" w:rsidRDefault="00557788" w:rsidP="00557788">
      <w:r>
        <w:lastRenderedPageBreak/>
        <w:t>310.5124</w:t>
      </w:r>
      <w:r>
        <w:tab/>
        <w:t>2.025e0</w:t>
      </w:r>
    </w:p>
    <w:p w:rsidR="00557788" w:rsidRDefault="00557788" w:rsidP="00557788">
      <w:r>
        <w:t>310.5165</w:t>
      </w:r>
      <w:r>
        <w:tab/>
        <w:t>2.532e-2</w:t>
      </w:r>
    </w:p>
    <w:p w:rsidR="00557788" w:rsidRDefault="00557788" w:rsidP="00557788">
      <w:r>
        <w:t>310.5204</w:t>
      </w:r>
      <w:r>
        <w:tab/>
        <w:t>1.266e-2</w:t>
      </w:r>
    </w:p>
    <w:p w:rsidR="00557788" w:rsidRDefault="00557788" w:rsidP="00557788">
      <w:r>
        <w:t>310.5394</w:t>
      </w:r>
      <w:r>
        <w:tab/>
        <w:t>1.013e0</w:t>
      </w:r>
    </w:p>
    <w:p w:rsidR="00557788" w:rsidRDefault="00557788" w:rsidP="00557788">
      <w:r>
        <w:t>310.5414</w:t>
      </w:r>
      <w:r>
        <w:tab/>
        <w:t>4.051e0</w:t>
      </w:r>
    </w:p>
    <w:p w:rsidR="00557788" w:rsidRDefault="00557788" w:rsidP="00557788">
      <w:r>
        <w:t>310.5611</w:t>
      </w:r>
      <w:r>
        <w:tab/>
        <w:t>3.051e0</w:t>
      </w:r>
    </w:p>
    <w:p w:rsidR="00557788" w:rsidRDefault="00557788" w:rsidP="00557788">
      <w:r>
        <w:t>310.5646</w:t>
      </w:r>
      <w:r>
        <w:tab/>
        <w:t>2.532e-2</w:t>
      </w:r>
    </w:p>
    <w:p w:rsidR="00557788" w:rsidRDefault="00557788" w:rsidP="00557788">
      <w:r>
        <w:t>310.5896</w:t>
      </w:r>
      <w:r>
        <w:tab/>
        <w:t>4.063e0</w:t>
      </w:r>
    </w:p>
    <w:p w:rsidR="00557788" w:rsidRDefault="00557788" w:rsidP="00557788">
      <w:r>
        <w:t>310.5907</w:t>
      </w:r>
      <w:r>
        <w:tab/>
        <w:t>4.051e0</w:t>
      </w:r>
    </w:p>
    <w:p w:rsidR="00557788" w:rsidRDefault="00557788" w:rsidP="00557788">
      <w:r>
        <w:t>310.5957</w:t>
      </w:r>
      <w:r>
        <w:tab/>
        <w:t>1.013e0</w:t>
      </w:r>
    </w:p>
    <w:p w:rsidR="00557788" w:rsidRDefault="00557788" w:rsidP="00557788">
      <w:r>
        <w:t>310.6006</w:t>
      </w:r>
      <w:r>
        <w:tab/>
        <w:t>1.013e0</w:t>
      </w:r>
    </w:p>
    <w:p w:rsidR="00557788" w:rsidRDefault="00557788" w:rsidP="00557788">
      <w:r>
        <w:t>310.6171</w:t>
      </w:r>
      <w:r>
        <w:tab/>
        <w:t>4.051e0</w:t>
      </w:r>
    </w:p>
    <w:p w:rsidR="00557788" w:rsidRDefault="00557788" w:rsidP="00557788">
      <w:r>
        <w:t>310.6321</w:t>
      </w:r>
      <w:r>
        <w:tab/>
        <w:t>1.038e0</w:t>
      </w:r>
    </w:p>
    <w:p w:rsidR="00557788" w:rsidRDefault="00557788" w:rsidP="00557788">
      <w:r>
        <w:t>310.6368</w:t>
      </w:r>
      <w:r>
        <w:tab/>
        <w:t>3.798e-2</w:t>
      </w:r>
    </w:p>
    <w:p w:rsidR="00557788" w:rsidRDefault="00557788" w:rsidP="00557788">
      <w:r>
        <w:t>310.6408</w:t>
      </w:r>
      <w:r>
        <w:tab/>
        <w:t>1.013e0</w:t>
      </w:r>
    </w:p>
    <w:p w:rsidR="00557788" w:rsidRDefault="00557788" w:rsidP="00557788">
      <w:r>
        <w:t>310.6648</w:t>
      </w:r>
      <w:r>
        <w:tab/>
        <w:t>1.266e-2</w:t>
      </w:r>
    </w:p>
    <w:p w:rsidR="00557788" w:rsidRDefault="00557788" w:rsidP="00557788">
      <w:r>
        <w:t>310.6703</w:t>
      </w:r>
      <w:r>
        <w:tab/>
        <w:t>2.025e0</w:t>
      </w:r>
    </w:p>
    <w:p w:rsidR="00557788" w:rsidRDefault="00557788" w:rsidP="00557788">
      <w:r>
        <w:t>310.6884</w:t>
      </w:r>
      <w:r>
        <w:tab/>
        <w:t>2.025e0</w:t>
      </w:r>
    </w:p>
    <w:p w:rsidR="00557788" w:rsidRDefault="00557788" w:rsidP="00557788">
      <w:r>
        <w:t>310.7365</w:t>
      </w:r>
      <w:r>
        <w:tab/>
        <w:t>1.266e-2</w:t>
      </w:r>
    </w:p>
    <w:p w:rsidR="00557788" w:rsidRDefault="00557788" w:rsidP="00557788">
      <w:r>
        <w:lastRenderedPageBreak/>
        <w:t>310.7383</w:t>
      </w:r>
      <w:r>
        <w:tab/>
        <w:t>2.063e0</w:t>
      </w:r>
    </w:p>
    <w:p w:rsidR="00557788" w:rsidRDefault="00557788" w:rsidP="00557788">
      <w:r>
        <w:t>310.7409</w:t>
      </w:r>
      <w:r>
        <w:tab/>
        <w:t>1.266e-2</w:t>
      </w:r>
    </w:p>
    <w:p w:rsidR="00557788" w:rsidRDefault="00557788" w:rsidP="00557788">
      <w:r>
        <w:t>310.7423</w:t>
      </w:r>
      <w:r>
        <w:tab/>
        <w:t>2.025e0</w:t>
      </w:r>
    </w:p>
    <w:p w:rsidR="00557788" w:rsidRDefault="00557788" w:rsidP="00557788">
      <w:r>
        <w:t>310.7626</w:t>
      </w:r>
      <w:r>
        <w:tab/>
        <w:t>2.532e-2</w:t>
      </w:r>
    </w:p>
    <w:p w:rsidR="00557788" w:rsidRDefault="00557788" w:rsidP="00557788">
      <w:r>
        <w:t>310.7728</w:t>
      </w:r>
      <w:r>
        <w:tab/>
        <w:t>5.063e0</w:t>
      </w:r>
    </w:p>
    <w:p w:rsidR="00557788" w:rsidRDefault="00557788" w:rsidP="00557788">
      <w:r>
        <w:t>310.7771</w:t>
      </w:r>
      <w:r>
        <w:tab/>
        <w:t>4.051e0</w:t>
      </w:r>
    </w:p>
    <w:p w:rsidR="00557788" w:rsidRDefault="00557788" w:rsidP="00557788">
      <w:r>
        <w:t>310.7896</w:t>
      </w:r>
      <w:r>
        <w:tab/>
        <w:t>2.532e-2</w:t>
      </w:r>
    </w:p>
    <w:p w:rsidR="00557788" w:rsidRDefault="00557788" w:rsidP="00557788">
      <w:r>
        <w:t>310.7955</w:t>
      </w:r>
      <w:r>
        <w:tab/>
        <w:t>3.038e0</w:t>
      </w:r>
    </w:p>
    <w:p w:rsidR="00557788" w:rsidRDefault="00557788" w:rsidP="00557788">
      <w:r>
        <w:t>310.8051</w:t>
      </w:r>
      <w:r>
        <w:tab/>
        <w:t>1.266e-2</w:t>
      </w:r>
    </w:p>
    <w:p w:rsidR="00557788" w:rsidRDefault="00557788" w:rsidP="00557788">
      <w:r>
        <w:t>310.8079</w:t>
      </w:r>
      <w:r>
        <w:tab/>
        <w:t>2.532e-2</w:t>
      </w:r>
    </w:p>
    <w:p w:rsidR="00557788" w:rsidRDefault="00557788" w:rsidP="00557788">
      <w:r>
        <w:t>310.8197</w:t>
      </w:r>
      <w:r>
        <w:tab/>
        <w:t>2.025e0</w:t>
      </w:r>
    </w:p>
    <w:p w:rsidR="00557788" w:rsidRDefault="00557788" w:rsidP="00557788">
      <w:r>
        <w:t>310.8407</w:t>
      </w:r>
      <w:r>
        <w:tab/>
        <w:t>4.051e0</w:t>
      </w:r>
    </w:p>
    <w:p w:rsidR="00557788" w:rsidRDefault="00557788" w:rsidP="00557788">
      <w:r>
        <w:t>310.8531</w:t>
      </w:r>
      <w:r>
        <w:tab/>
        <w:t>2.025e0</w:t>
      </w:r>
    </w:p>
    <w:p w:rsidR="00557788" w:rsidRDefault="00557788" w:rsidP="00557788">
      <w:r>
        <w:t>310.8573</w:t>
      </w:r>
      <w:r>
        <w:tab/>
        <w:t>1.013e0</w:t>
      </w:r>
    </w:p>
    <w:p w:rsidR="00557788" w:rsidRDefault="00557788" w:rsidP="00557788">
      <w:r>
        <w:t>310.8693</w:t>
      </w:r>
      <w:r>
        <w:tab/>
        <w:t>4.051e0</w:t>
      </w:r>
    </w:p>
    <w:p w:rsidR="00557788" w:rsidRDefault="00557788" w:rsidP="00557788">
      <w:r>
        <w:t>310.8791</w:t>
      </w:r>
      <w:r>
        <w:tab/>
        <w:t>2.025e0</w:t>
      </w:r>
    </w:p>
    <w:p w:rsidR="00557788" w:rsidRDefault="00557788" w:rsidP="00557788">
      <w:r>
        <w:t>310.8872</w:t>
      </w:r>
      <w:r>
        <w:tab/>
        <w:t>2.025e0</w:t>
      </w:r>
    </w:p>
    <w:p w:rsidR="00557788" w:rsidRDefault="00557788" w:rsidP="00557788">
      <w:r>
        <w:t>310.8943</w:t>
      </w:r>
      <w:r>
        <w:tab/>
        <w:t>1.013e0</w:t>
      </w:r>
    </w:p>
    <w:p w:rsidR="00557788" w:rsidRDefault="00557788" w:rsidP="00557788">
      <w:r>
        <w:t>310.8973</w:t>
      </w:r>
      <w:r>
        <w:tab/>
        <w:t>2.532e-2</w:t>
      </w:r>
    </w:p>
    <w:p w:rsidR="00557788" w:rsidRDefault="00557788" w:rsidP="00557788">
      <w:r>
        <w:lastRenderedPageBreak/>
        <w:t>310.9016</w:t>
      </w:r>
      <w:r>
        <w:tab/>
        <w:t>4.051e0</w:t>
      </w:r>
    </w:p>
    <w:p w:rsidR="00557788" w:rsidRDefault="00557788" w:rsidP="00557788">
      <w:r>
        <w:t>310.9225</w:t>
      </w:r>
      <w:r>
        <w:tab/>
        <w:t>1.266e-2</w:t>
      </w:r>
    </w:p>
    <w:p w:rsidR="00557788" w:rsidRDefault="00557788" w:rsidP="00557788">
      <w:r>
        <w:t>310.9338</w:t>
      </w:r>
      <w:r>
        <w:tab/>
        <w:t>3.460e0</w:t>
      </w:r>
    </w:p>
    <w:p w:rsidR="00557788" w:rsidRDefault="00557788" w:rsidP="00557788">
      <w:r>
        <w:t>310.9394</w:t>
      </w:r>
      <w:r>
        <w:tab/>
        <w:t>4.267e0</w:t>
      </w:r>
    </w:p>
    <w:p w:rsidR="00557788" w:rsidRDefault="00557788" w:rsidP="00557788">
      <w:r>
        <w:t>310.9564</w:t>
      </w:r>
      <w:r>
        <w:tab/>
        <w:t>5.063e-2</w:t>
      </w:r>
    </w:p>
    <w:p w:rsidR="00557788" w:rsidRDefault="00557788" w:rsidP="00557788">
      <w:r>
        <w:t>310.9696</w:t>
      </w:r>
      <w:r>
        <w:tab/>
        <w:t>1.013e0</w:t>
      </w:r>
    </w:p>
    <w:p w:rsidR="00557788" w:rsidRDefault="00557788" w:rsidP="00557788">
      <w:r>
        <w:t>310.9735</w:t>
      </w:r>
      <w:r>
        <w:tab/>
        <w:t>4.958e0</w:t>
      </w:r>
    </w:p>
    <w:p w:rsidR="00557788" w:rsidRDefault="00557788" w:rsidP="00557788">
      <w:r>
        <w:t>310.9767</w:t>
      </w:r>
      <w:r>
        <w:tab/>
        <w:t>1.996e0</w:t>
      </w:r>
    </w:p>
    <w:p w:rsidR="00557788" w:rsidRDefault="00557788" w:rsidP="00557788">
      <w:r>
        <w:t>310.9835</w:t>
      </w:r>
      <w:r>
        <w:tab/>
        <w:t>2.532e-2</w:t>
      </w:r>
    </w:p>
    <w:p w:rsidR="00557788" w:rsidRDefault="00557788" w:rsidP="00557788">
      <w:r>
        <w:t>310.9859</w:t>
      </w:r>
      <w:r>
        <w:tab/>
        <w:t>6.076e0</w:t>
      </w:r>
    </w:p>
    <w:p w:rsidR="00557788" w:rsidRDefault="00557788" w:rsidP="00557788">
      <w:r>
        <w:t>311.0041</w:t>
      </w:r>
      <w:r>
        <w:tab/>
        <w:t>2.827e0</w:t>
      </w:r>
    </w:p>
    <w:p w:rsidR="00557788" w:rsidRDefault="00557788" w:rsidP="00557788">
      <w:r>
        <w:t>311.0138</w:t>
      </w:r>
      <w:r>
        <w:tab/>
        <w:t>1.812e0</w:t>
      </w:r>
    </w:p>
    <w:p w:rsidR="00557788" w:rsidRDefault="00557788" w:rsidP="00557788">
      <w:r>
        <w:t>311.0278</w:t>
      </w:r>
      <w:r>
        <w:tab/>
        <w:t>5.816e0</w:t>
      </w:r>
    </w:p>
    <w:p w:rsidR="00557788" w:rsidRDefault="00557788" w:rsidP="00557788">
      <w:r>
        <w:t>311.0298</w:t>
      </w:r>
      <w:r>
        <w:tab/>
        <w:t>2.545e0</w:t>
      </w:r>
    </w:p>
    <w:p w:rsidR="00557788" w:rsidRDefault="00557788" w:rsidP="00557788">
      <w:r>
        <w:t>311.0380</w:t>
      </w:r>
      <w:r>
        <w:tab/>
        <w:t>4.625e0</w:t>
      </w:r>
    </w:p>
    <w:p w:rsidR="00557788" w:rsidRDefault="00557788" w:rsidP="00557788">
      <w:r>
        <w:t>311.0493</w:t>
      </w:r>
      <w:r>
        <w:tab/>
        <w:t>3.694e0</w:t>
      </w:r>
    </w:p>
    <w:p w:rsidR="00557788" w:rsidRDefault="00557788" w:rsidP="00557788">
      <w:r>
        <w:t>311.0581</w:t>
      </w:r>
      <w:r>
        <w:tab/>
        <w:t>5.829e0</w:t>
      </w:r>
    </w:p>
    <w:p w:rsidR="00557788" w:rsidRDefault="00557788" w:rsidP="00557788">
      <w:r>
        <w:t>311.0631</w:t>
      </w:r>
      <w:r>
        <w:tab/>
        <w:t>6.676e0</w:t>
      </w:r>
    </w:p>
    <w:p w:rsidR="00557788" w:rsidRDefault="00557788" w:rsidP="00557788">
      <w:r>
        <w:t>311.0663</w:t>
      </w:r>
      <w:r>
        <w:tab/>
        <w:t>8.291e0</w:t>
      </w:r>
    </w:p>
    <w:p w:rsidR="00557788" w:rsidRDefault="00557788" w:rsidP="00557788">
      <w:r>
        <w:lastRenderedPageBreak/>
        <w:t>311.0905</w:t>
      </w:r>
      <w:r>
        <w:tab/>
        <w:t>2.265e0</w:t>
      </w:r>
    </w:p>
    <w:p w:rsidR="00557788" w:rsidRDefault="00557788" w:rsidP="00557788">
      <w:r>
        <w:t>311.0966</w:t>
      </w:r>
      <w:r>
        <w:tab/>
        <w:t>3.147e0</w:t>
      </w:r>
    </w:p>
    <w:p w:rsidR="00557788" w:rsidRDefault="00557788" w:rsidP="00557788">
      <w:r>
        <w:t>311.1014</w:t>
      </w:r>
      <w:r>
        <w:tab/>
        <w:t>4.102e0</w:t>
      </w:r>
    </w:p>
    <w:p w:rsidR="00557788" w:rsidRDefault="00557788" w:rsidP="00557788">
      <w:r>
        <w:t>311.1083</w:t>
      </w:r>
      <w:r>
        <w:tab/>
        <w:t>1.565e0</w:t>
      </w:r>
    </w:p>
    <w:p w:rsidR="00557788" w:rsidRDefault="00557788" w:rsidP="00557788">
      <w:r>
        <w:t>311.1199</w:t>
      </w:r>
      <w:r>
        <w:tab/>
        <w:t>3.537e0</w:t>
      </w:r>
    </w:p>
    <w:p w:rsidR="00557788" w:rsidRDefault="00557788" w:rsidP="00557788">
      <w:r>
        <w:t>311.1313</w:t>
      </w:r>
      <w:r>
        <w:tab/>
        <w:t>2.509e0</w:t>
      </w:r>
    </w:p>
    <w:p w:rsidR="00557788" w:rsidRDefault="00557788" w:rsidP="00557788">
      <w:r>
        <w:t>311.1686</w:t>
      </w:r>
      <w:r>
        <w:tab/>
        <w:t>9.523e0</w:t>
      </w:r>
    </w:p>
    <w:p w:rsidR="00557788" w:rsidRDefault="00557788" w:rsidP="00557788">
      <w:r>
        <w:t>311.1867</w:t>
      </w:r>
      <w:r>
        <w:tab/>
        <w:t>5.570e-1</w:t>
      </w:r>
    </w:p>
    <w:p w:rsidR="00557788" w:rsidRDefault="00557788" w:rsidP="00557788">
      <w:r>
        <w:t>311.1964</w:t>
      </w:r>
      <w:r>
        <w:tab/>
        <w:t>1.506e0</w:t>
      </w:r>
    </w:p>
    <w:p w:rsidR="00557788" w:rsidRDefault="00557788" w:rsidP="00557788">
      <w:r>
        <w:t>311.1991</w:t>
      </w:r>
      <w:r>
        <w:tab/>
        <w:t>3.570e0</w:t>
      </w:r>
    </w:p>
    <w:p w:rsidR="00557788" w:rsidRDefault="00557788" w:rsidP="00557788">
      <w:r>
        <w:t>311.2099</w:t>
      </w:r>
      <w:r>
        <w:tab/>
        <w:t>1.543e0</w:t>
      </w:r>
    </w:p>
    <w:p w:rsidR="00557788" w:rsidRDefault="00557788" w:rsidP="00557788">
      <w:r>
        <w:t>311.2172</w:t>
      </w:r>
      <w:r>
        <w:tab/>
        <w:t>2.433e0</w:t>
      </w:r>
    </w:p>
    <w:p w:rsidR="00557788" w:rsidRDefault="00557788" w:rsidP="00557788">
      <w:r>
        <w:t>311.2253</w:t>
      </w:r>
      <w:r>
        <w:tab/>
        <w:t>3.761e0</w:t>
      </w:r>
    </w:p>
    <w:p w:rsidR="00557788" w:rsidRDefault="00557788" w:rsidP="00557788">
      <w:r>
        <w:t>311.2652</w:t>
      </w:r>
      <w:r>
        <w:tab/>
        <w:t>1.069e0</w:t>
      </w:r>
    </w:p>
    <w:p w:rsidR="00557788" w:rsidRDefault="00557788" w:rsidP="00557788">
      <w:r>
        <w:t>311.2922</w:t>
      </w:r>
      <w:r>
        <w:tab/>
        <w:t>2.305e0</w:t>
      </w:r>
    </w:p>
    <w:p w:rsidR="00557788" w:rsidRDefault="00557788" w:rsidP="00557788">
      <w:r>
        <w:t>311.3046</w:t>
      </w:r>
      <w:r>
        <w:tab/>
        <w:t>7.319e0</w:t>
      </w:r>
    </w:p>
    <w:p w:rsidR="00557788" w:rsidRDefault="00557788" w:rsidP="00557788">
      <w:r>
        <w:t>311.3120</w:t>
      </w:r>
      <w:r>
        <w:tab/>
        <w:t>2.240e0</w:t>
      </w:r>
    </w:p>
    <w:p w:rsidR="00557788" w:rsidRDefault="00557788" w:rsidP="00557788">
      <w:r>
        <w:t>311.3385</w:t>
      </w:r>
      <w:r>
        <w:tab/>
        <w:t>2.025e0</w:t>
      </w:r>
    </w:p>
    <w:p w:rsidR="00557788" w:rsidRDefault="00557788" w:rsidP="00557788">
      <w:r>
        <w:t>311.3455</w:t>
      </w:r>
      <w:r>
        <w:tab/>
        <w:t>2.841e0</w:t>
      </w:r>
    </w:p>
    <w:p w:rsidR="00557788" w:rsidRDefault="00557788" w:rsidP="00557788">
      <w:r>
        <w:lastRenderedPageBreak/>
        <w:t>311.3686</w:t>
      </w:r>
      <w:r>
        <w:tab/>
        <w:t>2.025e0</w:t>
      </w:r>
    </w:p>
    <w:p w:rsidR="00557788" w:rsidRDefault="00557788" w:rsidP="00557788">
      <w:r>
        <w:t>311.3700</w:t>
      </w:r>
      <w:r>
        <w:tab/>
        <w:t>4.051e0</w:t>
      </w:r>
    </w:p>
    <w:p w:rsidR="00557788" w:rsidRDefault="00557788" w:rsidP="00557788">
      <w:r>
        <w:t>311.3731</w:t>
      </w:r>
      <w:r>
        <w:tab/>
        <w:t>4.051e0</w:t>
      </w:r>
    </w:p>
    <w:p w:rsidR="00557788" w:rsidRDefault="00557788" w:rsidP="00557788">
      <w:r>
        <w:t>311.3848</w:t>
      </w:r>
      <w:r>
        <w:tab/>
        <w:t>2.025e0</w:t>
      </w:r>
    </w:p>
    <w:p w:rsidR="00557788" w:rsidRDefault="00557788" w:rsidP="00557788">
      <w:r>
        <w:t>311.4041</w:t>
      </w:r>
      <w:r>
        <w:tab/>
        <w:t>2.025e0</w:t>
      </w:r>
    </w:p>
    <w:p w:rsidR="00557788" w:rsidRDefault="00557788" w:rsidP="00557788">
      <w:r>
        <w:t>311.4067</w:t>
      </w:r>
      <w:r>
        <w:tab/>
        <w:t>1.013e0</w:t>
      </w:r>
    </w:p>
    <w:p w:rsidR="00557788" w:rsidRDefault="00557788" w:rsidP="00557788">
      <w:r>
        <w:t>311.4107</w:t>
      </w:r>
      <w:r>
        <w:tab/>
        <w:t>1.266e-2</w:t>
      </w:r>
    </w:p>
    <w:p w:rsidR="00557788" w:rsidRDefault="00557788" w:rsidP="00557788">
      <w:r>
        <w:t>311.4209</w:t>
      </w:r>
      <w:r>
        <w:tab/>
        <w:t>4.051e0</w:t>
      </w:r>
    </w:p>
    <w:p w:rsidR="00557788" w:rsidRDefault="00557788" w:rsidP="00557788">
      <w:r>
        <w:t>311.4388</w:t>
      </w:r>
      <w:r>
        <w:tab/>
        <w:t>2.025e0</w:t>
      </w:r>
    </w:p>
    <w:p w:rsidR="00557788" w:rsidRDefault="00557788" w:rsidP="00557788">
      <w:r>
        <w:t>311.4413</w:t>
      </w:r>
      <w:r>
        <w:tab/>
        <w:t>2.532e-2</w:t>
      </w:r>
    </w:p>
    <w:p w:rsidR="00557788" w:rsidRDefault="00557788" w:rsidP="00557788">
      <w:r>
        <w:t>311.4667</w:t>
      </w:r>
      <w:r>
        <w:tab/>
        <w:t>4.051e0</w:t>
      </w:r>
    </w:p>
    <w:p w:rsidR="00557788" w:rsidRDefault="00557788" w:rsidP="00557788">
      <w:r>
        <w:t>311.4753</w:t>
      </w:r>
      <w:r>
        <w:tab/>
        <w:t>1.013e0</w:t>
      </w:r>
    </w:p>
    <w:p w:rsidR="00557788" w:rsidRDefault="00557788" w:rsidP="00557788">
      <w:r>
        <w:t>311.4884</w:t>
      </w:r>
      <w:r>
        <w:tab/>
        <w:t>2.025e0</w:t>
      </w:r>
    </w:p>
    <w:p w:rsidR="00557788" w:rsidRDefault="00557788" w:rsidP="00557788">
      <w:r>
        <w:t>311.4909</w:t>
      </w:r>
      <w:r>
        <w:tab/>
        <w:t>1.013e0</w:t>
      </w:r>
    </w:p>
    <w:p w:rsidR="00557788" w:rsidRDefault="00557788" w:rsidP="00557788">
      <w:r>
        <w:t>311.4957</w:t>
      </w:r>
      <w:r>
        <w:tab/>
        <w:t>3.038e0</w:t>
      </w:r>
    </w:p>
    <w:p w:rsidR="00557788" w:rsidRDefault="00557788" w:rsidP="00557788">
      <w:r>
        <w:t>311.5035</w:t>
      </w:r>
      <w:r>
        <w:tab/>
        <w:t>3.038e0</w:t>
      </w:r>
    </w:p>
    <w:p w:rsidR="00557788" w:rsidRDefault="00557788" w:rsidP="00557788">
      <w:r>
        <w:t>311.5230</w:t>
      </w:r>
      <w:r>
        <w:tab/>
        <w:t>1.013e0</w:t>
      </w:r>
    </w:p>
    <w:p w:rsidR="00557788" w:rsidRDefault="00557788" w:rsidP="00557788">
      <w:r>
        <w:t>311.5275</w:t>
      </w:r>
      <w:r>
        <w:tab/>
        <w:t>3.038e0</w:t>
      </w:r>
    </w:p>
    <w:p w:rsidR="00557788" w:rsidRDefault="00557788" w:rsidP="00557788">
      <w:r>
        <w:t>311.5431</w:t>
      </w:r>
      <w:r>
        <w:tab/>
        <w:t>1.013e0</w:t>
      </w:r>
    </w:p>
    <w:p w:rsidR="00557788" w:rsidRDefault="00557788" w:rsidP="00557788">
      <w:r>
        <w:lastRenderedPageBreak/>
        <w:t>311.5470</w:t>
      </w:r>
      <w:r>
        <w:tab/>
        <w:t>1.013e0</w:t>
      </w:r>
    </w:p>
    <w:p w:rsidR="00557788" w:rsidRDefault="00557788" w:rsidP="00557788">
      <w:r>
        <w:t>311.5511</w:t>
      </w:r>
      <w:r>
        <w:tab/>
        <w:t>3.798e-2</w:t>
      </w:r>
    </w:p>
    <w:p w:rsidR="00557788" w:rsidRDefault="00557788" w:rsidP="00557788">
      <w:r>
        <w:t>311.5811</w:t>
      </w:r>
      <w:r>
        <w:tab/>
        <w:t>2.025e0</w:t>
      </w:r>
    </w:p>
    <w:p w:rsidR="00557788" w:rsidRDefault="00557788" w:rsidP="00557788">
      <w:r>
        <w:t>311.5891</w:t>
      </w:r>
      <w:r>
        <w:tab/>
        <w:t>2.025e0</w:t>
      </w:r>
    </w:p>
    <w:p w:rsidR="00557788" w:rsidRDefault="00557788" w:rsidP="00557788">
      <w:r>
        <w:t>311.5936</w:t>
      </w:r>
      <w:r>
        <w:tab/>
        <w:t>5.063e0</w:t>
      </w:r>
    </w:p>
    <w:p w:rsidR="00557788" w:rsidRDefault="00557788" w:rsidP="00557788">
      <w:r>
        <w:t>311.5952</w:t>
      </w:r>
      <w:r>
        <w:tab/>
        <w:t>6.089e0</w:t>
      </w:r>
    </w:p>
    <w:p w:rsidR="00557788" w:rsidRDefault="00557788" w:rsidP="00557788">
      <w:r>
        <w:t>311.6093</w:t>
      </w:r>
      <w:r>
        <w:tab/>
        <w:t>2.025e0</w:t>
      </w:r>
    </w:p>
    <w:p w:rsidR="00557788" w:rsidRDefault="00557788" w:rsidP="00557788">
      <w:r>
        <w:t>311.6207</w:t>
      </w:r>
      <w:r>
        <w:tab/>
        <w:t>4.076e0</w:t>
      </w:r>
    </w:p>
    <w:p w:rsidR="00557788" w:rsidRDefault="00557788" w:rsidP="00557788">
      <w:r>
        <w:t>311.6347</w:t>
      </w:r>
      <w:r>
        <w:tab/>
        <w:t>2.038e0</w:t>
      </w:r>
    </w:p>
    <w:p w:rsidR="00557788" w:rsidRDefault="00557788" w:rsidP="00557788">
      <w:r>
        <w:t>311.6375</w:t>
      </w:r>
      <w:r>
        <w:tab/>
        <w:t>2.025e0</w:t>
      </w:r>
    </w:p>
    <w:p w:rsidR="00557788" w:rsidRDefault="00557788" w:rsidP="00557788">
      <w:r>
        <w:t>311.6400</w:t>
      </w:r>
      <w:r>
        <w:tab/>
        <w:t>5.063e0</w:t>
      </w:r>
    </w:p>
    <w:p w:rsidR="00557788" w:rsidRDefault="00557788" w:rsidP="00557788">
      <w:r>
        <w:t>311.6441</w:t>
      </w:r>
      <w:r>
        <w:tab/>
        <w:t>2.038e0</w:t>
      </w:r>
    </w:p>
    <w:p w:rsidR="00557788" w:rsidRDefault="00557788" w:rsidP="00557788">
      <w:r>
        <w:t>311.6454</w:t>
      </w:r>
      <w:r>
        <w:tab/>
        <w:t>2.025e0</w:t>
      </w:r>
    </w:p>
    <w:p w:rsidR="00557788" w:rsidRDefault="00557788" w:rsidP="00557788">
      <w:r>
        <w:t>311.6554</w:t>
      </w:r>
      <w:r>
        <w:tab/>
        <w:t>1.013e0</w:t>
      </w:r>
    </w:p>
    <w:p w:rsidR="00557788" w:rsidRDefault="00557788" w:rsidP="00557788">
      <w:r>
        <w:t>311.6829</w:t>
      </w:r>
      <w:r>
        <w:tab/>
        <w:t>5.434e0</w:t>
      </w:r>
    </w:p>
    <w:p w:rsidR="00557788" w:rsidRDefault="00557788" w:rsidP="00557788">
      <w:r>
        <w:t>311.6880</w:t>
      </w:r>
      <w:r>
        <w:tab/>
        <w:t>4.063e0</w:t>
      </w:r>
    </w:p>
    <w:p w:rsidR="00557788" w:rsidRDefault="00557788" w:rsidP="00557788">
      <w:r>
        <w:t>311.7037</w:t>
      </w:r>
      <w:r>
        <w:tab/>
        <w:t>2.051e0</w:t>
      </w:r>
    </w:p>
    <w:p w:rsidR="00557788" w:rsidRDefault="00557788" w:rsidP="00557788">
      <w:r>
        <w:t>311.7116</w:t>
      </w:r>
      <w:r>
        <w:tab/>
        <w:t>1.013e0</w:t>
      </w:r>
    </w:p>
    <w:p w:rsidR="00557788" w:rsidRDefault="00557788" w:rsidP="00557788">
      <w:r>
        <w:t>311.7437</w:t>
      </w:r>
      <w:r>
        <w:tab/>
        <w:t>3.038e0</w:t>
      </w:r>
    </w:p>
    <w:p w:rsidR="00557788" w:rsidRDefault="00557788" w:rsidP="00557788">
      <w:r>
        <w:lastRenderedPageBreak/>
        <w:t>311.7602</w:t>
      </w:r>
      <w:r>
        <w:tab/>
        <w:t>2.025e0</w:t>
      </w:r>
    </w:p>
    <w:p w:rsidR="00557788" w:rsidRDefault="00557788" w:rsidP="00557788">
      <w:r>
        <w:t>311.7648</w:t>
      </w:r>
      <w:r>
        <w:tab/>
        <w:t>1.323e0</w:t>
      </w:r>
    </w:p>
    <w:p w:rsidR="00557788" w:rsidRDefault="00557788" w:rsidP="00557788">
      <w:r>
        <w:t>311.7672</w:t>
      </w:r>
      <w:r>
        <w:tab/>
        <w:t>3.038e0</w:t>
      </w:r>
    </w:p>
    <w:p w:rsidR="00557788" w:rsidRDefault="00557788" w:rsidP="00557788">
      <w:r>
        <w:t>311.7758</w:t>
      </w:r>
      <w:r>
        <w:tab/>
        <w:t>1.266e-2</w:t>
      </w:r>
    </w:p>
    <w:p w:rsidR="00557788" w:rsidRDefault="00557788" w:rsidP="00557788">
      <w:r>
        <w:t>311.7803</w:t>
      </w:r>
      <w:r>
        <w:tab/>
        <w:t>1.025e0</w:t>
      </w:r>
    </w:p>
    <w:p w:rsidR="00557788" w:rsidRDefault="00557788" w:rsidP="00557788">
      <w:r>
        <w:t>311.7891</w:t>
      </w:r>
      <w:r>
        <w:tab/>
        <w:t>1.038e0</w:t>
      </w:r>
    </w:p>
    <w:p w:rsidR="00557788" w:rsidRDefault="00557788" w:rsidP="00557788">
      <w:r>
        <w:t>311.8139</w:t>
      </w:r>
      <w:r>
        <w:tab/>
        <w:t>2.532e-2</w:t>
      </w:r>
    </w:p>
    <w:p w:rsidR="00557788" w:rsidRDefault="00557788" w:rsidP="00557788">
      <w:r>
        <w:t>311.8157</w:t>
      </w:r>
      <w:r>
        <w:tab/>
        <w:t>6.076e0</w:t>
      </w:r>
    </w:p>
    <w:p w:rsidR="00557788" w:rsidRDefault="00557788" w:rsidP="00557788">
      <w:r>
        <w:t>311.8239</w:t>
      </w:r>
      <w:r>
        <w:tab/>
        <w:t>2.532e-2</w:t>
      </w:r>
    </w:p>
    <w:p w:rsidR="00557788" w:rsidRDefault="00557788" w:rsidP="00557788">
      <w:r>
        <w:t>311.8279</w:t>
      </w:r>
      <w:r>
        <w:tab/>
        <w:t>2.025e0</w:t>
      </w:r>
    </w:p>
    <w:p w:rsidR="00557788" w:rsidRDefault="00557788" w:rsidP="00557788">
      <w:r>
        <w:t>311.8311</w:t>
      </w:r>
      <w:r>
        <w:tab/>
        <w:t>2.532e-2</w:t>
      </w:r>
    </w:p>
    <w:p w:rsidR="00557788" w:rsidRDefault="00557788" w:rsidP="00557788">
      <w:r>
        <w:t>311.8481</w:t>
      </w:r>
      <w:r>
        <w:tab/>
        <w:t>1.266e-2</w:t>
      </w:r>
    </w:p>
    <w:p w:rsidR="00557788" w:rsidRDefault="00557788" w:rsidP="00557788">
      <w:r>
        <w:t>311.8560</w:t>
      </w:r>
      <w:r>
        <w:tab/>
        <w:t>2.025e0</w:t>
      </w:r>
    </w:p>
    <w:p w:rsidR="00557788" w:rsidRDefault="00557788" w:rsidP="00557788">
      <w:r>
        <w:t>311.8801</w:t>
      </w:r>
      <w:r>
        <w:tab/>
        <w:t>2.025e0</w:t>
      </w:r>
    </w:p>
    <w:p w:rsidR="00557788" w:rsidRDefault="00557788" w:rsidP="00557788">
      <w:r>
        <w:t>311.8998</w:t>
      </w:r>
      <w:r>
        <w:tab/>
        <w:t>2.025e0</w:t>
      </w:r>
    </w:p>
    <w:p w:rsidR="00557788" w:rsidRDefault="00557788" w:rsidP="00557788">
      <w:r>
        <w:t>311.9014</w:t>
      </w:r>
      <w:r>
        <w:tab/>
        <w:t>2.025e0</w:t>
      </w:r>
    </w:p>
    <w:p w:rsidR="00557788" w:rsidRDefault="00557788" w:rsidP="00557788">
      <w:r>
        <w:t>311.9052</w:t>
      </w:r>
      <w:r>
        <w:tab/>
        <w:t>4.063e0</w:t>
      </w:r>
    </w:p>
    <w:p w:rsidR="00557788" w:rsidRDefault="00557788" w:rsidP="00557788">
      <w:r>
        <w:t>311.9094</w:t>
      </w:r>
      <w:r>
        <w:tab/>
        <w:t>2.051e0</w:t>
      </w:r>
    </w:p>
    <w:p w:rsidR="00557788" w:rsidRDefault="00557788" w:rsidP="00557788">
      <w:r>
        <w:t>311.9143</w:t>
      </w:r>
      <w:r>
        <w:tab/>
        <w:t>2.025e0</w:t>
      </w:r>
    </w:p>
    <w:p w:rsidR="00557788" w:rsidRDefault="00557788" w:rsidP="00557788">
      <w:r>
        <w:lastRenderedPageBreak/>
        <w:t>311.9207</w:t>
      </w:r>
      <w:r>
        <w:tab/>
        <w:t>3.063e0</w:t>
      </w:r>
    </w:p>
    <w:p w:rsidR="00557788" w:rsidRDefault="00557788" w:rsidP="00557788">
      <w:r>
        <w:t>311.9279</w:t>
      </w:r>
      <w:r>
        <w:tab/>
        <w:t>2.025e0</w:t>
      </w:r>
    </w:p>
    <w:p w:rsidR="00557788" w:rsidRDefault="00557788" w:rsidP="00557788">
      <w:r>
        <w:t>311.9624</w:t>
      </w:r>
      <w:r>
        <w:tab/>
        <w:t>4.051e0</w:t>
      </w:r>
    </w:p>
    <w:p w:rsidR="00557788" w:rsidRDefault="00557788" w:rsidP="00557788">
      <w:r>
        <w:t>311.9666</w:t>
      </w:r>
      <w:r>
        <w:tab/>
        <w:t>5.063e0</w:t>
      </w:r>
    </w:p>
    <w:p w:rsidR="00557788" w:rsidRDefault="00557788" w:rsidP="00557788">
      <w:r>
        <w:t>311.9725</w:t>
      </w:r>
      <w:r>
        <w:tab/>
        <w:t>1.996e0</w:t>
      </w:r>
    </w:p>
    <w:p w:rsidR="00557788" w:rsidRDefault="00557788" w:rsidP="00557788">
      <w:r>
        <w:t>311.9786</w:t>
      </w:r>
      <w:r>
        <w:tab/>
        <w:t>6.708e0</w:t>
      </w:r>
    </w:p>
    <w:p w:rsidR="00557788" w:rsidRDefault="00557788" w:rsidP="00557788">
      <w:r>
        <w:t>312.0066</w:t>
      </w:r>
      <w:r>
        <w:tab/>
        <w:t>2.827e0</w:t>
      </w:r>
    </w:p>
    <w:p w:rsidR="00557788" w:rsidRDefault="00557788" w:rsidP="00557788">
      <w:r>
        <w:t>312.0143</w:t>
      </w:r>
      <w:r>
        <w:tab/>
        <w:t>4.051e0</w:t>
      </w:r>
    </w:p>
    <w:p w:rsidR="00557788" w:rsidRDefault="00557788" w:rsidP="00557788">
      <w:r>
        <w:t>312.0222</w:t>
      </w:r>
      <w:r>
        <w:tab/>
        <w:t>1.812e0</w:t>
      </w:r>
    </w:p>
    <w:p w:rsidR="00557788" w:rsidRDefault="00557788" w:rsidP="00557788">
      <w:r>
        <w:t>312.0260</w:t>
      </w:r>
      <w:r>
        <w:tab/>
        <w:t>3.985e0</w:t>
      </w:r>
    </w:p>
    <w:p w:rsidR="00557788" w:rsidRDefault="00557788" w:rsidP="00557788">
      <w:r>
        <w:t>312.0307</w:t>
      </w:r>
      <w:r>
        <w:tab/>
        <w:t>4.227e0</w:t>
      </w:r>
    </w:p>
    <w:p w:rsidR="00557788" w:rsidRDefault="00557788" w:rsidP="00557788">
      <w:r>
        <w:t>312.0366</w:t>
      </w:r>
      <w:r>
        <w:tab/>
        <w:t>3.850e0</w:t>
      </w:r>
    </w:p>
    <w:p w:rsidR="00557788" w:rsidRDefault="00557788" w:rsidP="00557788">
      <w:r>
        <w:t>312.0380</w:t>
      </w:r>
      <w:r>
        <w:tab/>
        <w:t>1.213e0</w:t>
      </w:r>
    </w:p>
    <w:p w:rsidR="00557788" w:rsidRDefault="00557788" w:rsidP="00557788">
      <w:r>
        <w:t>312.0473</w:t>
      </w:r>
      <w:r>
        <w:tab/>
        <w:t>1.117e0</w:t>
      </w:r>
    </w:p>
    <w:p w:rsidR="00557788" w:rsidRDefault="00557788" w:rsidP="00557788">
      <w:r>
        <w:t>312.0539</w:t>
      </w:r>
      <w:r>
        <w:tab/>
        <w:t>1.786e0</w:t>
      </w:r>
    </w:p>
    <w:p w:rsidR="00557788" w:rsidRDefault="00557788" w:rsidP="00557788">
      <w:r>
        <w:t>312.0796</w:t>
      </w:r>
      <w:r>
        <w:tab/>
        <w:t>5.984e0</w:t>
      </w:r>
    </w:p>
    <w:p w:rsidR="00557788" w:rsidRDefault="00557788" w:rsidP="00557788">
      <w:r>
        <w:t>312.0981</w:t>
      </w:r>
      <w:r>
        <w:tab/>
        <w:t>1.209e0</w:t>
      </w:r>
    </w:p>
    <w:p w:rsidR="00557788" w:rsidRDefault="00557788" w:rsidP="00557788">
      <w:r>
        <w:t>312.1117</w:t>
      </w:r>
      <w:r>
        <w:tab/>
        <w:t>1.187e0</w:t>
      </w:r>
    </w:p>
    <w:p w:rsidR="00557788" w:rsidRDefault="00557788" w:rsidP="00557788">
      <w:r>
        <w:t>312.1145</w:t>
      </w:r>
      <w:r>
        <w:tab/>
        <w:t>1.283e0</w:t>
      </w:r>
    </w:p>
    <w:p w:rsidR="00557788" w:rsidRDefault="00557788" w:rsidP="00557788">
      <w:r>
        <w:lastRenderedPageBreak/>
        <w:t>312.1217</w:t>
      </w:r>
      <w:r>
        <w:tab/>
        <w:t>2.577e0</w:t>
      </w:r>
    </w:p>
    <w:p w:rsidR="00557788" w:rsidRDefault="00557788" w:rsidP="00557788">
      <w:r>
        <w:t>312.1491</w:t>
      </w:r>
      <w:r>
        <w:tab/>
        <w:t>2.053e0</w:t>
      </w:r>
    </w:p>
    <w:p w:rsidR="00557788" w:rsidRDefault="00557788" w:rsidP="00557788">
      <w:r>
        <w:t>312.1618</w:t>
      </w:r>
      <w:r>
        <w:tab/>
        <w:t>2.026e0</w:t>
      </w:r>
    </w:p>
    <w:p w:rsidR="00557788" w:rsidRDefault="00557788" w:rsidP="00557788">
      <w:r>
        <w:t>312.1678</w:t>
      </w:r>
      <w:r>
        <w:tab/>
        <w:t>6.512e0</w:t>
      </w:r>
    </w:p>
    <w:p w:rsidR="00557788" w:rsidRDefault="00557788" w:rsidP="00557788">
      <w:r>
        <w:t>312.1696</w:t>
      </w:r>
      <w:r>
        <w:tab/>
        <w:t>3.592e0</w:t>
      </w:r>
    </w:p>
    <w:p w:rsidR="00557788" w:rsidRDefault="00557788" w:rsidP="00557788">
      <w:r>
        <w:t>312.1784</w:t>
      </w:r>
      <w:r>
        <w:tab/>
        <w:t>6.012e0</w:t>
      </w:r>
    </w:p>
    <w:p w:rsidR="00557788" w:rsidRDefault="00557788" w:rsidP="00557788">
      <w:r>
        <w:t>312.1973</w:t>
      </w:r>
      <w:r>
        <w:tab/>
        <w:t>3.544e0</w:t>
      </w:r>
    </w:p>
    <w:p w:rsidR="00557788" w:rsidRDefault="00557788" w:rsidP="00557788">
      <w:r>
        <w:t>312.1990</w:t>
      </w:r>
      <w:r>
        <w:tab/>
        <w:t>7.156e0</w:t>
      </w:r>
    </w:p>
    <w:p w:rsidR="00557788" w:rsidRDefault="00557788" w:rsidP="00557788">
      <w:r>
        <w:t>312.2164</w:t>
      </w:r>
      <w:r>
        <w:tab/>
        <w:t>3.544e0</w:t>
      </w:r>
    </w:p>
    <w:p w:rsidR="00557788" w:rsidRDefault="00557788" w:rsidP="00557788">
      <w:r>
        <w:t>312.2205</w:t>
      </w:r>
      <w:r>
        <w:tab/>
        <w:t>2.532e0</w:t>
      </w:r>
    </w:p>
    <w:p w:rsidR="00557788" w:rsidRDefault="00557788" w:rsidP="00557788">
      <w:r>
        <w:t>312.2310</w:t>
      </w:r>
      <w:r>
        <w:tab/>
        <w:t>5.397e0</w:t>
      </w:r>
    </w:p>
    <w:p w:rsidR="00557788" w:rsidRDefault="00557788" w:rsidP="00557788">
      <w:r>
        <w:t>312.2435</w:t>
      </w:r>
      <w:r>
        <w:tab/>
        <w:t>2.507e0</w:t>
      </w:r>
    </w:p>
    <w:p w:rsidR="00557788" w:rsidRDefault="00557788" w:rsidP="00557788">
      <w:r>
        <w:t>312.2465</w:t>
      </w:r>
      <w:r>
        <w:tab/>
        <w:t>3.913e0</w:t>
      </w:r>
    </w:p>
    <w:p w:rsidR="00557788" w:rsidRDefault="00557788" w:rsidP="00557788">
      <w:r>
        <w:t>312.2518</w:t>
      </w:r>
      <w:r>
        <w:tab/>
        <w:t>5.653e0</w:t>
      </w:r>
    </w:p>
    <w:p w:rsidR="00557788" w:rsidRDefault="00557788" w:rsidP="00557788">
      <w:r>
        <w:t>312.2545</w:t>
      </w:r>
      <w:r>
        <w:tab/>
        <w:t>1.857e0</w:t>
      </w:r>
    </w:p>
    <w:p w:rsidR="00557788" w:rsidRDefault="00557788" w:rsidP="00557788">
      <w:r>
        <w:t>312.2751</w:t>
      </w:r>
      <w:r>
        <w:tab/>
        <w:t>4.455e-1</w:t>
      </w:r>
    </w:p>
    <w:p w:rsidR="00557788" w:rsidRDefault="00557788" w:rsidP="00557788">
      <w:r>
        <w:t>312.2811</w:t>
      </w:r>
      <w:r>
        <w:tab/>
        <w:t>3.064e0</w:t>
      </w:r>
    </w:p>
    <w:p w:rsidR="00557788" w:rsidRDefault="00557788" w:rsidP="00557788">
      <w:r>
        <w:t>312.2867</w:t>
      </w:r>
      <w:r>
        <w:tab/>
        <w:t>3.792e0</w:t>
      </w:r>
    </w:p>
    <w:p w:rsidR="00557788" w:rsidRDefault="00557788" w:rsidP="00557788">
      <w:r>
        <w:t>312.2979</w:t>
      </w:r>
      <w:r>
        <w:tab/>
        <w:t>2.044e0</w:t>
      </w:r>
    </w:p>
    <w:p w:rsidR="00557788" w:rsidRDefault="00557788" w:rsidP="00557788">
      <w:r>
        <w:lastRenderedPageBreak/>
        <w:t>312.2994</w:t>
      </w:r>
      <w:r>
        <w:tab/>
        <w:t>1.971e0</w:t>
      </w:r>
    </w:p>
    <w:p w:rsidR="00557788" w:rsidRDefault="00557788" w:rsidP="00557788">
      <w:r>
        <w:t>312.3601</w:t>
      </w:r>
      <w:r>
        <w:tab/>
        <w:t>9.256e0</w:t>
      </w:r>
    </w:p>
    <w:p w:rsidR="00557788" w:rsidRDefault="00557788" w:rsidP="00557788">
      <w:r>
        <w:t>312.3612</w:t>
      </w:r>
      <w:r>
        <w:tab/>
        <w:t>1.263e1</w:t>
      </w:r>
    </w:p>
    <w:p w:rsidR="00557788" w:rsidRDefault="00557788" w:rsidP="00557788">
      <w:r>
        <w:t>312.3666</w:t>
      </w:r>
      <w:r>
        <w:tab/>
        <w:t>1.229e1</w:t>
      </w:r>
    </w:p>
    <w:p w:rsidR="00557788" w:rsidRDefault="00557788" w:rsidP="00557788">
      <w:r>
        <w:t>312.3687</w:t>
      </w:r>
      <w:r>
        <w:tab/>
        <w:t>7.089e0</w:t>
      </w:r>
    </w:p>
    <w:p w:rsidR="00557788" w:rsidRDefault="00557788" w:rsidP="00557788">
      <w:r>
        <w:t>312.3799</w:t>
      </w:r>
      <w:r>
        <w:tab/>
        <w:t>5.075e0</w:t>
      </w:r>
    </w:p>
    <w:p w:rsidR="00557788" w:rsidRDefault="00557788" w:rsidP="00557788">
      <w:r>
        <w:t>312.4199</w:t>
      </w:r>
      <w:r>
        <w:tab/>
        <w:t>2.025e0</w:t>
      </w:r>
    </w:p>
    <w:p w:rsidR="00557788" w:rsidRDefault="00557788" w:rsidP="00557788">
      <w:r>
        <w:t>312.4221</w:t>
      </w:r>
      <w:r>
        <w:tab/>
        <w:t>2.025e0</w:t>
      </w:r>
    </w:p>
    <w:p w:rsidR="00557788" w:rsidRDefault="00557788" w:rsidP="00557788">
      <w:r>
        <w:t>312.4362</w:t>
      </w:r>
      <w:r>
        <w:tab/>
        <w:t>2.025e0</w:t>
      </w:r>
    </w:p>
    <w:p w:rsidR="00557788" w:rsidRDefault="00557788" w:rsidP="00557788">
      <w:r>
        <w:t>312.4479</w:t>
      </w:r>
      <w:r>
        <w:tab/>
        <w:t>3.051e0</w:t>
      </w:r>
    </w:p>
    <w:p w:rsidR="00557788" w:rsidRDefault="00557788" w:rsidP="00557788">
      <w:r>
        <w:t>312.4620</w:t>
      </w:r>
      <w:r>
        <w:tab/>
        <w:t>1.013e0</w:t>
      </w:r>
    </w:p>
    <w:p w:rsidR="00557788" w:rsidRDefault="00557788" w:rsidP="00557788">
      <w:r>
        <w:t>312.4640</w:t>
      </w:r>
      <w:r>
        <w:tab/>
        <w:t>2.025e0</w:t>
      </w:r>
    </w:p>
    <w:p w:rsidR="00557788" w:rsidRDefault="00557788" w:rsidP="00557788">
      <w:r>
        <w:t>312.4661</w:t>
      </w:r>
      <w:r>
        <w:tab/>
        <w:t>1.013e0</w:t>
      </w:r>
    </w:p>
    <w:p w:rsidR="00557788" w:rsidRDefault="00557788" w:rsidP="00557788">
      <w:r>
        <w:t>312.4725</w:t>
      </w:r>
      <w:r>
        <w:tab/>
        <w:t>2.025e0</w:t>
      </w:r>
    </w:p>
    <w:p w:rsidR="00557788" w:rsidRDefault="00557788" w:rsidP="00557788">
      <w:r>
        <w:t>312.4745</w:t>
      </w:r>
      <w:r>
        <w:tab/>
        <w:t>3.038e0</w:t>
      </w:r>
    </w:p>
    <w:p w:rsidR="00557788" w:rsidRDefault="00557788" w:rsidP="00557788">
      <w:r>
        <w:t>312.4941</w:t>
      </w:r>
      <w:r>
        <w:tab/>
        <w:t>3.038e0</w:t>
      </w:r>
    </w:p>
    <w:p w:rsidR="00557788" w:rsidRDefault="00557788" w:rsidP="00557788">
      <w:r>
        <w:t>312.5100</w:t>
      </w:r>
      <w:r>
        <w:tab/>
        <w:t>1.013e0</w:t>
      </w:r>
    </w:p>
    <w:p w:rsidR="00557788" w:rsidRDefault="00557788" w:rsidP="00557788">
      <w:r>
        <w:t>312.5142</w:t>
      </w:r>
      <w:r>
        <w:tab/>
        <w:t>1.013e0</w:t>
      </w:r>
    </w:p>
    <w:p w:rsidR="00557788" w:rsidRDefault="00557788" w:rsidP="00557788">
      <w:r>
        <w:t>312.5506</w:t>
      </w:r>
      <w:r>
        <w:tab/>
        <w:t>3.038e0</w:t>
      </w:r>
    </w:p>
    <w:p w:rsidR="00557788" w:rsidRDefault="00557788" w:rsidP="00557788">
      <w:r>
        <w:lastRenderedPageBreak/>
        <w:t>312.5533</w:t>
      </w:r>
      <w:r>
        <w:tab/>
        <w:t>2.025e0</w:t>
      </w:r>
    </w:p>
    <w:p w:rsidR="00557788" w:rsidRDefault="00557788" w:rsidP="00557788">
      <w:r>
        <w:t>312.5543</w:t>
      </w:r>
      <w:r>
        <w:tab/>
        <w:t>1.392e0</w:t>
      </w:r>
    </w:p>
    <w:p w:rsidR="00557788" w:rsidRDefault="00557788" w:rsidP="00557788">
      <w:r>
        <w:t>312.5637</w:t>
      </w:r>
      <w:r>
        <w:tab/>
        <w:t>2.025e0</w:t>
      </w:r>
    </w:p>
    <w:p w:rsidR="00557788" w:rsidRDefault="00557788" w:rsidP="00557788">
      <w:r>
        <w:t>312.5704</w:t>
      </w:r>
      <w:r>
        <w:tab/>
        <w:t>1.013e0</w:t>
      </w:r>
    </w:p>
    <w:p w:rsidR="00557788" w:rsidRDefault="00557788" w:rsidP="00557788">
      <w:r>
        <w:t>312.5813</w:t>
      </w:r>
      <w:r>
        <w:tab/>
        <w:t>2.025e0</w:t>
      </w:r>
    </w:p>
    <w:p w:rsidR="00557788" w:rsidRDefault="00557788" w:rsidP="00557788">
      <w:r>
        <w:t>312.5966</w:t>
      </w:r>
      <w:r>
        <w:tab/>
        <w:t>2.051e0</w:t>
      </w:r>
    </w:p>
    <w:p w:rsidR="00557788" w:rsidRDefault="00557788" w:rsidP="00557788">
      <w:r>
        <w:t>312.6176</w:t>
      </w:r>
      <w:r>
        <w:tab/>
        <w:t>1.013e0</w:t>
      </w:r>
    </w:p>
    <w:p w:rsidR="00557788" w:rsidRDefault="00557788" w:rsidP="00557788">
      <w:r>
        <w:t>312.6191</w:t>
      </w:r>
      <w:r>
        <w:tab/>
        <w:t>3.038e0</w:t>
      </w:r>
    </w:p>
    <w:p w:rsidR="00557788" w:rsidRDefault="00557788" w:rsidP="00557788">
      <w:r>
        <w:t>312.6216</w:t>
      </w:r>
      <w:r>
        <w:tab/>
        <w:t>5.063e0</w:t>
      </w:r>
    </w:p>
    <w:p w:rsidR="00557788" w:rsidRDefault="00557788" w:rsidP="00557788">
      <w:r>
        <w:t>312.6464</w:t>
      </w:r>
      <w:r>
        <w:tab/>
        <w:t>3.038e0</w:t>
      </w:r>
    </w:p>
    <w:p w:rsidR="00557788" w:rsidRDefault="00557788" w:rsidP="00557788">
      <w:r>
        <w:t>312.6529</w:t>
      </w:r>
      <w:r>
        <w:tab/>
        <w:t>2.025e0</w:t>
      </w:r>
    </w:p>
    <w:p w:rsidR="00557788" w:rsidRDefault="00557788" w:rsidP="00557788">
      <w:r>
        <w:t>312.6546</w:t>
      </w:r>
      <w:r>
        <w:tab/>
        <w:t>3.051e0</w:t>
      </w:r>
    </w:p>
    <w:p w:rsidR="00557788" w:rsidRDefault="00557788" w:rsidP="00557788">
      <w:r>
        <w:t>312.6685</w:t>
      </w:r>
      <w:r>
        <w:tab/>
        <w:t>1.013e0</w:t>
      </w:r>
    </w:p>
    <w:p w:rsidR="00557788" w:rsidRDefault="00557788" w:rsidP="00557788">
      <w:r>
        <w:t>312.6742</w:t>
      </w:r>
      <w:r>
        <w:tab/>
        <w:t>1.013e0</w:t>
      </w:r>
    </w:p>
    <w:p w:rsidR="00557788" w:rsidRDefault="00557788" w:rsidP="00557788">
      <w:r>
        <w:t>312.6781</w:t>
      </w:r>
      <w:r>
        <w:tab/>
        <w:t>3.038e0</w:t>
      </w:r>
    </w:p>
    <w:p w:rsidR="00557788" w:rsidRDefault="00557788" w:rsidP="00557788">
      <w:r>
        <w:t>312.6869</w:t>
      </w:r>
      <w:r>
        <w:tab/>
        <w:t>1.266e-2</w:t>
      </w:r>
    </w:p>
    <w:p w:rsidR="00557788" w:rsidRDefault="00557788" w:rsidP="00557788">
      <w:r>
        <w:t>312.7053</w:t>
      </w:r>
      <w:r>
        <w:tab/>
        <w:t>3.038e0</w:t>
      </w:r>
    </w:p>
    <w:p w:rsidR="00557788" w:rsidRDefault="00557788" w:rsidP="00557788">
      <w:r>
        <w:t>312.7066</w:t>
      </w:r>
      <w:r>
        <w:tab/>
        <w:t>2.063e0</w:t>
      </w:r>
    </w:p>
    <w:p w:rsidR="00557788" w:rsidRDefault="00557788" w:rsidP="00557788">
      <w:r>
        <w:t>312.7182</w:t>
      </w:r>
      <w:r>
        <w:tab/>
        <w:t>5.063e0</w:t>
      </w:r>
    </w:p>
    <w:p w:rsidR="00557788" w:rsidRDefault="00557788" w:rsidP="00557788">
      <w:r>
        <w:lastRenderedPageBreak/>
        <w:t>312.7360</w:t>
      </w:r>
      <w:r>
        <w:tab/>
        <w:t>1.038e0</w:t>
      </w:r>
    </w:p>
    <w:p w:rsidR="00557788" w:rsidRDefault="00557788" w:rsidP="00557788">
      <w:r>
        <w:t>312.7371</w:t>
      </w:r>
      <w:r>
        <w:tab/>
        <w:t>2.025e0</w:t>
      </w:r>
    </w:p>
    <w:p w:rsidR="00557788" w:rsidRDefault="00557788" w:rsidP="00557788">
      <w:r>
        <w:t>312.7409</w:t>
      </w:r>
      <w:r>
        <w:tab/>
        <w:t>2.025e0</w:t>
      </w:r>
    </w:p>
    <w:p w:rsidR="00557788" w:rsidRDefault="00557788" w:rsidP="00557788">
      <w:r>
        <w:t>312.7742</w:t>
      </w:r>
      <w:r>
        <w:tab/>
        <w:t>2.025e0</w:t>
      </w:r>
    </w:p>
    <w:p w:rsidR="00557788" w:rsidRDefault="00557788" w:rsidP="00557788">
      <w:r>
        <w:t>312.7912</w:t>
      </w:r>
      <w:r>
        <w:tab/>
        <w:t>1.266e-2</w:t>
      </w:r>
    </w:p>
    <w:p w:rsidR="00557788" w:rsidRDefault="00557788" w:rsidP="00557788">
      <w:r>
        <w:t>312.8079</w:t>
      </w:r>
      <w:r>
        <w:tab/>
        <w:t>3.038e0</w:t>
      </w:r>
    </w:p>
    <w:p w:rsidR="00557788" w:rsidRDefault="00557788" w:rsidP="00557788">
      <w:r>
        <w:t>312.8169</w:t>
      </w:r>
      <w:r>
        <w:tab/>
        <w:t>3.038e0</w:t>
      </w:r>
    </w:p>
    <w:p w:rsidR="00557788" w:rsidRDefault="00557788" w:rsidP="00557788">
      <w:r>
        <w:t>312.8193</w:t>
      </w:r>
      <w:r>
        <w:tab/>
        <w:t>1.013e0</w:t>
      </w:r>
    </w:p>
    <w:p w:rsidR="00557788" w:rsidRDefault="00557788" w:rsidP="00557788">
      <w:r>
        <w:t>312.8318</w:t>
      </w:r>
      <w:r>
        <w:tab/>
        <w:t>2.025e0</w:t>
      </w:r>
    </w:p>
    <w:p w:rsidR="00557788" w:rsidRDefault="00557788" w:rsidP="00557788">
      <w:r>
        <w:t>312.8329</w:t>
      </w:r>
      <w:r>
        <w:tab/>
        <w:t>1.266e-2</w:t>
      </w:r>
    </w:p>
    <w:p w:rsidR="00557788" w:rsidRDefault="00557788" w:rsidP="00557788">
      <w:r>
        <w:t>312.8408</w:t>
      </w:r>
      <w:r>
        <w:tab/>
        <w:t>3.038e0</w:t>
      </w:r>
    </w:p>
    <w:p w:rsidR="00557788" w:rsidRDefault="00557788" w:rsidP="00557788">
      <w:r>
        <w:t>312.8514</w:t>
      </w:r>
      <w:r>
        <w:tab/>
        <w:t>2.038e0</w:t>
      </w:r>
    </w:p>
    <w:p w:rsidR="00557788" w:rsidRDefault="00557788" w:rsidP="00557788">
      <w:r>
        <w:t>312.8612</w:t>
      </w:r>
      <w:r>
        <w:tab/>
        <w:t>1.013e0</w:t>
      </w:r>
    </w:p>
    <w:p w:rsidR="00557788" w:rsidRDefault="00557788" w:rsidP="00557788">
      <w:r>
        <w:t>312.8623</w:t>
      </w:r>
      <w:r>
        <w:tab/>
        <w:t>3.038e0</w:t>
      </w:r>
    </w:p>
    <w:p w:rsidR="00557788" w:rsidRDefault="00557788" w:rsidP="00557788">
      <w:r>
        <w:t>312.8820</w:t>
      </w:r>
      <w:r>
        <w:tab/>
        <w:t>3.038e0</w:t>
      </w:r>
    </w:p>
    <w:p w:rsidR="00557788" w:rsidRDefault="00557788" w:rsidP="00557788">
      <w:r>
        <w:t>312.8842</w:t>
      </w:r>
      <w:r>
        <w:tab/>
        <w:t>1.051e0</w:t>
      </w:r>
    </w:p>
    <w:p w:rsidR="00557788" w:rsidRDefault="00557788" w:rsidP="00557788">
      <w:r>
        <w:t>312.8895</w:t>
      </w:r>
      <w:r>
        <w:tab/>
        <w:t>2.051e0</w:t>
      </w:r>
    </w:p>
    <w:p w:rsidR="00557788" w:rsidRDefault="00557788" w:rsidP="00557788">
      <w:r>
        <w:t>312.8939</w:t>
      </w:r>
      <w:r>
        <w:tab/>
        <w:t>5.063e0</w:t>
      </w:r>
    </w:p>
    <w:p w:rsidR="00557788" w:rsidRDefault="00557788" w:rsidP="00557788">
      <w:r>
        <w:t>312.9014</w:t>
      </w:r>
      <w:r>
        <w:tab/>
        <w:t>7.089e0</w:t>
      </w:r>
    </w:p>
    <w:p w:rsidR="00557788" w:rsidRDefault="00557788" w:rsidP="00557788">
      <w:r>
        <w:lastRenderedPageBreak/>
        <w:t>312.9037</w:t>
      </w:r>
      <w:r>
        <w:tab/>
        <w:t>1.025e0</w:t>
      </w:r>
    </w:p>
    <w:p w:rsidR="00557788" w:rsidRDefault="00557788" w:rsidP="00557788">
      <w:r>
        <w:t>312.9339</w:t>
      </w:r>
      <w:r>
        <w:tab/>
        <w:t>1.132e1</w:t>
      </w:r>
    </w:p>
    <w:p w:rsidR="00557788" w:rsidRDefault="00557788" w:rsidP="00557788">
      <w:r>
        <w:t>312.9415</w:t>
      </w:r>
      <w:r>
        <w:tab/>
        <w:t>6.043e0</w:t>
      </w:r>
    </w:p>
    <w:p w:rsidR="00557788" w:rsidRDefault="00557788" w:rsidP="00557788">
      <w:r>
        <w:t>312.9433</w:t>
      </w:r>
      <w:r>
        <w:tab/>
        <w:t>3.038e0</w:t>
      </w:r>
    </w:p>
    <w:p w:rsidR="00557788" w:rsidRDefault="00557788" w:rsidP="00557788">
      <w:r>
        <w:t>312.9459</w:t>
      </w:r>
      <w:r>
        <w:tab/>
        <w:t>5.235e0</w:t>
      </w:r>
    </w:p>
    <w:p w:rsidR="00557788" w:rsidRDefault="00557788" w:rsidP="00557788">
      <w:r>
        <w:t>312.9577</w:t>
      </w:r>
      <w:r>
        <w:tab/>
        <w:t>3.038e0</w:t>
      </w:r>
    </w:p>
    <w:p w:rsidR="00557788" w:rsidRDefault="00557788" w:rsidP="00557788">
      <w:r>
        <w:t>312.9621</w:t>
      </w:r>
      <w:r>
        <w:tab/>
        <w:t>4.089e0</w:t>
      </w:r>
    </w:p>
    <w:p w:rsidR="00557788" w:rsidRDefault="00557788" w:rsidP="00557788">
      <w:r>
        <w:t>312.9694</w:t>
      </w:r>
      <w:r>
        <w:tab/>
        <w:t>5.063e0</w:t>
      </w:r>
    </w:p>
    <w:p w:rsidR="00557788" w:rsidRDefault="00557788" w:rsidP="00557788">
      <w:r>
        <w:t>312.9746</w:t>
      </w:r>
      <w:r>
        <w:tab/>
        <w:t>1.013e0</w:t>
      </w:r>
    </w:p>
    <w:p w:rsidR="00557788" w:rsidRDefault="00557788" w:rsidP="00557788">
      <w:r>
        <w:t>312.9959</w:t>
      </w:r>
      <w:r>
        <w:tab/>
        <w:t>2.690e0</w:t>
      </w:r>
    </w:p>
    <w:p w:rsidR="00557788" w:rsidRDefault="00557788" w:rsidP="00557788">
      <w:r>
        <w:t>313.0039</w:t>
      </w:r>
      <w:r>
        <w:tab/>
        <w:t>3.038e0</w:t>
      </w:r>
    </w:p>
    <w:p w:rsidR="00557788" w:rsidRDefault="00557788" w:rsidP="00557788">
      <w:r>
        <w:t>313.0166</w:t>
      </w:r>
      <w:r>
        <w:tab/>
        <w:t>3.231e0</w:t>
      </w:r>
    </w:p>
    <w:p w:rsidR="00557788" w:rsidRDefault="00557788" w:rsidP="00557788">
      <w:r>
        <w:t>313.0275</w:t>
      </w:r>
      <w:r>
        <w:tab/>
        <w:t>3.402e0</w:t>
      </w:r>
    </w:p>
    <w:p w:rsidR="00557788" w:rsidRDefault="00557788" w:rsidP="00557788">
      <w:r>
        <w:t>313.0375</w:t>
      </w:r>
      <w:r>
        <w:tab/>
        <w:t>1.115e0</w:t>
      </w:r>
    </w:p>
    <w:p w:rsidR="00557788" w:rsidRDefault="00557788" w:rsidP="00557788">
      <w:r>
        <w:t>313.0498</w:t>
      </w:r>
      <w:r>
        <w:tab/>
        <w:t>4.510e0</w:t>
      </w:r>
    </w:p>
    <w:p w:rsidR="00557788" w:rsidRDefault="00557788" w:rsidP="00557788">
      <w:r>
        <w:t>313.0627</w:t>
      </w:r>
      <w:r>
        <w:tab/>
        <w:t>2.528e0</w:t>
      </w:r>
    </w:p>
    <w:p w:rsidR="00557788" w:rsidRDefault="00557788" w:rsidP="00557788">
      <w:r>
        <w:t>313.0774</w:t>
      </w:r>
      <w:r>
        <w:tab/>
        <w:t>1.998e0</w:t>
      </w:r>
    </w:p>
    <w:p w:rsidR="00557788" w:rsidRDefault="00557788" w:rsidP="00557788">
      <w:r>
        <w:t>313.0861</w:t>
      </w:r>
      <w:r>
        <w:tab/>
        <w:t>1.732e0</w:t>
      </w:r>
    </w:p>
    <w:p w:rsidR="00557788" w:rsidRDefault="00557788" w:rsidP="00557788">
      <w:r>
        <w:t>313.0909</w:t>
      </w:r>
      <w:r>
        <w:tab/>
        <w:t>2.599e0</w:t>
      </w:r>
    </w:p>
    <w:p w:rsidR="00557788" w:rsidRDefault="00557788" w:rsidP="00557788">
      <w:r>
        <w:lastRenderedPageBreak/>
        <w:t>313.0939</w:t>
      </w:r>
      <w:r>
        <w:tab/>
        <w:t>7.274e0</w:t>
      </w:r>
    </w:p>
    <w:p w:rsidR="00557788" w:rsidRDefault="00557788" w:rsidP="00557788">
      <w:r>
        <w:t>313.1012</w:t>
      </w:r>
      <w:r>
        <w:tab/>
        <w:t>1.897e0</w:t>
      </w:r>
    </w:p>
    <w:p w:rsidR="00557788" w:rsidRDefault="00557788" w:rsidP="00557788">
      <w:r>
        <w:t>313.1190</w:t>
      </w:r>
      <w:r>
        <w:tab/>
        <w:t>2.774e0</w:t>
      </w:r>
    </w:p>
    <w:p w:rsidR="00557788" w:rsidRDefault="00557788" w:rsidP="00557788">
      <w:r>
        <w:t>313.1277</w:t>
      </w:r>
      <w:r>
        <w:tab/>
        <w:t>1.195e0</w:t>
      </w:r>
    </w:p>
    <w:p w:rsidR="00557788" w:rsidRDefault="00557788" w:rsidP="00557788">
      <w:r>
        <w:t>313.1458</w:t>
      </w:r>
      <w:r>
        <w:tab/>
        <w:t>1.125e0</w:t>
      </w:r>
    </w:p>
    <w:p w:rsidR="00557788" w:rsidRDefault="00557788" w:rsidP="00557788">
      <w:r>
        <w:t>313.1505</w:t>
      </w:r>
      <w:r>
        <w:tab/>
        <w:t>2.255e0</w:t>
      </w:r>
    </w:p>
    <w:p w:rsidR="00557788" w:rsidRDefault="00557788" w:rsidP="00557788">
      <w:r>
        <w:t>313.1587</w:t>
      </w:r>
      <w:r>
        <w:tab/>
        <w:t>2.025e0</w:t>
      </w:r>
    </w:p>
    <w:p w:rsidR="00557788" w:rsidRDefault="00557788" w:rsidP="00557788">
      <w:r>
        <w:t>313.1928</w:t>
      </w:r>
      <w:r>
        <w:tab/>
        <w:t>2.135e0</w:t>
      </w:r>
    </w:p>
    <w:p w:rsidR="00557788" w:rsidRDefault="00557788" w:rsidP="00557788">
      <w:r>
        <w:t>313.1945</w:t>
      </w:r>
      <w:r>
        <w:tab/>
        <w:t>2.152e0</w:t>
      </w:r>
    </w:p>
    <w:p w:rsidR="00557788" w:rsidRDefault="00557788" w:rsidP="00557788">
      <w:r>
        <w:t>313.2012</w:t>
      </w:r>
      <w:r>
        <w:tab/>
        <w:t>7.053e0</w:t>
      </w:r>
    </w:p>
    <w:p w:rsidR="00557788" w:rsidRDefault="00557788" w:rsidP="00557788">
      <w:r>
        <w:t>313.2253</w:t>
      </w:r>
      <w:r>
        <w:tab/>
        <w:t>1.824e0</w:t>
      </w:r>
    </w:p>
    <w:p w:rsidR="00557788" w:rsidRDefault="00557788" w:rsidP="00557788">
      <w:r>
        <w:t>313.2288</w:t>
      </w:r>
      <w:r>
        <w:tab/>
        <w:t>2.922e0</w:t>
      </w:r>
    </w:p>
    <w:p w:rsidR="00557788" w:rsidRDefault="00557788" w:rsidP="00557788">
      <w:r>
        <w:t>313.2346</w:t>
      </w:r>
      <w:r>
        <w:tab/>
        <w:t>3.985e0</w:t>
      </w:r>
    </w:p>
    <w:p w:rsidR="00557788" w:rsidRDefault="00557788" w:rsidP="00557788">
      <w:r>
        <w:t>313.2370</w:t>
      </w:r>
      <w:r>
        <w:tab/>
        <w:t>5.006e0</w:t>
      </w:r>
    </w:p>
    <w:p w:rsidR="00557788" w:rsidRDefault="00557788" w:rsidP="00557788">
      <w:r>
        <w:t>313.2382</w:t>
      </w:r>
      <w:r>
        <w:tab/>
        <w:t>1.461e0</w:t>
      </w:r>
    </w:p>
    <w:p w:rsidR="00557788" w:rsidRDefault="00557788" w:rsidP="00557788">
      <w:r>
        <w:t>313.2416</w:t>
      </w:r>
      <w:r>
        <w:tab/>
        <w:t>1.472e1</w:t>
      </w:r>
    </w:p>
    <w:p w:rsidR="00557788" w:rsidRDefault="00557788" w:rsidP="00557788">
      <w:r>
        <w:t>313.2485</w:t>
      </w:r>
      <w:r>
        <w:tab/>
        <w:t>1.455e0</w:t>
      </w:r>
    </w:p>
    <w:p w:rsidR="00557788" w:rsidRDefault="00557788" w:rsidP="00557788">
      <w:r>
        <w:t>313.2543</w:t>
      </w:r>
      <w:r>
        <w:tab/>
        <w:t>8.148e0</w:t>
      </w:r>
    </w:p>
    <w:p w:rsidR="00557788" w:rsidRDefault="00557788" w:rsidP="00557788">
      <w:r>
        <w:t>313.2578</w:t>
      </w:r>
      <w:r>
        <w:tab/>
        <w:t>1.251e0</w:t>
      </w:r>
    </w:p>
    <w:p w:rsidR="00557788" w:rsidRDefault="00557788" w:rsidP="00557788">
      <w:r>
        <w:lastRenderedPageBreak/>
        <w:t>313.2619</w:t>
      </w:r>
      <w:r>
        <w:tab/>
        <w:t>3.907e0</w:t>
      </w:r>
    </w:p>
    <w:p w:rsidR="00557788" w:rsidRDefault="00557788" w:rsidP="00557788">
      <w:r>
        <w:t>313.2919</w:t>
      </w:r>
      <w:r>
        <w:tab/>
        <w:t>2.859e0</w:t>
      </w:r>
    </w:p>
    <w:p w:rsidR="00557788" w:rsidRDefault="00557788" w:rsidP="00557788">
      <w:r>
        <w:t>313.3007</w:t>
      </w:r>
      <w:r>
        <w:tab/>
        <w:t>2.654e0</w:t>
      </w:r>
    </w:p>
    <w:p w:rsidR="00557788" w:rsidRDefault="00557788" w:rsidP="00557788">
      <w:r>
        <w:t>313.3033</w:t>
      </w:r>
      <w:r>
        <w:tab/>
        <w:t>1.787e0</w:t>
      </w:r>
    </w:p>
    <w:p w:rsidR="00557788" w:rsidRDefault="00557788" w:rsidP="00557788">
      <w:r>
        <w:t>313.3208</w:t>
      </w:r>
      <w:r>
        <w:tab/>
        <w:t>2.013e0</w:t>
      </w:r>
    </w:p>
    <w:p w:rsidR="00557788" w:rsidRDefault="00557788" w:rsidP="00557788">
      <w:r>
        <w:t>313.3403</w:t>
      </w:r>
      <w:r>
        <w:tab/>
        <w:t>5.514e0</w:t>
      </w:r>
    </w:p>
    <w:p w:rsidR="00557788" w:rsidRDefault="00557788" w:rsidP="00557788">
      <w:r>
        <w:t>313.3414</w:t>
      </w:r>
      <w:r>
        <w:tab/>
        <w:t>3.681e0</w:t>
      </w:r>
    </w:p>
    <w:p w:rsidR="00557788" w:rsidRDefault="00557788" w:rsidP="00557788">
      <w:r>
        <w:t>313.3491</w:t>
      </w:r>
      <w:r>
        <w:tab/>
        <w:t>2.025e0</w:t>
      </w:r>
    </w:p>
    <w:p w:rsidR="00557788" w:rsidRDefault="00557788" w:rsidP="00557788">
      <w:r>
        <w:t>313.3624</w:t>
      </w:r>
      <w:r>
        <w:tab/>
        <w:t>9.114e0</w:t>
      </w:r>
    </w:p>
    <w:p w:rsidR="00557788" w:rsidRDefault="00557788" w:rsidP="00557788">
      <w:r>
        <w:t>313.3635</w:t>
      </w:r>
      <w:r>
        <w:tab/>
        <w:t>4.613e-1</w:t>
      </w:r>
    </w:p>
    <w:p w:rsidR="00557788" w:rsidRDefault="00557788" w:rsidP="00557788">
      <w:r>
        <w:t>313.3830</w:t>
      </w:r>
      <w:r>
        <w:tab/>
        <w:t>2.532e-2</w:t>
      </w:r>
    </w:p>
    <w:p w:rsidR="00557788" w:rsidRDefault="00557788" w:rsidP="00557788">
      <w:r>
        <w:t>313.3887</w:t>
      </w:r>
      <w:r>
        <w:tab/>
        <w:t>1.013e0</w:t>
      </w:r>
    </w:p>
    <w:p w:rsidR="00557788" w:rsidRDefault="00557788" w:rsidP="00557788">
      <w:r>
        <w:t>313.3928</w:t>
      </w:r>
      <w:r>
        <w:tab/>
        <w:t>3.038e0</w:t>
      </w:r>
    </w:p>
    <w:p w:rsidR="00557788" w:rsidRDefault="00557788" w:rsidP="00557788">
      <w:r>
        <w:t>313.4018</w:t>
      </w:r>
      <w:r>
        <w:tab/>
        <w:t>1.266e-2</w:t>
      </w:r>
    </w:p>
    <w:p w:rsidR="00557788" w:rsidRDefault="00557788" w:rsidP="00557788">
      <w:r>
        <w:t>313.4040</w:t>
      </w:r>
      <w:r>
        <w:tab/>
        <w:t>2.532e-2</w:t>
      </w:r>
    </w:p>
    <w:p w:rsidR="00557788" w:rsidRDefault="00557788" w:rsidP="00557788">
      <w:r>
        <w:t>313.4201</w:t>
      </w:r>
      <w:r>
        <w:tab/>
        <w:t>1.038e0</w:t>
      </w:r>
    </w:p>
    <w:p w:rsidR="00557788" w:rsidRDefault="00557788" w:rsidP="00557788">
      <w:r>
        <w:t>313.4218</w:t>
      </w:r>
      <w:r>
        <w:tab/>
        <w:t>2.025e0</w:t>
      </w:r>
    </w:p>
    <w:p w:rsidR="00557788" w:rsidRDefault="00557788" w:rsidP="00557788">
      <w:r>
        <w:t>313.4341</w:t>
      </w:r>
      <w:r>
        <w:tab/>
        <w:t>1.013e0</w:t>
      </w:r>
    </w:p>
    <w:p w:rsidR="00557788" w:rsidRDefault="00557788" w:rsidP="00557788">
      <w:r>
        <w:t>313.4455</w:t>
      </w:r>
      <w:r>
        <w:tab/>
        <w:t>1.013e0</w:t>
      </w:r>
    </w:p>
    <w:p w:rsidR="00557788" w:rsidRDefault="00557788" w:rsidP="00557788">
      <w:r>
        <w:lastRenderedPageBreak/>
        <w:t>313.4499</w:t>
      </w:r>
      <w:r>
        <w:tab/>
        <w:t>1.013e0</w:t>
      </w:r>
    </w:p>
    <w:p w:rsidR="00557788" w:rsidRDefault="00557788" w:rsidP="00557788">
      <w:r>
        <w:t>313.4625</w:t>
      </w:r>
      <w:r>
        <w:tab/>
        <w:t>1.025e0</w:t>
      </w:r>
    </w:p>
    <w:p w:rsidR="00557788" w:rsidRDefault="00557788" w:rsidP="00557788">
      <w:r>
        <w:t>313.4738</w:t>
      </w:r>
      <w:r>
        <w:tab/>
        <w:t>1.266e-2</w:t>
      </w:r>
    </w:p>
    <w:p w:rsidR="00557788" w:rsidRDefault="00557788" w:rsidP="00557788">
      <w:r>
        <w:t>313.4801</w:t>
      </w:r>
      <w:r>
        <w:tab/>
        <w:t>2.025e0</w:t>
      </w:r>
    </w:p>
    <w:p w:rsidR="00557788" w:rsidRDefault="00557788" w:rsidP="00557788">
      <w:r>
        <w:t>313.4841</w:t>
      </w:r>
      <w:r>
        <w:tab/>
        <w:t>2.051e0</w:t>
      </w:r>
    </w:p>
    <w:p w:rsidR="00557788" w:rsidRDefault="00557788" w:rsidP="00557788">
      <w:r>
        <w:t>313.4933</w:t>
      </w:r>
      <w:r>
        <w:tab/>
        <w:t>2.051e0</w:t>
      </w:r>
    </w:p>
    <w:p w:rsidR="00557788" w:rsidRDefault="00557788" w:rsidP="00557788">
      <w:r>
        <w:t>313.5102</w:t>
      </w:r>
      <w:r>
        <w:tab/>
        <w:t>1.266e-2</w:t>
      </w:r>
    </w:p>
    <w:p w:rsidR="00557788" w:rsidRDefault="00557788" w:rsidP="00557788">
      <w:r>
        <w:t>313.5284</w:t>
      </w:r>
      <w:r>
        <w:tab/>
        <w:t>4.051e0</w:t>
      </w:r>
    </w:p>
    <w:p w:rsidR="00557788" w:rsidRDefault="00557788" w:rsidP="00557788">
      <w:r>
        <w:t>313.5636</w:t>
      </w:r>
      <w:r>
        <w:tab/>
        <w:t>5.063e0</w:t>
      </w:r>
    </w:p>
    <w:p w:rsidR="00557788" w:rsidRDefault="00557788" w:rsidP="00557788">
      <w:r>
        <w:t>313.5703</w:t>
      </w:r>
      <w:r>
        <w:tab/>
        <w:t>2.025e0</w:t>
      </w:r>
    </w:p>
    <w:p w:rsidR="00557788" w:rsidRDefault="00557788" w:rsidP="00557788">
      <w:r>
        <w:t>313.5756</w:t>
      </w:r>
      <w:r>
        <w:tab/>
        <w:t>4.051e0</w:t>
      </w:r>
    </w:p>
    <w:p w:rsidR="00557788" w:rsidRDefault="00557788" w:rsidP="00557788">
      <w:r>
        <w:t>313.5787</w:t>
      </w:r>
      <w:r>
        <w:tab/>
        <w:t>2.025e0</w:t>
      </w:r>
    </w:p>
    <w:p w:rsidR="00557788" w:rsidRDefault="00557788" w:rsidP="00557788">
      <w:r>
        <w:t>313.5864</w:t>
      </w:r>
      <w:r>
        <w:tab/>
        <w:t>1.038e0</w:t>
      </w:r>
    </w:p>
    <w:p w:rsidR="00557788" w:rsidRDefault="00557788" w:rsidP="00557788">
      <w:r>
        <w:t>313.6102</w:t>
      </w:r>
      <w:r>
        <w:tab/>
        <w:t>1.013e0</w:t>
      </w:r>
    </w:p>
    <w:p w:rsidR="00557788" w:rsidRDefault="00557788" w:rsidP="00557788">
      <w:r>
        <w:t>313.6187</w:t>
      </w:r>
      <w:r>
        <w:tab/>
        <w:t>4.063e0</w:t>
      </w:r>
    </w:p>
    <w:p w:rsidR="00557788" w:rsidRDefault="00557788" w:rsidP="00557788">
      <w:r>
        <w:t>313.6338</w:t>
      </w:r>
      <w:r>
        <w:tab/>
        <w:t>2.051e0</w:t>
      </w:r>
    </w:p>
    <w:p w:rsidR="00557788" w:rsidRDefault="00557788" w:rsidP="00557788">
      <w:r>
        <w:t>313.6404</w:t>
      </w:r>
      <w:r>
        <w:tab/>
        <w:t>2.532e-2</w:t>
      </w:r>
    </w:p>
    <w:p w:rsidR="00557788" w:rsidRDefault="00557788" w:rsidP="00557788">
      <w:r>
        <w:t>313.6468</w:t>
      </w:r>
      <w:r>
        <w:tab/>
        <w:t>1.013e0</w:t>
      </w:r>
    </w:p>
    <w:p w:rsidR="00557788" w:rsidRDefault="00557788" w:rsidP="00557788">
      <w:r>
        <w:t>313.6556</w:t>
      </w:r>
      <w:r>
        <w:tab/>
        <w:t>1.266e-2</w:t>
      </w:r>
    </w:p>
    <w:p w:rsidR="00557788" w:rsidRDefault="00557788" w:rsidP="00557788">
      <w:r>
        <w:lastRenderedPageBreak/>
        <w:t>313.6708</w:t>
      </w:r>
      <w:r>
        <w:tab/>
        <w:t>2.038e0</w:t>
      </w:r>
    </w:p>
    <w:p w:rsidR="00557788" w:rsidRDefault="00557788" w:rsidP="00557788">
      <w:r>
        <w:t>313.6845</w:t>
      </w:r>
      <w:r>
        <w:tab/>
        <w:t>4.051e0</w:t>
      </w:r>
    </w:p>
    <w:p w:rsidR="00557788" w:rsidRDefault="00557788" w:rsidP="00557788">
      <w:r>
        <w:t>313.6988</w:t>
      </w:r>
      <w:r>
        <w:tab/>
        <w:t>3.038e0</w:t>
      </w:r>
    </w:p>
    <w:p w:rsidR="00557788" w:rsidRDefault="00557788" w:rsidP="00557788">
      <w:r>
        <w:t>313.7112</w:t>
      </w:r>
      <w:r>
        <w:tab/>
        <w:t>3.038e0</w:t>
      </w:r>
    </w:p>
    <w:p w:rsidR="00557788" w:rsidRDefault="00557788" w:rsidP="00557788">
      <w:r>
        <w:t>313.7152</w:t>
      </w:r>
      <w:r>
        <w:tab/>
        <w:t>2.025e0</w:t>
      </w:r>
    </w:p>
    <w:p w:rsidR="00557788" w:rsidRDefault="00557788" w:rsidP="00557788">
      <w:r>
        <w:t>313.7232</w:t>
      </w:r>
      <w:r>
        <w:tab/>
        <w:t>1.266e-2</w:t>
      </w:r>
    </w:p>
    <w:p w:rsidR="00557788" w:rsidRDefault="00557788" w:rsidP="00557788">
      <w:r>
        <w:t>313.7312</w:t>
      </w:r>
      <w:r>
        <w:tab/>
        <w:t>1.025e0</w:t>
      </w:r>
    </w:p>
    <w:p w:rsidR="00557788" w:rsidRDefault="00557788" w:rsidP="00557788">
      <w:r>
        <w:t>313.7412</w:t>
      </w:r>
      <w:r>
        <w:tab/>
        <w:t>1.025e0</w:t>
      </w:r>
    </w:p>
    <w:p w:rsidR="00557788" w:rsidRDefault="00557788" w:rsidP="00557788">
      <w:r>
        <w:t>313.7465</w:t>
      </w:r>
      <w:r>
        <w:tab/>
        <w:t>1.013e0</w:t>
      </w:r>
    </w:p>
    <w:p w:rsidR="00557788" w:rsidRDefault="00557788" w:rsidP="00557788">
      <w:r>
        <w:t>313.7553</w:t>
      </w:r>
      <w:r>
        <w:tab/>
        <w:t>1.025e0</w:t>
      </w:r>
    </w:p>
    <w:p w:rsidR="00557788" w:rsidRDefault="00557788" w:rsidP="00557788">
      <w:r>
        <w:t>313.7675</w:t>
      </w:r>
      <w:r>
        <w:tab/>
        <w:t>2.025e0</w:t>
      </w:r>
    </w:p>
    <w:p w:rsidR="00557788" w:rsidRDefault="00557788" w:rsidP="00557788">
      <w:r>
        <w:t>313.7886</w:t>
      </w:r>
      <w:r>
        <w:tab/>
        <w:t>7.089e0</w:t>
      </w:r>
    </w:p>
    <w:p w:rsidR="00557788" w:rsidRDefault="00557788" w:rsidP="00557788">
      <w:r>
        <w:t>313.7963</w:t>
      </w:r>
      <w:r>
        <w:tab/>
        <w:t>2.599e0</w:t>
      </w:r>
    </w:p>
    <w:p w:rsidR="00557788" w:rsidRDefault="00557788" w:rsidP="00557788">
      <w:r>
        <w:t>313.8020</w:t>
      </w:r>
      <w:r>
        <w:tab/>
        <w:t>2.025e0</w:t>
      </w:r>
    </w:p>
    <w:p w:rsidR="00557788" w:rsidRDefault="00557788" w:rsidP="00557788">
      <w:r>
        <w:t>313.8345</w:t>
      </w:r>
      <w:r>
        <w:tab/>
        <w:t>5.063e0</w:t>
      </w:r>
    </w:p>
    <w:p w:rsidR="00557788" w:rsidRDefault="00557788" w:rsidP="00557788">
      <w:r>
        <w:t>313.8376</w:t>
      </w:r>
      <w:r>
        <w:tab/>
        <w:t>2.025e0</w:t>
      </w:r>
    </w:p>
    <w:p w:rsidR="00557788" w:rsidRDefault="00557788" w:rsidP="00557788">
      <w:r>
        <w:t>313.8448</w:t>
      </w:r>
      <w:r>
        <w:tab/>
        <w:t>4.051e0</w:t>
      </w:r>
    </w:p>
    <w:p w:rsidR="00557788" w:rsidRDefault="00557788" w:rsidP="00557788">
      <w:r>
        <w:t>313.8527</w:t>
      </w:r>
      <w:r>
        <w:tab/>
        <w:t>3.038e0</w:t>
      </w:r>
    </w:p>
    <w:p w:rsidR="00557788" w:rsidRDefault="00557788" w:rsidP="00557788">
      <w:r>
        <w:t>313.8617</w:t>
      </w:r>
      <w:r>
        <w:tab/>
        <w:t>2.025e0</w:t>
      </w:r>
    </w:p>
    <w:p w:rsidR="00557788" w:rsidRDefault="00557788" w:rsidP="00557788">
      <w:r>
        <w:lastRenderedPageBreak/>
        <w:t>313.8630</w:t>
      </w:r>
      <w:r>
        <w:tab/>
        <w:t>3.038e0</w:t>
      </w:r>
    </w:p>
    <w:p w:rsidR="00557788" w:rsidRDefault="00557788" w:rsidP="00557788">
      <w:r>
        <w:t>313.8699</w:t>
      </w:r>
      <w:r>
        <w:tab/>
        <w:t>2.025e0</w:t>
      </w:r>
    </w:p>
    <w:p w:rsidR="00557788" w:rsidRDefault="00557788" w:rsidP="00557788">
      <w:r>
        <w:t>313.8939</w:t>
      </w:r>
      <w:r>
        <w:tab/>
        <w:t>4.051e0</w:t>
      </w:r>
    </w:p>
    <w:p w:rsidR="00557788" w:rsidRDefault="00557788" w:rsidP="00557788">
      <w:r>
        <w:t>313.8982</w:t>
      </w:r>
      <w:r>
        <w:tab/>
        <w:t>2.025e0</w:t>
      </w:r>
    </w:p>
    <w:p w:rsidR="00557788" w:rsidRDefault="00557788" w:rsidP="00557788">
      <w:r>
        <w:t>313.9102</w:t>
      </w:r>
      <w:r>
        <w:tab/>
        <w:t>2.025e0</w:t>
      </w:r>
    </w:p>
    <w:p w:rsidR="00557788" w:rsidRDefault="00557788" w:rsidP="00557788">
      <w:r>
        <w:t>313.9113</w:t>
      </w:r>
      <w:r>
        <w:tab/>
        <w:t>1.013e0</w:t>
      </w:r>
    </w:p>
    <w:p w:rsidR="00557788" w:rsidRDefault="00557788" w:rsidP="00557788">
      <w:r>
        <w:t>313.9136</w:t>
      </w:r>
      <w:r>
        <w:tab/>
        <w:t>6.076e0</w:t>
      </w:r>
    </w:p>
    <w:p w:rsidR="00557788" w:rsidRDefault="00557788" w:rsidP="00557788">
      <w:r>
        <w:t>313.9210</w:t>
      </w:r>
      <w:r>
        <w:tab/>
        <w:t>3.063e0</w:t>
      </w:r>
    </w:p>
    <w:p w:rsidR="00557788" w:rsidRDefault="00557788" w:rsidP="00557788">
      <w:r>
        <w:t>313.9341</w:t>
      </w:r>
      <w:r>
        <w:tab/>
        <w:t>2.025e0</w:t>
      </w:r>
    </w:p>
    <w:p w:rsidR="00557788" w:rsidRDefault="00557788" w:rsidP="00557788">
      <w:r>
        <w:t>313.9387</w:t>
      </w:r>
      <w:r>
        <w:tab/>
        <w:t>3.031e0</w:t>
      </w:r>
    </w:p>
    <w:p w:rsidR="00557788" w:rsidRDefault="00557788" w:rsidP="00557788">
      <w:r>
        <w:t>313.9398</w:t>
      </w:r>
      <w:r>
        <w:tab/>
        <w:t>1.013e0</w:t>
      </w:r>
    </w:p>
    <w:p w:rsidR="00557788" w:rsidRDefault="00557788" w:rsidP="00557788">
      <w:r>
        <w:t>313.9434</w:t>
      </w:r>
      <w:r>
        <w:tab/>
        <w:t>2.063e0</w:t>
      </w:r>
    </w:p>
    <w:p w:rsidR="00557788" w:rsidRDefault="00557788" w:rsidP="00557788">
      <w:r>
        <w:t>313.9584</w:t>
      </w:r>
      <w:r>
        <w:tab/>
        <w:t>2.025e0</w:t>
      </w:r>
    </w:p>
    <w:p w:rsidR="00557788" w:rsidRDefault="00557788" w:rsidP="00557788">
      <w:r>
        <w:t>313.9688</w:t>
      </w:r>
      <w:r>
        <w:tab/>
        <w:t>2.713e0</w:t>
      </w:r>
    </w:p>
    <w:p w:rsidR="00557788" w:rsidRDefault="00557788" w:rsidP="00557788">
      <w:r>
        <w:t>313.9699</w:t>
      </w:r>
      <w:r>
        <w:tab/>
        <w:t>3.038e0</w:t>
      </w:r>
    </w:p>
    <w:p w:rsidR="00557788" w:rsidRDefault="00557788" w:rsidP="00557788">
      <w:r>
        <w:t>313.9767</w:t>
      </w:r>
      <w:r>
        <w:tab/>
        <w:t>2.046e0</w:t>
      </w:r>
    </w:p>
    <w:p w:rsidR="00557788" w:rsidRDefault="00557788" w:rsidP="00557788">
      <w:r>
        <w:t>313.9796</w:t>
      </w:r>
      <w:r>
        <w:tab/>
        <w:t>2.025e0</w:t>
      </w:r>
    </w:p>
    <w:p w:rsidR="00557788" w:rsidRDefault="00557788" w:rsidP="00557788">
      <w:r>
        <w:t>314.0090</w:t>
      </w:r>
      <w:r>
        <w:tab/>
        <w:t>2.815e0</w:t>
      </w:r>
    </w:p>
    <w:p w:rsidR="00557788" w:rsidRDefault="00557788" w:rsidP="00557788">
      <w:r>
        <w:t>314.0199</w:t>
      </w:r>
      <w:r>
        <w:tab/>
        <w:t>7.347e-1</w:t>
      </w:r>
    </w:p>
    <w:p w:rsidR="00557788" w:rsidRDefault="00557788" w:rsidP="00557788">
      <w:r>
        <w:lastRenderedPageBreak/>
        <w:t>314.0214</w:t>
      </w:r>
      <w:r>
        <w:tab/>
        <w:t>8.860e0</w:t>
      </w:r>
    </w:p>
    <w:p w:rsidR="00557788" w:rsidRDefault="00557788" w:rsidP="00557788">
      <w:r>
        <w:t>314.0272</w:t>
      </w:r>
      <w:r>
        <w:tab/>
        <w:t>3.038e0</w:t>
      </w:r>
    </w:p>
    <w:p w:rsidR="00557788" w:rsidRDefault="00557788" w:rsidP="00557788">
      <w:r>
        <w:t>314.0335</w:t>
      </w:r>
      <w:r>
        <w:tab/>
        <w:t>2.903e0</w:t>
      </w:r>
    </w:p>
    <w:p w:rsidR="00557788" w:rsidRDefault="00557788" w:rsidP="00557788">
      <w:r>
        <w:t>314.0503</w:t>
      </w:r>
      <w:r>
        <w:tab/>
        <w:t>4.722e0</w:t>
      </w:r>
    </w:p>
    <w:p w:rsidR="00557788" w:rsidRDefault="00557788" w:rsidP="00557788">
      <w:r>
        <w:t>314.0657</w:t>
      </w:r>
      <w:r>
        <w:tab/>
        <w:t>1.446e1</w:t>
      </w:r>
    </w:p>
    <w:p w:rsidR="00557788" w:rsidRDefault="00557788" w:rsidP="00557788">
      <w:r>
        <w:t>314.0701</w:t>
      </w:r>
      <w:r>
        <w:tab/>
        <w:t>1.716e0</w:t>
      </w:r>
    </w:p>
    <w:p w:rsidR="00557788" w:rsidRDefault="00557788" w:rsidP="00557788">
      <w:r>
        <w:t>314.0752</w:t>
      </w:r>
      <w:r>
        <w:tab/>
        <w:t>2.131e0</w:t>
      </w:r>
    </w:p>
    <w:p w:rsidR="00557788" w:rsidRDefault="00557788" w:rsidP="00557788">
      <w:r>
        <w:t>314.0763</w:t>
      </w:r>
      <w:r>
        <w:tab/>
        <w:t>1.836e0</w:t>
      </w:r>
    </w:p>
    <w:p w:rsidR="00557788" w:rsidRDefault="00557788" w:rsidP="00557788">
      <w:r>
        <w:t>314.0790</w:t>
      </w:r>
      <w:r>
        <w:tab/>
        <w:t>1.431e0</w:t>
      </w:r>
    </w:p>
    <w:p w:rsidR="00557788" w:rsidRDefault="00557788" w:rsidP="00557788">
      <w:r>
        <w:t>314.1027</w:t>
      </w:r>
      <w:r>
        <w:tab/>
        <w:t>2.038e0</w:t>
      </w:r>
    </w:p>
    <w:p w:rsidR="00557788" w:rsidRDefault="00557788" w:rsidP="00557788">
      <w:r>
        <w:t>314.1277</w:t>
      </w:r>
      <w:r>
        <w:tab/>
        <w:t>2.304e-2</w:t>
      </w:r>
    </w:p>
    <w:p w:rsidR="00557788" w:rsidRDefault="00557788" w:rsidP="00557788">
      <w:r>
        <w:t>314.1440</w:t>
      </w:r>
      <w:r>
        <w:tab/>
        <w:t>2.839e0</w:t>
      </w:r>
    </w:p>
    <w:p w:rsidR="00557788" w:rsidRDefault="00557788" w:rsidP="00557788">
      <w:r>
        <w:t>314.1591</w:t>
      </w:r>
      <w:r>
        <w:tab/>
        <w:t>1.448e0</w:t>
      </w:r>
    </w:p>
    <w:p w:rsidR="00557788" w:rsidRDefault="00557788" w:rsidP="00557788">
      <w:r>
        <w:t>314.1603</w:t>
      </w:r>
      <w:r>
        <w:tab/>
        <w:t>2.023e0</w:t>
      </w:r>
    </w:p>
    <w:p w:rsidR="00557788" w:rsidRDefault="00557788" w:rsidP="00557788">
      <w:r>
        <w:t>314.1999</w:t>
      </w:r>
      <w:r>
        <w:tab/>
        <w:t>4.531e0</w:t>
      </w:r>
    </w:p>
    <w:p w:rsidR="00557788" w:rsidRDefault="00557788" w:rsidP="00557788">
      <w:r>
        <w:t>314.2015</w:t>
      </w:r>
      <w:r>
        <w:tab/>
        <w:t>9.724e0</w:t>
      </w:r>
    </w:p>
    <w:p w:rsidR="00557788" w:rsidRDefault="00557788" w:rsidP="00557788">
      <w:r>
        <w:t>314.2059</w:t>
      </w:r>
      <w:r>
        <w:tab/>
        <w:t>6.377e0</w:t>
      </w:r>
    </w:p>
    <w:p w:rsidR="00557788" w:rsidRDefault="00557788" w:rsidP="00557788">
      <w:r>
        <w:t>314.2145</w:t>
      </w:r>
      <w:r>
        <w:tab/>
        <w:t>6.287e0</w:t>
      </w:r>
    </w:p>
    <w:p w:rsidR="00557788" w:rsidRDefault="00557788" w:rsidP="00557788">
      <w:r>
        <w:t>314.2160</w:t>
      </w:r>
      <w:r>
        <w:tab/>
        <w:t>3.658e0</w:t>
      </w:r>
    </w:p>
    <w:p w:rsidR="00557788" w:rsidRDefault="00557788" w:rsidP="00557788">
      <w:r>
        <w:lastRenderedPageBreak/>
        <w:t>314.2245</w:t>
      </w:r>
      <w:r>
        <w:tab/>
        <w:t>4.476e0</w:t>
      </w:r>
    </w:p>
    <w:p w:rsidR="00557788" w:rsidRDefault="00557788" w:rsidP="00557788">
      <w:r>
        <w:t>314.2512</w:t>
      </w:r>
      <w:r>
        <w:tab/>
        <w:t>1.043e1</w:t>
      </w:r>
    </w:p>
    <w:p w:rsidR="00557788" w:rsidRDefault="00557788" w:rsidP="00557788">
      <w:r>
        <w:t>314.2555</w:t>
      </w:r>
      <w:r>
        <w:tab/>
        <w:t>1.745e0</w:t>
      </w:r>
    </w:p>
    <w:p w:rsidR="00557788" w:rsidRDefault="00557788" w:rsidP="00557788">
      <w:r>
        <w:t>314.2606</w:t>
      </w:r>
      <w:r>
        <w:tab/>
        <w:t>3.216e0</w:t>
      </w:r>
    </w:p>
    <w:p w:rsidR="00557788" w:rsidRDefault="00557788" w:rsidP="00557788">
      <w:r>
        <w:t>314.2674</w:t>
      </w:r>
      <w:r>
        <w:tab/>
        <w:t>3.371e0</w:t>
      </w:r>
    </w:p>
    <w:p w:rsidR="00557788" w:rsidRDefault="00557788" w:rsidP="00557788">
      <w:r>
        <w:t>314.2744</w:t>
      </w:r>
      <w:r>
        <w:tab/>
        <w:t>2.606e0</w:t>
      </w:r>
    </w:p>
    <w:p w:rsidR="00557788" w:rsidRDefault="00557788" w:rsidP="00557788">
      <w:r>
        <w:t>314.2847</w:t>
      </w:r>
      <w:r>
        <w:tab/>
        <w:t>2.437e0</w:t>
      </w:r>
    </w:p>
    <w:p w:rsidR="00557788" w:rsidRDefault="00557788" w:rsidP="00557788">
      <w:r>
        <w:t>314.2917</w:t>
      </w:r>
      <w:r>
        <w:tab/>
        <w:t>4.510e0</w:t>
      </w:r>
    </w:p>
    <w:p w:rsidR="00557788" w:rsidRDefault="00557788" w:rsidP="00557788">
      <w:r>
        <w:t>314.2997</w:t>
      </w:r>
      <w:r>
        <w:tab/>
        <w:t>1.565e0</w:t>
      </w:r>
    </w:p>
    <w:p w:rsidR="00557788" w:rsidRDefault="00557788" w:rsidP="00557788">
      <w:r>
        <w:t>314.3009</w:t>
      </w:r>
      <w:r>
        <w:tab/>
        <w:t>2.044e0</w:t>
      </w:r>
    </w:p>
    <w:p w:rsidR="00557788" w:rsidRDefault="00557788" w:rsidP="00557788">
      <w:r>
        <w:t>314.3069</w:t>
      </w:r>
      <w:r>
        <w:tab/>
        <w:t>6.905e-2</w:t>
      </w:r>
    </w:p>
    <w:p w:rsidR="00557788" w:rsidRDefault="00557788" w:rsidP="00557788">
      <w:r>
        <w:t>314.3101</w:t>
      </w:r>
      <w:r>
        <w:tab/>
        <w:t>3.924e0</w:t>
      </w:r>
    </w:p>
    <w:p w:rsidR="00557788" w:rsidRDefault="00557788" w:rsidP="00557788">
      <w:r>
        <w:t>314.3493</w:t>
      </w:r>
      <w:r>
        <w:tab/>
        <w:t>2.018e0</w:t>
      </w:r>
    </w:p>
    <w:p w:rsidR="00557788" w:rsidRDefault="00557788" w:rsidP="00557788">
      <w:r>
        <w:t>314.3521</w:t>
      </w:r>
      <w:r>
        <w:tab/>
        <w:t>6.062e0</w:t>
      </w:r>
    </w:p>
    <w:p w:rsidR="00557788" w:rsidRDefault="00557788" w:rsidP="00557788">
      <w:r>
        <w:t>314.3539</w:t>
      </w:r>
      <w:r>
        <w:tab/>
        <w:t>4.051e0</w:t>
      </w:r>
    </w:p>
    <w:p w:rsidR="00557788" w:rsidRDefault="00557788" w:rsidP="00557788">
      <w:r>
        <w:t>314.3686</w:t>
      </w:r>
      <w:r>
        <w:tab/>
        <w:t>2.025e0</w:t>
      </w:r>
    </w:p>
    <w:p w:rsidR="00557788" w:rsidRDefault="00557788" w:rsidP="00557788">
      <w:r>
        <w:t>314.3721</w:t>
      </w:r>
      <w:r>
        <w:tab/>
        <w:t>1.013e0</w:t>
      </w:r>
    </w:p>
    <w:p w:rsidR="00557788" w:rsidRDefault="00557788" w:rsidP="00557788">
      <w:r>
        <w:t>314.3766</w:t>
      </w:r>
      <w:r>
        <w:tab/>
        <w:t>2.025e0</w:t>
      </w:r>
    </w:p>
    <w:p w:rsidR="00557788" w:rsidRDefault="00557788" w:rsidP="00557788">
      <w:r>
        <w:t>314.3843</w:t>
      </w:r>
      <w:r>
        <w:tab/>
        <w:t>2.025e0</w:t>
      </w:r>
    </w:p>
    <w:p w:rsidR="00557788" w:rsidRDefault="00557788" w:rsidP="00557788">
      <w:r>
        <w:lastRenderedPageBreak/>
        <w:t>314.3944</w:t>
      </w:r>
      <w:r>
        <w:tab/>
        <w:t>2.025e0</w:t>
      </w:r>
    </w:p>
    <w:p w:rsidR="00557788" w:rsidRDefault="00557788" w:rsidP="00557788">
      <w:r>
        <w:t>314.4020</w:t>
      </w:r>
      <w:r>
        <w:tab/>
        <w:t>2.025e0</w:t>
      </w:r>
    </w:p>
    <w:p w:rsidR="00557788" w:rsidRDefault="00557788" w:rsidP="00557788">
      <w:r>
        <w:t>314.4051</w:t>
      </w:r>
      <w:r>
        <w:tab/>
        <w:t>1.038e0</w:t>
      </w:r>
    </w:p>
    <w:p w:rsidR="00557788" w:rsidRDefault="00557788" w:rsidP="00557788">
      <w:r>
        <w:t>314.4214</w:t>
      </w:r>
      <w:r>
        <w:tab/>
        <w:t>2.025e0</w:t>
      </w:r>
    </w:p>
    <w:p w:rsidR="00557788" w:rsidRDefault="00557788" w:rsidP="00557788">
      <w:r>
        <w:t>314.4228</w:t>
      </w:r>
      <w:r>
        <w:tab/>
        <w:t>3.038e0</w:t>
      </w:r>
    </w:p>
    <w:p w:rsidR="00557788" w:rsidRDefault="00557788" w:rsidP="00557788">
      <w:r>
        <w:t>314.4575</w:t>
      </w:r>
      <w:r>
        <w:tab/>
        <w:t>1.013e0</w:t>
      </w:r>
    </w:p>
    <w:p w:rsidR="00557788" w:rsidRDefault="00557788" w:rsidP="00557788">
      <w:r>
        <w:t>314.4615</w:t>
      </w:r>
      <w:r>
        <w:tab/>
        <w:t>2.025e0</w:t>
      </w:r>
    </w:p>
    <w:p w:rsidR="00557788" w:rsidRDefault="00557788" w:rsidP="00557788">
      <w:r>
        <w:t>314.4870</w:t>
      </w:r>
      <w:r>
        <w:tab/>
        <w:t>2.038e0</w:t>
      </w:r>
    </w:p>
    <w:p w:rsidR="00557788" w:rsidRDefault="00557788" w:rsidP="00557788">
      <w:r>
        <w:t>314.4908</w:t>
      </w:r>
      <w:r>
        <w:tab/>
        <w:t>1.013e0</w:t>
      </w:r>
    </w:p>
    <w:p w:rsidR="00557788" w:rsidRDefault="00557788" w:rsidP="00557788">
      <w:r>
        <w:t>314.5022</w:t>
      </w:r>
      <w:r>
        <w:tab/>
        <w:t>4.063e0</w:t>
      </w:r>
    </w:p>
    <w:p w:rsidR="00557788" w:rsidRDefault="00557788" w:rsidP="00557788">
      <w:r>
        <w:t>314.5087</w:t>
      </w:r>
      <w:r>
        <w:tab/>
        <w:t>1.266e-2</w:t>
      </w:r>
    </w:p>
    <w:p w:rsidR="00557788" w:rsidRDefault="00557788" w:rsidP="00557788">
      <w:r>
        <w:t>314.5329</w:t>
      </w:r>
      <w:r>
        <w:tab/>
        <w:t>4.051e0</w:t>
      </w:r>
    </w:p>
    <w:p w:rsidR="00557788" w:rsidRDefault="00557788" w:rsidP="00557788">
      <w:r>
        <w:t>314.5393</w:t>
      </w:r>
      <w:r>
        <w:tab/>
        <w:t>1.038e0</w:t>
      </w:r>
    </w:p>
    <w:p w:rsidR="00557788" w:rsidRDefault="00557788" w:rsidP="00557788">
      <w:r>
        <w:t>314.5610</w:t>
      </w:r>
      <w:r>
        <w:tab/>
        <w:t>2.025e0</w:t>
      </w:r>
    </w:p>
    <w:p w:rsidR="00557788" w:rsidRDefault="00557788" w:rsidP="00557788">
      <w:r>
        <w:t>314.5793</w:t>
      </w:r>
      <w:r>
        <w:tab/>
        <w:t>1.013e0</w:t>
      </w:r>
    </w:p>
    <w:p w:rsidR="00557788" w:rsidRDefault="00557788" w:rsidP="00557788">
      <w:r>
        <w:t>314.5831</w:t>
      </w:r>
      <w:r>
        <w:tab/>
        <w:t>1.013e0</w:t>
      </w:r>
    </w:p>
    <w:p w:rsidR="00557788" w:rsidRDefault="00557788" w:rsidP="00557788">
      <w:r>
        <w:t>314.5913</w:t>
      </w:r>
      <w:r>
        <w:tab/>
        <w:t>2.025e0</w:t>
      </w:r>
    </w:p>
    <w:p w:rsidR="00557788" w:rsidRDefault="00557788" w:rsidP="00557788">
      <w:r>
        <w:t>314.5962</w:t>
      </w:r>
      <w:r>
        <w:tab/>
        <w:t>2.532e-2</w:t>
      </w:r>
    </w:p>
    <w:p w:rsidR="00557788" w:rsidRDefault="00557788" w:rsidP="00557788">
      <w:r>
        <w:t>314.6013</w:t>
      </w:r>
      <w:r>
        <w:tab/>
        <w:t>2.532e-2</w:t>
      </w:r>
    </w:p>
    <w:p w:rsidR="00557788" w:rsidRDefault="00557788" w:rsidP="00557788">
      <w:r>
        <w:lastRenderedPageBreak/>
        <w:t>314.6112</w:t>
      </w:r>
      <w:r>
        <w:tab/>
        <w:t>1.013e0</w:t>
      </w:r>
    </w:p>
    <w:p w:rsidR="00557788" w:rsidRDefault="00557788" w:rsidP="00557788">
      <w:r>
        <w:t>314.6128</w:t>
      </w:r>
      <w:r>
        <w:tab/>
        <w:t>2.025e0</w:t>
      </w:r>
    </w:p>
    <w:p w:rsidR="00557788" w:rsidRDefault="00557788" w:rsidP="00557788">
      <w:r>
        <w:t>314.6227</w:t>
      </w:r>
      <w:r>
        <w:tab/>
        <w:t>1.013e0</w:t>
      </w:r>
    </w:p>
    <w:p w:rsidR="00557788" w:rsidRDefault="00557788" w:rsidP="00557788">
      <w:r>
        <w:t>314.6397</w:t>
      </w:r>
      <w:r>
        <w:tab/>
        <w:t>1.013e0</w:t>
      </w:r>
    </w:p>
    <w:p w:rsidR="00557788" w:rsidRDefault="00557788" w:rsidP="00557788">
      <w:r>
        <w:t>314.6492</w:t>
      </w:r>
      <w:r>
        <w:tab/>
        <w:t>2.532e-2</w:t>
      </w:r>
    </w:p>
    <w:p w:rsidR="00557788" w:rsidRDefault="00557788" w:rsidP="00557788">
      <w:r>
        <w:t>314.6596</w:t>
      </w:r>
      <w:r>
        <w:tab/>
        <w:t>2.025e0</w:t>
      </w:r>
    </w:p>
    <w:p w:rsidR="00557788" w:rsidRDefault="00557788" w:rsidP="00557788">
      <w:r>
        <w:t>314.6642</w:t>
      </w:r>
      <w:r>
        <w:tab/>
        <w:t>2.025e0</w:t>
      </w:r>
    </w:p>
    <w:p w:rsidR="00557788" w:rsidRDefault="00557788" w:rsidP="00557788">
      <w:r>
        <w:t>314.6772</w:t>
      </w:r>
      <w:r>
        <w:tab/>
        <w:t>2.025e0</w:t>
      </w:r>
    </w:p>
    <w:p w:rsidR="00557788" w:rsidRDefault="00557788" w:rsidP="00557788">
      <w:r>
        <w:t>314.6835</w:t>
      </w:r>
      <w:r>
        <w:tab/>
        <w:t>2.025e0</w:t>
      </w:r>
    </w:p>
    <w:p w:rsidR="00557788" w:rsidRDefault="00557788" w:rsidP="00557788">
      <w:r>
        <w:t>314.6848</w:t>
      </w:r>
      <w:r>
        <w:tab/>
        <w:t>3.038e0</w:t>
      </w:r>
    </w:p>
    <w:p w:rsidR="00557788" w:rsidRDefault="00557788" w:rsidP="00557788">
      <w:r>
        <w:t>314.6858</w:t>
      </w:r>
      <w:r>
        <w:tab/>
        <w:t>3.038e0</w:t>
      </w:r>
    </w:p>
    <w:p w:rsidR="00557788" w:rsidRDefault="00557788" w:rsidP="00557788">
      <w:r>
        <w:t>314.6878</w:t>
      </w:r>
      <w:r>
        <w:tab/>
        <w:t>1.013e0</w:t>
      </w:r>
    </w:p>
    <w:p w:rsidR="00557788" w:rsidRDefault="00557788" w:rsidP="00557788">
      <w:r>
        <w:t>314.6980</w:t>
      </w:r>
      <w:r>
        <w:tab/>
        <w:t>4.649e0</w:t>
      </w:r>
    </w:p>
    <w:p w:rsidR="00557788" w:rsidRDefault="00557788" w:rsidP="00557788">
      <w:r>
        <w:t>314.7139</w:t>
      </w:r>
      <w:r>
        <w:tab/>
        <w:t>2.025e0</w:t>
      </w:r>
    </w:p>
    <w:p w:rsidR="00557788" w:rsidRDefault="00557788" w:rsidP="00557788">
      <w:r>
        <w:t>314.7231</w:t>
      </w:r>
      <w:r>
        <w:tab/>
        <w:t>2.025e0</w:t>
      </w:r>
    </w:p>
    <w:p w:rsidR="00557788" w:rsidRDefault="00557788" w:rsidP="00557788">
      <w:r>
        <w:t>314.7361</w:t>
      </w:r>
      <w:r>
        <w:tab/>
        <w:t>1.013e0</w:t>
      </w:r>
    </w:p>
    <w:p w:rsidR="00557788" w:rsidRDefault="00557788" w:rsidP="00557788">
      <w:r>
        <w:t>314.7380</w:t>
      </w:r>
      <w:r>
        <w:tab/>
        <w:t>2.025e0</w:t>
      </w:r>
    </w:p>
    <w:p w:rsidR="00557788" w:rsidRDefault="00557788" w:rsidP="00557788">
      <w:r>
        <w:t>314.7677</w:t>
      </w:r>
      <w:r>
        <w:tab/>
        <w:t>2.038e0</w:t>
      </w:r>
    </w:p>
    <w:p w:rsidR="00557788" w:rsidRDefault="00557788" w:rsidP="00557788">
      <w:r>
        <w:t>314.7747</w:t>
      </w:r>
      <w:r>
        <w:tab/>
        <w:t>2.025e0</w:t>
      </w:r>
    </w:p>
    <w:p w:rsidR="00557788" w:rsidRDefault="00557788" w:rsidP="00557788">
      <w:r>
        <w:lastRenderedPageBreak/>
        <w:t>314.7805</w:t>
      </w:r>
      <w:r>
        <w:tab/>
        <w:t>2.025e0</w:t>
      </w:r>
    </w:p>
    <w:p w:rsidR="00557788" w:rsidRDefault="00557788" w:rsidP="00557788">
      <w:r>
        <w:t>314.8045</w:t>
      </w:r>
      <w:r>
        <w:tab/>
        <w:t>2.025e0</w:t>
      </w:r>
    </w:p>
    <w:p w:rsidR="00557788" w:rsidRDefault="00557788" w:rsidP="00557788">
      <w:r>
        <w:t>314.8085</w:t>
      </w:r>
      <w:r>
        <w:tab/>
        <w:t>2.532e-2</w:t>
      </w:r>
    </w:p>
    <w:p w:rsidR="00557788" w:rsidRDefault="00557788" w:rsidP="00557788">
      <w:r>
        <w:t>314.8107</w:t>
      </w:r>
      <w:r>
        <w:tab/>
        <w:t>1.013e0</w:t>
      </w:r>
    </w:p>
    <w:p w:rsidR="00557788" w:rsidRDefault="00557788" w:rsidP="00557788">
      <w:r>
        <w:t>314.8163</w:t>
      </w:r>
      <w:r>
        <w:tab/>
        <w:t>1.266e-2</w:t>
      </w:r>
    </w:p>
    <w:p w:rsidR="00557788" w:rsidRDefault="00557788" w:rsidP="00557788">
      <w:r>
        <w:t>314.8178</w:t>
      </w:r>
      <w:r>
        <w:tab/>
        <w:t>1.533e0</w:t>
      </w:r>
    </w:p>
    <w:p w:rsidR="00557788" w:rsidRDefault="00557788" w:rsidP="00557788">
      <w:r>
        <w:t>314.8335</w:t>
      </w:r>
      <w:r>
        <w:tab/>
        <w:t>2.025e0</w:t>
      </w:r>
    </w:p>
    <w:p w:rsidR="00557788" w:rsidRDefault="00557788" w:rsidP="00557788">
      <w:r>
        <w:t>314.8447</w:t>
      </w:r>
      <w:r>
        <w:tab/>
        <w:t>1.013e0</w:t>
      </w:r>
    </w:p>
    <w:p w:rsidR="00557788" w:rsidRDefault="00557788" w:rsidP="00557788">
      <w:r>
        <w:t>314.8565</w:t>
      </w:r>
      <w:r>
        <w:tab/>
        <w:t>1.266e-2</w:t>
      </w:r>
    </w:p>
    <w:p w:rsidR="00557788" w:rsidRDefault="00557788" w:rsidP="00557788">
      <w:r>
        <w:t>314.8641</w:t>
      </w:r>
      <w:r>
        <w:tab/>
        <w:t>4.669e0</w:t>
      </w:r>
    </w:p>
    <w:p w:rsidR="00557788" w:rsidRDefault="00557788" w:rsidP="00557788">
      <w:r>
        <w:t>314.8683</w:t>
      </w:r>
      <w:r>
        <w:tab/>
        <w:t>1.025e0</w:t>
      </w:r>
    </w:p>
    <w:p w:rsidR="00557788" w:rsidRDefault="00557788" w:rsidP="00557788">
      <w:r>
        <w:t>314.8719</w:t>
      </w:r>
      <w:r>
        <w:tab/>
        <w:t>3.038e0</w:t>
      </w:r>
    </w:p>
    <w:p w:rsidR="00557788" w:rsidRDefault="00557788" w:rsidP="00557788">
      <w:r>
        <w:t>314.8733</w:t>
      </w:r>
      <w:r>
        <w:tab/>
        <w:t>2.025e0</w:t>
      </w:r>
    </w:p>
    <w:p w:rsidR="00557788" w:rsidRDefault="00557788" w:rsidP="00557788">
      <w:r>
        <w:t>314.8981</w:t>
      </w:r>
      <w:r>
        <w:tab/>
        <w:t>2.025e0</w:t>
      </w:r>
    </w:p>
    <w:p w:rsidR="00557788" w:rsidRDefault="00557788" w:rsidP="00557788">
      <w:r>
        <w:t>314.9091</w:t>
      </w:r>
      <w:r>
        <w:tab/>
        <w:t>3.063e0</w:t>
      </w:r>
    </w:p>
    <w:p w:rsidR="00557788" w:rsidRDefault="00557788" w:rsidP="00557788">
      <w:r>
        <w:t>314.9190</w:t>
      </w:r>
      <w:r>
        <w:tab/>
        <w:t>1.013e0</w:t>
      </w:r>
    </w:p>
    <w:p w:rsidR="00557788" w:rsidRDefault="00557788" w:rsidP="00557788">
      <w:r>
        <w:t>314.9232</w:t>
      </w:r>
      <w:r>
        <w:tab/>
        <w:t>4.580e0</w:t>
      </w:r>
    </w:p>
    <w:p w:rsidR="00557788" w:rsidRDefault="00557788" w:rsidP="00557788">
      <w:r>
        <w:t>314.9486</w:t>
      </w:r>
      <w:r>
        <w:tab/>
        <w:t>4.051e0</w:t>
      </w:r>
    </w:p>
    <w:p w:rsidR="00557788" w:rsidRDefault="00557788" w:rsidP="00557788">
      <w:r>
        <w:t>314.9571</w:t>
      </w:r>
      <w:r>
        <w:tab/>
        <w:t>1.013e0</w:t>
      </w:r>
    </w:p>
    <w:p w:rsidR="00557788" w:rsidRDefault="00557788" w:rsidP="00557788">
      <w:r>
        <w:lastRenderedPageBreak/>
        <w:t>314.9606</w:t>
      </w:r>
      <w:r>
        <w:tab/>
        <w:t>8.101e0</w:t>
      </w:r>
    </w:p>
    <w:p w:rsidR="00557788" w:rsidRDefault="00557788" w:rsidP="00557788">
      <w:r>
        <w:t>314.9652</w:t>
      </w:r>
      <w:r>
        <w:tab/>
        <w:t>3.038e0</w:t>
      </w:r>
    </w:p>
    <w:p w:rsidR="00557788" w:rsidRDefault="00557788" w:rsidP="00557788">
      <w:r>
        <w:t>314.9690</w:t>
      </w:r>
      <w:r>
        <w:tab/>
        <w:t>2.685e0</w:t>
      </w:r>
    </w:p>
    <w:p w:rsidR="00557788" w:rsidRDefault="00557788" w:rsidP="00557788">
      <w:r>
        <w:t>314.9877</w:t>
      </w:r>
      <w:r>
        <w:tab/>
        <w:t>7.471e-1</w:t>
      </w:r>
    </w:p>
    <w:p w:rsidR="00557788" w:rsidRDefault="00557788" w:rsidP="00557788">
      <w:r>
        <w:t>314.9931</w:t>
      </w:r>
      <w:r>
        <w:tab/>
        <w:t>2.025e0</w:t>
      </w:r>
    </w:p>
    <w:p w:rsidR="00557788" w:rsidRDefault="00557788" w:rsidP="00557788">
      <w:r>
        <w:t>314.9971</w:t>
      </w:r>
      <w:r>
        <w:tab/>
        <w:t>1.051e0</w:t>
      </w:r>
    </w:p>
    <w:p w:rsidR="00557788" w:rsidRDefault="00557788" w:rsidP="00557788">
      <w:r>
        <w:t>315.0134</w:t>
      </w:r>
      <w:r>
        <w:tab/>
        <w:t>1.145e0</w:t>
      </w:r>
    </w:p>
    <w:p w:rsidR="00557788" w:rsidRDefault="00557788" w:rsidP="00557788">
      <w:r>
        <w:t>315.0214</w:t>
      </w:r>
      <w:r>
        <w:tab/>
        <w:t>2.025e0</w:t>
      </w:r>
    </w:p>
    <w:p w:rsidR="00557788" w:rsidRDefault="00557788" w:rsidP="00557788">
      <w:r>
        <w:t>315.0313</w:t>
      </w:r>
      <w:r>
        <w:tab/>
        <w:t>2.549e0</w:t>
      </w:r>
    </w:p>
    <w:p w:rsidR="00557788" w:rsidRDefault="00557788" w:rsidP="00557788">
      <w:r>
        <w:t>315.0338</w:t>
      </w:r>
      <w:r>
        <w:tab/>
        <w:t>6.892e-1</w:t>
      </w:r>
    </w:p>
    <w:p w:rsidR="00557788" w:rsidRDefault="00557788" w:rsidP="00557788">
      <w:r>
        <w:t>315.0374</w:t>
      </w:r>
      <w:r>
        <w:tab/>
        <w:t>3.215e0</w:t>
      </w:r>
    </w:p>
    <w:p w:rsidR="00557788" w:rsidRDefault="00557788" w:rsidP="00557788">
      <w:r>
        <w:t>315.0470</w:t>
      </w:r>
      <w:r>
        <w:tab/>
        <w:t>7.473e0</w:t>
      </w:r>
    </w:p>
    <w:p w:rsidR="00557788" w:rsidRDefault="00557788" w:rsidP="00557788">
      <w:r>
        <w:t>315.0488</w:t>
      </w:r>
      <w:r>
        <w:tab/>
        <w:t>4.076e0</w:t>
      </w:r>
    </w:p>
    <w:p w:rsidR="00557788" w:rsidRDefault="00557788" w:rsidP="00557788">
      <w:r>
        <w:t>315.0683</w:t>
      </w:r>
      <w:r>
        <w:tab/>
        <w:t>1.952e0</w:t>
      </w:r>
    </w:p>
    <w:p w:rsidR="00557788" w:rsidRDefault="00557788" w:rsidP="00557788">
      <w:r>
        <w:t>315.0753</w:t>
      </w:r>
      <w:r>
        <w:tab/>
        <w:t>6.014e0</w:t>
      </w:r>
    </w:p>
    <w:p w:rsidR="00557788" w:rsidRDefault="00557788" w:rsidP="00557788">
      <w:r>
        <w:t>315.0779</w:t>
      </w:r>
      <w:r>
        <w:tab/>
        <w:t>1.593e0</w:t>
      </w:r>
    </w:p>
    <w:p w:rsidR="00557788" w:rsidRDefault="00557788" w:rsidP="00557788">
      <w:r>
        <w:t>315.0793</w:t>
      </w:r>
      <w:r>
        <w:tab/>
        <w:t>3.747e0</w:t>
      </w:r>
    </w:p>
    <w:p w:rsidR="00557788" w:rsidRDefault="00557788" w:rsidP="00557788">
      <w:r>
        <w:t>315.0862</w:t>
      </w:r>
      <w:r>
        <w:tab/>
        <w:t>2.830e0</w:t>
      </w:r>
    </w:p>
    <w:p w:rsidR="00557788" w:rsidRDefault="00557788" w:rsidP="00557788">
      <w:r>
        <w:t>315.1188</w:t>
      </w:r>
      <w:r>
        <w:tab/>
        <w:t>7.184e0</w:t>
      </w:r>
    </w:p>
    <w:p w:rsidR="00557788" w:rsidRDefault="00557788" w:rsidP="00557788">
      <w:r>
        <w:lastRenderedPageBreak/>
        <w:t>315.1250</w:t>
      </w:r>
      <w:r>
        <w:tab/>
        <w:t>3.841e0</w:t>
      </w:r>
    </w:p>
    <w:p w:rsidR="00557788" w:rsidRDefault="00557788" w:rsidP="00557788">
      <w:r>
        <w:t>315.1292</w:t>
      </w:r>
      <w:r>
        <w:tab/>
        <w:t>1.038e0</w:t>
      </w:r>
    </w:p>
    <w:p w:rsidR="00557788" w:rsidRDefault="00557788" w:rsidP="00557788">
      <w:r>
        <w:t>315.1409</w:t>
      </w:r>
      <w:r>
        <w:tab/>
        <w:t>1.043e0</w:t>
      </w:r>
    </w:p>
    <w:p w:rsidR="00557788" w:rsidRDefault="00557788" w:rsidP="00557788">
      <w:r>
        <w:t>315.1471</w:t>
      </w:r>
      <w:r>
        <w:tab/>
        <w:t>1.883e0</w:t>
      </w:r>
    </w:p>
    <w:p w:rsidR="00557788" w:rsidRDefault="00557788" w:rsidP="00557788">
      <w:r>
        <w:t>315.1695</w:t>
      </w:r>
      <w:r>
        <w:tab/>
        <w:t>5.734e-1</w:t>
      </w:r>
    </w:p>
    <w:p w:rsidR="00557788" w:rsidRDefault="00557788" w:rsidP="00557788">
      <w:r>
        <w:t>315.1812</w:t>
      </w:r>
      <w:r>
        <w:tab/>
        <w:t>3.986e0</w:t>
      </w:r>
    </w:p>
    <w:p w:rsidR="00557788" w:rsidRDefault="00557788" w:rsidP="00557788">
      <w:r>
        <w:t>315.1836</w:t>
      </w:r>
      <w:r>
        <w:tab/>
        <w:t>7.114e0</w:t>
      </w:r>
    </w:p>
    <w:p w:rsidR="00557788" w:rsidRDefault="00557788" w:rsidP="00557788">
      <w:r>
        <w:t>315.1905</w:t>
      </w:r>
      <w:r>
        <w:tab/>
        <w:t>3.089e0</w:t>
      </w:r>
    </w:p>
    <w:p w:rsidR="00557788" w:rsidRDefault="00557788" w:rsidP="00557788">
      <w:r>
        <w:t>315.1978</w:t>
      </w:r>
      <w:r>
        <w:tab/>
        <w:t>2.638e0</w:t>
      </w:r>
    </w:p>
    <w:p w:rsidR="00557788" w:rsidRDefault="00557788" w:rsidP="00557788">
      <w:r>
        <w:t>315.2097</w:t>
      </w:r>
      <w:r>
        <w:tab/>
        <w:t>2.705e0</w:t>
      </w:r>
    </w:p>
    <w:p w:rsidR="00557788" w:rsidRDefault="00557788" w:rsidP="00557788">
      <w:r>
        <w:t>315.2342</w:t>
      </w:r>
      <w:r>
        <w:tab/>
        <w:t>1.200e0</w:t>
      </w:r>
    </w:p>
    <w:p w:rsidR="00557788" w:rsidRDefault="00557788" w:rsidP="00557788">
      <w:r>
        <w:t>315.2607</w:t>
      </w:r>
      <w:r>
        <w:tab/>
        <w:t>2.432e0</w:t>
      </w:r>
    </w:p>
    <w:p w:rsidR="00557788" w:rsidRDefault="00557788" w:rsidP="00557788">
      <w:r>
        <w:t>315.2641</w:t>
      </w:r>
      <w:r>
        <w:tab/>
        <w:t>3.038e0</w:t>
      </w:r>
    </w:p>
    <w:p w:rsidR="00557788" w:rsidRDefault="00557788" w:rsidP="00557788">
      <w:r>
        <w:t>315.2675</w:t>
      </w:r>
      <w:r>
        <w:tab/>
        <w:t>1.700e-1</w:t>
      </w:r>
    </w:p>
    <w:p w:rsidR="00557788" w:rsidRDefault="00557788" w:rsidP="00557788">
      <w:r>
        <w:t>315.2831</w:t>
      </w:r>
      <w:r>
        <w:tab/>
        <w:t>7.783e0</w:t>
      </w:r>
    </w:p>
    <w:p w:rsidR="00557788" w:rsidRDefault="00557788" w:rsidP="00557788">
      <w:r>
        <w:t>315.2936</w:t>
      </w:r>
      <w:r>
        <w:tab/>
        <w:t>2.025e0</w:t>
      </w:r>
    </w:p>
    <w:p w:rsidR="00557788" w:rsidRDefault="00557788" w:rsidP="00557788">
      <w:r>
        <w:t>315.2992</w:t>
      </w:r>
      <w:r>
        <w:tab/>
        <w:t>3.221e0</w:t>
      </w:r>
    </w:p>
    <w:p w:rsidR="00557788" w:rsidRDefault="00557788" w:rsidP="00557788">
      <w:r>
        <w:t>315.3014</w:t>
      </w:r>
      <w:r>
        <w:tab/>
        <w:t>1.558e0</w:t>
      </w:r>
    </w:p>
    <w:p w:rsidR="00557788" w:rsidRDefault="00557788" w:rsidP="00557788">
      <w:r>
        <w:t>315.3033</w:t>
      </w:r>
      <w:r>
        <w:tab/>
        <w:t>4.693e0</w:t>
      </w:r>
    </w:p>
    <w:p w:rsidR="00557788" w:rsidRDefault="00557788" w:rsidP="00557788">
      <w:r>
        <w:lastRenderedPageBreak/>
        <w:t>315.3120</w:t>
      </w:r>
      <w:r>
        <w:tab/>
        <w:t>1.761e0</w:t>
      </w:r>
    </w:p>
    <w:p w:rsidR="00557788" w:rsidRDefault="00557788" w:rsidP="00557788">
      <w:r>
        <w:t>315.3482</w:t>
      </w:r>
      <w:r>
        <w:tab/>
        <w:t>4.046e0</w:t>
      </w:r>
    </w:p>
    <w:p w:rsidR="00557788" w:rsidRDefault="00557788" w:rsidP="00557788">
      <w:r>
        <w:t>315.3623</w:t>
      </w:r>
      <w:r>
        <w:tab/>
        <w:t>3.087e0</w:t>
      </w:r>
    </w:p>
    <w:p w:rsidR="00557788" w:rsidRDefault="00557788" w:rsidP="00557788">
      <w:r>
        <w:t>315.3729</w:t>
      </w:r>
      <w:r>
        <w:tab/>
        <w:t>4.051e0</w:t>
      </w:r>
    </w:p>
    <w:p w:rsidR="00557788" w:rsidRDefault="00557788" w:rsidP="00557788">
      <w:r>
        <w:t>315.4039</w:t>
      </w:r>
      <w:r>
        <w:tab/>
        <w:t>1.025e0</w:t>
      </w:r>
    </w:p>
    <w:p w:rsidR="00557788" w:rsidRDefault="00557788" w:rsidP="00557788">
      <w:r>
        <w:t>315.4096</w:t>
      </w:r>
      <w:r>
        <w:tab/>
        <w:t>1.013e0</w:t>
      </w:r>
    </w:p>
    <w:p w:rsidR="00557788" w:rsidRDefault="00557788" w:rsidP="00557788">
      <w:r>
        <w:t>315.4185</w:t>
      </w:r>
      <w:r>
        <w:tab/>
        <w:t>3.038e0</w:t>
      </w:r>
    </w:p>
    <w:p w:rsidR="00557788" w:rsidRDefault="00557788" w:rsidP="00557788">
      <w:r>
        <w:t>315.4237</w:t>
      </w:r>
      <w:r>
        <w:tab/>
        <w:t>3.798e-2</w:t>
      </w:r>
    </w:p>
    <w:p w:rsidR="00557788" w:rsidRDefault="00557788" w:rsidP="00557788">
      <w:r>
        <w:t>315.4285</w:t>
      </w:r>
      <w:r>
        <w:tab/>
        <w:t>2.532e-2</w:t>
      </w:r>
    </w:p>
    <w:p w:rsidR="00557788" w:rsidRDefault="00557788" w:rsidP="00557788">
      <w:r>
        <w:t>315.4355</w:t>
      </w:r>
      <w:r>
        <w:tab/>
        <w:t>2.025e0</w:t>
      </w:r>
    </w:p>
    <w:p w:rsidR="00557788" w:rsidRDefault="00557788" w:rsidP="00557788">
      <w:r>
        <w:t>315.4559</w:t>
      </w:r>
      <w:r>
        <w:tab/>
        <w:t>1.013e0</w:t>
      </w:r>
    </w:p>
    <w:p w:rsidR="00557788" w:rsidRDefault="00557788" w:rsidP="00557788">
      <w:r>
        <w:t>315.4660</w:t>
      </w:r>
      <w:r>
        <w:tab/>
        <w:t>2.532e-2</w:t>
      </w:r>
    </w:p>
    <w:p w:rsidR="00557788" w:rsidRDefault="00557788" w:rsidP="00557788">
      <w:r>
        <w:t>315.4709</w:t>
      </w:r>
      <w:r>
        <w:tab/>
        <w:t>3.038e0</w:t>
      </w:r>
    </w:p>
    <w:p w:rsidR="00557788" w:rsidRDefault="00557788" w:rsidP="00557788">
      <w:r>
        <w:t>315.4801</w:t>
      </w:r>
      <w:r>
        <w:tab/>
        <w:t>1.013e0</w:t>
      </w:r>
    </w:p>
    <w:p w:rsidR="00557788" w:rsidRDefault="00557788" w:rsidP="00557788">
      <w:r>
        <w:t>315.4885</w:t>
      </w:r>
      <w:r>
        <w:tab/>
        <w:t>2.025e0</w:t>
      </w:r>
    </w:p>
    <w:p w:rsidR="00557788" w:rsidRDefault="00557788" w:rsidP="00557788">
      <w:r>
        <w:t>315.4952</w:t>
      </w:r>
      <w:r>
        <w:tab/>
        <w:t>1.013e0</w:t>
      </w:r>
    </w:p>
    <w:p w:rsidR="00557788" w:rsidRDefault="00557788" w:rsidP="00557788">
      <w:r>
        <w:t>315.5323</w:t>
      </w:r>
      <w:r>
        <w:tab/>
        <w:t>2.025e0</w:t>
      </w:r>
    </w:p>
    <w:p w:rsidR="00557788" w:rsidRDefault="00557788" w:rsidP="00557788">
      <w:r>
        <w:t>315.5343</w:t>
      </w:r>
      <w:r>
        <w:tab/>
        <w:t>2.532e-2</w:t>
      </w:r>
    </w:p>
    <w:p w:rsidR="00557788" w:rsidRDefault="00557788" w:rsidP="00557788">
      <w:r>
        <w:t>315.5389</w:t>
      </w:r>
      <w:r>
        <w:tab/>
        <w:t>2.025e0</w:t>
      </w:r>
    </w:p>
    <w:p w:rsidR="00557788" w:rsidRDefault="00557788" w:rsidP="00557788">
      <w:r>
        <w:lastRenderedPageBreak/>
        <w:t>315.5581</w:t>
      </w:r>
      <w:r>
        <w:tab/>
        <w:t>2.025e0</w:t>
      </w:r>
    </w:p>
    <w:p w:rsidR="00557788" w:rsidRDefault="00557788" w:rsidP="00557788">
      <w:r>
        <w:t>315.5689</w:t>
      </w:r>
      <w:r>
        <w:tab/>
        <w:t>1.025e0</w:t>
      </w:r>
    </w:p>
    <w:p w:rsidR="00557788" w:rsidRDefault="00557788" w:rsidP="00557788">
      <w:r>
        <w:t>315.5726</w:t>
      </w:r>
      <w:r>
        <w:tab/>
        <w:t>2.025e0</w:t>
      </w:r>
    </w:p>
    <w:p w:rsidR="00557788" w:rsidRDefault="00557788" w:rsidP="00557788">
      <w:r>
        <w:t>315.5868</w:t>
      </w:r>
      <w:r>
        <w:tab/>
        <w:t>3.038e0</w:t>
      </w:r>
    </w:p>
    <w:p w:rsidR="00557788" w:rsidRDefault="00557788" w:rsidP="00557788">
      <w:r>
        <w:t>315.5965</w:t>
      </w:r>
      <w:r>
        <w:tab/>
        <w:t>3.038e0</w:t>
      </w:r>
    </w:p>
    <w:p w:rsidR="00557788" w:rsidRDefault="00557788" w:rsidP="00557788">
      <w:r>
        <w:t>315.5985</w:t>
      </w:r>
      <w:r>
        <w:tab/>
        <w:t>2.038e0</w:t>
      </w:r>
    </w:p>
    <w:p w:rsidR="00557788" w:rsidRDefault="00557788" w:rsidP="00557788">
      <w:r>
        <w:t>315.6192</w:t>
      </w:r>
      <w:r>
        <w:tab/>
        <w:t>2.025e0</w:t>
      </w:r>
    </w:p>
    <w:p w:rsidR="00557788" w:rsidRDefault="00557788" w:rsidP="00557788">
      <w:r>
        <w:t>315.6221</w:t>
      </w:r>
      <w:r>
        <w:tab/>
        <w:t>4.051e0</w:t>
      </w:r>
    </w:p>
    <w:p w:rsidR="00557788" w:rsidRDefault="00557788" w:rsidP="00557788">
      <w:r>
        <w:t>315.6552</w:t>
      </w:r>
      <w:r>
        <w:tab/>
        <w:t>1.013e0</w:t>
      </w:r>
    </w:p>
    <w:p w:rsidR="00557788" w:rsidRDefault="00557788" w:rsidP="00557788">
      <w:r>
        <w:t>315.6607</w:t>
      </w:r>
      <w:r>
        <w:tab/>
        <w:t>4.051e0</w:t>
      </w:r>
    </w:p>
    <w:p w:rsidR="00557788" w:rsidRDefault="00557788" w:rsidP="00557788">
      <w:r>
        <w:t>315.6653</w:t>
      </w:r>
      <w:r>
        <w:tab/>
        <w:t>4.063e0</w:t>
      </w:r>
    </w:p>
    <w:p w:rsidR="00557788" w:rsidRDefault="00557788" w:rsidP="00557788">
      <w:r>
        <w:t>315.6692</w:t>
      </w:r>
      <w:r>
        <w:tab/>
        <w:t>1.266e-2</w:t>
      </w:r>
    </w:p>
    <w:p w:rsidR="00557788" w:rsidRDefault="00557788" w:rsidP="00557788">
      <w:r>
        <w:t>315.6973</w:t>
      </w:r>
      <w:r>
        <w:tab/>
        <w:t>2.038e0</w:t>
      </w:r>
    </w:p>
    <w:p w:rsidR="00557788" w:rsidRDefault="00557788" w:rsidP="00557788">
      <w:r>
        <w:t>315.7163</w:t>
      </w:r>
      <w:r>
        <w:tab/>
        <w:t>2.025e0</w:t>
      </w:r>
    </w:p>
    <w:p w:rsidR="00557788" w:rsidRDefault="00557788" w:rsidP="00557788">
      <w:r>
        <w:t>315.7175</w:t>
      </w:r>
      <w:r>
        <w:tab/>
        <w:t>2.025e0</w:t>
      </w:r>
    </w:p>
    <w:p w:rsidR="00557788" w:rsidRDefault="00557788" w:rsidP="00557788">
      <w:r>
        <w:t>315.7428</w:t>
      </w:r>
      <w:r>
        <w:tab/>
        <w:t>2.025e0</w:t>
      </w:r>
    </w:p>
    <w:p w:rsidR="00557788" w:rsidRDefault="00557788" w:rsidP="00557788">
      <w:r>
        <w:t>315.7456</w:t>
      </w:r>
      <w:r>
        <w:tab/>
        <w:t>1.013e0</w:t>
      </w:r>
    </w:p>
    <w:p w:rsidR="00557788" w:rsidRDefault="00557788" w:rsidP="00557788">
      <w:r>
        <w:t>315.7496</w:t>
      </w:r>
      <w:r>
        <w:tab/>
        <w:t>1.266e-2</w:t>
      </w:r>
    </w:p>
    <w:p w:rsidR="00557788" w:rsidRDefault="00557788" w:rsidP="00557788">
      <w:r>
        <w:t>315.7518</w:t>
      </w:r>
      <w:r>
        <w:tab/>
        <w:t>5.063e0</w:t>
      </w:r>
    </w:p>
    <w:p w:rsidR="00557788" w:rsidRDefault="00557788" w:rsidP="00557788">
      <w:r>
        <w:lastRenderedPageBreak/>
        <w:t>315.7738</w:t>
      </w:r>
      <w:r>
        <w:tab/>
        <w:t>3.051e0</w:t>
      </w:r>
    </w:p>
    <w:p w:rsidR="00557788" w:rsidRDefault="00557788" w:rsidP="00557788">
      <w:r>
        <w:t>315.7985</w:t>
      </w:r>
      <w:r>
        <w:tab/>
        <w:t>4.101e0</w:t>
      </w:r>
    </w:p>
    <w:p w:rsidR="00557788" w:rsidRDefault="00557788" w:rsidP="00557788">
      <w:r>
        <w:t>315.8039</w:t>
      </w:r>
      <w:r>
        <w:tab/>
        <w:t>2.025e0</w:t>
      </w:r>
    </w:p>
    <w:p w:rsidR="00557788" w:rsidRDefault="00557788" w:rsidP="00557788">
      <w:r>
        <w:t>315.8060</w:t>
      </w:r>
      <w:r>
        <w:tab/>
        <w:t>1.266e-2</w:t>
      </w:r>
    </w:p>
    <w:p w:rsidR="00557788" w:rsidRDefault="00557788" w:rsidP="00557788">
      <w:r>
        <w:t>315.8081</w:t>
      </w:r>
      <w:r>
        <w:tab/>
        <w:t>3.038e0</w:t>
      </w:r>
    </w:p>
    <w:p w:rsidR="00557788" w:rsidRDefault="00557788" w:rsidP="00557788">
      <w:r>
        <w:t>315.8232</w:t>
      </w:r>
      <w:r>
        <w:tab/>
        <w:t>2.025e0</w:t>
      </w:r>
    </w:p>
    <w:p w:rsidR="00557788" w:rsidRDefault="00557788" w:rsidP="00557788">
      <w:r>
        <w:t>315.8341</w:t>
      </w:r>
      <w:r>
        <w:tab/>
        <w:t>2.025e0</w:t>
      </w:r>
    </w:p>
    <w:p w:rsidR="00557788" w:rsidRDefault="00557788" w:rsidP="00557788">
      <w:r>
        <w:t>315.8364</w:t>
      </w:r>
      <w:r>
        <w:tab/>
        <w:t>2.025e0</w:t>
      </w:r>
    </w:p>
    <w:p w:rsidR="00557788" w:rsidRDefault="00557788" w:rsidP="00557788">
      <w:r>
        <w:t>315.8421</w:t>
      </w:r>
      <w:r>
        <w:tab/>
        <w:t>1.038e0</w:t>
      </w:r>
    </w:p>
    <w:p w:rsidR="00557788" w:rsidRDefault="00557788" w:rsidP="00557788">
      <w:r>
        <w:t>315.8462</w:t>
      </w:r>
      <w:r>
        <w:tab/>
        <w:t>2.532e-2</w:t>
      </w:r>
    </w:p>
    <w:p w:rsidR="00557788" w:rsidRDefault="00557788" w:rsidP="00557788">
      <w:r>
        <w:t>315.8484</w:t>
      </w:r>
      <w:r>
        <w:tab/>
        <w:t>5.063e0</w:t>
      </w:r>
    </w:p>
    <w:p w:rsidR="00557788" w:rsidRDefault="00557788" w:rsidP="00557788">
      <w:r>
        <w:t>315.8706</w:t>
      </w:r>
      <w:r>
        <w:tab/>
        <w:t>4.051e0</w:t>
      </w:r>
    </w:p>
    <w:p w:rsidR="00557788" w:rsidRDefault="00557788" w:rsidP="00557788">
      <w:r>
        <w:t>315.8824</w:t>
      </w:r>
      <w:r>
        <w:tab/>
        <w:t>1.137e0</w:t>
      </w:r>
    </w:p>
    <w:p w:rsidR="00557788" w:rsidRDefault="00557788" w:rsidP="00557788">
      <w:r>
        <w:t>315.8992</w:t>
      </w:r>
      <w:r>
        <w:tab/>
        <w:t>6.076e0</w:t>
      </w:r>
    </w:p>
    <w:p w:rsidR="00557788" w:rsidRDefault="00557788" w:rsidP="00557788">
      <w:r>
        <w:t>315.9051</w:t>
      </w:r>
      <w:r>
        <w:tab/>
        <w:t>4.051e0</w:t>
      </w:r>
    </w:p>
    <w:p w:rsidR="00557788" w:rsidRDefault="00557788" w:rsidP="00557788">
      <w:r>
        <w:t>315.9147</w:t>
      </w:r>
      <w:r>
        <w:tab/>
        <w:t>1.266e-2</w:t>
      </w:r>
    </w:p>
    <w:p w:rsidR="00557788" w:rsidRDefault="00557788" w:rsidP="00557788">
      <w:r>
        <w:t>315.9259</w:t>
      </w:r>
      <w:r>
        <w:tab/>
        <w:t>2.657e0</w:t>
      </w:r>
    </w:p>
    <w:p w:rsidR="00557788" w:rsidRDefault="00557788" w:rsidP="00557788">
      <w:r>
        <w:t>315.9288</w:t>
      </w:r>
      <w:r>
        <w:tab/>
        <w:t>5.056e0</w:t>
      </w:r>
    </w:p>
    <w:p w:rsidR="00557788" w:rsidRDefault="00557788" w:rsidP="00557788">
      <w:r>
        <w:t>315.9592</w:t>
      </w:r>
      <w:r>
        <w:tab/>
        <w:t>2.939e0</w:t>
      </w:r>
    </w:p>
    <w:p w:rsidR="00557788" w:rsidRDefault="00557788" w:rsidP="00557788">
      <w:r>
        <w:lastRenderedPageBreak/>
        <w:t>315.9639</w:t>
      </w:r>
      <w:r>
        <w:tab/>
        <w:t>1.328e1</w:t>
      </w:r>
    </w:p>
    <w:p w:rsidR="00557788" w:rsidRDefault="00557788" w:rsidP="00557788">
      <w:r>
        <w:t>315.9708</w:t>
      </w:r>
      <w:r>
        <w:tab/>
        <w:t>2.923e0</w:t>
      </w:r>
    </w:p>
    <w:p w:rsidR="00557788" w:rsidRDefault="00557788" w:rsidP="00557788">
      <w:r>
        <w:t>315.9817</w:t>
      </w:r>
      <w:r>
        <w:tab/>
        <w:t>4.051e0</w:t>
      </w:r>
    </w:p>
    <w:p w:rsidR="00557788" w:rsidRDefault="00557788" w:rsidP="00557788">
      <w:r>
        <w:t>315.9909</w:t>
      </w:r>
      <w:r>
        <w:tab/>
        <w:t>4.040e0</w:t>
      </w:r>
    </w:p>
    <w:p w:rsidR="00557788" w:rsidRDefault="00557788" w:rsidP="00557788">
      <w:r>
        <w:t>316.0029</w:t>
      </w:r>
      <w:r>
        <w:tab/>
        <w:t>8.217e0</w:t>
      </w:r>
    </w:p>
    <w:p w:rsidR="00557788" w:rsidRDefault="00557788" w:rsidP="00557788">
      <w:r>
        <w:t>316.0043</w:t>
      </w:r>
      <w:r>
        <w:tab/>
        <w:t>6.076e0</w:t>
      </w:r>
    </w:p>
    <w:p w:rsidR="00557788" w:rsidRDefault="00557788" w:rsidP="00557788">
      <w:r>
        <w:t>316.0152</w:t>
      </w:r>
      <w:r>
        <w:tab/>
        <w:t>7.042e-1</w:t>
      </w:r>
    </w:p>
    <w:p w:rsidR="00557788" w:rsidRDefault="00557788" w:rsidP="00557788">
      <w:r>
        <w:t>316.0284</w:t>
      </w:r>
      <w:r>
        <w:tab/>
        <w:t>1.027e1</w:t>
      </w:r>
    </w:p>
    <w:p w:rsidR="00557788" w:rsidRDefault="00557788" w:rsidP="00557788">
      <w:r>
        <w:t>316.0303</w:t>
      </w:r>
      <w:r>
        <w:tab/>
        <w:t>6.588e0</w:t>
      </w:r>
    </w:p>
    <w:p w:rsidR="00557788" w:rsidRDefault="00557788" w:rsidP="00557788">
      <w:r>
        <w:t>316.0329</w:t>
      </w:r>
      <w:r>
        <w:tab/>
        <w:t>4.051e0</w:t>
      </w:r>
    </w:p>
    <w:p w:rsidR="00557788" w:rsidRDefault="00557788" w:rsidP="00557788">
      <w:r>
        <w:t>316.0450</w:t>
      </w:r>
      <w:r>
        <w:tab/>
        <w:t>1.313e0</w:t>
      </w:r>
    </w:p>
    <w:p w:rsidR="00557788" w:rsidRDefault="00557788" w:rsidP="00557788">
      <w:r>
        <w:t>316.0486</w:t>
      </w:r>
      <w:r>
        <w:tab/>
        <w:t>4.144e0</w:t>
      </w:r>
    </w:p>
    <w:p w:rsidR="00557788" w:rsidRDefault="00557788" w:rsidP="00557788">
      <w:r>
        <w:t>316.0515</w:t>
      </w:r>
      <w:r>
        <w:tab/>
        <w:t>2.025e0</w:t>
      </w:r>
    </w:p>
    <w:p w:rsidR="00557788" w:rsidRDefault="00557788" w:rsidP="00557788">
      <w:r>
        <w:t>316.0596</w:t>
      </w:r>
      <w:r>
        <w:tab/>
        <w:t>3.196e0</w:t>
      </w:r>
    </w:p>
    <w:p w:rsidR="00557788" w:rsidRDefault="00557788" w:rsidP="00557788">
      <w:r>
        <w:t>316.0793</w:t>
      </w:r>
      <w:r>
        <w:tab/>
        <w:t>3.756e0</w:t>
      </w:r>
    </w:p>
    <w:p w:rsidR="00557788" w:rsidRDefault="00557788" w:rsidP="00557788">
      <w:r>
        <w:t>316.0822</w:t>
      </w:r>
      <w:r>
        <w:tab/>
        <w:t>3.454e0</w:t>
      </w:r>
    </w:p>
    <w:p w:rsidR="00557788" w:rsidRDefault="00557788" w:rsidP="00557788">
      <w:r>
        <w:t>316.0861</w:t>
      </w:r>
      <w:r>
        <w:tab/>
        <w:t>1.013e0</w:t>
      </w:r>
    </w:p>
    <w:p w:rsidR="00557788" w:rsidRDefault="00557788" w:rsidP="00557788">
      <w:r>
        <w:t>316.0915</w:t>
      </w:r>
      <w:r>
        <w:tab/>
        <w:t>2.993e0</w:t>
      </w:r>
    </w:p>
    <w:p w:rsidR="00557788" w:rsidRDefault="00557788" w:rsidP="00557788">
      <w:r>
        <w:t>316.1170</w:t>
      </w:r>
      <w:r>
        <w:tab/>
        <w:t>2.810e-2</w:t>
      </w:r>
    </w:p>
    <w:p w:rsidR="00557788" w:rsidRDefault="00557788" w:rsidP="00557788">
      <w:r>
        <w:lastRenderedPageBreak/>
        <w:t>316.1236</w:t>
      </w:r>
      <w:r>
        <w:tab/>
        <w:t>7.007e0</w:t>
      </w:r>
    </w:p>
    <w:p w:rsidR="00557788" w:rsidRDefault="00557788" w:rsidP="00557788">
      <w:r>
        <w:t>316.1312</w:t>
      </w:r>
      <w:r>
        <w:tab/>
        <w:t>7.394e0</w:t>
      </w:r>
    </w:p>
    <w:p w:rsidR="00557788" w:rsidRDefault="00557788" w:rsidP="00557788">
      <w:r>
        <w:t>316.1331</w:t>
      </w:r>
      <w:r>
        <w:tab/>
        <w:t>2.576e0</w:t>
      </w:r>
    </w:p>
    <w:p w:rsidR="00557788" w:rsidRDefault="00557788" w:rsidP="00557788">
      <w:r>
        <w:t>316.1352</w:t>
      </w:r>
      <w:r>
        <w:tab/>
        <w:t>4.894e0</w:t>
      </w:r>
    </w:p>
    <w:p w:rsidR="00557788" w:rsidRDefault="00557788" w:rsidP="00557788">
      <w:r>
        <w:t>316.1663</w:t>
      </w:r>
      <w:r>
        <w:tab/>
        <w:t>8.399e0</w:t>
      </w:r>
    </w:p>
    <w:p w:rsidR="00557788" w:rsidRDefault="00557788" w:rsidP="00557788">
      <w:r>
        <w:t>316.1776</w:t>
      </w:r>
      <w:r>
        <w:tab/>
        <w:t>4.411e0</w:t>
      </w:r>
    </w:p>
    <w:p w:rsidR="00557788" w:rsidRDefault="00557788" w:rsidP="00557788">
      <w:r>
        <w:t>316.1793</w:t>
      </w:r>
      <w:r>
        <w:tab/>
        <w:t>2.455e0</w:t>
      </w:r>
    </w:p>
    <w:p w:rsidR="00557788" w:rsidRDefault="00557788" w:rsidP="00557788">
      <w:r>
        <w:t>316.1871</w:t>
      </w:r>
      <w:r>
        <w:tab/>
        <w:t>1.992e0</w:t>
      </w:r>
    </w:p>
    <w:p w:rsidR="00557788" w:rsidRDefault="00557788" w:rsidP="00557788">
      <w:r>
        <w:t>316.1903</w:t>
      </w:r>
      <w:r>
        <w:tab/>
        <w:t>2.815e0</w:t>
      </w:r>
    </w:p>
    <w:p w:rsidR="00557788" w:rsidRDefault="00557788" w:rsidP="00557788">
      <w:r>
        <w:t>316.1942</w:t>
      </w:r>
      <w:r>
        <w:tab/>
        <w:t>1.205e0</w:t>
      </w:r>
    </w:p>
    <w:p w:rsidR="00557788" w:rsidRDefault="00557788" w:rsidP="00557788">
      <w:r>
        <w:t>316.2177</w:t>
      </w:r>
      <w:r>
        <w:tab/>
        <w:t>9.289e0</w:t>
      </w:r>
    </w:p>
    <w:p w:rsidR="00557788" w:rsidRDefault="00557788" w:rsidP="00557788">
      <w:r>
        <w:t>316.2206</w:t>
      </w:r>
      <w:r>
        <w:tab/>
        <w:t>1.519e0</w:t>
      </w:r>
    </w:p>
    <w:p w:rsidR="00557788" w:rsidRDefault="00557788" w:rsidP="00557788">
      <w:r>
        <w:t>316.2219</w:t>
      </w:r>
      <w:r>
        <w:tab/>
        <w:t>5.326e0</w:t>
      </w:r>
    </w:p>
    <w:p w:rsidR="00557788" w:rsidRDefault="00557788" w:rsidP="00557788">
      <w:r>
        <w:t>316.2325</w:t>
      </w:r>
      <w:r>
        <w:tab/>
        <w:t>5.230e0</w:t>
      </w:r>
    </w:p>
    <w:p w:rsidR="00557788" w:rsidRDefault="00557788" w:rsidP="00557788">
      <w:r>
        <w:t>316.2422</w:t>
      </w:r>
      <w:r>
        <w:tab/>
        <w:t>3.043e0</w:t>
      </w:r>
    </w:p>
    <w:p w:rsidR="00557788" w:rsidRDefault="00557788" w:rsidP="00557788">
      <w:r>
        <w:t>316.2527</w:t>
      </w:r>
      <w:r>
        <w:tab/>
        <w:t>4.545e0</w:t>
      </w:r>
    </w:p>
    <w:p w:rsidR="00557788" w:rsidRDefault="00557788" w:rsidP="00557788">
      <w:r>
        <w:t>316.2759</w:t>
      </w:r>
      <w:r>
        <w:tab/>
        <w:t>8.372e0</w:t>
      </w:r>
    </w:p>
    <w:p w:rsidR="00557788" w:rsidRDefault="00557788" w:rsidP="00557788">
      <w:r>
        <w:t>316.2829</w:t>
      </w:r>
      <w:r>
        <w:tab/>
        <w:t>7.694e0</w:t>
      </w:r>
    </w:p>
    <w:p w:rsidR="00557788" w:rsidRDefault="00557788" w:rsidP="00557788">
      <w:r>
        <w:t>316.2956</w:t>
      </w:r>
      <w:r>
        <w:tab/>
        <w:t>6.077e0</w:t>
      </w:r>
    </w:p>
    <w:p w:rsidR="00557788" w:rsidRDefault="00557788" w:rsidP="00557788">
      <w:r>
        <w:lastRenderedPageBreak/>
        <w:t>316.3141</w:t>
      </w:r>
      <w:r>
        <w:tab/>
        <w:t>3.038e0</w:t>
      </w:r>
    </w:p>
    <w:p w:rsidR="00557788" w:rsidRDefault="00557788" w:rsidP="00557788">
      <w:r>
        <w:t>316.3159</w:t>
      </w:r>
      <w:r>
        <w:tab/>
        <w:t>4.866e0</w:t>
      </w:r>
    </w:p>
    <w:p w:rsidR="00557788" w:rsidRDefault="00557788" w:rsidP="00557788">
      <w:r>
        <w:t>316.3186</w:t>
      </w:r>
      <w:r>
        <w:tab/>
        <w:t>2.931e0</w:t>
      </w:r>
    </w:p>
    <w:p w:rsidR="00557788" w:rsidRDefault="00557788" w:rsidP="00557788">
      <w:r>
        <w:t>316.3277</w:t>
      </w:r>
      <w:r>
        <w:tab/>
        <w:t>3.033e0</w:t>
      </w:r>
    </w:p>
    <w:p w:rsidR="00557788" w:rsidRDefault="00557788" w:rsidP="00557788">
      <w:r>
        <w:t>316.3586</w:t>
      </w:r>
      <w:r>
        <w:tab/>
        <w:t>1.266e-2</w:t>
      </w:r>
    </w:p>
    <w:p w:rsidR="00557788" w:rsidRDefault="00557788" w:rsidP="00557788">
      <w:r>
        <w:t>316.3695</w:t>
      </w:r>
      <w:r>
        <w:tab/>
        <w:t>1.266e-2</w:t>
      </w:r>
    </w:p>
    <w:p w:rsidR="00557788" w:rsidRDefault="00557788" w:rsidP="00557788">
      <w:r>
        <w:t>316.3710</w:t>
      </w:r>
      <w:r>
        <w:tab/>
        <w:t>3.038e0</w:t>
      </w:r>
    </w:p>
    <w:p w:rsidR="00557788" w:rsidRDefault="00557788" w:rsidP="00557788">
      <w:r>
        <w:t>316.3775</w:t>
      </w:r>
      <w:r>
        <w:tab/>
        <w:t>3.038e0</w:t>
      </w:r>
    </w:p>
    <w:p w:rsidR="00557788" w:rsidRDefault="00557788" w:rsidP="00557788">
      <w:r>
        <w:t>316.3814</w:t>
      </w:r>
      <w:r>
        <w:tab/>
        <w:t>1.266e-2</w:t>
      </w:r>
    </w:p>
    <w:p w:rsidR="00557788" w:rsidRDefault="00557788" w:rsidP="00557788">
      <w:r>
        <w:t>316.3968</w:t>
      </w:r>
      <w:r>
        <w:tab/>
        <w:t>3.038e0</w:t>
      </w:r>
    </w:p>
    <w:p w:rsidR="00557788" w:rsidRDefault="00557788" w:rsidP="00557788">
      <w:r>
        <w:t>316.4043</w:t>
      </w:r>
      <w:r>
        <w:tab/>
        <w:t>2.025e0</w:t>
      </w:r>
    </w:p>
    <w:p w:rsidR="00557788" w:rsidRDefault="00557788" w:rsidP="00557788">
      <w:r>
        <w:t>316.4063</w:t>
      </w:r>
      <w:r>
        <w:tab/>
        <w:t>3.038e0</w:t>
      </w:r>
    </w:p>
    <w:p w:rsidR="00557788" w:rsidRDefault="00557788" w:rsidP="00557788">
      <w:r>
        <w:t>316.4137</w:t>
      </w:r>
      <w:r>
        <w:tab/>
        <w:t>2.532e-2</w:t>
      </w:r>
    </w:p>
    <w:p w:rsidR="00557788" w:rsidRDefault="00557788" w:rsidP="00557788">
      <w:r>
        <w:t>316.4158</w:t>
      </w:r>
      <w:r>
        <w:tab/>
        <w:t>1.266e-2</w:t>
      </w:r>
    </w:p>
    <w:p w:rsidR="00557788" w:rsidRDefault="00557788" w:rsidP="00557788">
      <w:r>
        <w:t>316.4258</w:t>
      </w:r>
      <w:r>
        <w:tab/>
        <w:t>1.013e0</w:t>
      </w:r>
    </w:p>
    <w:p w:rsidR="00557788" w:rsidRDefault="00557788" w:rsidP="00557788">
      <w:r>
        <w:t>316.4299</w:t>
      </w:r>
      <w:r>
        <w:tab/>
        <w:t>1.266e-2</w:t>
      </w:r>
    </w:p>
    <w:p w:rsidR="00557788" w:rsidRDefault="00557788" w:rsidP="00557788">
      <w:r>
        <w:t>316.4417</w:t>
      </w:r>
      <w:r>
        <w:tab/>
        <w:t>2.025e0</w:t>
      </w:r>
    </w:p>
    <w:p w:rsidR="00557788" w:rsidRDefault="00557788" w:rsidP="00557788">
      <w:r>
        <w:t>316.4539</w:t>
      </w:r>
      <w:r>
        <w:tab/>
        <w:t>1.013e0</w:t>
      </w:r>
    </w:p>
    <w:p w:rsidR="00557788" w:rsidRDefault="00557788" w:rsidP="00557788">
      <w:r>
        <w:t>316.4688</w:t>
      </w:r>
      <w:r>
        <w:tab/>
        <w:t>3.798e-2</w:t>
      </w:r>
    </w:p>
    <w:p w:rsidR="00557788" w:rsidRDefault="00557788" w:rsidP="00557788">
      <w:r>
        <w:lastRenderedPageBreak/>
        <w:t>316.4738</w:t>
      </w:r>
      <w:r>
        <w:tab/>
        <w:t>1.038e0</w:t>
      </w:r>
    </w:p>
    <w:p w:rsidR="00557788" w:rsidRDefault="00557788" w:rsidP="00557788">
      <w:r>
        <w:t>316.4782</w:t>
      </w:r>
      <w:r>
        <w:tab/>
        <w:t>1.266e-2</w:t>
      </w:r>
    </w:p>
    <w:p w:rsidR="00557788" w:rsidRDefault="00557788" w:rsidP="00557788">
      <w:r>
        <w:t>316.4862</w:t>
      </w:r>
      <w:r>
        <w:tab/>
        <w:t>2.025e0</w:t>
      </w:r>
    </w:p>
    <w:p w:rsidR="00557788" w:rsidRDefault="00557788" w:rsidP="00557788">
      <w:r>
        <w:t>316.4990</w:t>
      </w:r>
      <w:r>
        <w:tab/>
        <w:t>1.512e0</w:t>
      </w:r>
    </w:p>
    <w:p w:rsidR="00557788" w:rsidRDefault="00557788" w:rsidP="00557788">
      <w:r>
        <w:t>316.5084</w:t>
      </w:r>
      <w:r>
        <w:tab/>
        <w:t>2.025e0</w:t>
      </w:r>
    </w:p>
    <w:p w:rsidR="00557788" w:rsidRDefault="00557788" w:rsidP="00557788">
      <w:r>
        <w:t>316.5234</w:t>
      </w:r>
      <w:r>
        <w:tab/>
        <w:t>1.038e0</w:t>
      </w:r>
    </w:p>
    <w:p w:rsidR="00557788" w:rsidRDefault="00557788" w:rsidP="00557788">
      <w:r>
        <w:t>316.5290</w:t>
      </w:r>
      <w:r>
        <w:tab/>
        <w:t>2.025e0</w:t>
      </w:r>
    </w:p>
    <w:p w:rsidR="00557788" w:rsidRDefault="00557788" w:rsidP="00557788">
      <w:r>
        <w:t>316.5320</w:t>
      </w:r>
      <w:r>
        <w:tab/>
        <w:t>2.025e0</w:t>
      </w:r>
    </w:p>
    <w:p w:rsidR="00557788" w:rsidRDefault="00557788" w:rsidP="00557788">
      <w:r>
        <w:t>316.5361</w:t>
      </w:r>
      <w:r>
        <w:tab/>
        <w:t>2.025e0</w:t>
      </w:r>
    </w:p>
    <w:p w:rsidR="00557788" w:rsidRDefault="00557788" w:rsidP="00557788">
      <w:r>
        <w:t>316.5435</w:t>
      </w:r>
      <w:r>
        <w:tab/>
        <w:t>1.038e0</w:t>
      </w:r>
    </w:p>
    <w:p w:rsidR="00557788" w:rsidRDefault="00557788" w:rsidP="00557788">
      <w:r>
        <w:t>316.5506</w:t>
      </w:r>
      <w:r>
        <w:tab/>
        <w:t>2.025e0</w:t>
      </w:r>
    </w:p>
    <w:p w:rsidR="00557788" w:rsidRDefault="00557788" w:rsidP="00557788">
      <w:r>
        <w:t>316.5532</w:t>
      </w:r>
      <w:r>
        <w:tab/>
        <w:t>2.025e0</w:t>
      </w:r>
    </w:p>
    <w:p w:rsidR="00557788" w:rsidRDefault="00557788" w:rsidP="00557788">
      <w:r>
        <w:t>316.5667</w:t>
      </w:r>
      <w:r>
        <w:tab/>
        <w:t>1.013e0</w:t>
      </w:r>
    </w:p>
    <w:p w:rsidR="00557788" w:rsidRDefault="00557788" w:rsidP="00557788">
      <w:r>
        <w:t>316.5839</w:t>
      </w:r>
      <w:r>
        <w:tab/>
        <w:t>2.025e0</w:t>
      </w:r>
    </w:p>
    <w:p w:rsidR="00557788" w:rsidRDefault="00557788" w:rsidP="00557788">
      <w:r>
        <w:t>316.5869</w:t>
      </w:r>
      <w:r>
        <w:tab/>
        <w:t>1.013e0</w:t>
      </w:r>
    </w:p>
    <w:p w:rsidR="00557788" w:rsidRDefault="00557788" w:rsidP="00557788">
      <w:r>
        <w:t>316.5933</w:t>
      </w:r>
      <w:r>
        <w:tab/>
        <w:t>2.025e0</w:t>
      </w:r>
    </w:p>
    <w:p w:rsidR="00557788" w:rsidRDefault="00557788" w:rsidP="00557788">
      <w:r>
        <w:t>316.5949</w:t>
      </w:r>
      <w:r>
        <w:tab/>
        <w:t>1.266e-2</w:t>
      </w:r>
    </w:p>
    <w:p w:rsidR="00557788" w:rsidRDefault="00557788" w:rsidP="00557788">
      <w:r>
        <w:t>316.5991</w:t>
      </w:r>
      <w:r>
        <w:tab/>
        <w:t>1.013e0</w:t>
      </w:r>
    </w:p>
    <w:p w:rsidR="00557788" w:rsidRDefault="00557788" w:rsidP="00557788">
      <w:r>
        <w:t>316.6096</w:t>
      </w:r>
      <w:r>
        <w:tab/>
        <w:t>2.607e0</w:t>
      </w:r>
    </w:p>
    <w:p w:rsidR="00557788" w:rsidRDefault="00557788" w:rsidP="00557788">
      <w:r>
        <w:lastRenderedPageBreak/>
        <w:t>316.6334</w:t>
      </w:r>
      <w:r>
        <w:tab/>
        <w:t>1.013e0</w:t>
      </w:r>
    </w:p>
    <w:p w:rsidR="00557788" w:rsidRDefault="00557788" w:rsidP="00557788">
      <w:r>
        <w:t>316.6345</w:t>
      </w:r>
      <w:r>
        <w:tab/>
        <w:t>6.076e0</w:t>
      </w:r>
    </w:p>
    <w:p w:rsidR="00557788" w:rsidRDefault="00557788" w:rsidP="00557788">
      <w:r>
        <w:t>316.6432</w:t>
      </w:r>
      <w:r>
        <w:tab/>
        <w:t>2.025e0</w:t>
      </w:r>
    </w:p>
    <w:p w:rsidR="00557788" w:rsidRDefault="00557788" w:rsidP="00557788">
      <w:r>
        <w:t>316.6551</w:t>
      </w:r>
      <w:r>
        <w:tab/>
        <w:t>3.038e0</w:t>
      </w:r>
    </w:p>
    <w:p w:rsidR="00557788" w:rsidRDefault="00557788" w:rsidP="00557788">
      <w:r>
        <w:t>316.6567</w:t>
      </w:r>
      <w:r>
        <w:tab/>
        <w:t>5.063e0</w:t>
      </w:r>
    </w:p>
    <w:p w:rsidR="00557788" w:rsidRDefault="00557788" w:rsidP="00557788">
      <w:r>
        <w:t>316.6671</w:t>
      </w:r>
      <w:r>
        <w:tab/>
        <w:t>1.038e0</w:t>
      </w:r>
    </w:p>
    <w:p w:rsidR="00557788" w:rsidRDefault="00557788" w:rsidP="00557788">
      <w:r>
        <w:t>316.6956</w:t>
      </w:r>
      <w:r>
        <w:tab/>
        <w:t>1.013e0</w:t>
      </w:r>
    </w:p>
    <w:p w:rsidR="00557788" w:rsidRDefault="00557788" w:rsidP="00557788">
      <w:r>
        <w:t>316.7158</w:t>
      </w:r>
      <w:r>
        <w:tab/>
        <w:t>4.051e0</w:t>
      </w:r>
    </w:p>
    <w:p w:rsidR="00557788" w:rsidRDefault="00557788" w:rsidP="00557788">
      <w:r>
        <w:t>316.7233</w:t>
      </w:r>
      <w:r>
        <w:tab/>
        <w:t>1.025e0</w:t>
      </w:r>
    </w:p>
    <w:p w:rsidR="00557788" w:rsidRDefault="00557788" w:rsidP="00557788">
      <w:r>
        <w:t>316.7326</w:t>
      </w:r>
      <w:r>
        <w:tab/>
        <w:t>2.025e0</w:t>
      </w:r>
    </w:p>
    <w:p w:rsidR="00557788" w:rsidRDefault="00557788" w:rsidP="00557788">
      <w:r>
        <w:t>316.7478</w:t>
      </w:r>
      <w:r>
        <w:tab/>
        <w:t>3.076e0</w:t>
      </w:r>
    </w:p>
    <w:p w:rsidR="00557788" w:rsidRDefault="00557788" w:rsidP="00557788">
      <w:r>
        <w:t>316.7560</w:t>
      </w:r>
      <w:r>
        <w:tab/>
        <w:t>1.013e0</w:t>
      </w:r>
    </w:p>
    <w:p w:rsidR="00557788" w:rsidRDefault="00557788" w:rsidP="00557788">
      <w:r>
        <w:t>316.7658</w:t>
      </w:r>
      <w:r>
        <w:tab/>
        <w:t>3.038e0</w:t>
      </w:r>
    </w:p>
    <w:p w:rsidR="00557788" w:rsidRDefault="00557788" w:rsidP="00557788">
      <w:r>
        <w:t>316.7781</w:t>
      </w:r>
      <w:r>
        <w:tab/>
        <w:t>2.025e0</w:t>
      </w:r>
    </w:p>
    <w:p w:rsidR="00557788" w:rsidRDefault="00557788" w:rsidP="00557788">
      <w:r>
        <w:t>316.7841</w:t>
      </w:r>
      <w:r>
        <w:tab/>
        <w:t>1.013e0</w:t>
      </w:r>
    </w:p>
    <w:p w:rsidR="00557788" w:rsidRDefault="00557788" w:rsidP="00557788">
      <w:r>
        <w:t>316.7881</w:t>
      </w:r>
      <w:r>
        <w:tab/>
        <w:t>1.013e0</w:t>
      </w:r>
    </w:p>
    <w:p w:rsidR="00557788" w:rsidRDefault="00557788" w:rsidP="00557788">
      <w:r>
        <w:t>316.8168</w:t>
      </w:r>
      <w:r>
        <w:tab/>
        <w:t>1.013e0</w:t>
      </w:r>
    </w:p>
    <w:p w:rsidR="00557788" w:rsidRDefault="00557788" w:rsidP="00557788">
      <w:r>
        <w:t>316.8225</w:t>
      </w:r>
      <w:r>
        <w:tab/>
        <w:t>1.266e-2</w:t>
      </w:r>
    </w:p>
    <w:p w:rsidR="00557788" w:rsidRDefault="00557788" w:rsidP="00557788">
      <w:r>
        <w:t>316.8241</w:t>
      </w:r>
      <w:r>
        <w:tab/>
        <w:t>5.063e0</w:t>
      </w:r>
    </w:p>
    <w:p w:rsidR="00557788" w:rsidRDefault="00557788" w:rsidP="00557788">
      <w:r>
        <w:lastRenderedPageBreak/>
        <w:t>316.8299</w:t>
      </w:r>
      <w:r>
        <w:tab/>
        <w:t>3.038e0</w:t>
      </w:r>
    </w:p>
    <w:p w:rsidR="00557788" w:rsidRDefault="00557788" w:rsidP="00557788">
      <w:r>
        <w:t>316.8405</w:t>
      </w:r>
      <w:r>
        <w:tab/>
        <w:t>1.013e0</w:t>
      </w:r>
    </w:p>
    <w:p w:rsidR="00557788" w:rsidRDefault="00557788" w:rsidP="00557788">
      <w:r>
        <w:t>316.8434</w:t>
      </w:r>
      <w:r>
        <w:tab/>
        <w:t>2.025e0</w:t>
      </w:r>
    </w:p>
    <w:p w:rsidR="00557788" w:rsidRDefault="00557788" w:rsidP="00557788">
      <w:r>
        <w:t>316.8485</w:t>
      </w:r>
      <w:r>
        <w:tab/>
        <w:t>2.025e0</w:t>
      </w:r>
    </w:p>
    <w:p w:rsidR="00557788" w:rsidRDefault="00557788" w:rsidP="00557788">
      <w:r>
        <w:t>316.8719</w:t>
      </w:r>
      <w:r>
        <w:tab/>
        <w:t>2.025e0</w:t>
      </w:r>
    </w:p>
    <w:p w:rsidR="00557788" w:rsidRDefault="00557788" w:rsidP="00557788">
      <w:r>
        <w:t>316.8838</w:t>
      </w:r>
      <w:r>
        <w:tab/>
        <w:t>2.532e-2</w:t>
      </w:r>
    </w:p>
    <w:p w:rsidR="00557788" w:rsidRDefault="00557788" w:rsidP="00557788">
      <w:r>
        <w:t>316.8929</w:t>
      </w:r>
      <w:r>
        <w:tab/>
        <w:t>2.025e0</w:t>
      </w:r>
    </w:p>
    <w:p w:rsidR="00557788" w:rsidRDefault="00557788" w:rsidP="00557788">
      <w:r>
        <w:t>316.8953</w:t>
      </w:r>
      <w:r>
        <w:tab/>
        <w:t>8.101e0</w:t>
      </w:r>
    </w:p>
    <w:p w:rsidR="00557788" w:rsidRDefault="00557788" w:rsidP="00557788">
      <w:r>
        <w:t>316.9011</w:t>
      </w:r>
      <w:r>
        <w:tab/>
        <w:t>2.025e0</w:t>
      </w:r>
    </w:p>
    <w:p w:rsidR="00557788" w:rsidRDefault="00557788" w:rsidP="00557788">
      <w:r>
        <w:t>316.9048</w:t>
      </w:r>
      <w:r>
        <w:tab/>
        <w:t>6.076e0</w:t>
      </w:r>
    </w:p>
    <w:p w:rsidR="00557788" w:rsidRDefault="00557788" w:rsidP="00557788">
      <w:r>
        <w:t>316.9322</w:t>
      </w:r>
      <w:r>
        <w:tab/>
        <w:t>3.533e0</w:t>
      </w:r>
    </w:p>
    <w:p w:rsidR="00557788" w:rsidRDefault="00557788" w:rsidP="00557788">
      <w:r>
        <w:t>316.9388</w:t>
      </w:r>
      <w:r>
        <w:tab/>
        <w:t>2.009e0</w:t>
      </w:r>
    </w:p>
    <w:p w:rsidR="00557788" w:rsidRDefault="00557788" w:rsidP="00557788">
      <w:r>
        <w:t>316.9443</w:t>
      </w:r>
      <w:r>
        <w:tab/>
        <w:t>4.051e0</w:t>
      </w:r>
    </w:p>
    <w:p w:rsidR="00557788" w:rsidRDefault="00557788" w:rsidP="00557788">
      <w:r>
        <w:t>316.9561</w:t>
      </w:r>
      <w:r>
        <w:tab/>
        <w:t>6.206e0</w:t>
      </w:r>
    </w:p>
    <w:p w:rsidR="00557788" w:rsidRDefault="00557788" w:rsidP="00557788">
      <w:r>
        <w:t>316.9729</w:t>
      </w:r>
      <w:r>
        <w:tab/>
        <w:t>7.031e0</w:t>
      </w:r>
    </w:p>
    <w:p w:rsidR="00557788" w:rsidRDefault="00557788" w:rsidP="00557788">
      <w:r>
        <w:t>316.9790</w:t>
      </w:r>
      <w:r>
        <w:tab/>
        <w:t>1.742e-1</w:t>
      </w:r>
    </w:p>
    <w:p w:rsidR="00557788" w:rsidRDefault="00557788" w:rsidP="00557788">
      <w:r>
        <w:t>316.9801</w:t>
      </w:r>
      <w:r>
        <w:tab/>
        <w:t>3.306e0</w:t>
      </w:r>
    </w:p>
    <w:p w:rsidR="00557788" w:rsidRDefault="00557788" w:rsidP="00557788">
      <w:r>
        <w:t>316.9928</w:t>
      </w:r>
      <w:r>
        <w:tab/>
        <w:t>5.063e0</w:t>
      </w:r>
    </w:p>
    <w:p w:rsidR="00557788" w:rsidRDefault="00557788" w:rsidP="00557788">
      <w:r>
        <w:t>317.0140</w:t>
      </w:r>
      <w:r>
        <w:tab/>
        <w:t>3.050e0</w:t>
      </w:r>
    </w:p>
    <w:p w:rsidR="00557788" w:rsidRDefault="00557788" w:rsidP="00557788">
      <w:r>
        <w:lastRenderedPageBreak/>
        <w:t>317.0295</w:t>
      </w:r>
      <w:r>
        <w:tab/>
        <w:t>5.315e0</w:t>
      </w:r>
    </w:p>
    <w:p w:rsidR="00557788" w:rsidRDefault="00557788" w:rsidP="00557788">
      <w:r>
        <w:t>317.0374</w:t>
      </w:r>
      <w:r>
        <w:tab/>
        <w:t>9.645e0</w:t>
      </w:r>
    </w:p>
    <w:p w:rsidR="00557788" w:rsidRDefault="00557788" w:rsidP="00557788">
      <w:r>
        <w:t>317.0394</w:t>
      </w:r>
      <w:r>
        <w:tab/>
        <w:t>7.182e0</w:t>
      </w:r>
    </w:p>
    <w:p w:rsidR="00557788" w:rsidRDefault="00557788" w:rsidP="00557788">
      <w:r>
        <w:t>317.0408</w:t>
      </w:r>
      <w:r>
        <w:tab/>
        <w:t>5.063e0</w:t>
      </w:r>
    </w:p>
    <w:p w:rsidR="00557788" w:rsidRDefault="00557788" w:rsidP="00557788">
      <w:r>
        <w:t>317.0502</w:t>
      </w:r>
      <w:r>
        <w:tab/>
        <w:t>4.464e0</w:t>
      </w:r>
    </w:p>
    <w:p w:rsidR="00557788" w:rsidRDefault="00557788" w:rsidP="00557788">
      <w:r>
        <w:t>317.0604</w:t>
      </w:r>
      <w:r>
        <w:tab/>
        <w:t>7.128e0</w:t>
      </w:r>
    </w:p>
    <w:p w:rsidR="00557788" w:rsidRDefault="00557788" w:rsidP="00557788">
      <w:r>
        <w:t>317.1284</w:t>
      </w:r>
      <w:r>
        <w:tab/>
        <w:t>1.001e2</w:t>
      </w:r>
    </w:p>
    <w:p w:rsidR="00557788" w:rsidRDefault="00557788" w:rsidP="00557788">
      <w:r>
        <w:t>317.1302</w:t>
      </w:r>
      <w:r>
        <w:tab/>
        <w:t>1.705e2</w:t>
      </w:r>
    </w:p>
    <w:p w:rsidR="00557788" w:rsidRDefault="00557788" w:rsidP="00557788">
      <w:r>
        <w:t>317.1320</w:t>
      </w:r>
      <w:r>
        <w:tab/>
        <w:t>3.596e1</w:t>
      </w:r>
    </w:p>
    <w:p w:rsidR="00557788" w:rsidRDefault="00557788" w:rsidP="00557788">
      <w:r>
        <w:t>317.1336</w:t>
      </w:r>
      <w:r>
        <w:tab/>
        <w:t>2.521e2</w:t>
      </w:r>
    </w:p>
    <w:p w:rsidR="00557788" w:rsidRDefault="00557788" w:rsidP="00557788">
      <w:r>
        <w:t>317.1368</w:t>
      </w:r>
      <w:r>
        <w:tab/>
        <w:t>2.655e1</w:t>
      </w:r>
    </w:p>
    <w:p w:rsidR="00557788" w:rsidRDefault="00557788" w:rsidP="00557788">
      <w:r>
        <w:t>317.1800</w:t>
      </w:r>
      <w:r>
        <w:tab/>
        <w:t>2.640e0</w:t>
      </w:r>
    </w:p>
    <w:p w:rsidR="00557788" w:rsidRDefault="00557788" w:rsidP="00557788">
      <w:r>
        <w:t>317.1875</w:t>
      </w:r>
      <w:r>
        <w:tab/>
        <w:t>8.723e-2</w:t>
      </w:r>
    </w:p>
    <w:p w:rsidR="00557788" w:rsidRDefault="00557788" w:rsidP="00557788">
      <w:r>
        <w:t>317.1953</w:t>
      </w:r>
      <w:r>
        <w:tab/>
        <w:t>1.897e0</w:t>
      </w:r>
    </w:p>
    <w:p w:rsidR="00557788" w:rsidRDefault="00557788" w:rsidP="00557788">
      <w:r>
        <w:t>317.2133</w:t>
      </w:r>
      <w:r>
        <w:tab/>
        <w:t>8.857e-1</w:t>
      </w:r>
    </w:p>
    <w:p w:rsidR="00557788" w:rsidRDefault="00557788" w:rsidP="00557788">
      <w:r>
        <w:t>317.2155</w:t>
      </w:r>
      <w:r>
        <w:tab/>
        <w:t>2.151e0</w:t>
      </w:r>
    </w:p>
    <w:p w:rsidR="00557788" w:rsidRDefault="00557788" w:rsidP="00557788">
      <w:r>
        <w:t>317.2198</w:t>
      </w:r>
      <w:r>
        <w:tab/>
        <w:t>6.264e0</w:t>
      </w:r>
    </w:p>
    <w:p w:rsidR="00557788" w:rsidRDefault="00557788" w:rsidP="00557788">
      <w:r>
        <w:t>317.2240</w:t>
      </w:r>
      <w:r>
        <w:tab/>
        <w:t>1.183e0</w:t>
      </w:r>
    </w:p>
    <w:p w:rsidR="00557788" w:rsidRDefault="00557788" w:rsidP="00557788">
      <w:r>
        <w:t>317.2356</w:t>
      </w:r>
      <w:r>
        <w:tab/>
        <w:t>4.844e0</w:t>
      </w:r>
    </w:p>
    <w:p w:rsidR="00557788" w:rsidRDefault="00557788" w:rsidP="00557788">
      <w:r>
        <w:lastRenderedPageBreak/>
        <w:t>317.2509</w:t>
      </w:r>
      <w:r>
        <w:tab/>
        <w:t>1.719e0</w:t>
      </w:r>
    </w:p>
    <w:p w:rsidR="00557788" w:rsidRDefault="00557788" w:rsidP="00557788">
      <w:r>
        <w:t>317.2534</w:t>
      </w:r>
      <w:r>
        <w:tab/>
        <w:t>1.986e0</w:t>
      </w:r>
    </w:p>
    <w:p w:rsidR="00557788" w:rsidRDefault="00557788" w:rsidP="00557788">
      <w:r>
        <w:t>317.2680</w:t>
      </w:r>
      <w:r>
        <w:tab/>
        <w:t>3.068e0</w:t>
      </w:r>
    </w:p>
    <w:p w:rsidR="00557788" w:rsidRDefault="00557788" w:rsidP="00557788">
      <w:r>
        <w:t>317.2815</w:t>
      </w:r>
      <w:r>
        <w:tab/>
        <w:t>3.807e0</w:t>
      </w:r>
    </w:p>
    <w:p w:rsidR="00557788" w:rsidRDefault="00557788" w:rsidP="00557788">
      <w:r>
        <w:t>317.2885</w:t>
      </w:r>
      <w:r>
        <w:tab/>
        <w:t>6.405e0</w:t>
      </w:r>
    </w:p>
    <w:p w:rsidR="00557788" w:rsidRDefault="00557788" w:rsidP="00557788">
      <w:r>
        <w:t>317.2934</w:t>
      </w:r>
      <w:r>
        <w:tab/>
        <w:t>5.570e0</w:t>
      </w:r>
    </w:p>
    <w:p w:rsidR="00557788" w:rsidRDefault="00557788" w:rsidP="00557788">
      <w:r>
        <w:t>317.3088</w:t>
      </w:r>
      <w:r>
        <w:tab/>
        <w:t>2.450e0</w:t>
      </w:r>
    </w:p>
    <w:p w:rsidR="00557788" w:rsidRDefault="00557788" w:rsidP="00557788">
      <w:r>
        <w:t>317.3172</w:t>
      </w:r>
      <w:r>
        <w:tab/>
        <w:t>2.242e0</w:t>
      </w:r>
    </w:p>
    <w:p w:rsidR="00557788" w:rsidRDefault="00557788" w:rsidP="00557788">
      <w:r>
        <w:t>317.3198</w:t>
      </w:r>
      <w:r>
        <w:tab/>
        <w:t>2.025e0</w:t>
      </w:r>
    </w:p>
    <w:p w:rsidR="00557788" w:rsidRDefault="00557788" w:rsidP="00557788">
      <w:r>
        <w:t>317.3258</w:t>
      </w:r>
      <w:r>
        <w:tab/>
        <w:t>2.532e-2</w:t>
      </w:r>
    </w:p>
    <w:p w:rsidR="00557788" w:rsidRDefault="00557788" w:rsidP="00557788">
      <w:r>
        <w:t>317.3330</w:t>
      </w:r>
      <w:r>
        <w:tab/>
        <w:t>1.013e0</w:t>
      </w:r>
    </w:p>
    <w:p w:rsidR="00557788" w:rsidRDefault="00557788" w:rsidP="00557788">
      <w:r>
        <w:t>317.3501</w:t>
      </w:r>
      <w:r>
        <w:tab/>
        <w:t>4.051e0</w:t>
      </w:r>
    </w:p>
    <w:p w:rsidR="00557788" w:rsidRDefault="00557788" w:rsidP="00557788">
      <w:r>
        <w:t>317.3521</w:t>
      </w:r>
      <w:r>
        <w:tab/>
        <w:t>1.013e0</w:t>
      </w:r>
    </w:p>
    <w:p w:rsidR="00557788" w:rsidRDefault="00557788" w:rsidP="00557788">
      <w:r>
        <w:t>317.3662</w:t>
      </w:r>
      <w:r>
        <w:tab/>
        <w:t>7.571e-1</w:t>
      </w:r>
    </w:p>
    <w:p w:rsidR="00557788" w:rsidRDefault="00557788" w:rsidP="00557788">
      <w:r>
        <w:t>317.3704</w:t>
      </w:r>
      <w:r>
        <w:tab/>
        <w:t>3.038e0</w:t>
      </w:r>
    </w:p>
    <w:p w:rsidR="00557788" w:rsidRDefault="00557788" w:rsidP="00557788">
      <w:r>
        <w:t>317.3777</w:t>
      </w:r>
      <w:r>
        <w:tab/>
        <w:t>4.051e0</w:t>
      </w:r>
    </w:p>
    <w:p w:rsidR="00557788" w:rsidRDefault="00557788" w:rsidP="00557788">
      <w:r>
        <w:t>317.3802</w:t>
      </w:r>
      <w:r>
        <w:tab/>
        <w:t>1.013e0</w:t>
      </w:r>
    </w:p>
    <w:p w:rsidR="00557788" w:rsidRDefault="00557788" w:rsidP="00557788">
      <w:r>
        <w:t>317.3921</w:t>
      </w:r>
      <w:r>
        <w:tab/>
        <w:t>2.025e0</w:t>
      </w:r>
    </w:p>
    <w:p w:rsidR="00557788" w:rsidRDefault="00557788" w:rsidP="00557788">
      <w:r>
        <w:t>317.3938</w:t>
      </w:r>
      <w:r>
        <w:tab/>
        <w:t>2.025e0</w:t>
      </w:r>
    </w:p>
    <w:p w:rsidR="00557788" w:rsidRDefault="00557788" w:rsidP="00557788">
      <w:r>
        <w:lastRenderedPageBreak/>
        <w:t>317.4003</w:t>
      </w:r>
      <w:r>
        <w:tab/>
        <w:t>2.025e0</w:t>
      </w:r>
    </w:p>
    <w:p w:rsidR="00557788" w:rsidRDefault="00557788" w:rsidP="00557788">
      <w:r>
        <w:t>317.4151</w:t>
      </w:r>
      <w:r>
        <w:tab/>
        <w:t>1.051e0</w:t>
      </w:r>
    </w:p>
    <w:p w:rsidR="00557788" w:rsidRDefault="00557788" w:rsidP="00557788">
      <w:r>
        <w:t>317.4185</w:t>
      </w:r>
      <w:r>
        <w:tab/>
        <w:t>2.025e0</w:t>
      </w:r>
    </w:p>
    <w:p w:rsidR="00557788" w:rsidRDefault="00557788" w:rsidP="00557788">
      <w:r>
        <w:t>317.4325</w:t>
      </w:r>
      <w:r>
        <w:tab/>
        <w:t>1.025e0</w:t>
      </w:r>
    </w:p>
    <w:p w:rsidR="00557788" w:rsidRDefault="00557788" w:rsidP="00557788">
      <w:r>
        <w:t>317.4525</w:t>
      </w:r>
      <w:r>
        <w:tab/>
        <w:t>1.038e0</w:t>
      </w:r>
    </w:p>
    <w:p w:rsidR="00557788" w:rsidRDefault="00557788" w:rsidP="00557788">
      <w:r>
        <w:t>317.4608</w:t>
      </w:r>
      <w:r>
        <w:tab/>
        <w:t>1.013e0</w:t>
      </w:r>
    </w:p>
    <w:p w:rsidR="00557788" w:rsidRDefault="00557788" w:rsidP="00557788">
      <w:r>
        <w:t>317.4639</w:t>
      </w:r>
      <w:r>
        <w:tab/>
        <w:t>1.328e0</w:t>
      </w:r>
    </w:p>
    <w:p w:rsidR="00557788" w:rsidRDefault="00557788" w:rsidP="00557788">
      <w:r>
        <w:t>317.4918</w:t>
      </w:r>
      <w:r>
        <w:tab/>
        <w:t>2.025e0</w:t>
      </w:r>
    </w:p>
    <w:p w:rsidR="00557788" w:rsidRDefault="00557788" w:rsidP="00557788">
      <w:r>
        <w:t>317.5073</w:t>
      </w:r>
      <w:r>
        <w:tab/>
        <w:t>5.063e0</w:t>
      </w:r>
    </w:p>
    <w:p w:rsidR="00557788" w:rsidRDefault="00557788" w:rsidP="00557788">
      <w:r>
        <w:t>317.5091</w:t>
      </w:r>
      <w:r>
        <w:tab/>
        <w:t>1.013e0</w:t>
      </w:r>
    </w:p>
    <w:p w:rsidR="00557788" w:rsidRDefault="00557788" w:rsidP="00557788">
      <w:r>
        <w:t>317.5154</w:t>
      </w:r>
      <w:r>
        <w:tab/>
        <w:t>4.051e0</w:t>
      </w:r>
    </w:p>
    <w:p w:rsidR="00557788" w:rsidRDefault="00557788" w:rsidP="00557788">
      <w:r>
        <w:t>317.5289</w:t>
      </w:r>
      <w:r>
        <w:tab/>
        <w:t>1.025e0</w:t>
      </w:r>
    </w:p>
    <w:p w:rsidR="00557788" w:rsidRDefault="00557788" w:rsidP="00557788">
      <w:r>
        <w:t>317.5435</w:t>
      </w:r>
      <w:r>
        <w:tab/>
        <w:t>6.076e0</w:t>
      </w:r>
    </w:p>
    <w:p w:rsidR="00557788" w:rsidRDefault="00557788" w:rsidP="00557788">
      <w:r>
        <w:t>317.5454</w:t>
      </w:r>
      <w:r>
        <w:tab/>
        <w:t>1.013e0</w:t>
      </w:r>
    </w:p>
    <w:p w:rsidR="00557788" w:rsidRDefault="00557788" w:rsidP="00557788">
      <w:r>
        <w:t>317.5674</w:t>
      </w:r>
      <w:r>
        <w:tab/>
        <w:t>1.038e0</w:t>
      </w:r>
    </w:p>
    <w:p w:rsidR="00557788" w:rsidRDefault="00557788" w:rsidP="00557788">
      <w:r>
        <w:t>317.5799</w:t>
      </w:r>
      <w:r>
        <w:tab/>
        <w:t>1.013e0</w:t>
      </w:r>
    </w:p>
    <w:p w:rsidR="00557788" w:rsidRDefault="00557788" w:rsidP="00557788">
      <w:r>
        <w:t>317.5822</w:t>
      </w:r>
      <w:r>
        <w:tab/>
        <w:t>2.532e-2</w:t>
      </w:r>
    </w:p>
    <w:p w:rsidR="00557788" w:rsidRDefault="00557788" w:rsidP="00557788">
      <w:r>
        <w:t>317.5947</w:t>
      </w:r>
      <w:r>
        <w:tab/>
        <w:t>6.076e0</w:t>
      </w:r>
    </w:p>
    <w:p w:rsidR="00557788" w:rsidRDefault="00557788" w:rsidP="00557788">
      <w:r>
        <w:t>317.6039</w:t>
      </w:r>
      <w:r>
        <w:tab/>
        <w:t>2.025e0</w:t>
      </w:r>
    </w:p>
    <w:p w:rsidR="00557788" w:rsidRDefault="00557788" w:rsidP="00557788">
      <w:r>
        <w:lastRenderedPageBreak/>
        <w:t>317.6129</w:t>
      </w:r>
      <w:r>
        <w:tab/>
        <w:t>3.038e0</w:t>
      </w:r>
    </w:p>
    <w:p w:rsidR="00557788" w:rsidRDefault="00557788" w:rsidP="00557788">
      <w:r>
        <w:t>317.6179</w:t>
      </w:r>
      <w:r>
        <w:tab/>
        <w:t>1.266e-2</w:t>
      </w:r>
    </w:p>
    <w:p w:rsidR="00557788" w:rsidRDefault="00557788" w:rsidP="00557788">
      <w:r>
        <w:t>317.6217</w:t>
      </w:r>
      <w:r>
        <w:tab/>
        <w:t>5.063e0</w:t>
      </w:r>
    </w:p>
    <w:p w:rsidR="00557788" w:rsidRDefault="00557788" w:rsidP="00557788">
      <w:r>
        <w:t>317.6242</w:t>
      </w:r>
      <w:r>
        <w:tab/>
        <w:t>3.276e-2</w:t>
      </w:r>
    </w:p>
    <w:p w:rsidR="00557788" w:rsidRDefault="00557788" w:rsidP="00557788">
      <w:r>
        <w:t>317.6421</w:t>
      </w:r>
      <w:r>
        <w:tab/>
        <w:t>1.013e0</w:t>
      </w:r>
    </w:p>
    <w:p w:rsidR="00557788" w:rsidRDefault="00557788" w:rsidP="00557788">
      <w:r>
        <w:t>317.6678</w:t>
      </w:r>
      <w:r>
        <w:tab/>
        <w:t>2.025e0</w:t>
      </w:r>
    </w:p>
    <w:p w:rsidR="00557788" w:rsidRDefault="00557788" w:rsidP="00557788">
      <w:r>
        <w:t>317.6763</w:t>
      </w:r>
      <w:r>
        <w:tab/>
        <w:t>5.063e0</w:t>
      </w:r>
    </w:p>
    <w:p w:rsidR="00557788" w:rsidRDefault="00557788" w:rsidP="00557788">
      <w:r>
        <w:t>317.6900</w:t>
      </w:r>
      <w:r>
        <w:tab/>
        <w:t>3.899e0</w:t>
      </w:r>
    </w:p>
    <w:p w:rsidR="00557788" w:rsidRDefault="00557788" w:rsidP="00557788">
      <w:r>
        <w:t>317.6933</w:t>
      </w:r>
      <w:r>
        <w:tab/>
        <w:t>6.076e0</w:t>
      </w:r>
    </w:p>
    <w:p w:rsidR="00557788" w:rsidRDefault="00557788" w:rsidP="00557788">
      <w:r>
        <w:t>317.6946</w:t>
      </w:r>
      <w:r>
        <w:tab/>
        <w:t>1.266e-2</w:t>
      </w:r>
    </w:p>
    <w:p w:rsidR="00557788" w:rsidRDefault="00557788" w:rsidP="00557788">
      <w:r>
        <w:t>317.7207</w:t>
      </w:r>
      <w:r>
        <w:tab/>
        <w:t>4.051e0</w:t>
      </w:r>
    </w:p>
    <w:p w:rsidR="00557788" w:rsidRDefault="00557788" w:rsidP="00557788">
      <w:r>
        <w:t>317.7227</w:t>
      </w:r>
      <w:r>
        <w:tab/>
        <w:t>1.013e0</w:t>
      </w:r>
    </w:p>
    <w:p w:rsidR="00557788" w:rsidRDefault="00557788" w:rsidP="00557788">
      <w:r>
        <w:t>317.7307</w:t>
      </w:r>
      <w:r>
        <w:tab/>
        <w:t>1.013e0</w:t>
      </w:r>
    </w:p>
    <w:p w:rsidR="00557788" w:rsidRDefault="00557788" w:rsidP="00557788">
      <w:r>
        <w:t>317.7408</w:t>
      </w:r>
      <w:r>
        <w:tab/>
        <w:t>2.532e-2</w:t>
      </w:r>
    </w:p>
    <w:p w:rsidR="00557788" w:rsidRDefault="00557788" w:rsidP="00557788">
      <w:r>
        <w:t>317.7465</w:t>
      </w:r>
      <w:r>
        <w:tab/>
        <w:t>1.038e0</w:t>
      </w:r>
    </w:p>
    <w:p w:rsidR="00557788" w:rsidRDefault="00557788" w:rsidP="00557788">
      <w:r>
        <w:t>317.7484</w:t>
      </w:r>
      <w:r>
        <w:tab/>
        <w:t>2.025e0</w:t>
      </w:r>
    </w:p>
    <w:p w:rsidR="00557788" w:rsidRDefault="00557788" w:rsidP="00557788">
      <w:r>
        <w:t>317.7702</w:t>
      </w:r>
      <w:r>
        <w:tab/>
        <w:t>3.038e0</w:t>
      </w:r>
    </w:p>
    <w:p w:rsidR="00557788" w:rsidRDefault="00557788" w:rsidP="00557788">
      <w:r>
        <w:t>317.7811</w:t>
      </w:r>
      <w:r>
        <w:tab/>
        <w:t>2.025e0</w:t>
      </w:r>
    </w:p>
    <w:p w:rsidR="00557788" w:rsidRDefault="00557788" w:rsidP="00557788">
      <w:r>
        <w:t>317.7831</w:t>
      </w:r>
      <w:r>
        <w:tab/>
        <w:t>1.013e0</w:t>
      </w:r>
    </w:p>
    <w:p w:rsidR="00557788" w:rsidRDefault="00557788" w:rsidP="00557788">
      <w:r>
        <w:lastRenderedPageBreak/>
        <w:t>317.8005</w:t>
      </w:r>
      <w:r>
        <w:tab/>
        <w:t>3.038e0</w:t>
      </w:r>
    </w:p>
    <w:p w:rsidR="00557788" w:rsidRDefault="00557788" w:rsidP="00557788">
      <w:r>
        <w:t>317.8022</w:t>
      </w:r>
      <w:r>
        <w:tab/>
        <w:t>2.025e0</w:t>
      </w:r>
    </w:p>
    <w:p w:rsidR="00557788" w:rsidRDefault="00557788" w:rsidP="00557788">
      <w:r>
        <w:t>317.8033</w:t>
      </w:r>
      <w:r>
        <w:tab/>
        <w:t>1.266e-2</w:t>
      </w:r>
    </w:p>
    <w:p w:rsidR="00557788" w:rsidRDefault="00557788" w:rsidP="00557788">
      <w:r>
        <w:t>317.8064</w:t>
      </w:r>
      <w:r>
        <w:tab/>
        <w:t>2.139e0</w:t>
      </w:r>
    </w:p>
    <w:p w:rsidR="00557788" w:rsidRDefault="00557788" w:rsidP="00557788">
      <w:r>
        <w:t>317.8114</w:t>
      </w:r>
      <w:r>
        <w:tab/>
        <w:t>3.051e0</w:t>
      </w:r>
    </w:p>
    <w:p w:rsidR="00557788" w:rsidRDefault="00557788" w:rsidP="00557788">
      <w:r>
        <w:t>317.8155</w:t>
      </w:r>
      <w:r>
        <w:tab/>
        <w:t>1.266e-2</w:t>
      </w:r>
    </w:p>
    <w:p w:rsidR="00557788" w:rsidRDefault="00557788" w:rsidP="00557788">
      <w:r>
        <w:t>317.8202</w:t>
      </w:r>
      <w:r>
        <w:tab/>
        <w:t>3.038e0</w:t>
      </w:r>
    </w:p>
    <w:p w:rsidR="00557788" w:rsidRDefault="00557788" w:rsidP="00557788">
      <w:r>
        <w:t>317.8355</w:t>
      </w:r>
      <w:r>
        <w:tab/>
        <w:t>1.013e0</w:t>
      </w:r>
    </w:p>
    <w:p w:rsidR="00557788" w:rsidRDefault="00557788" w:rsidP="00557788">
      <w:r>
        <w:t>317.8542</w:t>
      </w:r>
      <w:r>
        <w:tab/>
        <w:t>1.051e0</w:t>
      </w:r>
    </w:p>
    <w:p w:rsidR="00557788" w:rsidRDefault="00557788" w:rsidP="00557788">
      <w:r>
        <w:t>317.8557</w:t>
      </w:r>
      <w:r>
        <w:tab/>
        <w:t>1.013e0</w:t>
      </w:r>
    </w:p>
    <w:p w:rsidR="00557788" w:rsidRDefault="00557788" w:rsidP="00557788">
      <w:r>
        <w:t>317.8596</w:t>
      </w:r>
      <w:r>
        <w:tab/>
        <w:t>1.025e0</w:t>
      </w:r>
    </w:p>
    <w:p w:rsidR="00557788" w:rsidRDefault="00557788" w:rsidP="00557788">
      <w:r>
        <w:t>317.8629</w:t>
      </w:r>
      <w:r>
        <w:tab/>
        <w:t>2.261e0</w:t>
      </w:r>
    </w:p>
    <w:p w:rsidR="00557788" w:rsidRDefault="00557788" w:rsidP="00557788">
      <w:r>
        <w:t>317.8676</w:t>
      </w:r>
      <w:r>
        <w:tab/>
        <w:t>1.013e0</w:t>
      </w:r>
    </w:p>
    <w:p w:rsidR="00557788" w:rsidRDefault="00557788" w:rsidP="00557788">
      <w:r>
        <w:t>317.8974</w:t>
      </w:r>
      <w:r>
        <w:tab/>
        <w:t>2.025e0</w:t>
      </w:r>
    </w:p>
    <w:p w:rsidR="00557788" w:rsidRDefault="00557788" w:rsidP="00557788">
      <w:r>
        <w:t>317.9053</w:t>
      </w:r>
      <w:r>
        <w:tab/>
        <w:t>3.038e0</w:t>
      </w:r>
    </w:p>
    <w:p w:rsidR="00557788" w:rsidRDefault="00557788" w:rsidP="00557788">
      <w:r>
        <w:t>317.9107</w:t>
      </w:r>
      <w:r>
        <w:tab/>
        <w:t>2.963e0</w:t>
      </w:r>
    </w:p>
    <w:p w:rsidR="00557788" w:rsidRDefault="00557788" w:rsidP="00557788">
      <w:r>
        <w:t>317.9452</w:t>
      </w:r>
      <w:r>
        <w:tab/>
        <w:t>1.038e0</w:t>
      </w:r>
    </w:p>
    <w:p w:rsidR="00557788" w:rsidRDefault="00557788" w:rsidP="00557788">
      <w:r>
        <w:t>317.9518</w:t>
      </w:r>
      <w:r>
        <w:tab/>
        <w:t>2.713e0</w:t>
      </w:r>
    </w:p>
    <w:p w:rsidR="00557788" w:rsidRDefault="00557788" w:rsidP="00557788">
      <w:r>
        <w:t>317.9558</w:t>
      </w:r>
      <w:r>
        <w:tab/>
        <w:t>2.038e0</w:t>
      </w:r>
    </w:p>
    <w:p w:rsidR="00557788" w:rsidRDefault="00557788" w:rsidP="00557788">
      <w:r>
        <w:lastRenderedPageBreak/>
        <w:t>317.9568</w:t>
      </w:r>
      <w:r>
        <w:tab/>
        <w:t>4.076e0</w:t>
      </w:r>
    </w:p>
    <w:p w:rsidR="00557788" w:rsidRDefault="00557788" w:rsidP="00557788">
      <w:r>
        <w:t>317.9742</w:t>
      </w:r>
      <w:r>
        <w:tab/>
        <w:t>4.989e0</w:t>
      </w:r>
    </w:p>
    <w:p w:rsidR="00557788" w:rsidRDefault="00557788" w:rsidP="00557788">
      <w:r>
        <w:t>317.9754</w:t>
      </w:r>
      <w:r>
        <w:tab/>
        <w:t>4.051e0</w:t>
      </w:r>
    </w:p>
    <w:p w:rsidR="00557788" w:rsidRDefault="00557788" w:rsidP="00557788">
      <w:r>
        <w:t>318.0046</w:t>
      </w:r>
      <w:r>
        <w:tab/>
        <w:t>3.326e0</w:t>
      </w:r>
    </w:p>
    <w:p w:rsidR="00557788" w:rsidRDefault="00557788" w:rsidP="00557788">
      <w:r>
        <w:t>318.0109</w:t>
      </w:r>
      <w:r>
        <w:tab/>
        <w:t>4.051e0</w:t>
      </w:r>
    </w:p>
    <w:p w:rsidR="00557788" w:rsidRDefault="00557788" w:rsidP="00557788">
      <w:r>
        <w:t>318.0388</w:t>
      </w:r>
      <w:r>
        <w:tab/>
        <w:t>1.506e0</w:t>
      </w:r>
    </w:p>
    <w:p w:rsidR="00557788" w:rsidRDefault="00557788" w:rsidP="00557788">
      <w:r>
        <w:t>318.0475</w:t>
      </w:r>
      <w:r>
        <w:tab/>
        <w:t>1.037e1</w:t>
      </w:r>
    </w:p>
    <w:p w:rsidR="00557788" w:rsidRDefault="00557788" w:rsidP="00557788">
      <w:r>
        <w:t>318.0486</w:t>
      </w:r>
      <w:r>
        <w:tab/>
        <w:t>2.132e0</w:t>
      </w:r>
    </w:p>
    <w:p w:rsidR="00557788" w:rsidRDefault="00557788" w:rsidP="00557788">
      <w:r>
        <w:t>318.0504</w:t>
      </w:r>
      <w:r>
        <w:tab/>
        <w:t>1.963e0</w:t>
      </w:r>
    </w:p>
    <w:p w:rsidR="00557788" w:rsidRDefault="00557788" w:rsidP="00557788">
      <w:r>
        <w:t>318.0737</w:t>
      </w:r>
      <w:r>
        <w:tab/>
        <w:t>2.982e0</w:t>
      </w:r>
    </w:p>
    <w:p w:rsidR="00557788" w:rsidRDefault="00557788" w:rsidP="00557788">
      <w:r>
        <w:t>318.0930</w:t>
      </w:r>
      <w:r>
        <w:tab/>
        <w:t>3.404e0</w:t>
      </w:r>
    </w:p>
    <w:p w:rsidR="00557788" w:rsidRDefault="00557788" w:rsidP="00557788">
      <w:r>
        <w:t>318.0983</w:t>
      </w:r>
      <w:r>
        <w:tab/>
        <w:t>4.833e0</w:t>
      </w:r>
    </w:p>
    <w:p w:rsidR="00557788" w:rsidRDefault="00557788" w:rsidP="00557788">
      <w:r>
        <w:t>318.1349</w:t>
      </w:r>
      <w:r>
        <w:tab/>
        <w:t>7.524e0</w:t>
      </w:r>
    </w:p>
    <w:p w:rsidR="00557788" w:rsidRDefault="00557788" w:rsidP="00557788">
      <w:r>
        <w:t>318.1377</w:t>
      </w:r>
      <w:r>
        <w:tab/>
        <w:t>4.237e1</w:t>
      </w:r>
    </w:p>
    <w:p w:rsidR="00557788" w:rsidRDefault="00557788" w:rsidP="00557788">
      <w:r>
        <w:t>318.1414</w:t>
      </w:r>
      <w:r>
        <w:tab/>
        <w:t>4.921e1</w:t>
      </w:r>
    </w:p>
    <w:p w:rsidR="00557788" w:rsidRDefault="00557788" w:rsidP="00557788">
      <w:r>
        <w:t>318.1505</w:t>
      </w:r>
      <w:r>
        <w:tab/>
        <w:t>7.341e0</w:t>
      </w:r>
    </w:p>
    <w:p w:rsidR="00557788" w:rsidRDefault="00557788" w:rsidP="00557788">
      <w:r>
        <w:t>318.1789</w:t>
      </w:r>
      <w:r>
        <w:tab/>
        <w:t>7.696e0</w:t>
      </w:r>
    </w:p>
    <w:p w:rsidR="00557788" w:rsidRDefault="00557788" w:rsidP="00557788">
      <w:r>
        <w:t>318.1815</w:t>
      </w:r>
      <w:r>
        <w:tab/>
        <w:t>4.086e0</w:t>
      </w:r>
    </w:p>
    <w:p w:rsidR="00557788" w:rsidRDefault="00557788" w:rsidP="00557788">
      <w:r>
        <w:t>318.1916</w:t>
      </w:r>
      <w:r>
        <w:tab/>
        <w:t>5.570e0</w:t>
      </w:r>
    </w:p>
    <w:p w:rsidR="00557788" w:rsidRDefault="00557788" w:rsidP="00557788">
      <w:r>
        <w:lastRenderedPageBreak/>
        <w:t>318.1944</w:t>
      </w:r>
      <w:r>
        <w:tab/>
        <w:t>1.269e0</w:t>
      </w:r>
    </w:p>
    <w:p w:rsidR="00557788" w:rsidRDefault="00557788" w:rsidP="00557788">
      <w:r>
        <w:t>318.2025</w:t>
      </w:r>
      <w:r>
        <w:tab/>
        <w:t>7.849e0</w:t>
      </w:r>
    </w:p>
    <w:p w:rsidR="00557788" w:rsidRDefault="00557788" w:rsidP="00557788">
      <w:r>
        <w:t>318.2222</w:t>
      </w:r>
      <w:r>
        <w:tab/>
        <w:t>7.284e0</w:t>
      </w:r>
    </w:p>
    <w:p w:rsidR="00557788" w:rsidRDefault="00557788" w:rsidP="00557788">
      <w:r>
        <w:t>318.2322</w:t>
      </w:r>
      <w:r>
        <w:tab/>
        <w:t>3.184e0</w:t>
      </w:r>
    </w:p>
    <w:p w:rsidR="00557788" w:rsidRDefault="00557788" w:rsidP="00557788">
      <w:r>
        <w:t>318.2729</w:t>
      </w:r>
      <w:r>
        <w:tab/>
        <w:t>2.935e0</w:t>
      </w:r>
    </w:p>
    <w:p w:rsidR="00557788" w:rsidRDefault="00557788" w:rsidP="00557788">
      <w:r>
        <w:t>318.2781</w:t>
      </w:r>
      <w:r>
        <w:tab/>
        <w:t>2.481e0</w:t>
      </w:r>
    </w:p>
    <w:p w:rsidR="00557788" w:rsidRDefault="00557788" w:rsidP="00557788">
      <w:r>
        <w:t>318.2813</w:t>
      </w:r>
      <w:r>
        <w:tab/>
        <w:t>2.503e0</w:t>
      </w:r>
    </w:p>
    <w:p w:rsidR="00557788" w:rsidRDefault="00557788" w:rsidP="00557788">
      <w:r>
        <w:t>318.2852</w:t>
      </w:r>
      <w:r>
        <w:tab/>
        <w:t>3.694e0</w:t>
      </w:r>
    </w:p>
    <w:p w:rsidR="00557788" w:rsidRDefault="00557788" w:rsidP="00557788">
      <w:r>
        <w:t>318.3037</w:t>
      </w:r>
      <w:r>
        <w:tab/>
        <w:t>4.710e0</w:t>
      </w:r>
    </w:p>
    <w:p w:rsidR="00557788" w:rsidRDefault="00557788" w:rsidP="00557788">
      <w:r>
        <w:t>318.3093</w:t>
      </w:r>
      <w:r>
        <w:tab/>
        <w:t>3.038e0</w:t>
      </w:r>
    </w:p>
    <w:p w:rsidR="00557788" w:rsidRDefault="00557788" w:rsidP="00557788">
      <w:r>
        <w:t>318.3104</w:t>
      </w:r>
      <w:r>
        <w:tab/>
        <w:t>3.038e0</w:t>
      </w:r>
    </w:p>
    <w:p w:rsidR="00557788" w:rsidRDefault="00557788" w:rsidP="00557788">
      <w:r>
        <w:t>318.3133</w:t>
      </w:r>
      <w:r>
        <w:tab/>
        <w:t>1.115e0</w:t>
      </w:r>
    </w:p>
    <w:p w:rsidR="00557788" w:rsidRDefault="00557788" w:rsidP="00557788">
      <w:r>
        <w:t>318.3191</w:t>
      </w:r>
      <w:r>
        <w:tab/>
        <w:t>2.122e0</w:t>
      </w:r>
    </w:p>
    <w:p w:rsidR="00557788" w:rsidRDefault="00557788" w:rsidP="00557788">
      <w:r>
        <w:t>318.3474</w:t>
      </w:r>
      <w:r>
        <w:tab/>
        <w:t>1.013e0</w:t>
      </w:r>
    </w:p>
    <w:p w:rsidR="00557788" w:rsidRDefault="00557788" w:rsidP="00557788">
      <w:r>
        <w:t>318.3522</w:t>
      </w:r>
      <w:r>
        <w:tab/>
        <w:t>8.432e-1</w:t>
      </w:r>
    </w:p>
    <w:p w:rsidR="00557788" w:rsidRDefault="00557788" w:rsidP="00557788">
      <w:r>
        <w:t>318.3562</w:t>
      </w:r>
      <w:r>
        <w:tab/>
        <w:t>1.025e0</w:t>
      </w:r>
    </w:p>
    <w:p w:rsidR="00557788" w:rsidRDefault="00557788" w:rsidP="00557788">
      <w:r>
        <w:t>318.3619</w:t>
      </w:r>
      <w:r>
        <w:tab/>
        <w:t>1.013e0</w:t>
      </w:r>
    </w:p>
    <w:p w:rsidR="00557788" w:rsidRDefault="00557788" w:rsidP="00557788">
      <w:r>
        <w:t>318.3648</w:t>
      </w:r>
      <w:r>
        <w:tab/>
        <w:t>3.038e0</w:t>
      </w:r>
    </w:p>
    <w:p w:rsidR="00557788" w:rsidRDefault="00557788" w:rsidP="00557788">
      <w:r>
        <w:t>318.3691</w:t>
      </w:r>
      <w:r>
        <w:tab/>
        <w:t>1.279e0</w:t>
      </w:r>
    </w:p>
    <w:p w:rsidR="00557788" w:rsidRDefault="00557788" w:rsidP="00557788">
      <w:r>
        <w:lastRenderedPageBreak/>
        <w:t>318.3909</w:t>
      </w:r>
      <w:r>
        <w:tab/>
        <w:t>6.810e0</w:t>
      </w:r>
    </w:p>
    <w:p w:rsidR="00557788" w:rsidRDefault="00557788" w:rsidP="00557788">
      <w:r>
        <w:t>318.3958</w:t>
      </w:r>
      <w:r>
        <w:tab/>
        <w:t>1.013e0</w:t>
      </w:r>
    </w:p>
    <w:p w:rsidR="00557788" w:rsidRDefault="00557788" w:rsidP="00557788">
      <w:r>
        <w:t>318.4138</w:t>
      </w:r>
      <w:r>
        <w:tab/>
        <w:t>1.266e-2</w:t>
      </w:r>
    </w:p>
    <w:p w:rsidR="00557788" w:rsidRDefault="00557788" w:rsidP="00557788">
      <w:r>
        <w:t>318.4174</w:t>
      </w:r>
      <w:r>
        <w:tab/>
        <w:t>5.063e0</w:t>
      </w:r>
    </w:p>
    <w:p w:rsidR="00557788" w:rsidRDefault="00557788" w:rsidP="00557788">
      <w:r>
        <w:t>318.4195</w:t>
      </w:r>
      <w:r>
        <w:tab/>
        <w:t>1.266e-2</w:t>
      </w:r>
    </w:p>
    <w:p w:rsidR="00557788" w:rsidRDefault="00557788" w:rsidP="00557788">
      <w:r>
        <w:t>318.4299</w:t>
      </w:r>
      <w:r>
        <w:tab/>
        <w:t>1.495e-1</w:t>
      </w:r>
    </w:p>
    <w:p w:rsidR="00557788" w:rsidRDefault="00557788" w:rsidP="00557788">
      <w:r>
        <w:t>318.4465</w:t>
      </w:r>
      <w:r>
        <w:tab/>
        <w:t>4.051e0</w:t>
      </w:r>
    </w:p>
    <w:p w:rsidR="00557788" w:rsidRDefault="00557788" w:rsidP="00557788">
      <w:r>
        <w:t>318.4562</w:t>
      </w:r>
      <w:r>
        <w:tab/>
        <w:t>1.266e-2</w:t>
      </w:r>
    </w:p>
    <w:p w:rsidR="00557788" w:rsidRDefault="00557788" w:rsidP="00557788">
      <w:r>
        <w:t>318.4601</w:t>
      </w:r>
      <w:r>
        <w:tab/>
        <w:t>1.013e0</w:t>
      </w:r>
    </w:p>
    <w:p w:rsidR="00557788" w:rsidRDefault="00557788" w:rsidP="00557788">
      <w:r>
        <w:t>318.4745</w:t>
      </w:r>
      <w:r>
        <w:tab/>
        <w:t>3.798e-2</w:t>
      </w:r>
    </w:p>
    <w:p w:rsidR="00557788" w:rsidRDefault="00557788" w:rsidP="00557788">
      <w:r>
        <w:t>318.4849</w:t>
      </w:r>
      <w:r>
        <w:tab/>
        <w:t>2.038e0</w:t>
      </w:r>
    </w:p>
    <w:p w:rsidR="00557788" w:rsidRDefault="00557788" w:rsidP="00557788">
      <w:r>
        <w:t>318.5045</w:t>
      </w:r>
      <w:r>
        <w:tab/>
        <w:t>1.013e0</w:t>
      </w:r>
    </w:p>
    <w:p w:rsidR="00557788" w:rsidRDefault="00557788" w:rsidP="00557788">
      <w:r>
        <w:t>318.5115</w:t>
      </w:r>
      <w:r>
        <w:tab/>
        <w:t>4.051e0</w:t>
      </w:r>
    </w:p>
    <w:p w:rsidR="00557788" w:rsidRDefault="00557788" w:rsidP="00557788">
      <w:r>
        <w:t>318.5146</w:t>
      </w:r>
      <w:r>
        <w:tab/>
        <w:t>1.038e0</w:t>
      </w:r>
    </w:p>
    <w:p w:rsidR="00557788" w:rsidRDefault="00557788" w:rsidP="00557788">
      <w:r>
        <w:t>318.5174</w:t>
      </w:r>
      <w:r>
        <w:tab/>
        <w:t>1.025e0</w:t>
      </w:r>
    </w:p>
    <w:p w:rsidR="00557788" w:rsidRDefault="00557788" w:rsidP="00557788">
      <w:r>
        <w:t>318.5289</w:t>
      </w:r>
      <w:r>
        <w:tab/>
        <w:t>1.025e0</w:t>
      </w:r>
    </w:p>
    <w:p w:rsidR="00557788" w:rsidRDefault="00557788" w:rsidP="00557788">
      <w:r>
        <w:t>318.5519</w:t>
      </w:r>
      <w:r>
        <w:tab/>
        <w:t>2.025e0</w:t>
      </w:r>
    </w:p>
    <w:p w:rsidR="00557788" w:rsidRDefault="00557788" w:rsidP="00557788">
      <w:r>
        <w:t>318.5599</w:t>
      </w:r>
      <w:r>
        <w:tab/>
        <w:t>2.532e-2</w:t>
      </w:r>
    </w:p>
    <w:p w:rsidR="00557788" w:rsidRDefault="00557788" w:rsidP="00557788">
      <w:r>
        <w:t>318.5636</w:t>
      </w:r>
      <w:r>
        <w:tab/>
        <w:t>9.855e0</w:t>
      </w:r>
    </w:p>
    <w:p w:rsidR="00557788" w:rsidRDefault="00557788" w:rsidP="00557788">
      <w:r>
        <w:lastRenderedPageBreak/>
        <w:t>318.5692</w:t>
      </w:r>
      <w:r>
        <w:tab/>
        <w:t>1.013e0</w:t>
      </w:r>
    </w:p>
    <w:p w:rsidR="00557788" w:rsidRDefault="00557788" w:rsidP="00557788">
      <w:r>
        <w:t>318.5733</w:t>
      </w:r>
      <w:r>
        <w:tab/>
        <w:t>4.051e0</w:t>
      </w:r>
    </w:p>
    <w:p w:rsidR="00557788" w:rsidRDefault="00557788" w:rsidP="00557788">
      <w:r>
        <w:t>318.5817</w:t>
      </w:r>
      <w:r>
        <w:tab/>
        <w:t>1.357e0</w:t>
      </w:r>
    </w:p>
    <w:p w:rsidR="00557788" w:rsidRDefault="00557788" w:rsidP="00557788">
      <w:r>
        <w:t>318.5980</w:t>
      </w:r>
      <w:r>
        <w:tab/>
        <w:t>1.266e-2</w:t>
      </w:r>
    </w:p>
    <w:p w:rsidR="00557788" w:rsidRDefault="00557788" w:rsidP="00557788">
      <w:r>
        <w:t>318.6240</w:t>
      </w:r>
      <w:r>
        <w:tab/>
        <w:t>3.888e0</w:t>
      </w:r>
    </w:p>
    <w:p w:rsidR="00557788" w:rsidRDefault="00557788" w:rsidP="00557788">
      <w:r>
        <w:t>318.6377</w:t>
      </w:r>
      <w:r>
        <w:tab/>
        <w:t>1.266e-2</w:t>
      </w:r>
    </w:p>
    <w:p w:rsidR="00557788" w:rsidRDefault="00557788" w:rsidP="00557788">
      <w:r>
        <w:t>318.6499</w:t>
      </w:r>
      <w:r>
        <w:tab/>
        <w:t>5.063e-2</w:t>
      </w:r>
    </w:p>
    <w:p w:rsidR="00557788" w:rsidRDefault="00557788" w:rsidP="00557788">
      <w:r>
        <w:t>318.6595</w:t>
      </w:r>
      <w:r>
        <w:tab/>
        <w:t>9.114e0</w:t>
      </w:r>
    </w:p>
    <w:p w:rsidR="00557788" w:rsidRDefault="00557788" w:rsidP="00557788">
      <w:r>
        <w:t>318.6786</w:t>
      </w:r>
      <w:r>
        <w:tab/>
        <w:t>1.038e0</w:t>
      </w:r>
    </w:p>
    <w:p w:rsidR="00557788" w:rsidRDefault="00557788" w:rsidP="00557788">
      <w:r>
        <w:t>318.6812</w:t>
      </w:r>
      <w:r>
        <w:tab/>
        <w:t>4.051e0</w:t>
      </w:r>
    </w:p>
    <w:p w:rsidR="00557788" w:rsidRDefault="00557788" w:rsidP="00557788">
      <w:r>
        <w:t>318.6947</w:t>
      </w:r>
      <w:r>
        <w:tab/>
        <w:t>4.071e0</w:t>
      </w:r>
    </w:p>
    <w:p w:rsidR="00557788" w:rsidRDefault="00557788" w:rsidP="00557788">
      <w:r>
        <w:t>318.6965</w:t>
      </w:r>
      <w:r>
        <w:tab/>
        <w:t>3.038e0</w:t>
      </w:r>
    </w:p>
    <w:p w:rsidR="00557788" w:rsidRDefault="00557788" w:rsidP="00557788">
      <w:r>
        <w:t>318.7103</w:t>
      </w:r>
      <w:r>
        <w:tab/>
        <w:t>2.025e0</w:t>
      </w:r>
    </w:p>
    <w:p w:rsidR="00557788" w:rsidRDefault="00557788" w:rsidP="00557788">
      <w:r>
        <w:t>318.7133</w:t>
      </w:r>
      <w:r>
        <w:tab/>
        <w:t>1.013e0</w:t>
      </w:r>
    </w:p>
    <w:p w:rsidR="00557788" w:rsidRDefault="00557788" w:rsidP="00557788">
      <w:r>
        <w:t>318.7332</w:t>
      </w:r>
      <w:r>
        <w:tab/>
        <w:t>4.051e0</w:t>
      </w:r>
    </w:p>
    <w:p w:rsidR="00557788" w:rsidRDefault="00557788" w:rsidP="00557788">
      <w:r>
        <w:t>318.7505</w:t>
      </w:r>
      <w:r>
        <w:tab/>
        <w:t>1.013e0</w:t>
      </w:r>
    </w:p>
    <w:p w:rsidR="00557788" w:rsidRDefault="00557788" w:rsidP="00557788">
      <w:r>
        <w:t>318.7774</w:t>
      </w:r>
      <w:r>
        <w:tab/>
        <w:t>2.076e0</w:t>
      </w:r>
    </w:p>
    <w:p w:rsidR="00557788" w:rsidRDefault="00557788" w:rsidP="00557788">
      <w:r>
        <w:t>318.7827</w:t>
      </w:r>
      <w:r>
        <w:tab/>
        <w:t>1.013e0</w:t>
      </w:r>
    </w:p>
    <w:p w:rsidR="00557788" w:rsidRDefault="00557788" w:rsidP="00557788">
      <w:r>
        <w:t>318.7882</w:t>
      </w:r>
      <w:r>
        <w:tab/>
        <w:t>3.038e0</w:t>
      </w:r>
    </w:p>
    <w:p w:rsidR="00557788" w:rsidRDefault="00557788" w:rsidP="00557788">
      <w:r>
        <w:lastRenderedPageBreak/>
        <w:t>318.8000</w:t>
      </w:r>
      <w:r>
        <w:tab/>
        <w:t>1.038e0</w:t>
      </w:r>
    </w:p>
    <w:p w:rsidR="00557788" w:rsidRDefault="00557788" w:rsidP="00557788">
      <w:r>
        <w:t>318.8049</w:t>
      </w:r>
      <w:r>
        <w:tab/>
        <w:t>4.051e0</w:t>
      </w:r>
    </w:p>
    <w:p w:rsidR="00557788" w:rsidRDefault="00557788" w:rsidP="00557788">
      <w:r>
        <w:t>318.8195</w:t>
      </w:r>
      <w:r>
        <w:tab/>
        <w:t>2.025e0</w:t>
      </w:r>
    </w:p>
    <w:p w:rsidR="00557788" w:rsidRDefault="00557788" w:rsidP="00557788">
      <w:r>
        <w:t>318.8228</w:t>
      </w:r>
      <w:r>
        <w:tab/>
        <w:t>3.038e0</w:t>
      </w:r>
    </w:p>
    <w:p w:rsidR="00557788" w:rsidRDefault="00557788" w:rsidP="00557788">
      <w:r>
        <w:t>318.8481</w:t>
      </w:r>
      <w:r>
        <w:tab/>
        <w:t>2.025e0</w:t>
      </w:r>
    </w:p>
    <w:p w:rsidR="00557788" w:rsidRDefault="00557788" w:rsidP="00557788">
      <w:r>
        <w:t>318.8554</w:t>
      </w:r>
      <w:r>
        <w:tab/>
        <w:t>4.051e0</w:t>
      </w:r>
    </w:p>
    <w:p w:rsidR="00557788" w:rsidRDefault="00557788" w:rsidP="00557788">
      <w:r>
        <w:t>318.8675</w:t>
      </w:r>
      <w:r>
        <w:tab/>
        <w:t>3.038e0</w:t>
      </w:r>
    </w:p>
    <w:p w:rsidR="00557788" w:rsidRDefault="00557788" w:rsidP="00557788">
      <w:r>
        <w:t>318.8796</w:t>
      </w:r>
      <w:r>
        <w:tab/>
        <w:t>1.013e0</w:t>
      </w:r>
    </w:p>
    <w:p w:rsidR="00557788" w:rsidRDefault="00557788" w:rsidP="00557788">
      <w:r>
        <w:t>318.8894</w:t>
      </w:r>
      <w:r>
        <w:tab/>
        <w:t>4.051e0</w:t>
      </w:r>
    </w:p>
    <w:p w:rsidR="00557788" w:rsidRDefault="00557788" w:rsidP="00557788">
      <w:r>
        <w:t>318.8955</w:t>
      </w:r>
      <w:r>
        <w:tab/>
        <w:t>1.215e1</w:t>
      </w:r>
    </w:p>
    <w:p w:rsidR="00557788" w:rsidRDefault="00557788" w:rsidP="00557788">
      <w:r>
        <w:t>318.9021</w:t>
      </w:r>
      <w:r>
        <w:tab/>
        <w:t>4.051e0</w:t>
      </w:r>
    </w:p>
    <w:p w:rsidR="00557788" w:rsidRDefault="00557788" w:rsidP="00557788">
      <w:r>
        <w:t>318.9193</w:t>
      </w:r>
      <w:r>
        <w:tab/>
        <w:t>4.051e0</w:t>
      </w:r>
    </w:p>
    <w:p w:rsidR="00557788" w:rsidRDefault="00557788" w:rsidP="00557788">
      <w:r>
        <w:t>318.9284</w:t>
      </w:r>
      <w:r>
        <w:tab/>
        <w:t>4.027e0</w:t>
      </w:r>
    </w:p>
    <w:p w:rsidR="00557788" w:rsidRDefault="00557788" w:rsidP="00557788">
      <w:r>
        <w:t>318.9360</w:t>
      </w:r>
      <w:r>
        <w:tab/>
        <w:t>3.993e0</w:t>
      </w:r>
    </w:p>
    <w:p w:rsidR="00557788" w:rsidRDefault="00557788" w:rsidP="00557788">
      <w:r>
        <w:t>318.9470</w:t>
      </w:r>
      <w:r>
        <w:tab/>
        <w:t>5.063e0</w:t>
      </w:r>
    </w:p>
    <w:p w:rsidR="00557788" w:rsidRDefault="00557788" w:rsidP="00557788">
      <w:r>
        <w:t>318.9536</w:t>
      </w:r>
      <w:r>
        <w:tab/>
        <w:t>3.038e0</w:t>
      </w:r>
    </w:p>
    <w:p w:rsidR="00557788" w:rsidRDefault="00557788" w:rsidP="00557788">
      <w:r>
        <w:t>318.9728</w:t>
      </w:r>
      <w:r>
        <w:tab/>
        <w:t>4.051e0</w:t>
      </w:r>
    </w:p>
    <w:p w:rsidR="00557788" w:rsidRDefault="00557788" w:rsidP="00557788">
      <w:r>
        <w:t>318.9775</w:t>
      </w:r>
      <w:r>
        <w:tab/>
        <w:t>4.089e0</w:t>
      </w:r>
    </w:p>
    <w:p w:rsidR="00557788" w:rsidRDefault="00557788" w:rsidP="00557788">
      <w:r>
        <w:t>318.9791</w:t>
      </w:r>
      <w:r>
        <w:tab/>
        <w:t>4.706e0</w:t>
      </w:r>
    </w:p>
    <w:p w:rsidR="00557788" w:rsidRDefault="00557788" w:rsidP="00557788">
      <w:r>
        <w:lastRenderedPageBreak/>
        <w:t>318.9961</w:t>
      </w:r>
      <w:r>
        <w:tab/>
        <w:t>1.972e0</w:t>
      </w:r>
    </w:p>
    <w:p w:rsidR="00557788" w:rsidRDefault="00557788" w:rsidP="00557788">
      <w:r>
        <w:t>319.0128</w:t>
      </w:r>
      <w:r>
        <w:tab/>
        <w:t>6.540e0</w:t>
      </w:r>
    </w:p>
    <w:p w:rsidR="00557788" w:rsidRDefault="00557788" w:rsidP="00557788">
      <w:r>
        <w:t>319.0220</w:t>
      </w:r>
      <w:r>
        <w:tab/>
        <w:t>5.715e0</w:t>
      </w:r>
    </w:p>
    <w:p w:rsidR="00557788" w:rsidRDefault="00557788" w:rsidP="00557788">
      <w:r>
        <w:t>319.0364</w:t>
      </w:r>
      <w:r>
        <w:tab/>
        <w:t>6.918e0</w:t>
      </w:r>
    </w:p>
    <w:p w:rsidR="00557788" w:rsidRDefault="00557788" w:rsidP="00557788">
      <w:r>
        <w:t>319.0416</w:t>
      </w:r>
      <w:r>
        <w:tab/>
        <w:t>6.920e0</w:t>
      </w:r>
    </w:p>
    <w:p w:rsidR="00557788" w:rsidRDefault="00557788" w:rsidP="00557788">
      <w:r>
        <w:t>319.0493</w:t>
      </w:r>
      <w:r>
        <w:tab/>
        <w:t>6.146e0</w:t>
      </w:r>
    </w:p>
    <w:p w:rsidR="00557788" w:rsidRDefault="00557788" w:rsidP="00557788">
      <w:r>
        <w:t>319.0588</w:t>
      </w:r>
      <w:r>
        <w:tab/>
        <w:t>1.840e0</w:t>
      </w:r>
    </w:p>
    <w:p w:rsidR="00557788" w:rsidRDefault="00557788" w:rsidP="00557788">
      <w:r>
        <w:t>319.0677</w:t>
      </w:r>
      <w:r>
        <w:tab/>
        <w:t>2.726e0</w:t>
      </w:r>
    </w:p>
    <w:p w:rsidR="00557788" w:rsidRDefault="00557788" w:rsidP="00557788">
      <w:r>
        <w:t>319.0786</w:t>
      </w:r>
      <w:r>
        <w:tab/>
        <w:t>7.320e0</w:t>
      </w:r>
    </w:p>
    <w:p w:rsidR="00557788" w:rsidRDefault="00557788" w:rsidP="00557788">
      <w:r>
        <w:t>319.1151</w:t>
      </w:r>
      <w:r>
        <w:tab/>
        <w:t>5.237e0</w:t>
      </w:r>
    </w:p>
    <w:p w:rsidR="00557788" w:rsidRDefault="00557788" w:rsidP="00557788">
      <w:r>
        <w:t>319.1206</w:t>
      </w:r>
      <w:r>
        <w:tab/>
        <w:t>5.371e0</w:t>
      </w:r>
    </w:p>
    <w:p w:rsidR="00557788" w:rsidRDefault="00557788" w:rsidP="00557788">
      <w:r>
        <w:t>319.1239</w:t>
      </w:r>
      <w:r>
        <w:tab/>
        <w:t>8.628e0</w:t>
      </w:r>
    </w:p>
    <w:p w:rsidR="00557788" w:rsidRDefault="00557788" w:rsidP="00557788">
      <w:r>
        <w:t>319.1273</w:t>
      </w:r>
      <w:r>
        <w:tab/>
        <w:t>8.536e0</w:t>
      </w:r>
    </w:p>
    <w:p w:rsidR="00557788" w:rsidRDefault="00557788" w:rsidP="00557788">
      <w:r>
        <w:t>319.1296</w:t>
      </w:r>
      <w:r>
        <w:tab/>
        <w:t>2.127e0</w:t>
      </w:r>
    </w:p>
    <w:p w:rsidR="00557788" w:rsidRDefault="00557788" w:rsidP="00557788">
      <w:r>
        <w:t>319.1348</w:t>
      </w:r>
      <w:r>
        <w:tab/>
        <w:t>3.589e0</w:t>
      </w:r>
    </w:p>
    <w:p w:rsidR="00557788" w:rsidRDefault="00557788" w:rsidP="00557788">
      <w:r>
        <w:t>319.1489</w:t>
      </w:r>
      <w:r>
        <w:tab/>
        <w:t>1.043e1</w:t>
      </w:r>
    </w:p>
    <w:p w:rsidR="00557788" w:rsidRDefault="00557788" w:rsidP="00557788">
      <w:r>
        <w:t>319.1714</w:t>
      </w:r>
      <w:r>
        <w:tab/>
        <w:t>5.071e0</w:t>
      </w:r>
    </w:p>
    <w:p w:rsidR="00557788" w:rsidRDefault="00557788" w:rsidP="00557788">
      <w:r>
        <w:t>319.1758</w:t>
      </w:r>
      <w:r>
        <w:tab/>
        <w:t>2.260e0</w:t>
      </w:r>
    </w:p>
    <w:p w:rsidR="00557788" w:rsidRDefault="00557788" w:rsidP="00557788">
      <w:r>
        <w:t>319.1789</w:t>
      </w:r>
      <w:r>
        <w:tab/>
        <w:t>5.924e0</w:t>
      </w:r>
    </w:p>
    <w:p w:rsidR="00557788" w:rsidRDefault="00557788" w:rsidP="00557788">
      <w:r>
        <w:lastRenderedPageBreak/>
        <w:t>319.1847</w:t>
      </w:r>
      <w:r>
        <w:tab/>
        <w:t>1.490e0</w:t>
      </w:r>
    </w:p>
    <w:p w:rsidR="00557788" w:rsidRDefault="00557788" w:rsidP="00557788">
      <w:r>
        <w:t>319.1866</w:t>
      </w:r>
      <w:r>
        <w:tab/>
        <w:t>3.877e0</w:t>
      </w:r>
    </w:p>
    <w:p w:rsidR="00557788" w:rsidRDefault="00557788" w:rsidP="00557788">
      <w:r>
        <w:t>319.2406</w:t>
      </w:r>
      <w:r>
        <w:tab/>
        <w:t>1.456e0</w:t>
      </w:r>
    </w:p>
    <w:p w:rsidR="00557788" w:rsidRDefault="00557788" w:rsidP="00557788">
      <w:r>
        <w:t>319.2835</w:t>
      </w:r>
      <w:r>
        <w:tab/>
        <w:t>1.863e0</w:t>
      </w:r>
    </w:p>
    <w:p w:rsidR="00557788" w:rsidRDefault="00557788" w:rsidP="00557788">
      <w:r>
        <w:t>319.2875</w:t>
      </w:r>
      <w:r>
        <w:tab/>
        <w:t>1.592e1</w:t>
      </w:r>
    </w:p>
    <w:p w:rsidR="00557788" w:rsidRDefault="00557788" w:rsidP="00557788">
      <w:r>
        <w:t>319.2945</w:t>
      </w:r>
      <w:r>
        <w:tab/>
        <w:t>8.565e0</w:t>
      </w:r>
    </w:p>
    <w:p w:rsidR="00557788" w:rsidRDefault="00557788" w:rsidP="00557788">
      <w:r>
        <w:t>319.3175</w:t>
      </w:r>
      <w:r>
        <w:tab/>
        <w:t>3.748e0</w:t>
      </w:r>
    </w:p>
    <w:p w:rsidR="00557788" w:rsidRDefault="00557788" w:rsidP="00557788">
      <w:r>
        <w:t>319.3260</w:t>
      </w:r>
      <w:r>
        <w:tab/>
        <w:t>2.729e0</w:t>
      </w:r>
    </w:p>
    <w:p w:rsidR="00557788" w:rsidRDefault="00557788" w:rsidP="00557788">
      <w:r>
        <w:t>319.3356</w:t>
      </w:r>
      <w:r>
        <w:tab/>
        <w:t>2.627e0</w:t>
      </w:r>
    </w:p>
    <w:p w:rsidR="00557788" w:rsidRDefault="00557788" w:rsidP="00557788">
      <w:r>
        <w:t>319.3394</w:t>
      </w:r>
      <w:r>
        <w:tab/>
        <w:t>2.025e0</w:t>
      </w:r>
    </w:p>
    <w:p w:rsidR="00557788" w:rsidRDefault="00557788" w:rsidP="00557788">
      <w:r>
        <w:t>319.3501</w:t>
      </w:r>
      <w:r>
        <w:tab/>
        <w:t>3.575e0</w:t>
      </w:r>
    </w:p>
    <w:p w:rsidR="00557788" w:rsidRDefault="00557788" w:rsidP="00557788">
      <w:r>
        <w:t>319.3535</w:t>
      </w:r>
      <w:r>
        <w:tab/>
        <w:t>4.063e0</w:t>
      </w:r>
    </w:p>
    <w:p w:rsidR="00557788" w:rsidRDefault="00557788" w:rsidP="00557788">
      <w:r>
        <w:t>319.3569</w:t>
      </w:r>
      <w:r>
        <w:tab/>
        <w:t>1.038e0</w:t>
      </w:r>
    </w:p>
    <w:p w:rsidR="00557788" w:rsidRDefault="00557788" w:rsidP="00557788">
      <w:r>
        <w:t>319.3817</w:t>
      </w:r>
      <w:r>
        <w:tab/>
        <w:t>2.025e0</w:t>
      </w:r>
    </w:p>
    <w:p w:rsidR="00557788" w:rsidRDefault="00557788" w:rsidP="00557788">
      <w:r>
        <w:t>319.3833</w:t>
      </w:r>
      <w:r>
        <w:tab/>
        <w:t>5.063e-2</w:t>
      </w:r>
    </w:p>
    <w:p w:rsidR="00557788" w:rsidRDefault="00557788" w:rsidP="00557788">
      <w:r>
        <w:t>319.3880</w:t>
      </w:r>
      <w:r>
        <w:tab/>
        <w:t>2.038e0</w:t>
      </w:r>
    </w:p>
    <w:p w:rsidR="00557788" w:rsidRDefault="00557788" w:rsidP="00557788">
      <w:r>
        <w:t>319.4210</w:t>
      </w:r>
      <w:r>
        <w:tab/>
        <w:t>3.038e0</w:t>
      </w:r>
    </w:p>
    <w:p w:rsidR="00557788" w:rsidRDefault="00557788" w:rsidP="00557788">
      <w:r>
        <w:t>319.4285</w:t>
      </w:r>
      <w:r>
        <w:tab/>
        <w:t>1.013e0</w:t>
      </w:r>
    </w:p>
    <w:p w:rsidR="00557788" w:rsidRDefault="00557788" w:rsidP="00557788">
      <w:r>
        <w:t>319.4442</w:t>
      </w:r>
      <w:r>
        <w:tab/>
        <w:t>1.013e0</w:t>
      </w:r>
    </w:p>
    <w:p w:rsidR="00557788" w:rsidRDefault="00557788" w:rsidP="00557788">
      <w:r>
        <w:lastRenderedPageBreak/>
        <w:t>319.4484</w:t>
      </w:r>
      <w:r>
        <w:tab/>
        <w:t>1.013e0</w:t>
      </w:r>
    </w:p>
    <w:p w:rsidR="00557788" w:rsidRDefault="00557788" w:rsidP="00557788">
      <w:r>
        <w:t>319.4531</w:t>
      </w:r>
      <w:r>
        <w:tab/>
        <w:t>4.089e0</w:t>
      </w:r>
    </w:p>
    <w:p w:rsidR="00557788" w:rsidRDefault="00557788" w:rsidP="00557788">
      <w:r>
        <w:t>319.4631</w:t>
      </w:r>
      <w:r>
        <w:tab/>
        <w:t>1.013e0</w:t>
      </w:r>
    </w:p>
    <w:p w:rsidR="00557788" w:rsidRDefault="00557788" w:rsidP="00557788">
      <w:r>
        <w:t>319.4805</w:t>
      </w:r>
      <w:r>
        <w:tab/>
        <w:t>2.025e0</w:t>
      </w:r>
    </w:p>
    <w:p w:rsidR="00557788" w:rsidRDefault="00557788" w:rsidP="00557788">
      <w:r>
        <w:t>319.4950</w:t>
      </w:r>
      <w:r>
        <w:tab/>
        <w:t>3.798e-2</w:t>
      </w:r>
    </w:p>
    <w:p w:rsidR="00557788" w:rsidRDefault="00557788" w:rsidP="00557788">
      <w:r>
        <w:t>319.5093</w:t>
      </w:r>
      <w:r>
        <w:tab/>
        <w:t>1.013e0</w:t>
      </w:r>
    </w:p>
    <w:p w:rsidR="00557788" w:rsidRDefault="00557788" w:rsidP="00557788">
      <w:r>
        <w:t>319.5281</w:t>
      </w:r>
      <w:r>
        <w:tab/>
        <w:t>4.051e0</w:t>
      </w:r>
    </w:p>
    <w:p w:rsidR="00557788" w:rsidRDefault="00557788" w:rsidP="00557788">
      <w:r>
        <w:t>319.5440</w:t>
      </w:r>
      <w:r>
        <w:tab/>
        <w:t>2.025e0</w:t>
      </w:r>
    </w:p>
    <w:p w:rsidR="00557788" w:rsidRDefault="00557788" w:rsidP="00557788">
      <w:r>
        <w:t>319.5493</w:t>
      </w:r>
      <w:r>
        <w:tab/>
        <w:t>1.266e-2</w:t>
      </w:r>
    </w:p>
    <w:p w:rsidR="00557788" w:rsidRDefault="00557788" w:rsidP="00557788">
      <w:r>
        <w:t>319.5691</w:t>
      </w:r>
      <w:r>
        <w:tab/>
        <w:t>5.063e-2</w:t>
      </w:r>
    </w:p>
    <w:p w:rsidR="00557788" w:rsidRDefault="00557788" w:rsidP="00557788">
      <w:r>
        <w:t>319.5701</w:t>
      </w:r>
      <w:r>
        <w:tab/>
        <w:t>3.038e0</w:t>
      </w:r>
    </w:p>
    <w:p w:rsidR="00557788" w:rsidRDefault="00557788" w:rsidP="00557788">
      <w:r>
        <w:t>319.5902</w:t>
      </w:r>
      <w:r>
        <w:tab/>
        <w:t>1.013e0</w:t>
      </w:r>
    </w:p>
    <w:p w:rsidR="00557788" w:rsidRDefault="00557788" w:rsidP="00557788">
      <w:r>
        <w:t>319.5956</w:t>
      </w:r>
      <w:r>
        <w:tab/>
        <w:t>2.025e0</w:t>
      </w:r>
    </w:p>
    <w:p w:rsidR="00557788" w:rsidRDefault="00557788" w:rsidP="00557788">
      <w:r>
        <w:t>319.5998</w:t>
      </w:r>
      <w:r>
        <w:tab/>
        <w:t>3.038e0</w:t>
      </w:r>
    </w:p>
    <w:p w:rsidR="00557788" w:rsidRDefault="00557788" w:rsidP="00557788">
      <w:r>
        <w:t>319.6147</w:t>
      </w:r>
      <w:r>
        <w:tab/>
        <w:t>3.038e0</w:t>
      </w:r>
    </w:p>
    <w:p w:rsidR="00557788" w:rsidRDefault="00557788" w:rsidP="00557788">
      <w:r>
        <w:t>319.6181</w:t>
      </w:r>
      <w:r>
        <w:tab/>
        <w:t>1.063e0</w:t>
      </w:r>
    </w:p>
    <w:p w:rsidR="00557788" w:rsidRDefault="00557788" w:rsidP="00557788">
      <w:r>
        <w:t>319.6252</w:t>
      </w:r>
      <w:r>
        <w:tab/>
        <w:t>3.051e0</w:t>
      </w:r>
    </w:p>
    <w:p w:rsidR="00557788" w:rsidRDefault="00557788" w:rsidP="00557788">
      <w:r>
        <w:t>319.6516</w:t>
      </w:r>
      <w:r>
        <w:tab/>
        <w:t>1.038e0</w:t>
      </w:r>
    </w:p>
    <w:p w:rsidR="00557788" w:rsidRDefault="00557788" w:rsidP="00557788">
      <w:r>
        <w:t>319.6556</w:t>
      </w:r>
      <w:r>
        <w:tab/>
        <w:t>2.532e-2</w:t>
      </w:r>
    </w:p>
    <w:p w:rsidR="00557788" w:rsidRDefault="00557788" w:rsidP="00557788">
      <w:r>
        <w:lastRenderedPageBreak/>
        <w:t>319.6661</w:t>
      </w:r>
      <w:r>
        <w:tab/>
        <w:t>1.266e-2</w:t>
      </w:r>
    </w:p>
    <w:p w:rsidR="00557788" w:rsidRDefault="00557788" w:rsidP="00557788">
      <w:r>
        <w:t>319.6711</w:t>
      </w:r>
      <w:r>
        <w:tab/>
        <w:t>1.013e0</w:t>
      </w:r>
    </w:p>
    <w:p w:rsidR="00557788" w:rsidRDefault="00557788" w:rsidP="00557788">
      <w:r>
        <w:t>319.6769</w:t>
      </w:r>
      <w:r>
        <w:tab/>
        <w:t>1.266e-2</w:t>
      </w:r>
    </w:p>
    <w:p w:rsidR="00557788" w:rsidRDefault="00557788" w:rsidP="00557788">
      <w:r>
        <w:t>319.6796</w:t>
      </w:r>
      <w:r>
        <w:tab/>
        <w:t>3.038e0</w:t>
      </w:r>
    </w:p>
    <w:p w:rsidR="00557788" w:rsidRDefault="00557788" w:rsidP="00557788">
      <w:r>
        <w:t>319.7107</w:t>
      </w:r>
      <w:r>
        <w:tab/>
        <w:t>4.051e0</w:t>
      </w:r>
    </w:p>
    <w:p w:rsidR="00557788" w:rsidRDefault="00557788" w:rsidP="00557788">
      <w:r>
        <w:t>319.7213</w:t>
      </w:r>
      <w:r>
        <w:tab/>
        <w:t>2.025e0</w:t>
      </w:r>
    </w:p>
    <w:p w:rsidR="00557788" w:rsidRDefault="00557788" w:rsidP="00557788">
      <w:r>
        <w:t>319.7231</w:t>
      </w:r>
      <w:r>
        <w:tab/>
        <w:t>2.038e0</w:t>
      </w:r>
    </w:p>
    <w:p w:rsidR="00557788" w:rsidRDefault="00557788" w:rsidP="00557788">
      <w:r>
        <w:t>319.7269</w:t>
      </w:r>
      <w:r>
        <w:tab/>
        <w:t>2.025e0</w:t>
      </w:r>
    </w:p>
    <w:p w:rsidR="00557788" w:rsidRDefault="00557788" w:rsidP="00557788">
      <w:r>
        <w:t>319.7453</w:t>
      </w:r>
      <w:r>
        <w:tab/>
        <w:t>5.063e0</w:t>
      </w:r>
    </w:p>
    <w:p w:rsidR="00557788" w:rsidRDefault="00557788" w:rsidP="00557788">
      <w:r>
        <w:t>319.7577</w:t>
      </w:r>
      <w:r>
        <w:tab/>
        <w:t>1.013e0</w:t>
      </w:r>
    </w:p>
    <w:p w:rsidR="00557788" w:rsidRDefault="00557788" w:rsidP="00557788">
      <w:r>
        <w:t>319.7850</w:t>
      </w:r>
      <w:r>
        <w:tab/>
        <w:t>2.532e-2</w:t>
      </w:r>
    </w:p>
    <w:p w:rsidR="00557788" w:rsidRDefault="00557788" w:rsidP="00557788">
      <w:r>
        <w:t>319.7866</w:t>
      </w:r>
      <w:r>
        <w:tab/>
        <w:t>2.025e0</w:t>
      </w:r>
    </w:p>
    <w:p w:rsidR="00557788" w:rsidRDefault="00557788" w:rsidP="00557788">
      <w:r>
        <w:t>319.7899</w:t>
      </w:r>
      <w:r>
        <w:tab/>
        <w:t>5.063e0</w:t>
      </w:r>
    </w:p>
    <w:p w:rsidR="00557788" w:rsidRDefault="00557788" w:rsidP="00557788">
      <w:r>
        <w:t>319.8086</w:t>
      </w:r>
      <w:r>
        <w:tab/>
        <w:t>2.614e0</w:t>
      </w:r>
    </w:p>
    <w:p w:rsidR="00557788" w:rsidRDefault="00557788" w:rsidP="00557788">
      <w:r>
        <w:t>319.8201</w:t>
      </w:r>
      <w:r>
        <w:tab/>
        <w:t>3.038e0</w:t>
      </w:r>
    </w:p>
    <w:p w:rsidR="00557788" w:rsidRDefault="00557788" w:rsidP="00557788">
      <w:r>
        <w:t>319.8382</w:t>
      </w:r>
      <w:r>
        <w:tab/>
        <w:t>4.051e0</w:t>
      </w:r>
    </w:p>
    <w:p w:rsidR="00557788" w:rsidRDefault="00557788" w:rsidP="00557788">
      <w:r>
        <w:t>319.8405</w:t>
      </w:r>
      <w:r>
        <w:tab/>
        <w:t>2.450e0</w:t>
      </w:r>
    </w:p>
    <w:p w:rsidR="00557788" w:rsidRDefault="00557788" w:rsidP="00557788">
      <w:r>
        <w:t>319.8800</w:t>
      </w:r>
      <w:r>
        <w:tab/>
        <w:t>1.266e-2</w:t>
      </w:r>
    </w:p>
    <w:p w:rsidR="00557788" w:rsidRDefault="00557788" w:rsidP="00557788">
      <w:r>
        <w:t>319.8919</w:t>
      </w:r>
      <w:r>
        <w:tab/>
        <w:t>3.038e0</w:t>
      </w:r>
    </w:p>
    <w:p w:rsidR="00557788" w:rsidRDefault="00557788" w:rsidP="00557788">
      <w:r>
        <w:lastRenderedPageBreak/>
        <w:t>319.8964</w:t>
      </w:r>
      <w:r>
        <w:tab/>
        <w:t>2.532e-2</w:t>
      </w:r>
    </w:p>
    <w:p w:rsidR="00557788" w:rsidRDefault="00557788" w:rsidP="00557788">
      <w:r>
        <w:t>319.9047</w:t>
      </w:r>
      <w:r>
        <w:tab/>
        <w:t>3.038e0</w:t>
      </w:r>
    </w:p>
    <w:p w:rsidR="00557788" w:rsidRDefault="00557788" w:rsidP="00557788">
      <w:r>
        <w:t>319.9256</w:t>
      </w:r>
      <w:r>
        <w:tab/>
        <w:t>2.967e0</w:t>
      </w:r>
    </w:p>
    <w:p w:rsidR="00557788" w:rsidRDefault="00557788" w:rsidP="00557788">
      <w:r>
        <w:t>319.9350</w:t>
      </w:r>
      <w:r>
        <w:tab/>
        <w:t>2.025e0</w:t>
      </w:r>
    </w:p>
    <w:p w:rsidR="00557788" w:rsidRDefault="00557788" w:rsidP="00557788">
      <w:r>
        <w:t>319.9408</w:t>
      </w:r>
      <w:r>
        <w:tab/>
        <w:t>3.038e0</w:t>
      </w:r>
    </w:p>
    <w:p w:rsidR="00557788" w:rsidRDefault="00557788" w:rsidP="00557788">
      <w:r>
        <w:t>319.9710</w:t>
      </w:r>
      <w:r>
        <w:tab/>
        <w:t>2.853e0</w:t>
      </w:r>
    </w:p>
    <w:p w:rsidR="00557788" w:rsidRDefault="00557788" w:rsidP="00557788">
      <w:r>
        <w:t>319.9789</w:t>
      </w:r>
      <w:r>
        <w:tab/>
        <w:t>2.025e0</w:t>
      </w:r>
    </w:p>
    <w:p w:rsidR="00557788" w:rsidRDefault="00557788" w:rsidP="00557788">
      <w:r>
        <w:t>320.0014</w:t>
      </w:r>
      <w:r>
        <w:tab/>
        <w:t>3.158e0</w:t>
      </w:r>
    </w:p>
    <w:p w:rsidR="00557788" w:rsidRDefault="00557788" w:rsidP="00557788">
      <w:r>
        <w:t>320.0284</w:t>
      </w:r>
      <w:r>
        <w:tab/>
        <w:t>7.692e0</w:t>
      </w:r>
    </w:p>
    <w:p w:rsidR="00557788" w:rsidRDefault="00557788" w:rsidP="00557788">
      <w:r>
        <w:t>320.0325</w:t>
      </w:r>
      <w:r>
        <w:tab/>
        <w:t>1.296e0</w:t>
      </w:r>
    </w:p>
    <w:p w:rsidR="00557788" w:rsidRDefault="00557788" w:rsidP="00557788">
      <w:r>
        <w:t>320.0440</w:t>
      </w:r>
      <w:r>
        <w:tab/>
        <w:t>7.943e0</w:t>
      </w:r>
    </w:p>
    <w:p w:rsidR="00557788" w:rsidRDefault="00557788" w:rsidP="00557788">
      <w:r>
        <w:t>320.0700</w:t>
      </w:r>
      <w:r>
        <w:tab/>
        <w:t>6.765e-1</w:t>
      </w:r>
    </w:p>
    <w:p w:rsidR="00557788" w:rsidRDefault="00557788" w:rsidP="00557788">
      <w:r>
        <w:t>320.0776</w:t>
      </w:r>
      <w:r>
        <w:tab/>
        <w:t>2.532e-2</w:t>
      </w:r>
    </w:p>
    <w:p w:rsidR="00557788" w:rsidRDefault="00557788" w:rsidP="00557788">
      <w:r>
        <w:t>320.0858</w:t>
      </w:r>
      <w:r>
        <w:tab/>
        <w:t>4.750e0</w:t>
      </w:r>
    </w:p>
    <w:p w:rsidR="00557788" w:rsidRDefault="00557788" w:rsidP="00557788">
      <w:r>
        <w:t>320.1164</w:t>
      </w:r>
      <w:r>
        <w:tab/>
        <w:t>1.495e0</w:t>
      </w:r>
    </w:p>
    <w:p w:rsidR="00557788" w:rsidRDefault="00557788" w:rsidP="00557788">
      <w:r>
        <w:t>320.1205</w:t>
      </w:r>
      <w:r>
        <w:tab/>
        <w:t>2.093e0</w:t>
      </w:r>
    </w:p>
    <w:p w:rsidR="00557788" w:rsidRDefault="00557788" w:rsidP="00557788">
      <w:r>
        <w:t>320.1300</w:t>
      </w:r>
      <w:r>
        <w:tab/>
        <w:t>5.561e0</w:t>
      </w:r>
    </w:p>
    <w:p w:rsidR="00557788" w:rsidRDefault="00557788" w:rsidP="00557788">
      <w:r>
        <w:t>320.1330</w:t>
      </w:r>
      <w:r>
        <w:tab/>
        <w:t>4.557e0</w:t>
      </w:r>
    </w:p>
    <w:p w:rsidR="00557788" w:rsidRDefault="00557788" w:rsidP="00557788">
      <w:r>
        <w:t>320.1359</w:t>
      </w:r>
      <w:r>
        <w:tab/>
        <w:t>2.676e0</w:t>
      </w:r>
    </w:p>
    <w:p w:rsidR="00557788" w:rsidRDefault="00557788" w:rsidP="00557788">
      <w:r>
        <w:lastRenderedPageBreak/>
        <w:t>320.1552</w:t>
      </w:r>
      <w:r>
        <w:tab/>
        <w:t>1.383e0</w:t>
      </w:r>
    </w:p>
    <w:p w:rsidR="00557788" w:rsidRDefault="00557788" w:rsidP="00557788">
      <w:r>
        <w:t>320.1611</w:t>
      </w:r>
      <w:r>
        <w:tab/>
        <w:t>2.970e0</w:t>
      </w:r>
    </w:p>
    <w:p w:rsidR="00557788" w:rsidRDefault="00557788" w:rsidP="00557788">
      <w:r>
        <w:t>320.1743</w:t>
      </w:r>
      <w:r>
        <w:tab/>
        <w:t>1.511e0</w:t>
      </w:r>
    </w:p>
    <w:p w:rsidR="00557788" w:rsidRDefault="00557788" w:rsidP="00557788">
      <w:r>
        <w:t>320.1787</w:t>
      </w:r>
      <w:r>
        <w:tab/>
        <w:t>2.832e0</w:t>
      </w:r>
    </w:p>
    <w:p w:rsidR="00557788" w:rsidRDefault="00557788" w:rsidP="00557788">
      <w:r>
        <w:t>320.1978</w:t>
      </w:r>
      <w:r>
        <w:tab/>
        <w:t>9.396e-1</w:t>
      </w:r>
    </w:p>
    <w:p w:rsidR="00557788" w:rsidRDefault="00557788" w:rsidP="00557788">
      <w:r>
        <w:t>320.2027</w:t>
      </w:r>
      <w:r>
        <w:tab/>
        <w:t>7.613e0</w:t>
      </w:r>
    </w:p>
    <w:p w:rsidR="00557788" w:rsidRDefault="00557788" w:rsidP="00557788">
      <w:r>
        <w:t>320.2167</w:t>
      </w:r>
      <w:r>
        <w:tab/>
        <w:t>2.119e0</w:t>
      </w:r>
    </w:p>
    <w:p w:rsidR="00557788" w:rsidRDefault="00557788" w:rsidP="00557788">
      <w:r>
        <w:t>320.2369</w:t>
      </w:r>
      <w:r>
        <w:tab/>
        <w:t>5.316e0</w:t>
      </w:r>
    </w:p>
    <w:p w:rsidR="00557788" w:rsidRDefault="00557788" w:rsidP="00557788">
      <w:r>
        <w:t>320.2620</w:t>
      </w:r>
      <w:r>
        <w:tab/>
        <w:t>1.453e0</w:t>
      </w:r>
    </w:p>
    <w:p w:rsidR="00557788" w:rsidRDefault="00557788" w:rsidP="00557788">
      <w:r>
        <w:t>320.2769</w:t>
      </w:r>
      <w:r>
        <w:tab/>
        <w:t>3.047e0</w:t>
      </w:r>
    </w:p>
    <w:p w:rsidR="00557788" w:rsidRDefault="00557788" w:rsidP="00557788">
      <w:r>
        <w:t>320.2867</w:t>
      </w:r>
      <w:r>
        <w:tab/>
        <w:t>3.044e0</w:t>
      </w:r>
    </w:p>
    <w:p w:rsidR="00557788" w:rsidRDefault="00557788" w:rsidP="00557788">
      <w:r>
        <w:t>320.3035</w:t>
      </w:r>
      <w:r>
        <w:tab/>
        <w:t>1.825e1</w:t>
      </w:r>
    </w:p>
    <w:p w:rsidR="00557788" w:rsidRDefault="00557788" w:rsidP="00557788">
      <w:r>
        <w:t>320.3227</w:t>
      </w:r>
      <w:r>
        <w:tab/>
        <w:t>7.574e0</w:t>
      </w:r>
    </w:p>
    <w:p w:rsidR="00557788" w:rsidRDefault="00557788" w:rsidP="00557788">
      <w:r>
        <w:t>320.3350</w:t>
      </w:r>
      <w:r>
        <w:tab/>
        <w:t>4.466e0</w:t>
      </w:r>
    </w:p>
    <w:p w:rsidR="00557788" w:rsidRDefault="00557788" w:rsidP="00557788">
      <w:r>
        <w:t>320.3388</w:t>
      </w:r>
      <w:r>
        <w:tab/>
        <w:t>1.254e0</w:t>
      </w:r>
    </w:p>
    <w:p w:rsidR="00557788" w:rsidRDefault="00557788" w:rsidP="00557788">
      <w:r>
        <w:t>320.3419</w:t>
      </w:r>
      <w:r>
        <w:tab/>
        <w:t>1.919e0</w:t>
      </w:r>
    </w:p>
    <w:p w:rsidR="00557788" w:rsidRDefault="00557788" w:rsidP="00557788">
      <w:r>
        <w:t>320.3523</w:t>
      </w:r>
      <w:r>
        <w:tab/>
        <w:t>1.013e0</w:t>
      </w:r>
    </w:p>
    <w:p w:rsidR="00557788" w:rsidRDefault="00557788" w:rsidP="00557788">
      <w:r>
        <w:t>320.3650</w:t>
      </w:r>
      <w:r>
        <w:tab/>
        <w:t>2.038e0</w:t>
      </w:r>
    </w:p>
    <w:p w:rsidR="00557788" w:rsidRDefault="00557788" w:rsidP="00557788">
      <w:r>
        <w:t>320.3846</w:t>
      </w:r>
      <w:r>
        <w:tab/>
        <w:t>9.445e-1</w:t>
      </w:r>
    </w:p>
    <w:p w:rsidR="00557788" w:rsidRDefault="00557788" w:rsidP="00557788">
      <w:r>
        <w:lastRenderedPageBreak/>
        <w:t>320.3885</w:t>
      </w:r>
      <w:r>
        <w:tab/>
        <w:t>2.025e0</w:t>
      </w:r>
    </w:p>
    <w:p w:rsidR="00557788" w:rsidRDefault="00557788" w:rsidP="00557788">
      <w:r>
        <w:t>320.3961</w:t>
      </w:r>
      <w:r>
        <w:tab/>
        <w:t>3.038e0</w:t>
      </w:r>
    </w:p>
    <w:p w:rsidR="00557788" w:rsidRDefault="00557788" w:rsidP="00557788">
      <w:r>
        <w:t>320.4088</w:t>
      </w:r>
      <w:r>
        <w:tab/>
        <w:t>4.051e0</w:t>
      </w:r>
    </w:p>
    <w:p w:rsidR="00557788" w:rsidRDefault="00557788" w:rsidP="00557788">
      <w:r>
        <w:t>320.4129</w:t>
      </w:r>
      <w:r>
        <w:tab/>
        <w:t>1.013e0</w:t>
      </w:r>
    </w:p>
    <w:p w:rsidR="00557788" w:rsidRDefault="00557788" w:rsidP="00557788">
      <w:r>
        <w:t>320.4229</w:t>
      </w:r>
      <w:r>
        <w:tab/>
        <w:t>2.025e0</w:t>
      </w:r>
    </w:p>
    <w:p w:rsidR="00557788" w:rsidRDefault="00557788" w:rsidP="00557788">
      <w:r>
        <w:t>320.4430</w:t>
      </w:r>
      <w:r>
        <w:tab/>
        <w:t>3.038e0</w:t>
      </w:r>
    </w:p>
    <w:p w:rsidR="00557788" w:rsidRDefault="00557788" w:rsidP="00557788">
      <w:r>
        <w:t>320.4471</w:t>
      </w:r>
      <w:r>
        <w:tab/>
        <w:t>2.038e0</w:t>
      </w:r>
    </w:p>
    <w:p w:rsidR="00557788" w:rsidRDefault="00557788" w:rsidP="00557788">
      <w:r>
        <w:t>320.4654</w:t>
      </w:r>
      <w:r>
        <w:tab/>
        <w:t>1.013e0</w:t>
      </w:r>
    </w:p>
    <w:p w:rsidR="00557788" w:rsidRDefault="00557788" w:rsidP="00557788">
      <w:r>
        <w:t>320.4693</w:t>
      </w:r>
      <w:r>
        <w:tab/>
        <w:t>1.013e0</w:t>
      </w:r>
    </w:p>
    <w:p w:rsidR="00557788" w:rsidRDefault="00557788" w:rsidP="00557788">
      <w:r>
        <w:t>320.4868</w:t>
      </w:r>
      <w:r>
        <w:tab/>
        <w:t>3.051e0</w:t>
      </w:r>
    </w:p>
    <w:p w:rsidR="00557788" w:rsidRDefault="00557788" w:rsidP="00557788">
      <w:r>
        <w:t>320.4895</w:t>
      </w:r>
      <w:r>
        <w:tab/>
        <w:t>1.266e-2</w:t>
      </w:r>
    </w:p>
    <w:p w:rsidR="00557788" w:rsidRDefault="00557788" w:rsidP="00557788">
      <w:r>
        <w:t>320.4962</w:t>
      </w:r>
      <w:r>
        <w:tab/>
        <w:t>2.025e0</w:t>
      </w:r>
    </w:p>
    <w:p w:rsidR="00557788" w:rsidRDefault="00557788" w:rsidP="00557788">
      <w:r>
        <w:t>320.5061</w:t>
      </w:r>
      <w:r>
        <w:tab/>
        <w:t>3.038e0</w:t>
      </w:r>
    </w:p>
    <w:p w:rsidR="00557788" w:rsidRDefault="00557788" w:rsidP="00557788">
      <w:r>
        <w:t>320.5093</w:t>
      </w:r>
      <w:r>
        <w:tab/>
        <w:t>3.038e0</w:t>
      </w:r>
    </w:p>
    <w:p w:rsidR="00557788" w:rsidRDefault="00557788" w:rsidP="00557788">
      <w:r>
        <w:t>320.5179</w:t>
      </w:r>
      <w:r>
        <w:tab/>
        <w:t>1.038e0</w:t>
      </w:r>
    </w:p>
    <w:p w:rsidR="00557788" w:rsidRDefault="00557788" w:rsidP="00557788">
      <w:r>
        <w:t>320.5336</w:t>
      </w:r>
      <w:r>
        <w:tab/>
        <w:t>2.532e-2</w:t>
      </w:r>
    </w:p>
    <w:p w:rsidR="00557788" w:rsidRDefault="00557788" w:rsidP="00557788">
      <w:r>
        <w:t>320.5401</w:t>
      </w:r>
      <w:r>
        <w:tab/>
        <w:t>4.051e0</w:t>
      </w:r>
    </w:p>
    <w:p w:rsidR="00557788" w:rsidRDefault="00557788" w:rsidP="00557788">
      <w:r>
        <w:t>320.5444</w:t>
      </w:r>
      <w:r>
        <w:tab/>
        <w:t>4.032e0</w:t>
      </w:r>
    </w:p>
    <w:p w:rsidR="00557788" w:rsidRDefault="00557788" w:rsidP="00557788">
      <w:r>
        <w:t>320.5501</w:t>
      </w:r>
      <w:r>
        <w:tab/>
        <w:t>2.532e-2</w:t>
      </w:r>
    </w:p>
    <w:p w:rsidR="00557788" w:rsidRDefault="00557788" w:rsidP="00557788">
      <w:r>
        <w:lastRenderedPageBreak/>
        <w:t>320.5819</w:t>
      </w:r>
      <w:r>
        <w:tab/>
        <w:t>5.063e0</w:t>
      </w:r>
    </w:p>
    <w:p w:rsidR="00557788" w:rsidRDefault="00557788" w:rsidP="00557788">
      <w:r>
        <w:t>320.6067</w:t>
      </w:r>
      <w:r>
        <w:tab/>
        <w:t>2.025e0</w:t>
      </w:r>
    </w:p>
    <w:p w:rsidR="00557788" w:rsidRDefault="00557788" w:rsidP="00557788">
      <w:r>
        <w:t>320.6141</w:t>
      </w:r>
      <w:r>
        <w:tab/>
        <w:t>1.013e0</w:t>
      </w:r>
    </w:p>
    <w:p w:rsidR="00557788" w:rsidRDefault="00557788" w:rsidP="00557788">
      <w:r>
        <w:t>320.6247</w:t>
      </w:r>
      <w:r>
        <w:tab/>
        <w:t>2.025e0</w:t>
      </w:r>
    </w:p>
    <w:p w:rsidR="00557788" w:rsidRDefault="00557788" w:rsidP="00557788">
      <w:r>
        <w:t>320.6352</w:t>
      </w:r>
      <w:r>
        <w:tab/>
        <w:t>1.051e0</w:t>
      </w:r>
    </w:p>
    <w:p w:rsidR="00557788" w:rsidRDefault="00557788" w:rsidP="00557788">
      <w:r>
        <w:t>320.6447</w:t>
      </w:r>
      <w:r>
        <w:tab/>
        <w:t>2.532e-2</w:t>
      </w:r>
    </w:p>
    <w:p w:rsidR="00557788" w:rsidRDefault="00557788" w:rsidP="00557788">
      <w:r>
        <w:t>320.6511</w:t>
      </w:r>
      <w:r>
        <w:tab/>
        <w:t>1.013e0</w:t>
      </w:r>
    </w:p>
    <w:p w:rsidR="00557788" w:rsidRDefault="00557788" w:rsidP="00557788">
      <w:r>
        <w:t>320.6521</w:t>
      </w:r>
      <w:r>
        <w:tab/>
        <w:t>3.038e0</w:t>
      </w:r>
    </w:p>
    <w:p w:rsidR="00557788" w:rsidRDefault="00557788" w:rsidP="00557788">
      <w:r>
        <w:t>320.6548</w:t>
      </w:r>
      <w:r>
        <w:tab/>
        <w:t>2.025e0</w:t>
      </w:r>
    </w:p>
    <w:p w:rsidR="00557788" w:rsidRDefault="00557788" w:rsidP="00557788">
      <w:r>
        <w:t>320.6955</w:t>
      </w:r>
      <w:r>
        <w:tab/>
        <w:t>3.051e0</w:t>
      </w:r>
    </w:p>
    <w:p w:rsidR="00557788" w:rsidRDefault="00557788" w:rsidP="00557788">
      <w:r>
        <w:t>320.7043</w:t>
      </w:r>
      <w:r>
        <w:tab/>
        <w:t>2.025e0</w:t>
      </w:r>
    </w:p>
    <w:p w:rsidR="00557788" w:rsidRDefault="00557788" w:rsidP="00557788">
      <w:r>
        <w:t>320.7071</w:t>
      </w:r>
      <w:r>
        <w:tab/>
        <w:t>3.038e0</w:t>
      </w:r>
    </w:p>
    <w:p w:rsidR="00557788" w:rsidRDefault="00557788" w:rsidP="00557788">
      <w:r>
        <w:t>320.7117</w:t>
      </w:r>
      <w:r>
        <w:tab/>
        <w:t>1.025e0</w:t>
      </w:r>
    </w:p>
    <w:p w:rsidR="00557788" w:rsidRDefault="00557788" w:rsidP="00557788">
      <w:r>
        <w:t>320.7340</w:t>
      </w:r>
      <w:r>
        <w:tab/>
        <w:t>2.532e-2</w:t>
      </w:r>
    </w:p>
    <w:p w:rsidR="00557788" w:rsidRDefault="00557788" w:rsidP="00557788">
      <w:r>
        <w:t>320.7415</w:t>
      </w:r>
      <w:r>
        <w:tab/>
        <w:t>1.025e0</w:t>
      </w:r>
    </w:p>
    <w:p w:rsidR="00557788" w:rsidRDefault="00557788" w:rsidP="00557788">
      <w:r>
        <w:t>320.7590</w:t>
      </w:r>
      <w:r>
        <w:tab/>
        <w:t>2.025e0</w:t>
      </w:r>
    </w:p>
    <w:p w:rsidR="00557788" w:rsidRDefault="00557788" w:rsidP="00557788">
      <w:r>
        <w:t>320.7724</w:t>
      </w:r>
      <w:r>
        <w:tab/>
        <w:t>4.863e0</w:t>
      </w:r>
    </w:p>
    <w:p w:rsidR="00557788" w:rsidRDefault="00557788" w:rsidP="00557788">
      <w:r>
        <w:t>320.7763</w:t>
      </w:r>
      <w:r>
        <w:tab/>
        <w:t>1.266e-2</w:t>
      </w:r>
    </w:p>
    <w:p w:rsidR="00557788" w:rsidRDefault="00557788" w:rsidP="00557788">
      <w:r>
        <w:t>320.7802</w:t>
      </w:r>
      <w:r>
        <w:tab/>
        <w:t>1.025e0</w:t>
      </w:r>
    </w:p>
    <w:p w:rsidR="00557788" w:rsidRDefault="00557788" w:rsidP="00557788">
      <w:r>
        <w:lastRenderedPageBreak/>
        <w:t>320.7859</w:t>
      </w:r>
      <w:r>
        <w:tab/>
        <w:t>2.025e0</w:t>
      </w:r>
    </w:p>
    <w:p w:rsidR="00557788" w:rsidRDefault="00557788" w:rsidP="00557788">
      <w:r>
        <w:t>320.7896</w:t>
      </w:r>
      <w:r>
        <w:tab/>
        <w:t>2.025e0</w:t>
      </w:r>
    </w:p>
    <w:p w:rsidR="00557788" w:rsidRDefault="00557788" w:rsidP="00557788">
      <w:r>
        <w:t>320.8227</w:t>
      </w:r>
      <w:r>
        <w:tab/>
        <w:t>3.063e0</w:t>
      </w:r>
    </w:p>
    <w:p w:rsidR="00557788" w:rsidRDefault="00557788" w:rsidP="00557788">
      <w:r>
        <w:t>320.8245</w:t>
      </w:r>
      <w:r>
        <w:tab/>
        <w:t>3.038e0</w:t>
      </w:r>
    </w:p>
    <w:p w:rsidR="00557788" w:rsidRDefault="00557788" w:rsidP="00557788">
      <w:r>
        <w:t>320.8522</w:t>
      </w:r>
      <w:r>
        <w:tab/>
        <w:t>3.038e0</w:t>
      </w:r>
    </w:p>
    <w:p w:rsidR="00557788" w:rsidRDefault="00557788" w:rsidP="00557788">
      <w:r>
        <w:t>320.8611</w:t>
      </w:r>
      <w:r>
        <w:tab/>
        <w:t>2.025e0</w:t>
      </w:r>
    </w:p>
    <w:p w:rsidR="00557788" w:rsidRDefault="00557788" w:rsidP="00557788">
      <w:r>
        <w:t>320.8683</w:t>
      </w:r>
      <w:r>
        <w:tab/>
        <w:t>4.051e0</w:t>
      </w:r>
    </w:p>
    <w:p w:rsidR="00557788" w:rsidRDefault="00557788" w:rsidP="00557788">
      <w:r>
        <w:t>320.8842</w:t>
      </w:r>
      <w:r>
        <w:tab/>
        <w:t>3.990e0</w:t>
      </w:r>
    </w:p>
    <w:p w:rsidR="00557788" w:rsidRDefault="00557788" w:rsidP="00557788">
      <w:r>
        <w:t>320.8877</w:t>
      </w:r>
      <w:r>
        <w:tab/>
        <w:t>6.076e0</w:t>
      </w:r>
    </w:p>
    <w:p w:rsidR="00557788" w:rsidRDefault="00557788" w:rsidP="00557788">
      <w:r>
        <w:t>320.8933</w:t>
      </w:r>
      <w:r>
        <w:tab/>
        <w:t>1.013e0</w:t>
      </w:r>
    </w:p>
    <w:p w:rsidR="00557788" w:rsidRDefault="00557788" w:rsidP="00557788">
      <w:r>
        <w:t>320.8961</w:t>
      </w:r>
      <w:r>
        <w:tab/>
        <w:t>2.025e0</w:t>
      </w:r>
    </w:p>
    <w:p w:rsidR="00557788" w:rsidRDefault="00557788" w:rsidP="00557788">
      <w:r>
        <w:t>320.8995</w:t>
      </w:r>
      <w:r>
        <w:tab/>
        <w:t>6.353e0</w:t>
      </w:r>
    </w:p>
    <w:p w:rsidR="00557788" w:rsidRDefault="00557788" w:rsidP="00557788">
      <w:r>
        <w:t>320.9046</w:t>
      </w:r>
      <w:r>
        <w:tab/>
        <w:t>3.542e0</w:t>
      </w:r>
    </w:p>
    <w:p w:rsidR="00557788" w:rsidRDefault="00557788" w:rsidP="00557788">
      <w:r>
        <w:t>320.9255</w:t>
      </w:r>
      <w:r>
        <w:tab/>
        <w:t>8.899e-1</w:t>
      </w:r>
    </w:p>
    <w:p w:rsidR="00557788" w:rsidRDefault="00557788" w:rsidP="00557788">
      <w:r>
        <w:t>320.9273</w:t>
      </w:r>
      <w:r>
        <w:tab/>
        <w:t>1.992e0</w:t>
      </w:r>
    </w:p>
    <w:p w:rsidR="00557788" w:rsidRDefault="00557788" w:rsidP="00557788">
      <w:r>
        <w:t>320.9411</w:t>
      </w:r>
      <w:r>
        <w:tab/>
        <w:t>5.718e0</w:t>
      </w:r>
    </w:p>
    <w:p w:rsidR="00557788" w:rsidRDefault="00557788" w:rsidP="00557788">
      <w:r>
        <w:t>320.9456</w:t>
      </w:r>
      <w:r>
        <w:tab/>
        <w:t>5.531e-1</w:t>
      </w:r>
    </w:p>
    <w:p w:rsidR="00557788" w:rsidRDefault="00557788" w:rsidP="00557788">
      <w:r>
        <w:t>320.9557</w:t>
      </w:r>
      <w:r>
        <w:tab/>
        <w:t>1.606e1</w:t>
      </w:r>
    </w:p>
    <w:p w:rsidR="00557788" w:rsidRDefault="00557788" w:rsidP="00557788">
      <w:r>
        <w:t>320.9721</w:t>
      </w:r>
      <w:r>
        <w:tab/>
        <w:t>1.668e0</w:t>
      </w:r>
    </w:p>
    <w:p w:rsidR="00557788" w:rsidRDefault="00557788" w:rsidP="00557788">
      <w:r>
        <w:lastRenderedPageBreak/>
        <w:t>320.9846</w:t>
      </w:r>
      <w:r>
        <w:tab/>
        <w:t>7.092e-1</w:t>
      </w:r>
    </w:p>
    <w:p w:rsidR="00557788" w:rsidRDefault="00557788" w:rsidP="00557788">
      <w:r>
        <w:t>321.0107</w:t>
      </w:r>
      <w:r>
        <w:tab/>
        <w:t>5.043e0</w:t>
      </w:r>
    </w:p>
    <w:p w:rsidR="00557788" w:rsidRDefault="00557788" w:rsidP="00557788">
      <w:r>
        <w:t>321.0128</w:t>
      </w:r>
      <w:r>
        <w:tab/>
        <w:t>3.821e0</w:t>
      </w:r>
    </w:p>
    <w:p w:rsidR="00557788" w:rsidRDefault="00557788" w:rsidP="00557788">
      <w:r>
        <w:t>321.0178</w:t>
      </w:r>
      <w:r>
        <w:tab/>
        <w:t>5.075e0</w:t>
      </w:r>
    </w:p>
    <w:p w:rsidR="00557788" w:rsidRDefault="00557788" w:rsidP="00557788">
      <w:r>
        <w:t>321.0346</w:t>
      </w:r>
      <w:r>
        <w:tab/>
        <w:t>4.051e0</w:t>
      </w:r>
    </w:p>
    <w:p w:rsidR="00557788" w:rsidRDefault="00557788" w:rsidP="00557788">
      <w:r>
        <w:t>321.0651</w:t>
      </w:r>
      <w:r>
        <w:tab/>
        <w:t>1.911e0</w:t>
      </w:r>
    </w:p>
    <w:p w:rsidR="00557788" w:rsidRDefault="00557788" w:rsidP="00557788">
      <w:r>
        <w:t>321.0662</w:t>
      </w:r>
      <w:r>
        <w:tab/>
        <w:t>1.503e0</w:t>
      </w:r>
    </w:p>
    <w:p w:rsidR="00557788" w:rsidRDefault="00557788" w:rsidP="00557788">
      <w:r>
        <w:t>321.0681</w:t>
      </w:r>
      <w:r>
        <w:tab/>
        <w:t>2.055e0</w:t>
      </w:r>
    </w:p>
    <w:p w:rsidR="00557788" w:rsidRDefault="00557788" w:rsidP="00557788">
      <w:r>
        <w:t>321.0703</w:t>
      </w:r>
      <w:r>
        <w:tab/>
        <w:t>3.098e0</w:t>
      </w:r>
    </w:p>
    <w:p w:rsidR="00557788" w:rsidRDefault="00557788" w:rsidP="00557788">
      <w:r>
        <w:t>321.0747</w:t>
      </w:r>
      <w:r>
        <w:tab/>
        <w:t>2.115e0</w:t>
      </w:r>
    </w:p>
    <w:p w:rsidR="00557788" w:rsidRDefault="00557788" w:rsidP="00557788">
      <w:r>
        <w:t>321.1260</w:t>
      </w:r>
      <w:r>
        <w:tab/>
        <w:t>3.118e1</w:t>
      </w:r>
    </w:p>
    <w:p w:rsidR="00557788" w:rsidRDefault="00557788" w:rsidP="00557788">
      <w:r>
        <w:t>321.1364</w:t>
      </w:r>
      <w:r>
        <w:tab/>
        <w:t>1.275e1</w:t>
      </w:r>
    </w:p>
    <w:p w:rsidR="00557788" w:rsidRDefault="00557788" w:rsidP="00557788">
      <w:r>
        <w:t>321.1389</w:t>
      </w:r>
      <w:r>
        <w:tab/>
        <w:t>5.466e0</w:t>
      </w:r>
    </w:p>
    <w:p w:rsidR="00557788" w:rsidRDefault="00557788" w:rsidP="00557788">
      <w:r>
        <w:t>321.1424</w:t>
      </w:r>
      <w:r>
        <w:tab/>
        <w:t>8.654e0</w:t>
      </w:r>
    </w:p>
    <w:p w:rsidR="00557788" w:rsidRDefault="00557788" w:rsidP="00557788">
      <w:r>
        <w:t>321.1637</w:t>
      </w:r>
      <w:r>
        <w:tab/>
        <w:t>6.657e0</w:t>
      </w:r>
    </w:p>
    <w:p w:rsidR="00557788" w:rsidRDefault="00557788" w:rsidP="00557788">
      <w:r>
        <w:t>321.1822</w:t>
      </w:r>
      <w:r>
        <w:tab/>
        <w:t>1.826e0</w:t>
      </w:r>
    </w:p>
    <w:p w:rsidR="00557788" w:rsidRDefault="00557788" w:rsidP="00557788">
      <w:r>
        <w:t>321.2164</w:t>
      </w:r>
      <w:r>
        <w:tab/>
        <w:t>5.660e0</w:t>
      </w:r>
    </w:p>
    <w:p w:rsidR="00557788" w:rsidRDefault="00557788" w:rsidP="00557788">
      <w:r>
        <w:t>321.2282</w:t>
      </w:r>
      <w:r>
        <w:tab/>
        <w:t>1.181e0</w:t>
      </w:r>
    </w:p>
    <w:p w:rsidR="00557788" w:rsidRDefault="00557788" w:rsidP="00557788">
      <w:r>
        <w:t>321.2394</w:t>
      </w:r>
      <w:r>
        <w:tab/>
        <w:t>2.004e0</w:t>
      </w:r>
    </w:p>
    <w:p w:rsidR="00557788" w:rsidRDefault="00557788" w:rsidP="00557788">
      <w:r>
        <w:lastRenderedPageBreak/>
        <w:t>321.2437</w:t>
      </w:r>
      <w:r>
        <w:tab/>
        <w:t>7.118e0</w:t>
      </w:r>
    </w:p>
    <w:p w:rsidR="00557788" w:rsidRDefault="00557788" w:rsidP="00557788">
      <w:r>
        <w:t>321.2620</w:t>
      </w:r>
      <w:r>
        <w:tab/>
        <w:t>2.906e0</w:t>
      </w:r>
    </w:p>
    <w:p w:rsidR="00557788" w:rsidRDefault="00557788" w:rsidP="00557788">
      <w:r>
        <w:t>321.2864</w:t>
      </w:r>
      <w:r>
        <w:tab/>
        <w:t>3.713e0</w:t>
      </w:r>
    </w:p>
    <w:p w:rsidR="00557788" w:rsidRDefault="00557788" w:rsidP="00557788">
      <w:r>
        <w:t>321.2990</w:t>
      </w:r>
      <w:r>
        <w:tab/>
        <w:t>3.164e0</w:t>
      </w:r>
    </w:p>
    <w:p w:rsidR="00557788" w:rsidRDefault="00557788" w:rsidP="00557788">
      <w:r>
        <w:t>321.3007</w:t>
      </w:r>
      <w:r>
        <w:tab/>
        <w:t>2.647e0</w:t>
      </w:r>
    </w:p>
    <w:p w:rsidR="00557788" w:rsidRDefault="00557788" w:rsidP="00557788">
      <w:r>
        <w:t>321.3112</w:t>
      </w:r>
      <w:r>
        <w:tab/>
        <w:t>3.828e0</w:t>
      </w:r>
    </w:p>
    <w:p w:rsidR="00557788" w:rsidRDefault="00557788" w:rsidP="00557788">
      <w:r>
        <w:t>321.3304</w:t>
      </w:r>
      <w:r>
        <w:tab/>
        <w:t>2.825e0</w:t>
      </w:r>
    </w:p>
    <w:p w:rsidR="00557788" w:rsidRDefault="00557788" w:rsidP="00557788">
      <w:r>
        <w:t>321.3538</w:t>
      </w:r>
      <w:r>
        <w:tab/>
        <w:t>4.051e0</w:t>
      </w:r>
    </w:p>
    <w:p w:rsidR="00557788" w:rsidRDefault="00557788" w:rsidP="00557788">
      <w:r>
        <w:t>321.3621</w:t>
      </w:r>
      <w:r>
        <w:tab/>
        <w:t>2.532e-2</w:t>
      </w:r>
    </w:p>
    <w:p w:rsidR="00557788" w:rsidRDefault="00557788" w:rsidP="00557788">
      <w:r>
        <w:t>321.3774</w:t>
      </w:r>
      <w:r>
        <w:tab/>
        <w:t>3.038e0</w:t>
      </w:r>
    </w:p>
    <w:p w:rsidR="00557788" w:rsidRDefault="00557788" w:rsidP="00557788">
      <w:r>
        <w:t>321.3795</w:t>
      </w:r>
      <w:r>
        <w:tab/>
        <w:t>2.532e-2</w:t>
      </w:r>
    </w:p>
    <w:p w:rsidR="00557788" w:rsidRDefault="00557788" w:rsidP="00557788">
      <w:r>
        <w:t>321.4027</w:t>
      </w:r>
      <w:r>
        <w:tab/>
        <w:t>1.013e0</w:t>
      </w:r>
    </w:p>
    <w:p w:rsidR="00557788" w:rsidRDefault="00557788" w:rsidP="00557788">
      <w:r>
        <w:t>321.4146</w:t>
      </w:r>
      <w:r>
        <w:tab/>
        <w:t>3.063e0</w:t>
      </w:r>
    </w:p>
    <w:p w:rsidR="00557788" w:rsidRDefault="00557788" w:rsidP="00557788">
      <w:r>
        <w:t>321.4262</w:t>
      </w:r>
      <w:r>
        <w:tab/>
        <w:t>2.025e0</w:t>
      </w:r>
    </w:p>
    <w:p w:rsidR="00557788" w:rsidRDefault="00557788" w:rsidP="00557788">
      <w:r>
        <w:t>321.4278</w:t>
      </w:r>
      <w:r>
        <w:tab/>
        <w:t>2.532e-2</w:t>
      </w:r>
    </w:p>
    <w:p w:rsidR="00557788" w:rsidRDefault="00557788" w:rsidP="00557788">
      <w:r>
        <w:t>321.4427</w:t>
      </w:r>
      <w:r>
        <w:tab/>
        <w:t>1.013e0</w:t>
      </w:r>
    </w:p>
    <w:p w:rsidR="00557788" w:rsidRDefault="00557788" w:rsidP="00557788">
      <w:r>
        <w:t>321.4532</w:t>
      </w:r>
      <w:r>
        <w:tab/>
        <w:t>5.063e0</w:t>
      </w:r>
    </w:p>
    <w:p w:rsidR="00557788" w:rsidRDefault="00557788" w:rsidP="00557788">
      <w:r>
        <w:t>321.4750</w:t>
      </w:r>
      <w:r>
        <w:tab/>
        <w:t>1.025e0</w:t>
      </w:r>
    </w:p>
    <w:p w:rsidR="00557788" w:rsidRDefault="00557788" w:rsidP="00557788">
      <w:r>
        <w:t>321.4853</w:t>
      </w:r>
      <w:r>
        <w:tab/>
        <w:t>4.076e0</w:t>
      </w:r>
    </w:p>
    <w:p w:rsidR="00557788" w:rsidRDefault="00557788" w:rsidP="00557788">
      <w:r>
        <w:lastRenderedPageBreak/>
        <w:t>321.4954</w:t>
      </w:r>
      <w:r>
        <w:tab/>
        <w:t>2.532e-2</w:t>
      </w:r>
    </w:p>
    <w:p w:rsidR="00557788" w:rsidRDefault="00557788" w:rsidP="00557788">
      <w:r>
        <w:t>321.5037</w:t>
      </w:r>
      <w:r>
        <w:tab/>
        <w:t>5.063e0</w:t>
      </w:r>
    </w:p>
    <w:p w:rsidR="00557788" w:rsidRDefault="00557788" w:rsidP="00557788">
      <w:r>
        <w:t>321.5157</w:t>
      </w:r>
      <w:r>
        <w:tab/>
        <w:t>2.025e0</w:t>
      </w:r>
    </w:p>
    <w:p w:rsidR="00557788" w:rsidRDefault="00557788" w:rsidP="00557788">
      <w:r>
        <w:t>321.5189</w:t>
      </w:r>
      <w:r>
        <w:tab/>
        <w:t>1.266e-2</w:t>
      </w:r>
    </w:p>
    <w:p w:rsidR="00557788" w:rsidRDefault="00557788" w:rsidP="00557788">
      <w:r>
        <w:t>321.5208</w:t>
      </w:r>
      <w:r>
        <w:tab/>
        <w:t>4.051e0</w:t>
      </w:r>
    </w:p>
    <w:p w:rsidR="00557788" w:rsidRDefault="00557788" w:rsidP="00557788">
      <w:r>
        <w:t>321.5255</w:t>
      </w:r>
      <w:r>
        <w:tab/>
        <w:t>4.076e0</w:t>
      </w:r>
    </w:p>
    <w:p w:rsidR="00557788" w:rsidRDefault="00557788" w:rsidP="00557788">
      <w:r>
        <w:t>321.5311</w:t>
      </w:r>
      <w:r>
        <w:tab/>
        <w:t>2.038e0</w:t>
      </w:r>
    </w:p>
    <w:p w:rsidR="00557788" w:rsidRDefault="00557788" w:rsidP="00557788">
      <w:r>
        <w:t>321.5596</w:t>
      </w:r>
      <w:r>
        <w:tab/>
        <w:t>1.025e0</w:t>
      </w:r>
    </w:p>
    <w:p w:rsidR="00557788" w:rsidRDefault="00557788" w:rsidP="00557788">
      <w:r>
        <w:t>321.5760</w:t>
      </w:r>
      <w:r>
        <w:tab/>
        <w:t>2.532e-2</w:t>
      </w:r>
    </w:p>
    <w:p w:rsidR="00557788" w:rsidRDefault="00557788" w:rsidP="00557788">
      <w:r>
        <w:t>321.5886</w:t>
      </w:r>
      <w:r>
        <w:tab/>
        <w:t>2.025e0</w:t>
      </w:r>
    </w:p>
    <w:p w:rsidR="00557788" w:rsidRDefault="00557788" w:rsidP="00557788">
      <w:r>
        <w:t>321.6084</w:t>
      </w:r>
      <w:r>
        <w:tab/>
        <w:t>2.025e0</w:t>
      </w:r>
    </w:p>
    <w:p w:rsidR="00557788" w:rsidRDefault="00557788" w:rsidP="00557788">
      <w:r>
        <w:t>321.6136</w:t>
      </w:r>
      <w:r>
        <w:tab/>
        <w:t>2.025e0</w:t>
      </w:r>
    </w:p>
    <w:p w:rsidR="00557788" w:rsidRDefault="00557788" w:rsidP="00557788">
      <w:r>
        <w:t>321.6176</w:t>
      </w:r>
      <w:r>
        <w:tab/>
        <w:t>1.013e0</w:t>
      </w:r>
    </w:p>
    <w:p w:rsidR="00557788" w:rsidRDefault="00557788" w:rsidP="00557788">
      <w:r>
        <w:t>321.6225</w:t>
      </w:r>
      <w:r>
        <w:tab/>
        <w:t>4.051e0</w:t>
      </w:r>
    </w:p>
    <w:p w:rsidR="00557788" w:rsidRDefault="00557788" w:rsidP="00557788">
      <w:r>
        <w:t>321.6409</w:t>
      </w:r>
      <w:r>
        <w:tab/>
        <w:t>3.051e0</w:t>
      </w:r>
    </w:p>
    <w:p w:rsidR="00557788" w:rsidRDefault="00557788" w:rsidP="00557788">
      <w:r>
        <w:t>321.6609</w:t>
      </w:r>
      <w:r>
        <w:tab/>
        <w:t>1.013e0</w:t>
      </w:r>
    </w:p>
    <w:p w:rsidR="00557788" w:rsidRDefault="00557788" w:rsidP="00557788">
      <w:r>
        <w:t>321.6637</w:t>
      </w:r>
      <w:r>
        <w:tab/>
        <w:t>5.063e0</w:t>
      </w:r>
    </w:p>
    <w:p w:rsidR="00557788" w:rsidRDefault="00557788" w:rsidP="00557788">
      <w:r>
        <w:t>321.6730</w:t>
      </w:r>
      <w:r>
        <w:tab/>
        <w:t>2.025e0</w:t>
      </w:r>
    </w:p>
    <w:p w:rsidR="00557788" w:rsidRDefault="00557788" w:rsidP="00557788">
      <w:r>
        <w:t>321.6966</w:t>
      </w:r>
      <w:r>
        <w:tab/>
        <w:t>2.025e0</w:t>
      </w:r>
    </w:p>
    <w:p w:rsidR="00557788" w:rsidRDefault="00557788" w:rsidP="00557788">
      <w:r>
        <w:lastRenderedPageBreak/>
        <w:t>321.6989</w:t>
      </w:r>
      <w:r>
        <w:tab/>
        <w:t>1.266e-2</w:t>
      </w:r>
    </w:p>
    <w:p w:rsidR="00557788" w:rsidRDefault="00557788" w:rsidP="00557788">
      <w:r>
        <w:t>321.7010</w:t>
      </w:r>
      <w:r>
        <w:tab/>
        <w:t>3.038e0</w:t>
      </w:r>
    </w:p>
    <w:p w:rsidR="00557788" w:rsidRDefault="00557788" w:rsidP="00557788">
      <w:r>
        <w:t>321.7028</w:t>
      </w:r>
      <w:r>
        <w:tab/>
        <w:t>3.038e0</w:t>
      </w:r>
    </w:p>
    <w:p w:rsidR="00557788" w:rsidRDefault="00557788" w:rsidP="00557788">
      <w:r>
        <w:t>321.7309</w:t>
      </w:r>
      <w:r>
        <w:tab/>
        <w:t>2.025e0</w:t>
      </w:r>
    </w:p>
    <w:p w:rsidR="00557788" w:rsidRDefault="00557788" w:rsidP="00557788">
      <w:r>
        <w:t>321.7338</w:t>
      </w:r>
      <w:r>
        <w:tab/>
        <w:t>1.266e-2</w:t>
      </w:r>
    </w:p>
    <w:p w:rsidR="00557788" w:rsidRDefault="00557788" w:rsidP="00557788">
      <w:r>
        <w:t>321.7376</w:t>
      </w:r>
      <w:r>
        <w:tab/>
        <w:t>1.013e0</w:t>
      </w:r>
    </w:p>
    <w:p w:rsidR="00557788" w:rsidRDefault="00557788" w:rsidP="00557788">
      <w:r>
        <w:t>321.7455</w:t>
      </w:r>
      <w:r>
        <w:tab/>
        <w:t>1.013e0</w:t>
      </w:r>
    </w:p>
    <w:p w:rsidR="00557788" w:rsidRDefault="00557788" w:rsidP="00557788">
      <w:r>
        <w:t>321.7627</w:t>
      </w:r>
      <w:r>
        <w:tab/>
        <w:t>4.051e0</w:t>
      </w:r>
    </w:p>
    <w:p w:rsidR="00557788" w:rsidRDefault="00557788" w:rsidP="00557788">
      <w:r>
        <w:t>321.7943</w:t>
      </w:r>
      <w:r>
        <w:tab/>
        <w:t>1.266e-2</w:t>
      </w:r>
    </w:p>
    <w:p w:rsidR="00557788" w:rsidRDefault="00557788" w:rsidP="00557788">
      <w:r>
        <w:t>321.8001</w:t>
      </w:r>
      <w:r>
        <w:tab/>
        <w:t>3.038e0</w:t>
      </w:r>
    </w:p>
    <w:p w:rsidR="00557788" w:rsidRDefault="00557788" w:rsidP="00557788">
      <w:r>
        <w:t>321.8014</w:t>
      </w:r>
      <w:r>
        <w:tab/>
        <w:t>2.025e0</w:t>
      </w:r>
    </w:p>
    <w:p w:rsidR="00557788" w:rsidRDefault="00557788" w:rsidP="00557788">
      <w:r>
        <w:t>321.8094</w:t>
      </w:r>
      <w:r>
        <w:tab/>
        <w:t>1.013e0</w:t>
      </w:r>
    </w:p>
    <w:p w:rsidR="00557788" w:rsidRDefault="00557788" w:rsidP="00557788">
      <w:r>
        <w:t>321.8210</w:t>
      </w:r>
      <w:r>
        <w:tab/>
        <w:t>2.532e-2</w:t>
      </w:r>
    </w:p>
    <w:p w:rsidR="00557788" w:rsidRDefault="00557788" w:rsidP="00557788">
      <w:r>
        <w:t>321.8326</w:t>
      </w:r>
      <w:r>
        <w:tab/>
        <w:t>1.025e0</w:t>
      </w:r>
    </w:p>
    <w:p w:rsidR="00557788" w:rsidRDefault="00557788" w:rsidP="00557788">
      <w:r>
        <w:t>321.8442</w:t>
      </w:r>
      <w:r>
        <w:tab/>
        <w:t>2.025e0</w:t>
      </w:r>
    </w:p>
    <w:p w:rsidR="00557788" w:rsidRDefault="00557788" w:rsidP="00557788">
      <w:r>
        <w:t>321.8589</w:t>
      </w:r>
      <w:r>
        <w:tab/>
        <w:t>2.025e0</w:t>
      </w:r>
    </w:p>
    <w:p w:rsidR="00557788" w:rsidRDefault="00557788" w:rsidP="00557788">
      <w:r>
        <w:t>321.8672</w:t>
      </w:r>
      <w:r>
        <w:tab/>
        <w:t>3.797e-2</w:t>
      </w:r>
    </w:p>
    <w:p w:rsidR="00557788" w:rsidRDefault="00557788" w:rsidP="00557788">
      <w:r>
        <w:t>321.8721</w:t>
      </w:r>
      <w:r>
        <w:tab/>
        <w:t>4.051e0</w:t>
      </w:r>
    </w:p>
    <w:p w:rsidR="00557788" w:rsidRDefault="00557788" w:rsidP="00557788">
      <w:r>
        <w:t>321.8834</w:t>
      </w:r>
      <w:r>
        <w:tab/>
        <w:t>2.025e0</w:t>
      </w:r>
    </w:p>
    <w:p w:rsidR="00557788" w:rsidRDefault="00557788" w:rsidP="00557788">
      <w:r>
        <w:lastRenderedPageBreak/>
        <w:t>321.9042</w:t>
      </w:r>
      <w:r>
        <w:tab/>
        <w:t>2.025e0</w:t>
      </w:r>
    </w:p>
    <w:p w:rsidR="00557788" w:rsidRDefault="00557788" w:rsidP="00557788">
      <w:r>
        <w:t>321.9140</w:t>
      </w:r>
      <w:r>
        <w:tab/>
        <w:t>2.025e0</w:t>
      </w:r>
    </w:p>
    <w:p w:rsidR="00557788" w:rsidRDefault="00557788" w:rsidP="00557788">
      <w:r>
        <w:t>321.9160</w:t>
      </w:r>
      <w:r>
        <w:tab/>
        <w:t>3.038e0</w:t>
      </w:r>
    </w:p>
    <w:p w:rsidR="00557788" w:rsidRDefault="00557788" w:rsidP="00557788">
      <w:r>
        <w:t>321.9210</w:t>
      </w:r>
      <w:r>
        <w:tab/>
        <w:t>6.118e0</w:t>
      </w:r>
    </w:p>
    <w:p w:rsidR="00557788" w:rsidRDefault="00557788" w:rsidP="00557788">
      <w:r>
        <w:t>321.9242</w:t>
      </w:r>
      <w:r>
        <w:tab/>
        <w:t>3.743e0</w:t>
      </w:r>
    </w:p>
    <w:p w:rsidR="00557788" w:rsidRDefault="00557788" w:rsidP="00557788">
      <w:r>
        <w:t>321.9284</w:t>
      </w:r>
      <w:r>
        <w:tab/>
        <w:t>1.973e0</w:t>
      </w:r>
    </w:p>
    <w:p w:rsidR="00557788" w:rsidRDefault="00557788" w:rsidP="00557788">
      <w:r>
        <w:t>321.9316</w:t>
      </w:r>
      <w:r>
        <w:tab/>
        <w:t>1.888e0</w:t>
      </w:r>
    </w:p>
    <w:p w:rsidR="00557788" w:rsidRDefault="00557788" w:rsidP="00557788">
      <w:r>
        <w:t>321.9518</w:t>
      </w:r>
      <w:r>
        <w:tab/>
        <w:t>1.441e0</w:t>
      </w:r>
    </w:p>
    <w:p w:rsidR="00557788" w:rsidRDefault="00557788" w:rsidP="00557788">
      <w:r>
        <w:t>321.9884</w:t>
      </w:r>
      <w:r>
        <w:tab/>
        <w:t>7.523e-1</w:t>
      </w:r>
    </w:p>
    <w:p w:rsidR="00557788" w:rsidRDefault="00557788" w:rsidP="00557788">
      <w:r>
        <w:t>321.9925</w:t>
      </w:r>
      <w:r>
        <w:tab/>
        <w:t>1.991e0</w:t>
      </w:r>
    </w:p>
    <w:p w:rsidR="00557788" w:rsidRDefault="00557788" w:rsidP="00557788">
      <w:r>
        <w:t>321.9954</w:t>
      </w:r>
      <w:r>
        <w:tab/>
        <w:t>1.787e0</w:t>
      </w:r>
    </w:p>
    <w:p w:rsidR="00557788" w:rsidRDefault="00557788" w:rsidP="00557788">
      <w:r>
        <w:t>322.0211</w:t>
      </w:r>
      <w:r>
        <w:tab/>
        <w:t>3.038e0</w:t>
      </w:r>
    </w:p>
    <w:p w:rsidR="00557788" w:rsidRDefault="00557788" w:rsidP="00557788">
      <w:r>
        <w:t>322.0280</w:t>
      </w:r>
      <w:r>
        <w:tab/>
        <w:t>3.153e0</w:t>
      </w:r>
    </w:p>
    <w:p w:rsidR="00557788" w:rsidRDefault="00557788" w:rsidP="00557788">
      <w:r>
        <w:t>322.0380</w:t>
      </w:r>
      <w:r>
        <w:tab/>
        <w:t>4.281e0</w:t>
      </w:r>
    </w:p>
    <w:p w:rsidR="00557788" w:rsidRDefault="00557788" w:rsidP="00557788">
      <w:r>
        <w:t>322.0639</w:t>
      </w:r>
      <w:r>
        <w:tab/>
        <w:t>8.094e0</w:t>
      </w:r>
    </w:p>
    <w:p w:rsidR="00557788" w:rsidRDefault="00557788" w:rsidP="00557788">
      <w:r>
        <w:t>322.0731</w:t>
      </w:r>
      <w:r>
        <w:tab/>
        <w:t>2.699e0</w:t>
      </w:r>
    </w:p>
    <w:p w:rsidR="00557788" w:rsidRDefault="00557788" w:rsidP="00557788">
      <w:r>
        <w:t>322.0747</w:t>
      </w:r>
      <w:r>
        <w:tab/>
        <w:t>2.039e0</w:t>
      </w:r>
    </w:p>
    <w:p w:rsidR="00557788" w:rsidRDefault="00557788" w:rsidP="00557788">
      <w:r>
        <w:t>322.0853</w:t>
      </w:r>
      <w:r>
        <w:tab/>
        <w:t>1.446e0</w:t>
      </w:r>
    </w:p>
    <w:p w:rsidR="00557788" w:rsidRDefault="00557788" w:rsidP="00557788">
      <w:r>
        <w:t>322.1416</w:t>
      </w:r>
      <w:r>
        <w:tab/>
        <w:t>1.181e1</w:t>
      </w:r>
    </w:p>
    <w:p w:rsidR="00557788" w:rsidRDefault="00557788" w:rsidP="00557788">
      <w:r>
        <w:lastRenderedPageBreak/>
        <w:t>322.1461</w:t>
      </w:r>
      <w:r>
        <w:tab/>
        <w:t>2.298e0</w:t>
      </w:r>
    </w:p>
    <w:p w:rsidR="00557788" w:rsidRDefault="00557788" w:rsidP="00557788">
      <w:r>
        <w:t>322.1530</w:t>
      </w:r>
      <w:r>
        <w:tab/>
        <w:t>1.577e1</w:t>
      </w:r>
    </w:p>
    <w:p w:rsidR="00557788" w:rsidRDefault="00557788" w:rsidP="00557788">
      <w:r>
        <w:t>322.1590</w:t>
      </w:r>
      <w:r>
        <w:tab/>
        <w:t>2.025e0</w:t>
      </w:r>
    </w:p>
    <w:p w:rsidR="00557788" w:rsidRDefault="00557788" w:rsidP="00557788">
      <w:r>
        <w:t>322.1951</w:t>
      </w:r>
      <w:r>
        <w:tab/>
        <w:t>3.419e0</w:t>
      </w:r>
    </w:p>
    <w:p w:rsidR="00557788" w:rsidRDefault="00557788" w:rsidP="00557788">
      <w:r>
        <w:t>322.1965</w:t>
      </w:r>
      <w:r>
        <w:tab/>
        <w:t>5.605e0</w:t>
      </w:r>
    </w:p>
    <w:p w:rsidR="00557788" w:rsidRDefault="00557788" w:rsidP="00557788">
      <w:r>
        <w:t>322.2255</w:t>
      </w:r>
      <w:r>
        <w:tab/>
        <w:t>2.077e0</w:t>
      </w:r>
    </w:p>
    <w:p w:rsidR="00557788" w:rsidRDefault="00557788" w:rsidP="00557788">
      <w:r>
        <w:t>322.2572</w:t>
      </w:r>
      <w:r>
        <w:tab/>
        <w:t>1.051e0</w:t>
      </w:r>
    </w:p>
    <w:p w:rsidR="00557788" w:rsidRDefault="00557788" w:rsidP="00557788">
      <w:r>
        <w:t>322.2809</w:t>
      </w:r>
      <w:r>
        <w:tab/>
        <w:t>1.451e0</w:t>
      </w:r>
    </w:p>
    <w:p w:rsidR="00557788" w:rsidRDefault="00557788" w:rsidP="00557788">
      <w:r>
        <w:t>322.2925</w:t>
      </w:r>
      <w:r>
        <w:tab/>
        <w:t>9.111e-2</w:t>
      </w:r>
    </w:p>
    <w:p w:rsidR="00557788" w:rsidRDefault="00557788" w:rsidP="00557788">
      <w:r>
        <w:t>322.3024</w:t>
      </w:r>
      <w:r>
        <w:tab/>
        <w:t>1.390e0</w:t>
      </w:r>
    </w:p>
    <w:p w:rsidR="00557788" w:rsidRDefault="00557788" w:rsidP="00557788">
      <w:r>
        <w:t>322.3049</w:t>
      </w:r>
      <w:r>
        <w:tab/>
        <w:t>1.282e0</w:t>
      </w:r>
    </w:p>
    <w:p w:rsidR="00557788" w:rsidRDefault="00557788" w:rsidP="00557788">
      <w:r>
        <w:t>322.3072</w:t>
      </w:r>
      <w:r>
        <w:tab/>
        <w:t>4.082e0</w:t>
      </w:r>
    </w:p>
    <w:p w:rsidR="00557788" w:rsidRDefault="00557788" w:rsidP="00557788">
      <w:r>
        <w:t>322.3106</w:t>
      </w:r>
      <w:r>
        <w:tab/>
        <w:t>4.832e0</w:t>
      </w:r>
    </w:p>
    <w:p w:rsidR="00557788" w:rsidRDefault="00557788" w:rsidP="00557788">
      <w:r>
        <w:t>322.3297</w:t>
      </w:r>
      <w:r>
        <w:tab/>
        <w:t>1.115e0</w:t>
      </w:r>
    </w:p>
    <w:p w:rsidR="00557788" w:rsidRDefault="00557788" w:rsidP="00557788">
      <w:r>
        <w:t>322.3520</w:t>
      </w:r>
      <w:r>
        <w:tab/>
        <w:t>1.013e0</w:t>
      </w:r>
    </w:p>
    <w:p w:rsidR="00557788" w:rsidRDefault="00557788" w:rsidP="00557788">
      <w:r>
        <w:t>322.3572</w:t>
      </w:r>
      <w:r>
        <w:tab/>
        <w:t>8.624e-1</w:t>
      </w:r>
    </w:p>
    <w:p w:rsidR="00557788" w:rsidRDefault="00557788" w:rsidP="00557788">
      <w:r>
        <w:t>322.3677</w:t>
      </w:r>
      <w:r>
        <w:tab/>
        <w:t>3.051e0</w:t>
      </w:r>
    </w:p>
    <w:p w:rsidR="00557788" w:rsidRDefault="00557788" w:rsidP="00557788">
      <w:r>
        <w:t>322.3696</w:t>
      </w:r>
      <w:r>
        <w:tab/>
        <w:t>2.025e0</w:t>
      </w:r>
    </w:p>
    <w:p w:rsidR="00557788" w:rsidRDefault="00557788" w:rsidP="00557788">
      <w:r>
        <w:t>322.3795</w:t>
      </w:r>
      <w:r>
        <w:tab/>
        <w:t>5.480e0</w:t>
      </w:r>
    </w:p>
    <w:p w:rsidR="00557788" w:rsidRDefault="00557788" w:rsidP="00557788">
      <w:r>
        <w:lastRenderedPageBreak/>
        <w:t>322.4046</w:t>
      </w:r>
      <w:r>
        <w:tab/>
        <w:t>1.013e0</w:t>
      </w:r>
    </w:p>
    <w:p w:rsidR="00557788" w:rsidRDefault="00557788" w:rsidP="00557788">
      <w:r>
        <w:t>322.4189</w:t>
      </w:r>
      <w:r>
        <w:tab/>
        <w:t>2.025e0</w:t>
      </w:r>
    </w:p>
    <w:p w:rsidR="00557788" w:rsidRDefault="00557788" w:rsidP="00557788">
      <w:r>
        <w:t>322.4269</w:t>
      </w:r>
      <w:r>
        <w:tab/>
        <w:t>2.025e0</w:t>
      </w:r>
    </w:p>
    <w:p w:rsidR="00557788" w:rsidRDefault="00557788" w:rsidP="00557788">
      <w:r>
        <w:t>322.4337</w:t>
      </w:r>
      <w:r>
        <w:tab/>
        <w:t>2.175e0</w:t>
      </w:r>
    </w:p>
    <w:p w:rsidR="00557788" w:rsidRDefault="00557788" w:rsidP="00557788">
      <w:r>
        <w:t>322.4492</w:t>
      </w:r>
      <w:r>
        <w:tab/>
        <w:t>1.038e0</w:t>
      </w:r>
    </w:p>
    <w:p w:rsidR="00557788" w:rsidRDefault="00557788" w:rsidP="00557788">
      <w:r>
        <w:t>322.4687</w:t>
      </w:r>
      <w:r>
        <w:tab/>
        <w:t>1.038e0</w:t>
      </w:r>
    </w:p>
    <w:p w:rsidR="00557788" w:rsidRDefault="00557788" w:rsidP="00557788">
      <w:r>
        <w:t>322.4800</w:t>
      </w:r>
      <w:r>
        <w:tab/>
        <w:t>5.063e0</w:t>
      </w:r>
    </w:p>
    <w:p w:rsidR="00557788" w:rsidRDefault="00557788" w:rsidP="00557788">
      <w:r>
        <w:t>322.4985</w:t>
      </w:r>
      <w:r>
        <w:tab/>
        <w:t>4.051e0</w:t>
      </w:r>
    </w:p>
    <w:p w:rsidR="00557788" w:rsidRDefault="00557788" w:rsidP="00557788">
      <w:r>
        <w:t>322.5134</w:t>
      </w:r>
      <w:r>
        <w:tab/>
        <w:t>2.025e0</w:t>
      </w:r>
    </w:p>
    <w:p w:rsidR="00557788" w:rsidRDefault="00557788" w:rsidP="00557788">
      <w:r>
        <w:t>322.5149</w:t>
      </w:r>
      <w:r>
        <w:tab/>
        <w:t>3.038e0</w:t>
      </w:r>
    </w:p>
    <w:p w:rsidR="00557788" w:rsidRDefault="00557788" w:rsidP="00557788">
      <w:r>
        <w:t>322.5219</w:t>
      </w:r>
      <w:r>
        <w:tab/>
        <w:t>2.025e0</w:t>
      </w:r>
    </w:p>
    <w:p w:rsidR="00557788" w:rsidRDefault="00557788" w:rsidP="00557788">
      <w:r>
        <w:t>322.5299</w:t>
      </w:r>
      <w:r>
        <w:tab/>
        <w:t>2.025e0</w:t>
      </w:r>
    </w:p>
    <w:p w:rsidR="00557788" w:rsidRDefault="00557788" w:rsidP="00557788">
      <w:r>
        <w:t>322.5481</w:t>
      </w:r>
      <w:r>
        <w:tab/>
        <w:t>3.797e-2</w:t>
      </w:r>
    </w:p>
    <w:p w:rsidR="00557788" w:rsidRDefault="00557788" w:rsidP="00557788">
      <w:r>
        <w:t>322.5835</w:t>
      </w:r>
      <w:r>
        <w:tab/>
        <w:t>3.038e0</w:t>
      </w:r>
    </w:p>
    <w:p w:rsidR="00557788" w:rsidRDefault="00557788" w:rsidP="00557788">
      <w:r>
        <w:t>322.6067</w:t>
      </w:r>
      <w:r>
        <w:tab/>
        <w:t>4.051e0</w:t>
      </w:r>
    </w:p>
    <w:p w:rsidR="00557788" w:rsidRDefault="00557788" w:rsidP="00557788">
      <w:r>
        <w:t>322.6371</w:t>
      </w:r>
      <w:r>
        <w:tab/>
        <w:t>2.025e0</w:t>
      </w:r>
    </w:p>
    <w:p w:rsidR="00557788" w:rsidRDefault="00557788" w:rsidP="00557788">
      <w:r>
        <w:t>322.6447</w:t>
      </w:r>
      <w:r>
        <w:tab/>
        <w:t>1.063e0</w:t>
      </w:r>
    </w:p>
    <w:p w:rsidR="00557788" w:rsidRDefault="00557788" w:rsidP="00557788">
      <w:r>
        <w:t>322.6589</w:t>
      </w:r>
      <w:r>
        <w:tab/>
        <w:t>1.013e0</w:t>
      </w:r>
    </w:p>
    <w:p w:rsidR="00557788" w:rsidRDefault="00557788" w:rsidP="00557788">
      <w:r>
        <w:t>322.6633</w:t>
      </w:r>
      <w:r>
        <w:tab/>
        <w:t>1.013e0</w:t>
      </w:r>
    </w:p>
    <w:p w:rsidR="00557788" w:rsidRDefault="00557788" w:rsidP="00557788">
      <w:r>
        <w:lastRenderedPageBreak/>
        <w:t>322.6724</w:t>
      </w:r>
      <w:r>
        <w:tab/>
        <w:t>2.532e-2</w:t>
      </w:r>
    </w:p>
    <w:p w:rsidR="00557788" w:rsidRDefault="00557788" w:rsidP="00557788">
      <w:r>
        <w:t>322.6837</w:t>
      </w:r>
      <w:r>
        <w:tab/>
        <w:t>3.038e0</w:t>
      </w:r>
    </w:p>
    <w:p w:rsidR="00557788" w:rsidRDefault="00557788" w:rsidP="00557788">
      <w:r>
        <w:t>322.7038</w:t>
      </w:r>
      <w:r>
        <w:tab/>
        <w:t>2.025e0</w:t>
      </w:r>
    </w:p>
    <w:p w:rsidR="00557788" w:rsidRDefault="00557788" w:rsidP="00557788">
      <w:r>
        <w:t>322.7055</w:t>
      </w:r>
      <w:r>
        <w:tab/>
        <w:t>1.013e0</w:t>
      </w:r>
    </w:p>
    <w:p w:rsidR="00557788" w:rsidRDefault="00557788" w:rsidP="00557788">
      <w:r>
        <w:t>322.7114</w:t>
      </w:r>
      <w:r>
        <w:tab/>
        <w:t>1.013e0</w:t>
      </w:r>
    </w:p>
    <w:p w:rsidR="00557788" w:rsidRDefault="00557788" w:rsidP="00557788">
      <w:r>
        <w:t>322.7236</w:t>
      </w:r>
      <w:r>
        <w:tab/>
        <w:t>4.076e0</w:t>
      </w:r>
    </w:p>
    <w:p w:rsidR="00557788" w:rsidRDefault="00557788" w:rsidP="00557788">
      <w:r>
        <w:t>322.7323</w:t>
      </w:r>
      <w:r>
        <w:tab/>
        <w:t>4.051e0</w:t>
      </w:r>
    </w:p>
    <w:p w:rsidR="00557788" w:rsidRDefault="00557788" w:rsidP="00557788">
      <w:r>
        <w:t>322.7369</w:t>
      </w:r>
      <w:r>
        <w:tab/>
        <w:t>1.051e0</w:t>
      </w:r>
    </w:p>
    <w:p w:rsidR="00557788" w:rsidRDefault="00557788" w:rsidP="00557788">
      <w:r>
        <w:t>322.7617</w:t>
      </w:r>
      <w:r>
        <w:tab/>
        <w:t>3.038e0</w:t>
      </w:r>
    </w:p>
    <w:p w:rsidR="00557788" w:rsidRDefault="00557788" w:rsidP="00557788">
      <w:r>
        <w:t>322.7638</w:t>
      </w:r>
      <w:r>
        <w:tab/>
        <w:t>1.013e0</w:t>
      </w:r>
    </w:p>
    <w:p w:rsidR="00557788" w:rsidRDefault="00557788" w:rsidP="00557788">
      <w:r>
        <w:t>322.7657</w:t>
      </w:r>
      <w:r>
        <w:tab/>
        <w:t>2.025e0</w:t>
      </w:r>
    </w:p>
    <w:p w:rsidR="00557788" w:rsidRDefault="00557788" w:rsidP="00557788">
      <w:r>
        <w:t>322.7684</w:t>
      </w:r>
      <w:r>
        <w:tab/>
        <w:t>1.013e0</w:t>
      </w:r>
    </w:p>
    <w:p w:rsidR="00557788" w:rsidRDefault="00557788" w:rsidP="00557788">
      <w:r>
        <w:t>322.8014</w:t>
      </w:r>
      <w:r>
        <w:tab/>
        <w:t>3.329e0</w:t>
      </w:r>
    </w:p>
    <w:p w:rsidR="00557788" w:rsidRDefault="00557788" w:rsidP="00557788">
      <w:r>
        <w:t>322.8030</w:t>
      </w:r>
      <w:r>
        <w:tab/>
        <w:t>4.051e0</w:t>
      </w:r>
    </w:p>
    <w:p w:rsidR="00557788" w:rsidRDefault="00557788" w:rsidP="00557788">
      <w:r>
        <w:t>322.8197</w:t>
      </w:r>
      <w:r>
        <w:tab/>
        <w:t>3.063e0</w:t>
      </w:r>
    </w:p>
    <w:p w:rsidR="00557788" w:rsidRDefault="00557788" w:rsidP="00557788">
      <w:r>
        <w:t>322.8493</w:t>
      </w:r>
      <w:r>
        <w:tab/>
        <w:t>1.013e0</w:t>
      </w:r>
    </w:p>
    <w:p w:rsidR="00557788" w:rsidRDefault="00557788" w:rsidP="00557788">
      <w:r>
        <w:t>322.8513</w:t>
      </w:r>
      <w:r>
        <w:tab/>
        <w:t>2.051e0</w:t>
      </w:r>
    </w:p>
    <w:p w:rsidR="00557788" w:rsidRDefault="00557788" w:rsidP="00557788">
      <w:r>
        <w:t>322.8573</w:t>
      </w:r>
      <w:r>
        <w:tab/>
        <w:t>5.063e0</w:t>
      </w:r>
    </w:p>
    <w:p w:rsidR="00557788" w:rsidRDefault="00557788" w:rsidP="00557788">
      <w:r>
        <w:t>322.8880</w:t>
      </w:r>
      <w:r>
        <w:tab/>
        <w:t>2.025e0</w:t>
      </w:r>
    </w:p>
    <w:p w:rsidR="00557788" w:rsidRDefault="00557788" w:rsidP="00557788">
      <w:r>
        <w:lastRenderedPageBreak/>
        <w:t>322.9051</w:t>
      </w:r>
      <w:r>
        <w:tab/>
        <w:t>4.051e0</w:t>
      </w:r>
    </w:p>
    <w:p w:rsidR="00557788" w:rsidRDefault="00557788" w:rsidP="00557788">
      <w:r>
        <w:t>322.9296</w:t>
      </w:r>
      <w:r>
        <w:tab/>
        <w:t>4.037e0</w:t>
      </w:r>
    </w:p>
    <w:p w:rsidR="00557788" w:rsidRDefault="00557788" w:rsidP="00557788">
      <w:r>
        <w:t>322.9654</w:t>
      </w:r>
      <w:r>
        <w:tab/>
        <w:t>2.025e0</w:t>
      </w:r>
    </w:p>
    <w:p w:rsidR="00557788" w:rsidRDefault="00557788" w:rsidP="00557788">
      <w:r>
        <w:t>322.9702</w:t>
      </w:r>
      <w:r>
        <w:tab/>
        <w:t>2.332e0</w:t>
      </w:r>
    </w:p>
    <w:p w:rsidR="00557788" w:rsidRDefault="00557788" w:rsidP="00557788">
      <w:r>
        <w:t>322.9788</w:t>
      </w:r>
      <w:r>
        <w:tab/>
        <w:t>1.013e0</w:t>
      </w:r>
    </w:p>
    <w:p w:rsidR="00557788" w:rsidRDefault="00557788" w:rsidP="00557788">
      <w:r>
        <w:t>322.9894</w:t>
      </w:r>
      <w:r>
        <w:tab/>
        <w:t>1.587e0</w:t>
      </w:r>
    </w:p>
    <w:p w:rsidR="00557788" w:rsidRDefault="00557788" w:rsidP="00557788">
      <w:r>
        <w:t>322.9944</w:t>
      </w:r>
      <w:r>
        <w:tab/>
        <w:t>1.141e0</w:t>
      </w:r>
    </w:p>
    <w:p w:rsidR="00557788" w:rsidRDefault="00557788" w:rsidP="00557788">
      <w:r>
        <w:t>323.0092</w:t>
      </w:r>
      <w:r>
        <w:tab/>
        <w:t>1.524e0</w:t>
      </w:r>
    </w:p>
    <w:p w:rsidR="00557788" w:rsidRDefault="00557788" w:rsidP="00557788">
      <w:r>
        <w:t>323.0157</w:t>
      </w:r>
      <w:r>
        <w:tab/>
        <w:t>1.368e0</w:t>
      </w:r>
    </w:p>
    <w:p w:rsidR="00557788" w:rsidRDefault="00557788" w:rsidP="00557788">
      <w:r>
        <w:t>323.0209</w:t>
      </w:r>
      <w:r>
        <w:tab/>
        <w:t>3.038e0</w:t>
      </w:r>
    </w:p>
    <w:p w:rsidR="00557788" w:rsidRDefault="00557788" w:rsidP="00557788">
      <w:r>
        <w:t>323.0284</w:t>
      </w:r>
      <w:r>
        <w:tab/>
        <w:t>2.780e0</w:t>
      </w:r>
    </w:p>
    <w:p w:rsidR="00557788" w:rsidRDefault="00557788" w:rsidP="00557788">
      <w:r>
        <w:t>323.0345</w:t>
      </w:r>
      <w:r>
        <w:tab/>
        <w:t>7.931e0</w:t>
      </w:r>
    </w:p>
    <w:p w:rsidR="00557788" w:rsidRDefault="00557788" w:rsidP="00557788">
      <w:r>
        <w:t>323.0454</w:t>
      </w:r>
      <w:r>
        <w:tab/>
        <w:t>5.063e0</w:t>
      </w:r>
    </w:p>
    <w:p w:rsidR="00557788" w:rsidRDefault="00557788" w:rsidP="00557788">
      <w:r>
        <w:t>323.0693</w:t>
      </w:r>
      <w:r>
        <w:tab/>
        <w:t>3.912e0</w:t>
      </w:r>
    </w:p>
    <w:p w:rsidR="00557788" w:rsidRDefault="00557788" w:rsidP="00557788">
      <w:r>
        <w:t>323.0753</w:t>
      </w:r>
      <w:r>
        <w:tab/>
        <w:t>2.501e0</w:t>
      </w:r>
    </w:p>
    <w:p w:rsidR="00557788" w:rsidRDefault="00557788" w:rsidP="00557788">
      <w:r>
        <w:t>323.0962</w:t>
      </w:r>
      <w:r>
        <w:tab/>
        <w:t>2.566e0</w:t>
      </w:r>
    </w:p>
    <w:p w:rsidR="00557788" w:rsidRDefault="00557788" w:rsidP="00557788">
      <w:r>
        <w:t>323.1050</w:t>
      </w:r>
      <w:r>
        <w:tab/>
        <w:t>7.367e0</w:t>
      </w:r>
    </w:p>
    <w:p w:rsidR="00557788" w:rsidRDefault="00557788" w:rsidP="00557788">
      <w:r>
        <w:t>323.1125</w:t>
      </w:r>
      <w:r>
        <w:tab/>
        <w:t>2.059e0</w:t>
      </w:r>
    </w:p>
    <w:p w:rsidR="00557788" w:rsidRDefault="00557788" w:rsidP="00557788">
      <w:r>
        <w:t>323.1169</w:t>
      </w:r>
      <w:r>
        <w:tab/>
        <w:t>4.130e0</w:t>
      </w:r>
    </w:p>
    <w:p w:rsidR="00557788" w:rsidRDefault="00557788" w:rsidP="00557788">
      <w:r>
        <w:lastRenderedPageBreak/>
        <w:t>323.1370</w:t>
      </w:r>
      <w:r>
        <w:tab/>
        <w:t>1.241e0</w:t>
      </w:r>
    </w:p>
    <w:p w:rsidR="00557788" w:rsidRDefault="00557788" w:rsidP="00557788">
      <w:r>
        <w:t>323.1426</w:t>
      </w:r>
      <w:r>
        <w:tab/>
        <w:t>4.918e0</w:t>
      </w:r>
    </w:p>
    <w:p w:rsidR="00557788" w:rsidRDefault="00557788" w:rsidP="00557788">
      <w:r>
        <w:t>323.1501</w:t>
      </w:r>
      <w:r>
        <w:tab/>
        <w:t>5.419e0</w:t>
      </w:r>
    </w:p>
    <w:p w:rsidR="00557788" w:rsidRDefault="00557788" w:rsidP="00557788">
      <w:r>
        <w:t>323.1520</w:t>
      </w:r>
      <w:r>
        <w:tab/>
        <w:t>1.297e-1</w:t>
      </w:r>
    </w:p>
    <w:p w:rsidR="00557788" w:rsidRDefault="00557788" w:rsidP="00557788">
      <w:r>
        <w:t>323.1750</w:t>
      </w:r>
      <w:r>
        <w:tab/>
        <w:t>3.116e0</w:t>
      </w:r>
    </w:p>
    <w:p w:rsidR="00557788" w:rsidRDefault="00557788" w:rsidP="00557788">
      <w:r>
        <w:t>323.1927</w:t>
      </w:r>
      <w:r>
        <w:tab/>
        <w:t>7.061e0</w:t>
      </w:r>
    </w:p>
    <w:p w:rsidR="00557788" w:rsidRDefault="00557788" w:rsidP="00557788">
      <w:r>
        <w:t>323.2021</w:t>
      </w:r>
      <w:r>
        <w:tab/>
        <w:t>1.807e0</w:t>
      </w:r>
    </w:p>
    <w:p w:rsidR="00557788" w:rsidRDefault="00557788" w:rsidP="00557788">
      <w:r>
        <w:t>323.2052</w:t>
      </w:r>
      <w:r>
        <w:tab/>
        <w:t>3.326e0</w:t>
      </w:r>
    </w:p>
    <w:p w:rsidR="00557788" w:rsidRDefault="00557788" w:rsidP="00557788">
      <w:r>
        <w:t>323.2068</w:t>
      </w:r>
      <w:r>
        <w:tab/>
        <w:t>1.626e0</w:t>
      </w:r>
    </w:p>
    <w:p w:rsidR="00557788" w:rsidRDefault="00557788" w:rsidP="00557788">
      <w:r>
        <w:t>323.2205</w:t>
      </w:r>
      <w:r>
        <w:tab/>
        <w:t>1.284e0</w:t>
      </w:r>
    </w:p>
    <w:p w:rsidR="00557788" w:rsidRDefault="00557788" w:rsidP="00557788">
      <w:r>
        <w:t>323.2353</w:t>
      </w:r>
      <w:r>
        <w:tab/>
        <w:t>7.276e-1</w:t>
      </w:r>
    </w:p>
    <w:p w:rsidR="00557788" w:rsidRDefault="00557788" w:rsidP="00557788">
      <w:r>
        <w:t>323.2511</w:t>
      </w:r>
      <w:r>
        <w:tab/>
        <w:t>6.341e-1</w:t>
      </w:r>
    </w:p>
    <w:p w:rsidR="00557788" w:rsidRDefault="00557788" w:rsidP="00557788">
      <w:r>
        <w:t>323.2737</w:t>
      </w:r>
      <w:r>
        <w:tab/>
        <w:t>1.064e0</w:t>
      </w:r>
    </w:p>
    <w:p w:rsidR="00557788" w:rsidRDefault="00557788" w:rsidP="00557788">
      <w:r>
        <w:t>323.2949</w:t>
      </w:r>
      <w:r>
        <w:tab/>
        <w:t>3.709e0</w:t>
      </w:r>
    </w:p>
    <w:p w:rsidR="00557788" w:rsidRDefault="00557788" w:rsidP="00557788">
      <w:r>
        <w:t>323.3000</w:t>
      </w:r>
      <w:r>
        <w:tab/>
        <w:t>3.806e-1</w:t>
      </w:r>
    </w:p>
    <w:p w:rsidR="00557788" w:rsidRDefault="00557788" w:rsidP="00557788">
      <w:r>
        <w:t>323.3030</w:t>
      </w:r>
      <w:r>
        <w:tab/>
        <w:t>4.058e0</w:t>
      </w:r>
    </w:p>
    <w:p w:rsidR="00557788" w:rsidRDefault="00557788" w:rsidP="00557788">
      <w:r>
        <w:t>323.3146</w:t>
      </w:r>
      <w:r>
        <w:tab/>
        <w:t>1.253e1</w:t>
      </w:r>
    </w:p>
    <w:p w:rsidR="00557788" w:rsidRDefault="00557788" w:rsidP="00557788">
      <w:r>
        <w:t>323.3386</w:t>
      </w:r>
      <w:r>
        <w:tab/>
        <w:t>1.712e0</w:t>
      </w:r>
    </w:p>
    <w:p w:rsidR="00557788" w:rsidRDefault="00557788" w:rsidP="00557788">
      <w:r>
        <w:t>323.3418</w:t>
      </w:r>
      <w:r>
        <w:tab/>
        <w:t>1.103e0</w:t>
      </w:r>
    </w:p>
    <w:p w:rsidR="00557788" w:rsidRDefault="00557788" w:rsidP="00557788">
      <w:r>
        <w:lastRenderedPageBreak/>
        <w:t>323.3486</w:t>
      </w:r>
      <w:r>
        <w:tab/>
        <w:t>1.946e0</w:t>
      </w:r>
    </w:p>
    <w:p w:rsidR="00557788" w:rsidRDefault="00557788" w:rsidP="00557788">
      <w:r>
        <w:t>323.3623</w:t>
      </w:r>
      <w:r>
        <w:tab/>
        <w:t>2.025e0</w:t>
      </w:r>
    </w:p>
    <w:p w:rsidR="00557788" w:rsidRDefault="00557788" w:rsidP="00557788">
      <w:r>
        <w:t>323.3704</w:t>
      </w:r>
      <w:r>
        <w:tab/>
        <w:t>1.013e0</w:t>
      </w:r>
    </w:p>
    <w:p w:rsidR="00557788" w:rsidRDefault="00557788" w:rsidP="00557788">
      <w:r>
        <w:t>323.3758</w:t>
      </w:r>
      <w:r>
        <w:tab/>
        <w:t>6.076e0</w:t>
      </w:r>
    </w:p>
    <w:p w:rsidR="00557788" w:rsidRDefault="00557788" w:rsidP="00557788">
      <w:r>
        <w:t>323.3914</w:t>
      </w:r>
      <w:r>
        <w:tab/>
        <w:t>5.063e0</w:t>
      </w:r>
    </w:p>
    <w:p w:rsidR="00557788" w:rsidRDefault="00557788" w:rsidP="00557788">
      <w:r>
        <w:t>323.4148</w:t>
      </w:r>
      <w:r>
        <w:tab/>
        <w:t>2.025e0</w:t>
      </w:r>
    </w:p>
    <w:p w:rsidR="00557788" w:rsidRDefault="00557788" w:rsidP="00557788">
      <w:r>
        <w:t>323.4348</w:t>
      </w:r>
      <w:r>
        <w:tab/>
        <w:t>2.025e0</w:t>
      </w:r>
    </w:p>
    <w:p w:rsidR="00557788" w:rsidRDefault="00557788" w:rsidP="00557788">
      <w:r>
        <w:t>323.4396</w:t>
      </w:r>
      <w:r>
        <w:tab/>
        <w:t>2.038e0</w:t>
      </w:r>
    </w:p>
    <w:p w:rsidR="00557788" w:rsidRDefault="00557788" w:rsidP="00557788">
      <w:r>
        <w:t>323.4521</w:t>
      </w:r>
      <w:r>
        <w:tab/>
        <w:t>1.013e0</w:t>
      </w:r>
    </w:p>
    <w:p w:rsidR="00557788" w:rsidRDefault="00557788" w:rsidP="00557788">
      <w:r>
        <w:t>323.4602</w:t>
      </w:r>
      <w:r>
        <w:tab/>
        <w:t>1.266e-2</w:t>
      </w:r>
    </w:p>
    <w:p w:rsidR="00557788" w:rsidRDefault="00557788" w:rsidP="00557788">
      <w:r>
        <w:t>323.4640</w:t>
      </w:r>
      <w:r>
        <w:tab/>
        <w:t>1.013e0</w:t>
      </w:r>
    </w:p>
    <w:p w:rsidR="00557788" w:rsidRDefault="00557788" w:rsidP="00557788">
      <w:r>
        <w:t>323.4813</w:t>
      </w:r>
      <w:r>
        <w:tab/>
        <w:t>3.038e0</w:t>
      </w:r>
    </w:p>
    <w:p w:rsidR="00557788" w:rsidRDefault="00557788" w:rsidP="00557788">
      <w:r>
        <w:t>323.4891</w:t>
      </w:r>
      <w:r>
        <w:tab/>
        <w:t>2.532e-2</w:t>
      </w:r>
    </w:p>
    <w:p w:rsidR="00557788" w:rsidRDefault="00557788" w:rsidP="00557788">
      <w:r>
        <w:t>323.5107</w:t>
      </w:r>
      <w:r>
        <w:tab/>
        <w:t>2.060e0</w:t>
      </w:r>
    </w:p>
    <w:p w:rsidR="00557788" w:rsidRDefault="00557788" w:rsidP="00557788">
      <w:r>
        <w:t>323.5268</w:t>
      </w:r>
      <w:r>
        <w:tab/>
        <w:t>2.025e0</w:t>
      </w:r>
    </w:p>
    <w:p w:rsidR="00557788" w:rsidRDefault="00557788" w:rsidP="00557788">
      <w:r>
        <w:t>323.5301</w:t>
      </w:r>
      <w:r>
        <w:tab/>
        <w:t>2.025e0</w:t>
      </w:r>
    </w:p>
    <w:p w:rsidR="00557788" w:rsidRDefault="00557788" w:rsidP="00557788">
      <w:r>
        <w:t>323.5436</w:t>
      </w:r>
      <w:r>
        <w:tab/>
        <w:t>2.025e0</w:t>
      </w:r>
    </w:p>
    <w:p w:rsidR="00557788" w:rsidRDefault="00557788" w:rsidP="00557788">
      <w:r>
        <w:t>323.5503</w:t>
      </w:r>
      <w:r>
        <w:tab/>
        <w:t>3.038e0</w:t>
      </w:r>
    </w:p>
    <w:p w:rsidR="00557788" w:rsidRDefault="00557788" w:rsidP="00557788">
      <w:r>
        <w:t>323.5557</w:t>
      </w:r>
      <w:r>
        <w:tab/>
        <w:t>7.089e0</w:t>
      </w:r>
    </w:p>
    <w:p w:rsidR="00557788" w:rsidRDefault="00557788" w:rsidP="00557788">
      <w:r>
        <w:lastRenderedPageBreak/>
        <w:t>323.5630</w:t>
      </w:r>
      <w:r>
        <w:tab/>
        <w:t>2.025e0</w:t>
      </w:r>
    </w:p>
    <w:p w:rsidR="00557788" w:rsidRDefault="00557788" w:rsidP="00557788">
      <w:r>
        <w:t>323.5727</w:t>
      </w:r>
      <w:r>
        <w:tab/>
        <w:t>3.038e0</w:t>
      </w:r>
    </w:p>
    <w:p w:rsidR="00557788" w:rsidRDefault="00557788" w:rsidP="00557788">
      <w:r>
        <w:t>323.5981</w:t>
      </w:r>
      <w:r>
        <w:tab/>
        <w:t>1.266e-2</w:t>
      </w:r>
    </w:p>
    <w:p w:rsidR="00557788" w:rsidRDefault="00557788" w:rsidP="00557788">
      <w:r>
        <w:t>323.6064</w:t>
      </w:r>
      <w:r>
        <w:tab/>
        <w:t>2.025e0</w:t>
      </w:r>
    </w:p>
    <w:p w:rsidR="00557788" w:rsidRDefault="00557788" w:rsidP="00557788">
      <w:r>
        <w:t>323.6098</w:t>
      </w:r>
      <w:r>
        <w:tab/>
        <w:t>1.266e-2</w:t>
      </w:r>
    </w:p>
    <w:p w:rsidR="00557788" w:rsidRDefault="00557788" w:rsidP="00557788">
      <w:r>
        <w:t>323.6218</w:t>
      </w:r>
      <w:r>
        <w:tab/>
        <w:t>1.266e-2</w:t>
      </w:r>
    </w:p>
    <w:p w:rsidR="00557788" w:rsidRDefault="00557788" w:rsidP="00557788">
      <w:r>
        <w:t>323.6268</w:t>
      </w:r>
      <w:r>
        <w:tab/>
        <w:t>2.038e0</w:t>
      </w:r>
    </w:p>
    <w:p w:rsidR="00557788" w:rsidRDefault="00557788" w:rsidP="00557788">
      <w:r>
        <w:t>323.6331</w:t>
      </w:r>
      <w:r>
        <w:tab/>
        <w:t>1.013e0</w:t>
      </w:r>
    </w:p>
    <w:p w:rsidR="00557788" w:rsidRDefault="00557788" w:rsidP="00557788">
      <w:r>
        <w:t>323.6382</w:t>
      </w:r>
      <w:r>
        <w:tab/>
        <w:t>1.266e-2</w:t>
      </w:r>
    </w:p>
    <w:p w:rsidR="00557788" w:rsidRDefault="00557788" w:rsidP="00557788">
      <w:r>
        <w:t>323.6403</w:t>
      </w:r>
      <w:r>
        <w:tab/>
        <w:t>2.025e0</w:t>
      </w:r>
    </w:p>
    <w:p w:rsidR="00557788" w:rsidRDefault="00557788" w:rsidP="00557788">
      <w:r>
        <w:t>323.6507</w:t>
      </w:r>
      <w:r>
        <w:tab/>
        <w:t>6.089e0</w:t>
      </w:r>
    </w:p>
    <w:p w:rsidR="00557788" w:rsidRDefault="00557788" w:rsidP="00557788">
      <w:r>
        <w:t>323.6599</w:t>
      </w:r>
      <w:r>
        <w:tab/>
        <w:t>2.025e0</w:t>
      </w:r>
    </w:p>
    <w:p w:rsidR="00557788" w:rsidRDefault="00557788" w:rsidP="00557788">
      <w:r>
        <w:t>323.6725</w:t>
      </w:r>
      <w:r>
        <w:tab/>
        <w:t>2.532e-2</w:t>
      </w:r>
    </w:p>
    <w:p w:rsidR="00557788" w:rsidRDefault="00557788" w:rsidP="00557788">
      <w:r>
        <w:t>323.6790</w:t>
      </w:r>
      <w:r>
        <w:tab/>
        <w:t>4.051e0</w:t>
      </w:r>
    </w:p>
    <w:p w:rsidR="00557788" w:rsidRDefault="00557788" w:rsidP="00557788">
      <w:r>
        <w:t>323.6806</w:t>
      </w:r>
      <w:r>
        <w:tab/>
        <w:t>2.532e-2</w:t>
      </w:r>
    </w:p>
    <w:p w:rsidR="00557788" w:rsidRDefault="00557788" w:rsidP="00557788">
      <w:r>
        <w:t>323.6988</w:t>
      </w:r>
      <w:r>
        <w:tab/>
        <w:t>1.013e0</w:t>
      </w:r>
    </w:p>
    <w:p w:rsidR="00557788" w:rsidRDefault="00557788" w:rsidP="00557788">
      <w:r>
        <w:t>323.7033</w:t>
      </w:r>
      <w:r>
        <w:tab/>
        <w:t>1.025e0</w:t>
      </w:r>
    </w:p>
    <w:p w:rsidR="00557788" w:rsidRDefault="00557788" w:rsidP="00557788">
      <w:r>
        <w:t>323.7089</w:t>
      </w:r>
      <w:r>
        <w:tab/>
        <w:t>2.025e0</w:t>
      </w:r>
    </w:p>
    <w:p w:rsidR="00557788" w:rsidRDefault="00557788" w:rsidP="00557788">
      <w:r>
        <w:t>323.7300</w:t>
      </w:r>
      <w:r>
        <w:tab/>
        <w:t>2.025e0</w:t>
      </w:r>
    </w:p>
    <w:p w:rsidR="00557788" w:rsidRDefault="00557788" w:rsidP="00557788">
      <w:r>
        <w:lastRenderedPageBreak/>
        <w:t>323.7386</w:t>
      </w:r>
      <w:r>
        <w:tab/>
        <w:t>3.038e0</w:t>
      </w:r>
    </w:p>
    <w:p w:rsidR="00557788" w:rsidRDefault="00557788" w:rsidP="00557788">
      <w:r>
        <w:t>323.7446</w:t>
      </w:r>
      <w:r>
        <w:tab/>
        <w:t>3.038e0</w:t>
      </w:r>
    </w:p>
    <w:p w:rsidR="00557788" w:rsidRDefault="00557788" w:rsidP="00557788">
      <w:r>
        <w:t>323.7494</w:t>
      </w:r>
      <w:r>
        <w:tab/>
        <w:t>1.038e0</w:t>
      </w:r>
    </w:p>
    <w:p w:rsidR="00557788" w:rsidRDefault="00557788" w:rsidP="00557788">
      <w:r>
        <w:t>323.7676</w:t>
      </w:r>
      <w:r>
        <w:tab/>
        <w:t>2.025e0</w:t>
      </w:r>
    </w:p>
    <w:p w:rsidR="00557788" w:rsidRDefault="00557788" w:rsidP="00557788">
      <w:r>
        <w:t>323.7822</w:t>
      </w:r>
      <w:r>
        <w:tab/>
        <w:t>2.493e0</w:t>
      </w:r>
    </w:p>
    <w:p w:rsidR="00557788" w:rsidRDefault="00557788" w:rsidP="00557788">
      <w:r>
        <w:t>323.8041</w:t>
      </w:r>
      <w:r>
        <w:tab/>
        <w:t>4.051e0</w:t>
      </w:r>
    </w:p>
    <w:p w:rsidR="00557788" w:rsidRDefault="00557788" w:rsidP="00557788">
      <w:r>
        <w:t>323.8084</w:t>
      </w:r>
      <w:r>
        <w:tab/>
        <w:t>1.266e-2</w:t>
      </w:r>
    </w:p>
    <w:p w:rsidR="00557788" w:rsidRDefault="00557788" w:rsidP="00557788">
      <w:r>
        <w:t>323.8242</w:t>
      </w:r>
      <w:r>
        <w:tab/>
        <w:t>1.013e0</w:t>
      </w:r>
    </w:p>
    <w:p w:rsidR="00557788" w:rsidRDefault="00557788" w:rsidP="00557788">
      <w:r>
        <w:t>323.8336</w:t>
      </w:r>
      <w:r>
        <w:tab/>
        <w:t>2.025e0</w:t>
      </w:r>
    </w:p>
    <w:p w:rsidR="00557788" w:rsidRDefault="00557788" w:rsidP="00557788">
      <w:r>
        <w:t>323.8405</w:t>
      </w:r>
      <w:r>
        <w:tab/>
        <w:t>2.025e0</w:t>
      </w:r>
    </w:p>
    <w:p w:rsidR="00557788" w:rsidRDefault="00557788" w:rsidP="00557788">
      <w:r>
        <w:t>323.8605</w:t>
      </w:r>
      <w:r>
        <w:tab/>
        <w:t>4.076e0</w:t>
      </w:r>
    </w:p>
    <w:p w:rsidR="00557788" w:rsidRDefault="00557788" w:rsidP="00557788">
      <w:r>
        <w:t>323.8785</w:t>
      </w:r>
      <w:r>
        <w:tab/>
        <w:t>3.038e0</w:t>
      </w:r>
    </w:p>
    <w:p w:rsidR="00557788" w:rsidRDefault="00557788" w:rsidP="00557788">
      <w:r>
        <w:t>323.8848</w:t>
      </w:r>
      <w:r>
        <w:tab/>
        <w:t>1.266e-2</w:t>
      </w:r>
    </w:p>
    <w:p w:rsidR="00557788" w:rsidRDefault="00557788" w:rsidP="00557788">
      <w:r>
        <w:t>323.8898</w:t>
      </w:r>
      <w:r>
        <w:tab/>
        <w:t>3.038e0</w:t>
      </w:r>
    </w:p>
    <w:p w:rsidR="00557788" w:rsidRDefault="00557788" w:rsidP="00557788">
      <w:r>
        <w:t>323.8976</w:t>
      </w:r>
      <w:r>
        <w:tab/>
        <w:t>3.798e-2</w:t>
      </w:r>
    </w:p>
    <w:p w:rsidR="00557788" w:rsidRDefault="00557788" w:rsidP="00557788">
      <w:r>
        <w:t>323.9219</w:t>
      </w:r>
      <w:r>
        <w:tab/>
        <w:t>1.580e0</w:t>
      </w:r>
    </w:p>
    <w:p w:rsidR="00557788" w:rsidRDefault="00557788" w:rsidP="00557788">
      <w:r>
        <w:t>323.9251</w:t>
      </w:r>
      <w:r>
        <w:tab/>
        <w:t>3.986e0</w:t>
      </w:r>
    </w:p>
    <w:p w:rsidR="00557788" w:rsidRDefault="00557788" w:rsidP="00557788">
      <w:r>
        <w:t>323.9316</w:t>
      </w:r>
      <w:r>
        <w:tab/>
        <w:t>3.420e0</w:t>
      </w:r>
    </w:p>
    <w:p w:rsidR="00557788" w:rsidRDefault="00557788" w:rsidP="00557788">
      <w:r>
        <w:t>323.9336</w:t>
      </w:r>
      <w:r>
        <w:tab/>
        <w:t>1.013e0</w:t>
      </w:r>
    </w:p>
    <w:p w:rsidR="00557788" w:rsidRDefault="00557788" w:rsidP="00557788">
      <w:r>
        <w:lastRenderedPageBreak/>
        <w:t>323.9409</w:t>
      </w:r>
      <w:r>
        <w:tab/>
        <w:t>3.038e0</w:t>
      </w:r>
    </w:p>
    <w:p w:rsidR="00557788" w:rsidRDefault="00557788" w:rsidP="00557788">
      <w:r>
        <w:t>323.9579</w:t>
      </w:r>
      <w:r>
        <w:tab/>
        <w:t>2.038e0</w:t>
      </w:r>
    </w:p>
    <w:p w:rsidR="00557788" w:rsidRDefault="00557788" w:rsidP="00557788">
      <w:r>
        <w:t>323.9605</w:t>
      </w:r>
      <w:r>
        <w:tab/>
        <w:t>2.532e-2</w:t>
      </w:r>
    </w:p>
    <w:p w:rsidR="00557788" w:rsidRDefault="00557788" w:rsidP="00557788">
      <w:r>
        <w:t>323.9729</w:t>
      </w:r>
      <w:r>
        <w:tab/>
        <w:t>3.001e0</w:t>
      </w:r>
    </w:p>
    <w:p w:rsidR="00557788" w:rsidRDefault="00557788" w:rsidP="00557788">
      <w:r>
        <w:t>323.9863</w:t>
      </w:r>
      <w:r>
        <w:tab/>
        <w:t>9.741e0</w:t>
      </w:r>
    </w:p>
    <w:p w:rsidR="00557788" w:rsidRDefault="00557788" w:rsidP="00557788">
      <w:r>
        <w:t>324.0023</w:t>
      </w:r>
      <w:r>
        <w:tab/>
        <w:t>4.051e0</w:t>
      </w:r>
    </w:p>
    <w:p w:rsidR="00557788" w:rsidRDefault="00557788" w:rsidP="00557788">
      <w:r>
        <w:t>324.0155</w:t>
      </w:r>
      <w:r>
        <w:tab/>
        <w:t>7.725e-1</w:t>
      </w:r>
    </w:p>
    <w:p w:rsidR="00557788" w:rsidRDefault="00557788" w:rsidP="00557788">
      <w:r>
        <w:t>324.0340</w:t>
      </w:r>
      <w:r>
        <w:tab/>
        <w:t>2.518e0</w:t>
      </w:r>
    </w:p>
    <w:p w:rsidR="00557788" w:rsidRDefault="00557788" w:rsidP="00557788">
      <w:r>
        <w:t>324.0381</w:t>
      </w:r>
      <w:r>
        <w:tab/>
        <w:t>2.078e0</w:t>
      </w:r>
    </w:p>
    <w:p w:rsidR="00557788" w:rsidRDefault="00557788" w:rsidP="00557788">
      <w:r>
        <w:t>324.0683</w:t>
      </w:r>
      <w:r>
        <w:tab/>
        <w:t>2.199e-1</w:t>
      </w:r>
    </w:p>
    <w:p w:rsidR="00557788" w:rsidRDefault="00557788" w:rsidP="00557788">
      <w:r>
        <w:t>324.0814</w:t>
      </w:r>
      <w:r>
        <w:tab/>
        <w:t>2.677e0</w:t>
      </w:r>
    </w:p>
    <w:p w:rsidR="00557788" w:rsidRDefault="00557788" w:rsidP="00557788">
      <w:r>
        <w:t>324.0941</w:t>
      </w:r>
      <w:r>
        <w:tab/>
        <w:t>1.433e0</w:t>
      </w:r>
    </w:p>
    <w:p w:rsidR="00557788" w:rsidRDefault="00557788" w:rsidP="00557788">
      <w:r>
        <w:t>324.0959</w:t>
      </w:r>
      <w:r>
        <w:tab/>
        <w:t>3.131e-1</w:t>
      </w:r>
    </w:p>
    <w:p w:rsidR="00557788" w:rsidRDefault="00557788" w:rsidP="00557788">
      <w:r>
        <w:t>324.1267</w:t>
      </w:r>
      <w:r>
        <w:tab/>
        <w:t>1.519e0</w:t>
      </w:r>
    </w:p>
    <w:p w:rsidR="00557788" w:rsidRDefault="00557788" w:rsidP="00557788">
      <w:r>
        <w:t>324.1279</w:t>
      </w:r>
      <w:r>
        <w:tab/>
        <w:t>5.238e0</w:t>
      </w:r>
    </w:p>
    <w:p w:rsidR="00557788" w:rsidRDefault="00557788" w:rsidP="00557788">
      <w:r>
        <w:t>324.1366</w:t>
      </w:r>
      <w:r>
        <w:tab/>
        <w:t>3.813e0</w:t>
      </w:r>
    </w:p>
    <w:p w:rsidR="00557788" w:rsidRDefault="00557788" w:rsidP="00557788">
      <w:r>
        <w:t>324.1442</w:t>
      </w:r>
      <w:r>
        <w:tab/>
        <w:t>3.130e0</w:t>
      </w:r>
    </w:p>
    <w:p w:rsidR="00557788" w:rsidRDefault="00557788" w:rsidP="00557788">
      <w:r>
        <w:t>324.1635</w:t>
      </w:r>
      <w:r>
        <w:tab/>
        <w:t>4.908e0</w:t>
      </w:r>
    </w:p>
    <w:p w:rsidR="00557788" w:rsidRDefault="00557788" w:rsidP="00557788">
      <w:r>
        <w:t>324.1690</w:t>
      </w:r>
      <w:r>
        <w:tab/>
        <w:t>1.013e0</w:t>
      </w:r>
    </w:p>
    <w:p w:rsidR="00557788" w:rsidRDefault="00557788" w:rsidP="00557788">
      <w:r>
        <w:lastRenderedPageBreak/>
        <w:t>324.1790</w:t>
      </w:r>
      <w:r>
        <w:tab/>
        <w:t>3.444e0</w:t>
      </w:r>
    </w:p>
    <w:p w:rsidR="00557788" w:rsidRDefault="00557788" w:rsidP="00557788">
      <w:r>
        <w:t>324.1882</w:t>
      </w:r>
      <w:r>
        <w:tab/>
        <w:t>4.578e0</w:t>
      </w:r>
    </w:p>
    <w:p w:rsidR="00557788" w:rsidRDefault="00557788" w:rsidP="00557788">
      <w:r>
        <w:t>324.2057</w:t>
      </w:r>
      <w:r>
        <w:tab/>
        <w:t>1.027e0</w:t>
      </w:r>
    </w:p>
    <w:p w:rsidR="00557788" w:rsidRDefault="00557788" w:rsidP="00557788">
      <w:r>
        <w:t>324.2165</w:t>
      </w:r>
      <w:r>
        <w:tab/>
        <w:t>3.244e0</w:t>
      </w:r>
    </w:p>
    <w:p w:rsidR="00557788" w:rsidRDefault="00557788" w:rsidP="00557788">
      <w:r>
        <w:t>324.2205</w:t>
      </w:r>
      <w:r>
        <w:tab/>
        <w:t>1.133e0</w:t>
      </w:r>
    </w:p>
    <w:p w:rsidR="00557788" w:rsidRDefault="00557788" w:rsidP="00557788">
      <w:r>
        <w:t>324.2217</w:t>
      </w:r>
      <w:r>
        <w:tab/>
        <w:t>3.463e0</w:t>
      </w:r>
    </w:p>
    <w:p w:rsidR="00557788" w:rsidRDefault="00557788" w:rsidP="00557788">
      <w:r>
        <w:t>324.2393</w:t>
      </w:r>
      <w:r>
        <w:tab/>
        <w:t>7.051e0</w:t>
      </w:r>
    </w:p>
    <w:p w:rsidR="00557788" w:rsidRDefault="00557788" w:rsidP="00557788">
      <w:r>
        <w:t>324.2504</w:t>
      </w:r>
      <w:r>
        <w:tab/>
        <w:t>1.777e-1</w:t>
      </w:r>
    </w:p>
    <w:p w:rsidR="00557788" w:rsidRDefault="00557788" w:rsidP="00557788">
      <w:r>
        <w:t>324.2607</w:t>
      </w:r>
      <w:r>
        <w:tab/>
        <w:t>1.003e1</w:t>
      </w:r>
    </w:p>
    <w:p w:rsidR="00557788" w:rsidRDefault="00557788" w:rsidP="00557788">
      <w:r>
        <w:t>324.2723</w:t>
      </w:r>
      <w:r>
        <w:tab/>
        <w:t>1.519e0</w:t>
      </w:r>
    </w:p>
    <w:p w:rsidR="00557788" w:rsidRDefault="00557788" w:rsidP="00557788">
      <w:r>
        <w:t>324.2739</w:t>
      </w:r>
      <w:r>
        <w:tab/>
        <w:t>7.539e0</w:t>
      </w:r>
    </w:p>
    <w:p w:rsidR="00557788" w:rsidRDefault="00557788" w:rsidP="00557788">
      <w:r>
        <w:t>324.2768</w:t>
      </w:r>
      <w:r>
        <w:tab/>
        <w:t>9.108e0</w:t>
      </w:r>
    </w:p>
    <w:p w:rsidR="00557788" w:rsidRDefault="00557788" w:rsidP="00557788">
      <w:r>
        <w:t>324.2985</w:t>
      </w:r>
      <w:r>
        <w:tab/>
        <w:t>1.326e0</w:t>
      </w:r>
    </w:p>
    <w:p w:rsidR="00557788" w:rsidRDefault="00557788" w:rsidP="00557788">
      <w:r>
        <w:t>324.2999</w:t>
      </w:r>
      <w:r>
        <w:tab/>
        <w:t>1.194e0</w:t>
      </w:r>
    </w:p>
    <w:p w:rsidR="00557788" w:rsidRDefault="00557788" w:rsidP="00557788">
      <w:r>
        <w:t>324.3013</w:t>
      </w:r>
      <w:r>
        <w:tab/>
        <w:t>1.448e0</w:t>
      </w:r>
    </w:p>
    <w:p w:rsidR="00557788" w:rsidRDefault="00557788" w:rsidP="00557788">
      <w:r>
        <w:t>324.3040</w:t>
      </w:r>
      <w:r>
        <w:tab/>
        <w:t>4.465e0</w:t>
      </w:r>
    </w:p>
    <w:p w:rsidR="00557788" w:rsidRDefault="00557788" w:rsidP="00557788">
      <w:r>
        <w:t>324.3213</w:t>
      </w:r>
      <w:r>
        <w:tab/>
        <w:t>8.674e0</w:t>
      </w:r>
    </w:p>
    <w:p w:rsidR="00557788" w:rsidRDefault="00557788" w:rsidP="00557788">
      <w:r>
        <w:t>324.3590</w:t>
      </w:r>
      <w:r>
        <w:tab/>
        <w:t>3.038e0</w:t>
      </w:r>
    </w:p>
    <w:p w:rsidR="00557788" w:rsidRDefault="00557788" w:rsidP="00557788">
      <w:r>
        <w:t>324.3699</w:t>
      </w:r>
      <w:r>
        <w:tab/>
        <w:t>2.025e0</w:t>
      </w:r>
    </w:p>
    <w:p w:rsidR="00557788" w:rsidRDefault="00557788" w:rsidP="00557788">
      <w:r>
        <w:lastRenderedPageBreak/>
        <w:t>324.3720</w:t>
      </w:r>
      <w:r>
        <w:tab/>
        <w:t>2.025e0</w:t>
      </w:r>
    </w:p>
    <w:p w:rsidR="00557788" w:rsidRDefault="00557788" w:rsidP="00557788">
      <w:r>
        <w:t>324.3760</w:t>
      </w:r>
      <w:r>
        <w:tab/>
        <w:t>4.051e0</w:t>
      </w:r>
    </w:p>
    <w:p w:rsidR="00557788" w:rsidRDefault="00557788" w:rsidP="00557788">
      <w:r>
        <w:t>324.3887</w:t>
      </w:r>
      <w:r>
        <w:tab/>
        <w:t>2.025e0</w:t>
      </w:r>
    </w:p>
    <w:p w:rsidR="00557788" w:rsidRDefault="00557788" w:rsidP="00557788">
      <w:r>
        <w:t>324.3992</w:t>
      </w:r>
      <w:r>
        <w:tab/>
        <w:t>1.266e-2</w:t>
      </w:r>
    </w:p>
    <w:p w:rsidR="00557788" w:rsidRDefault="00557788" w:rsidP="00557788">
      <w:r>
        <w:t>324.4229</w:t>
      </w:r>
      <w:r>
        <w:tab/>
        <w:t>5.063e0</w:t>
      </w:r>
    </w:p>
    <w:p w:rsidR="00557788" w:rsidRDefault="00557788" w:rsidP="00557788">
      <w:r>
        <w:t>324.4402</w:t>
      </w:r>
      <w:r>
        <w:tab/>
        <w:t>1.025e0</w:t>
      </w:r>
    </w:p>
    <w:p w:rsidR="00557788" w:rsidRDefault="00557788" w:rsidP="00557788">
      <w:r>
        <w:t>324.4532</w:t>
      </w:r>
      <w:r>
        <w:tab/>
        <w:t>3.038e0</w:t>
      </w:r>
    </w:p>
    <w:p w:rsidR="00557788" w:rsidRDefault="00557788" w:rsidP="00557788">
      <w:r>
        <w:t>324.4556</w:t>
      </w:r>
      <w:r>
        <w:tab/>
        <w:t>3.051e0</w:t>
      </w:r>
    </w:p>
    <w:p w:rsidR="00557788" w:rsidRDefault="00557788" w:rsidP="00557788">
      <w:r>
        <w:t>324.4604</w:t>
      </w:r>
      <w:r>
        <w:tab/>
        <w:t>1.038e0</w:t>
      </w:r>
    </w:p>
    <w:p w:rsidR="00557788" w:rsidRDefault="00557788" w:rsidP="00557788">
      <w:r>
        <w:t>324.4636</w:t>
      </w:r>
      <w:r>
        <w:tab/>
        <w:t>1.025e0</w:t>
      </w:r>
    </w:p>
    <w:p w:rsidR="00557788" w:rsidRDefault="00557788" w:rsidP="00557788">
      <w:r>
        <w:t>324.4695</w:t>
      </w:r>
      <w:r>
        <w:tab/>
        <w:t>2.025e0</w:t>
      </w:r>
    </w:p>
    <w:p w:rsidR="00557788" w:rsidRDefault="00557788" w:rsidP="00557788">
      <w:r>
        <w:t>324.4960</w:t>
      </w:r>
      <w:r>
        <w:tab/>
        <w:t>2.025e0</w:t>
      </w:r>
    </w:p>
    <w:p w:rsidR="00557788" w:rsidRDefault="00557788" w:rsidP="00557788">
      <w:r>
        <w:t>324.5045</w:t>
      </w:r>
      <w:r>
        <w:tab/>
        <w:t>1.025e0</w:t>
      </w:r>
    </w:p>
    <w:p w:rsidR="00557788" w:rsidRDefault="00557788" w:rsidP="00557788">
      <w:r>
        <w:t>324.5103</w:t>
      </w:r>
      <w:r>
        <w:tab/>
        <w:t>2.532e-2</w:t>
      </w:r>
    </w:p>
    <w:p w:rsidR="00557788" w:rsidRDefault="00557788" w:rsidP="00557788">
      <w:r>
        <w:t>324.5124</w:t>
      </w:r>
      <w:r>
        <w:tab/>
        <w:t>2.025e0</w:t>
      </w:r>
    </w:p>
    <w:p w:rsidR="00557788" w:rsidRDefault="00557788" w:rsidP="00557788">
      <w:r>
        <w:t>324.5208</w:t>
      </w:r>
      <w:r>
        <w:tab/>
        <w:t>2.532e-2</w:t>
      </w:r>
    </w:p>
    <w:p w:rsidR="00557788" w:rsidRDefault="00557788" w:rsidP="00557788">
      <w:r>
        <w:t>324.5565</w:t>
      </w:r>
      <w:r>
        <w:tab/>
        <w:t>3.038e0</w:t>
      </w:r>
    </w:p>
    <w:p w:rsidR="00557788" w:rsidRDefault="00557788" w:rsidP="00557788">
      <w:r>
        <w:t>324.5672</w:t>
      </w:r>
      <w:r>
        <w:tab/>
        <w:t>2.025e0</w:t>
      </w:r>
    </w:p>
    <w:p w:rsidR="00557788" w:rsidRDefault="00557788" w:rsidP="00557788">
      <w:r>
        <w:t>324.5749</w:t>
      </w:r>
      <w:r>
        <w:tab/>
        <w:t>2.532e-2</w:t>
      </w:r>
    </w:p>
    <w:p w:rsidR="00557788" w:rsidRDefault="00557788" w:rsidP="00557788">
      <w:r>
        <w:lastRenderedPageBreak/>
        <w:t>324.5795</w:t>
      </w:r>
      <w:r>
        <w:tab/>
        <w:t>2.025e0</w:t>
      </w:r>
    </w:p>
    <w:p w:rsidR="00557788" w:rsidRDefault="00557788" w:rsidP="00557788">
      <w:r>
        <w:t>324.5880</w:t>
      </w:r>
      <w:r>
        <w:tab/>
        <w:t>6.076e0</w:t>
      </w:r>
    </w:p>
    <w:p w:rsidR="00557788" w:rsidRDefault="00557788" w:rsidP="00557788">
      <w:r>
        <w:t>324.5902</w:t>
      </w:r>
      <w:r>
        <w:tab/>
        <w:t>1.063e0</w:t>
      </w:r>
    </w:p>
    <w:p w:rsidR="00557788" w:rsidRDefault="00557788" w:rsidP="00557788">
      <w:r>
        <w:t>324.5971</w:t>
      </w:r>
      <w:r>
        <w:tab/>
        <w:t>3.038e0</w:t>
      </w:r>
    </w:p>
    <w:p w:rsidR="00557788" w:rsidRDefault="00557788" w:rsidP="00557788">
      <w:r>
        <w:t>324.6015</w:t>
      </w:r>
      <w:r>
        <w:tab/>
        <w:t>2.025e0</w:t>
      </w:r>
    </w:p>
    <w:p w:rsidR="00557788" w:rsidRDefault="00557788" w:rsidP="00557788">
      <w:r>
        <w:t>324.6115</w:t>
      </w:r>
      <w:r>
        <w:tab/>
        <w:t>2.025e0</w:t>
      </w:r>
    </w:p>
    <w:p w:rsidR="00557788" w:rsidRDefault="00557788" w:rsidP="00557788">
      <w:r>
        <w:t>324.6379</w:t>
      </w:r>
      <w:r>
        <w:tab/>
        <w:t>1.266e-2</w:t>
      </w:r>
    </w:p>
    <w:p w:rsidR="00557788" w:rsidRDefault="00557788" w:rsidP="00557788">
      <w:r>
        <w:t>324.6402</w:t>
      </w:r>
      <w:r>
        <w:tab/>
        <w:t>3.798e-2</w:t>
      </w:r>
    </w:p>
    <w:p w:rsidR="00557788" w:rsidRDefault="00557788" w:rsidP="00557788">
      <w:r>
        <w:t>324.6611</w:t>
      </w:r>
      <w:r>
        <w:tab/>
        <w:t>3.038e0</w:t>
      </w:r>
    </w:p>
    <w:p w:rsidR="00557788" w:rsidRDefault="00557788" w:rsidP="00557788">
      <w:r>
        <w:t>324.6642</w:t>
      </w:r>
      <w:r>
        <w:tab/>
        <w:t>2.025e0</w:t>
      </w:r>
    </w:p>
    <w:p w:rsidR="00557788" w:rsidRDefault="00557788" w:rsidP="00557788">
      <w:r>
        <w:t>324.6662</w:t>
      </w:r>
      <w:r>
        <w:tab/>
        <w:t>1.013e0</w:t>
      </w:r>
    </w:p>
    <w:p w:rsidR="00557788" w:rsidRDefault="00557788" w:rsidP="00557788">
      <w:r>
        <w:t>324.6860</w:t>
      </w:r>
      <w:r>
        <w:tab/>
        <w:t>2.025e0</w:t>
      </w:r>
    </w:p>
    <w:p w:rsidR="00557788" w:rsidRDefault="00557788" w:rsidP="00557788">
      <w:r>
        <w:t>324.7073</w:t>
      </w:r>
      <w:r>
        <w:tab/>
        <w:t>3.038e0</w:t>
      </w:r>
    </w:p>
    <w:p w:rsidR="00557788" w:rsidRDefault="00557788" w:rsidP="00557788">
      <w:r>
        <w:t>324.7096</w:t>
      </w:r>
      <w:r>
        <w:tab/>
        <w:t>1.013e0</w:t>
      </w:r>
    </w:p>
    <w:p w:rsidR="00557788" w:rsidRDefault="00557788" w:rsidP="00557788">
      <w:r>
        <w:t>324.7150</w:t>
      </w:r>
      <w:r>
        <w:tab/>
        <w:t>1.025e0</w:t>
      </w:r>
    </w:p>
    <w:p w:rsidR="00557788" w:rsidRDefault="00557788" w:rsidP="00557788">
      <w:r>
        <w:t>324.7231</w:t>
      </w:r>
      <w:r>
        <w:tab/>
        <w:t>3.372e0</w:t>
      </w:r>
    </w:p>
    <w:p w:rsidR="00557788" w:rsidRDefault="00557788" w:rsidP="00557788">
      <w:r>
        <w:t>324.7347</w:t>
      </w:r>
      <w:r>
        <w:tab/>
        <w:t>4.051e0</w:t>
      </w:r>
    </w:p>
    <w:p w:rsidR="00557788" w:rsidRDefault="00557788" w:rsidP="00557788">
      <w:r>
        <w:t>324.7375</w:t>
      </w:r>
      <w:r>
        <w:tab/>
        <w:t>2.025e0</w:t>
      </w:r>
    </w:p>
    <w:p w:rsidR="00557788" w:rsidRDefault="00557788" w:rsidP="00557788">
      <w:r>
        <w:t>324.7634</w:t>
      </w:r>
      <w:r>
        <w:tab/>
        <w:t>2.025e0</w:t>
      </w:r>
    </w:p>
    <w:p w:rsidR="00557788" w:rsidRDefault="00557788" w:rsidP="00557788">
      <w:r>
        <w:lastRenderedPageBreak/>
        <w:t>324.7676</w:t>
      </w:r>
      <w:r>
        <w:tab/>
        <w:t>2.038e0</w:t>
      </w:r>
    </w:p>
    <w:p w:rsidR="00557788" w:rsidRDefault="00557788" w:rsidP="00557788">
      <w:r>
        <w:t>324.7756</w:t>
      </w:r>
      <w:r>
        <w:tab/>
        <w:t>1.013e0</w:t>
      </w:r>
    </w:p>
    <w:p w:rsidR="00557788" w:rsidRDefault="00557788" w:rsidP="00557788">
      <w:r>
        <w:t>324.7845</w:t>
      </w:r>
      <w:r>
        <w:tab/>
        <w:t>4.051e0</w:t>
      </w:r>
    </w:p>
    <w:p w:rsidR="00557788" w:rsidRDefault="00557788" w:rsidP="00557788">
      <w:r>
        <w:t>324.7916</w:t>
      </w:r>
      <w:r>
        <w:tab/>
        <w:t>1.013e0</w:t>
      </w:r>
    </w:p>
    <w:p w:rsidR="00557788" w:rsidRDefault="00557788" w:rsidP="00557788">
      <w:r>
        <w:t>324.7998</w:t>
      </w:r>
      <w:r>
        <w:tab/>
        <w:t>2.025e0</w:t>
      </w:r>
    </w:p>
    <w:p w:rsidR="00557788" w:rsidRDefault="00557788" w:rsidP="00557788">
      <w:r>
        <w:t>324.8030</w:t>
      </w:r>
      <w:r>
        <w:tab/>
        <w:t>3.145e0</w:t>
      </w:r>
    </w:p>
    <w:p w:rsidR="00557788" w:rsidRDefault="00557788" w:rsidP="00557788">
      <w:r>
        <w:t>324.8052</w:t>
      </w:r>
      <w:r>
        <w:tab/>
        <w:t>2.025e0</w:t>
      </w:r>
    </w:p>
    <w:p w:rsidR="00557788" w:rsidRDefault="00557788" w:rsidP="00557788">
      <w:r>
        <w:t>324.8365</w:t>
      </w:r>
      <w:r>
        <w:tab/>
        <w:t>2.025e0</w:t>
      </w:r>
    </w:p>
    <w:p w:rsidR="00557788" w:rsidRDefault="00557788" w:rsidP="00557788">
      <w:r>
        <w:t>324.8385</w:t>
      </w:r>
      <w:r>
        <w:tab/>
        <w:t>1.013e0</w:t>
      </w:r>
    </w:p>
    <w:p w:rsidR="00557788" w:rsidRDefault="00557788" w:rsidP="00557788">
      <w:r>
        <w:t>324.8401</w:t>
      </w:r>
      <w:r>
        <w:tab/>
        <w:t>2.025e0</w:t>
      </w:r>
    </w:p>
    <w:p w:rsidR="00557788" w:rsidRDefault="00557788" w:rsidP="00557788">
      <w:r>
        <w:t>324.8445</w:t>
      </w:r>
      <w:r>
        <w:tab/>
        <w:t>4.051e0</w:t>
      </w:r>
    </w:p>
    <w:p w:rsidR="00557788" w:rsidRDefault="00557788" w:rsidP="00557788">
      <w:r>
        <w:t>324.8506</w:t>
      </w:r>
      <w:r>
        <w:tab/>
        <w:t>2.532e-2</w:t>
      </w:r>
    </w:p>
    <w:p w:rsidR="00557788" w:rsidRDefault="00557788" w:rsidP="00557788">
      <w:r>
        <w:t>324.8620</w:t>
      </w:r>
      <w:r>
        <w:tab/>
        <w:t>1.266e-2</w:t>
      </w:r>
    </w:p>
    <w:p w:rsidR="00557788" w:rsidRDefault="00557788" w:rsidP="00557788">
      <w:r>
        <w:t>324.8768</w:t>
      </w:r>
      <w:r>
        <w:tab/>
        <w:t>2.025e0</w:t>
      </w:r>
    </w:p>
    <w:p w:rsidR="00557788" w:rsidRDefault="00557788" w:rsidP="00557788">
      <w:r>
        <w:t>324.8782</w:t>
      </w:r>
      <w:r>
        <w:tab/>
        <w:t>3.010e0</w:t>
      </w:r>
    </w:p>
    <w:p w:rsidR="00557788" w:rsidRDefault="00557788" w:rsidP="00557788">
      <w:r>
        <w:t>324.8879</w:t>
      </w:r>
      <w:r>
        <w:tab/>
        <w:t>6.076e0</w:t>
      </w:r>
    </w:p>
    <w:p w:rsidR="00557788" w:rsidRDefault="00557788" w:rsidP="00557788">
      <w:r>
        <w:t>324.9173</w:t>
      </w:r>
      <w:r>
        <w:tab/>
        <w:t>1.025e0</w:t>
      </w:r>
    </w:p>
    <w:p w:rsidR="00557788" w:rsidRDefault="00557788" w:rsidP="00557788">
      <w:r>
        <w:t>324.9192</w:t>
      </w:r>
      <w:r>
        <w:tab/>
        <w:t>5.089e0</w:t>
      </w:r>
    </w:p>
    <w:p w:rsidR="00557788" w:rsidRDefault="00557788" w:rsidP="00557788">
      <w:r>
        <w:t>324.9206</w:t>
      </w:r>
      <w:r>
        <w:tab/>
        <w:t>2.025e0</w:t>
      </w:r>
    </w:p>
    <w:p w:rsidR="00557788" w:rsidRDefault="00557788" w:rsidP="00557788">
      <w:r>
        <w:lastRenderedPageBreak/>
        <w:t>324.9225</w:t>
      </w:r>
      <w:r>
        <w:tab/>
        <w:t>2.025e0</w:t>
      </w:r>
    </w:p>
    <w:p w:rsidR="00557788" w:rsidRDefault="00557788" w:rsidP="00557788">
      <w:r>
        <w:t>324.9284</w:t>
      </w:r>
      <w:r>
        <w:tab/>
        <w:t>2.900e0</w:t>
      </w:r>
    </w:p>
    <w:p w:rsidR="00557788" w:rsidRDefault="00557788" w:rsidP="00557788">
      <w:r>
        <w:t>324.9470</w:t>
      </w:r>
      <w:r>
        <w:tab/>
        <w:t>4.076e0</w:t>
      </w:r>
    </w:p>
    <w:p w:rsidR="00557788" w:rsidRDefault="00557788" w:rsidP="00557788">
      <w:r>
        <w:t>324.9532</w:t>
      </w:r>
      <w:r>
        <w:tab/>
        <w:t>2.681e0</w:t>
      </w:r>
    </w:p>
    <w:p w:rsidR="00557788" w:rsidRDefault="00557788" w:rsidP="00557788">
      <w:r>
        <w:t>324.9652</w:t>
      </w:r>
      <w:r>
        <w:tab/>
        <w:t>2.652e0</w:t>
      </w:r>
    </w:p>
    <w:p w:rsidR="00557788" w:rsidRDefault="00557788" w:rsidP="00557788">
      <w:r>
        <w:t>324.9781</w:t>
      </w:r>
      <w:r>
        <w:tab/>
        <w:t>1.013e0</w:t>
      </w:r>
    </w:p>
    <w:p w:rsidR="00557788" w:rsidRDefault="00557788" w:rsidP="00557788">
      <w:r>
        <w:t>324.9882</w:t>
      </w:r>
      <w:r>
        <w:tab/>
        <w:t>3.765e0</w:t>
      </w:r>
    </w:p>
    <w:p w:rsidR="00557788" w:rsidRDefault="00557788" w:rsidP="00557788">
      <w:r>
        <w:t>325.0064</w:t>
      </w:r>
      <w:r>
        <w:tab/>
        <w:t>1.013e0</w:t>
      </w:r>
    </w:p>
    <w:p w:rsidR="00557788" w:rsidRDefault="00557788" w:rsidP="00557788">
      <w:r>
        <w:t>325.0236</w:t>
      </w:r>
      <w:r>
        <w:tab/>
        <w:t>3.481e0</w:t>
      </w:r>
    </w:p>
    <w:p w:rsidR="00557788" w:rsidRDefault="00557788" w:rsidP="00557788">
      <w:r>
        <w:t>325.0299</w:t>
      </w:r>
      <w:r>
        <w:tab/>
        <w:t>1.354e0</w:t>
      </w:r>
    </w:p>
    <w:p w:rsidR="00557788" w:rsidRDefault="00557788" w:rsidP="00557788">
      <w:r>
        <w:t>325.0366</w:t>
      </w:r>
      <w:r>
        <w:tab/>
        <w:t>1.601e0</w:t>
      </w:r>
    </w:p>
    <w:p w:rsidR="00557788" w:rsidRDefault="00557788" w:rsidP="00557788">
      <w:r>
        <w:t>325.0488</w:t>
      </w:r>
      <w:r>
        <w:tab/>
        <w:t>1.270e0</w:t>
      </w:r>
    </w:p>
    <w:p w:rsidR="00557788" w:rsidRDefault="00557788" w:rsidP="00557788">
      <w:r>
        <w:t>325.0500</w:t>
      </w:r>
      <w:r>
        <w:tab/>
        <w:t>6.134e0</w:t>
      </w:r>
    </w:p>
    <w:p w:rsidR="00557788" w:rsidRDefault="00557788" w:rsidP="00557788">
      <w:r>
        <w:t>325.0722</w:t>
      </w:r>
      <w:r>
        <w:tab/>
        <w:t>3.038e0</w:t>
      </w:r>
    </w:p>
    <w:p w:rsidR="00557788" w:rsidRDefault="00557788" w:rsidP="00557788">
      <w:r>
        <w:t>325.0862</w:t>
      </w:r>
      <w:r>
        <w:tab/>
        <w:t>3.407e0</w:t>
      </w:r>
    </w:p>
    <w:p w:rsidR="00557788" w:rsidRDefault="00557788" w:rsidP="00557788">
      <w:r>
        <w:t>325.0959</w:t>
      </w:r>
      <w:r>
        <w:tab/>
        <w:t>3.856e0</w:t>
      </w:r>
    </w:p>
    <w:p w:rsidR="00557788" w:rsidRDefault="00557788" w:rsidP="00557788">
      <w:r>
        <w:t>325.0977</w:t>
      </w:r>
      <w:r>
        <w:tab/>
        <w:t>4.527e0</w:t>
      </w:r>
    </w:p>
    <w:p w:rsidR="00557788" w:rsidRDefault="00557788" w:rsidP="00557788">
      <w:r>
        <w:t>325.1117</w:t>
      </w:r>
      <w:r>
        <w:tab/>
        <w:t>3.773e0</w:t>
      </w:r>
    </w:p>
    <w:p w:rsidR="00557788" w:rsidRDefault="00557788" w:rsidP="00557788">
      <w:r>
        <w:t>325.1206</w:t>
      </w:r>
      <w:r>
        <w:tab/>
        <w:t>3.667e0</w:t>
      </w:r>
    </w:p>
    <w:p w:rsidR="00557788" w:rsidRDefault="00557788" w:rsidP="00557788">
      <w:r>
        <w:lastRenderedPageBreak/>
        <w:t>325.1667</w:t>
      </w:r>
      <w:r>
        <w:tab/>
        <w:t>1.046e0</w:t>
      </w:r>
    </w:p>
    <w:p w:rsidR="00557788" w:rsidRDefault="00557788" w:rsidP="00557788">
      <w:r>
        <w:t>325.1833</w:t>
      </w:r>
      <w:r>
        <w:tab/>
        <w:t>1.817e0</w:t>
      </w:r>
    </w:p>
    <w:p w:rsidR="00557788" w:rsidRDefault="00557788" w:rsidP="00557788">
      <w:r>
        <w:t>325.1900</w:t>
      </w:r>
      <w:r>
        <w:tab/>
        <w:t>3.815e0</w:t>
      </w:r>
    </w:p>
    <w:p w:rsidR="00557788" w:rsidRDefault="00557788" w:rsidP="00557788">
      <w:r>
        <w:t>325.1917</w:t>
      </w:r>
      <w:r>
        <w:tab/>
        <w:t>5.989e0</w:t>
      </w:r>
    </w:p>
    <w:p w:rsidR="00557788" w:rsidRDefault="00557788" w:rsidP="00557788">
      <w:r>
        <w:t>325.1956</w:t>
      </w:r>
      <w:r>
        <w:tab/>
        <w:t>2.285e0</w:t>
      </w:r>
    </w:p>
    <w:p w:rsidR="00557788" w:rsidRDefault="00557788" w:rsidP="00557788">
      <w:r>
        <w:t>325.2070</w:t>
      </w:r>
      <w:r>
        <w:tab/>
        <w:t>1.013e0</w:t>
      </w:r>
    </w:p>
    <w:p w:rsidR="00557788" w:rsidRDefault="00557788" w:rsidP="00557788">
      <w:r>
        <w:t>325.2427</w:t>
      </w:r>
      <w:r>
        <w:tab/>
        <w:t>1.897e0</w:t>
      </w:r>
    </w:p>
    <w:p w:rsidR="00557788" w:rsidRDefault="00557788" w:rsidP="00557788">
      <w:r>
        <w:t>325.2519</w:t>
      </w:r>
      <w:r>
        <w:tab/>
        <w:t>9.118e0</w:t>
      </w:r>
    </w:p>
    <w:p w:rsidR="00557788" w:rsidRDefault="00557788" w:rsidP="00557788">
      <w:r>
        <w:t>325.2621</w:t>
      </w:r>
      <w:r>
        <w:tab/>
        <w:t>5.193e0</w:t>
      </w:r>
    </w:p>
    <w:p w:rsidR="00557788" w:rsidRDefault="00557788" w:rsidP="00557788">
      <w:r>
        <w:t>325.2767</w:t>
      </w:r>
      <w:r>
        <w:tab/>
        <w:t>3.762e0</w:t>
      </w:r>
    </w:p>
    <w:p w:rsidR="00557788" w:rsidRDefault="00557788" w:rsidP="00557788">
      <w:r>
        <w:t>325.2845</w:t>
      </w:r>
      <w:r>
        <w:tab/>
        <w:t>5.314e0</w:t>
      </w:r>
    </w:p>
    <w:p w:rsidR="00557788" w:rsidRDefault="00557788" w:rsidP="00557788">
      <w:r>
        <w:t>325.3046</w:t>
      </w:r>
      <w:r>
        <w:tab/>
        <w:t>1.266e1</w:t>
      </w:r>
    </w:p>
    <w:p w:rsidR="00557788" w:rsidRDefault="00557788" w:rsidP="00557788">
      <w:r>
        <w:t>325.3124</w:t>
      </w:r>
      <w:r>
        <w:tab/>
        <w:t>2.723e1</w:t>
      </w:r>
    </w:p>
    <w:p w:rsidR="00557788" w:rsidRDefault="00557788" w:rsidP="00557788">
      <w:r>
        <w:t>325.3353</w:t>
      </w:r>
      <w:r>
        <w:tab/>
        <w:t>4.326e0</w:t>
      </w:r>
    </w:p>
    <w:p w:rsidR="00557788" w:rsidRDefault="00557788" w:rsidP="00557788">
      <w:r>
        <w:t>325.3365</w:t>
      </w:r>
      <w:r>
        <w:tab/>
        <w:t>9.050e0</w:t>
      </w:r>
    </w:p>
    <w:p w:rsidR="00557788" w:rsidRDefault="00557788" w:rsidP="00557788">
      <w:r>
        <w:t>325.3482</w:t>
      </w:r>
      <w:r>
        <w:tab/>
        <w:t>4.936e0</w:t>
      </w:r>
    </w:p>
    <w:p w:rsidR="00557788" w:rsidRDefault="00557788" w:rsidP="00557788">
      <w:r>
        <w:t>325.3627</w:t>
      </w:r>
      <w:r>
        <w:tab/>
        <w:t>4.051e0</w:t>
      </w:r>
    </w:p>
    <w:p w:rsidR="00557788" w:rsidRDefault="00557788" w:rsidP="00557788">
      <w:r>
        <w:t>325.3793</w:t>
      </w:r>
      <w:r>
        <w:tab/>
        <w:t>4.089e0</w:t>
      </w:r>
    </w:p>
    <w:p w:rsidR="00557788" w:rsidRDefault="00557788" w:rsidP="00557788">
      <w:r>
        <w:t>325.3899</w:t>
      </w:r>
      <w:r>
        <w:tab/>
        <w:t>1.013e0</w:t>
      </w:r>
    </w:p>
    <w:p w:rsidR="00557788" w:rsidRDefault="00557788" w:rsidP="00557788">
      <w:r>
        <w:lastRenderedPageBreak/>
        <w:t>325.3928</w:t>
      </w:r>
      <w:r>
        <w:tab/>
        <w:t>3.528e0</w:t>
      </w:r>
    </w:p>
    <w:p w:rsidR="00557788" w:rsidRDefault="00557788" w:rsidP="00557788">
      <w:r>
        <w:t>325.3963</w:t>
      </w:r>
      <w:r>
        <w:tab/>
        <w:t>4.051e0</w:t>
      </w:r>
    </w:p>
    <w:p w:rsidR="00557788" w:rsidRDefault="00557788" w:rsidP="00557788">
      <w:r>
        <w:t>325.4105</w:t>
      </w:r>
      <w:r>
        <w:tab/>
        <w:t>4.051e0</w:t>
      </w:r>
    </w:p>
    <w:p w:rsidR="00557788" w:rsidRDefault="00557788" w:rsidP="00557788">
      <w:r>
        <w:t>325.4237</w:t>
      </w:r>
      <w:r>
        <w:tab/>
        <w:t>1.013e0</w:t>
      </w:r>
    </w:p>
    <w:p w:rsidR="00557788" w:rsidRDefault="00557788" w:rsidP="00557788">
      <w:r>
        <w:t>325.4333</w:t>
      </w:r>
      <w:r>
        <w:tab/>
        <w:t>3.038e0</w:t>
      </w:r>
    </w:p>
    <w:p w:rsidR="00557788" w:rsidRDefault="00557788" w:rsidP="00557788">
      <w:r>
        <w:t>325.4460</w:t>
      </w:r>
      <w:r>
        <w:tab/>
        <w:t>4.051e0</w:t>
      </w:r>
    </w:p>
    <w:p w:rsidR="00557788" w:rsidRDefault="00557788" w:rsidP="00557788">
      <w:r>
        <w:t>325.4559</w:t>
      </w:r>
      <w:r>
        <w:tab/>
        <w:t>3.038e0</w:t>
      </w:r>
    </w:p>
    <w:p w:rsidR="00557788" w:rsidRDefault="00557788" w:rsidP="00557788">
      <w:r>
        <w:t>325.4637</w:t>
      </w:r>
      <w:r>
        <w:tab/>
        <w:t>2.025e0</w:t>
      </w:r>
    </w:p>
    <w:p w:rsidR="00557788" w:rsidRDefault="00557788" w:rsidP="00557788">
      <w:r>
        <w:t>325.4843</w:t>
      </w:r>
      <w:r>
        <w:tab/>
        <w:t>1.266e-2</w:t>
      </w:r>
    </w:p>
    <w:p w:rsidR="00557788" w:rsidRDefault="00557788" w:rsidP="00557788">
      <w:r>
        <w:t>325.4963</w:t>
      </w:r>
      <w:r>
        <w:tab/>
        <w:t>1.038e0</w:t>
      </w:r>
    </w:p>
    <w:p w:rsidR="00557788" w:rsidRDefault="00557788" w:rsidP="00557788">
      <w:r>
        <w:t>325.5007</w:t>
      </w:r>
      <w:r>
        <w:tab/>
        <w:t>2.025e0</w:t>
      </w:r>
    </w:p>
    <w:p w:rsidR="00557788" w:rsidRDefault="00557788" w:rsidP="00557788">
      <w:r>
        <w:t>325.5028</w:t>
      </w:r>
      <w:r>
        <w:tab/>
        <w:t>2.246e0</w:t>
      </w:r>
    </w:p>
    <w:p w:rsidR="00557788" w:rsidRDefault="00557788" w:rsidP="00557788">
      <w:r>
        <w:t>325.5250</w:t>
      </w:r>
      <w:r>
        <w:tab/>
        <w:t>2.025e0</w:t>
      </w:r>
    </w:p>
    <w:p w:rsidR="00557788" w:rsidRDefault="00557788" w:rsidP="00557788">
      <w:r>
        <w:t>325.5369</w:t>
      </w:r>
      <w:r>
        <w:tab/>
        <w:t>2.025e0</w:t>
      </w:r>
    </w:p>
    <w:p w:rsidR="00557788" w:rsidRDefault="00557788" w:rsidP="00557788">
      <w:r>
        <w:t>325.5773</w:t>
      </w:r>
      <w:r>
        <w:tab/>
        <w:t>5.076e0</w:t>
      </w:r>
    </w:p>
    <w:p w:rsidR="00557788" w:rsidRDefault="00557788" w:rsidP="00557788">
      <w:r>
        <w:t>325.5845</w:t>
      </w:r>
      <w:r>
        <w:tab/>
        <w:t>6.076e0</w:t>
      </w:r>
    </w:p>
    <w:p w:rsidR="00557788" w:rsidRDefault="00557788" w:rsidP="00557788">
      <w:r>
        <w:t>325.6013</w:t>
      </w:r>
      <w:r>
        <w:tab/>
        <w:t>3.038e0</w:t>
      </w:r>
    </w:p>
    <w:p w:rsidR="00557788" w:rsidRDefault="00557788" w:rsidP="00557788">
      <w:r>
        <w:t>325.6060</w:t>
      </w:r>
      <w:r>
        <w:tab/>
        <w:t>1.266e-2</w:t>
      </w:r>
    </w:p>
    <w:p w:rsidR="00557788" w:rsidRDefault="00557788" w:rsidP="00557788">
      <w:r>
        <w:t>325.6305</w:t>
      </w:r>
      <w:r>
        <w:tab/>
        <w:t>1.013e0</w:t>
      </w:r>
    </w:p>
    <w:p w:rsidR="00557788" w:rsidRDefault="00557788" w:rsidP="00557788">
      <w:r>
        <w:lastRenderedPageBreak/>
        <w:t>325.6364</w:t>
      </w:r>
      <w:r>
        <w:tab/>
        <w:t>2.025e0</w:t>
      </w:r>
    </w:p>
    <w:p w:rsidR="00557788" w:rsidRDefault="00557788" w:rsidP="00557788">
      <w:r>
        <w:t>325.6541</w:t>
      </w:r>
      <w:r>
        <w:tab/>
        <w:t>1.013e0</w:t>
      </w:r>
    </w:p>
    <w:p w:rsidR="00557788" w:rsidRDefault="00557788" w:rsidP="00557788">
      <w:r>
        <w:t>325.6831</w:t>
      </w:r>
      <w:r>
        <w:tab/>
        <w:t>1.013e0</w:t>
      </w:r>
    </w:p>
    <w:p w:rsidR="00557788" w:rsidRDefault="00557788" w:rsidP="00557788">
      <w:r>
        <w:t>325.6848</w:t>
      </w:r>
      <w:r>
        <w:tab/>
        <w:t>3.038e0</w:t>
      </w:r>
    </w:p>
    <w:p w:rsidR="00557788" w:rsidRDefault="00557788" w:rsidP="00557788">
      <w:r>
        <w:t>325.6871</w:t>
      </w:r>
      <w:r>
        <w:tab/>
        <w:t>2.025e0</w:t>
      </w:r>
    </w:p>
    <w:p w:rsidR="00557788" w:rsidRDefault="00557788" w:rsidP="00557788">
      <w:r>
        <w:t>325.6935</w:t>
      </w:r>
      <w:r>
        <w:tab/>
        <w:t>4.051e0</w:t>
      </w:r>
    </w:p>
    <w:p w:rsidR="00557788" w:rsidRDefault="00557788" w:rsidP="00557788">
      <w:r>
        <w:t>325.6976</w:t>
      </w:r>
      <w:r>
        <w:tab/>
        <w:t>2.025e0</w:t>
      </w:r>
    </w:p>
    <w:p w:rsidR="00557788" w:rsidRDefault="00557788" w:rsidP="00557788">
      <w:r>
        <w:t>325.7193</w:t>
      </w:r>
      <w:r>
        <w:tab/>
        <w:t>1.013e0</w:t>
      </w:r>
    </w:p>
    <w:p w:rsidR="00557788" w:rsidRDefault="00557788" w:rsidP="00557788">
      <w:r>
        <w:t>325.7246</w:t>
      </w:r>
      <w:r>
        <w:tab/>
        <w:t>1.013e0</w:t>
      </w:r>
    </w:p>
    <w:p w:rsidR="00557788" w:rsidRDefault="00557788" w:rsidP="00557788">
      <w:r>
        <w:t>325.7357</w:t>
      </w:r>
      <w:r>
        <w:tab/>
        <w:t>1.038e0</w:t>
      </w:r>
    </w:p>
    <w:p w:rsidR="00557788" w:rsidRDefault="00557788" w:rsidP="00557788">
      <w:r>
        <w:t>325.7694</w:t>
      </w:r>
      <w:r>
        <w:tab/>
        <w:t>2.532e-2</w:t>
      </w:r>
    </w:p>
    <w:p w:rsidR="00557788" w:rsidRDefault="00557788" w:rsidP="00557788">
      <w:r>
        <w:t>325.7732</w:t>
      </w:r>
      <w:r>
        <w:tab/>
        <w:t>3.798e-2</w:t>
      </w:r>
    </w:p>
    <w:p w:rsidR="00557788" w:rsidRDefault="00557788" w:rsidP="00557788">
      <w:r>
        <w:t>325.7884</w:t>
      </w:r>
      <w:r>
        <w:tab/>
        <w:t>1.025e0</w:t>
      </w:r>
    </w:p>
    <w:p w:rsidR="00557788" w:rsidRDefault="00557788" w:rsidP="00557788">
      <w:r>
        <w:t>325.7924</w:t>
      </w:r>
      <w:r>
        <w:tab/>
        <w:t>2.025e0</w:t>
      </w:r>
    </w:p>
    <w:p w:rsidR="00557788" w:rsidRDefault="00557788" w:rsidP="00557788">
      <w:r>
        <w:t>325.8069</w:t>
      </w:r>
      <w:r>
        <w:tab/>
        <w:t>1.266e-2</w:t>
      </w:r>
    </w:p>
    <w:p w:rsidR="00557788" w:rsidRDefault="00557788" w:rsidP="00557788">
      <w:r>
        <w:t>325.8246</w:t>
      </w:r>
      <w:r>
        <w:tab/>
        <w:t>4.051e0</w:t>
      </w:r>
    </w:p>
    <w:p w:rsidR="00557788" w:rsidRDefault="00557788" w:rsidP="00557788">
      <w:r>
        <w:t>325.8257</w:t>
      </w:r>
      <w:r>
        <w:tab/>
        <w:t>1.542e0</w:t>
      </w:r>
    </w:p>
    <w:p w:rsidR="00557788" w:rsidRDefault="00557788" w:rsidP="00557788">
      <w:r>
        <w:t>325.8318</w:t>
      </w:r>
      <w:r>
        <w:tab/>
        <w:t>3.038e0</w:t>
      </w:r>
    </w:p>
    <w:p w:rsidR="00557788" w:rsidRDefault="00557788" w:rsidP="00557788">
      <w:r>
        <w:t>325.8482</w:t>
      </w:r>
      <w:r>
        <w:tab/>
        <w:t>2.025e0</w:t>
      </w:r>
    </w:p>
    <w:p w:rsidR="00557788" w:rsidRDefault="00557788" w:rsidP="00557788">
      <w:r>
        <w:lastRenderedPageBreak/>
        <w:t>325.8539</w:t>
      </w:r>
      <w:r>
        <w:tab/>
        <w:t>1.266e-2</w:t>
      </w:r>
    </w:p>
    <w:p w:rsidR="00557788" w:rsidRDefault="00557788" w:rsidP="00557788">
      <w:r>
        <w:t>325.8716</w:t>
      </w:r>
      <w:r>
        <w:tab/>
        <w:t>2.025e0</w:t>
      </w:r>
    </w:p>
    <w:p w:rsidR="00557788" w:rsidRDefault="00557788" w:rsidP="00557788">
      <w:r>
        <w:t>325.8735</w:t>
      </w:r>
      <w:r>
        <w:tab/>
        <w:t>1.266e-2</w:t>
      </w:r>
    </w:p>
    <w:p w:rsidR="00557788" w:rsidRDefault="00557788" w:rsidP="00557788">
      <w:r>
        <w:t>325.8767</w:t>
      </w:r>
      <w:r>
        <w:tab/>
        <w:t>3.038e0</w:t>
      </w:r>
    </w:p>
    <w:p w:rsidR="00557788" w:rsidRDefault="00557788" w:rsidP="00557788">
      <w:r>
        <w:t>325.8839</w:t>
      </w:r>
      <w:r>
        <w:tab/>
        <w:t>6.607e0</w:t>
      </w:r>
    </w:p>
    <w:p w:rsidR="00557788" w:rsidRDefault="00557788" w:rsidP="00557788">
      <w:r>
        <w:t>325.8979</w:t>
      </w:r>
      <w:r>
        <w:tab/>
        <w:t>2.973e0</w:t>
      </w:r>
    </w:p>
    <w:p w:rsidR="00557788" w:rsidRDefault="00557788" w:rsidP="00557788">
      <w:r>
        <w:t>325.9161</w:t>
      </w:r>
      <w:r>
        <w:tab/>
        <w:t>5.781e0</w:t>
      </w:r>
    </w:p>
    <w:p w:rsidR="00557788" w:rsidRDefault="00557788" w:rsidP="00557788">
      <w:r>
        <w:t>325.9176</w:t>
      </w:r>
      <w:r>
        <w:tab/>
        <w:t>3.038e0</w:t>
      </w:r>
    </w:p>
    <w:p w:rsidR="00557788" w:rsidRDefault="00557788" w:rsidP="00557788">
      <w:r>
        <w:t>325.9415</w:t>
      </w:r>
      <w:r>
        <w:tab/>
        <w:t>2.708e0</w:t>
      </w:r>
    </w:p>
    <w:p w:rsidR="00557788" w:rsidRDefault="00557788" w:rsidP="00557788">
      <w:r>
        <w:t>325.9467</w:t>
      </w:r>
      <w:r>
        <w:tab/>
        <w:t>1.679e0</w:t>
      </w:r>
    </w:p>
    <w:p w:rsidR="00557788" w:rsidRDefault="00557788" w:rsidP="00557788">
      <w:r>
        <w:t>325.9557</w:t>
      </w:r>
      <w:r>
        <w:tab/>
        <w:t>2.025e0</w:t>
      </w:r>
    </w:p>
    <w:p w:rsidR="00557788" w:rsidRDefault="00557788" w:rsidP="00557788">
      <w:r>
        <w:t>325.9655</w:t>
      </w:r>
      <w:r>
        <w:tab/>
        <w:t>1.025e0</w:t>
      </w:r>
    </w:p>
    <w:p w:rsidR="00557788" w:rsidRDefault="00557788" w:rsidP="00557788">
      <w:r>
        <w:t>325.9686</w:t>
      </w:r>
      <w:r>
        <w:tab/>
        <w:t>2.825e0</w:t>
      </w:r>
    </w:p>
    <w:p w:rsidR="00557788" w:rsidRDefault="00557788" w:rsidP="00557788">
      <w:r>
        <w:t>325.9788</w:t>
      </w:r>
      <w:r>
        <w:tab/>
        <w:t>1.013e0</w:t>
      </w:r>
    </w:p>
    <w:p w:rsidR="00557788" w:rsidRDefault="00557788" w:rsidP="00557788">
      <w:r>
        <w:t>325.9808</w:t>
      </w:r>
      <w:r>
        <w:tab/>
        <w:t>7.496e-1</w:t>
      </w:r>
    </w:p>
    <w:p w:rsidR="00557788" w:rsidRDefault="00557788" w:rsidP="00557788">
      <w:r>
        <w:t>326.0081</w:t>
      </w:r>
      <w:r>
        <w:tab/>
        <w:t>2.038e0</w:t>
      </w:r>
    </w:p>
    <w:p w:rsidR="00557788" w:rsidRDefault="00557788" w:rsidP="00557788">
      <w:r>
        <w:t>326.0225</w:t>
      </w:r>
      <w:r>
        <w:tab/>
        <w:t>4.192e0</w:t>
      </w:r>
    </w:p>
    <w:p w:rsidR="00557788" w:rsidRDefault="00557788" w:rsidP="00557788">
      <w:r>
        <w:t>326.0248</w:t>
      </w:r>
      <w:r>
        <w:tab/>
        <w:t>2.567e0</w:t>
      </w:r>
    </w:p>
    <w:p w:rsidR="00557788" w:rsidRDefault="00557788" w:rsidP="00557788">
      <w:r>
        <w:t>326.0292</w:t>
      </w:r>
      <w:r>
        <w:tab/>
        <w:t>6.145e0</w:t>
      </w:r>
    </w:p>
    <w:p w:rsidR="00557788" w:rsidRDefault="00557788" w:rsidP="00557788">
      <w:r>
        <w:lastRenderedPageBreak/>
        <w:t>326.0334</w:t>
      </w:r>
      <w:r>
        <w:tab/>
        <w:t>4.051e0</w:t>
      </w:r>
    </w:p>
    <w:p w:rsidR="00557788" w:rsidRDefault="00557788" w:rsidP="00557788">
      <w:r>
        <w:t>326.0896</w:t>
      </w:r>
      <w:r>
        <w:tab/>
        <w:t>3.320e0</w:t>
      </w:r>
    </w:p>
    <w:p w:rsidR="00557788" w:rsidRDefault="00557788" w:rsidP="00557788">
      <w:r>
        <w:t>326.0908</w:t>
      </w:r>
      <w:r>
        <w:tab/>
        <w:t>3.815e0</w:t>
      </w:r>
    </w:p>
    <w:p w:rsidR="00557788" w:rsidRDefault="00557788" w:rsidP="00557788">
      <w:r>
        <w:t>326.1232</w:t>
      </w:r>
      <w:r>
        <w:tab/>
        <w:t>6.141e0</w:t>
      </w:r>
    </w:p>
    <w:p w:rsidR="00557788" w:rsidRDefault="00557788" w:rsidP="00557788">
      <w:r>
        <w:t>326.1377</w:t>
      </w:r>
      <w:r>
        <w:tab/>
        <w:t>8.050e0</w:t>
      </w:r>
    </w:p>
    <w:p w:rsidR="00557788" w:rsidRDefault="00557788" w:rsidP="00557788">
      <w:r>
        <w:t>326.1479</w:t>
      </w:r>
      <w:r>
        <w:tab/>
        <w:t>1.634e0</w:t>
      </w:r>
    </w:p>
    <w:p w:rsidR="00557788" w:rsidRDefault="00557788" w:rsidP="00557788">
      <w:r>
        <w:t>326.1511</w:t>
      </w:r>
      <w:r>
        <w:tab/>
        <w:t>2.432e0</w:t>
      </w:r>
    </w:p>
    <w:p w:rsidR="00557788" w:rsidRDefault="00557788" w:rsidP="00557788">
      <w:r>
        <w:t>326.1925</w:t>
      </w:r>
      <w:r>
        <w:tab/>
        <w:t>4.200e0</w:t>
      </w:r>
    </w:p>
    <w:p w:rsidR="00557788" w:rsidRDefault="00557788" w:rsidP="00557788">
      <w:r>
        <w:t>326.1990</w:t>
      </w:r>
      <w:r>
        <w:tab/>
        <w:t>5.898e0</w:t>
      </w:r>
    </w:p>
    <w:p w:rsidR="00557788" w:rsidRDefault="00557788" w:rsidP="00557788">
      <w:r>
        <w:t>326.2064</w:t>
      </w:r>
      <w:r>
        <w:tab/>
        <w:t>4.537e0</w:t>
      </w:r>
    </w:p>
    <w:p w:rsidR="00557788" w:rsidRDefault="00557788" w:rsidP="00557788">
      <w:r>
        <w:t>326.2077</w:t>
      </w:r>
      <w:r>
        <w:tab/>
        <w:t>1.115e0</w:t>
      </w:r>
    </w:p>
    <w:p w:rsidR="00557788" w:rsidRDefault="00557788" w:rsidP="00557788">
      <w:r>
        <w:t>326.2534</w:t>
      </w:r>
      <w:r>
        <w:tab/>
        <w:t>7.635e0</w:t>
      </w:r>
    </w:p>
    <w:p w:rsidR="00557788" w:rsidRDefault="00557788" w:rsidP="00557788">
      <w:r>
        <w:t>326.2575</w:t>
      </w:r>
      <w:r>
        <w:tab/>
        <w:t>3.968e0</w:t>
      </w:r>
    </w:p>
    <w:p w:rsidR="00557788" w:rsidRDefault="00557788" w:rsidP="00557788">
      <w:r>
        <w:t>326.2606</w:t>
      </w:r>
      <w:r>
        <w:tab/>
        <w:t>3.860e0</w:t>
      </w:r>
    </w:p>
    <w:p w:rsidR="00557788" w:rsidRDefault="00557788" w:rsidP="00557788">
      <w:r>
        <w:t>326.2773</w:t>
      </w:r>
      <w:r>
        <w:tab/>
        <w:t>2.532e0</w:t>
      </w:r>
    </w:p>
    <w:p w:rsidR="00557788" w:rsidRDefault="00557788" w:rsidP="00557788">
      <w:r>
        <w:t>326.2889</w:t>
      </w:r>
      <w:r>
        <w:tab/>
        <w:t>3.134e0</w:t>
      </w:r>
    </w:p>
    <w:p w:rsidR="00557788" w:rsidRDefault="00557788" w:rsidP="00557788">
      <w:r>
        <w:t>326.3069</w:t>
      </w:r>
      <w:r>
        <w:tab/>
        <w:t>4.015e0</w:t>
      </w:r>
    </w:p>
    <w:p w:rsidR="00557788" w:rsidRDefault="00557788" w:rsidP="00557788">
      <w:r>
        <w:t>326.3200</w:t>
      </w:r>
      <w:r>
        <w:tab/>
        <w:t>4.772e0</w:t>
      </w:r>
    </w:p>
    <w:p w:rsidR="00557788" w:rsidRDefault="00557788" w:rsidP="00557788">
      <w:r>
        <w:t>326.3820</w:t>
      </w:r>
      <w:r>
        <w:tab/>
        <w:t>2.502e2</w:t>
      </w:r>
    </w:p>
    <w:p w:rsidR="00557788" w:rsidRDefault="00557788" w:rsidP="00557788">
      <w:r>
        <w:lastRenderedPageBreak/>
        <w:t>326.4639</w:t>
      </w:r>
      <w:r>
        <w:tab/>
        <w:t>2.532e-2</w:t>
      </w:r>
    </w:p>
    <w:p w:rsidR="00557788" w:rsidRDefault="00557788" w:rsidP="00557788">
      <w:r>
        <w:t>326.4691</w:t>
      </w:r>
      <w:r>
        <w:tab/>
        <w:t>3.038e0</w:t>
      </w:r>
    </w:p>
    <w:p w:rsidR="00557788" w:rsidRDefault="00557788" w:rsidP="00557788">
      <w:r>
        <w:t>326.4892</w:t>
      </w:r>
      <w:r>
        <w:tab/>
        <w:t>1.013e0</w:t>
      </w:r>
    </w:p>
    <w:p w:rsidR="00557788" w:rsidRDefault="00557788" w:rsidP="00557788">
      <w:r>
        <w:t>326.4957</w:t>
      </w:r>
      <w:r>
        <w:tab/>
        <w:t>3.038e0</w:t>
      </w:r>
    </w:p>
    <w:p w:rsidR="00557788" w:rsidRDefault="00557788" w:rsidP="00557788">
      <w:r>
        <w:t>326.5048</w:t>
      </w:r>
      <w:r>
        <w:tab/>
        <w:t>2.025e0</w:t>
      </w:r>
    </w:p>
    <w:p w:rsidR="00557788" w:rsidRDefault="00557788" w:rsidP="00557788">
      <w:r>
        <w:t>326.5069</w:t>
      </w:r>
      <w:r>
        <w:tab/>
        <w:t>2.051e0</w:t>
      </w:r>
    </w:p>
    <w:p w:rsidR="00557788" w:rsidRDefault="00557788" w:rsidP="00557788">
      <w:r>
        <w:t>326.5150</w:t>
      </w:r>
      <w:r>
        <w:tab/>
        <w:t>2.703e0</w:t>
      </w:r>
    </w:p>
    <w:p w:rsidR="00557788" w:rsidRDefault="00557788" w:rsidP="00557788">
      <w:r>
        <w:t>326.5226</w:t>
      </w:r>
      <w:r>
        <w:tab/>
        <w:t>4.302e0</w:t>
      </w:r>
    </w:p>
    <w:p w:rsidR="00557788" w:rsidRDefault="00557788" w:rsidP="00557788">
      <w:r>
        <w:t>326.5260</w:t>
      </w:r>
      <w:r>
        <w:tab/>
        <w:t>3.038e0</w:t>
      </w:r>
    </w:p>
    <w:p w:rsidR="00557788" w:rsidRDefault="00557788" w:rsidP="00557788">
      <w:r>
        <w:t>326.5396</w:t>
      </w:r>
      <w:r>
        <w:tab/>
        <w:t>3.798e-2</w:t>
      </w:r>
    </w:p>
    <w:p w:rsidR="00557788" w:rsidRDefault="00557788" w:rsidP="00557788">
      <w:r>
        <w:t>326.5521</w:t>
      </w:r>
      <w:r>
        <w:tab/>
        <w:t>3.398e0</w:t>
      </w:r>
    </w:p>
    <w:p w:rsidR="00557788" w:rsidRDefault="00557788" w:rsidP="00557788">
      <w:r>
        <w:t>326.5587</w:t>
      </w:r>
      <w:r>
        <w:tab/>
        <w:t>3.038e0</w:t>
      </w:r>
    </w:p>
    <w:p w:rsidR="00557788" w:rsidRDefault="00557788" w:rsidP="00557788">
      <w:r>
        <w:t>326.5670</w:t>
      </w:r>
      <w:r>
        <w:tab/>
        <w:t>5.063e0</w:t>
      </w:r>
    </w:p>
    <w:p w:rsidR="00557788" w:rsidRDefault="00557788" w:rsidP="00557788">
      <w:r>
        <w:t>326.5700</w:t>
      </w:r>
      <w:r>
        <w:tab/>
        <w:t>7.089e0</w:t>
      </w:r>
    </w:p>
    <w:p w:rsidR="00557788" w:rsidRDefault="00557788" w:rsidP="00557788">
      <w:r>
        <w:t>326.5789</w:t>
      </w:r>
      <w:r>
        <w:tab/>
        <w:t>6.076e0</w:t>
      </w:r>
    </w:p>
    <w:p w:rsidR="00557788" w:rsidRDefault="00557788" w:rsidP="00557788">
      <w:r>
        <w:t>326.5846</w:t>
      </w:r>
      <w:r>
        <w:tab/>
        <w:t>2.025e0</w:t>
      </w:r>
    </w:p>
    <w:p w:rsidR="00557788" w:rsidRDefault="00557788" w:rsidP="00557788">
      <w:r>
        <w:t>326.6053</w:t>
      </w:r>
      <w:r>
        <w:tab/>
        <w:t>4.051e0</w:t>
      </w:r>
    </w:p>
    <w:p w:rsidR="00557788" w:rsidRDefault="00557788" w:rsidP="00557788">
      <w:r>
        <w:t>326.6128</w:t>
      </w:r>
      <w:r>
        <w:tab/>
        <w:t>1.013e0</w:t>
      </w:r>
    </w:p>
    <w:p w:rsidR="00557788" w:rsidRDefault="00557788" w:rsidP="00557788">
      <w:r>
        <w:t>326.6206</w:t>
      </w:r>
      <w:r>
        <w:tab/>
        <w:t>2.025e0</w:t>
      </w:r>
    </w:p>
    <w:p w:rsidR="00557788" w:rsidRDefault="00557788" w:rsidP="00557788">
      <w:r>
        <w:lastRenderedPageBreak/>
        <w:t>326.6294</w:t>
      </w:r>
      <w:r>
        <w:tab/>
        <w:t>3.063e0</w:t>
      </w:r>
    </w:p>
    <w:p w:rsidR="00557788" w:rsidRDefault="00557788" w:rsidP="00557788">
      <w:r>
        <w:t>326.6479</w:t>
      </w:r>
      <w:r>
        <w:tab/>
        <w:t>1.013e0</w:t>
      </w:r>
    </w:p>
    <w:p w:rsidR="00557788" w:rsidRDefault="00557788" w:rsidP="00557788">
      <w:r>
        <w:t>326.6542</w:t>
      </w:r>
      <w:r>
        <w:tab/>
        <w:t>2.025e0</w:t>
      </w:r>
    </w:p>
    <w:p w:rsidR="00557788" w:rsidRDefault="00557788" w:rsidP="00557788">
      <w:r>
        <w:t>326.6599</w:t>
      </w:r>
      <w:r>
        <w:tab/>
        <w:t>2.038e0</w:t>
      </w:r>
    </w:p>
    <w:p w:rsidR="00557788" w:rsidRDefault="00557788" w:rsidP="00557788">
      <w:r>
        <w:t>326.6673</w:t>
      </w:r>
      <w:r>
        <w:tab/>
        <w:t>5.122e0</w:t>
      </w:r>
    </w:p>
    <w:p w:rsidR="00557788" w:rsidRDefault="00557788" w:rsidP="00557788">
      <w:r>
        <w:t>326.6761</w:t>
      </w:r>
      <w:r>
        <w:tab/>
        <w:t>2.025e0</w:t>
      </w:r>
    </w:p>
    <w:p w:rsidR="00557788" w:rsidRDefault="00557788" w:rsidP="00557788">
      <w:r>
        <w:t>326.6900</w:t>
      </w:r>
      <w:r>
        <w:tab/>
        <w:t>2.051e0</w:t>
      </w:r>
    </w:p>
    <w:p w:rsidR="00557788" w:rsidRDefault="00557788" w:rsidP="00557788">
      <w:r>
        <w:t>326.6937</w:t>
      </w:r>
      <w:r>
        <w:tab/>
        <w:t>1.038e0</w:t>
      </w:r>
    </w:p>
    <w:p w:rsidR="00557788" w:rsidRDefault="00557788" w:rsidP="00557788">
      <w:r>
        <w:t>326.7130</w:t>
      </w:r>
      <w:r>
        <w:tab/>
        <w:t>2.025e0</w:t>
      </w:r>
    </w:p>
    <w:p w:rsidR="00557788" w:rsidRDefault="00557788" w:rsidP="00557788">
      <w:r>
        <w:t>326.7149</w:t>
      </w:r>
      <w:r>
        <w:tab/>
        <w:t>4.051e0</w:t>
      </w:r>
    </w:p>
    <w:p w:rsidR="00557788" w:rsidRDefault="00557788" w:rsidP="00557788">
      <w:r>
        <w:t>326.7329</w:t>
      </w:r>
      <w:r>
        <w:tab/>
        <w:t>1.266e-2</w:t>
      </w:r>
    </w:p>
    <w:p w:rsidR="00557788" w:rsidRDefault="00557788" w:rsidP="00557788">
      <w:r>
        <w:t>326.7344</w:t>
      </w:r>
      <w:r>
        <w:tab/>
        <w:t>2.025e0</w:t>
      </w:r>
    </w:p>
    <w:p w:rsidR="00557788" w:rsidRDefault="00557788" w:rsidP="00557788">
      <w:r>
        <w:t>326.7523</w:t>
      </w:r>
      <w:r>
        <w:tab/>
        <w:t>2.025e0</w:t>
      </w:r>
    </w:p>
    <w:p w:rsidR="00557788" w:rsidRDefault="00557788" w:rsidP="00557788">
      <w:r>
        <w:t>326.7571</w:t>
      </w:r>
      <w:r>
        <w:tab/>
        <w:t>2.038e0</w:t>
      </w:r>
    </w:p>
    <w:p w:rsidR="00557788" w:rsidRDefault="00557788" w:rsidP="00557788">
      <w:r>
        <w:t>326.7798</w:t>
      </w:r>
      <w:r>
        <w:tab/>
        <w:t>5.063e0</w:t>
      </w:r>
    </w:p>
    <w:p w:rsidR="00557788" w:rsidRDefault="00557788" w:rsidP="00557788">
      <w:r>
        <w:t>326.7954</w:t>
      </w:r>
      <w:r>
        <w:tab/>
        <w:t>1.266e-2</w:t>
      </w:r>
    </w:p>
    <w:p w:rsidR="00557788" w:rsidRDefault="00557788" w:rsidP="00557788">
      <w:r>
        <w:t>326.8042</w:t>
      </w:r>
      <w:r>
        <w:tab/>
        <w:t>6.291e0</w:t>
      </w:r>
    </w:p>
    <w:p w:rsidR="00557788" w:rsidRDefault="00557788" w:rsidP="00557788">
      <w:r>
        <w:t>326.8099</w:t>
      </w:r>
      <w:r>
        <w:tab/>
        <w:t>1.013e0</w:t>
      </w:r>
    </w:p>
    <w:p w:rsidR="00557788" w:rsidRDefault="00557788" w:rsidP="00557788">
      <w:r>
        <w:t>326.8221</w:t>
      </w:r>
      <w:r>
        <w:tab/>
        <w:t>2.025e0</w:t>
      </w:r>
    </w:p>
    <w:p w:rsidR="00557788" w:rsidRDefault="00557788" w:rsidP="00557788">
      <w:r>
        <w:lastRenderedPageBreak/>
        <w:t>326.8346</w:t>
      </w:r>
      <w:r>
        <w:tab/>
        <w:t>4.051e0</w:t>
      </w:r>
    </w:p>
    <w:p w:rsidR="00557788" w:rsidRDefault="00557788" w:rsidP="00557788">
      <w:r>
        <w:t>326.8424</w:t>
      </w:r>
      <w:r>
        <w:tab/>
        <w:t>1.051e0</w:t>
      </w:r>
    </w:p>
    <w:p w:rsidR="00557788" w:rsidRDefault="00557788" w:rsidP="00557788">
      <w:r>
        <w:t>326.8521</w:t>
      </w:r>
      <w:r>
        <w:tab/>
        <w:t>2.025e0</w:t>
      </w:r>
    </w:p>
    <w:p w:rsidR="00557788" w:rsidRDefault="00557788" w:rsidP="00557788">
      <w:r>
        <w:t>326.8584</w:t>
      </w:r>
      <w:r>
        <w:tab/>
        <w:t>5.063e0</w:t>
      </w:r>
    </w:p>
    <w:p w:rsidR="00557788" w:rsidRDefault="00557788" w:rsidP="00557788">
      <w:r>
        <w:t>326.8749</w:t>
      </w:r>
      <w:r>
        <w:tab/>
        <w:t>2.025e0</w:t>
      </w:r>
    </w:p>
    <w:p w:rsidR="00557788" w:rsidRDefault="00557788" w:rsidP="00557788">
      <w:r>
        <w:t>326.8769</w:t>
      </w:r>
      <w:r>
        <w:tab/>
        <w:t>2.025e0</w:t>
      </w:r>
    </w:p>
    <w:p w:rsidR="00557788" w:rsidRDefault="00557788" w:rsidP="00557788">
      <w:r>
        <w:t>326.8801</w:t>
      </w:r>
      <w:r>
        <w:tab/>
        <w:t>6.237e0</w:t>
      </w:r>
    </w:p>
    <w:p w:rsidR="00557788" w:rsidRDefault="00557788" w:rsidP="00557788">
      <w:r>
        <w:t>326.8859</w:t>
      </w:r>
      <w:r>
        <w:tab/>
        <w:t>3.199e0</w:t>
      </w:r>
    </w:p>
    <w:p w:rsidR="00557788" w:rsidRDefault="00557788" w:rsidP="00557788">
      <w:r>
        <w:t>326.8897</w:t>
      </w:r>
      <w:r>
        <w:tab/>
        <w:t>4.011e0</w:t>
      </w:r>
    </w:p>
    <w:p w:rsidR="00557788" w:rsidRDefault="00557788" w:rsidP="00557788">
      <w:r>
        <w:t>326.9113</w:t>
      </w:r>
      <w:r>
        <w:tab/>
        <w:t>6.059e0</w:t>
      </w:r>
    </w:p>
    <w:p w:rsidR="00557788" w:rsidRDefault="00557788" w:rsidP="00557788">
      <w:r>
        <w:t>326.9217</w:t>
      </w:r>
      <w:r>
        <w:tab/>
        <w:t>3.428e0</w:t>
      </w:r>
    </w:p>
    <w:p w:rsidR="00557788" w:rsidRDefault="00557788" w:rsidP="00557788">
      <w:r>
        <w:t>326.9275</w:t>
      </w:r>
      <w:r>
        <w:tab/>
        <w:t>2.025e0</w:t>
      </w:r>
    </w:p>
    <w:p w:rsidR="00557788" w:rsidRDefault="00557788" w:rsidP="00557788">
      <w:r>
        <w:t>326.9501</w:t>
      </w:r>
      <w:r>
        <w:tab/>
        <w:t>6.683e0</w:t>
      </w:r>
    </w:p>
    <w:p w:rsidR="00557788" w:rsidRDefault="00557788" w:rsidP="00557788">
      <w:r>
        <w:t>326.9586</w:t>
      </w:r>
      <w:r>
        <w:tab/>
        <w:t>4.051e0</w:t>
      </w:r>
    </w:p>
    <w:p w:rsidR="00557788" w:rsidRDefault="00557788" w:rsidP="00557788">
      <w:r>
        <w:t>326.9635</w:t>
      </w:r>
      <w:r>
        <w:tab/>
        <w:t>3.045e-1</w:t>
      </w:r>
    </w:p>
    <w:p w:rsidR="00557788" w:rsidRDefault="00557788" w:rsidP="00557788">
      <w:r>
        <w:t>326.9756</w:t>
      </w:r>
      <w:r>
        <w:tab/>
        <w:t>4.051e0</w:t>
      </w:r>
    </w:p>
    <w:p w:rsidR="00557788" w:rsidRDefault="00557788" w:rsidP="00557788">
      <w:r>
        <w:t>326.9782</w:t>
      </w:r>
      <w:r>
        <w:tab/>
        <w:t>4.016e0</w:t>
      </w:r>
    </w:p>
    <w:p w:rsidR="00557788" w:rsidRDefault="00557788" w:rsidP="00557788">
      <w:r>
        <w:t>326.9835</w:t>
      </w:r>
      <w:r>
        <w:tab/>
        <w:t>9.789e-1</w:t>
      </w:r>
    </w:p>
    <w:p w:rsidR="00557788" w:rsidRDefault="00557788" w:rsidP="00557788">
      <w:r>
        <w:t>327.0250</w:t>
      </w:r>
      <w:r>
        <w:tab/>
        <w:t>3.510e0</w:t>
      </w:r>
    </w:p>
    <w:p w:rsidR="00557788" w:rsidRDefault="00557788" w:rsidP="00557788">
      <w:r>
        <w:lastRenderedPageBreak/>
        <w:t>327.0267</w:t>
      </w:r>
      <w:r>
        <w:tab/>
        <w:t>1.851e0</w:t>
      </w:r>
    </w:p>
    <w:p w:rsidR="00557788" w:rsidRDefault="00557788" w:rsidP="00557788">
      <w:r>
        <w:t>327.0305</w:t>
      </w:r>
      <w:r>
        <w:tab/>
        <w:t>4.553e0</w:t>
      </w:r>
    </w:p>
    <w:p w:rsidR="00557788" w:rsidRDefault="00557788" w:rsidP="00557788">
      <w:r>
        <w:t>327.0351</w:t>
      </w:r>
      <w:r>
        <w:tab/>
        <w:t>1.013e1</w:t>
      </w:r>
    </w:p>
    <w:p w:rsidR="00557788" w:rsidRDefault="00557788" w:rsidP="00557788">
      <w:r>
        <w:t>327.0386</w:t>
      </w:r>
      <w:r>
        <w:tab/>
        <w:t>1.263e0</w:t>
      </w:r>
    </w:p>
    <w:p w:rsidR="00557788" w:rsidRDefault="00557788" w:rsidP="00557788">
      <w:r>
        <w:t>327.0419</w:t>
      </w:r>
      <w:r>
        <w:tab/>
        <w:t>2.688e0</w:t>
      </w:r>
    </w:p>
    <w:p w:rsidR="00557788" w:rsidRDefault="00557788" w:rsidP="00557788">
      <w:r>
        <w:t>327.0670</w:t>
      </w:r>
      <w:r>
        <w:tab/>
        <w:t>2.002e0</w:t>
      </w:r>
    </w:p>
    <w:p w:rsidR="00557788" w:rsidRDefault="00557788" w:rsidP="00557788">
      <w:r>
        <w:t>327.0769</w:t>
      </w:r>
      <w:r>
        <w:tab/>
        <w:t>2.129e0</w:t>
      </w:r>
    </w:p>
    <w:p w:rsidR="00557788" w:rsidRDefault="00557788" w:rsidP="00557788">
      <w:r>
        <w:t>327.0786</w:t>
      </w:r>
      <w:r>
        <w:tab/>
        <w:t>2.916e0</w:t>
      </w:r>
    </w:p>
    <w:p w:rsidR="00557788" w:rsidRDefault="00557788" w:rsidP="00557788">
      <w:r>
        <w:t>327.0842</w:t>
      </w:r>
      <w:r>
        <w:tab/>
        <w:t>2.376e0</w:t>
      </w:r>
    </w:p>
    <w:p w:rsidR="00557788" w:rsidRDefault="00557788" w:rsidP="00557788">
      <w:r>
        <w:t>327.0852</w:t>
      </w:r>
      <w:r>
        <w:tab/>
        <w:t>1.796e-1</w:t>
      </w:r>
    </w:p>
    <w:p w:rsidR="00557788" w:rsidRDefault="00557788" w:rsidP="00557788">
      <w:r>
        <w:t>327.0948</w:t>
      </w:r>
      <w:r>
        <w:tab/>
        <w:t>3.237e0</w:t>
      </w:r>
    </w:p>
    <w:p w:rsidR="00557788" w:rsidRDefault="00557788" w:rsidP="00557788">
      <w:r>
        <w:t>327.1007</w:t>
      </w:r>
      <w:r>
        <w:tab/>
        <w:t>4.183e0</w:t>
      </w:r>
    </w:p>
    <w:p w:rsidR="00557788" w:rsidRDefault="00557788" w:rsidP="00557788">
      <w:r>
        <w:t>327.1051</w:t>
      </w:r>
      <w:r>
        <w:tab/>
        <w:t>8.152e0</w:t>
      </w:r>
    </w:p>
    <w:p w:rsidR="00557788" w:rsidRDefault="00557788" w:rsidP="00557788">
      <w:r>
        <w:t>327.1251</w:t>
      </w:r>
      <w:r>
        <w:tab/>
        <w:t>2.389e0</w:t>
      </w:r>
    </w:p>
    <w:p w:rsidR="00557788" w:rsidRDefault="00557788" w:rsidP="00557788">
      <w:r>
        <w:t>327.1442</w:t>
      </w:r>
      <w:r>
        <w:tab/>
        <w:t>1.494e0</w:t>
      </w:r>
    </w:p>
    <w:p w:rsidR="00557788" w:rsidRDefault="00557788" w:rsidP="00557788">
      <w:r>
        <w:t>327.1485</w:t>
      </w:r>
      <w:r>
        <w:tab/>
        <w:t>1.279e-1</w:t>
      </w:r>
    </w:p>
    <w:p w:rsidR="00557788" w:rsidRDefault="00557788" w:rsidP="00557788">
      <w:r>
        <w:t>327.1539</w:t>
      </w:r>
      <w:r>
        <w:tab/>
        <w:t>3.061e0</w:t>
      </w:r>
    </w:p>
    <w:p w:rsidR="00557788" w:rsidRDefault="00557788" w:rsidP="00557788">
      <w:r>
        <w:t>327.1695</w:t>
      </w:r>
      <w:r>
        <w:tab/>
        <w:t>3.658e0</w:t>
      </w:r>
    </w:p>
    <w:p w:rsidR="00557788" w:rsidRDefault="00557788" w:rsidP="00557788">
      <w:r>
        <w:t>327.1861</w:t>
      </w:r>
      <w:r>
        <w:tab/>
        <w:t>2.326e0</w:t>
      </w:r>
    </w:p>
    <w:p w:rsidR="00557788" w:rsidRDefault="00557788" w:rsidP="00557788">
      <w:r>
        <w:lastRenderedPageBreak/>
        <w:t>327.1998</w:t>
      </w:r>
      <w:r>
        <w:tab/>
        <w:t>6.562e0</w:t>
      </w:r>
    </w:p>
    <w:p w:rsidR="00557788" w:rsidRDefault="00557788" w:rsidP="00557788">
      <w:r>
        <w:t>327.2210</w:t>
      </w:r>
      <w:r>
        <w:tab/>
        <w:t>2.316e0</w:t>
      </w:r>
    </w:p>
    <w:p w:rsidR="00557788" w:rsidRDefault="00557788" w:rsidP="00557788">
      <w:r>
        <w:t>327.2288</w:t>
      </w:r>
      <w:r>
        <w:tab/>
        <w:t>2.489e0</w:t>
      </w:r>
    </w:p>
    <w:p w:rsidR="00557788" w:rsidRDefault="00557788" w:rsidP="00557788">
      <w:r>
        <w:t>327.2465</w:t>
      </w:r>
      <w:r>
        <w:tab/>
        <w:t>7.539e0</w:t>
      </w:r>
    </w:p>
    <w:p w:rsidR="00557788" w:rsidRDefault="00557788" w:rsidP="00557788">
      <w:r>
        <w:t>327.2488</w:t>
      </w:r>
      <w:r>
        <w:tab/>
        <w:t>1.473e0</w:t>
      </w:r>
    </w:p>
    <w:p w:rsidR="00557788" w:rsidRDefault="00557788" w:rsidP="00557788">
      <w:r>
        <w:t>327.2591</w:t>
      </w:r>
      <w:r>
        <w:tab/>
        <w:t>6.999e0</w:t>
      </w:r>
    </w:p>
    <w:p w:rsidR="00557788" w:rsidRDefault="00557788" w:rsidP="00557788">
      <w:r>
        <w:t>327.2899</w:t>
      </w:r>
      <w:r>
        <w:tab/>
        <w:t>1.891e0</w:t>
      </w:r>
    </w:p>
    <w:p w:rsidR="00557788" w:rsidRDefault="00557788" w:rsidP="00557788">
      <w:r>
        <w:t>327.2912</w:t>
      </w:r>
      <w:r>
        <w:tab/>
        <w:t>5.955e0</w:t>
      </w:r>
    </w:p>
    <w:p w:rsidR="00557788" w:rsidRDefault="00557788" w:rsidP="00557788">
      <w:r>
        <w:t>327.3148</w:t>
      </w:r>
      <w:r>
        <w:tab/>
        <w:t>2.465e0</w:t>
      </w:r>
    </w:p>
    <w:p w:rsidR="00557788" w:rsidRDefault="00557788" w:rsidP="00557788">
      <w:r>
        <w:t>327.3236</w:t>
      </w:r>
      <w:r>
        <w:tab/>
        <w:t>2.684e0</w:t>
      </w:r>
    </w:p>
    <w:p w:rsidR="00557788" w:rsidRDefault="00557788" w:rsidP="00557788">
      <w:r>
        <w:t>327.3258</w:t>
      </w:r>
      <w:r>
        <w:tab/>
        <w:t>1.195e0</w:t>
      </w:r>
    </w:p>
    <w:p w:rsidR="00557788" w:rsidRDefault="00557788" w:rsidP="00557788">
      <w:r>
        <w:t>327.3430</w:t>
      </w:r>
      <w:r>
        <w:tab/>
        <w:t>4.375e0</w:t>
      </w:r>
    </w:p>
    <w:p w:rsidR="00557788" w:rsidRDefault="00557788" w:rsidP="00557788">
      <w:r>
        <w:t>327.3775</w:t>
      </w:r>
      <w:r>
        <w:tab/>
        <w:t>5.125e1</w:t>
      </w:r>
    </w:p>
    <w:p w:rsidR="00557788" w:rsidRDefault="00557788" w:rsidP="00557788">
      <w:r>
        <w:t>327.3856</w:t>
      </w:r>
      <w:r>
        <w:tab/>
        <w:t>3.180e1</w:t>
      </w:r>
    </w:p>
    <w:p w:rsidR="00557788" w:rsidRDefault="00557788" w:rsidP="00557788">
      <w:r>
        <w:t>327.4050</w:t>
      </w:r>
      <w:r>
        <w:tab/>
        <w:t>1.012e1</w:t>
      </w:r>
    </w:p>
    <w:p w:rsidR="00557788" w:rsidRDefault="00557788" w:rsidP="00557788">
      <w:r>
        <w:t>327.4281</w:t>
      </w:r>
      <w:r>
        <w:tab/>
        <w:t>3.038e0</w:t>
      </w:r>
    </w:p>
    <w:p w:rsidR="00557788" w:rsidRDefault="00557788" w:rsidP="00557788">
      <w:r>
        <w:t>327.4345</w:t>
      </w:r>
      <w:r>
        <w:tab/>
        <w:t>2.025e0</w:t>
      </w:r>
    </w:p>
    <w:p w:rsidR="00557788" w:rsidRDefault="00557788" w:rsidP="00557788">
      <w:r>
        <w:t>327.4914</w:t>
      </w:r>
      <w:r>
        <w:tab/>
        <w:t>4.051e0</w:t>
      </w:r>
    </w:p>
    <w:p w:rsidR="00557788" w:rsidRDefault="00557788" w:rsidP="00557788">
      <w:r>
        <w:t>327.4978</w:t>
      </w:r>
      <w:r>
        <w:tab/>
        <w:t>4.611e0</w:t>
      </w:r>
    </w:p>
    <w:p w:rsidR="00557788" w:rsidRDefault="00557788" w:rsidP="00557788">
      <w:r>
        <w:lastRenderedPageBreak/>
        <w:t>327.5021</w:t>
      </w:r>
      <w:r>
        <w:tab/>
        <w:t>1.038e0</w:t>
      </w:r>
    </w:p>
    <w:p w:rsidR="00557788" w:rsidRDefault="00557788" w:rsidP="00557788">
      <w:r>
        <w:t>327.5076</w:t>
      </w:r>
      <w:r>
        <w:tab/>
        <w:t>1.013e0</w:t>
      </w:r>
    </w:p>
    <w:p w:rsidR="00557788" w:rsidRDefault="00557788" w:rsidP="00557788">
      <w:r>
        <w:t>327.5156</w:t>
      </w:r>
      <w:r>
        <w:tab/>
        <w:t>1.013e0</w:t>
      </w:r>
    </w:p>
    <w:p w:rsidR="00557788" w:rsidRDefault="00557788" w:rsidP="00557788">
      <w:r>
        <w:t>327.5345</w:t>
      </w:r>
      <w:r>
        <w:tab/>
        <w:t>4.051e0</w:t>
      </w:r>
    </w:p>
    <w:p w:rsidR="00557788" w:rsidRDefault="00557788" w:rsidP="00557788">
      <w:r>
        <w:t>327.5360</w:t>
      </w:r>
      <w:r>
        <w:tab/>
        <w:t>4.051e0</w:t>
      </w:r>
    </w:p>
    <w:p w:rsidR="00557788" w:rsidRDefault="00557788" w:rsidP="00557788">
      <w:r>
        <w:t>327.5448</w:t>
      </w:r>
      <w:r>
        <w:tab/>
        <w:t>3.038e0</w:t>
      </w:r>
    </w:p>
    <w:p w:rsidR="00557788" w:rsidRDefault="00557788" w:rsidP="00557788">
      <w:r>
        <w:t>327.5564</w:t>
      </w:r>
      <w:r>
        <w:tab/>
        <w:t>1.013e0</w:t>
      </w:r>
    </w:p>
    <w:p w:rsidR="00557788" w:rsidRDefault="00557788" w:rsidP="00557788">
      <w:r>
        <w:t>327.5798</w:t>
      </w:r>
      <w:r>
        <w:tab/>
        <w:t>3.697e0</w:t>
      </w:r>
    </w:p>
    <w:p w:rsidR="00557788" w:rsidRDefault="00557788" w:rsidP="00557788">
      <w:r>
        <w:t>327.5868</w:t>
      </w:r>
      <w:r>
        <w:tab/>
        <w:t>2.025e0</w:t>
      </w:r>
    </w:p>
    <w:p w:rsidR="00557788" w:rsidRDefault="00557788" w:rsidP="00557788">
      <w:r>
        <w:t>327.5887</w:t>
      </w:r>
      <w:r>
        <w:tab/>
        <w:t>1.266e-2</w:t>
      </w:r>
    </w:p>
    <w:p w:rsidR="00557788" w:rsidRDefault="00557788" w:rsidP="00557788">
      <w:r>
        <w:t>327.6008</w:t>
      </w:r>
      <w:r>
        <w:tab/>
        <w:t>2.532e-2</w:t>
      </w:r>
    </w:p>
    <w:p w:rsidR="00557788" w:rsidRDefault="00557788" w:rsidP="00557788">
      <w:r>
        <w:t>327.6092</w:t>
      </w:r>
      <w:r>
        <w:tab/>
        <w:t>1.266e-2</w:t>
      </w:r>
    </w:p>
    <w:p w:rsidR="00557788" w:rsidRDefault="00557788" w:rsidP="00557788">
      <w:r>
        <w:t>327.6415</w:t>
      </w:r>
      <w:r>
        <w:tab/>
        <w:t>1.013e0</w:t>
      </w:r>
    </w:p>
    <w:p w:rsidR="00557788" w:rsidRDefault="00557788" w:rsidP="00557788">
      <w:r>
        <w:t>327.6537</w:t>
      </w:r>
      <w:r>
        <w:tab/>
        <w:t>4.051e0</w:t>
      </w:r>
    </w:p>
    <w:p w:rsidR="00557788" w:rsidRDefault="00557788" w:rsidP="00557788">
      <w:r>
        <w:t>327.6571</w:t>
      </w:r>
      <w:r>
        <w:tab/>
        <w:t>1.038e0</w:t>
      </w:r>
    </w:p>
    <w:p w:rsidR="00557788" w:rsidRDefault="00557788" w:rsidP="00557788">
      <w:r>
        <w:t>327.6743</w:t>
      </w:r>
      <w:r>
        <w:tab/>
        <w:t>3.038e0</w:t>
      </w:r>
    </w:p>
    <w:p w:rsidR="00557788" w:rsidRDefault="00557788" w:rsidP="00557788">
      <w:r>
        <w:t>327.6761</w:t>
      </w:r>
      <w:r>
        <w:tab/>
        <w:t>2.532e-2</w:t>
      </w:r>
    </w:p>
    <w:p w:rsidR="00557788" w:rsidRDefault="00557788" w:rsidP="00557788">
      <w:r>
        <w:t>327.6890</w:t>
      </w:r>
      <w:r>
        <w:tab/>
        <w:t>5.063e0</w:t>
      </w:r>
    </w:p>
    <w:p w:rsidR="00557788" w:rsidRDefault="00557788" w:rsidP="00557788">
      <w:r>
        <w:t>327.6922</w:t>
      </w:r>
      <w:r>
        <w:tab/>
        <w:t>2.532e-2</w:t>
      </w:r>
    </w:p>
    <w:p w:rsidR="00557788" w:rsidRDefault="00557788" w:rsidP="00557788">
      <w:r>
        <w:lastRenderedPageBreak/>
        <w:t>327.6961</w:t>
      </w:r>
      <w:r>
        <w:tab/>
        <w:t>2.025e0</w:t>
      </w:r>
    </w:p>
    <w:p w:rsidR="00557788" w:rsidRDefault="00557788" w:rsidP="00557788">
      <w:r>
        <w:t>327.6981</w:t>
      </w:r>
      <w:r>
        <w:tab/>
        <w:t>1.266e-2</w:t>
      </w:r>
    </w:p>
    <w:p w:rsidR="00557788" w:rsidRDefault="00557788" w:rsidP="00557788">
      <w:r>
        <w:t>327.7146</w:t>
      </w:r>
      <w:r>
        <w:tab/>
        <w:t>1.266e-2</w:t>
      </w:r>
    </w:p>
    <w:p w:rsidR="00557788" w:rsidRDefault="00557788" w:rsidP="00557788">
      <w:r>
        <w:t>327.7256</w:t>
      </w:r>
      <w:r>
        <w:tab/>
        <w:t>2.025e0</w:t>
      </w:r>
    </w:p>
    <w:p w:rsidR="00557788" w:rsidRDefault="00557788" w:rsidP="00557788">
      <w:r>
        <w:t>327.7307</w:t>
      </w:r>
      <w:r>
        <w:tab/>
        <w:t>2.025e0</w:t>
      </w:r>
    </w:p>
    <w:p w:rsidR="00557788" w:rsidRDefault="00557788" w:rsidP="00557788">
      <w:r>
        <w:t>327.7409</w:t>
      </w:r>
      <w:r>
        <w:tab/>
        <w:t>2.532e-2</w:t>
      </w:r>
    </w:p>
    <w:p w:rsidR="00557788" w:rsidRDefault="00557788" w:rsidP="00557788">
      <w:r>
        <w:t>327.7429</w:t>
      </w:r>
      <w:r>
        <w:tab/>
        <w:t>1.013e0</w:t>
      </w:r>
    </w:p>
    <w:p w:rsidR="00557788" w:rsidRDefault="00557788" w:rsidP="00557788">
      <w:r>
        <w:t>327.7447</w:t>
      </w:r>
      <w:r>
        <w:tab/>
        <w:t>3.038e0</w:t>
      </w:r>
    </w:p>
    <w:p w:rsidR="00557788" w:rsidRDefault="00557788" w:rsidP="00557788">
      <w:r>
        <w:t>327.7513</w:t>
      </w:r>
      <w:r>
        <w:tab/>
        <w:t>1.266e-2</w:t>
      </w:r>
    </w:p>
    <w:p w:rsidR="00557788" w:rsidRDefault="00557788" w:rsidP="00557788">
      <w:r>
        <w:t>327.7673</w:t>
      </w:r>
      <w:r>
        <w:tab/>
        <w:t>1.025e0</w:t>
      </w:r>
    </w:p>
    <w:p w:rsidR="00557788" w:rsidRDefault="00557788" w:rsidP="00557788">
      <w:r>
        <w:t>327.7714</w:t>
      </w:r>
      <w:r>
        <w:tab/>
        <w:t>1.266e-2</w:t>
      </w:r>
    </w:p>
    <w:p w:rsidR="00557788" w:rsidRDefault="00557788" w:rsidP="00557788">
      <w:r>
        <w:t>327.7734</w:t>
      </w:r>
      <w:r>
        <w:tab/>
        <w:t>2.025e0</w:t>
      </w:r>
    </w:p>
    <w:p w:rsidR="00557788" w:rsidRDefault="00557788" w:rsidP="00557788">
      <w:r>
        <w:t>327.7907</w:t>
      </w:r>
      <w:r>
        <w:tab/>
        <w:t>2.025e0</w:t>
      </w:r>
    </w:p>
    <w:p w:rsidR="00557788" w:rsidRDefault="00557788" w:rsidP="00557788">
      <w:r>
        <w:t>327.8116</w:t>
      </w:r>
      <w:r>
        <w:tab/>
        <w:t>2.025e0</w:t>
      </w:r>
    </w:p>
    <w:p w:rsidR="00557788" w:rsidRDefault="00557788" w:rsidP="00557788">
      <w:r>
        <w:t>327.8162</w:t>
      </w:r>
      <w:r>
        <w:tab/>
        <w:t>1.013e0</w:t>
      </w:r>
    </w:p>
    <w:p w:rsidR="00557788" w:rsidRDefault="00557788" w:rsidP="00557788">
      <w:r>
        <w:t>327.8331</w:t>
      </w:r>
      <w:r>
        <w:tab/>
        <w:t>5.063e-2</w:t>
      </w:r>
    </w:p>
    <w:p w:rsidR="00557788" w:rsidRDefault="00557788" w:rsidP="00557788">
      <w:r>
        <w:t>327.8728</w:t>
      </w:r>
      <w:r>
        <w:tab/>
        <w:t>1.025e0</w:t>
      </w:r>
    </w:p>
    <w:p w:rsidR="00557788" w:rsidRDefault="00557788" w:rsidP="00557788">
      <w:r>
        <w:t>327.8769</w:t>
      </w:r>
      <w:r>
        <w:tab/>
        <w:t>1.013e0</w:t>
      </w:r>
    </w:p>
    <w:p w:rsidR="00557788" w:rsidRDefault="00557788" w:rsidP="00557788">
      <w:r>
        <w:t>327.8931</w:t>
      </w:r>
      <w:r>
        <w:tab/>
        <w:t>2.025e0</w:t>
      </w:r>
    </w:p>
    <w:p w:rsidR="00557788" w:rsidRDefault="00557788" w:rsidP="00557788">
      <w:r>
        <w:lastRenderedPageBreak/>
        <w:t>327.9049</w:t>
      </w:r>
      <w:r>
        <w:tab/>
        <w:t>3.517e0</w:t>
      </w:r>
    </w:p>
    <w:p w:rsidR="00557788" w:rsidRDefault="00557788" w:rsidP="00557788">
      <w:r>
        <w:t>327.9148</w:t>
      </w:r>
      <w:r>
        <w:tab/>
        <w:t>3.038e0</w:t>
      </w:r>
    </w:p>
    <w:p w:rsidR="00557788" w:rsidRDefault="00557788" w:rsidP="00557788">
      <w:r>
        <w:t>327.9237</w:t>
      </w:r>
      <w:r>
        <w:tab/>
        <w:t>2.025e0</w:t>
      </w:r>
    </w:p>
    <w:p w:rsidR="00557788" w:rsidRDefault="00557788" w:rsidP="00557788">
      <w:r>
        <w:t>327.9392</w:t>
      </w:r>
      <w:r>
        <w:tab/>
        <w:t>1.336e0</w:t>
      </w:r>
    </w:p>
    <w:p w:rsidR="00557788" w:rsidRDefault="00557788" w:rsidP="00557788">
      <w:r>
        <w:t>327.9404</w:t>
      </w:r>
      <w:r>
        <w:tab/>
        <w:t>3.737e0</w:t>
      </w:r>
    </w:p>
    <w:p w:rsidR="00557788" w:rsidRDefault="00557788" w:rsidP="00557788">
      <w:r>
        <w:t>327.9449</w:t>
      </w:r>
      <w:r>
        <w:tab/>
        <w:t>1.453e0</w:t>
      </w:r>
    </w:p>
    <w:p w:rsidR="00557788" w:rsidRDefault="00557788" w:rsidP="00557788">
      <w:r>
        <w:t>327.9537</w:t>
      </w:r>
      <w:r>
        <w:tab/>
        <w:t>3.038e0</w:t>
      </w:r>
    </w:p>
    <w:p w:rsidR="00557788" w:rsidRDefault="00557788" w:rsidP="00557788">
      <w:r>
        <w:t>327.9717</w:t>
      </w:r>
      <w:r>
        <w:tab/>
        <w:t>2.025e0</w:t>
      </w:r>
    </w:p>
    <w:p w:rsidR="00557788" w:rsidRDefault="00557788" w:rsidP="00557788">
      <w:r>
        <w:t>327.9809</w:t>
      </w:r>
      <w:r>
        <w:tab/>
        <w:t>4.330e0</w:t>
      </w:r>
    </w:p>
    <w:p w:rsidR="00557788" w:rsidRDefault="00557788" w:rsidP="00557788">
      <w:r>
        <w:t>327.9821</w:t>
      </w:r>
      <w:r>
        <w:tab/>
        <w:t>3.268e0</w:t>
      </w:r>
    </w:p>
    <w:p w:rsidR="00557788" w:rsidRDefault="00557788" w:rsidP="00557788">
      <w:r>
        <w:t>327.9872</w:t>
      </w:r>
      <w:r>
        <w:tab/>
        <w:t>2.739e0</w:t>
      </w:r>
    </w:p>
    <w:p w:rsidR="00557788" w:rsidRDefault="00557788" w:rsidP="00557788">
      <w:r>
        <w:t>327.9987</w:t>
      </w:r>
      <w:r>
        <w:tab/>
        <w:t>2.485e0</w:t>
      </w:r>
    </w:p>
    <w:p w:rsidR="00557788" w:rsidRDefault="00557788" w:rsidP="00557788">
      <w:r>
        <w:t>328.0140</w:t>
      </w:r>
      <w:r>
        <w:tab/>
        <w:t>3.400e0</w:t>
      </w:r>
    </w:p>
    <w:p w:rsidR="00557788" w:rsidRDefault="00557788" w:rsidP="00557788">
      <w:r>
        <w:t>328.0213</w:t>
      </w:r>
      <w:r>
        <w:tab/>
        <w:t>2.586e0</w:t>
      </w:r>
    </w:p>
    <w:p w:rsidR="00557788" w:rsidRDefault="00557788" w:rsidP="00557788">
      <w:r>
        <w:t>328.0291</w:t>
      </w:r>
      <w:r>
        <w:tab/>
        <w:t>5.076e0</w:t>
      </w:r>
    </w:p>
    <w:p w:rsidR="00557788" w:rsidRDefault="00557788" w:rsidP="00557788">
      <w:r>
        <w:t>328.0436</w:t>
      </w:r>
      <w:r>
        <w:tab/>
        <w:t>1.234e0</w:t>
      </w:r>
    </w:p>
    <w:p w:rsidR="00557788" w:rsidRDefault="00557788" w:rsidP="00557788">
      <w:r>
        <w:t>328.0562</w:t>
      </w:r>
      <w:r>
        <w:tab/>
        <w:t>3.703e0</w:t>
      </w:r>
    </w:p>
    <w:p w:rsidR="00557788" w:rsidRDefault="00557788" w:rsidP="00557788">
      <w:r>
        <w:t>328.0630</w:t>
      </w:r>
      <w:r>
        <w:tab/>
        <w:t>4.024e0</w:t>
      </w:r>
    </w:p>
    <w:p w:rsidR="00557788" w:rsidRDefault="00557788" w:rsidP="00557788">
      <w:r>
        <w:t>328.0655</w:t>
      </w:r>
      <w:r>
        <w:tab/>
        <w:t>4.670e0</w:t>
      </w:r>
    </w:p>
    <w:p w:rsidR="00557788" w:rsidRDefault="00557788" w:rsidP="00557788">
      <w:r>
        <w:lastRenderedPageBreak/>
        <w:t>328.0704</w:t>
      </w:r>
      <w:r>
        <w:tab/>
        <w:t>3.798e-2</w:t>
      </w:r>
    </w:p>
    <w:p w:rsidR="00557788" w:rsidRDefault="00557788" w:rsidP="00557788">
      <w:r>
        <w:t>328.0737</w:t>
      </w:r>
      <w:r>
        <w:tab/>
        <w:t>2.546e0</w:t>
      </w:r>
    </w:p>
    <w:p w:rsidR="00557788" w:rsidRDefault="00557788" w:rsidP="00557788">
      <w:r>
        <w:t>328.0755</w:t>
      </w:r>
      <w:r>
        <w:tab/>
        <w:t>5.997e0</w:t>
      </w:r>
    </w:p>
    <w:p w:rsidR="00557788" w:rsidRDefault="00557788" w:rsidP="00557788">
      <w:r>
        <w:t>328.0938</w:t>
      </w:r>
      <w:r>
        <w:tab/>
        <w:t>4.805e0</w:t>
      </w:r>
    </w:p>
    <w:p w:rsidR="00557788" w:rsidRDefault="00557788" w:rsidP="00557788">
      <w:r>
        <w:t>328.1017</w:t>
      </w:r>
      <w:r>
        <w:tab/>
        <w:t>4.979e0</w:t>
      </w:r>
    </w:p>
    <w:p w:rsidR="00557788" w:rsidRDefault="00557788" w:rsidP="00557788">
      <w:r>
        <w:t>328.1030</w:t>
      </w:r>
      <w:r>
        <w:tab/>
        <w:t>4.431e0</w:t>
      </w:r>
    </w:p>
    <w:p w:rsidR="00557788" w:rsidRDefault="00557788" w:rsidP="00557788">
      <w:r>
        <w:t>328.1183</w:t>
      </w:r>
      <w:r>
        <w:tab/>
        <w:t>6.005e0</w:t>
      </w:r>
    </w:p>
    <w:p w:rsidR="00557788" w:rsidRDefault="00557788" w:rsidP="00557788">
      <w:r>
        <w:t>328.1317</w:t>
      </w:r>
      <w:r>
        <w:tab/>
        <w:t>5.843e-1</w:t>
      </w:r>
    </w:p>
    <w:p w:rsidR="00557788" w:rsidRDefault="00557788" w:rsidP="00557788">
      <w:r>
        <w:t>328.1805</w:t>
      </w:r>
      <w:r>
        <w:tab/>
        <w:t>9.778e0</w:t>
      </w:r>
    </w:p>
    <w:p w:rsidR="00557788" w:rsidRDefault="00557788" w:rsidP="00557788">
      <w:r>
        <w:t>328.1998</w:t>
      </w:r>
      <w:r>
        <w:tab/>
        <w:t>7.166e0</w:t>
      </w:r>
    </w:p>
    <w:p w:rsidR="00557788" w:rsidRDefault="00557788" w:rsidP="00557788">
      <w:r>
        <w:t>328.2032</w:t>
      </w:r>
      <w:r>
        <w:tab/>
        <w:t>4.720e0</w:t>
      </w:r>
    </w:p>
    <w:p w:rsidR="00557788" w:rsidRDefault="00557788" w:rsidP="00557788">
      <w:r>
        <w:t>328.2049</w:t>
      </w:r>
      <w:r>
        <w:tab/>
        <w:t>1.936e-1</w:t>
      </w:r>
    </w:p>
    <w:p w:rsidR="00557788" w:rsidRDefault="00557788" w:rsidP="00557788">
      <w:r>
        <w:t>328.2059</w:t>
      </w:r>
      <w:r>
        <w:tab/>
        <w:t>2.959e0</w:t>
      </w:r>
    </w:p>
    <w:p w:rsidR="00557788" w:rsidRDefault="00557788" w:rsidP="00557788">
      <w:r>
        <w:t>328.2094</w:t>
      </w:r>
      <w:r>
        <w:tab/>
        <w:t>7.065e0</w:t>
      </w:r>
    </w:p>
    <w:p w:rsidR="00557788" w:rsidRDefault="00557788" w:rsidP="00557788">
      <w:r>
        <w:t>328.2119</w:t>
      </w:r>
      <w:r>
        <w:tab/>
        <w:t>7.410e0</w:t>
      </w:r>
    </w:p>
    <w:p w:rsidR="00557788" w:rsidRDefault="00557788" w:rsidP="00557788">
      <w:r>
        <w:t>328.2371</w:t>
      </w:r>
      <w:r>
        <w:tab/>
        <w:t>2.350e0</w:t>
      </w:r>
    </w:p>
    <w:p w:rsidR="00557788" w:rsidRDefault="00557788" w:rsidP="00557788">
      <w:r>
        <w:t>328.2538</w:t>
      </w:r>
      <w:r>
        <w:tab/>
        <w:t>1.275e0</w:t>
      </w:r>
    </w:p>
    <w:p w:rsidR="00557788" w:rsidRDefault="00557788" w:rsidP="00557788">
      <w:r>
        <w:t>328.2594</w:t>
      </w:r>
      <w:r>
        <w:tab/>
        <w:t>5.361e0</w:t>
      </w:r>
    </w:p>
    <w:p w:rsidR="00557788" w:rsidRDefault="00557788" w:rsidP="00557788">
      <w:r>
        <w:t>328.2613</w:t>
      </w:r>
      <w:r>
        <w:tab/>
        <w:t>1.816e0</w:t>
      </w:r>
    </w:p>
    <w:p w:rsidR="00557788" w:rsidRDefault="00557788" w:rsidP="00557788">
      <w:r>
        <w:lastRenderedPageBreak/>
        <w:t>328.2757</w:t>
      </w:r>
      <w:r>
        <w:tab/>
        <w:t>1.907e0</w:t>
      </w:r>
    </w:p>
    <w:p w:rsidR="00557788" w:rsidRDefault="00557788" w:rsidP="00557788">
      <w:r>
        <w:t>328.2801</w:t>
      </w:r>
      <w:r>
        <w:tab/>
        <w:t>4.277e-1</w:t>
      </w:r>
    </w:p>
    <w:p w:rsidR="00557788" w:rsidRDefault="00557788" w:rsidP="00557788">
      <w:r>
        <w:t>328.2870</w:t>
      </w:r>
      <w:r>
        <w:tab/>
        <w:t>6.140e0</w:t>
      </w:r>
    </w:p>
    <w:p w:rsidR="00557788" w:rsidRDefault="00557788" w:rsidP="00557788">
      <w:r>
        <w:t>328.3054</w:t>
      </w:r>
      <w:r>
        <w:tab/>
        <w:t>8.379e-1</w:t>
      </w:r>
    </w:p>
    <w:p w:rsidR="00557788" w:rsidRDefault="00557788" w:rsidP="00557788">
      <w:r>
        <w:t>328.3065</w:t>
      </w:r>
      <w:r>
        <w:tab/>
        <w:t>2.188e0</w:t>
      </w:r>
    </w:p>
    <w:p w:rsidR="00557788" w:rsidRDefault="00557788" w:rsidP="00557788">
      <w:r>
        <w:t>328.3111</w:t>
      </w:r>
      <w:r>
        <w:tab/>
        <w:t>3.477e0</w:t>
      </w:r>
    </w:p>
    <w:p w:rsidR="00557788" w:rsidRDefault="00557788" w:rsidP="00557788">
      <w:r>
        <w:t>328.3132</w:t>
      </w:r>
      <w:r>
        <w:tab/>
        <w:t>5.751e0</w:t>
      </w:r>
    </w:p>
    <w:p w:rsidR="00557788" w:rsidRDefault="00557788" w:rsidP="00557788">
      <w:r>
        <w:t>328.3249</w:t>
      </w:r>
      <w:r>
        <w:tab/>
        <w:t>1.220e0</w:t>
      </w:r>
    </w:p>
    <w:p w:rsidR="00557788" w:rsidRDefault="00557788" w:rsidP="00557788">
      <w:r>
        <w:t>328.3541</w:t>
      </w:r>
      <w:r>
        <w:tab/>
        <w:t>4.596e0</w:t>
      </w:r>
    </w:p>
    <w:p w:rsidR="00557788" w:rsidRDefault="00557788" w:rsidP="00557788">
      <w:r>
        <w:t>328.3615</w:t>
      </w:r>
      <w:r>
        <w:tab/>
        <w:t>1.038e0</w:t>
      </w:r>
    </w:p>
    <w:p w:rsidR="00557788" w:rsidRDefault="00557788" w:rsidP="00557788">
      <w:r>
        <w:t>328.3680</w:t>
      </w:r>
      <w:r>
        <w:tab/>
        <w:t>1.013e0</w:t>
      </w:r>
    </w:p>
    <w:p w:rsidR="00557788" w:rsidRDefault="00557788" w:rsidP="00557788">
      <w:r>
        <w:t>328.3807</w:t>
      </w:r>
      <w:r>
        <w:tab/>
        <w:t>7.991e0</w:t>
      </w:r>
    </w:p>
    <w:p w:rsidR="00557788" w:rsidRDefault="00557788" w:rsidP="00557788">
      <w:r>
        <w:t>328.3993</w:t>
      </w:r>
      <w:r>
        <w:tab/>
        <w:t>8.101e0</w:t>
      </w:r>
    </w:p>
    <w:p w:rsidR="00557788" w:rsidRDefault="00557788" w:rsidP="00557788">
      <w:r>
        <w:t>328.4005</w:t>
      </w:r>
      <w:r>
        <w:tab/>
        <w:t>3.038e0</w:t>
      </w:r>
    </w:p>
    <w:p w:rsidR="00557788" w:rsidRDefault="00557788" w:rsidP="00557788">
      <w:r>
        <w:t>328.4197</w:t>
      </w:r>
      <w:r>
        <w:tab/>
        <w:t>2.025e0</w:t>
      </w:r>
    </w:p>
    <w:p w:rsidR="00557788" w:rsidRDefault="00557788" w:rsidP="00557788">
      <w:r>
        <w:t>328.4254</w:t>
      </w:r>
      <w:r>
        <w:tab/>
        <w:t>3.038e0</w:t>
      </w:r>
    </w:p>
    <w:p w:rsidR="00557788" w:rsidRDefault="00557788" w:rsidP="00557788">
      <w:r>
        <w:t>328.4289</w:t>
      </w:r>
      <w:r>
        <w:tab/>
        <w:t>2.532e-2</w:t>
      </w:r>
    </w:p>
    <w:p w:rsidR="00557788" w:rsidRDefault="00557788" w:rsidP="00557788">
      <w:r>
        <w:t>328.4553</w:t>
      </w:r>
      <w:r>
        <w:tab/>
        <w:t>2.532e-2</w:t>
      </w:r>
    </w:p>
    <w:p w:rsidR="00557788" w:rsidRDefault="00557788" w:rsidP="00557788">
      <w:r>
        <w:t>328.4573</w:t>
      </w:r>
      <w:r>
        <w:tab/>
        <w:t>9.114e0</w:t>
      </w:r>
    </w:p>
    <w:p w:rsidR="00557788" w:rsidRDefault="00557788" w:rsidP="00557788">
      <w:r>
        <w:lastRenderedPageBreak/>
        <w:t>328.4645</w:t>
      </w:r>
      <w:r>
        <w:tab/>
        <w:t>5.063e0</w:t>
      </w:r>
    </w:p>
    <w:p w:rsidR="00557788" w:rsidRDefault="00557788" w:rsidP="00557788">
      <w:r>
        <w:t>328.4778</w:t>
      </w:r>
      <w:r>
        <w:tab/>
        <w:t>3.051e0</w:t>
      </w:r>
    </w:p>
    <w:p w:rsidR="00557788" w:rsidRDefault="00557788" w:rsidP="00557788">
      <w:r>
        <w:t>328.5045</w:t>
      </w:r>
      <w:r>
        <w:tab/>
        <w:t>3.038e0</w:t>
      </w:r>
    </w:p>
    <w:p w:rsidR="00557788" w:rsidRDefault="00557788" w:rsidP="00557788">
      <w:r>
        <w:t>328.5204</w:t>
      </w:r>
      <w:r>
        <w:tab/>
        <w:t>3.038e0</w:t>
      </w:r>
    </w:p>
    <w:p w:rsidR="00557788" w:rsidRDefault="00557788" w:rsidP="00557788">
      <w:r>
        <w:t>328.5379</w:t>
      </w:r>
      <w:r>
        <w:tab/>
        <w:t>3.038e0</w:t>
      </w:r>
    </w:p>
    <w:p w:rsidR="00557788" w:rsidRDefault="00557788" w:rsidP="00557788">
      <w:r>
        <w:t>328.5529</w:t>
      </w:r>
      <w:r>
        <w:tab/>
        <w:t>4.051e0</w:t>
      </w:r>
    </w:p>
    <w:p w:rsidR="00557788" w:rsidRDefault="00557788" w:rsidP="00557788">
      <w:r>
        <w:t>328.5556</w:t>
      </w:r>
      <w:r>
        <w:tab/>
        <w:t>1.013e0</w:t>
      </w:r>
    </w:p>
    <w:p w:rsidR="00557788" w:rsidRDefault="00557788" w:rsidP="00557788">
      <w:r>
        <w:t>328.5569</w:t>
      </w:r>
      <w:r>
        <w:tab/>
        <w:t>2.025e0</w:t>
      </w:r>
    </w:p>
    <w:p w:rsidR="00557788" w:rsidRDefault="00557788" w:rsidP="00557788">
      <w:r>
        <w:t>328.5616</w:t>
      </w:r>
      <w:r>
        <w:tab/>
        <w:t>1.266e-2</w:t>
      </w:r>
    </w:p>
    <w:p w:rsidR="00557788" w:rsidRDefault="00557788" w:rsidP="00557788">
      <w:r>
        <w:t>328.5672</w:t>
      </w:r>
      <w:r>
        <w:tab/>
        <w:t>2.025e0</w:t>
      </w:r>
    </w:p>
    <w:p w:rsidR="00557788" w:rsidRDefault="00557788" w:rsidP="00557788">
      <w:r>
        <w:t>328.5912</w:t>
      </w:r>
      <w:r>
        <w:tab/>
        <w:t>1.025e0</w:t>
      </w:r>
    </w:p>
    <w:p w:rsidR="00557788" w:rsidRDefault="00557788" w:rsidP="00557788">
      <w:r>
        <w:t>328.6004</w:t>
      </w:r>
      <w:r>
        <w:tab/>
        <w:t>3.038e0</w:t>
      </w:r>
    </w:p>
    <w:p w:rsidR="00557788" w:rsidRDefault="00557788" w:rsidP="00557788">
      <w:r>
        <w:t>328.6019</w:t>
      </w:r>
      <w:r>
        <w:tab/>
        <w:t>6.076e0</w:t>
      </w:r>
    </w:p>
    <w:p w:rsidR="00557788" w:rsidRDefault="00557788" w:rsidP="00557788">
      <w:r>
        <w:t>328.6140</w:t>
      </w:r>
      <w:r>
        <w:tab/>
        <w:t>3.038e0</w:t>
      </w:r>
    </w:p>
    <w:p w:rsidR="00557788" w:rsidRDefault="00557788" w:rsidP="00557788">
      <w:r>
        <w:t>328.6219</w:t>
      </w:r>
      <w:r>
        <w:tab/>
        <w:t>2.025e0</w:t>
      </w:r>
    </w:p>
    <w:p w:rsidR="00557788" w:rsidRDefault="00557788" w:rsidP="00557788">
      <w:r>
        <w:t>328.6563</w:t>
      </w:r>
      <w:r>
        <w:tab/>
        <w:t>2.025e0</w:t>
      </w:r>
    </w:p>
    <w:p w:rsidR="00557788" w:rsidRDefault="00557788" w:rsidP="00557788">
      <w:r>
        <w:t>328.6623</w:t>
      </w:r>
      <w:r>
        <w:tab/>
        <w:t>2.038e0</w:t>
      </w:r>
    </w:p>
    <w:p w:rsidR="00557788" w:rsidRDefault="00557788" w:rsidP="00557788">
      <w:r>
        <w:t>328.6736</w:t>
      </w:r>
      <w:r>
        <w:tab/>
        <w:t>3.798e-2</w:t>
      </w:r>
    </w:p>
    <w:p w:rsidR="00557788" w:rsidRDefault="00557788" w:rsidP="00557788">
      <w:r>
        <w:t>328.6766</w:t>
      </w:r>
      <w:r>
        <w:tab/>
        <w:t>2.025e0</w:t>
      </w:r>
    </w:p>
    <w:p w:rsidR="00557788" w:rsidRDefault="00557788" w:rsidP="00557788">
      <w:r>
        <w:lastRenderedPageBreak/>
        <w:t>328.6819</w:t>
      </w:r>
      <w:r>
        <w:tab/>
        <w:t>2.025e0</w:t>
      </w:r>
    </w:p>
    <w:p w:rsidR="00557788" w:rsidRDefault="00557788" w:rsidP="00557788">
      <w:r>
        <w:t>328.7050</w:t>
      </w:r>
      <w:r>
        <w:tab/>
        <w:t>1.013e0</w:t>
      </w:r>
    </w:p>
    <w:p w:rsidR="00557788" w:rsidRDefault="00557788" w:rsidP="00557788">
      <w:r>
        <w:t>328.7068</w:t>
      </w:r>
      <w:r>
        <w:tab/>
        <w:t>3.038e0</w:t>
      </w:r>
    </w:p>
    <w:p w:rsidR="00557788" w:rsidRDefault="00557788" w:rsidP="00557788">
      <w:r>
        <w:t>328.7118</w:t>
      </w:r>
      <w:r>
        <w:tab/>
        <w:t>6.076e0</w:t>
      </w:r>
    </w:p>
    <w:p w:rsidR="00557788" w:rsidRDefault="00557788" w:rsidP="00557788">
      <w:r>
        <w:t>328.7214</w:t>
      </w:r>
      <w:r>
        <w:tab/>
        <w:t>2.532e-2</w:t>
      </w:r>
    </w:p>
    <w:p w:rsidR="00557788" w:rsidRDefault="00557788" w:rsidP="00557788">
      <w:r>
        <w:t>328.7294</w:t>
      </w:r>
      <w:r>
        <w:tab/>
        <w:t>1.266e-2</w:t>
      </w:r>
    </w:p>
    <w:p w:rsidR="00557788" w:rsidRDefault="00557788" w:rsidP="00557788">
      <w:r>
        <w:t>328.7392</w:t>
      </w:r>
      <w:r>
        <w:tab/>
        <w:t>2.025e0</w:t>
      </w:r>
    </w:p>
    <w:p w:rsidR="00557788" w:rsidRDefault="00557788" w:rsidP="00557788">
      <w:r>
        <w:t>328.7453</w:t>
      </w:r>
      <w:r>
        <w:tab/>
        <w:t>1.025e0</w:t>
      </w:r>
    </w:p>
    <w:p w:rsidR="00557788" w:rsidRDefault="00557788" w:rsidP="00557788">
      <w:r>
        <w:t>328.7480</w:t>
      </w:r>
      <w:r>
        <w:tab/>
        <w:t>1.038e0</w:t>
      </w:r>
    </w:p>
    <w:p w:rsidR="00557788" w:rsidRDefault="00557788" w:rsidP="00557788">
      <w:r>
        <w:t>328.7508</w:t>
      </w:r>
      <w:r>
        <w:tab/>
        <w:t>1.025e0</w:t>
      </w:r>
    </w:p>
    <w:p w:rsidR="00557788" w:rsidRDefault="00557788" w:rsidP="00557788">
      <w:r>
        <w:t>328.7577</w:t>
      </w:r>
      <w:r>
        <w:tab/>
        <w:t>1.266e-2</w:t>
      </w:r>
    </w:p>
    <w:p w:rsidR="00557788" w:rsidRDefault="00557788" w:rsidP="00557788">
      <w:r>
        <w:t>328.7741</w:t>
      </w:r>
      <w:r>
        <w:tab/>
        <w:t>1.013e0</w:t>
      </w:r>
    </w:p>
    <w:p w:rsidR="00557788" w:rsidRDefault="00557788" w:rsidP="00557788">
      <w:r>
        <w:t>328.7848</w:t>
      </w:r>
      <w:r>
        <w:tab/>
        <w:t>2.025e0</w:t>
      </w:r>
    </w:p>
    <w:p w:rsidR="00557788" w:rsidRDefault="00557788" w:rsidP="00557788">
      <w:r>
        <w:t>328.7943</w:t>
      </w:r>
      <w:r>
        <w:tab/>
        <w:t>4.051e0</w:t>
      </w:r>
    </w:p>
    <w:p w:rsidR="00557788" w:rsidRDefault="00557788" w:rsidP="00557788">
      <w:r>
        <w:t>328.8061</w:t>
      </w:r>
      <w:r>
        <w:tab/>
        <w:t>8.101e0</w:t>
      </w:r>
    </w:p>
    <w:p w:rsidR="00557788" w:rsidRDefault="00557788" w:rsidP="00557788">
      <w:r>
        <w:t>328.8087</w:t>
      </w:r>
      <w:r>
        <w:tab/>
        <w:t>2.025e0</w:t>
      </w:r>
    </w:p>
    <w:p w:rsidR="00557788" w:rsidRDefault="00557788" w:rsidP="00557788">
      <w:r>
        <w:t>328.8241</w:t>
      </w:r>
      <w:r>
        <w:tab/>
        <w:t>2.025e0</w:t>
      </w:r>
    </w:p>
    <w:p w:rsidR="00557788" w:rsidRDefault="00557788" w:rsidP="00557788">
      <w:r>
        <w:t>328.8261</w:t>
      </w:r>
      <w:r>
        <w:tab/>
        <w:t>2.025e0</w:t>
      </w:r>
    </w:p>
    <w:p w:rsidR="00557788" w:rsidRDefault="00557788" w:rsidP="00557788">
      <w:r>
        <w:t>328.8349</w:t>
      </w:r>
      <w:r>
        <w:tab/>
        <w:t>1.266e-2</w:t>
      </w:r>
    </w:p>
    <w:p w:rsidR="00557788" w:rsidRDefault="00557788" w:rsidP="00557788">
      <w:r>
        <w:lastRenderedPageBreak/>
        <w:t>328.8400</w:t>
      </w:r>
      <w:r>
        <w:tab/>
        <w:t>1.025e0</w:t>
      </w:r>
    </w:p>
    <w:p w:rsidR="00557788" w:rsidRDefault="00557788" w:rsidP="00557788">
      <w:r>
        <w:t>328.8411</w:t>
      </w:r>
      <w:r>
        <w:tab/>
        <w:t>6.027e0</w:t>
      </w:r>
    </w:p>
    <w:p w:rsidR="00557788" w:rsidRDefault="00557788" w:rsidP="00557788">
      <w:r>
        <w:t>328.8431</w:t>
      </w:r>
      <w:r>
        <w:tab/>
        <w:t>2.025e0</w:t>
      </w:r>
    </w:p>
    <w:p w:rsidR="00557788" w:rsidRDefault="00557788" w:rsidP="00557788">
      <w:r>
        <w:t>328.8597</w:t>
      </w:r>
      <w:r>
        <w:tab/>
        <w:t>2.051e0</w:t>
      </w:r>
    </w:p>
    <w:p w:rsidR="00557788" w:rsidRDefault="00557788" w:rsidP="00557788">
      <w:r>
        <w:t>328.8796</w:t>
      </w:r>
      <w:r>
        <w:tab/>
        <w:t>1.013e0</w:t>
      </w:r>
    </w:p>
    <w:p w:rsidR="00557788" w:rsidRDefault="00557788" w:rsidP="00557788">
      <w:r>
        <w:t>328.9201</w:t>
      </w:r>
      <w:r>
        <w:tab/>
        <w:t>2.689e0</w:t>
      </w:r>
    </w:p>
    <w:p w:rsidR="00557788" w:rsidRDefault="00557788" w:rsidP="00557788">
      <w:r>
        <w:t>328.9224</w:t>
      </w:r>
      <w:r>
        <w:tab/>
        <w:t>1.704e1</w:t>
      </w:r>
    </w:p>
    <w:p w:rsidR="00557788" w:rsidRDefault="00557788" w:rsidP="00557788">
      <w:r>
        <w:t>328.9274</w:t>
      </w:r>
      <w:r>
        <w:tab/>
        <w:t>6.076e0</w:t>
      </w:r>
    </w:p>
    <w:p w:rsidR="00557788" w:rsidRDefault="00557788" w:rsidP="00557788">
      <w:r>
        <w:t>328.9287</w:t>
      </w:r>
      <w:r>
        <w:tab/>
        <w:t>1.104e1</w:t>
      </w:r>
    </w:p>
    <w:p w:rsidR="00557788" w:rsidRDefault="00557788" w:rsidP="00557788">
      <w:r>
        <w:t>328.9785</w:t>
      </w:r>
      <w:r>
        <w:tab/>
        <w:t>3.038e0</w:t>
      </w:r>
    </w:p>
    <w:p w:rsidR="00557788" w:rsidRDefault="00557788" w:rsidP="00557788">
      <w:r>
        <w:t>328.9884</w:t>
      </w:r>
      <w:r>
        <w:tab/>
        <w:t>1.806e0</w:t>
      </w:r>
    </w:p>
    <w:p w:rsidR="00557788" w:rsidRDefault="00557788" w:rsidP="00557788">
      <w:r>
        <w:t>328.9945</w:t>
      </w:r>
      <w:r>
        <w:tab/>
        <w:t>1.304e1</w:t>
      </w:r>
    </w:p>
    <w:p w:rsidR="00557788" w:rsidRDefault="00557788" w:rsidP="00557788">
      <w:r>
        <w:t>329.0139</w:t>
      </w:r>
      <w:r>
        <w:tab/>
        <w:t>1.093e0</w:t>
      </w:r>
    </w:p>
    <w:p w:rsidR="00557788" w:rsidRDefault="00557788" w:rsidP="00557788">
      <w:r>
        <w:t>329.0153</w:t>
      </w:r>
      <w:r>
        <w:tab/>
        <w:t>2.141e0</w:t>
      </w:r>
    </w:p>
    <w:p w:rsidR="00557788" w:rsidRDefault="00557788" w:rsidP="00557788">
      <w:r>
        <w:t>329.0446</w:t>
      </w:r>
      <w:r>
        <w:tab/>
        <w:t>4.107e0</w:t>
      </w:r>
    </w:p>
    <w:p w:rsidR="00557788" w:rsidRDefault="00557788" w:rsidP="00557788">
      <w:r>
        <w:t>329.0471</w:t>
      </w:r>
      <w:r>
        <w:tab/>
        <w:t>5.532e0</w:t>
      </w:r>
    </w:p>
    <w:p w:rsidR="00557788" w:rsidRDefault="00557788" w:rsidP="00557788">
      <w:r>
        <w:t>329.0655</w:t>
      </w:r>
      <w:r>
        <w:tab/>
        <w:t>5.168e0</w:t>
      </w:r>
    </w:p>
    <w:p w:rsidR="00557788" w:rsidRDefault="00557788" w:rsidP="00557788">
      <w:r>
        <w:t>329.1025</w:t>
      </w:r>
      <w:r>
        <w:tab/>
        <w:t>1.190e0</w:t>
      </w:r>
    </w:p>
    <w:p w:rsidR="00557788" w:rsidRDefault="00557788" w:rsidP="00557788">
      <w:r>
        <w:t>329.1036</w:t>
      </w:r>
      <w:r>
        <w:tab/>
        <w:t>2.020e1</w:t>
      </w:r>
    </w:p>
    <w:p w:rsidR="00557788" w:rsidRDefault="00557788" w:rsidP="00557788">
      <w:r>
        <w:lastRenderedPageBreak/>
        <w:t>329.1052</w:t>
      </w:r>
      <w:r>
        <w:tab/>
        <w:t>2.532e1</w:t>
      </w:r>
    </w:p>
    <w:p w:rsidR="00557788" w:rsidRDefault="00557788" w:rsidP="00557788">
      <w:r>
        <w:t>329.1102</w:t>
      </w:r>
      <w:r>
        <w:tab/>
        <w:t>3.255e1</w:t>
      </w:r>
    </w:p>
    <w:p w:rsidR="00557788" w:rsidRDefault="00557788" w:rsidP="00557788">
      <w:r>
        <w:t>329.1115</w:t>
      </w:r>
      <w:r>
        <w:tab/>
        <w:t>1.271e1</w:t>
      </w:r>
    </w:p>
    <w:p w:rsidR="00557788" w:rsidRDefault="00557788" w:rsidP="00557788">
      <w:r>
        <w:t>329.1185</w:t>
      </w:r>
      <w:r>
        <w:tab/>
        <w:t>3.836e0</w:t>
      </w:r>
    </w:p>
    <w:p w:rsidR="00557788" w:rsidRDefault="00557788" w:rsidP="00557788">
      <w:r>
        <w:t>329.1492</w:t>
      </w:r>
      <w:r>
        <w:tab/>
        <w:t>2.189e0</w:t>
      </w:r>
    </w:p>
    <w:p w:rsidR="00557788" w:rsidRDefault="00557788" w:rsidP="00557788">
      <w:r>
        <w:t>329.1544</w:t>
      </w:r>
      <w:r>
        <w:tab/>
        <w:t>3.911e0</w:t>
      </w:r>
    </w:p>
    <w:p w:rsidR="00557788" w:rsidRDefault="00557788" w:rsidP="00557788">
      <w:r>
        <w:t>329.1757</w:t>
      </w:r>
      <w:r>
        <w:tab/>
        <w:t>2.577e0</w:t>
      </w:r>
    </w:p>
    <w:p w:rsidR="00557788" w:rsidRDefault="00557788" w:rsidP="00557788">
      <w:r>
        <w:t>329.1770</w:t>
      </w:r>
      <w:r>
        <w:tab/>
        <w:t>8.145e-1</w:t>
      </w:r>
    </w:p>
    <w:p w:rsidR="00557788" w:rsidRDefault="00557788" w:rsidP="00557788">
      <w:r>
        <w:t>329.1841</w:t>
      </w:r>
      <w:r>
        <w:tab/>
        <w:t>7.166e0</w:t>
      </w:r>
    </w:p>
    <w:p w:rsidR="00557788" w:rsidRDefault="00557788" w:rsidP="00557788">
      <w:r>
        <w:t>329.1939</w:t>
      </w:r>
      <w:r>
        <w:tab/>
        <w:t>2.723e0</w:t>
      </w:r>
    </w:p>
    <w:p w:rsidR="00557788" w:rsidRDefault="00557788" w:rsidP="00557788">
      <w:r>
        <w:t>329.2045</w:t>
      </w:r>
      <w:r>
        <w:tab/>
        <w:t>2.326e0</w:t>
      </w:r>
    </w:p>
    <w:p w:rsidR="00557788" w:rsidRDefault="00557788" w:rsidP="00557788">
      <w:r>
        <w:t>329.2081</w:t>
      </w:r>
      <w:r>
        <w:tab/>
        <w:t>7.728e0</w:t>
      </w:r>
    </w:p>
    <w:p w:rsidR="00557788" w:rsidRDefault="00557788" w:rsidP="00557788">
      <w:r>
        <w:t>329.2099</w:t>
      </w:r>
      <w:r>
        <w:tab/>
        <w:t>2.161e0</w:t>
      </w:r>
    </w:p>
    <w:p w:rsidR="00557788" w:rsidRDefault="00557788" w:rsidP="00557788">
      <w:r>
        <w:t>329.2222</w:t>
      </w:r>
      <w:r>
        <w:tab/>
        <w:t>2.961e0</w:t>
      </w:r>
    </w:p>
    <w:p w:rsidR="00557788" w:rsidRDefault="00557788" w:rsidP="00557788">
      <w:r>
        <w:t>329.2392</w:t>
      </w:r>
      <w:r>
        <w:tab/>
        <w:t>7.395e0</w:t>
      </w:r>
    </w:p>
    <w:p w:rsidR="00557788" w:rsidRDefault="00557788" w:rsidP="00557788">
      <w:r>
        <w:t>329.2464</w:t>
      </w:r>
      <w:r>
        <w:tab/>
        <w:t>7.917e0</w:t>
      </w:r>
    </w:p>
    <w:p w:rsidR="00557788" w:rsidRDefault="00557788" w:rsidP="00557788">
      <w:r>
        <w:t>329.2672</w:t>
      </w:r>
      <w:r>
        <w:tab/>
        <w:t>2.088e0</w:t>
      </w:r>
    </w:p>
    <w:p w:rsidR="00557788" w:rsidRDefault="00557788" w:rsidP="00557788">
      <w:r>
        <w:t>329.2885</w:t>
      </w:r>
      <w:r>
        <w:tab/>
        <w:t>5.237e0</w:t>
      </w:r>
    </w:p>
    <w:p w:rsidR="00557788" w:rsidRDefault="00557788" w:rsidP="00557788">
      <w:r>
        <w:t>329.3085</w:t>
      </w:r>
      <w:r>
        <w:tab/>
        <w:t>2.173e0</w:t>
      </w:r>
    </w:p>
    <w:p w:rsidR="00557788" w:rsidRDefault="00557788" w:rsidP="00557788">
      <w:r>
        <w:lastRenderedPageBreak/>
        <w:t>329.3101</w:t>
      </w:r>
      <w:r>
        <w:tab/>
        <w:t>5.508e0</w:t>
      </w:r>
    </w:p>
    <w:p w:rsidR="00557788" w:rsidRDefault="00557788" w:rsidP="00557788">
      <w:r>
        <w:t>329.3159</w:t>
      </w:r>
      <w:r>
        <w:tab/>
        <w:t>2.036e0</w:t>
      </w:r>
    </w:p>
    <w:p w:rsidR="00557788" w:rsidRDefault="00557788" w:rsidP="00557788">
      <w:r>
        <w:t>329.3173</w:t>
      </w:r>
      <w:r>
        <w:tab/>
        <w:t>1.544e0</w:t>
      </w:r>
    </w:p>
    <w:p w:rsidR="00557788" w:rsidRDefault="00557788" w:rsidP="00557788">
      <w:r>
        <w:t>329.3209</w:t>
      </w:r>
      <w:r>
        <w:tab/>
        <w:t>5.280e0</w:t>
      </w:r>
    </w:p>
    <w:p w:rsidR="00557788" w:rsidRDefault="00557788" w:rsidP="00557788">
      <w:r>
        <w:t>329.3639</w:t>
      </w:r>
      <w:r>
        <w:tab/>
        <w:t>2.532e-2</w:t>
      </w:r>
    </w:p>
    <w:p w:rsidR="00557788" w:rsidRDefault="00557788" w:rsidP="00557788">
      <w:r>
        <w:t>329.3666</w:t>
      </w:r>
      <w:r>
        <w:tab/>
        <w:t>3.038e0</w:t>
      </w:r>
    </w:p>
    <w:p w:rsidR="00557788" w:rsidRDefault="00557788" w:rsidP="00557788">
      <w:r>
        <w:t>329.3840</w:t>
      </w:r>
      <w:r>
        <w:tab/>
        <w:t>2.731e0</w:t>
      </w:r>
    </w:p>
    <w:p w:rsidR="00557788" w:rsidRDefault="00557788" w:rsidP="00557788">
      <w:r>
        <w:t>329.4017</w:t>
      </w:r>
      <w:r>
        <w:tab/>
        <w:t>2.025e0</w:t>
      </w:r>
    </w:p>
    <w:p w:rsidR="00557788" w:rsidRDefault="00557788" w:rsidP="00557788">
      <w:r>
        <w:t>329.4034</w:t>
      </w:r>
      <w:r>
        <w:tab/>
        <w:t>1.013e0</w:t>
      </w:r>
    </w:p>
    <w:p w:rsidR="00557788" w:rsidRDefault="00557788" w:rsidP="00557788">
      <w:r>
        <w:t>329.4092</w:t>
      </w:r>
      <w:r>
        <w:tab/>
        <w:t>1.013e0</w:t>
      </w:r>
    </w:p>
    <w:p w:rsidR="00557788" w:rsidRDefault="00557788" w:rsidP="00557788">
      <w:r>
        <w:t>329.4280</w:t>
      </w:r>
      <w:r>
        <w:tab/>
        <w:t>5.063e0</w:t>
      </w:r>
    </w:p>
    <w:p w:rsidR="00557788" w:rsidRDefault="00557788" w:rsidP="00557788">
      <w:r>
        <w:t>329.4463</w:t>
      </w:r>
      <w:r>
        <w:tab/>
        <w:t>2.025e0</w:t>
      </w:r>
    </w:p>
    <w:p w:rsidR="00557788" w:rsidRDefault="00557788" w:rsidP="00557788">
      <w:r>
        <w:t>329.4524</w:t>
      </w:r>
      <w:r>
        <w:tab/>
        <w:t>2.025e0</w:t>
      </w:r>
    </w:p>
    <w:p w:rsidR="00557788" w:rsidRDefault="00557788" w:rsidP="00557788">
      <w:r>
        <w:t>329.4588</w:t>
      </w:r>
      <w:r>
        <w:tab/>
        <w:t>2.025e0</w:t>
      </w:r>
    </w:p>
    <w:p w:rsidR="00557788" w:rsidRDefault="00557788" w:rsidP="00557788">
      <w:r>
        <w:t>329.4625</w:t>
      </w:r>
      <w:r>
        <w:tab/>
        <w:t>1.025e0</w:t>
      </w:r>
    </w:p>
    <w:p w:rsidR="00557788" w:rsidRDefault="00557788" w:rsidP="00557788">
      <w:r>
        <w:t>329.4686</w:t>
      </w:r>
      <w:r>
        <w:tab/>
        <w:t>1.013e0</w:t>
      </w:r>
    </w:p>
    <w:p w:rsidR="00557788" w:rsidRDefault="00557788" w:rsidP="00557788">
      <w:r>
        <w:t>329.4759</w:t>
      </w:r>
      <w:r>
        <w:tab/>
        <w:t>3.038e0</w:t>
      </w:r>
    </w:p>
    <w:p w:rsidR="00557788" w:rsidRDefault="00557788" w:rsidP="00557788">
      <w:r>
        <w:t>329.4775</w:t>
      </w:r>
      <w:r>
        <w:tab/>
        <w:t>5.089e0</w:t>
      </w:r>
    </w:p>
    <w:p w:rsidR="00557788" w:rsidRDefault="00557788" w:rsidP="00557788">
      <w:r>
        <w:t>329.5133</w:t>
      </w:r>
      <w:r>
        <w:tab/>
        <w:t>4.051e0</w:t>
      </w:r>
    </w:p>
    <w:p w:rsidR="00557788" w:rsidRDefault="00557788" w:rsidP="00557788">
      <w:r>
        <w:lastRenderedPageBreak/>
        <w:t>329.5187</w:t>
      </w:r>
      <w:r>
        <w:tab/>
        <w:t>2.520e0</w:t>
      </w:r>
    </w:p>
    <w:p w:rsidR="00557788" w:rsidRDefault="00557788" w:rsidP="00557788">
      <w:r>
        <w:t>329.5292</w:t>
      </w:r>
      <w:r>
        <w:tab/>
        <w:t>4.051e0</w:t>
      </w:r>
    </w:p>
    <w:p w:rsidR="00557788" w:rsidRDefault="00557788" w:rsidP="00557788">
      <w:r>
        <w:t>329.5321</w:t>
      </w:r>
      <w:r>
        <w:tab/>
        <w:t>2.025e0</w:t>
      </w:r>
    </w:p>
    <w:p w:rsidR="00557788" w:rsidRDefault="00557788" w:rsidP="00557788">
      <w:r>
        <w:t>329.5339</w:t>
      </w:r>
      <w:r>
        <w:tab/>
        <w:t>1.013e0</w:t>
      </w:r>
    </w:p>
    <w:p w:rsidR="00557788" w:rsidRDefault="00557788" w:rsidP="00557788">
      <w:r>
        <w:t>329.5433</w:t>
      </w:r>
      <w:r>
        <w:tab/>
        <w:t>2.025e0</w:t>
      </w:r>
    </w:p>
    <w:p w:rsidR="00557788" w:rsidRDefault="00557788" w:rsidP="00557788">
      <w:r>
        <w:t>329.5578</w:t>
      </w:r>
      <w:r>
        <w:tab/>
        <w:t>2.025e0</w:t>
      </w:r>
    </w:p>
    <w:p w:rsidR="00557788" w:rsidRDefault="00557788" w:rsidP="00557788">
      <w:r>
        <w:t>329.5743</w:t>
      </w:r>
      <w:r>
        <w:tab/>
        <w:t>2.025e0</w:t>
      </w:r>
    </w:p>
    <w:p w:rsidR="00557788" w:rsidRDefault="00557788" w:rsidP="00557788">
      <w:r>
        <w:t>329.5905</w:t>
      </w:r>
      <w:r>
        <w:tab/>
        <w:t>2.025e0</w:t>
      </w:r>
    </w:p>
    <w:p w:rsidR="00557788" w:rsidRDefault="00557788" w:rsidP="00557788">
      <w:r>
        <w:t>329.5932</w:t>
      </w:r>
      <w:r>
        <w:tab/>
        <w:t>1.013e0</w:t>
      </w:r>
    </w:p>
    <w:p w:rsidR="00557788" w:rsidRDefault="00557788" w:rsidP="00557788">
      <w:r>
        <w:t>329.5975</w:t>
      </w:r>
      <w:r>
        <w:tab/>
        <w:t>3.038e0</w:t>
      </w:r>
    </w:p>
    <w:p w:rsidR="00557788" w:rsidRDefault="00557788" w:rsidP="00557788">
      <w:r>
        <w:t>329.6058</w:t>
      </w:r>
      <w:r>
        <w:tab/>
        <w:t>5.063e-2</w:t>
      </w:r>
    </w:p>
    <w:p w:rsidR="00557788" w:rsidRDefault="00557788" w:rsidP="00557788">
      <w:r>
        <w:t>329.6216</w:t>
      </w:r>
      <w:r>
        <w:tab/>
        <w:t>4.051e0</w:t>
      </w:r>
    </w:p>
    <w:p w:rsidR="00557788" w:rsidRDefault="00557788" w:rsidP="00557788">
      <w:r>
        <w:t>329.6350</w:t>
      </w:r>
      <w:r>
        <w:tab/>
        <w:t>5.063e-2</w:t>
      </w:r>
    </w:p>
    <w:p w:rsidR="00557788" w:rsidRDefault="00557788" w:rsidP="00557788">
      <w:r>
        <w:t>329.6439</w:t>
      </w:r>
      <w:r>
        <w:tab/>
        <w:t>6.076e0</w:t>
      </w:r>
    </w:p>
    <w:p w:rsidR="00557788" w:rsidRDefault="00557788" w:rsidP="00557788">
      <w:r>
        <w:t>329.6663</w:t>
      </w:r>
      <w:r>
        <w:tab/>
        <w:t>3.038e0</w:t>
      </w:r>
    </w:p>
    <w:p w:rsidR="00557788" w:rsidRDefault="00557788" w:rsidP="00557788">
      <w:r>
        <w:t>329.6760</w:t>
      </w:r>
      <w:r>
        <w:tab/>
        <w:t>1.013e0</w:t>
      </w:r>
    </w:p>
    <w:p w:rsidR="00557788" w:rsidRDefault="00557788" w:rsidP="00557788">
      <w:r>
        <w:t>329.6808</w:t>
      </w:r>
      <w:r>
        <w:tab/>
        <w:t>3.038e0</w:t>
      </w:r>
    </w:p>
    <w:p w:rsidR="00557788" w:rsidRDefault="00557788" w:rsidP="00557788">
      <w:r>
        <w:t>329.6880</w:t>
      </w:r>
      <w:r>
        <w:tab/>
        <w:t>3.051e0</w:t>
      </w:r>
    </w:p>
    <w:p w:rsidR="00557788" w:rsidRDefault="00557788" w:rsidP="00557788">
      <w:r>
        <w:t>329.6894</w:t>
      </w:r>
      <w:r>
        <w:tab/>
        <w:t>5.063e-2</w:t>
      </w:r>
    </w:p>
    <w:p w:rsidR="00557788" w:rsidRDefault="00557788" w:rsidP="00557788">
      <w:r>
        <w:lastRenderedPageBreak/>
        <w:t>329.7043</w:t>
      </w:r>
      <w:r>
        <w:tab/>
        <w:t>2.025e0</w:t>
      </w:r>
    </w:p>
    <w:p w:rsidR="00557788" w:rsidRDefault="00557788" w:rsidP="00557788">
      <w:r>
        <w:t>329.7168</w:t>
      </w:r>
      <w:r>
        <w:tab/>
        <w:t>4.051e0</w:t>
      </w:r>
    </w:p>
    <w:p w:rsidR="00557788" w:rsidRDefault="00557788" w:rsidP="00557788">
      <w:r>
        <w:t>329.7227</w:t>
      </w:r>
      <w:r>
        <w:tab/>
        <w:t>2.025e0</w:t>
      </w:r>
    </w:p>
    <w:p w:rsidR="00557788" w:rsidRDefault="00557788" w:rsidP="00557788">
      <w:r>
        <w:t>329.7327</w:t>
      </w:r>
      <w:r>
        <w:tab/>
        <w:t>1.013e0</w:t>
      </w:r>
    </w:p>
    <w:p w:rsidR="00557788" w:rsidRDefault="00557788" w:rsidP="00557788">
      <w:r>
        <w:t>329.7346</w:t>
      </w:r>
      <w:r>
        <w:tab/>
        <w:t>2.025e0</w:t>
      </w:r>
    </w:p>
    <w:p w:rsidR="00557788" w:rsidRDefault="00557788" w:rsidP="00557788">
      <w:r>
        <w:t>329.7397</w:t>
      </w:r>
      <w:r>
        <w:tab/>
        <w:t>2.025e0</w:t>
      </w:r>
    </w:p>
    <w:p w:rsidR="00557788" w:rsidRDefault="00557788" w:rsidP="00557788">
      <w:r>
        <w:t>329.7532</w:t>
      </w:r>
      <w:r>
        <w:tab/>
        <w:t>1.013e0</w:t>
      </w:r>
    </w:p>
    <w:p w:rsidR="00557788" w:rsidRDefault="00557788" w:rsidP="00557788">
      <w:r>
        <w:t>329.7655</w:t>
      </w:r>
      <w:r>
        <w:tab/>
        <w:t>1.013e0</w:t>
      </w:r>
    </w:p>
    <w:p w:rsidR="00557788" w:rsidRDefault="00557788" w:rsidP="00557788">
      <w:r>
        <w:t>329.7773</w:t>
      </w:r>
      <w:r>
        <w:tab/>
        <w:t>1.266e-2</w:t>
      </w:r>
    </w:p>
    <w:p w:rsidR="00557788" w:rsidRDefault="00557788" w:rsidP="00557788">
      <w:r>
        <w:t>329.7847</w:t>
      </w:r>
      <w:r>
        <w:tab/>
        <w:t>3.038e0</w:t>
      </w:r>
    </w:p>
    <w:p w:rsidR="00557788" w:rsidRDefault="00557788" w:rsidP="00557788">
      <w:r>
        <w:t>329.7894</w:t>
      </w:r>
      <w:r>
        <w:tab/>
        <w:t>1.266e-2</w:t>
      </w:r>
    </w:p>
    <w:p w:rsidR="00557788" w:rsidRDefault="00557788" w:rsidP="00557788">
      <w:r>
        <w:t>329.7958</w:t>
      </w:r>
      <w:r>
        <w:tab/>
        <w:t>5.063e-2</w:t>
      </w:r>
    </w:p>
    <w:p w:rsidR="00557788" w:rsidRDefault="00557788" w:rsidP="00557788">
      <w:r>
        <w:t>329.8011</w:t>
      </w:r>
      <w:r>
        <w:tab/>
        <w:t>1.013e0</w:t>
      </w:r>
    </w:p>
    <w:p w:rsidR="00557788" w:rsidRDefault="00557788" w:rsidP="00557788">
      <w:r>
        <w:t>329.8274</w:t>
      </w:r>
      <w:r>
        <w:tab/>
        <w:t>5.063e0</w:t>
      </w:r>
    </w:p>
    <w:p w:rsidR="00557788" w:rsidRDefault="00557788" w:rsidP="00557788">
      <w:r>
        <w:t>329.8364</w:t>
      </w:r>
      <w:r>
        <w:tab/>
        <w:t>9.114e0</w:t>
      </w:r>
    </w:p>
    <w:p w:rsidR="00557788" w:rsidRDefault="00557788" w:rsidP="00557788">
      <w:r>
        <w:t>329.8427</w:t>
      </w:r>
      <w:r>
        <w:tab/>
        <w:t>1.266e-2</w:t>
      </w:r>
    </w:p>
    <w:p w:rsidR="00557788" w:rsidRDefault="00557788" w:rsidP="00557788">
      <w:r>
        <w:t>329.8627</w:t>
      </w:r>
      <w:r>
        <w:tab/>
        <w:t>2.025e0</w:t>
      </w:r>
    </w:p>
    <w:p w:rsidR="00557788" w:rsidRDefault="00557788" w:rsidP="00557788">
      <w:r>
        <w:t>329.8776</w:t>
      </w:r>
      <w:r>
        <w:tab/>
        <w:t>1.681e0</w:t>
      </w:r>
    </w:p>
    <w:p w:rsidR="00557788" w:rsidRDefault="00557788" w:rsidP="00557788">
      <w:r>
        <w:t>329.8801</w:t>
      </w:r>
      <w:r>
        <w:tab/>
        <w:t>4.883e0</w:t>
      </w:r>
    </w:p>
    <w:p w:rsidR="00557788" w:rsidRDefault="00557788" w:rsidP="00557788">
      <w:r>
        <w:lastRenderedPageBreak/>
        <w:t>329.8867</w:t>
      </w:r>
      <w:r>
        <w:tab/>
        <w:t>5.076e0</w:t>
      </w:r>
    </w:p>
    <w:p w:rsidR="00557788" w:rsidRDefault="00557788" w:rsidP="00557788">
      <w:r>
        <w:t>329.8911</w:t>
      </w:r>
      <w:r>
        <w:tab/>
        <w:t>1.013e0</w:t>
      </w:r>
    </w:p>
    <w:p w:rsidR="00557788" w:rsidRDefault="00557788" w:rsidP="00557788">
      <w:r>
        <w:t>329.8934</w:t>
      </w:r>
      <w:r>
        <w:tab/>
        <w:t>3.994e0</w:t>
      </w:r>
    </w:p>
    <w:p w:rsidR="00557788" w:rsidRDefault="00557788" w:rsidP="00557788">
      <w:r>
        <w:t>329.8970</w:t>
      </w:r>
      <w:r>
        <w:tab/>
        <w:t>3.899e0</w:t>
      </w:r>
    </w:p>
    <w:p w:rsidR="00557788" w:rsidRDefault="00557788" w:rsidP="00557788">
      <w:r>
        <w:t>329.9176</w:t>
      </w:r>
      <w:r>
        <w:tab/>
        <w:t>3.405e0</w:t>
      </w:r>
    </w:p>
    <w:p w:rsidR="00557788" w:rsidRDefault="00557788" w:rsidP="00557788">
      <w:r>
        <w:t>329.9296</w:t>
      </w:r>
      <w:r>
        <w:tab/>
        <w:t>6.906e0</w:t>
      </w:r>
    </w:p>
    <w:p w:rsidR="00557788" w:rsidRDefault="00557788" w:rsidP="00557788">
      <w:r>
        <w:t>329.9522</w:t>
      </w:r>
      <w:r>
        <w:tab/>
        <w:t>6.967e-1</w:t>
      </w:r>
    </w:p>
    <w:p w:rsidR="00557788" w:rsidRDefault="00557788" w:rsidP="00557788">
      <w:r>
        <w:t>329.9549</w:t>
      </w:r>
      <w:r>
        <w:tab/>
        <w:t>8.045e0</w:t>
      </w:r>
    </w:p>
    <w:p w:rsidR="00557788" w:rsidRDefault="00557788" w:rsidP="00557788">
      <w:r>
        <w:t>329.9632</w:t>
      </w:r>
      <w:r>
        <w:tab/>
        <w:t>5.517e0</w:t>
      </w:r>
    </w:p>
    <w:p w:rsidR="00557788" w:rsidRDefault="00557788" w:rsidP="00557788">
      <w:r>
        <w:t>329.9657</w:t>
      </w:r>
      <w:r>
        <w:tab/>
        <w:t>4.076e0</w:t>
      </w:r>
    </w:p>
    <w:p w:rsidR="00557788" w:rsidRDefault="00557788" w:rsidP="00557788">
      <w:r>
        <w:t>329.9729</w:t>
      </w:r>
      <w:r>
        <w:tab/>
        <w:t>2.025e0</w:t>
      </w:r>
    </w:p>
    <w:p w:rsidR="00557788" w:rsidRDefault="00557788" w:rsidP="00557788">
      <w:r>
        <w:t>329.9819</w:t>
      </w:r>
      <w:r>
        <w:tab/>
        <w:t>2.985e0</w:t>
      </w:r>
    </w:p>
    <w:p w:rsidR="00557788" w:rsidRDefault="00557788" w:rsidP="00557788">
      <w:r>
        <w:t>329.9868</w:t>
      </w:r>
      <w:r>
        <w:tab/>
        <w:t>1.948e0</w:t>
      </w:r>
    </w:p>
    <w:p w:rsidR="00557788" w:rsidRDefault="00557788" w:rsidP="00557788">
      <w:r>
        <w:t>330.0211</w:t>
      </w:r>
      <w:r>
        <w:tab/>
        <w:t>4.051e0</w:t>
      </w:r>
    </w:p>
    <w:p w:rsidR="00557788" w:rsidRDefault="00557788" w:rsidP="00557788">
      <w:r>
        <w:t>330.0340</w:t>
      </w:r>
      <w:r>
        <w:tab/>
        <w:t>1.950e0</w:t>
      </w:r>
    </w:p>
    <w:p w:rsidR="00557788" w:rsidRDefault="00557788" w:rsidP="00557788">
      <w:r>
        <w:t>330.0418</w:t>
      </w:r>
      <w:r>
        <w:tab/>
        <w:t>8.634e0</w:t>
      </w:r>
    </w:p>
    <w:p w:rsidR="00557788" w:rsidRDefault="00557788" w:rsidP="00557788">
      <w:r>
        <w:t>330.0490</w:t>
      </w:r>
      <w:r>
        <w:tab/>
        <w:t>1.044e0</w:t>
      </w:r>
    </w:p>
    <w:p w:rsidR="00557788" w:rsidRDefault="00557788" w:rsidP="00557788">
      <w:r>
        <w:t>330.0507</w:t>
      </w:r>
      <w:r>
        <w:tab/>
        <w:t>4.352e0</w:t>
      </w:r>
    </w:p>
    <w:p w:rsidR="00557788" w:rsidRDefault="00557788" w:rsidP="00557788">
      <w:r>
        <w:t>330.0675</w:t>
      </w:r>
      <w:r>
        <w:tab/>
        <w:t>1.387e0</w:t>
      </w:r>
    </w:p>
    <w:p w:rsidR="00557788" w:rsidRDefault="00557788" w:rsidP="00557788">
      <w:r>
        <w:lastRenderedPageBreak/>
        <w:t>330.0755</w:t>
      </w:r>
      <w:r>
        <w:tab/>
        <w:t>2.671e0</w:t>
      </w:r>
    </w:p>
    <w:p w:rsidR="00557788" w:rsidRDefault="00557788" w:rsidP="00557788">
      <w:r>
        <w:t>330.0906</w:t>
      </w:r>
      <w:r>
        <w:tab/>
        <w:t>6.518e0</w:t>
      </w:r>
    </w:p>
    <w:p w:rsidR="00557788" w:rsidRDefault="00557788" w:rsidP="00557788">
      <w:r>
        <w:t>330.0957</w:t>
      </w:r>
      <w:r>
        <w:tab/>
        <w:t>3.894e-1</w:t>
      </w:r>
    </w:p>
    <w:p w:rsidR="00557788" w:rsidRDefault="00557788" w:rsidP="00557788">
      <w:r>
        <w:t>330.1004</w:t>
      </w:r>
      <w:r>
        <w:tab/>
        <w:t>1.662e0</w:t>
      </w:r>
    </w:p>
    <w:p w:rsidR="00557788" w:rsidRDefault="00557788" w:rsidP="00557788">
      <w:r>
        <w:t>330.1016</w:t>
      </w:r>
      <w:r>
        <w:tab/>
        <w:t>2.200e0</w:t>
      </w:r>
    </w:p>
    <w:p w:rsidR="00557788" w:rsidRDefault="00557788" w:rsidP="00557788">
      <w:r>
        <w:t>330.1111</w:t>
      </w:r>
      <w:r>
        <w:tab/>
        <w:t>1.394e0</w:t>
      </w:r>
    </w:p>
    <w:p w:rsidR="00557788" w:rsidRDefault="00557788" w:rsidP="00557788">
      <w:r>
        <w:t>330.1181</w:t>
      </w:r>
      <w:r>
        <w:tab/>
        <w:t>6.539e0</w:t>
      </w:r>
    </w:p>
    <w:p w:rsidR="00557788" w:rsidRDefault="00557788" w:rsidP="00557788">
      <w:r>
        <w:t>330.1436</w:t>
      </w:r>
      <w:r>
        <w:tab/>
        <w:t>2.919e0</w:t>
      </w:r>
    </w:p>
    <w:p w:rsidR="00557788" w:rsidRDefault="00557788" w:rsidP="00557788">
      <w:r>
        <w:t>330.1544</w:t>
      </w:r>
      <w:r>
        <w:tab/>
        <w:t>2.358e0</w:t>
      </w:r>
    </w:p>
    <w:p w:rsidR="00557788" w:rsidRDefault="00557788" w:rsidP="00557788">
      <w:r>
        <w:t>330.1573</w:t>
      </w:r>
      <w:r>
        <w:tab/>
        <w:t>1.519e0</w:t>
      </w:r>
    </w:p>
    <w:p w:rsidR="00557788" w:rsidRDefault="00557788" w:rsidP="00557788">
      <w:r>
        <w:t>330.1632</w:t>
      </w:r>
      <w:r>
        <w:tab/>
        <w:t>1.137e0</w:t>
      </w:r>
    </w:p>
    <w:p w:rsidR="00557788" w:rsidRDefault="00557788" w:rsidP="00557788">
      <w:r>
        <w:t>330.1642</w:t>
      </w:r>
      <w:r>
        <w:tab/>
        <w:t>1.013e0</w:t>
      </w:r>
    </w:p>
    <w:p w:rsidR="00557788" w:rsidRDefault="00557788" w:rsidP="00557788">
      <w:r>
        <w:t>330.1850</w:t>
      </w:r>
      <w:r>
        <w:tab/>
        <w:t>1.038e0</w:t>
      </w:r>
    </w:p>
    <w:p w:rsidR="00557788" w:rsidRDefault="00557788" w:rsidP="00557788">
      <w:r>
        <w:t>330.1930</w:t>
      </w:r>
      <w:r>
        <w:tab/>
        <w:t>3.106e0</w:t>
      </w:r>
    </w:p>
    <w:p w:rsidR="00557788" w:rsidRDefault="00557788" w:rsidP="00557788">
      <w:r>
        <w:t>330.2171</w:t>
      </w:r>
      <w:r>
        <w:tab/>
        <w:t>8.101e0</w:t>
      </w:r>
    </w:p>
    <w:p w:rsidR="00557788" w:rsidRDefault="00557788" w:rsidP="00557788">
      <w:r>
        <w:t>330.2199</w:t>
      </w:r>
      <w:r>
        <w:tab/>
        <w:t>4.914e0</w:t>
      </w:r>
    </w:p>
    <w:p w:rsidR="00557788" w:rsidRDefault="00557788" w:rsidP="00557788">
      <w:r>
        <w:t>330.2210</w:t>
      </w:r>
      <w:r>
        <w:tab/>
        <w:t>3.540e0</w:t>
      </w:r>
    </w:p>
    <w:p w:rsidR="00557788" w:rsidRDefault="00557788" w:rsidP="00557788">
      <w:r>
        <w:t>330.2518</w:t>
      </w:r>
      <w:r>
        <w:tab/>
        <w:t>1.528e1</w:t>
      </w:r>
    </w:p>
    <w:p w:rsidR="00557788" w:rsidRDefault="00557788" w:rsidP="00557788">
      <w:r>
        <w:t>330.2561</w:t>
      </w:r>
      <w:r>
        <w:tab/>
        <w:t>7.522e0</w:t>
      </w:r>
    </w:p>
    <w:p w:rsidR="00557788" w:rsidRDefault="00557788" w:rsidP="00557788">
      <w:r>
        <w:lastRenderedPageBreak/>
        <w:t>330.2591</w:t>
      </w:r>
      <w:r>
        <w:tab/>
        <w:t>1.664e0</w:t>
      </w:r>
    </w:p>
    <w:p w:rsidR="00557788" w:rsidRDefault="00557788" w:rsidP="00557788">
      <w:r>
        <w:t>330.2648</w:t>
      </w:r>
      <w:r>
        <w:tab/>
        <w:t>1.093e1</w:t>
      </w:r>
    </w:p>
    <w:p w:rsidR="00557788" w:rsidRDefault="00557788" w:rsidP="00557788">
      <w:r>
        <w:t>330.2697</w:t>
      </w:r>
      <w:r>
        <w:tab/>
        <w:t>1.162e1</w:t>
      </w:r>
    </w:p>
    <w:p w:rsidR="00557788" w:rsidRDefault="00557788" w:rsidP="00557788">
      <w:r>
        <w:t>330.3056</w:t>
      </w:r>
      <w:r>
        <w:tab/>
        <w:t>3.292e0</w:t>
      </w:r>
    </w:p>
    <w:p w:rsidR="00557788" w:rsidRDefault="00557788" w:rsidP="00557788">
      <w:r>
        <w:t>330.3123</w:t>
      </w:r>
      <w:r>
        <w:tab/>
        <w:t>3.590e0</w:t>
      </w:r>
    </w:p>
    <w:p w:rsidR="00557788" w:rsidRDefault="00557788" w:rsidP="00557788">
      <w:r>
        <w:t>330.3387</w:t>
      </w:r>
      <w:r>
        <w:tab/>
        <w:t>1.494e0</w:t>
      </w:r>
    </w:p>
    <w:p w:rsidR="00557788" w:rsidRDefault="00557788" w:rsidP="00557788">
      <w:r>
        <w:t>330.3517</w:t>
      </w:r>
      <w:r>
        <w:tab/>
        <w:t>1.594e0</w:t>
      </w:r>
    </w:p>
    <w:p w:rsidR="00557788" w:rsidRDefault="00557788" w:rsidP="00557788">
      <w:r>
        <w:t>330.3552</w:t>
      </w:r>
      <w:r>
        <w:tab/>
        <w:t>1.834e0</w:t>
      </w:r>
    </w:p>
    <w:p w:rsidR="00557788" w:rsidRDefault="00557788" w:rsidP="00557788">
      <w:r>
        <w:t>330.3897</w:t>
      </w:r>
      <w:r>
        <w:tab/>
        <w:t>3.038e0</w:t>
      </w:r>
    </w:p>
    <w:p w:rsidR="00557788" w:rsidRDefault="00557788" w:rsidP="00557788">
      <w:r>
        <w:t>330.4076</w:t>
      </w:r>
      <w:r>
        <w:tab/>
        <w:t>1.013e0</w:t>
      </w:r>
    </w:p>
    <w:p w:rsidR="00557788" w:rsidRDefault="00557788" w:rsidP="00557788">
      <w:r>
        <w:t>330.4213</w:t>
      </w:r>
      <w:r>
        <w:tab/>
        <w:t>2.025e0</w:t>
      </w:r>
    </w:p>
    <w:p w:rsidR="00557788" w:rsidRDefault="00557788" w:rsidP="00557788">
      <w:r>
        <w:t>330.4232</w:t>
      </w:r>
      <w:r>
        <w:tab/>
        <w:t>3.038e0</w:t>
      </w:r>
    </w:p>
    <w:p w:rsidR="00557788" w:rsidRDefault="00557788" w:rsidP="00557788">
      <w:r>
        <w:t>330.4373</w:t>
      </w:r>
      <w:r>
        <w:tab/>
        <w:t>1.013e0</w:t>
      </w:r>
    </w:p>
    <w:p w:rsidR="00557788" w:rsidRDefault="00557788" w:rsidP="00557788">
      <w:r>
        <w:t>330.4433</w:t>
      </w:r>
      <w:r>
        <w:tab/>
        <w:t>1.013e0</w:t>
      </w:r>
    </w:p>
    <w:p w:rsidR="00557788" w:rsidRDefault="00557788" w:rsidP="00557788">
      <w:r>
        <w:t>330.4680</w:t>
      </w:r>
      <w:r>
        <w:tab/>
        <w:t>1.025e0</w:t>
      </w:r>
    </w:p>
    <w:p w:rsidR="00557788" w:rsidRDefault="00557788" w:rsidP="00557788">
      <w:r>
        <w:t>330.4696</w:t>
      </w:r>
      <w:r>
        <w:tab/>
        <w:t>2.025e0</w:t>
      </w:r>
    </w:p>
    <w:p w:rsidR="00557788" w:rsidRDefault="00557788" w:rsidP="00557788">
      <w:r>
        <w:t>330.4806</w:t>
      </w:r>
      <w:r>
        <w:tab/>
        <w:t>1.266e-2</w:t>
      </w:r>
    </w:p>
    <w:p w:rsidR="00557788" w:rsidRDefault="00557788" w:rsidP="00557788">
      <w:r>
        <w:t>330.5009</w:t>
      </w:r>
      <w:r>
        <w:tab/>
        <w:t>1.266e-2</w:t>
      </w:r>
    </w:p>
    <w:p w:rsidR="00557788" w:rsidRDefault="00557788" w:rsidP="00557788">
      <w:r>
        <w:t>330.5207</w:t>
      </w:r>
      <w:r>
        <w:tab/>
        <w:t>1.013e0</w:t>
      </w:r>
    </w:p>
    <w:p w:rsidR="00557788" w:rsidRDefault="00557788" w:rsidP="00557788">
      <w:r>
        <w:lastRenderedPageBreak/>
        <w:t>330.5249</w:t>
      </w:r>
      <w:r>
        <w:tab/>
        <w:t>3.038e0</w:t>
      </w:r>
    </w:p>
    <w:p w:rsidR="00557788" w:rsidRDefault="00557788" w:rsidP="00557788">
      <w:r>
        <w:t>330.5294</w:t>
      </w:r>
      <w:r>
        <w:tab/>
        <w:t>1.013e0</w:t>
      </w:r>
    </w:p>
    <w:p w:rsidR="00557788" w:rsidRDefault="00557788" w:rsidP="00557788">
      <w:r>
        <w:t>330.5334</w:t>
      </w:r>
      <w:r>
        <w:tab/>
        <w:t>1.266e-2</w:t>
      </w:r>
    </w:p>
    <w:p w:rsidR="00557788" w:rsidRDefault="00557788" w:rsidP="00557788">
      <w:r>
        <w:t>330.5416</w:t>
      </w:r>
      <w:r>
        <w:tab/>
        <w:t>2.025e0</w:t>
      </w:r>
    </w:p>
    <w:p w:rsidR="00557788" w:rsidRDefault="00557788" w:rsidP="00557788">
      <w:r>
        <w:t>330.5485</w:t>
      </w:r>
      <w:r>
        <w:tab/>
        <w:t>2.532e-2</w:t>
      </w:r>
    </w:p>
    <w:p w:rsidR="00557788" w:rsidRDefault="00557788" w:rsidP="00557788">
      <w:r>
        <w:t>330.5683</w:t>
      </w:r>
      <w:r>
        <w:tab/>
        <w:t>1.013e0</w:t>
      </w:r>
    </w:p>
    <w:p w:rsidR="00557788" w:rsidRDefault="00557788" w:rsidP="00557788">
      <w:r>
        <w:t>330.5787</w:t>
      </w:r>
      <w:r>
        <w:tab/>
        <w:t>3.798e-2</w:t>
      </w:r>
    </w:p>
    <w:p w:rsidR="00557788" w:rsidRDefault="00557788" w:rsidP="00557788">
      <w:r>
        <w:t>330.5911</w:t>
      </w:r>
      <w:r>
        <w:tab/>
        <w:t>4.051e0</w:t>
      </w:r>
    </w:p>
    <w:p w:rsidR="00557788" w:rsidRDefault="00557788" w:rsidP="00557788">
      <w:r>
        <w:t>330.5921</w:t>
      </w:r>
      <w:r>
        <w:tab/>
        <w:t>1.266e-2</w:t>
      </w:r>
    </w:p>
    <w:p w:rsidR="00557788" w:rsidRDefault="00557788" w:rsidP="00557788">
      <w:r>
        <w:t>330.5979</w:t>
      </w:r>
      <w:r>
        <w:tab/>
        <w:t>1.038e0</w:t>
      </w:r>
    </w:p>
    <w:p w:rsidR="00557788" w:rsidRDefault="00557788" w:rsidP="00557788">
      <w:r>
        <w:t>330.6025</w:t>
      </w:r>
      <w:r>
        <w:tab/>
        <w:t>1.038e0</w:t>
      </w:r>
    </w:p>
    <w:p w:rsidR="00557788" w:rsidRDefault="00557788" w:rsidP="00557788">
      <w:r>
        <w:t>330.6260</w:t>
      </w:r>
      <w:r>
        <w:tab/>
        <w:t>3.038e0</w:t>
      </w:r>
    </w:p>
    <w:p w:rsidR="00557788" w:rsidRDefault="00557788" w:rsidP="00557788">
      <w:r>
        <w:t>330.6499</w:t>
      </w:r>
      <w:r>
        <w:tab/>
        <w:t>2.025e0</w:t>
      </w:r>
    </w:p>
    <w:p w:rsidR="00557788" w:rsidRDefault="00557788" w:rsidP="00557788">
      <w:r>
        <w:t>330.6596</w:t>
      </w:r>
      <w:r>
        <w:tab/>
        <w:t>1.013e0</w:t>
      </w:r>
    </w:p>
    <w:p w:rsidR="00557788" w:rsidRDefault="00557788" w:rsidP="00557788">
      <w:r>
        <w:t>330.6649</w:t>
      </w:r>
      <w:r>
        <w:tab/>
        <w:t>4.051e0</w:t>
      </w:r>
    </w:p>
    <w:p w:rsidR="00557788" w:rsidRDefault="00557788" w:rsidP="00557788">
      <w:r>
        <w:t>330.6697</w:t>
      </w:r>
      <w:r>
        <w:tab/>
        <w:t>2.025e0</w:t>
      </w:r>
    </w:p>
    <w:p w:rsidR="00557788" w:rsidRDefault="00557788" w:rsidP="00557788">
      <w:r>
        <w:t>330.6878</w:t>
      </w:r>
      <w:r>
        <w:tab/>
        <w:t>1.013e0</w:t>
      </w:r>
    </w:p>
    <w:p w:rsidR="00557788" w:rsidRDefault="00557788" w:rsidP="00557788">
      <w:r>
        <w:t>330.6891</w:t>
      </w:r>
      <w:r>
        <w:tab/>
        <w:t>5.063e0</w:t>
      </w:r>
    </w:p>
    <w:p w:rsidR="00557788" w:rsidRDefault="00557788" w:rsidP="00557788">
      <w:r>
        <w:t>330.7171</w:t>
      </w:r>
      <w:r>
        <w:tab/>
        <w:t>3.797e-2</w:t>
      </w:r>
    </w:p>
    <w:p w:rsidR="00557788" w:rsidRDefault="00557788" w:rsidP="00557788">
      <w:r>
        <w:lastRenderedPageBreak/>
        <w:t>330.7327</w:t>
      </w:r>
      <w:r>
        <w:tab/>
        <w:t>2.025e0</w:t>
      </w:r>
    </w:p>
    <w:p w:rsidR="00557788" w:rsidRDefault="00557788" w:rsidP="00557788">
      <w:r>
        <w:t>330.7428</w:t>
      </w:r>
      <w:r>
        <w:tab/>
        <w:t>4.643e0</w:t>
      </w:r>
    </w:p>
    <w:p w:rsidR="00557788" w:rsidRDefault="00557788" w:rsidP="00557788">
      <w:r>
        <w:t>330.7571</w:t>
      </w:r>
      <w:r>
        <w:tab/>
        <w:t>1.013e0</w:t>
      </w:r>
    </w:p>
    <w:p w:rsidR="00557788" w:rsidRDefault="00557788" w:rsidP="00557788">
      <w:r>
        <w:t>330.7767</w:t>
      </w:r>
      <w:r>
        <w:tab/>
        <w:t>1.013e0</w:t>
      </w:r>
    </w:p>
    <w:p w:rsidR="00557788" w:rsidRDefault="00557788" w:rsidP="00557788">
      <w:r>
        <w:t>330.7875</w:t>
      </w:r>
      <w:r>
        <w:tab/>
        <w:t>2.025e0</w:t>
      </w:r>
    </w:p>
    <w:p w:rsidR="00557788" w:rsidRDefault="00557788" w:rsidP="00557788">
      <w:r>
        <w:t>330.7896</w:t>
      </w:r>
      <w:r>
        <w:tab/>
        <w:t>1.013e0</w:t>
      </w:r>
    </w:p>
    <w:p w:rsidR="00557788" w:rsidRDefault="00557788" w:rsidP="00557788">
      <w:r>
        <w:t>330.8014</w:t>
      </w:r>
      <w:r>
        <w:tab/>
        <w:t>2.025e0</w:t>
      </w:r>
    </w:p>
    <w:p w:rsidR="00557788" w:rsidRDefault="00557788" w:rsidP="00557788">
      <w:r>
        <w:t>330.8050</w:t>
      </w:r>
      <w:r>
        <w:tab/>
        <w:t>3.038e0</w:t>
      </w:r>
    </w:p>
    <w:p w:rsidR="00557788" w:rsidRDefault="00557788" w:rsidP="00557788">
      <w:r>
        <w:t>330.8089</w:t>
      </w:r>
      <w:r>
        <w:tab/>
        <w:t>2.025e0</w:t>
      </w:r>
    </w:p>
    <w:p w:rsidR="00557788" w:rsidRDefault="00557788" w:rsidP="00557788">
      <w:r>
        <w:t>330.8303</w:t>
      </w:r>
      <w:r>
        <w:tab/>
        <w:t>1.266e-2</w:t>
      </w:r>
    </w:p>
    <w:p w:rsidR="00557788" w:rsidRDefault="00557788" w:rsidP="00557788">
      <w:r>
        <w:t>330.8629</w:t>
      </w:r>
      <w:r>
        <w:tab/>
        <w:t>1.013e0</w:t>
      </w:r>
    </w:p>
    <w:p w:rsidR="00557788" w:rsidRDefault="00557788" w:rsidP="00557788">
      <w:r>
        <w:t>330.8665</w:t>
      </w:r>
      <w:r>
        <w:tab/>
        <w:t>2.025e0</w:t>
      </w:r>
    </w:p>
    <w:p w:rsidR="00557788" w:rsidRDefault="00557788" w:rsidP="00557788">
      <w:r>
        <w:t>330.8801</w:t>
      </w:r>
      <w:r>
        <w:tab/>
        <w:t>2.025e0</w:t>
      </w:r>
    </w:p>
    <w:p w:rsidR="00557788" w:rsidRDefault="00557788" w:rsidP="00557788">
      <w:r>
        <w:t>330.8812</w:t>
      </w:r>
      <w:r>
        <w:tab/>
        <w:t>3.038e0</w:t>
      </w:r>
    </w:p>
    <w:p w:rsidR="00557788" w:rsidRDefault="00557788" w:rsidP="00557788">
      <w:r>
        <w:t>330.8997</w:t>
      </w:r>
      <w:r>
        <w:tab/>
        <w:t>2.951e0</w:t>
      </w:r>
    </w:p>
    <w:p w:rsidR="00557788" w:rsidRDefault="00557788" w:rsidP="00557788">
      <w:r>
        <w:t>330.9016</w:t>
      </w:r>
      <w:r>
        <w:tab/>
        <w:t>5.848e0</w:t>
      </w:r>
    </w:p>
    <w:p w:rsidR="00557788" w:rsidRDefault="00557788" w:rsidP="00557788">
      <w:r>
        <w:t>330.9434</w:t>
      </w:r>
      <w:r>
        <w:tab/>
        <w:t>1.874e0</w:t>
      </w:r>
    </w:p>
    <w:p w:rsidR="00557788" w:rsidRDefault="00557788" w:rsidP="00557788">
      <w:r>
        <w:t>330.9531</w:t>
      </w:r>
      <w:r>
        <w:tab/>
        <w:t>3.734e0</w:t>
      </w:r>
    </w:p>
    <w:p w:rsidR="00557788" w:rsidRDefault="00557788" w:rsidP="00557788">
      <w:r>
        <w:t>330.9612</w:t>
      </w:r>
      <w:r>
        <w:tab/>
        <w:t>7.032e0</w:t>
      </w:r>
    </w:p>
    <w:p w:rsidR="00557788" w:rsidRDefault="00557788" w:rsidP="00557788">
      <w:r>
        <w:lastRenderedPageBreak/>
        <w:t>330.9789</w:t>
      </w:r>
      <w:r>
        <w:tab/>
        <w:t>1.038e0</w:t>
      </w:r>
    </w:p>
    <w:p w:rsidR="00557788" w:rsidRDefault="00557788" w:rsidP="00557788">
      <w:r>
        <w:t>331.0079</w:t>
      </w:r>
      <w:r>
        <w:tab/>
        <w:t>4.837e0</w:t>
      </w:r>
    </w:p>
    <w:p w:rsidR="00557788" w:rsidRDefault="00557788" w:rsidP="00557788">
      <w:r>
        <w:t>331.0132</w:t>
      </w:r>
      <w:r>
        <w:tab/>
        <w:t>4.082e0</w:t>
      </w:r>
    </w:p>
    <w:p w:rsidR="00557788" w:rsidRDefault="00557788" w:rsidP="00557788">
      <w:r>
        <w:t>331.0287</w:t>
      </w:r>
      <w:r>
        <w:tab/>
        <w:t>1.462e0</w:t>
      </w:r>
    </w:p>
    <w:p w:rsidR="00557788" w:rsidRDefault="00557788" w:rsidP="00557788">
      <w:r>
        <w:t>331.0311</w:t>
      </w:r>
      <w:r>
        <w:tab/>
        <w:t>1.565e0</w:t>
      </w:r>
    </w:p>
    <w:p w:rsidR="00557788" w:rsidRDefault="00557788" w:rsidP="00557788">
      <w:r>
        <w:t>331.0329</w:t>
      </w:r>
      <w:r>
        <w:tab/>
        <w:t>1.013e0</w:t>
      </w:r>
    </w:p>
    <w:p w:rsidR="00557788" w:rsidRDefault="00557788" w:rsidP="00557788">
      <w:r>
        <w:t>331.0412</w:t>
      </w:r>
      <w:r>
        <w:tab/>
        <w:t>2.287e0</w:t>
      </w:r>
    </w:p>
    <w:p w:rsidR="00557788" w:rsidRDefault="00557788" w:rsidP="00557788">
      <w:r>
        <w:t>331.0537</w:t>
      </w:r>
      <w:r>
        <w:tab/>
        <w:t>3.339e0</w:t>
      </w:r>
    </w:p>
    <w:p w:rsidR="00557788" w:rsidRDefault="00557788" w:rsidP="00557788">
      <w:r>
        <w:t>331.0568</w:t>
      </w:r>
      <w:r>
        <w:tab/>
        <w:t>1.168e0</w:t>
      </w:r>
    </w:p>
    <w:p w:rsidR="00557788" w:rsidRDefault="00557788" w:rsidP="00557788">
      <w:r>
        <w:t>331.0918</w:t>
      </w:r>
      <w:r>
        <w:tab/>
        <w:t>2.917e0</w:t>
      </w:r>
    </w:p>
    <w:p w:rsidR="00557788" w:rsidRDefault="00557788" w:rsidP="00557788">
      <w:r>
        <w:t>331.1089</w:t>
      </w:r>
      <w:r>
        <w:tab/>
        <w:t>2.888e0</w:t>
      </w:r>
    </w:p>
    <w:p w:rsidR="00557788" w:rsidRDefault="00557788" w:rsidP="00557788">
      <w:r>
        <w:t>331.1291</w:t>
      </w:r>
      <w:r>
        <w:tab/>
        <w:t>2.068e0</w:t>
      </w:r>
    </w:p>
    <w:p w:rsidR="00557788" w:rsidRDefault="00557788" w:rsidP="00557788">
      <w:r>
        <w:t>331.1351</w:t>
      </w:r>
      <w:r>
        <w:tab/>
        <w:t>1.375e0</w:t>
      </w:r>
    </w:p>
    <w:p w:rsidR="00557788" w:rsidRDefault="00557788" w:rsidP="00557788">
      <w:r>
        <w:t>331.1594</w:t>
      </w:r>
      <w:r>
        <w:tab/>
        <w:t>2.140e0</w:t>
      </w:r>
    </w:p>
    <w:p w:rsidR="00557788" w:rsidRDefault="00557788" w:rsidP="00557788">
      <w:r>
        <w:t>331.1642</w:t>
      </w:r>
      <w:r>
        <w:tab/>
        <w:t>1.519e0</w:t>
      </w:r>
    </w:p>
    <w:p w:rsidR="00557788" w:rsidRDefault="00557788" w:rsidP="00557788">
      <w:r>
        <w:t>331.1678</w:t>
      </w:r>
      <w:r>
        <w:tab/>
        <w:t>2.324e0</w:t>
      </w:r>
    </w:p>
    <w:p w:rsidR="00557788" w:rsidRDefault="00557788" w:rsidP="00557788">
      <w:r>
        <w:t>331.1792</w:t>
      </w:r>
      <w:r>
        <w:tab/>
        <w:t>1.582e0</w:t>
      </w:r>
    </w:p>
    <w:p w:rsidR="00557788" w:rsidRDefault="00557788" w:rsidP="00557788">
      <w:r>
        <w:t>331.2030</w:t>
      </w:r>
      <w:r>
        <w:tab/>
        <w:t>5.166e0</w:t>
      </w:r>
    </w:p>
    <w:p w:rsidR="00557788" w:rsidRDefault="00557788" w:rsidP="00557788">
      <w:r>
        <w:t>331.2045</w:t>
      </w:r>
      <w:r>
        <w:tab/>
        <w:t>5.138e0</w:t>
      </w:r>
    </w:p>
    <w:p w:rsidR="00557788" w:rsidRDefault="00557788" w:rsidP="00557788">
      <w:r>
        <w:lastRenderedPageBreak/>
        <w:t>331.2148</w:t>
      </w:r>
      <w:r>
        <w:tab/>
        <w:t>2.199e1</w:t>
      </w:r>
    </w:p>
    <w:p w:rsidR="00557788" w:rsidRDefault="00557788" w:rsidP="00557788">
      <w:r>
        <w:t>331.2181</w:t>
      </w:r>
      <w:r>
        <w:tab/>
        <w:t>8.731e0</w:t>
      </w:r>
    </w:p>
    <w:p w:rsidR="00557788" w:rsidRDefault="00557788" w:rsidP="00557788">
      <w:r>
        <w:t>331.2430</w:t>
      </w:r>
      <w:r>
        <w:tab/>
        <w:t>5.729e0</w:t>
      </w:r>
    </w:p>
    <w:p w:rsidR="00557788" w:rsidRDefault="00557788" w:rsidP="00557788">
      <w:r>
        <w:t>331.2445</w:t>
      </w:r>
      <w:r>
        <w:tab/>
        <w:t>1.523e0</w:t>
      </w:r>
    </w:p>
    <w:p w:rsidR="00557788" w:rsidRDefault="00557788" w:rsidP="00557788">
      <w:r>
        <w:t>331.2569</w:t>
      </w:r>
      <w:r>
        <w:tab/>
        <w:t>3.520e0</w:t>
      </w:r>
    </w:p>
    <w:p w:rsidR="00557788" w:rsidRDefault="00557788" w:rsidP="00557788">
      <w:r>
        <w:t>331.2695</w:t>
      </w:r>
      <w:r>
        <w:tab/>
        <w:t>6.484e0</w:t>
      </w:r>
    </w:p>
    <w:p w:rsidR="00557788" w:rsidRDefault="00557788" w:rsidP="00557788">
      <w:r>
        <w:t>331.2879</w:t>
      </w:r>
      <w:r>
        <w:tab/>
        <w:t>1.351e0</w:t>
      </w:r>
    </w:p>
    <w:p w:rsidR="00557788" w:rsidRDefault="00557788" w:rsidP="00557788">
      <w:r>
        <w:t>331.2938</w:t>
      </w:r>
      <w:r>
        <w:tab/>
        <w:t>1.276e0</w:t>
      </w:r>
    </w:p>
    <w:p w:rsidR="00557788" w:rsidRDefault="00557788" w:rsidP="00557788">
      <w:r>
        <w:t>331.3293</w:t>
      </w:r>
      <w:r>
        <w:tab/>
        <w:t>1.605e0</w:t>
      </w:r>
    </w:p>
    <w:p w:rsidR="00557788" w:rsidRDefault="00557788" w:rsidP="00557788">
      <w:r>
        <w:t>331.3474</w:t>
      </w:r>
      <w:r>
        <w:tab/>
        <w:t>3.918e0</w:t>
      </w:r>
    </w:p>
    <w:p w:rsidR="00557788" w:rsidRDefault="00557788" w:rsidP="00557788">
      <w:r>
        <w:t>331.3560</w:t>
      </w:r>
      <w:r>
        <w:tab/>
        <w:t>2.783e0</w:t>
      </w:r>
    </w:p>
    <w:p w:rsidR="00557788" w:rsidRDefault="00557788" w:rsidP="00557788">
      <w:r>
        <w:t>331.3931</w:t>
      </w:r>
      <w:r>
        <w:tab/>
        <w:t>2.574e0</w:t>
      </w:r>
    </w:p>
    <w:p w:rsidR="00557788" w:rsidRDefault="00557788" w:rsidP="00557788">
      <w:r>
        <w:t>331.3958</w:t>
      </w:r>
      <w:r>
        <w:tab/>
        <w:t>1.013e0</w:t>
      </w:r>
    </w:p>
    <w:p w:rsidR="00557788" w:rsidRDefault="00557788" w:rsidP="00557788">
      <w:r>
        <w:t>331.3974</w:t>
      </w:r>
      <w:r>
        <w:tab/>
        <w:t>3.038e0</w:t>
      </w:r>
    </w:p>
    <w:p w:rsidR="00557788" w:rsidRDefault="00557788" w:rsidP="00557788">
      <w:r>
        <w:t>331.4140</w:t>
      </w:r>
      <w:r>
        <w:tab/>
        <w:t>4.051e0</w:t>
      </w:r>
    </w:p>
    <w:p w:rsidR="00557788" w:rsidRDefault="00557788" w:rsidP="00557788">
      <w:r>
        <w:t>331.4203</w:t>
      </w:r>
      <w:r>
        <w:tab/>
        <w:t>2.025e0</w:t>
      </w:r>
    </w:p>
    <w:p w:rsidR="00557788" w:rsidRDefault="00557788" w:rsidP="00557788">
      <w:r>
        <w:t>331.4235</w:t>
      </w:r>
      <w:r>
        <w:tab/>
        <w:t>4.063e0</w:t>
      </w:r>
    </w:p>
    <w:p w:rsidR="00557788" w:rsidRDefault="00557788" w:rsidP="00557788">
      <w:r>
        <w:t>331.4385</w:t>
      </w:r>
      <w:r>
        <w:tab/>
        <w:t>1.266e-2</w:t>
      </w:r>
    </w:p>
    <w:p w:rsidR="00557788" w:rsidRDefault="00557788" w:rsidP="00557788">
      <w:r>
        <w:t>331.4420</w:t>
      </w:r>
      <w:r>
        <w:tab/>
        <w:t>2.025e0</w:t>
      </w:r>
    </w:p>
    <w:p w:rsidR="00557788" w:rsidRDefault="00557788" w:rsidP="00557788">
      <w:r>
        <w:lastRenderedPageBreak/>
        <w:t>331.4629</w:t>
      </w:r>
      <w:r>
        <w:tab/>
        <w:t>1.038e0</w:t>
      </w:r>
    </w:p>
    <w:p w:rsidR="00557788" w:rsidRDefault="00557788" w:rsidP="00557788">
      <w:r>
        <w:t>331.4771</w:t>
      </w:r>
      <w:r>
        <w:tab/>
        <w:t>2.051e0</w:t>
      </w:r>
    </w:p>
    <w:p w:rsidR="00557788" w:rsidRDefault="00557788" w:rsidP="00557788">
      <w:r>
        <w:t>331.4797</w:t>
      </w:r>
      <w:r>
        <w:tab/>
        <w:t>1.038e0</w:t>
      </w:r>
    </w:p>
    <w:p w:rsidR="00557788" w:rsidRDefault="00557788" w:rsidP="00557788">
      <w:r>
        <w:t>331.4841</w:t>
      </w:r>
      <w:r>
        <w:tab/>
        <w:t>2.532e-2</w:t>
      </w:r>
    </w:p>
    <w:p w:rsidR="00557788" w:rsidRDefault="00557788" w:rsidP="00557788">
      <w:r>
        <w:t>331.4976</w:t>
      </w:r>
      <w:r>
        <w:tab/>
        <w:t>1.013e0</w:t>
      </w:r>
    </w:p>
    <w:p w:rsidR="00557788" w:rsidRDefault="00557788" w:rsidP="00557788">
      <w:r>
        <w:t>331.5015</w:t>
      </w:r>
      <w:r>
        <w:tab/>
        <w:t>2.025e0</w:t>
      </w:r>
    </w:p>
    <w:p w:rsidR="00557788" w:rsidRDefault="00557788" w:rsidP="00557788">
      <w:r>
        <w:t>331.5103</w:t>
      </w:r>
      <w:r>
        <w:tab/>
        <w:t>3.798e-2</w:t>
      </w:r>
    </w:p>
    <w:p w:rsidR="00557788" w:rsidRDefault="00557788" w:rsidP="00557788">
      <w:r>
        <w:t>331.5138</w:t>
      </w:r>
      <w:r>
        <w:tab/>
        <w:t>2.025e0</w:t>
      </w:r>
    </w:p>
    <w:p w:rsidR="00557788" w:rsidRDefault="00557788" w:rsidP="00557788">
      <w:r>
        <w:t>331.5161</w:t>
      </w:r>
      <w:r>
        <w:tab/>
        <w:t>1.266e-2</w:t>
      </w:r>
    </w:p>
    <w:p w:rsidR="00557788" w:rsidRDefault="00557788" w:rsidP="00557788">
      <w:r>
        <w:t>331.5259</w:t>
      </w:r>
      <w:r>
        <w:tab/>
        <w:t>1.266e-2</w:t>
      </w:r>
    </w:p>
    <w:p w:rsidR="00557788" w:rsidRDefault="00557788" w:rsidP="00557788">
      <w:r>
        <w:t>331.5340</w:t>
      </w:r>
      <w:r>
        <w:tab/>
        <w:t>2.025e0</w:t>
      </w:r>
    </w:p>
    <w:p w:rsidR="00557788" w:rsidRDefault="00557788" w:rsidP="00557788">
      <w:r>
        <w:t>331.5384</w:t>
      </w:r>
      <w:r>
        <w:tab/>
        <w:t>2.025e0</w:t>
      </w:r>
    </w:p>
    <w:p w:rsidR="00557788" w:rsidRDefault="00557788" w:rsidP="00557788">
      <w:r>
        <w:t>331.5498</w:t>
      </w:r>
      <w:r>
        <w:tab/>
        <w:t>1.025e0</w:t>
      </w:r>
    </w:p>
    <w:p w:rsidR="00557788" w:rsidRDefault="00557788" w:rsidP="00557788">
      <w:r>
        <w:t>331.5544</w:t>
      </w:r>
      <w:r>
        <w:tab/>
        <w:t>1.013e0</w:t>
      </w:r>
    </w:p>
    <w:p w:rsidR="00557788" w:rsidRDefault="00557788" w:rsidP="00557788">
      <w:r>
        <w:t>331.5644</w:t>
      </w:r>
      <w:r>
        <w:tab/>
        <w:t>3.038e0</w:t>
      </w:r>
    </w:p>
    <w:p w:rsidR="00557788" w:rsidRDefault="00557788" w:rsidP="00557788">
      <w:r>
        <w:t>331.5685</w:t>
      </w:r>
      <w:r>
        <w:tab/>
        <w:t>2.025e0</w:t>
      </w:r>
    </w:p>
    <w:p w:rsidR="00557788" w:rsidRDefault="00557788" w:rsidP="00557788">
      <w:r>
        <w:t>331.5748</w:t>
      </w:r>
      <w:r>
        <w:tab/>
        <w:t>1.013e0</w:t>
      </w:r>
    </w:p>
    <w:p w:rsidR="00557788" w:rsidRDefault="00557788" w:rsidP="00557788">
      <w:r>
        <w:t>331.5994</w:t>
      </w:r>
      <w:r>
        <w:tab/>
        <w:t>2.025e0</w:t>
      </w:r>
    </w:p>
    <w:p w:rsidR="00557788" w:rsidRDefault="00557788" w:rsidP="00557788">
      <w:r>
        <w:t>331.6032</w:t>
      </w:r>
      <w:r>
        <w:tab/>
        <w:t>2.025e0</w:t>
      </w:r>
    </w:p>
    <w:p w:rsidR="00557788" w:rsidRDefault="00557788" w:rsidP="00557788">
      <w:r>
        <w:lastRenderedPageBreak/>
        <w:t>331.6073</w:t>
      </w:r>
      <w:r>
        <w:tab/>
        <w:t>1.013e0</w:t>
      </w:r>
    </w:p>
    <w:p w:rsidR="00557788" w:rsidRDefault="00557788" w:rsidP="00557788">
      <w:r>
        <w:t>331.6156</w:t>
      </w:r>
      <w:r>
        <w:tab/>
        <w:t>2.025e0</w:t>
      </w:r>
    </w:p>
    <w:p w:rsidR="00557788" w:rsidRDefault="00557788" w:rsidP="00557788">
      <w:r>
        <w:t>331.6188</w:t>
      </w:r>
      <w:r>
        <w:tab/>
        <w:t>4.051e0</w:t>
      </w:r>
    </w:p>
    <w:p w:rsidR="00557788" w:rsidRDefault="00557788" w:rsidP="00557788">
      <w:r>
        <w:t>331.6252</w:t>
      </w:r>
      <w:r>
        <w:tab/>
        <w:t>2.025e0</w:t>
      </w:r>
    </w:p>
    <w:p w:rsidR="00557788" w:rsidRDefault="00557788" w:rsidP="00557788">
      <w:r>
        <w:t>331.6317</w:t>
      </w:r>
      <w:r>
        <w:tab/>
        <w:t>1.013e0</w:t>
      </w:r>
    </w:p>
    <w:p w:rsidR="00557788" w:rsidRDefault="00557788" w:rsidP="00557788">
      <w:r>
        <w:t>331.6601</w:t>
      </w:r>
      <w:r>
        <w:tab/>
        <w:t>1.013e0</w:t>
      </w:r>
    </w:p>
    <w:p w:rsidR="00557788" w:rsidRDefault="00557788" w:rsidP="00557788">
      <w:r>
        <w:t>331.6707</w:t>
      </w:r>
      <w:r>
        <w:tab/>
        <w:t>3.038e0</w:t>
      </w:r>
    </w:p>
    <w:p w:rsidR="00557788" w:rsidRDefault="00557788" w:rsidP="00557788">
      <w:r>
        <w:t>331.6766</w:t>
      </w:r>
      <w:r>
        <w:tab/>
        <w:t>1.266e-2</w:t>
      </w:r>
    </w:p>
    <w:p w:rsidR="00557788" w:rsidRDefault="00557788" w:rsidP="00557788">
      <w:r>
        <w:t>331.6873</w:t>
      </w:r>
      <w:r>
        <w:tab/>
        <w:t>2.025e0</w:t>
      </w:r>
    </w:p>
    <w:p w:rsidR="00557788" w:rsidRDefault="00557788" w:rsidP="00557788">
      <w:r>
        <w:t>331.7021</w:t>
      </w:r>
      <w:r>
        <w:tab/>
        <w:t>3.038e0</w:t>
      </w:r>
    </w:p>
    <w:p w:rsidR="00557788" w:rsidRDefault="00557788" w:rsidP="00557788">
      <w:r>
        <w:t>331.7192</w:t>
      </w:r>
      <w:r>
        <w:tab/>
        <w:t>3.051e0</w:t>
      </w:r>
    </w:p>
    <w:p w:rsidR="00557788" w:rsidRDefault="00557788" w:rsidP="00557788">
      <w:r>
        <w:t>331.7250</w:t>
      </w:r>
      <w:r>
        <w:tab/>
        <w:t>1.266e-2</w:t>
      </w:r>
    </w:p>
    <w:p w:rsidR="00557788" w:rsidRDefault="00557788" w:rsidP="00557788">
      <w:r>
        <w:t>331.7393</w:t>
      </w:r>
      <w:r>
        <w:tab/>
        <w:t>2.063e0</w:t>
      </w:r>
    </w:p>
    <w:p w:rsidR="00557788" w:rsidRDefault="00557788" w:rsidP="00557788">
      <w:r>
        <w:t>331.7430</w:t>
      </w:r>
      <w:r>
        <w:tab/>
        <w:t>1.013e0</w:t>
      </w:r>
    </w:p>
    <w:p w:rsidR="00557788" w:rsidRDefault="00557788" w:rsidP="00557788">
      <w:r>
        <w:t>331.7648</w:t>
      </w:r>
      <w:r>
        <w:tab/>
        <w:t>2.025e0</w:t>
      </w:r>
    </w:p>
    <w:p w:rsidR="00557788" w:rsidRDefault="00557788" w:rsidP="00557788">
      <w:r>
        <w:t>331.7676</w:t>
      </w:r>
      <w:r>
        <w:tab/>
        <w:t>2.063e0</w:t>
      </w:r>
    </w:p>
    <w:p w:rsidR="00557788" w:rsidRDefault="00557788" w:rsidP="00557788">
      <w:r>
        <w:t>331.8023</w:t>
      </w:r>
      <w:r>
        <w:tab/>
        <w:t>4.051e0</w:t>
      </w:r>
    </w:p>
    <w:p w:rsidR="00557788" w:rsidRDefault="00557788" w:rsidP="00557788">
      <w:r>
        <w:t>331.8146</w:t>
      </w:r>
      <w:r>
        <w:tab/>
        <w:t>2.025e0</w:t>
      </w:r>
    </w:p>
    <w:p w:rsidR="00557788" w:rsidRDefault="00557788" w:rsidP="00557788">
      <w:r>
        <w:t>331.8163</w:t>
      </w:r>
      <w:r>
        <w:tab/>
        <w:t>2.025e0</w:t>
      </w:r>
    </w:p>
    <w:p w:rsidR="00557788" w:rsidRDefault="00557788" w:rsidP="00557788">
      <w:r>
        <w:lastRenderedPageBreak/>
        <w:t>331.8427</w:t>
      </w:r>
      <w:r>
        <w:tab/>
        <w:t>3.038e0</w:t>
      </w:r>
    </w:p>
    <w:p w:rsidR="00557788" w:rsidRDefault="00557788" w:rsidP="00557788">
      <w:r>
        <w:t>331.8654</w:t>
      </w:r>
      <w:r>
        <w:tab/>
        <w:t>3.038e0</w:t>
      </w:r>
    </w:p>
    <w:p w:rsidR="00557788" w:rsidRDefault="00557788" w:rsidP="00557788">
      <w:r>
        <w:t>331.8696</w:t>
      </w:r>
      <w:r>
        <w:tab/>
        <w:t>2.025e0</w:t>
      </w:r>
    </w:p>
    <w:p w:rsidR="00557788" w:rsidRDefault="00557788" w:rsidP="00557788">
      <w:r>
        <w:t>331.8786</w:t>
      </w:r>
      <w:r>
        <w:tab/>
        <w:t>2.025e0</w:t>
      </w:r>
    </w:p>
    <w:p w:rsidR="00557788" w:rsidRDefault="00557788" w:rsidP="00557788">
      <w:r>
        <w:t>331.8802</w:t>
      </w:r>
      <w:r>
        <w:tab/>
        <w:t>2.025e0</w:t>
      </w:r>
    </w:p>
    <w:p w:rsidR="00557788" w:rsidRDefault="00557788" w:rsidP="00557788">
      <w:r>
        <w:t>331.8864</w:t>
      </w:r>
      <w:r>
        <w:tab/>
        <w:t>2.866e0</w:t>
      </w:r>
    </w:p>
    <w:p w:rsidR="00557788" w:rsidRDefault="00557788" w:rsidP="00557788">
      <w:r>
        <w:t>331.8876</w:t>
      </w:r>
      <w:r>
        <w:tab/>
        <w:t>4.051e0</w:t>
      </w:r>
    </w:p>
    <w:p w:rsidR="00557788" w:rsidRDefault="00557788" w:rsidP="00557788">
      <w:r>
        <w:t>331.8940</w:t>
      </w:r>
      <w:r>
        <w:tab/>
        <w:t>3.985e0</w:t>
      </w:r>
    </w:p>
    <w:p w:rsidR="00557788" w:rsidRDefault="00557788" w:rsidP="00557788">
      <w:r>
        <w:t>331.9152</w:t>
      </w:r>
      <w:r>
        <w:tab/>
        <w:t>5.744e0</w:t>
      </w:r>
    </w:p>
    <w:p w:rsidR="00557788" w:rsidRDefault="00557788" w:rsidP="00557788">
      <w:r>
        <w:t>331.9168</w:t>
      </w:r>
      <w:r>
        <w:tab/>
        <w:t>4.932e0</w:t>
      </w:r>
    </w:p>
    <w:p w:rsidR="00557788" w:rsidRDefault="00557788" w:rsidP="00557788">
      <w:r>
        <w:t>331.9225</w:t>
      </w:r>
      <w:r>
        <w:tab/>
        <w:t>1.038e0</w:t>
      </w:r>
    </w:p>
    <w:p w:rsidR="00557788" w:rsidRDefault="00557788" w:rsidP="00557788">
      <w:r>
        <w:t>331.9301</w:t>
      </w:r>
      <w:r>
        <w:tab/>
        <w:t>2.532e-2</w:t>
      </w:r>
    </w:p>
    <w:p w:rsidR="00557788" w:rsidRDefault="00557788" w:rsidP="00557788">
      <w:r>
        <w:t>331.9380</w:t>
      </w:r>
      <w:r>
        <w:tab/>
        <w:t>4.767e0</w:t>
      </w:r>
    </w:p>
    <w:p w:rsidR="00557788" w:rsidRDefault="00557788" w:rsidP="00557788">
      <w:r>
        <w:t>331.9614</w:t>
      </w:r>
      <w:r>
        <w:tab/>
        <w:t>1.561e0</w:t>
      </w:r>
    </w:p>
    <w:p w:rsidR="00557788" w:rsidRDefault="00557788" w:rsidP="00557788">
      <w:r>
        <w:t>331.9738</w:t>
      </w:r>
      <w:r>
        <w:tab/>
        <w:t>1.635e0</w:t>
      </w:r>
    </w:p>
    <w:p w:rsidR="00557788" w:rsidRDefault="00557788" w:rsidP="00557788">
      <w:r>
        <w:t>331.9756</w:t>
      </w:r>
      <w:r>
        <w:tab/>
        <w:t>2.705e0</w:t>
      </w:r>
    </w:p>
    <w:p w:rsidR="00557788" w:rsidRDefault="00557788" w:rsidP="00557788">
      <w:r>
        <w:t>331.9854</w:t>
      </w:r>
      <w:r>
        <w:tab/>
        <w:t>3.038e0</w:t>
      </w:r>
    </w:p>
    <w:p w:rsidR="00557788" w:rsidRDefault="00557788" w:rsidP="00557788">
      <w:r>
        <w:t>331.9990</w:t>
      </w:r>
      <w:r>
        <w:tab/>
        <w:t>3.038e0</w:t>
      </w:r>
    </w:p>
    <w:p w:rsidR="00557788" w:rsidRDefault="00557788" w:rsidP="00557788">
      <w:r>
        <w:t>332.0196</w:t>
      </w:r>
      <w:r>
        <w:tab/>
        <w:t>9.872e-1</w:t>
      </w:r>
    </w:p>
    <w:p w:rsidR="00557788" w:rsidRDefault="00557788" w:rsidP="00557788">
      <w:r>
        <w:lastRenderedPageBreak/>
        <w:t>332.0244</w:t>
      </w:r>
      <w:r>
        <w:tab/>
        <w:t>5.019e0</w:t>
      </w:r>
    </w:p>
    <w:p w:rsidR="00557788" w:rsidRDefault="00557788" w:rsidP="00557788">
      <w:r>
        <w:t>332.0315</w:t>
      </w:r>
      <w:r>
        <w:tab/>
        <w:t>6.382e0</w:t>
      </w:r>
    </w:p>
    <w:p w:rsidR="00557788" w:rsidRDefault="00557788" w:rsidP="00557788">
      <w:r>
        <w:t>332.0355</w:t>
      </w:r>
      <w:r>
        <w:tab/>
        <w:t>1.705e0</w:t>
      </w:r>
    </w:p>
    <w:p w:rsidR="00557788" w:rsidRDefault="00557788" w:rsidP="00557788">
      <w:r>
        <w:t>332.0435</w:t>
      </w:r>
      <w:r>
        <w:tab/>
        <w:t>1.887e0</w:t>
      </w:r>
    </w:p>
    <w:p w:rsidR="00557788" w:rsidRDefault="00557788" w:rsidP="00557788">
      <w:r>
        <w:t>332.0471</w:t>
      </w:r>
      <w:r>
        <w:tab/>
        <w:t>1.891e0</w:t>
      </w:r>
    </w:p>
    <w:p w:rsidR="00557788" w:rsidRDefault="00557788" w:rsidP="00557788">
      <w:r>
        <w:t>332.0714</w:t>
      </w:r>
      <w:r>
        <w:tab/>
        <w:t>2.792e0</w:t>
      </w:r>
    </w:p>
    <w:p w:rsidR="00557788" w:rsidRDefault="00557788" w:rsidP="00557788">
      <w:r>
        <w:t>332.0775</w:t>
      </w:r>
      <w:r>
        <w:tab/>
        <w:t>6.343e0</w:t>
      </w:r>
    </w:p>
    <w:p w:rsidR="00557788" w:rsidRDefault="00557788" w:rsidP="00557788">
      <w:r>
        <w:t>332.0812</w:t>
      </w:r>
      <w:r>
        <w:tab/>
        <w:t>1.100e0</w:t>
      </w:r>
    </w:p>
    <w:p w:rsidR="00557788" w:rsidRDefault="00557788" w:rsidP="00557788">
      <w:r>
        <w:t>332.0974</w:t>
      </w:r>
      <w:r>
        <w:tab/>
        <w:t>1.507e0</w:t>
      </w:r>
    </w:p>
    <w:p w:rsidR="00557788" w:rsidRDefault="00557788" w:rsidP="00557788">
      <w:r>
        <w:t>332.1003</w:t>
      </w:r>
      <w:r>
        <w:tab/>
        <w:t>3.314e0</w:t>
      </w:r>
    </w:p>
    <w:p w:rsidR="00557788" w:rsidRDefault="00557788" w:rsidP="00557788">
      <w:r>
        <w:t>332.1404</w:t>
      </w:r>
      <w:r>
        <w:tab/>
        <w:t>2.835e0</w:t>
      </w:r>
    </w:p>
    <w:p w:rsidR="00557788" w:rsidRDefault="00557788" w:rsidP="00557788">
      <w:r>
        <w:t>332.1460</w:t>
      </w:r>
      <w:r>
        <w:tab/>
        <w:t>6.075e0</w:t>
      </w:r>
    </w:p>
    <w:p w:rsidR="00557788" w:rsidRDefault="00557788" w:rsidP="00557788">
      <w:r>
        <w:t>332.1548</w:t>
      </w:r>
      <w:r>
        <w:tab/>
        <w:t>1.113e1</w:t>
      </w:r>
    </w:p>
    <w:p w:rsidR="00557788" w:rsidRDefault="00557788" w:rsidP="00557788">
      <w:r>
        <w:t>332.1614</w:t>
      </w:r>
      <w:r>
        <w:tab/>
        <w:t>9.695e0</w:t>
      </w:r>
    </w:p>
    <w:p w:rsidR="00557788" w:rsidRDefault="00557788" w:rsidP="00557788">
      <w:r>
        <w:t>332.1654</w:t>
      </w:r>
      <w:r>
        <w:tab/>
        <w:t>3.094e0</w:t>
      </w:r>
    </w:p>
    <w:p w:rsidR="00557788" w:rsidRDefault="00557788" w:rsidP="00557788">
      <w:r>
        <w:t>332.2054</w:t>
      </w:r>
      <w:r>
        <w:tab/>
        <w:t>4.639e0</w:t>
      </w:r>
    </w:p>
    <w:p w:rsidR="00557788" w:rsidRDefault="00557788" w:rsidP="00557788">
      <w:r>
        <w:t>332.2108</w:t>
      </w:r>
      <w:r>
        <w:tab/>
        <w:t>1.426e0</w:t>
      </w:r>
    </w:p>
    <w:p w:rsidR="00557788" w:rsidRDefault="00557788" w:rsidP="00557788">
      <w:r>
        <w:t>332.2202</w:t>
      </w:r>
      <w:r>
        <w:tab/>
        <w:t>1.840e0</w:t>
      </w:r>
    </w:p>
    <w:p w:rsidR="00557788" w:rsidRDefault="00557788" w:rsidP="00557788">
      <w:r>
        <w:t>332.2218</w:t>
      </w:r>
      <w:r>
        <w:tab/>
        <w:t>5.431e0</w:t>
      </w:r>
    </w:p>
    <w:p w:rsidR="00557788" w:rsidRDefault="00557788" w:rsidP="00557788">
      <w:r>
        <w:lastRenderedPageBreak/>
        <w:t>332.2244</w:t>
      </w:r>
      <w:r>
        <w:tab/>
        <w:t>7.820e0</w:t>
      </w:r>
    </w:p>
    <w:p w:rsidR="00557788" w:rsidRDefault="00557788" w:rsidP="00557788">
      <w:r>
        <w:t>332.2400</w:t>
      </w:r>
      <w:r>
        <w:tab/>
        <w:t>4.331e0</w:t>
      </w:r>
    </w:p>
    <w:p w:rsidR="00557788" w:rsidRDefault="00557788" w:rsidP="00557788">
      <w:r>
        <w:t>332.2487</w:t>
      </w:r>
      <w:r>
        <w:tab/>
        <w:t>2.784e0</w:t>
      </w:r>
    </w:p>
    <w:p w:rsidR="00557788" w:rsidRDefault="00557788" w:rsidP="00557788">
      <w:r>
        <w:t>332.2574</w:t>
      </w:r>
      <w:r>
        <w:tab/>
        <w:t>5.164e0</w:t>
      </w:r>
    </w:p>
    <w:p w:rsidR="00557788" w:rsidRDefault="00557788" w:rsidP="00557788">
      <w:r>
        <w:t>332.3311</w:t>
      </w:r>
      <w:r>
        <w:tab/>
        <w:t>1.093e0</w:t>
      </w:r>
    </w:p>
    <w:p w:rsidR="00557788" w:rsidRDefault="00557788" w:rsidP="00557788">
      <w:r>
        <w:t>332.3377</w:t>
      </w:r>
      <w:r>
        <w:tab/>
        <w:t>3.757e1</w:t>
      </w:r>
    </w:p>
    <w:p w:rsidR="00557788" w:rsidRDefault="00557788" w:rsidP="00557788">
      <w:r>
        <w:t>332.3768</w:t>
      </w:r>
      <w:r>
        <w:tab/>
        <w:t>4.570e0</w:t>
      </w:r>
    </w:p>
    <w:p w:rsidR="00557788" w:rsidRDefault="00557788" w:rsidP="00557788">
      <w:r>
        <w:t>332.3842</w:t>
      </w:r>
      <w:r>
        <w:tab/>
        <w:t>3.038e0</w:t>
      </w:r>
    </w:p>
    <w:p w:rsidR="00557788" w:rsidRDefault="00557788" w:rsidP="00557788">
      <w:r>
        <w:t>332.4222</w:t>
      </w:r>
      <w:r>
        <w:tab/>
        <w:t>5.534e0</w:t>
      </w:r>
    </w:p>
    <w:p w:rsidR="00557788" w:rsidRDefault="00557788" w:rsidP="00557788">
      <w:r>
        <w:t>332.4304</w:t>
      </w:r>
      <w:r>
        <w:tab/>
        <w:t>1.266e-2</w:t>
      </w:r>
    </w:p>
    <w:p w:rsidR="00557788" w:rsidRDefault="00557788" w:rsidP="00557788">
      <w:r>
        <w:t>332.4334</w:t>
      </w:r>
      <w:r>
        <w:tab/>
        <w:t>2.025e0</w:t>
      </w:r>
    </w:p>
    <w:p w:rsidR="00557788" w:rsidRDefault="00557788" w:rsidP="00557788">
      <w:r>
        <w:t>332.4543</w:t>
      </w:r>
      <w:r>
        <w:tab/>
        <w:t>3.038e0</w:t>
      </w:r>
    </w:p>
    <w:p w:rsidR="00557788" w:rsidRDefault="00557788" w:rsidP="00557788">
      <w:r>
        <w:t>332.4615</w:t>
      </w:r>
      <w:r>
        <w:tab/>
        <w:t>5.063e0</w:t>
      </w:r>
    </w:p>
    <w:p w:rsidR="00557788" w:rsidRDefault="00557788" w:rsidP="00557788">
      <w:r>
        <w:t>332.4662</w:t>
      </w:r>
      <w:r>
        <w:tab/>
        <w:t>2.025e0</w:t>
      </w:r>
    </w:p>
    <w:p w:rsidR="00557788" w:rsidRDefault="00557788" w:rsidP="00557788">
      <w:r>
        <w:t>332.4761</w:t>
      </w:r>
      <w:r>
        <w:tab/>
        <w:t>3.038e0</w:t>
      </w:r>
    </w:p>
    <w:p w:rsidR="00557788" w:rsidRDefault="00557788" w:rsidP="00557788">
      <w:r>
        <w:t>332.4902</w:t>
      </w:r>
      <w:r>
        <w:tab/>
        <w:t>1.013e0</w:t>
      </w:r>
    </w:p>
    <w:p w:rsidR="00557788" w:rsidRDefault="00557788" w:rsidP="00557788">
      <w:r>
        <w:t>332.4955</w:t>
      </w:r>
      <w:r>
        <w:tab/>
        <w:t>2.038e0</w:t>
      </w:r>
    </w:p>
    <w:p w:rsidR="00557788" w:rsidRDefault="00557788" w:rsidP="00557788">
      <w:r>
        <w:t>332.5161</w:t>
      </w:r>
      <w:r>
        <w:tab/>
        <w:t>2.025e0</w:t>
      </w:r>
    </w:p>
    <w:p w:rsidR="00557788" w:rsidRDefault="00557788" w:rsidP="00557788">
      <w:r>
        <w:t>332.5179</w:t>
      </w:r>
      <w:r>
        <w:tab/>
        <w:t>1.026e0</w:t>
      </w:r>
    </w:p>
    <w:p w:rsidR="00557788" w:rsidRDefault="00557788" w:rsidP="00557788">
      <w:r>
        <w:lastRenderedPageBreak/>
        <w:t>332.5191</w:t>
      </w:r>
      <w:r>
        <w:tab/>
        <w:t>1.013e0</w:t>
      </w:r>
    </w:p>
    <w:p w:rsidR="00557788" w:rsidRDefault="00557788" w:rsidP="00557788">
      <w:r>
        <w:t>332.5271</w:t>
      </w:r>
      <w:r>
        <w:tab/>
        <w:t>1.013e0</w:t>
      </w:r>
    </w:p>
    <w:p w:rsidR="00557788" w:rsidRDefault="00557788" w:rsidP="00557788">
      <w:r>
        <w:t>332.5316</w:t>
      </w:r>
      <w:r>
        <w:tab/>
        <w:t>2.025e0</w:t>
      </w:r>
    </w:p>
    <w:p w:rsidR="00557788" w:rsidRDefault="00557788" w:rsidP="00557788">
      <w:r>
        <w:t>332.5332</w:t>
      </w:r>
      <w:r>
        <w:tab/>
        <w:t>2.025e0</w:t>
      </w:r>
    </w:p>
    <w:p w:rsidR="00557788" w:rsidRDefault="00557788" w:rsidP="00557788">
      <w:r>
        <w:t>332.5353</w:t>
      </w:r>
      <w:r>
        <w:tab/>
        <w:t>2.025e0</w:t>
      </w:r>
    </w:p>
    <w:p w:rsidR="00557788" w:rsidRDefault="00557788" w:rsidP="00557788">
      <w:r>
        <w:t>332.5462</w:t>
      </w:r>
      <w:r>
        <w:tab/>
        <w:t>4.051e0</w:t>
      </w:r>
    </w:p>
    <w:p w:rsidR="00557788" w:rsidRDefault="00557788" w:rsidP="00557788">
      <w:r>
        <w:t>332.5574</w:t>
      </w:r>
      <w:r>
        <w:tab/>
        <w:t>2.025e0</w:t>
      </w:r>
    </w:p>
    <w:p w:rsidR="00557788" w:rsidRDefault="00557788" w:rsidP="00557788">
      <w:r>
        <w:t>332.5848</w:t>
      </w:r>
      <w:r>
        <w:tab/>
        <w:t>3.038e0</w:t>
      </w:r>
    </w:p>
    <w:p w:rsidR="00557788" w:rsidRDefault="00557788" w:rsidP="00557788">
      <w:r>
        <w:t>332.5862</w:t>
      </w:r>
      <w:r>
        <w:tab/>
        <w:t>2.532e-2</w:t>
      </w:r>
    </w:p>
    <w:p w:rsidR="00557788" w:rsidRDefault="00557788" w:rsidP="00557788">
      <w:r>
        <w:t>332.6005</w:t>
      </w:r>
      <w:r>
        <w:tab/>
        <w:t>1.013e0</w:t>
      </w:r>
    </w:p>
    <w:p w:rsidR="00557788" w:rsidRDefault="00557788" w:rsidP="00557788">
      <w:r>
        <w:t>332.6064</w:t>
      </w:r>
      <w:r>
        <w:tab/>
        <w:t>3.798e-2</w:t>
      </w:r>
    </w:p>
    <w:p w:rsidR="00557788" w:rsidRDefault="00557788" w:rsidP="00557788">
      <w:r>
        <w:t>332.6141</w:t>
      </w:r>
      <w:r>
        <w:tab/>
        <w:t>3.038e0</w:t>
      </w:r>
    </w:p>
    <w:p w:rsidR="00557788" w:rsidRDefault="00557788" w:rsidP="00557788">
      <w:r>
        <w:t>332.6282</w:t>
      </w:r>
      <w:r>
        <w:tab/>
        <w:t>2.051e0</w:t>
      </w:r>
    </w:p>
    <w:p w:rsidR="00557788" w:rsidRDefault="00557788" w:rsidP="00557788">
      <w:r>
        <w:t>332.6350</w:t>
      </w:r>
      <w:r>
        <w:tab/>
        <w:t>6.076e0</w:t>
      </w:r>
    </w:p>
    <w:p w:rsidR="00557788" w:rsidRDefault="00557788" w:rsidP="00557788">
      <w:r>
        <w:t>332.6371</w:t>
      </w:r>
      <w:r>
        <w:tab/>
        <w:t>2.025e0</w:t>
      </w:r>
    </w:p>
    <w:p w:rsidR="00557788" w:rsidRDefault="00557788" w:rsidP="00557788">
      <w:r>
        <w:t>332.6528</w:t>
      </w:r>
      <w:r>
        <w:tab/>
        <w:t>5.689e0</w:t>
      </w:r>
    </w:p>
    <w:p w:rsidR="00557788" w:rsidRDefault="00557788" w:rsidP="00557788">
      <w:r>
        <w:t>332.6737</w:t>
      </w:r>
      <w:r>
        <w:tab/>
        <w:t>2.025e0</w:t>
      </w:r>
    </w:p>
    <w:p w:rsidR="00557788" w:rsidRDefault="00557788" w:rsidP="00557788">
      <w:r>
        <w:t>332.6778</w:t>
      </w:r>
      <w:r>
        <w:tab/>
        <w:t>1.013e0</w:t>
      </w:r>
    </w:p>
    <w:p w:rsidR="00557788" w:rsidRDefault="00557788" w:rsidP="00557788">
      <w:r>
        <w:t>332.6880</w:t>
      </w:r>
      <w:r>
        <w:tab/>
        <w:t>2.025e0</w:t>
      </w:r>
    </w:p>
    <w:p w:rsidR="00557788" w:rsidRDefault="00557788" w:rsidP="00557788">
      <w:r>
        <w:lastRenderedPageBreak/>
        <w:t>332.7043</w:t>
      </w:r>
      <w:r>
        <w:tab/>
        <w:t>2.025e0</w:t>
      </w:r>
    </w:p>
    <w:p w:rsidR="00557788" w:rsidRDefault="00557788" w:rsidP="00557788">
      <w:r>
        <w:t>332.7095</w:t>
      </w:r>
      <w:r>
        <w:tab/>
        <w:t>2.025e0</w:t>
      </w:r>
    </w:p>
    <w:p w:rsidR="00557788" w:rsidRDefault="00557788" w:rsidP="00557788">
      <w:r>
        <w:t>332.7248</w:t>
      </w:r>
      <w:r>
        <w:tab/>
        <w:t>2.025e0</w:t>
      </w:r>
    </w:p>
    <w:p w:rsidR="00557788" w:rsidRDefault="00557788" w:rsidP="00557788">
      <w:r>
        <w:t>332.7265</w:t>
      </w:r>
      <w:r>
        <w:tab/>
        <w:t>4.051e0</w:t>
      </w:r>
    </w:p>
    <w:p w:rsidR="00557788" w:rsidRDefault="00557788" w:rsidP="00557788">
      <w:r>
        <w:t>332.7290</w:t>
      </w:r>
      <w:r>
        <w:tab/>
        <w:t>3.038e0</w:t>
      </w:r>
    </w:p>
    <w:p w:rsidR="00557788" w:rsidRDefault="00557788" w:rsidP="00557788">
      <w:r>
        <w:t>332.7357</w:t>
      </w:r>
      <w:r>
        <w:tab/>
        <w:t>4.076e0</w:t>
      </w:r>
    </w:p>
    <w:p w:rsidR="00557788" w:rsidRDefault="00557788" w:rsidP="00557788">
      <w:r>
        <w:t>332.7596</w:t>
      </w:r>
      <w:r>
        <w:tab/>
        <w:t>1.013e0</w:t>
      </w:r>
    </w:p>
    <w:p w:rsidR="00557788" w:rsidRDefault="00557788" w:rsidP="00557788">
      <w:r>
        <w:t>332.7619</w:t>
      </w:r>
      <w:r>
        <w:tab/>
        <w:t>3.038e0</w:t>
      </w:r>
    </w:p>
    <w:p w:rsidR="00557788" w:rsidRDefault="00557788" w:rsidP="00557788">
      <w:r>
        <w:t>332.7716</w:t>
      </w:r>
      <w:r>
        <w:tab/>
        <w:t>1.025e0</w:t>
      </w:r>
    </w:p>
    <w:p w:rsidR="00557788" w:rsidRDefault="00557788" w:rsidP="00557788">
      <w:r>
        <w:t>332.7755</w:t>
      </w:r>
      <w:r>
        <w:tab/>
        <w:t>4.051e0</w:t>
      </w:r>
    </w:p>
    <w:p w:rsidR="00557788" w:rsidRDefault="00557788" w:rsidP="00557788">
      <w:r>
        <w:t>332.7939</w:t>
      </w:r>
      <w:r>
        <w:tab/>
        <w:t>4.051e0</w:t>
      </w:r>
    </w:p>
    <w:p w:rsidR="00557788" w:rsidRDefault="00557788" w:rsidP="00557788">
      <w:r>
        <w:t>332.8000</w:t>
      </w:r>
      <w:r>
        <w:tab/>
        <w:t>1.013e0</w:t>
      </w:r>
    </w:p>
    <w:p w:rsidR="00557788" w:rsidRDefault="00557788" w:rsidP="00557788">
      <w:r>
        <w:t>332.8110</w:t>
      </w:r>
      <w:r>
        <w:tab/>
        <w:t>2.025e0</w:t>
      </w:r>
    </w:p>
    <w:p w:rsidR="00557788" w:rsidRDefault="00557788" w:rsidP="00557788">
      <w:r>
        <w:t>332.8123</w:t>
      </w:r>
      <w:r>
        <w:tab/>
        <w:t>2.025e0</w:t>
      </w:r>
    </w:p>
    <w:p w:rsidR="00557788" w:rsidRDefault="00557788" w:rsidP="00557788">
      <w:r>
        <w:t>332.8270</w:t>
      </w:r>
      <w:r>
        <w:tab/>
        <w:t>2.051e0</w:t>
      </w:r>
    </w:p>
    <w:p w:rsidR="00557788" w:rsidRDefault="00557788" w:rsidP="00557788">
      <w:r>
        <w:t>332.8375</w:t>
      </w:r>
      <w:r>
        <w:tab/>
        <w:t>1.025e0</w:t>
      </w:r>
    </w:p>
    <w:p w:rsidR="00557788" w:rsidRDefault="00557788" w:rsidP="00557788">
      <w:r>
        <w:t>332.8434</w:t>
      </w:r>
      <w:r>
        <w:tab/>
        <w:t>3.038e0</w:t>
      </w:r>
    </w:p>
    <w:p w:rsidR="00557788" w:rsidRDefault="00557788" w:rsidP="00557788">
      <w:r>
        <w:t>332.8452</w:t>
      </w:r>
      <w:r>
        <w:tab/>
        <w:t>4.051e0</w:t>
      </w:r>
    </w:p>
    <w:p w:rsidR="00557788" w:rsidRDefault="00557788" w:rsidP="00557788">
      <w:r>
        <w:t>332.8743</w:t>
      </w:r>
      <w:r>
        <w:tab/>
        <w:t>2.891e0</w:t>
      </w:r>
    </w:p>
    <w:p w:rsidR="00557788" w:rsidRDefault="00557788" w:rsidP="00557788">
      <w:r>
        <w:lastRenderedPageBreak/>
        <w:t>332.8846</w:t>
      </w:r>
      <w:r>
        <w:tab/>
        <w:t>1.176e1</w:t>
      </w:r>
    </w:p>
    <w:p w:rsidR="00557788" w:rsidRDefault="00557788" w:rsidP="00557788">
      <w:r>
        <w:t>332.8922</w:t>
      </w:r>
      <w:r>
        <w:tab/>
        <w:t>8.664e0</w:t>
      </w:r>
    </w:p>
    <w:p w:rsidR="00557788" w:rsidRDefault="00557788" w:rsidP="00557788">
      <w:r>
        <w:t>332.8983</w:t>
      </w:r>
      <w:r>
        <w:tab/>
        <w:t>1.013e1</w:t>
      </w:r>
    </w:p>
    <w:p w:rsidR="00557788" w:rsidRDefault="00557788" w:rsidP="00557788">
      <w:r>
        <w:t>332.9029</w:t>
      </w:r>
      <w:r>
        <w:tab/>
        <w:t>1.938e0</w:t>
      </w:r>
    </w:p>
    <w:p w:rsidR="00557788" w:rsidRDefault="00557788" w:rsidP="00557788">
      <w:r>
        <w:t>332.9237</w:t>
      </w:r>
      <w:r>
        <w:tab/>
        <w:t>5.922e0</w:t>
      </w:r>
    </w:p>
    <w:p w:rsidR="00557788" w:rsidRDefault="00557788" w:rsidP="00557788">
      <w:r>
        <w:t>332.9340</w:t>
      </w:r>
      <w:r>
        <w:tab/>
        <w:t>4.416e0</w:t>
      </w:r>
    </w:p>
    <w:p w:rsidR="00557788" w:rsidRDefault="00557788" w:rsidP="00557788">
      <w:r>
        <w:t>332.9468</w:t>
      </w:r>
      <w:r>
        <w:tab/>
        <w:t>2.784e0</w:t>
      </w:r>
    </w:p>
    <w:p w:rsidR="00557788" w:rsidRDefault="00557788" w:rsidP="00557788">
      <w:r>
        <w:t>332.9570</w:t>
      </w:r>
      <w:r>
        <w:tab/>
        <w:t>2.051e0</w:t>
      </w:r>
    </w:p>
    <w:p w:rsidR="00557788" w:rsidRDefault="00557788" w:rsidP="00557788">
      <w:r>
        <w:t>332.9693</w:t>
      </w:r>
      <w:r>
        <w:tab/>
        <w:t>2.025e0</w:t>
      </w:r>
    </w:p>
    <w:p w:rsidR="00557788" w:rsidRDefault="00557788" w:rsidP="00557788">
      <w:r>
        <w:t>332.9711</w:t>
      </w:r>
      <w:r>
        <w:tab/>
        <w:t>1.170e1</w:t>
      </w:r>
    </w:p>
    <w:p w:rsidR="00557788" w:rsidRDefault="00557788" w:rsidP="00557788">
      <w:r>
        <w:t>332.9983</w:t>
      </w:r>
      <w:r>
        <w:tab/>
        <w:t>1.645e0</w:t>
      </w:r>
    </w:p>
    <w:p w:rsidR="00557788" w:rsidRDefault="00557788" w:rsidP="00557788">
      <w:r>
        <w:t>333.0128</w:t>
      </w:r>
      <w:r>
        <w:tab/>
        <w:t>1.818e0</w:t>
      </w:r>
    </w:p>
    <w:p w:rsidR="00557788" w:rsidRDefault="00557788" w:rsidP="00557788">
      <w:r>
        <w:t>333.0168</w:t>
      </w:r>
      <w:r>
        <w:tab/>
        <w:t>4.977e0</w:t>
      </w:r>
    </w:p>
    <w:p w:rsidR="00557788" w:rsidRDefault="00557788" w:rsidP="00557788">
      <w:r>
        <w:t>333.0255</w:t>
      </w:r>
      <w:r>
        <w:tab/>
        <w:t>5.637e0</w:t>
      </w:r>
    </w:p>
    <w:p w:rsidR="00557788" w:rsidRDefault="00557788" w:rsidP="00557788">
      <w:r>
        <w:t>333.0386</w:t>
      </w:r>
      <w:r>
        <w:tab/>
        <w:t>2.051e0</w:t>
      </w:r>
    </w:p>
    <w:p w:rsidR="00557788" w:rsidRDefault="00557788" w:rsidP="00557788">
      <w:r>
        <w:t>333.0415</w:t>
      </w:r>
      <w:r>
        <w:tab/>
        <w:t>2.366e0</w:t>
      </w:r>
    </w:p>
    <w:p w:rsidR="00557788" w:rsidRDefault="00557788" w:rsidP="00557788">
      <w:r>
        <w:t>333.0486</w:t>
      </w:r>
      <w:r>
        <w:tab/>
        <w:t>4.698e0</w:t>
      </w:r>
    </w:p>
    <w:p w:rsidR="00557788" w:rsidRDefault="00557788" w:rsidP="00557788">
      <w:r>
        <w:t>333.0527</w:t>
      </w:r>
      <w:r>
        <w:tab/>
        <w:t>3.640e0</w:t>
      </w:r>
    </w:p>
    <w:p w:rsidR="00557788" w:rsidRDefault="00557788" w:rsidP="00557788">
      <w:r>
        <w:t>333.0629</w:t>
      </w:r>
      <w:r>
        <w:tab/>
        <w:t>5.952e0</w:t>
      </w:r>
    </w:p>
    <w:p w:rsidR="00557788" w:rsidRDefault="00557788" w:rsidP="00557788">
      <w:r>
        <w:lastRenderedPageBreak/>
        <w:t>333.0748</w:t>
      </w:r>
      <w:r>
        <w:tab/>
        <w:t>1.150e1</w:t>
      </w:r>
    </w:p>
    <w:p w:rsidR="00557788" w:rsidRDefault="00557788" w:rsidP="00557788">
      <w:r>
        <w:t>333.0999</w:t>
      </w:r>
      <w:r>
        <w:tab/>
        <w:t>5.390e-1</w:t>
      </w:r>
    </w:p>
    <w:p w:rsidR="00557788" w:rsidRDefault="00557788" w:rsidP="00557788">
      <w:r>
        <w:t>333.1026</w:t>
      </w:r>
      <w:r>
        <w:tab/>
        <w:t>5.459e-1</w:t>
      </w:r>
    </w:p>
    <w:p w:rsidR="00557788" w:rsidRDefault="00557788" w:rsidP="00557788">
      <w:r>
        <w:t>333.1060</w:t>
      </w:r>
      <w:r>
        <w:tab/>
        <w:t>1.112e0</w:t>
      </w:r>
    </w:p>
    <w:p w:rsidR="00557788" w:rsidRDefault="00557788" w:rsidP="00557788">
      <w:r>
        <w:t>333.1111</w:t>
      </w:r>
      <w:r>
        <w:tab/>
        <w:t>2.910e0</w:t>
      </w:r>
    </w:p>
    <w:p w:rsidR="00557788" w:rsidRDefault="00557788" w:rsidP="00557788">
      <w:r>
        <w:t>333.1420</w:t>
      </w:r>
      <w:r>
        <w:tab/>
        <w:t>5.635e0</w:t>
      </w:r>
    </w:p>
    <w:p w:rsidR="00557788" w:rsidRDefault="00557788" w:rsidP="00557788">
      <w:r>
        <w:t>333.1469</w:t>
      </w:r>
      <w:r>
        <w:tab/>
        <w:t>2.527e0</w:t>
      </w:r>
    </w:p>
    <w:p w:rsidR="00557788" w:rsidRDefault="00557788" w:rsidP="00557788">
      <w:r>
        <w:t>333.1546</w:t>
      </w:r>
      <w:r>
        <w:tab/>
        <w:t>1.578e0</w:t>
      </w:r>
    </w:p>
    <w:p w:rsidR="00557788" w:rsidRDefault="00557788" w:rsidP="00557788">
      <w:r>
        <w:t>333.1689</w:t>
      </w:r>
      <w:r>
        <w:tab/>
        <w:t>7.009e0</w:t>
      </w:r>
    </w:p>
    <w:p w:rsidR="00557788" w:rsidRDefault="00557788" w:rsidP="00557788">
      <w:r>
        <w:t>333.1840</w:t>
      </w:r>
      <w:r>
        <w:tab/>
        <w:t>3.434e0</w:t>
      </w:r>
    </w:p>
    <w:p w:rsidR="00557788" w:rsidRDefault="00557788" w:rsidP="00557788">
      <w:r>
        <w:t>333.1867</w:t>
      </w:r>
      <w:r>
        <w:tab/>
        <w:t>6.762e0</w:t>
      </w:r>
    </w:p>
    <w:p w:rsidR="00557788" w:rsidRDefault="00557788" w:rsidP="00557788">
      <w:r>
        <w:t>333.1974</w:t>
      </w:r>
      <w:r>
        <w:tab/>
        <w:t>2.383e0</w:t>
      </w:r>
    </w:p>
    <w:p w:rsidR="00557788" w:rsidRDefault="00557788" w:rsidP="00557788">
      <w:r>
        <w:t>333.2096</w:t>
      </w:r>
      <w:r>
        <w:tab/>
        <w:t>4.032e0</w:t>
      </w:r>
    </w:p>
    <w:p w:rsidR="00557788" w:rsidRDefault="00557788" w:rsidP="00557788">
      <w:r>
        <w:t>333.2307</w:t>
      </w:r>
      <w:r>
        <w:tab/>
        <w:t>7.380e-1</w:t>
      </w:r>
    </w:p>
    <w:p w:rsidR="00557788" w:rsidRDefault="00557788" w:rsidP="00557788">
      <w:r>
        <w:t>333.2426</w:t>
      </w:r>
      <w:r>
        <w:tab/>
        <w:t>3.361e0</w:t>
      </w:r>
    </w:p>
    <w:p w:rsidR="00557788" w:rsidRDefault="00557788" w:rsidP="00557788">
      <w:r>
        <w:t>333.2575</w:t>
      </w:r>
      <w:r>
        <w:tab/>
        <w:t>2.362e0</w:t>
      </w:r>
    </w:p>
    <w:p w:rsidR="00557788" w:rsidRDefault="00557788" w:rsidP="00557788">
      <w:r>
        <w:t>333.2600</w:t>
      </w:r>
      <w:r>
        <w:tab/>
        <w:t>5.065e0</w:t>
      </w:r>
    </w:p>
    <w:p w:rsidR="00557788" w:rsidRDefault="00557788" w:rsidP="00557788">
      <w:r>
        <w:t>333.3097</w:t>
      </w:r>
      <w:r>
        <w:tab/>
        <w:t>3.826e0</w:t>
      </w:r>
    </w:p>
    <w:p w:rsidR="00557788" w:rsidRDefault="00557788" w:rsidP="00557788">
      <w:r>
        <w:t>333.3265</w:t>
      </w:r>
      <w:r>
        <w:tab/>
        <w:t>3.177e0</w:t>
      </w:r>
    </w:p>
    <w:p w:rsidR="00557788" w:rsidRDefault="00557788" w:rsidP="00557788">
      <w:r>
        <w:lastRenderedPageBreak/>
        <w:t>333.3356</w:t>
      </w:r>
      <w:r>
        <w:tab/>
        <w:t>1.828e1</w:t>
      </w:r>
    </w:p>
    <w:p w:rsidR="00557788" w:rsidRDefault="00557788" w:rsidP="00557788">
      <w:r>
        <w:t>333.3443</w:t>
      </w:r>
      <w:r>
        <w:tab/>
        <w:t>1.146e1</w:t>
      </w:r>
    </w:p>
    <w:p w:rsidR="00557788" w:rsidRDefault="00557788" w:rsidP="00557788">
      <w:r>
        <w:t>333.3987</w:t>
      </w:r>
      <w:r>
        <w:tab/>
        <w:t>1.587e0</w:t>
      </w:r>
    </w:p>
    <w:p w:rsidR="00557788" w:rsidRDefault="00557788" w:rsidP="00557788">
      <w:r>
        <w:t>333.4150</w:t>
      </w:r>
      <w:r>
        <w:tab/>
        <w:t>1.266e-2</w:t>
      </w:r>
    </w:p>
    <w:p w:rsidR="00557788" w:rsidRDefault="00557788" w:rsidP="00557788">
      <w:r>
        <w:t>333.4280</w:t>
      </w:r>
      <w:r>
        <w:tab/>
        <w:t>3.038e0</w:t>
      </w:r>
    </w:p>
    <w:p w:rsidR="00557788" w:rsidRDefault="00557788" w:rsidP="00557788">
      <w:r>
        <w:t>333.4325</w:t>
      </w:r>
      <w:r>
        <w:tab/>
        <w:t>3.038e0</w:t>
      </w:r>
    </w:p>
    <w:p w:rsidR="00557788" w:rsidRDefault="00557788" w:rsidP="00557788">
      <w:r>
        <w:t>333.4368</w:t>
      </w:r>
      <w:r>
        <w:tab/>
        <w:t>3.038e0</w:t>
      </w:r>
    </w:p>
    <w:p w:rsidR="00557788" w:rsidRDefault="00557788" w:rsidP="00557788">
      <w:r>
        <w:t>333.4404</w:t>
      </w:r>
      <w:r>
        <w:tab/>
        <w:t>1.025e0</w:t>
      </w:r>
    </w:p>
    <w:p w:rsidR="00557788" w:rsidRDefault="00557788" w:rsidP="00557788">
      <w:r>
        <w:t>333.4517</w:t>
      </w:r>
      <w:r>
        <w:tab/>
        <w:t>2.025e0</w:t>
      </w:r>
    </w:p>
    <w:p w:rsidR="00557788" w:rsidRDefault="00557788" w:rsidP="00557788">
      <w:r>
        <w:t>333.4657</w:t>
      </w:r>
      <w:r>
        <w:tab/>
        <w:t>3.038e0</w:t>
      </w:r>
    </w:p>
    <w:p w:rsidR="00557788" w:rsidRDefault="00557788" w:rsidP="00557788">
      <w:r>
        <w:t>333.4679</w:t>
      </w:r>
      <w:r>
        <w:tab/>
        <w:t>1.013e0</w:t>
      </w:r>
    </w:p>
    <w:p w:rsidR="00557788" w:rsidRDefault="00557788" w:rsidP="00557788">
      <w:r>
        <w:t>333.4708</w:t>
      </w:r>
      <w:r>
        <w:tab/>
        <w:t>1.038e0</w:t>
      </w:r>
    </w:p>
    <w:p w:rsidR="00557788" w:rsidRDefault="00557788" w:rsidP="00557788">
      <w:r>
        <w:t>333.4928</w:t>
      </w:r>
      <w:r>
        <w:tab/>
        <w:t>3.038e0</w:t>
      </w:r>
    </w:p>
    <w:p w:rsidR="00557788" w:rsidRDefault="00557788" w:rsidP="00557788">
      <w:r>
        <w:t>333.5089</w:t>
      </w:r>
      <w:r>
        <w:tab/>
        <w:t>1.266e-2</w:t>
      </w:r>
    </w:p>
    <w:p w:rsidR="00557788" w:rsidRDefault="00557788" w:rsidP="00557788">
      <w:r>
        <w:t>333.5148</w:t>
      </w:r>
      <w:r>
        <w:tab/>
        <w:t>2.025e0</w:t>
      </w:r>
    </w:p>
    <w:p w:rsidR="00557788" w:rsidRDefault="00557788" w:rsidP="00557788">
      <w:r>
        <w:t>333.5225</w:t>
      </w:r>
      <w:r>
        <w:tab/>
        <w:t>2.532e-2</w:t>
      </w:r>
    </w:p>
    <w:p w:rsidR="00557788" w:rsidRDefault="00557788" w:rsidP="00557788">
      <w:r>
        <w:t>333.5488</w:t>
      </w:r>
      <w:r>
        <w:tab/>
        <w:t>6.101e0</w:t>
      </w:r>
    </w:p>
    <w:p w:rsidR="00557788" w:rsidRDefault="00557788" w:rsidP="00557788">
      <w:r>
        <w:t>333.5509</w:t>
      </w:r>
      <w:r>
        <w:tab/>
        <w:t>1.013e0</w:t>
      </w:r>
    </w:p>
    <w:p w:rsidR="00557788" w:rsidRDefault="00557788" w:rsidP="00557788">
      <w:r>
        <w:t>333.5617</w:t>
      </w:r>
      <w:r>
        <w:tab/>
        <w:t>1.266e-2</w:t>
      </w:r>
    </w:p>
    <w:p w:rsidR="00557788" w:rsidRDefault="00557788" w:rsidP="00557788">
      <w:r>
        <w:lastRenderedPageBreak/>
        <w:t>333.5863</w:t>
      </w:r>
      <w:r>
        <w:tab/>
        <w:t>3.284e0</w:t>
      </w:r>
    </w:p>
    <w:p w:rsidR="00557788" w:rsidRDefault="00557788" w:rsidP="00557788">
      <w:r>
        <w:t>333.5921</w:t>
      </w:r>
      <w:r>
        <w:tab/>
        <w:t>2.025e0</w:t>
      </w:r>
    </w:p>
    <w:p w:rsidR="00557788" w:rsidRDefault="00557788" w:rsidP="00557788">
      <w:r>
        <w:t>333.6072</w:t>
      </w:r>
      <w:r>
        <w:tab/>
        <w:t>2.025e0</w:t>
      </w:r>
    </w:p>
    <w:p w:rsidR="00557788" w:rsidRDefault="00557788" w:rsidP="00557788">
      <w:r>
        <w:t>333.6147</w:t>
      </w:r>
      <w:r>
        <w:tab/>
        <w:t>1.013e0</w:t>
      </w:r>
    </w:p>
    <w:p w:rsidR="00557788" w:rsidRDefault="00557788" w:rsidP="00557788">
      <w:r>
        <w:t>333.6311</w:t>
      </w:r>
      <w:r>
        <w:tab/>
        <w:t>4.051e0</w:t>
      </w:r>
    </w:p>
    <w:p w:rsidR="00557788" w:rsidRDefault="00557788" w:rsidP="00557788">
      <w:r>
        <w:t>333.6367</w:t>
      </w:r>
      <w:r>
        <w:tab/>
        <w:t>9.545e-2</w:t>
      </w:r>
    </w:p>
    <w:p w:rsidR="00557788" w:rsidRDefault="00557788" w:rsidP="00557788">
      <w:r>
        <w:t>333.6408</w:t>
      </w:r>
      <w:r>
        <w:tab/>
        <w:t>2.025e0</w:t>
      </w:r>
    </w:p>
    <w:p w:rsidR="00557788" w:rsidRDefault="00557788" w:rsidP="00557788">
      <w:r>
        <w:t>333.6590</w:t>
      </w:r>
      <w:r>
        <w:tab/>
        <w:t>1.013e0</w:t>
      </w:r>
    </w:p>
    <w:p w:rsidR="00557788" w:rsidRDefault="00557788" w:rsidP="00557788">
      <w:r>
        <w:t>333.6676</w:t>
      </w:r>
      <w:r>
        <w:tab/>
        <w:t>1.013e0</w:t>
      </w:r>
    </w:p>
    <w:p w:rsidR="00557788" w:rsidRDefault="00557788" w:rsidP="00557788">
      <w:r>
        <w:t>333.6696</w:t>
      </w:r>
      <w:r>
        <w:tab/>
        <w:t>2.025e0</w:t>
      </w:r>
    </w:p>
    <w:p w:rsidR="00557788" w:rsidRDefault="00557788" w:rsidP="00557788">
      <w:r>
        <w:t>333.6766</w:t>
      </w:r>
      <w:r>
        <w:tab/>
        <w:t>3.038e0</w:t>
      </w:r>
    </w:p>
    <w:p w:rsidR="00557788" w:rsidRDefault="00557788" w:rsidP="00557788">
      <w:r>
        <w:t>333.6819</w:t>
      </w:r>
      <w:r>
        <w:tab/>
        <w:t>2.025e0</w:t>
      </w:r>
    </w:p>
    <w:p w:rsidR="00557788" w:rsidRDefault="00557788" w:rsidP="00557788">
      <w:r>
        <w:t>333.7006</w:t>
      </w:r>
      <w:r>
        <w:tab/>
        <w:t>3.038e0</w:t>
      </w:r>
    </w:p>
    <w:p w:rsidR="00557788" w:rsidRDefault="00557788" w:rsidP="00557788">
      <w:r>
        <w:t>333.7032</w:t>
      </w:r>
      <w:r>
        <w:tab/>
        <w:t>3.038e0</w:t>
      </w:r>
    </w:p>
    <w:p w:rsidR="00557788" w:rsidRDefault="00557788" w:rsidP="00557788">
      <w:r>
        <w:t>333.7070</w:t>
      </w:r>
      <w:r>
        <w:tab/>
        <w:t>1.266e-2</w:t>
      </w:r>
    </w:p>
    <w:p w:rsidR="00557788" w:rsidRDefault="00557788" w:rsidP="00557788">
      <w:r>
        <w:t>333.7083</w:t>
      </w:r>
      <w:r>
        <w:tab/>
        <w:t>2.025e0</w:t>
      </w:r>
    </w:p>
    <w:p w:rsidR="00557788" w:rsidRDefault="00557788" w:rsidP="00557788">
      <w:r>
        <w:t>333.7111</w:t>
      </w:r>
      <w:r>
        <w:tab/>
        <w:t>2.532e-2</w:t>
      </w:r>
    </w:p>
    <w:p w:rsidR="00557788" w:rsidRDefault="00557788" w:rsidP="00557788">
      <w:r>
        <w:t>333.7140</w:t>
      </w:r>
      <w:r>
        <w:tab/>
        <w:t>3.703e0</w:t>
      </w:r>
    </w:p>
    <w:p w:rsidR="00557788" w:rsidRDefault="00557788" w:rsidP="00557788">
      <w:r>
        <w:t>333.7206</w:t>
      </w:r>
      <w:r>
        <w:tab/>
        <w:t>1.025e0</w:t>
      </w:r>
    </w:p>
    <w:p w:rsidR="00557788" w:rsidRDefault="00557788" w:rsidP="00557788">
      <w:r>
        <w:lastRenderedPageBreak/>
        <w:t>333.7270</w:t>
      </w:r>
      <w:r>
        <w:tab/>
        <w:t>2.532e-2</w:t>
      </w:r>
    </w:p>
    <w:p w:rsidR="00557788" w:rsidRDefault="00557788" w:rsidP="00557788">
      <w:r>
        <w:t>333.7474</w:t>
      </w:r>
      <w:r>
        <w:tab/>
        <w:t>2.025e0</w:t>
      </w:r>
    </w:p>
    <w:p w:rsidR="00557788" w:rsidRDefault="00557788" w:rsidP="00557788">
      <w:r>
        <w:t>333.7550</w:t>
      </w:r>
      <w:r>
        <w:tab/>
        <w:t>1.013e0</w:t>
      </w:r>
    </w:p>
    <w:p w:rsidR="00557788" w:rsidRDefault="00557788" w:rsidP="00557788">
      <w:r>
        <w:t>333.7608</w:t>
      </w:r>
      <w:r>
        <w:tab/>
        <w:t>3.038e0</w:t>
      </w:r>
    </w:p>
    <w:p w:rsidR="00557788" w:rsidRDefault="00557788" w:rsidP="00557788">
      <w:r>
        <w:t>333.7694</w:t>
      </w:r>
      <w:r>
        <w:tab/>
        <w:t>2.532e-2</w:t>
      </w:r>
    </w:p>
    <w:p w:rsidR="00557788" w:rsidRDefault="00557788" w:rsidP="00557788">
      <w:r>
        <w:t>333.7734</w:t>
      </w:r>
      <w:r>
        <w:tab/>
        <w:t>1.266e-2</w:t>
      </w:r>
    </w:p>
    <w:p w:rsidR="00557788" w:rsidRDefault="00557788" w:rsidP="00557788">
      <w:r>
        <w:t>333.7749</w:t>
      </w:r>
      <w:r>
        <w:tab/>
        <w:t>2.025e0</w:t>
      </w:r>
    </w:p>
    <w:p w:rsidR="00557788" w:rsidRDefault="00557788" w:rsidP="00557788">
      <w:r>
        <w:t>333.7939</w:t>
      </w:r>
      <w:r>
        <w:tab/>
        <w:t>2.025e0</w:t>
      </w:r>
    </w:p>
    <w:p w:rsidR="00557788" w:rsidRDefault="00557788" w:rsidP="00557788">
      <w:r>
        <w:t>333.8031</w:t>
      </w:r>
      <w:r>
        <w:tab/>
        <w:t>1.266e-2</w:t>
      </w:r>
    </w:p>
    <w:p w:rsidR="00557788" w:rsidRDefault="00557788" w:rsidP="00557788">
      <w:r>
        <w:t>333.8224</w:t>
      </w:r>
      <w:r>
        <w:tab/>
        <w:t>2.025e0</w:t>
      </w:r>
    </w:p>
    <w:p w:rsidR="00557788" w:rsidRDefault="00557788" w:rsidP="00557788">
      <w:r>
        <w:t>333.8239</w:t>
      </w:r>
      <w:r>
        <w:tab/>
        <w:t>2.439e0</w:t>
      </w:r>
    </w:p>
    <w:p w:rsidR="00557788" w:rsidRDefault="00557788" w:rsidP="00557788">
      <w:r>
        <w:t>333.8428</w:t>
      </w:r>
      <w:r>
        <w:tab/>
        <w:t>1.266e-2</w:t>
      </w:r>
    </w:p>
    <w:p w:rsidR="00557788" w:rsidRDefault="00557788" w:rsidP="00557788">
      <w:r>
        <w:t>333.8494</w:t>
      </w:r>
      <w:r>
        <w:tab/>
        <w:t>2.025e0</w:t>
      </w:r>
    </w:p>
    <w:p w:rsidR="00557788" w:rsidRDefault="00557788" w:rsidP="00557788">
      <w:r>
        <w:t>333.8530</w:t>
      </w:r>
      <w:r>
        <w:tab/>
        <w:t>4.117e0</w:t>
      </w:r>
    </w:p>
    <w:p w:rsidR="00557788" w:rsidRDefault="00557788" w:rsidP="00557788">
      <w:r>
        <w:t>333.8608</w:t>
      </w:r>
      <w:r>
        <w:tab/>
        <w:t>4.051e0</w:t>
      </w:r>
    </w:p>
    <w:p w:rsidR="00557788" w:rsidRDefault="00557788" w:rsidP="00557788">
      <w:r>
        <w:t>333.8739</w:t>
      </w:r>
      <w:r>
        <w:tab/>
        <w:t>4.051e0</w:t>
      </w:r>
    </w:p>
    <w:p w:rsidR="00557788" w:rsidRDefault="00557788" w:rsidP="00557788">
      <w:r>
        <w:t>333.8846</w:t>
      </w:r>
      <w:r>
        <w:tab/>
        <w:t>3.038e0</w:t>
      </w:r>
    </w:p>
    <w:p w:rsidR="00557788" w:rsidRDefault="00557788" w:rsidP="00557788">
      <w:r>
        <w:t>333.8944</w:t>
      </w:r>
      <w:r>
        <w:tab/>
        <w:t>3.925e0</w:t>
      </w:r>
    </w:p>
    <w:p w:rsidR="00557788" w:rsidRDefault="00557788" w:rsidP="00557788">
      <w:r>
        <w:t>333.8962</w:t>
      </w:r>
      <w:r>
        <w:tab/>
        <w:t>1.228e0</w:t>
      </w:r>
    </w:p>
    <w:p w:rsidR="00557788" w:rsidRDefault="00557788" w:rsidP="00557788">
      <w:r>
        <w:lastRenderedPageBreak/>
        <w:t>333.8993</w:t>
      </w:r>
      <w:r>
        <w:tab/>
        <w:t>1.853e0</w:t>
      </w:r>
    </w:p>
    <w:p w:rsidR="00557788" w:rsidRDefault="00557788" w:rsidP="00557788">
      <w:r>
        <w:t>333.9012</w:t>
      </w:r>
      <w:r>
        <w:tab/>
        <w:t>2.025e0</w:t>
      </w:r>
    </w:p>
    <w:p w:rsidR="00557788" w:rsidRDefault="00557788" w:rsidP="00557788">
      <w:r>
        <w:t>333.9131</w:t>
      </w:r>
      <w:r>
        <w:tab/>
        <w:t>3.572e0</w:t>
      </w:r>
    </w:p>
    <w:p w:rsidR="00557788" w:rsidRDefault="00557788" w:rsidP="00557788">
      <w:r>
        <w:t>333.9425</w:t>
      </w:r>
      <w:r>
        <w:tab/>
        <w:t>2.735e0</w:t>
      </w:r>
    </w:p>
    <w:p w:rsidR="00557788" w:rsidRDefault="00557788" w:rsidP="00557788">
      <w:r>
        <w:t>333.9639</w:t>
      </w:r>
      <w:r>
        <w:tab/>
        <w:t>6.174e0</w:t>
      </w:r>
    </w:p>
    <w:p w:rsidR="00557788" w:rsidRDefault="00557788" w:rsidP="00557788">
      <w:r>
        <w:t>333.9754</w:t>
      </w:r>
      <w:r>
        <w:tab/>
        <w:t>6.770e-2</w:t>
      </w:r>
    </w:p>
    <w:p w:rsidR="00557788" w:rsidRDefault="00557788" w:rsidP="00557788">
      <w:r>
        <w:t>333.9817</w:t>
      </w:r>
      <w:r>
        <w:tab/>
        <w:t>2.025e0</w:t>
      </w:r>
    </w:p>
    <w:p w:rsidR="00557788" w:rsidRDefault="00557788" w:rsidP="00557788">
      <w:r>
        <w:t>333.9893</w:t>
      </w:r>
      <w:r>
        <w:tab/>
        <w:t>1.013e0</w:t>
      </w:r>
    </w:p>
    <w:p w:rsidR="00557788" w:rsidRDefault="00557788" w:rsidP="00557788">
      <w:r>
        <w:t>334.0133</w:t>
      </w:r>
      <w:r>
        <w:tab/>
        <w:t>1.817e0</w:t>
      </w:r>
    </w:p>
    <w:p w:rsidR="00557788" w:rsidRDefault="00557788" w:rsidP="00557788">
      <w:r>
        <w:t>334.0187</w:t>
      </w:r>
      <w:r>
        <w:tab/>
        <w:t>6.031e0</w:t>
      </w:r>
    </w:p>
    <w:p w:rsidR="00557788" w:rsidRDefault="00557788" w:rsidP="00557788">
      <w:r>
        <w:t>334.0237</w:t>
      </w:r>
      <w:r>
        <w:tab/>
        <w:t>5.442e0</w:t>
      </w:r>
    </w:p>
    <w:p w:rsidR="00557788" w:rsidRDefault="00557788" w:rsidP="00557788">
      <w:r>
        <w:t>334.0355</w:t>
      </w:r>
      <w:r>
        <w:tab/>
        <w:t>4.528e-1</w:t>
      </w:r>
    </w:p>
    <w:p w:rsidR="00557788" w:rsidRDefault="00557788" w:rsidP="00557788">
      <w:r>
        <w:t>334.0430</w:t>
      </w:r>
      <w:r>
        <w:tab/>
        <w:t>1.096e0</w:t>
      </w:r>
    </w:p>
    <w:p w:rsidR="00557788" w:rsidRDefault="00557788" w:rsidP="00557788">
      <w:r>
        <w:t>334.0641</w:t>
      </w:r>
      <w:r>
        <w:tab/>
        <w:t>6.325e-1</w:t>
      </w:r>
    </w:p>
    <w:p w:rsidR="00557788" w:rsidRDefault="00557788" w:rsidP="00557788">
      <w:r>
        <w:t>334.0684</w:t>
      </w:r>
      <w:r>
        <w:tab/>
        <w:t>1.659e0</w:t>
      </w:r>
    </w:p>
    <w:p w:rsidR="00557788" w:rsidRDefault="00557788" w:rsidP="00557788">
      <w:r>
        <w:t>334.0703</w:t>
      </w:r>
      <w:r>
        <w:tab/>
        <w:t>1.829e0</w:t>
      </w:r>
    </w:p>
    <w:p w:rsidR="00557788" w:rsidRDefault="00557788" w:rsidP="00557788">
      <w:r>
        <w:t>334.0770</w:t>
      </w:r>
      <w:r>
        <w:tab/>
        <w:t>3.155e0</w:t>
      </w:r>
    </w:p>
    <w:p w:rsidR="00557788" w:rsidRDefault="00557788" w:rsidP="00557788">
      <w:r>
        <w:t>334.0810</w:t>
      </w:r>
      <w:r>
        <w:tab/>
        <w:t>1.649e0</w:t>
      </w:r>
    </w:p>
    <w:p w:rsidR="00557788" w:rsidRDefault="00557788" w:rsidP="00557788">
      <w:r>
        <w:t>334.1054</w:t>
      </w:r>
      <w:r>
        <w:tab/>
        <w:t>3.703e0</w:t>
      </w:r>
    </w:p>
    <w:p w:rsidR="00557788" w:rsidRDefault="00557788" w:rsidP="00557788">
      <w:r>
        <w:lastRenderedPageBreak/>
        <w:t>334.1158</w:t>
      </w:r>
      <w:r>
        <w:tab/>
        <w:t>2.760e0</w:t>
      </w:r>
    </w:p>
    <w:p w:rsidR="00557788" w:rsidRDefault="00557788" w:rsidP="00557788">
      <w:r>
        <w:t>334.1206</w:t>
      </w:r>
      <w:r>
        <w:tab/>
        <w:t>1.155e-1</w:t>
      </w:r>
    </w:p>
    <w:p w:rsidR="00557788" w:rsidRDefault="00557788" w:rsidP="00557788">
      <w:r>
        <w:t>334.1473</w:t>
      </w:r>
      <w:r>
        <w:tab/>
        <w:t>2.885e0</w:t>
      </w:r>
    </w:p>
    <w:p w:rsidR="00557788" w:rsidRDefault="00557788" w:rsidP="00557788">
      <w:r>
        <w:t>334.1564</w:t>
      </w:r>
      <w:r>
        <w:tab/>
        <w:t>3.377e0</w:t>
      </w:r>
    </w:p>
    <w:p w:rsidR="00557788" w:rsidRDefault="00557788" w:rsidP="00557788">
      <w:r>
        <w:t>334.1604</w:t>
      </w:r>
      <w:r>
        <w:tab/>
        <w:t>1.130e0</w:t>
      </w:r>
    </w:p>
    <w:p w:rsidR="00557788" w:rsidRDefault="00557788" w:rsidP="00557788">
      <w:r>
        <w:t>334.1765</w:t>
      </w:r>
      <w:r>
        <w:tab/>
        <w:t>1.311e1</w:t>
      </w:r>
    </w:p>
    <w:p w:rsidR="00557788" w:rsidRDefault="00557788" w:rsidP="00557788">
      <w:r>
        <w:t>334.1862</w:t>
      </w:r>
      <w:r>
        <w:tab/>
        <w:t>1.306e0</w:t>
      </w:r>
    </w:p>
    <w:p w:rsidR="00557788" w:rsidRDefault="00557788" w:rsidP="00557788">
      <w:r>
        <w:t>334.2080</w:t>
      </w:r>
      <w:r>
        <w:tab/>
        <w:t>9.932e-1</w:t>
      </w:r>
    </w:p>
    <w:p w:rsidR="00557788" w:rsidRDefault="00557788" w:rsidP="00557788">
      <w:r>
        <w:t>334.2198</w:t>
      </w:r>
      <w:r>
        <w:tab/>
        <w:t>8.600e0</w:t>
      </w:r>
    </w:p>
    <w:p w:rsidR="00557788" w:rsidRDefault="00557788" w:rsidP="00557788">
      <w:r>
        <w:t>334.2243</w:t>
      </w:r>
      <w:r>
        <w:tab/>
        <w:t>1.289e1</w:t>
      </w:r>
    </w:p>
    <w:p w:rsidR="00557788" w:rsidRDefault="00557788" w:rsidP="00557788">
      <w:r>
        <w:t>334.2307</w:t>
      </w:r>
      <w:r>
        <w:tab/>
        <w:t>5.745e0</w:t>
      </w:r>
    </w:p>
    <w:p w:rsidR="00557788" w:rsidRDefault="00557788" w:rsidP="00557788">
      <w:r>
        <w:t>334.2358</w:t>
      </w:r>
      <w:r>
        <w:tab/>
        <w:t>5.242e0</w:t>
      </w:r>
    </w:p>
    <w:p w:rsidR="00557788" w:rsidRDefault="00557788" w:rsidP="00557788">
      <w:r>
        <w:t>334.2476</w:t>
      </w:r>
      <w:r>
        <w:tab/>
        <w:t>1.113e1</w:t>
      </w:r>
    </w:p>
    <w:p w:rsidR="00557788" w:rsidRDefault="00557788" w:rsidP="00557788">
      <w:r>
        <w:t>334.2823</w:t>
      </w:r>
      <w:r>
        <w:tab/>
        <w:t>3.369e0</w:t>
      </w:r>
    </w:p>
    <w:p w:rsidR="00557788" w:rsidRDefault="00557788" w:rsidP="00557788">
      <w:r>
        <w:t>334.3177</w:t>
      </w:r>
      <w:r>
        <w:tab/>
        <w:t>4.334e0</w:t>
      </w:r>
    </w:p>
    <w:p w:rsidR="00557788" w:rsidRDefault="00557788" w:rsidP="00557788">
      <w:r>
        <w:t>334.3372</w:t>
      </w:r>
      <w:r>
        <w:tab/>
        <w:t>3.301e0</w:t>
      </w:r>
    </w:p>
    <w:p w:rsidR="00557788" w:rsidRDefault="00557788" w:rsidP="00557788">
      <w:r>
        <w:t>334.3395</w:t>
      </w:r>
      <w:r>
        <w:tab/>
        <w:t>1.642e0</w:t>
      </w:r>
    </w:p>
    <w:p w:rsidR="00557788" w:rsidRDefault="00557788" w:rsidP="00557788">
      <w:r>
        <w:t>334.3615</w:t>
      </w:r>
      <w:r>
        <w:tab/>
        <w:t>7.738e-1</w:t>
      </w:r>
    </w:p>
    <w:p w:rsidR="00557788" w:rsidRDefault="00557788" w:rsidP="00557788">
      <w:r>
        <w:t>334.3794</w:t>
      </w:r>
      <w:r>
        <w:tab/>
        <w:t>3.965e0</w:t>
      </w:r>
    </w:p>
    <w:p w:rsidR="00557788" w:rsidRDefault="00557788" w:rsidP="00557788">
      <w:r>
        <w:lastRenderedPageBreak/>
        <w:t>334.3921</w:t>
      </w:r>
      <w:r>
        <w:tab/>
        <w:t>1.013e0</w:t>
      </w:r>
    </w:p>
    <w:p w:rsidR="00557788" w:rsidRDefault="00557788" w:rsidP="00557788">
      <w:r>
        <w:t>334.4214</w:t>
      </w:r>
      <w:r>
        <w:tab/>
        <w:t>3.038e0</w:t>
      </w:r>
    </w:p>
    <w:p w:rsidR="00557788" w:rsidRDefault="00557788" w:rsidP="00557788">
      <w:r>
        <w:t>334.4269</w:t>
      </w:r>
      <w:r>
        <w:tab/>
        <w:t>1.051e0</w:t>
      </w:r>
    </w:p>
    <w:p w:rsidR="00557788" w:rsidRDefault="00557788" w:rsidP="00557788">
      <w:r>
        <w:t>334.4356</w:t>
      </w:r>
      <w:r>
        <w:tab/>
        <w:t>1.051e0</w:t>
      </w:r>
    </w:p>
    <w:p w:rsidR="00557788" w:rsidRDefault="00557788" w:rsidP="00557788">
      <w:r>
        <w:t>334.4402</w:t>
      </w:r>
      <w:r>
        <w:tab/>
        <w:t>1.266e-2</w:t>
      </w:r>
    </w:p>
    <w:p w:rsidR="00557788" w:rsidRDefault="00557788" w:rsidP="00557788">
      <w:r>
        <w:t>334.4602</w:t>
      </w:r>
      <w:r>
        <w:tab/>
        <w:t>1.038e0</w:t>
      </w:r>
    </w:p>
    <w:p w:rsidR="00557788" w:rsidRDefault="00557788" w:rsidP="00557788">
      <w:r>
        <w:t>334.4686</w:t>
      </w:r>
      <w:r>
        <w:tab/>
        <w:t>1.051e0</w:t>
      </w:r>
    </w:p>
    <w:p w:rsidR="00557788" w:rsidRDefault="00557788" w:rsidP="00557788">
      <w:r>
        <w:t>334.4760</w:t>
      </w:r>
      <w:r>
        <w:tab/>
        <w:t>2.532e-2</w:t>
      </w:r>
    </w:p>
    <w:p w:rsidR="00557788" w:rsidRDefault="00557788" w:rsidP="00557788">
      <w:r>
        <w:t>334.4799</w:t>
      </w:r>
      <w:r>
        <w:tab/>
        <w:t>2.532e-2</w:t>
      </w:r>
    </w:p>
    <w:p w:rsidR="00557788" w:rsidRDefault="00557788" w:rsidP="00557788">
      <w:r>
        <w:t>334.4983</w:t>
      </w:r>
      <w:r>
        <w:tab/>
        <w:t>2.025e0</w:t>
      </w:r>
    </w:p>
    <w:p w:rsidR="00557788" w:rsidRDefault="00557788" w:rsidP="00557788">
      <w:r>
        <w:t>334.5093</w:t>
      </w:r>
      <w:r>
        <w:tab/>
        <w:t>3.798e-2</w:t>
      </w:r>
    </w:p>
    <w:p w:rsidR="00557788" w:rsidRDefault="00557788" w:rsidP="00557788">
      <w:r>
        <w:t>334.5103</w:t>
      </w:r>
      <w:r>
        <w:tab/>
        <w:t>2.025e0</w:t>
      </w:r>
    </w:p>
    <w:p w:rsidR="00557788" w:rsidRDefault="00557788" w:rsidP="00557788">
      <w:r>
        <w:t>334.5124</w:t>
      </w:r>
      <w:r>
        <w:tab/>
        <w:t>1.266e-2</w:t>
      </w:r>
    </w:p>
    <w:p w:rsidR="00557788" w:rsidRDefault="00557788" w:rsidP="00557788">
      <w:r>
        <w:t>334.5196</w:t>
      </w:r>
      <w:r>
        <w:tab/>
        <w:t>4.051e0</w:t>
      </w:r>
    </w:p>
    <w:p w:rsidR="00557788" w:rsidRDefault="00557788" w:rsidP="00557788">
      <w:r>
        <w:t>334.5237</w:t>
      </w:r>
      <w:r>
        <w:tab/>
        <w:t>4.051e0</w:t>
      </w:r>
    </w:p>
    <w:p w:rsidR="00557788" w:rsidRDefault="00557788" w:rsidP="00557788">
      <w:r>
        <w:t>334.5277</w:t>
      </w:r>
      <w:r>
        <w:tab/>
        <w:t>3.038e0</w:t>
      </w:r>
    </w:p>
    <w:p w:rsidR="00557788" w:rsidRDefault="00557788" w:rsidP="00557788">
      <w:r>
        <w:t>334.5380</w:t>
      </w:r>
      <w:r>
        <w:tab/>
        <w:t>3.707e0</w:t>
      </w:r>
    </w:p>
    <w:p w:rsidR="00557788" w:rsidRDefault="00557788" w:rsidP="00557788">
      <w:r>
        <w:t>334.5562</w:t>
      </w:r>
      <w:r>
        <w:tab/>
        <w:t>1.266e-2</w:t>
      </w:r>
    </w:p>
    <w:p w:rsidR="00557788" w:rsidRDefault="00557788" w:rsidP="00557788">
      <w:r>
        <w:t>334.5628</w:t>
      </w:r>
      <w:r>
        <w:tab/>
        <w:t>4.051e0</w:t>
      </w:r>
    </w:p>
    <w:p w:rsidR="00557788" w:rsidRDefault="00557788" w:rsidP="00557788">
      <w:r>
        <w:lastRenderedPageBreak/>
        <w:t>334.5699</w:t>
      </w:r>
      <w:r>
        <w:tab/>
        <w:t>2.025e0</w:t>
      </w:r>
    </w:p>
    <w:p w:rsidR="00557788" w:rsidRDefault="00557788" w:rsidP="00557788">
      <w:r>
        <w:t>334.5909</w:t>
      </w:r>
      <w:r>
        <w:tab/>
        <w:t>2.025e0</w:t>
      </w:r>
    </w:p>
    <w:p w:rsidR="00557788" w:rsidRDefault="00557788" w:rsidP="00557788">
      <w:r>
        <w:t>334.5938</w:t>
      </w:r>
      <w:r>
        <w:tab/>
        <w:t>1.038e0</w:t>
      </w:r>
    </w:p>
    <w:p w:rsidR="00557788" w:rsidRDefault="00557788" w:rsidP="00557788">
      <w:r>
        <w:t>334.6072</w:t>
      </w:r>
      <w:r>
        <w:tab/>
        <w:t>2.025e0</w:t>
      </w:r>
    </w:p>
    <w:p w:rsidR="00557788" w:rsidRDefault="00557788" w:rsidP="00557788">
      <w:r>
        <w:t>334.6227</w:t>
      </w:r>
      <w:r>
        <w:tab/>
        <w:t>2.025e0</w:t>
      </w:r>
    </w:p>
    <w:p w:rsidR="00557788" w:rsidRDefault="00557788" w:rsidP="00557788">
      <w:r>
        <w:t>334.6296</w:t>
      </w:r>
      <w:r>
        <w:tab/>
        <w:t>1.013e0</w:t>
      </w:r>
    </w:p>
    <w:p w:rsidR="00557788" w:rsidRDefault="00557788" w:rsidP="00557788">
      <w:r>
        <w:t>334.6441</w:t>
      </w:r>
      <w:r>
        <w:tab/>
        <w:t>2.038e0</w:t>
      </w:r>
    </w:p>
    <w:p w:rsidR="00557788" w:rsidRDefault="00557788" w:rsidP="00557788">
      <w:r>
        <w:t>334.6501</w:t>
      </w:r>
      <w:r>
        <w:tab/>
        <w:t>1.013e0</w:t>
      </w:r>
    </w:p>
    <w:p w:rsidR="00557788" w:rsidRDefault="00557788" w:rsidP="00557788">
      <w:r>
        <w:t>334.6544</w:t>
      </w:r>
      <w:r>
        <w:tab/>
        <w:t>6.566e0</w:t>
      </w:r>
    </w:p>
    <w:p w:rsidR="00557788" w:rsidRDefault="00557788" w:rsidP="00557788">
      <w:r>
        <w:t>334.6589</w:t>
      </w:r>
      <w:r>
        <w:tab/>
        <w:t>1.025e0</w:t>
      </w:r>
    </w:p>
    <w:p w:rsidR="00557788" w:rsidRDefault="00557788" w:rsidP="00557788">
      <w:r>
        <w:t>334.6717</w:t>
      </w:r>
      <w:r>
        <w:tab/>
        <w:t>2.025e0</w:t>
      </w:r>
    </w:p>
    <w:p w:rsidR="00557788" w:rsidRDefault="00557788" w:rsidP="00557788">
      <w:r>
        <w:t>334.6768</w:t>
      </w:r>
      <w:r>
        <w:tab/>
        <w:t>4.051e0</w:t>
      </w:r>
    </w:p>
    <w:p w:rsidR="00557788" w:rsidRDefault="00557788" w:rsidP="00557788">
      <w:r>
        <w:t>334.7197</w:t>
      </w:r>
      <w:r>
        <w:tab/>
        <w:t>2.025e0</w:t>
      </w:r>
    </w:p>
    <w:p w:rsidR="00557788" w:rsidRDefault="00557788" w:rsidP="00557788">
      <w:r>
        <w:t>334.7296</w:t>
      </w:r>
      <w:r>
        <w:tab/>
        <w:t>2.025e0</w:t>
      </w:r>
    </w:p>
    <w:p w:rsidR="00557788" w:rsidRDefault="00557788" w:rsidP="00557788">
      <w:r>
        <w:t>334.7316</w:t>
      </w:r>
      <w:r>
        <w:tab/>
        <w:t>1.013e0</w:t>
      </w:r>
    </w:p>
    <w:p w:rsidR="00557788" w:rsidRDefault="00557788" w:rsidP="00557788">
      <w:r>
        <w:t>334.7411</w:t>
      </w:r>
      <w:r>
        <w:tab/>
        <w:t>1.266e-2</w:t>
      </w:r>
    </w:p>
    <w:p w:rsidR="00557788" w:rsidRDefault="00557788" w:rsidP="00557788">
      <w:r>
        <w:t>334.7421</w:t>
      </w:r>
      <w:r>
        <w:tab/>
        <w:t>4.051e0</w:t>
      </w:r>
    </w:p>
    <w:p w:rsidR="00557788" w:rsidRDefault="00557788" w:rsidP="00557788">
      <w:r>
        <w:t>334.7618</w:t>
      </w:r>
      <w:r>
        <w:tab/>
        <w:t>5.063e0</w:t>
      </w:r>
    </w:p>
    <w:p w:rsidR="00557788" w:rsidRDefault="00557788" w:rsidP="00557788">
      <w:r>
        <w:t>334.7631</w:t>
      </w:r>
      <w:r>
        <w:tab/>
        <w:t>2.025e0</w:t>
      </w:r>
    </w:p>
    <w:p w:rsidR="00557788" w:rsidRDefault="00557788" w:rsidP="00557788">
      <w:r>
        <w:lastRenderedPageBreak/>
        <w:t>334.7695</w:t>
      </w:r>
      <w:r>
        <w:tab/>
        <w:t>3.768e0</w:t>
      </w:r>
    </w:p>
    <w:p w:rsidR="00557788" w:rsidRDefault="00557788" w:rsidP="00557788">
      <w:r>
        <w:t>334.7905</w:t>
      </w:r>
      <w:r>
        <w:tab/>
        <w:t>2.025e0</w:t>
      </w:r>
    </w:p>
    <w:p w:rsidR="00557788" w:rsidRDefault="00557788" w:rsidP="00557788">
      <w:r>
        <w:t>334.8011</w:t>
      </w:r>
      <w:r>
        <w:tab/>
        <w:t>2.025e0</w:t>
      </w:r>
    </w:p>
    <w:p w:rsidR="00557788" w:rsidRDefault="00557788" w:rsidP="00557788">
      <w:r>
        <w:t>334.8157</w:t>
      </w:r>
      <w:r>
        <w:tab/>
        <w:t>2.850e0</w:t>
      </w:r>
    </w:p>
    <w:p w:rsidR="00557788" w:rsidRDefault="00557788" w:rsidP="00557788">
      <w:r>
        <w:t>334.8193</w:t>
      </w:r>
      <w:r>
        <w:tab/>
        <w:t>2.038e0</w:t>
      </w:r>
    </w:p>
    <w:p w:rsidR="00557788" w:rsidRDefault="00557788" w:rsidP="00557788">
      <w:r>
        <w:t>334.8206</w:t>
      </w:r>
      <w:r>
        <w:tab/>
        <w:t>3.038e0</w:t>
      </w:r>
    </w:p>
    <w:p w:rsidR="00557788" w:rsidRDefault="00557788" w:rsidP="00557788">
      <w:r>
        <w:t>334.8335</w:t>
      </w:r>
      <w:r>
        <w:tab/>
        <w:t>1.114e0</w:t>
      </w:r>
    </w:p>
    <w:p w:rsidR="00557788" w:rsidRDefault="00557788" w:rsidP="00557788">
      <w:r>
        <w:t>334.8435</w:t>
      </w:r>
      <w:r>
        <w:tab/>
        <w:t>1.013e0</w:t>
      </w:r>
    </w:p>
    <w:p w:rsidR="00557788" w:rsidRDefault="00557788" w:rsidP="00557788">
      <w:r>
        <w:t>334.8618</w:t>
      </w:r>
      <w:r>
        <w:tab/>
        <w:t>2.025e0</w:t>
      </w:r>
    </w:p>
    <w:p w:rsidR="00557788" w:rsidRDefault="00557788" w:rsidP="00557788">
      <w:r>
        <w:t>334.8649</w:t>
      </w:r>
      <w:r>
        <w:tab/>
        <w:t>2.025e0</w:t>
      </w:r>
    </w:p>
    <w:p w:rsidR="00557788" w:rsidRDefault="00557788" w:rsidP="00557788">
      <w:r>
        <w:t>334.8712</w:t>
      </w:r>
      <w:r>
        <w:tab/>
        <w:t>4.051e0</w:t>
      </w:r>
    </w:p>
    <w:p w:rsidR="00557788" w:rsidRDefault="00557788" w:rsidP="00557788">
      <w:r>
        <w:t>334.8736</w:t>
      </w:r>
      <w:r>
        <w:tab/>
        <w:t>2.025e0</w:t>
      </w:r>
    </w:p>
    <w:p w:rsidR="00557788" w:rsidRDefault="00557788" w:rsidP="00557788">
      <w:r>
        <w:t>334.8836</w:t>
      </w:r>
      <w:r>
        <w:tab/>
        <w:t>3.436e0</w:t>
      </w:r>
    </w:p>
    <w:p w:rsidR="00557788" w:rsidRDefault="00557788" w:rsidP="00557788">
      <w:r>
        <w:t>334.8954</w:t>
      </w:r>
      <w:r>
        <w:tab/>
        <w:t>1.440e0</w:t>
      </w:r>
    </w:p>
    <w:p w:rsidR="00557788" w:rsidRDefault="00557788" w:rsidP="00557788">
      <w:r>
        <w:t>334.9069</w:t>
      </w:r>
      <w:r>
        <w:tab/>
        <w:t>5.858e0</w:t>
      </w:r>
    </w:p>
    <w:p w:rsidR="00557788" w:rsidRDefault="00557788" w:rsidP="00557788">
      <w:r>
        <w:t>334.9119</w:t>
      </w:r>
      <w:r>
        <w:tab/>
        <w:t>1.906e0</w:t>
      </w:r>
    </w:p>
    <w:p w:rsidR="00557788" w:rsidRDefault="00557788" w:rsidP="00557788">
      <w:r>
        <w:t>334.9479</w:t>
      </w:r>
      <w:r>
        <w:tab/>
        <w:t>1.706e0</w:t>
      </w:r>
    </w:p>
    <w:p w:rsidR="00557788" w:rsidRDefault="00557788" w:rsidP="00557788">
      <w:r>
        <w:t>334.9659</w:t>
      </w:r>
      <w:r>
        <w:tab/>
        <w:t>3.845e0</w:t>
      </w:r>
    </w:p>
    <w:p w:rsidR="00557788" w:rsidRDefault="00557788" w:rsidP="00557788">
      <w:r>
        <w:t>334.9675</w:t>
      </w:r>
      <w:r>
        <w:tab/>
        <w:t>1.729e0</w:t>
      </w:r>
    </w:p>
    <w:p w:rsidR="00557788" w:rsidRDefault="00557788" w:rsidP="00557788">
      <w:r>
        <w:lastRenderedPageBreak/>
        <w:t>335.0048</w:t>
      </w:r>
      <w:r>
        <w:tab/>
        <w:t>2.918e0</w:t>
      </w:r>
    </w:p>
    <w:p w:rsidR="00557788" w:rsidRDefault="00557788" w:rsidP="00557788">
      <w:r>
        <w:t>335.0150</w:t>
      </w:r>
      <w:r>
        <w:tab/>
        <w:t>1.051e0</w:t>
      </w:r>
    </w:p>
    <w:p w:rsidR="00557788" w:rsidRDefault="00557788" w:rsidP="00557788">
      <w:r>
        <w:t>335.0182</w:t>
      </w:r>
      <w:r>
        <w:tab/>
        <w:t>7.240e0</w:t>
      </w:r>
    </w:p>
    <w:p w:rsidR="00557788" w:rsidRDefault="00557788" w:rsidP="00557788">
      <w:r>
        <w:t>335.0212</w:t>
      </w:r>
      <w:r>
        <w:tab/>
        <w:t>6.943e0</w:t>
      </w:r>
    </w:p>
    <w:p w:rsidR="00557788" w:rsidRDefault="00557788" w:rsidP="00557788">
      <w:r>
        <w:t>335.0290</w:t>
      </w:r>
      <w:r>
        <w:tab/>
        <w:t>1.648e0</w:t>
      </w:r>
    </w:p>
    <w:p w:rsidR="00557788" w:rsidRDefault="00557788" w:rsidP="00557788">
      <w:r>
        <w:t>335.0313</w:t>
      </w:r>
      <w:r>
        <w:tab/>
        <w:t>8.511e0</w:t>
      </w:r>
    </w:p>
    <w:p w:rsidR="00557788" w:rsidRDefault="00557788" w:rsidP="00557788">
      <w:r>
        <w:t>335.0540</w:t>
      </w:r>
      <w:r>
        <w:tab/>
        <w:t>5.974e0</w:t>
      </w:r>
    </w:p>
    <w:p w:rsidR="00557788" w:rsidRDefault="00557788" w:rsidP="00557788">
      <w:r>
        <w:t>335.0745</w:t>
      </w:r>
      <w:r>
        <w:tab/>
        <w:t>3.272e0</w:t>
      </w:r>
    </w:p>
    <w:p w:rsidR="00557788" w:rsidRDefault="00557788" w:rsidP="00557788">
      <w:r>
        <w:t>335.0864</w:t>
      </w:r>
      <w:r>
        <w:tab/>
        <w:t>2.213e0</w:t>
      </w:r>
    </w:p>
    <w:p w:rsidR="00557788" w:rsidRDefault="00557788" w:rsidP="00557788">
      <w:r>
        <w:t>335.1071</w:t>
      </w:r>
      <w:r>
        <w:tab/>
        <w:t>2.895e0</w:t>
      </w:r>
    </w:p>
    <w:p w:rsidR="00557788" w:rsidRDefault="00557788" w:rsidP="00557788">
      <w:r>
        <w:t>335.1211</w:t>
      </w:r>
      <w:r>
        <w:tab/>
        <w:t>7.836e-1</w:t>
      </w:r>
    </w:p>
    <w:p w:rsidR="00557788" w:rsidRDefault="00557788" w:rsidP="00557788">
      <w:r>
        <w:t>335.1247</w:t>
      </w:r>
      <w:r>
        <w:tab/>
        <w:t>1.364e0</w:t>
      </w:r>
    </w:p>
    <w:p w:rsidR="00557788" w:rsidRDefault="00557788" w:rsidP="00557788">
      <w:r>
        <w:t>335.1422</w:t>
      </w:r>
      <w:r>
        <w:tab/>
        <w:t>1.946e0</w:t>
      </w:r>
    </w:p>
    <w:p w:rsidR="00557788" w:rsidRDefault="00557788" w:rsidP="00557788">
      <w:r>
        <w:t>335.1508</w:t>
      </w:r>
      <w:r>
        <w:tab/>
        <w:t>1.330e1</w:t>
      </w:r>
    </w:p>
    <w:p w:rsidR="00557788" w:rsidRDefault="00557788" w:rsidP="00557788">
      <w:r>
        <w:t>335.1624</w:t>
      </w:r>
      <w:r>
        <w:tab/>
        <w:t>1.163e0</w:t>
      </w:r>
    </w:p>
    <w:p w:rsidR="00557788" w:rsidRDefault="00557788" w:rsidP="00557788">
      <w:r>
        <w:t>335.1708</w:t>
      </w:r>
      <w:r>
        <w:tab/>
        <w:t>1.762e0</w:t>
      </w:r>
    </w:p>
    <w:p w:rsidR="00557788" w:rsidRDefault="00557788" w:rsidP="00557788">
      <w:r>
        <w:t>335.1871</w:t>
      </w:r>
      <w:r>
        <w:tab/>
        <w:t>3.408e0</w:t>
      </w:r>
    </w:p>
    <w:p w:rsidR="00557788" w:rsidRDefault="00557788" w:rsidP="00557788">
      <w:r>
        <w:t>335.1902</w:t>
      </w:r>
      <w:r>
        <w:tab/>
        <w:t>8.056e0</w:t>
      </w:r>
    </w:p>
    <w:p w:rsidR="00557788" w:rsidRDefault="00557788" w:rsidP="00557788">
      <w:r>
        <w:t>335.2218</w:t>
      </w:r>
      <w:r>
        <w:tab/>
        <w:t>7.368e0</w:t>
      </w:r>
    </w:p>
    <w:p w:rsidR="00557788" w:rsidRDefault="00557788" w:rsidP="00557788">
      <w:r>
        <w:lastRenderedPageBreak/>
        <w:t>335.2263</w:t>
      </w:r>
      <w:r>
        <w:tab/>
        <w:t>2.063e0</w:t>
      </w:r>
    </w:p>
    <w:p w:rsidR="00557788" w:rsidRDefault="00557788" w:rsidP="00557788">
      <w:r>
        <w:t>335.2408</w:t>
      </w:r>
      <w:r>
        <w:tab/>
        <w:t>4.514e0</w:t>
      </w:r>
    </w:p>
    <w:p w:rsidR="00557788" w:rsidRDefault="00557788" w:rsidP="00557788">
      <w:r>
        <w:t>335.2447</w:t>
      </w:r>
      <w:r>
        <w:tab/>
        <w:t>1.887e1</w:t>
      </w:r>
    </w:p>
    <w:p w:rsidR="00557788" w:rsidRDefault="00557788" w:rsidP="00557788">
      <w:r>
        <w:t>335.2458</w:t>
      </w:r>
      <w:r>
        <w:tab/>
        <w:t>3.506e0</w:t>
      </w:r>
    </w:p>
    <w:p w:rsidR="00557788" w:rsidRDefault="00557788" w:rsidP="00557788">
      <w:r>
        <w:t>335.2723</w:t>
      </w:r>
      <w:r>
        <w:tab/>
        <w:t>1.953e0</w:t>
      </w:r>
    </w:p>
    <w:p w:rsidR="00557788" w:rsidRDefault="00557788" w:rsidP="00557788">
      <w:r>
        <w:t>335.3434</w:t>
      </w:r>
      <w:r>
        <w:tab/>
        <w:t>1.255e0</w:t>
      </w:r>
    </w:p>
    <w:p w:rsidR="00557788" w:rsidRDefault="00557788" w:rsidP="00557788">
      <w:r>
        <w:t>335.3578</w:t>
      </w:r>
      <w:r>
        <w:tab/>
        <w:t>1.632e0</w:t>
      </w:r>
    </w:p>
    <w:p w:rsidR="00557788" w:rsidRDefault="00557788" w:rsidP="00557788">
      <w:r>
        <w:t>335.3903</w:t>
      </w:r>
      <w:r>
        <w:tab/>
        <w:t>6.349e-2</w:t>
      </w:r>
    </w:p>
    <w:p w:rsidR="00557788" w:rsidRDefault="00557788" w:rsidP="00557788">
      <w:r>
        <w:t>335.3983</w:t>
      </w:r>
      <w:r>
        <w:tab/>
        <w:t>2.818e0</w:t>
      </w:r>
    </w:p>
    <w:p w:rsidR="00557788" w:rsidRDefault="00557788" w:rsidP="00557788">
      <w:r>
        <w:t>335.4336</w:t>
      </w:r>
      <w:r>
        <w:tab/>
        <w:t>2.025e0</w:t>
      </w:r>
    </w:p>
    <w:p w:rsidR="00557788" w:rsidRDefault="00557788" w:rsidP="00557788">
      <w:r>
        <w:t>335.4703</w:t>
      </w:r>
      <w:r>
        <w:tab/>
        <w:t>1.266e-2</w:t>
      </w:r>
    </w:p>
    <w:p w:rsidR="00557788" w:rsidRDefault="00557788" w:rsidP="00557788">
      <w:r>
        <w:t>335.4834</w:t>
      </w:r>
      <w:r>
        <w:tab/>
        <w:t>3.038e0</w:t>
      </w:r>
    </w:p>
    <w:p w:rsidR="00557788" w:rsidRDefault="00557788" w:rsidP="00557788">
      <w:r>
        <w:t>335.4856</w:t>
      </w:r>
      <w:r>
        <w:tab/>
        <w:t>5.063e0</w:t>
      </w:r>
    </w:p>
    <w:p w:rsidR="00557788" w:rsidRDefault="00557788" w:rsidP="00557788">
      <w:r>
        <w:t>335.4885</w:t>
      </w:r>
      <w:r>
        <w:tab/>
        <w:t>5.063e0</w:t>
      </w:r>
    </w:p>
    <w:p w:rsidR="00557788" w:rsidRDefault="00557788" w:rsidP="00557788">
      <w:r>
        <w:t>335.5186</w:t>
      </w:r>
      <w:r>
        <w:tab/>
        <w:t>2.025e0</w:t>
      </w:r>
    </w:p>
    <w:p w:rsidR="00557788" w:rsidRDefault="00557788" w:rsidP="00557788">
      <w:r>
        <w:t>335.5324</w:t>
      </w:r>
      <w:r>
        <w:tab/>
        <w:t>2.532e-2</w:t>
      </w:r>
    </w:p>
    <w:p w:rsidR="00557788" w:rsidRDefault="00557788" w:rsidP="00557788">
      <w:r>
        <w:t>335.5487</w:t>
      </w:r>
      <w:r>
        <w:tab/>
        <w:t>2.025e0</w:t>
      </w:r>
    </w:p>
    <w:p w:rsidR="00557788" w:rsidRDefault="00557788" w:rsidP="00557788">
      <w:r>
        <w:t>335.5502</w:t>
      </w:r>
      <w:r>
        <w:tab/>
        <w:t>3.798e-2</w:t>
      </w:r>
    </w:p>
    <w:p w:rsidR="00557788" w:rsidRDefault="00557788" w:rsidP="00557788">
      <w:r>
        <w:t>335.5547</w:t>
      </w:r>
      <w:r>
        <w:tab/>
        <w:t>3.038e0</w:t>
      </w:r>
    </w:p>
    <w:p w:rsidR="00557788" w:rsidRDefault="00557788" w:rsidP="00557788">
      <w:r>
        <w:lastRenderedPageBreak/>
        <w:t>335.5563</w:t>
      </w:r>
      <w:r>
        <w:tab/>
        <w:t>4.051e0</w:t>
      </w:r>
    </w:p>
    <w:p w:rsidR="00557788" w:rsidRDefault="00557788" w:rsidP="00557788">
      <w:r>
        <w:t>335.5583</w:t>
      </w:r>
      <w:r>
        <w:tab/>
        <w:t>4.051e0</w:t>
      </w:r>
    </w:p>
    <w:p w:rsidR="00557788" w:rsidRDefault="00557788" w:rsidP="00557788">
      <w:r>
        <w:t>335.5697</w:t>
      </w:r>
      <w:r>
        <w:tab/>
        <w:t>1.038e0</w:t>
      </w:r>
    </w:p>
    <w:p w:rsidR="00557788" w:rsidRDefault="00557788" w:rsidP="00557788">
      <w:r>
        <w:t>335.5789</w:t>
      </w:r>
      <w:r>
        <w:tab/>
        <w:t>1.013e0</w:t>
      </w:r>
    </w:p>
    <w:p w:rsidR="00557788" w:rsidRDefault="00557788" w:rsidP="00557788">
      <w:r>
        <w:t>335.5842</w:t>
      </w:r>
      <w:r>
        <w:tab/>
        <w:t>1.013e0</w:t>
      </w:r>
    </w:p>
    <w:p w:rsidR="00557788" w:rsidRDefault="00557788" w:rsidP="00557788">
      <w:r>
        <w:t>335.5881</w:t>
      </w:r>
      <w:r>
        <w:tab/>
        <w:t>1.013e0</w:t>
      </w:r>
    </w:p>
    <w:p w:rsidR="00557788" w:rsidRDefault="00557788" w:rsidP="00557788">
      <w:r>
        <w:t>335.6231</w:t>
      </w:r>
      <w:r>
        <w:tab/>
        <w:t>2.025e0</w:t>
      </w:r>
    </w:p>
    <w:p w:rsidR="00557788" w:rsidRDefault="00557788" w:rsidP="00557788">
      <w:r>
        <w:t>335.6315</w:t>
      </w:r>
      <w:r>
        <w:tab/>
        <w:t>2.051e0</w:t>
      </w:r>
    </w:p>
    <w:p w:rsidR="00557788" w:rsidRDefault="00557788" w:rsidP="00557788">
      <w:r>
        <w:t>335.6469</w:t>
      </w:r>
      <w:r>
        <w:tab/>
        <w:t>2.025e0</w:t>
      </w:r>
    </w:p>
    <w:p w:rsidR="00557788" w:rsidRDefault="00557788" w:rsidP="00557788">
      <w:r>
        <w:t>335.6591</w:t>
      </w:r>
      <w:r>
        <w:tab/>
        <w:t>2.532e-2</w:t>
      </w:r>
    </w:p>
    <w:p w:rsidR="00557788" w:rsidRDefault="00557788" w:rsidP="00557788">
      <w:r>
        <w:t>335.6742</w:t>
      </w:r>
      <w:r>
        <w:tab/>
        <w:t>2.025e0</w:t>
      </w:r>
    </w:p>
    <w:p w:rsidR="00557788" w:rsidRDefault="00557788" w:rsidP="00557788">
      <w:r>
        <w:t>335.6817</w:t>
      </w:r>
      <w:r>
        <w:tab/>
        <w:t>1.025e0</w:t>
      </w:r>
    </w:p>
    <w:p w:rsidR="00557788" w:rsidRDefault="00557788" w:rsidP="00557788">
      <w:r>
        <w:t>335.6861</w:t>
      </w:r>
      <w:r>
        <w:tab/>
        <w:t>1.025e0</w:t>
      </w:r>
    </w:p>
    <w:p w:rsidR="00557788" w:rsidRDefault="00557788" w:rsidP="00557788">
      <w:r>
        <w:t>335.6954</w:t>
      </w:r>
      <w:r>
        <w:tab/>
        <w:t>5.387e-1</w:t>
      </w:r>
    </w:p>
    <w:p w:rsidR="00557788" w:rsidRDefault="00557788" w:rsidP="00557788">
      <w:r>
        <w:t>335.7031</w:t>
      </w:r>
      <w:r>
        <w:tab/>
        <w:t>3.038e0</w:t>
      </w:r>
    </w:p>
    <w:p w:rsidR="00557788" w:rsidRDefault="00557788" w:rsidP="00557788">
      <w:r>
        <w:t>335.7043</w:t>
      </w:r>
      <w:r>
        <w:tab/>
        <w:t>7.089e0</w:t>
      </w:r>
    </w:p>
    <w:p w:rsidR="00557788" w:rsidRDefault="00557788" w:rsidP="00557788">
      <w:r>
        <w:t>335.7146</w:t>
      </w:r>
      <w:r>
        <w:tab/>
        <w:t>2.025e0</w:t>
      </w:r>
    </w:p>
    <w:p w:rsidR="00557788" w:rsidRDefault="00557788" w:rsidP="00557788">
      <w:r>
        <w:t>335.7186</w:t>
      </w:r>
      <w:r>
        <w:tab/>
        <w:t>1.025e0</w:t>
      </w:r>
    </w:p>
    <w:p w:rsidR="00557788" w:rsidRDefault="00557788" w:rsidP="00557788">
      <w:r>
        <w:t>335.7198</w:t>
      </w:r>
      <w:r>
        <w:tab/>
        <w:t>2.532e-2</w:t>
      </w:r>
    </w:p>
    <w:p w:rsidR="00557788" w:rsidRDefault="00557788" w:rsidP="00557788">
      <w:r>
        <w:lastRenderedPageBreak/>
        <w:t>335.7237</w:t>
      </w:r>
      <w:r>
        <w:tab/>
        <w:t>1.266e-2</w:t>
      </w:r>
    </w:p>
    <w:p w:rsidR="00557788" w:rsidRDefault="00557788" w:rsidP="00557788">
      <w:r>
        <w:t>335.7289</w:t>
      </w:r>
      <w:r>
        <w:tab/>
        <w:t>2.025e0</w:t>
      </w:r>
    </w:p>
    <w:p w:rsidR="00557788" w:rsidRDefault="00557788" w:rsidP="00557788">
      <w:r>
        <w:t>335.7460</w:t>
      </w:r>
      <w:r>
        <w:tab/>
        <w:t>2.025e0</w:t>
      </w:r>
    </w:p>
    <w:p w:rsidR="00557788" w:rsidRDefault="00557788" w:rsidP="00557788">
      <w:r>
        <w:t>335.7477</w:t>
      </w:r>
      <w:r>
        <w:tab/>
        <w:t>3.038e0</w:t>
      </w:r>
    </w:p>
    <w:p w:rsidR="00557788" w:rsidRDefault="00557788" w:rsidP="00557788">
      <w:r>
        <w:t>335.7539</w:t>
      </w:r>
      <w:r>
        <w:tab/>
        <w:t>1.266e-2</w:t>
      </w:r>
    </w:p>
    <w:p w:rsidR="00557788" w:rsidRDefault="00557788" w:rsidP="00557788">
      <w:r>
        <w:t>335.7841</w:t>
      </w:r>
      <w:r>
        <w:tab/>
        <w:t>1.013e0</w:t>
      </w:r>
    </w:p>
    <w:p w:rsidR="00557788" w:rsidRDefault="00557788" w:rsidP="00557788">
      <w:r>
        <w:t>335.7866</w:t>
      </w:r>
      <w:r>
        <w:tab/>
        <w:t>1.417e-1</w:t>
      </w:r>
    </w:p>
    <w:p w:rsidR="00557788" w:rsidRDefault="00557788" w:rsidP="00557788">
      <w:r>
        <w:t>335.7881</w:t>
      </w:r>
      <w:r>
        <w:tab/>
        <w:t>1.013e0</w:t>
      </w:r>
    </w:p>
    <w:p w:rsidR="00557788" w:rsidRDefault="00557788" w:rsidP="00557788">
      <w:r>
        <w:t>335.7922</w:t>
      </w:r>
      <w:r>
        <w:tab/>
        <w:t>1.013e0</w:t>
      </w:r>
    </w:p>
    <w:p w:rsidR="00557788" w:rsidRDefault="00557788" w:rsidP="00557788">
      <w:r>
        <w:t>335.8043</w:t>
      </w:r>
      <w:r>
        <w:tab/>
        <w:t>3.038e0</w:t>
      </w:r>
    </w:p>
    <w:p w:rsidR="00557788" w:rsidRDefault="00557788" w:rsidP="00557788">
      <w:r>
        <w:t>335.8135</w:t>
      </w:r>
      <w:r>
        <w:tab/>
        <w:t>6.394e0</w:t>
      </w:r>
    </w:p>
    <w:p w:rsidR="00557788" w:rsidRDefault="00557788" w:rsidP="00557788">
      <w:r>
        <w:t>335.8289</w:t>
      </w:r>
      <w:r>
        <w:tab/>
        <w:t>2.532e-2</w:t>
      </w:r>
    </w:p>
    <w:p w:rsidR="00557788" w:rsidRDefault="00557788" w:rsidP="00557788">
      <w:r>
        <w:t>335.8352</w:t>
      </w:r>
      <w:r>
        <w:tab/>
        <w:t>3.038e0</w:t>
      </w:r>
    </w:p>
    <w:p w:rsidR="00557788" w:rsidRDefault="00557788" w:rsidP="00557788">
      <w:r>
        <w:t>335.8707</w:t>
      </w:r>
      <w:r>
        <w:tab/>
        <w:t>2.532e-2</w:t>
      </w:r>
    </w:p>
    <w:p w:rsidR="00557788" w:rsidRDefault="00557788" w:rsidP="00557788">
      <w:r>
        <w:t>335.8799</w:t>
      </w:r>
      <w:r>
        <w:tab/>
        <w:t>2.025e0</w:t>
      </w:r>
    </w:p>
    <w:p w:rsidR="00557788" w:rsidRDefault="00557788" w:rsidP="00557788">
      <w:r>
        <w:t>335.8827</w:t>
      </w:r>
      <w:r>
        <w:tab/>
        <w:t>2.876e0</w:t>
      </w:r>
    </w:p>
    <w:p w:rsidR="00557788" w:rsidRDefault="00557788" w:rsidP="00557788">
      <w:r>
        <w:t>335.8851</w:t>
      </w:r>
      <w:r>
        <w:tab/>
        <w:t>6.856e0</w:t>
      </w:r>
    </w:p>
    <w:p w:rsidR="00557788" w:rsidRDefault="00557788" w:rsidP="00557788">
      <w:r>
        <w:t>335.8938</w:t>
      </w:r>
      <w:r>
        <w:tab/>
        <w:t>2.681e0</w:t>
      </w:r>
    </w:p>
    <w:p w:rsidR="00557788" w:rsidRDefault="00557788" w:rsidP="00557788">
      <w:r>
        <w:t>335.9005</w:t>
      </w:r>
      <w:r>
        <w:tab/>
        <w:t>8.964e0</w:t>
      </w:r>
    </w:p>
    <w:p w:rsidR="00557788" w:rsidRDefault="00557788" w:rsidP="00557788">
      <w:r>
        <w:lastRenderedPageBreak/>
        <w:t>335.9032</w:t>
      </w:r>
      <w:r>
        <w:tab/>
        <w:t>3.957e0</w:t>
      </w:r>
    </w:p>
    <w:p w:rsidR="00557788" w:rsidRDefault="00557788" w:rsidP="00557788">
      <w:r>
        <w:t>335.9077</w:t>
      </w:r>
      <w:r>
        <w:tab/>
        <w:t>2.751e0</w:t>
      </w:r>
    </w:p>
    <w:p w:rsidR="00557788" w:rsidRDefault="00557788" w:rsidP="00557788">
      <w:r>
        <w:t>335.9139</w:t>
      </w:r>
      <w:r>
        <w:tab/>
        <w:t>3.173e0</w:t>
      </w:r>
    </w:p>
    <w:p w:rsidR="00557788" w:rsidRDefault="00557788" w:rsidP="00557788">
      <w:r>
        <w:t>335.9507</w:t>
      </w:r>
      <w:r>
        <w:tab/>
        <w:t>2.532e-2</w:t>
      </w:r>
    </w:p>
    <w:p w:rsidR="00557788" w:rsidRDefault="00557788" w:rsidP="00557788">
      <w:r>
        <w:t>335.9532</w:t>
      </w:r>
      <w:r>
        <w:tab/>
        <w:t>1.342e0</w:t>
      </w:r>
    </w:p>
    <w:p w:rsidR="00557788" w:rsidRDefault="00557788" w:rsidP="00557788">
      <w:r>
        <w:t>335.9563</w:t>
      </w:r>
      <w:r>
        <w:tab/>
        <w:t>2.465e0</w:t>
      </w:r>
    </w:p>
    <w:p w:rsidR="00557788" w:rsidRDefault="00557788" w:rsidP="00557788">
      <w:r>
        <w:t>335.9656</w:t>
      </w:r>
      <w:r>
        <w:tab/>
        <w:t>7.034e0</w:t>
      </w:r>
    </w:p>
    <w:p w:rsidR="00557788" w:rsidRDefault="00557788" w:rsidP="00557788">
      <w:r>
        <w:t>335.9902</w:t>
      </w:r>
      <w:r>
        <w:tab/>
        <w:t>1.759e0</w:t>
      </w:r>
    </w:p>
    <w:p w:rsidR="00557788" w:rsidRDefault="00557788" w:rsidP="00557788">
      <w:r>
        <w:t>335.9922</w:t>
      </w:r>
      <w:r>
        <w:tab/>
        <w:t>3.637e0</w:t>
      </w:r>
    </w:p>
    <w:p w:rsidR="00557788" w:rsidRDefault="00557788" w:rsidP="00557788">
      <w:r>
        <w:t>335.9950</w:t>
      </w:r>
      <w:r>
        <w:tab/>
        <w:t>2.817e-2</w:t>
      </w:r>
    </w:p>
    <w:p w:rsidR="00557788" w:rsidRDefault="00557788" w:rsidP="00557788">
      <w:r>
        <w:t>336.0222</w:t>
      </w:r>
      <w:r>
        <w:tab/>
        <w:t>3.972e0</w:t>
      </w:r>
    </w:p>
    <w:p w:rsidR="00557788" w:rsidRDefault="00557788" w:rsidP="00557788">
      <w:r>
        <w:t>336.0237</w:t>
      </w:r>
      <w:r>
        <w:tab/>
        <w:t>1.851e0</w:t>
      </w:r>
    </w:p>
    <w:p w:rsidR="00557788" w:rsidRDefault="00557788" w:rsidP="00557788">
      <w:r>
        <w:t>336.0252</w:t>
      </w:r>
      <w:r>
        <w:tab/>
        <w:t>3.198e0</w:t>
      </w:r>
    </w:p>
    <w:p w:rsidR="00557788" w:rsidRDefault="00557788" w:rsidP="00557788">
      <w:r>
        <w:t>336.0292</w:t>
      </w:r>
      <w:r>
        <w:tab/>
        <w:t>3.327e0</w:t>
      </w:r>
    </w:p>
    <w:p w:rsidR="00557788" w:rsidRDefault="00557788" w:rsidP="00557788">
      <w:r>
        <w:t>336.0393</w:t>
      </w:r>
      <w:r>
        <w:tab/>
        <w:t>7.874e0</w:t>
      </w:r>
    </w:p>
    <w:p w:rsidR="00557788" w:rsidRDefault="00557788" w:rsidP="00557788">
      <w:r>
        <w:t>336.0453</w:t>
      </w:r>
      <w:r>
        <w:tab/>
        <w:t>1.761e0</w:t>
      </w:r>
    </w:p>
    <w:p w:rsidR="00557788" w:rsidRDefault="00557788" w:rsidP="00557788">
      <w:r>
        <w:t>336.1078</w:t>
      </w:r>
      <w:r>
        <w:tab/>
        <w:t>8.520e0</w:t>
      </w:r>
    </w:p>
    <w:p w:rsidR="00557788" w:rsidRDefault="00557788" w:rsidP="00557788">
      <w:r>
        <w:t>336.1175</w:t>
      </w:r>
      <w:r>
        <w:tab/>
        <w:t>1.250e0</w:t>
      </w:r>
    </w:p>
    <w:p w:rsidR="00557788" w:rsidRDefault="00557788" w:rsidP="00557788">
      <w:r>
        <w:t>336.1213</w:t>
      </w:r>
      <w:r>
        <w:tab/>
        <w:t>2.774e0</w:t>
      </w:r>
    </w:p>
    <w:p w:rsidR="00557788" w:rsidRDefault="00557788" w:rsidP="00557788">
      <w:r>
        <w:lastRenderedPageBreak/>
        <w:t>336.1389</w:t>
      </w:r>
      <w:r>
        <w:tab/>
        <w:t>5.992e0</w:t>
      </w:r>
    </w:p>
    <w:p w:rsidR="00557788" w:rsidRDefault="00557788" w:rsidP="00557788">
      <w:r>
        <w:t>336.1418</w:t>
      </w:r>
      <w:r>
        <w:tab/>
        <w:t>6.611e0</w:t>
      </w:r>
    </w:p>
    <w:p w:rsidR="00557788" w:rsidRDefault="00557788" w:rsidP="00557788">
      <w:r>
        <w:t>336.1578</w:t>
      </w:r>
      <w:r>
        <w:tab/>
        <w:t>8.002e0</w:t>
      </w:r>
    </w:p>
    <w:p w:rsidR="00557788" w:rsidRDefault="00557788" w:rsidP="00557788">
      <w:r>
        <w:t>336.1676</w:t>
      </w:r>
      <w:r>
        <w:tab/>
        <w:t>3.163e0</w:t>
      </w:r>
    </w:p>
    <w:p w:rsidR="00557788" w:rsidRDefault="00557788" w:rsidP="00557788">
      <w:r>
        <w:t>336.1938</w:t>
      </w:r>
      <w:r>
        <w:tab/>
        <w:t>4.146e0</w:t>
      </w:r>
    </w:p>
    <w:p w:rsidR="00557788" w:rsidRDefault="00557788" w:rsidP="00557788">
      <w:r>
        <w:t>336.2110</w:t>
      </w:r>
      <w:r>
        <w:tab/>
        <w:t>2.913e0</w:t>
      </w:r>
    </w:p>
    <w:p w:rsidR="00557788" w:rsidRDefault="00557788" w:rsidP="00557788">
      <w:r>
        <w:t>336.2160</w:t>
      </w:r>
      <w:r>
        <w:tab/>
        <w:t>8.906e0</w:t>
      </w:r>
    </w:p>
    <w:p w:rsidR="00557788" w:rsidRDefault="00557788" w:rsidP="00557788">
      <w:r>
        <w:t>336.2472</w:t>
      </w:r>
      <w:r>
        <w:tab/>
        <w:t>3.178e0</w:t>
      </w:r>
    </w:p>
    <w:p w:rsidR="00557788" w:rsidRDefault="00557788" w:rsidP="00557788">
      <w:r>
        <w:t>336.2607</w:t>
      </w:r>
      <w:r>
        <w:tab/>
        <w:t>2.756e0</w:t>
      </w:r>
    </w:p>
    <w:p w:rsidR="00557788" w:rsidRDefault="00557788" w:rsidP="00557788">
      <w:r>
        <w:t>336.2686</w:t>
      </w:r>
      <w:r>
        <w:tab/>
        <w:t>1.145e0</w:t>
      </w:r>
    </w:p>
    <w:p w:rsidR="00557788" w:rsidRDefault="00557788" w:rsidP="00557788">
      <w:r>
        <w:t>336.3069</w:t>
      </w:r>
      <w:r>
        <w:tab/>
        <w:t>3.704e1</w:t>
      </w:r>
    </w:p>
    <w:p w:rsidR="00557788" w:rsidRDefault="00557788" w:rsidP="00557788">
      <w:r>
        <w:t>336.3149</w:t>
      </w:r>
      <w:r>
        <w:tab/>
        <w:t>7.561e0</w:t>
      </w:r>
    </w:p>
    <w:p w:rsidR="00557788" w:rsidRDefault="00557788" w:rsidP="00557788">
      <w:r>
        <w:t>336.3159</w:t>
      </w:r>
      <w:r>
        <w:tab/>
        <w:t>1.002e1</w:t>
      </w:r>
    </w:p>
    <w:p w:rsidR="00557788" w:rsidRDefault="00557788" w:rsidP="00557788">
      <w:r>
        <w:t>336.3791</w:t>
      </w:r>
      <w:r>
        <w:tab/>
        <w:t>3.038e0</w:t>
      </w:r>
    </w:p>
    <w:p w:rsidR="00557788" w:rsidRDefault="00557788" w:rsidP="00557788">
      <w:r>
        <w:t>336.3883</w:t>
      </w:r>
      <w:r>
        <w:tab/>
        <w:t>1.574e0</w:t>
      </w:r>
    </w:p>
    <w:p w:rsidR="00557788" w:rsidRDefault="00557788" w:rsidP="00557788">
      <w:r>
        <w:t>336.4016</w:t>
      </w:r>
      <w:r>
        <w:tab/>
        <w:t>9.933e-1</w:t>
      </w:r>
    </w:p>
    <w:p w:rsidR="00557788" w:rsidRDefault="00557788" w:rsidP="00557788">
      <w:r>
        <w:t>336.4046</w:t>
      </w:r>
      <w:r>
        <w:tab/>
        <w:t>2.532e-2</w:t>
      </w:r>
    </w:p>
    <w:p w:rsidR="00557788" w:rsidRDefault="00557788" w:rsidP="00557788">
      <w:r>
        <w:t>336.4187</w:t>
      </w:r>
      <w:r>
        <w:tab/>
        <w:t>2.532e-2</w:t>
      </w:r>
    </w:p>
    <w:p w:rsidR="00557788" w:rsidRDefault="00557788" w:rsidP="00557788">
      <w:r>
        <w:t>336.4385</w:t>
      </w:r>
      <w:r>
        <w:tab/>
        <w:t>2.025e0</w:t>
      </w:r>
    </w:p>
    <w:p w:rsidR="00557788" w:rsidRDefault="00557788" w:rsidP="00557788">
      <w:r>
        <w:lastRenderedPageBreak/>
        <w:t>336.4507</w:t>
      </w:r>
      <w:r>
        <w:tab/>
        <w:t>2.025e0</w:t>
      </w:r>
    </w:p>
    <w:p w:rsidR="00557788" w:rsidRDefault="00557788" w:rsidP="00557788">
      <w:r>
        <w:t>336.4549</w:t>
      </w:r>
      <w:r>
        <w:tab/>
        <w:t>1.013e0</w:t>
      </w:r>
    </w:p>
    <w:p w:rsidR="00557788" w:rsidRDefault="00557788" w:rsidP="00557788">
      <w:r>
        <w:t>336.4648</w:t>
      </w:r>
      <w:r>
        <w:tab/>
        <w:t>3.038e0</w:t>
      </w:r>
    </w:p>
    <w:p w:rsidR="00557788" w:rsidRDefault="00557788" w:rsidP="00557788">
      <w:r>
        <w:t>336.4736</w:t>
      </w:r>
      <w:r>
        <w:tab/>
        <w:t>2.025e0</w:t>
      </w:r>
    </w:p>
    <w:p w:rsidR="00557788" w:rsidRDefault="00557788" w:rsidP="00557788">
      <w:r>
        <w:t>336.5149</w:t>
      </w:r>
      <w:r>
        <w:tab/>
        <w:t>2.025e0</w:t>
      </w:r>
    </w:p>
    <w:p w:rsidR="00557788" w:rsidRDefault="00557788" w:rsidP="00557788">
      <w:r>
        <w:t>336.5179</w:t>
      </w:r>
      <w:r>
        <w:tab/>
        <w:t>4.333e0</w:t>
      </w:r>
    </w:p>
    <w:p w:rsidR="00557788" w:rsidRDefault="00557788" w:rsidP="00557788">
      <w:r>
        <w:t>336.5506</w:t>
      </w:r>
      <w:r>
        <w:tab/>
        <w:t>3.425e0</w:t>
      </w:r>
    </w:p>
    <w:p w:rsidR="00557788" w:rsidRDefault="00557788" w:rsidP="00557788">
      <w:r>
        <w:t>336.5550</w:t>
      </w:r>
      <w:r>
        <w:tab/>
        <w:t>2.025e0</w:t>
      </w:r>
    </w:p>
    <w:p w:rsidR="00557788" w:rsidRDefault="00557788" w:rsidP="00557788">
      <w:r>
        <w:t>336.5577</w:t>
      </w:r>
      <w:r>
        <w:tab/>
        <w:t>1.038e0</w:t>
      </w:r>
    </w:p>
    <w:p w:rsidR="00557788" w:rsidRDefault="00557788" w:rsidP="00557788">
      <w:r>
        <w:t>336.5592</w:t>
      </w:r>
      <w:r>
        <w:tab/>
        <w:t>2.025e0</w:t>
      </w:r>
    </w:p>
    <w:p w:rsidR="00557788" w:rsidRDefault="00557788" w:rsidP="00557788">
      <w:r>
        <w:t>336.6078</w:t>
      </w:r>
      <w:r>
        <w:tab/>
        <w:t>5.063e0</w:t>
      </w:r>
    </w:p>
    <w:p w:rsidR="00557788" w:rsidRDefault="00557788" w:rsidP="00557788">
      <w:r>
        <w:t>336.6108</w:t>
      </w:r>
      <w:r>
        <w:tab/>
        <w:t>2.025e0</w:t>
      </w:r>
    </w:p>
    <w:p w:rsidR="00557788" w:rsidRDefault="00557788" w:rsidP="00557788">
      <w:r>
        <w:t>336.6139</w:t>
      </w:r>
      <w:r>
        <w:tab/>
        <w:t>2.025e0</w:t>
      </w:r>
    </w:p>
    <w:p w:rsidR="00557788" w:rsidRDefault="00557788" w:rsidP="00557788">
      <w:r>
        <w:t>336.6170</w:t>
      </w:r>
      <w:r>
        <w:tab/>
        <w:t>2.038e0</w:t>
      </w:r>
    </w:p>
    <w:p w:rsidR="00557788" w:rsidRDefault="00557788" w:rsidP="00557788">
      <w:r>
        <w:t>336.6208</w:t>
      </w:r>
      <w:r>
        <w:tab/>
        <w:t>2.532e-2</w:t>
      </w:r>
    </w:p>
    <w:p w:rsidR="00557788" w:rsidRDefault="00557788" w:rsidP="00557788">
      <w:r>
        <w:t>336.6231</w:t>
      </w:r>
      <w:r>
        <w:tab/>
        <w:t>4.572e0</w:t>
      </w:r>
    </w:p>
    <w:p w:rsidR="00557788" w:rsidRDefault="00557788" w:rsidP="00557788">
      <w:r>
        <w:t>336.6247</w:t>
      </w:r>
      <w:r>
        <w:tab/>
        <w:t>1.013e0</w:t>
      </w:r>
    </w:p>
    <w:p w:rsidR="00557788" w:rsidRDefault="00557788" w:rsidP="00557788">
      <w:r>
        <w:t>336.6332</w:t>
      </w:r>
      <w:r>
        <w:tab/>
        <w:t>2.025e0</w:t>
      </w:r>
    </w:p>
    <w:p w:rsidR="00557788" w:rsidRDefault="00557788" w:rsidP="00557788">
      <w:r>
        <w:t>336.6372</w:t>
      </w:r>
      <w:r>
        <w:tab/>
        <w:t>1.038e0</w:t>
      </w:r>
    </w:p>
    <w:p w:rsidR="00557788" w:rsidRDefault="00557788" w:rsidP="00557788">
      <w:r>
        <w:lastRenderedPageBreak/>
        <w:t>336.6642</w:t>
      </w:r>
      <w:r>
        <w:tab/>
        <w:t>3.038e0</w:t>
      </w:r>
    </w:p>
    <w:p w:rsidR="00557788" w:rsidRDefault="00557788" w:rsidP="00557788">
      <w:r>
        <w:t>336.6694</w:t>
      </w:r>
      <w:r>
        <w:tab/>
        <w:t>2.025e0</w:t>
      </w:r>
    </w:p>
    <w:p w:rsidR="00557788" w:rsidRDefault="00557788" w:rsidP="00557788">
      <w:r>
        <w:t>336.6779</w:t>
      </w:r>
      <w:r>
        <w:tab/>
        <w:t>4.089e0</w:t>
      </w:r>
    </w:p>
    <w:p w:rsidR="00557788" w:rsidRDefault="00557788" w:rsidP="00557788">
      <w:r>
        <w:t>336.7635</w:t>
      </w:r>
      <w:r>
        <w:tab/>
        <w:t>1.025e0</w:t>
      </w:r>
    </w:p>
    <w:p w:rsidR="00557788" w:rsidRDefault="00557788" w:rsidP="00557788">
      <w:r>
        <w:t>336.7849</w:t>
      </w:r>
      <w:r>
        <w:tab/>
        <w:t>1.063e0</w:t>
      </w:r>
    </w:p>
    <w:p w:rsidR="00557788" w:rsidRDefault="00557788" w:rsidP="00557788">
      <w:r>
        <w:t>336.7876</w:t>
      </w:r>
      <w:r>
        <w:tab/>
        <w:t>1.013e0</w:t>
      </w:r>
    </w:p>
    <w:p w:rsidR="00557788" w:rsidRDefault="00557788" w:rsidP="00557788">
      <w:r>
        <w:t>336.8087</w:t>
      </w:r>
      <w:r>
        <w:tab/>
        <w:t>4.051e0</w:t>
      </w:r>
    </w:p>
    <w:p w:rsidR="00557788" w:rsidRDefault="00557788" w:rsidP="00557788">
      <w:r>
        <w:t>336.8124</w:t>
      </w:r>
      <w:r>
        <w:tab/>
        <w:t>3.068e0</w:t>
      </w:r>
    </w:p>
    <w:p w:rsidR="00557788" w:rsidRDefault="00557788" w:rsidP="00557788">
      <w:r>
        <w:t>336.8415</w:t>
      </w:r>
      <w:r>
        <w:tab/>
        <w:t>1.266e-2</w:t>
      </w:r>
    </w:p>
    <w:p w:rsidR="00557788" w:rsidRDefault="00557788" w:rsidP="00557788">
      <w:r>
        <w:t>336.8449</w:t>
      </w:r>
      <w:r>
        <w:tab/>
        <w:t>2.025e0</w:t>
      </w:r>
    </w:p>
    <w:p w:rsidR="00557788" w:rsidRDefault="00557788" w:rsidP="00557788">
      <w:r>
        <w:t>336.8494</w:t>
      </w:r>
      <w:r>
        <w:tab/>
        <w:t>1.025e0</w:t>
      </w:r>
    </w:p>
    <w:p w:rsidR="00557788" w:rsidRDefault="00557788" w:rsidP="00557788">
      <w:r>
        <w:t>336.8512</w:t>
      </w:r>
      <w:r>
        <w:tab/>
        <w:t>4.051e0</w:t>
      </w:r>
    </w:p>
    <w:p w:rsidR="00557788" w:rsidRDefault="00557788" w:rsidP="00557788">
      <w:r>
        <w:t>336.8604</w:t>
      </w:r>
      <w:r>
        <w:tab/>
        <w:t>3.970e0</w:t>
      </w:r>
    </w:p>
    <w:p w:rsidR="00557788" w:rsidRDefault="00557788" w:rsidP="00557788">
      <w:r>
        <w:t>336.8616</w:t>
      </w:r>
      <w:r>
        <w:tab/>
        <w:t>3.038e0</w:t>
      </w:r>
    </w:p>
    <w:p w:rsidR="00557788" w:rsidRDefault="00557788" w:rsidP="00557788">
      <w:r>
        <w:t>336.8806</w:t>
      </w:r>
      <w:r>
        <w:tab/>
        <w:t>3.038e0</w:t>
      </w:r>
    </w:p>
    <w:p w:rsidR="00557788" w:rsidRDefault="00557788" w:rsidP="00557788">
      <w:r>
        <w:t>336.9008</w:t>
      </w:r>
      <w:r>
        <w:tab/>
        <w:t>3.526e0</w:t>
      </w:r>
    </w:p>
    <w:p w:rsidR="00557788" w:rsidRDefault="00557788" w:rsidP="00557788">
      <w:r>
        <w:t>336.9034</w:t>
      </w:r>
      <w:r>
        <w:tab/>
        <w:t>1.373e0</w:t>
      </w:r>
    </w:p>
    <w:p w:rsidR="00557788" w:rsidRDefault="00557788" w:rsidP="00557788">
      <w:r>
        <w:t>336.9083</w:t>
      </w:r>
      <w:r>
        <w:tab/>
        <w:t>5.662e0</w:t>
      </w:r>
    </w:p>
    <w:p w:rsidR="00557788" w:rsidRDefault="00557788" w:rsidP="00557788">
      <w:r>
        <w:t>336.9292</w:t>
      </w:r>
      <w:r>
        <w:tab/>
        <w:t>4.051e0</w:t>
      </w:r>
    </w:p>
    <w:p w:rsidR="00557788" w:rsidRDefault="00557788" w:rsidP="00557788">
      <w:r>
        <w:lastRenderedPageBreak/>
        <w:t>336.9395</w:t>
      </w:r>
      <w:r>
        <w:tab/>
        <w:t>2.552e0</w:t>
      </w:r>
    </w:p>
    <w:p w:rsidR="00557788" w:rsidRDefault="00557788" w:rsidP="00557788">
      <w:r>
        <w:t>336.9486</w:t>
      </w:r>
      <w:r>
        <w:tab/>
        <w:t>2.318e0</w:t>
      </w:r>
    </w:p>
    <w:p w:rsidR="00557788" w:rsidRDefault="00557788" w:rsidP="00557788">
      <w:r>
        <w:t>336.9577</w:t>
      </w:r>
      <w:r>
        <w:tab/>
        <w:t>1.816e0</w:t>
      </w:r>
    </w:p>
    <w:p w:rsidR="00557788" w:rsidRDefault="00557788" w:rsidP="00557788">
      <w:r>
        <w:t>336.9771</w:t>
      </w:r>
      <w:r>
        <w:tab/>
        <w:t>2.733e0</w:t>
      </w:r>
    </w:p>
    <w:p w:rsidR="00557788" w:rsidRDefault="00557788" w:rsidP="00557788">
      <w:r>
        <w:t>336.9827</w:t>
      </w:r>
      <w:r>
        <w:tab/>
        <w:t>2.765e0</w:t>
      </w:r>
    </w:p>
    <w:p w:rsidR="00557788" w:rsidRDefault="00557788" w:rsidP="00557788">
      <w:r>
        <w:t>336.9850</w:t>
      </w:r>
      <w:r>
        <w:tab/>
        <w:t>9.299e0</w:t>
      </w:r>
    </w:p>
    <w:p w:rsidR="00557788" w:rsidRDefault="00557788" w:rsidP="00557788">
      <w:r>
        <w:t>336.9977</w:t>
      </w:r>
      <w:r>
        <w:tab/>
        <w:t>1.667e0</w:t>
      </w:r>
    </w:p>
    <w:p w:rsidR="00557788" w:rsidRDefault="00557788" w:rsidP="00557788">
      <w:r>
        <w:t>337.0040</w:t>
      </w:r>
      <w:r>
        <w:tab/>
        <w:t>5.007e-1</w:t>
      </w:r>
    </w:p>
    <w:p w:rsidR="00557788" w:rsidRDefault="00557788" w:rsidP="00557788">
      <w:r>
        <w:t>337.0067</w:t>
      </w:r>
      <w:r>
        <w:tab/>
        <w:t>9.272e-1</w:t>
      </w:r>
    </w:p>
    <w:p w:rsidR="00557788" w:rsidRDefault="00557788" w:rsidP="00557788">
      <w:r>
        <w:t>337.0139</w:t>
      </w:r>
      <w:r>
        <w:tab/>
        <w:t>4.594e-1</w:t>
      </w:r>
    </w:p>
    <w:p w:rsidR="00557788" w:rsidRDefault="00557788" w:rsidP="00557788">
      <w:r>
        <w:t>337.0155</w:t>
      </w:r>
      <w:r>
        <w:tab/>
        <w:t>3.266e0</w:t>
      </w:r>
    </w:p>
    <w:p w:rsidR="00557788" w:rsidRDefault="00557788" w:rsidP="00557788">
      <w:r>
        <w:t>337.0298</w:t>
      </w:r>
      <w:r>
        <w:tab/>
        <w:t>1.059e0</w:t>
      </w:r>
    </w:p>
    <w:p w:rsidR="00557788" w:rsidRDefault="00557788" w:rsidP="00557788">
      <w:r>
        <w:t>337.0406</w:t>
      </w:r>
      <w:r>
        <w:tab/>
        <w:t>2.360e0</w:t>
      </w:r>
    </w:p>
    <w:p w:rsidR="00557788" w:rsidRDefault="00557788" w:rsidP="00557788">
      <w:r>
        <w:t>337.0423</w:t>
      </w:r>
      <w:r>
        <w:tab/>
        <w:t>3.122e0</w:t>
      </w:r>
    </w:p>
    <w:p w:rsidR="00557788" w:rsidRDefault="00557788" w:rsidP="00557788">
      <w:r>
        <w:t>337.0471</w:t>
      </w:r>
      <w:r>
        <w:tab/>
        <w:t>1.107e0</w:t>
      </w:r>
    </w:p>
    <w:p w:rsidR="00557788" w:rsidRDefault="00557788" w:rsidP="00557788">
      <w:r>
        <w:t>337.0523</w:t>
      </w:r>
      <w:r>
        <w:tab/>
        <w:t>2.243e0</w:t>
      </w:r>
    </w:p>
    <w:p w:rsidR="00557788" w:rsidRDefault="00557788" w:rsidP="00557788">
      <w:r>
        <w:t>337.0936</w:t>
      </w:r>
      <w:r>
        <w:tab/>
        <w:t>2.386e0</w:t>
      </w:r>
    </w:p>
    <w:p w:rsidR="00557788" w:rsidRDefault="00557788" w:rsidP="00557788">
      <w:r>
        <w:t>337.0953</w:t>
      </w:r>
      <w:r>
        <w:tab/>
        <w:t>3.164e0</w:t>
      </w:r>
    </w:p>
    <w:p w:rsidR="00557788" w:rsidRDefault="00557788" w:rsidP="00557788">
      <w:r>
        <w:t>337.0964</w:t>
      </w:r>
      <w:r>
        <w:tab/>
        <w:t>5.245e0</w:t>
      </w:r>
    </w:p>
    <w:p w:rsidR="00557788" w:rsidRDefault="00557788" w:rsidP="00557788">
      <w:r>
        <w:lastRenderedPageBreak/>
        <w:t>337.1063</w:t>
      </w:r>
      <w:r>
        <w:tab/>
        <w:t>8.223e0</w:t>
      </w:r>
    </w:p>
    <w:p w:rsidR="00557788" w:rsidRDefault="00557788" w:rsidP="00557788">
      <w:r>
        <w:t>337.1086</w:t>
      </w:r>
      <w:r>
        <w:tab/>
        <w:t>4.109e0</w:t>
      </w:r>
    </w:p>
    <w:p w:rsidR="00557788" w:rsidRDefault="00557788" w:rsidP="00557788">
      <w:r>
        <w:t>337.1137</w:t>
      </w:r>
      <w:r>
        <w:tab/>
        <w:t>3.009e0</w:t>
      </w:r>
    </w:p>
    <w:p w:rsidR="00557788" w:rsidRDefault="00557788" w:rsidP="00557788">
      <w:r>
        <w:t>337.1237</w:t>
      </w:r>
      <w:r>
        <w:tab/>
        <w:t>8.158e-1</w:t>
      </w:r>
    </w:p>
    <w:p w:rsidR="00557788" w:rsidRDefault="00557788" w:rsidP="00557788">
      <w:r>
        <w:t>337.1332</w:t>
      </w:r>
      <w:r>
        <w:tab/>
        <w:t>2.216e0</w:t>
      </w:r>
    </w:p>
    <w:p w:rsidR="00557788" w:rsidRDefault="00557788" w:rsidP="00557788">
      <w:r>
        <w:t>337.1355</w:t>
      </w:r>
      <w:r>
        <w:tab/>
        <w:t>4.355e0</w:t>
      </w:r>
    </w:p>
    <w:p w:rsidR="00557788" w:rsidRDefault="00557788" w:rsidP="00557788">
      <w:r>
        <w:t>337.1420</w:t>
      </w:r>
      <w:r>
        <w:tab/>
        <w:t>7.108e0</w:t>
      </w:r>
    </w:p>
    <w:p w:rsidR="00557788" w:rsidRDefault="00557788" w:rsidP="00557788">
      <w:r>
        <w:t>337.1449</w:t>
      </w:r>
      <w:r>
        <w:tab/>
        <w:t>2.443e0</w:t>
      </w:r>
    </w:p>
    <w:p w:rsidR="00557788" w:rsidRDefault="00557788" w:rsidP="00557788">
      <w:r>
        <w:t>337.1612</w:t>
      </w:r>
      <w:r>
        <w:tab/>
        <w:t>3.110e0</w:t>
      </w:r>
    </w:p>
    <w:p w:rsidR="00557788" w:rsidRDefault="00557788" w:rsidP="00557788">
      <w:r>
        <w:t>337.1886</w:t>
      </w:r>
      <w:r>
        <w:tab/>
        <w:t>6.529e0</w:t>
      </w:r>
    </w:p>
    <w:p w:rsidR="00557788" w:rsidRDefault="00557788" w:rsidP="00557788">
      <w:r>
        <w:t>337.2042</w:t>
      </w:r>
      <w:r>
        <w:tab/>
        <w:t>4.828e0</w:t>
      </w:r>
    </w:p>
    <w:p w:rsidR="00557788" w:rsidRDefault="00557788" w:rsidP="00557788">
      <w:r>
        <w:t>337.2091</w:t>
      </w:r>
      <w:r>
        <w:tab/>
        <w:t>3.487e0</w:t>
      </w:r>
    </w:p>
    <w:p w:rsidR="00557788" w:rsidRDefault="00557788" w:rsidP="00557788">
      <w:r>
        <w:t>337.2293</w:t>
      </w:r>
      <w:r>
        <w:tab/>
        <w:t>2.639e0</w:t>
      </w:r>
    </w:p>
    <w:p w:rsidR="00557788" w:rsidRDefault="00557788" w:rsidP="00557788">
      <w:r>
        <w:t>337.2596</w:t>
      </w:r>
      <w:r>
        <w:tab/>
        <w:t>1.194e0</w:t>
      </w:r>
    </w:p>
    <w:p w:rsidR="00557788" w:rsidRDefault="00557788" w:rsidP="00557788">
      <w:r>
        <w:t>337.2716</w:t>
      </w:r>
      <w:r>
        <w:tab/>
        <w:t>1.836e0</w:t>
      </w:r>
    </w:p>
    <w:p w:rsidR="00557788" w:rsidRDefault="00557788" w:rsidP="00557788">
      <w:r>
        <w:t>337.2981</w:t>
      </w:r>
      <w:r>
        <w:tab/>
        <w:t>1.222e1</w:t>
      </w:r>
    </w:p>
    <w:p w:rsidR="00557788" w:rsidRDefault="00557788" w:rsidP="00557788">
      <w:r>
        <w:t>337.3100</w:t>
      </w:r>
      <w:r>
        <w:tab/>
        <w:t>5.945e0</w:t>
      </w:r>
    </w:p>
    <w:p w:rsidR="00557788" w:rsidRDefault="00557788" w:rsidP="00557788">
      <w:r>
        <w:t>337.3115</w:t>
      </w:r>
      <w:r>
        <w:tab/>
        <w:t>1.060e1</w:t>
      </w:r>
    </w:p>
    <w:p w:rsidR="00557788" w:rsidRDefault="00557788" w:rsidP="00557788">
      <w:r>
        <w:t>337.3188</w:t>
      </w:r>
      <w:r>
        <w:tab/>
        <w:t>3.203e0</w:t>
      </w:r>
    </w:p>
    <w:p w:rsidR="00557788" w:rsidRDefault="00557788" w:rsidP="00557788">
      <w:r>
        <w:lastRenderedPageBreak/>
        <w:t>337.3203</w:t>
      </w:r>
      <w:r>
        <w:tab/>
        <w:t>5.539e0</w:t>
      </w:r>
    </w:p>
    <w:p w:rsidR="00557788" w:rsidRDefault="00557788" w:rsidP="00557788">
      <w:r>
        <w:t>337.3220</w:t>
      </w:r>
      <w:r>
        <w:tab/>
        <w:t>9.967e0</w:t>
      </w:r>
    </w:p>
    <w:p w:rsidR="00557788" w:rsidRDefault="00557788" w:rsidP="00557788">
      <w:r>
        <w:t>337.3291</w:t>
      </w:r>
      <w:r>
        <w:tab/>
        <w:t>6.920e0</w:t>
      </w:r>
    </w:p>
    <w:p w:rsidR="00557788" w:rsidRDefault="00557788" w:rsidP="00557788">
      <w:r>
        <w:t>337.3571</w:t>
      </w:r>
      <w:r>
        <w:tab/>
        <w:t>1.911e0</w:t>
      </w:r>
    </w:p>
    <w:p w:rsidR="00557788" w:rsidRDefault="00557788" w:rsidP="00557788">
      <w:r>
        <w:t>337.3675</w:t>
      </w:r>
      <w:r>
        <w:tab/>
        <w:t>6.043e0</w:t>
      </w:r>
    </w:p>
    <w:p w:rsidR="00557788" w:rsidRDefault="00557788" w:rsidP="00557788">
      <w:r>
        <w:t>337.3702</w:t>
      </w:r>
      <w:r>
        <w:tab/>
        <w:t>1.508e0</w:t>
      </w:r>
    </w:p>
    <w:p w:rsidR="00557788" w:rsidRDefault="00557788" w:rsidP="00557788">
      <w:r>
        <w:t>337.3723</w:t>
      </w:r>
      <w:r>
        <w:tab/>
        <w:t>4.051e0</w:t>
      </w:r>
    </w:p>
    <w:p w:rsidR="00557788" w:rsidRDefault="00557788" w:rsidP="00557788">
      <w:r>
        <w:t>337.4174</w:t>
      </w:r>
      <w:r>
        <w:tab/>
        <w:t>2.038e0</w:t>
      </w:r>
    </w:p>
    <w:p w:rsidR="00557788" w:rsidRDefault="00557788" w:rsidP="00557788">
      <w:r>
        <w:t>337.4293</w:t>
      </w:r>
      <w:r>
        <w:tab/>
        <w:t>5.101e0</w:t>
      </w:r>
    </w:p>
    <w:p w:rsidR="00557788" w:rsidRDefault="00557788" w:rsidP="00557788">
      <w:r>
        <w:t>337.4336</w:t>
      </w:r>
      <w:r>
        <w:tab/>
        <w:t>2.025e0</w:t>
      </w:r>
    </w:p>
    <w:p w:rsidR="00557788" w:rsidRDefault="00557788" w:rsidP="00557788">
      <w:r>
        <w:t>337.4381</w:t>
      </w:r>
      <w:r>
        <w:tab/>
        <w:t>1.051e0</w:t>
      </w:r>
    </w:p>
    <w:p w:rsidR="00557788" w:rsidRDefault="00557788" w:rsidP="00557788">
      <w:r>
        <w:t>337.4591</w:t>
      </w:r>
      <w:r>
        <w:tab/>
        <w:t>1.888e0</w:t>
      </w:r>
    </w:p>
    <w:p w:rsidR="00557788" w:rsidRDefault="00557788" w:rsidP="00557788">
      <w:r>
        <w:t>337.4646</w:t>
      </w:r>
      <w:r>
        <w:tab/>
        <w:t>2.025e0</w:t>
      </w:r>
    </w:p>
    <w:p w:rsidR="00557788" w:rsidRDefault="00557788" w:rsidP="00557788">
      <w:r>
        <w:t>337.4773</w:t>
      </w:r>
      <w:r>
        <w:tab/>
        <w:t>3.038e0</w:t>
      </w:r>
    </w:p>
    <w:p w:rsidR="00557788" w:rsidRDefault="00557788" w:rsidP="00557788">
      <w:r>
        <w:t>337.4844</w:t>
      </w:r>
      <w:r>
        <w:tab/>
        <w:t>1.013e0</w:t>
      </w:r>
    </w:p>
    <w:p w:rsidR="00557788" w:rsidRDefault="00557788" w:rsidP="00557788">
      <w:r>
        <w:t>337.4918</w:t>
      </w:r>
      <w:r>
        <w:tab/>
        <w:t>3.798e-2</w:t>
      </w:r>
    </w:p>
    <w:p w:rsidR="00557788" w:rsidRDefault="00557788" w:rsidP="00557788">
      <w:r>
        <w:t>337.5037</w:t>
      </w:r>
      <w:r>
        <w:tab/>
        <w:t>4.076e0</w:t>
      </w:r>
    </w:p>
    <w:p w:rsidR="00557788" w:rsidRDefault="00557788" w:rsidP="00557788">
      <w:r>
        <w:t>337.5125</w:t>
      </w:r>
      <w:r>
        <w:tab/>
        <w:t>3.038e0</w:t>
      </w:r>
    </w:p>
    <w:p w:rsidR="00557788" w:rsidRDefault="00557788" w:rsidP="00557788">
      <w:r>
        <w:t>337.5357</w:t>
      </w:r>
      <w:r>
        <w:tab/>
        <w:t>2.025e0</w:t>
      </w:r>
    </w:p>
    <w:p w:rsidR="00557788" w:rsidRDefault="00557788" w:rsidP="00557788">
      <w:r>
        <w:lastRenderedPageBreak/>
        <w:t>337.5421</w:t>
      </w:r>
      <w:r>
        <w:tab/>
        <w:t>6.076e0</w:t>
      </w:r>
    </w:p>
    <w:p w:rsidR="00557788" w:rsidRDefault="00557788" w:rsidP="00557788">
      <w:r>
        <w:t>337.5626</w:t>
      </w:r>
      <w:r>
        <w:tab/>
        <w:t>3.038e0</w:t>
      </w:r>
    </w:p>
    <w:p w:rsidR="00557788" w:rsidRDefault="00557788" w:rsidP="00557788">
      <w:r>
        <w:t>337.5711</w:t>
      </w:r>
      <w:r>
        <w:tab/>
        <w:t>4.051e0</w:t>
      </w:r>
    </w:p>
    <w:p w:rsidR="00557788" w:rsidRDefault="00557788" w:rsidP="00557788">
      <w:r>
        <w:t>337.5815</w:t>
      </w:r>
      <w:r>
        <w:tab/>
        <w:t>1.013e0</w:t>
      </w:r>
    </w:p>
    <w:p w:rsidR="00557788" w:rsidRDefault="00557788" w:rsidP="00557788">
      <w:r>
        <w:t>337.5846</w:t>
      </w:r>
      <w:r>
        <w:tab/>
        <w:t>2.025e0</w:t>
      </w:r>
    </w:p>
    <w:p w:rsidR="00557788" w:rsidRDefault="00557788" w:rsidP="00557788">
      <w:r>
        <w:t>337.6010</w:t>
      </w:r>
      <w:r>
        <w:tab/>
        <w:t>1.266e-2</w:t>
      </w:r>
    </w:p>
    <w:p w:rsidR="00557788" w:rsidRDefault="00557788" w:rsidP="00557788">
      <w:r>
        <w:t>337.6172</w:t>
      </w:r>
      <w:r>
        <w:tab/>
        <w:t>5.063e0</w:t>
      </w:r>
    </w:p>
    <w:p w:rsidR="00557788" w:rsidRDefault="00557788" w:rsidP="00557788">
      <w:r>
        <w:t>337.6300</w:t>
      </w:r>
      <w:r>
        <w:tab/>
        <w:t>2.025e0</w:t>
      </w:r>
    </w:p>
    <w:p w:rsidR="00557788" w:rsidRDefault="00557788" w:rsidP="00557788">
      <w:r>
        <w:t>337.6612</w:t>
      </w:r>
      <w:r>
        <w:tab/>
        <w:t>3.038e0</w:t>
      </w:r>
    </w:p>
    <w:p w:rsidR="00557788" w:rsidRDefault="00557788" w:rsidP="00557788">
      <w:r>
        <w:t>337.6702</w:t>
      </w:r>
      <w:r>
        <w:tab/>
        <w:t>3.051e0</w:t>
      </w:r>
    </w:p>
    <w:p w:rsidR="00557788" w:rsidRDefault="00557788" w:rsidP="00557788">
      <w:r>
        <w:t>337.6771</w:t>
      </w:r>
      <w:r>
        <w:tab/>
        <w:t>3.038e0</w:t>
      </w:r>
    </w:p>
    <w:p w:rsidR="00557788" w:rsidRDefault="00557788" w:rsidP="00557788">
      <w:r>
        <w:t>337.6805</w:t>
      </w:r>
      <w:r>
        <w:tab/>
        <w:t>3.038e0</w:t>
      </w:r>
    </w:p>
    <w:p w:rsidR="00557788" w:rsidRDefault="00557788" w:rsidP="00557788">
      <w:r>
        <w:t>337.7008</w:t>
      </w:r>
      <w:r>
        <w:tab/>
        <w:t>4.609e0</w:t>
      </w:r>
    </w:p>
    <w:p w:rsidR="00557788" w:rsidRDefault="00557788" w:rsidP="00557788">
      <w:r>
        <w:t>337.7220</w:t>
      </w:r>
      <w:r>
        <w:tab/>
        <w:t>3.038e0</w:t>
      </w:r>
    </w:p>
    <w:p w:rsidR="00557788" w:rsidRDefault="00557788" w:rsidP="00557788">
      <w:r>
        <w:t>337.7249</w:t>
      </w:r>
      <w:r>
        <w:tab/>
        <w:t>3.038e0</w:t>
      </w:r>
    </w:p>
    <w:p w:rsidR="00557788" w:rsidRDefault="00557788" w:rsidP="00557788">
      <w:r>
        <w:t>337.7318</w:t>
      </w:r>
      <w:r>
        <w:tab/>
        <w:t>3.038e0</w:t>
      </w:r>
    </w:p>
    <w:p w:rsidR="00557788" w:rsidRDefault="00557788" w:rsidP="00557788">
      <w:r>
        <w:t>337.7521</w:t>
      </w:r>
      <w:r>
        <w:tab/>
        <w:t>1.266e-2</w:t>
      </w:r>
    </w:p>
    <w:p w:rsidR="00557788" w:rsidRDefault="00557788" w:rsidP="00557788">
      <w:r>
        <w:t>337.7584</w:t>
      </w:r>
      <w:r>
        <w:tab/>
        <w:t>8.101e0</w:t>
      </w:r>
    </w:p>
    <w:p w:rsidR="00557788" w:rsidRDefault="00557788" w:rsidP="00557788">
      <w:r>
        <w:t>337.7641</w:t>
      </w:r>
      <w:r>
        <w:tab/>
        <w:t>3.051e0</w:t>
      </w:r>
    </w:p>
    <w:p w:rsidR="00557788" w:rsidRDefault="00557788" w:rsidP="00557788">
      <w:r>
        <w:lastRenderedPageBreak/>
        <w:t>337.7766</w:t>
      </w:r>
      <w:r>
        <w:tab/>
        <w:t>1.013e0</w:t>
      </w:r>
    </w:p>
    <w:p w:rsidR="00557788" w:rsidRDefault="00557788" w:rsidP="00557788">
      <w:r>
        <w:t>337.8060</w:t>
      </w:r>
      <w:r>
        <w:tab/>
        <w:t>2.025e0</w:t>
      </w:r>
    </w:p>
    <w:p w:rsidR="00557788" w:rsidRDefault="00557788" w:rsidP="00557788">
      <w:r>
        <w:t>337.8076</w:t>
      </w:r>
      <w:r>
        <w:tab/>
        <w:t>2.532e-2</w:t>
      </w:r>
    </w:p>
    <w:p w:rsidR="00557788" w:rsidRDefault="00557788" w:rsidP="00557788">
      <w:r>
        <w:t>337.8092</w:t>
      </w:r>
      <w:r>
        <w:tab/>
        <w:t>2.025e0</w:t>
      </w:r>
    </w:p>
    <w:p w:rsidR="00557788" w:rsidRDefault="00557788" w:rsidP="00557788">
      <w:r>
        <w:t>337.8149</w:t>
      </w:r>
      <w:r>
        <w:tab/>
        <w:t>3.038e0</w:t>
      </w:r>
    </w:p>
    <w:p w:rsidR="00557788" w:rsidRDefault="00557788" w:rsidP="00557788">
      <w:r>
        <w:t>337.8217</w:t>
      </w:r>
      <w:r>
        <w:tab/>
        <w:t>1.025e0</w:t>
      </w:r>
    </w:p>
    <w:p w:rsidR="00557788" w:rsidRDefault="00557788" w:rsidP="00557788">
      <w:r>
        <w:t>337.8394</w:t>
      </w:r>
      <w:r>
        <w:tab/>
        <w:t>2.532e-2</w:t>
      </w:r>
    </w:p>
    <w:p w:rsidR="00557788" w:rsidRDefault="00557788" w:rsidP="00557788">
      <w:r>
        <w:t>337.8422</w:t>
      </w:r>
      <w:r>
        <w:tab/>
        <w:t>1.025e0</w:t>
      </w:r>
    </w:p>
    <w:p w:rsidR="00557788" w:rsidRDefault="00557788" w:rsidP="00557788">
      <w:r>
        <w:t>337.8503</w:t>
      </w:r>
      <w:r>
        <w:tab/>
        <w:t>1.013e0</w:t>
      </w:r>
    </w:p>
    <w:p w:rsidR="00557788" w:rsidRDefault="00557788" w:rsidP="00557788">
      <w:r>
        <w:t>337.8528</w:t>
      </w:r>
      <w:r>
        <w:tab/>
        <w:t>2.025e0</w:t>
      </w:r>
    </w:p>
    <w:p w:rsidR="00557788" w:rsidRDefault="00557788" w:rsidP="00557788">
      <w:r>
        <w:t>337.8578</w:t>
      </w:r>
      <w:r>
        <w:tab/>
        <w:t>3.038e0</w:t>
      </w:r>
    </w:p>
    <w:p w:rsidR="00557788" w:rsidRDefault="00557788" w:rsidP="00557788">
      <w:r>
        <w:t>337.8707</w:t>
      </w:r>
      <w:r>
        <w:tab/>
        <w:t>1.266e-2</w:t>
      </w:r>
    </w:p>
    <w:p w:rsidR="00557788" w:rsidRDefault="00557788" w:rsidP="00557788">
      <w:r>
        <w:t>337.8748</w:t>
      </w:r>
      <w:r>
        <w:tab/>
        <w:t>2.792e0</w:t>
      </w:r>
    </w:p>
    <w:p w:rsidR="00557788" w:rsidRDefault="00557788" w:rsidP="00557788">
      <w:r>
        <w:t>337.8962</w:t>
      </w:r>
      <w:r>
        <w:tab/>
        <w:t>7.869e0</w:t>
      </w:r>
    </w:p>
    <w:p w:rsidR="00557788" w:rsidRDefault="00557788" w:rsidP="00557788">
      <w:r>
        <w:t>337.9054</w:t>
      </w:r>
      <w:r>
        <w:tab/>
        <w:t>2.673e0</w:t>
      </w:r>
    </w:p>
    <w:p w:rsidR="00557788" w:rsidRDefault="00557788" w:rsidP="00557788">
      <w:r>
        <w:t>337.9069</w:t>
      </w:r>
      <w:r>
        <w:tab/>
        <w:t>1.857e0</w:t>
      </w:r>
    </w:p>
    <w:p w:rsidR="00557788" w:rsidRDefault="00557788" w:rsidP="00557788">
      <w:r>
        <w:t>337.9389</w:t>
      </w:r>
      <w:r>
        <w:tab/>
        <w:t>1.279e0</w:t>
      </w:r>
    </w:p>
    <w:p w:rsidR="00557788" w:rsidRDefault="00557788" w:rsidP="00557788">
      <w:r>
        <w:t>337.9642</w:t>
      </w:r>
      <w:r>
        <w:tab/>
        <w:t>2.615e0</w:t>
      </w:r>
    </w:p>
    <w:p w:rsidR="00557788" w:rsidRDefault="00557788" w:rsidP="00557788">
      <w:r>
        <w:t>337.9738</w:t>
      </w:r>
      <w:r>
        <w:tab/>
        <w:t>3.702e0</w:t>
      </w:r>
    </w:p>
    <w:p w:rsidR="00557788" w:rsidRDefault="00557788" w:rsidP="00557788">
      <w:r>
        <w:lastRenderedPageBreak/>
        <w:t>337.9783</w:t>
      </w:r>
      <w:r>
        <w:tab/>
        <w:t>2.322e0</w:t>
      </w:r>
    </w:p>
    <w:p w:rsidR="00557788" w:rsidRDefault="00557788" w:rsidP="00557788">
      <w:r>
        <w:t>337.9811</w:t>
      </w:r>
      <w:r>
        <w:tab/>
        <w:t>2.961e0</w:t>
      </w:r>
    </w:p>
    <w:p w:rsidR="00557788" w:rsidRDefault="00557788" w:rsidP="00557788">
      <w:r>
        <w:t>337.9832</w:t>
      </w:r>
      <w:r>
        <w:tab/>
        <w:t>6.779e0</w:t>
      </w:r>
    </w:p>
    <w:p w:rsidR="00557788" w:rsidRDefault="00557788" w:rsidP="00557788">
      <w:r>
        <w:t>337.9957</w:t>
      </w:r>
      <w:r>
        <w:tab/>
        <w:t>5.031e0</w:t>
      </w:r>
    </w:p>
    <w:p w:rsidR="00557788" w:rsidRDefault="00557788" w:rsidP="00557788">
      <w:r>
        <w:t>338.0045</w:t>
      </w:r>
      <w:r>
        <w:tab/>
        <w:t>1.717e0</w:t>
      </w:r>
    </w:p>
    <w:p w:rsidR="00557788" w:rsidRDefault="00557788" w:rsidP="00557788">
      <w:r>
        <w:t>338.0125</w:t>
      </w:r>
      <w:r>
        <w:tab/>
        <w:t>1.408e0</w:t>
      </w:r>
    </w:p>
    <w:p w:rsidR="00557788" w:rsidRDefault="00557788" w:rsidP="00557788">
      <w:r>
        <w:t>338.0239</w:t>
      </w:r>
      <w:r>
        <w:tab/>
        <w:t>2.433e0</w:t>
      </w:r>
    </w:p>
    <w:p w:rsidR="00557788" w:rsidRDefault="00557788" w:rsidP="00557788">
      <w:r>
        <w:t>338.0263</w:t>
      </w:r>
      <w:r>
        <w:tab/>
        <w:t>6.454e0</w:t>
      </w:r>
    </w:p>
    <w:p w:rsidR="00557788" w:rsidRDefault="00557788" w:rsidP="00557788">
      <w:r>
        <w:t>338.0308</w:t>
      </w:r>
      <w:r>
        <w:tab/>
        <w:t>2.861e0</w:t>
      </w:r>
    </w:p>
    <w:p w:rsidR="00557788" w:rsidRDefault="00557788" w:rsidP="00557788">
      <w:r>
        <w:t>338.0354</w:t>
      </w:r>
      <w:r>
        <w:tab/>
        <w:t>2.282e0</w:t>
      </w:r>
    </w:p>
    <w:p w:rsidR="00557788" w:rsidRDefault="00557788" w:rsidP="00557788">
      <w:r>
        <w:t>338.0377</w:t>
      </w:r>
      <w:r>
        <w:tab/>
        <w:t>1.058e1</w:t>
      </w:r>
    </w:p>
    <w:p w:rsidR="00557788" w:rsidRDefault="00557788" w:rsidP="00557788">
      <w:r>
        <w:t>338.0652</w:t>
      </w:r>
      <w:r>
        <w:tab/>
        <w:t>2.306e0</w:t>
      </w:r>
    </w:p>
    <w:p w:rsidR="00557788" w:rsidRDefault="00557788" w:rsidP="00557788">
      <w:r>
        <w:t>338.0761</w:t>
      </w:r>
      <w:r>
        <w:tab/>
        <w:t>3.167e0</w:t>
      </w:r>
    </w:p>
    <w:p w:rsidR="00557788" w:rsidRDefault="00557788" w:rsidP="00557788">
      <w:r>
        <w:t>338.0937</w:t>
      </w:r>
      <w:r>
        <w:tab/>
        <w:t>1.761e0</w:t>
      </w:r>
    </w:p>
    <w:p w:rsidR="00557788" w:rsidRDefault="00557788" w:rsidP="00557788">
      <w:r>
        <w:t>338.0954</w:t>
      </w:r>
      <w:r>
        <w:tab/>
        <w:t>1.236e0</w:t>
      </w:r>
    </w:p>
    <w:p w:rsidR="00557788" w:rsidRDefault="00557788" w:rsidP="00557788">
      <w:r>
        <w:t>338.1157</w:t>
      </w:r>
      <w:r>
        <w:tab/>
        <w:t>3.828e0</w:t>
      </w:r>
    </w:p>
    <w:p w:rsidR="00557788" w:rsidRDefault="00557788" w:rsidP="00557788">
      <w:r>
        <w:t>338.1204</w:t>
      </w:r>
      <w:r>
        <w:tab/>
        <w:t>3.480e0</w:t>
      </w:r>
    </w:p>
    <w:p w:rsidR="00557788" w:rsidRDefault="00557788" w:rsidP="00557788">
      <w:r>
        <w:t>338.1289</w:t>
      </w:r>
      <w:r>
        <w:tab/>
        <w:t>1.881e0</w:t>
      </w:r>
    </w:p>
    <w:p w:rsidR="00557788" w:rsidRDefault="00557788" w:rsidP="00557788">
      <w:r>
        <w:t>338.1359</w:t>
      </w:r>
      <w:r>
        <w:tab/>
        <w:t>2.025e0</w:t>
      </w:r>
    </w:p>
    <w:p w:rsidR="00557788" w:rsidRDefault="00557788" w:rsidP="00557788">
      <w:r>
        <w:lastRenderedPageBreak/>
        <w:t>338.1490</w:t>
      </w:r>
      <w:r>
        <w:tab/>
        <w:t>7.018e-1</w:t>
      </w:r>
    </w:p>
    <w:p w:rsidR="00557788" w:rsidRDefault="00557788" w:rsidP="00557788">
      <w:r>
        <w:t>338.1655</w:t>
      </w:r>
      <w:r>
        <w:tab/>
        <w:t>2.482e0</w:t>
      </w:r>
    </w:p>
    <w:p w:rsidR="00557788" w:rsidRDefault="00557788" w:rsidP="00557788">
      <w:r>
        <w:t>338.1708</w:t>
      </w:r>
      <w:r>
        <w:tab/>
        <w:t>1.013e0</w:t>
      </w:r>
    </w:p>
    <w:p w:rsidR="00557788" w:rsidRDefault="00557788" w:rsidP="00557788">
      <w:r>
        <w:t>338.1727</w:t>
      </w:r>
      <w:r>
        <w:tab/>
        <w:t>1.410e0</w:t>
      </w:r>
    </w:p>
    <w:p w:rsidR="00557788" w:rsidRDefault="00557788" w:rsidP="00557788">
      <w:r>
        <w:t>338.1855</w:t>
      </w:r>
      <w:r>
        <w:tab/>
        <w:t>2.001e0</w:t>
      </w:r>
    </w:p>
    <w:p w:rsidR="00557788" w:rsidRDefault="00557788" w:rsidP="00557788">
      <w:r>
        <w:t>338.1921</w:t>
      </w:r>
      <w:r>
        <w:tab/>
        <w:t>1.524e0</w:t>
      </w:r>
    </w:p>
    <w:p w:rsidR="00557788" w:rsidRDefault="00557788" w:rsidP="00557788">
      <w:r>
        <w:t>338.2196</w:t>
      </w:r>
      <w:r>
        <w:tab/>
        <w:t>1.912e0</w:t>
      </w:r>
    </w:p>
    <w:p w:rsidR="00557788" w:rsidRDefault="00557788" w:rsidP="00557788">
      <w:r>
        <w:t>338.2635</w:t>
      </w:r>
      <w:r>
        <w:tab/>
        <w:t>3.271e0</w:t>
      </w:r>
    </w:p>
    <w:p w:rsidR="00557788" w:rsidRDefault="00557788" w:rsidP="00557788">
      <w:r>
        <w:t>338.2668</w:t>
      </w:r>
      <w:r>
        <w:tab/>
        <w:t>1.956e0</w:t>
      </w:r>
    </w:p>
    <w:p w:rsidR="00557788" w:rsidRDefault="00557788" w:rsidP="00557788">
      <w:r>
        <w:t>338.2678</w:t>
      </w:r>
      <w:r>
        <w:tab/>
        <w:t>8.109e-1</w:t>
      </w:r>
    </w:p>
    <w:p w:rsidR="00557788" w:rsidRDefault="00557788" w:rsidP="00557788">
      <w:r>
        <w:t>338.2778</w:t>
      </w:r>
      <w:r>
        <w:tab/>
        <w:t>2.913e0</w:t>
      </w:r>
    </w:p>
    <w:p w:rsidR="00557788" w:rsidRDefault="00557788" w:rsidP="00557788">
      <w:r>
        <w:t>338.2884</w:t>
      </w:r>
      <w:r>
        <w:tab/>
        <w:t>6.807e0</w:t>
      </w:r>
    </w:p>
    <w:p w:rsidR="00557788" w:rsidRDefault="00557788" w:rsidP="00557788">
      <w:r>
        <w:t>338.3015</w:t>
      </w:r>
      <w:r>
        <w:tab/>
        <w:t>1.969e0</w:t>
      </w:r>
    </w:p>
    <w:p w:rsidR="00557788" w:rsidRDefault="00557788" w:rsidP="00557788">
      <w:r>
        <w:t>338.3057</w:t>
      </w:r>
      <w:r>
        <w:tab/>
        <w:t>3.504e0</w:t>
      </w:r>
    </w:p>
    <w:p w:rsidR="00557788" w:rsidRDefault="00557788" w:rsidP="00557788">
      <w:r>
        <w:t>338.3195</w:t>
      </w:r>
      <w:r>
        <w:tab/>
        <w:t>3.620e0</w:t>
      </w:r>
    </w:p>
    <w:p w:rsidR="00557788" w:rsidRDefault="00557788" w:rsidP="00557788">
      <w:r>
        <w:t>338.3329</w:t>
      </w:r>
      <w:r>
        <w:tab/>
        <w:t>1.256e1</w:t>
      </w:r>
    </w:p>
    <w:p w:rsidR="00557788" w:rsidRDefault="00557788" w:rsidP="00557788">
      <w:r>
        <w:t>338.3415</w:t>
      </w:r>
      <w:r>
        <w:tab/>
        <w:t>2.146e0</w:t>
      </w:r>
    </w:p>
    <w:p w:rsidR="00557788" w:rsidRDefault="00557788" w:rsidP="00557788">
      <w:r>
        <w:t>338.3437</w:t>
      </w:r>
      <w:r>
        <w:tab/>
        <w:t>4.121e0</w:t>
      </w:r>
    </w:p>
    <w:p w:rsidR="00557788" w:rsidRDefault="00557788" w:rsidP="00557788">
      <w:r>
        <w:t>338.3557</w:t>
      </w:r>
      <w:r>
        <w:tab/>
        <w:t>3.034e0</w:t>
      </w:r>
    </w:p>
    <w:p w:rsidR="00557788" w:rsidRDefault="00557788" w:rsidP="00557788">
      <w:r>
        <w:lastRenderedPageBreak/>
        <w:t>338.3635</w:t>
      </w:r>
      <w:r>
        <w:tab/>
        <w:t>6.300e-1</w:t>
      </w:r>
    </w:p>
    <w:p w:rsidR="00557788" w:rsidRDefault="00557788" w:rsidP="00557788">
      <w:r>
        <w:t>338.3649</w:t>
      </w:r>
      <w:r>
        <w:tab/>
        <w:t>2.025e0</w:t>
      </w:r>
    </w:p>
    <w:p w:rsidR="00557788" w:rsidRDefault="00557788" w:rsidP="00557788">
      <w:r>
        <w:t>338.3765</w:t>
      </w:r>
      <w:r>
        <w:tab/>
        <w:t>3.981e0</w:t>
      </w:r>
    </w:p>
    <w:p w:rsidR="00557788" w:rsidRDefault="00557788" w:rsidP="00557788">
      <w:r>
        <w:t>338.3857</w:t>
      </w:r>
      <w:r>
        <w:tab/>
        <w:t>3.471e0</w:t>
      </w:r>
    </w:p>
    <w:p w:rsidR="00557788" w:rsidRDefault="00557788" w:rsidP="00557788">
      <w:r>
        <w:t>338.3940</w:t>
      </w:r>
      <w:r>
        <w:tab/>
        <w:t>1.013e0</w:t>
      </w:r>
    </w:p>
    <w:p w:rsidR="00557788" w:rsidRDefault="00557788" w:rsidP="00557788">
      <w:r>
        <w:t>338.4135</w:t>
      </w:r>
      <w:r>
        <w:tab/>
        <w:t>1.038e0</w:t>
      </w:r>
    </w:p>
    <w:p w:rsidR="00557788" w:rsidRDefault="00557788" w:rsidP="00557788">
      <w:r>
        <w:t>338.4262</w:t>
      </w:r>
      <w:r>
        <w:tab/>
        <w:t>1.025e0</w:t>
      </w:r>
    </w:p>
    <w:p w:rsidR="00557788" w:rsidRDefault="00557788" w:rsidP="00557788">
      <w:r>
        <w:t>338.4418</w:t>
      </w:r>
      <w:r>
        <w:tab/>
        <w:t>2.025e0</w:t>
      </w:r>
    </w:p>
    <w:p w:rsidR="00557788" w:rsidRDefault="00557788" w:rsidP="00557788">
      <w:r>
        <w:t>338.4431</w:t>
      </w:r>
      <w:r>
        <w:tab/>
        <w:t>2.532e-2</w:t>
      </w:r>
    </w:p>
    <w:p w:rsidR="00557788" w:rsidRDefault="00557788" w:rsidP="00557788">
      <w:r>
        <w:t>338.4505</w:t>
      </w:r>
      <w:r>
        <w:tab/>
        <w:t>1.025e0</w:t>
      </w:r>
    </w:p>
    <w:p w:rsidR="00557788" w:rsidRDefault="00557788" w:rsidP="00557788">
      <w:r>
        <w:t>338.4541</w:t>
      </w:r>
      <w:r>
        <w:tab/>
        <w:t>2.532e-2</w:t>
      </w:r>
    </w:p>
    <w:p w:rsidR="00557788" w:rsidRDefault="00557788" w:rsidP="00557788">
      <w:r>
        <w:t>338.4716</w:t>
      </w:r>
      <w:r>
        <w:tab/>
        <w:t>2.025e0</w:t>
      </w:r>
    </w:p>
    <w:p w:rsidR="00557788" w:rsidRDefault="00557788" w:rsidP="00557788">
      <w:r>
        <w:t>338.4735</w:t>
      </w:r>
      <w:r>
        <w:tab/>
        <w:t>2.025e0</w:t>
      </w:r>
    </w:p>
    <w:p w:rsidR="00557788" w:rsidRDefault="00557788" w:rsidP="00557788">
      <w:r>
        <w:t>338.4785</w:t>
      </w:r>
      <w:r>
        <w:tab/>
        <w:t>2.025e0</w:t>
      </w:r>
    </w:p>
    <w:p w:rsidR="00557788" w:rsidRDefault="00557788" w:rsidP="00557788">
      <w:r>
        <w:t>338.4817</w:t>
      </w:r>
      <w:r>
        <w:tab/>
        <w:t>2.025e0</w:t>
      </w:r>
    </w:p>
    <w:p w:rsidR="00557788" w:rsidRDefault="00557788" w:rsidP="00557788">
      <w:r>
        <w:t>338.5106</w:t>
      </w:r>
      <w:r>
        <w:tab/>
        <w:t>5.089e0</w:t>
      </w:r>
    </w:p>
    <w:p w:rsidR="00557788" w:rsidRDefault="00557788" w:rsidP="00557788">
      <w:r>
        <w:t>338.5533</w:t>
      </w:r>
      <w:r>
        <w:tab/>
        <w:t>1.025e0</w:t>
      </w:r>
    </w:p>
    <w:p w:rsidR="00557788" w:rsidRDefault="00557788" w:rsidP="00557788">
      <w:r>
        <w:t>338.5569</w:t>
      </w:r>
      <w:r>
        <w:tab/>
        <w:t>2.025e0</w:t>
      </w:r>
    </w:p>
    <w:p w:rsidR="00557788" w:rsidRDefault="00557788" w:rsidP="00557788">
      <w:r>
        <w:t>338.5655</w:t>
      </w:r>
      <w:r>
        <w:tab/>
        <w:t>1.013e0</w:t>
      </w:r>
    </w:p>
    <w:p w:rsidR="00557788" w:rsidRDefault="00557788" w:rsidP="00557788">
      <w:r>
        <w:lastRenderedPageBreak/>
        <w:t>338.5761</w:t>
      </w:r>
      <w:r>
        <w:tab/>
        <w:t>2.025e0</w:t>
      </w:r>
    </w:p>
    <w:p w:rsidR="00557788" w:rsidRDefault="00557788" w:rsidP="00557788">
      <w:r>
        <w:t>338.5986</w:t>
      </w:r>
      <w:r>
        <w:tab/>
        <w:t>3.038e0</w:t>
      </w:r>
    </w:p>
    <w:p w:rsidR="00557788" w:rsidRDefault="00557788" w:rsidP="00557788">
      <w:r>
        <w:t>338.6023</w:t>
      </w:r>
      <w:r>
        <w:tab/>
        <w:t>3.038e0</w:t>
      </w:r>
    </w:p>
    <w:p w:rsidR="00557788" w:rsidRDefault="00557788" w:rsidP="00557788">
      <w:r>
        <w:t>338.6144</w:t>
      </w:r>
      <w:r>
        <w:tab/>
        <w:t>2.025e0</w:t>
      </w:r>
    </w:p>
    <w:p w:rsidR="00557788" w:rsidRDefault="00557788" w:rsidP="00557788">
      <w:r>
        <w:t>338.6243</w:t>
      </w:r>
      <w:r>
        <w:tab/>
        <w:t>5.063e0</w:t>
      </w:r>
    </w:p>
    <w:p w:rsidR="00557788" w:rsidRDefault="00557788" w:rsidP="00557788">
      <w:r>
        <w:t>338.6272</w:t>
      </w:r>
      <w:r>
        <w:tab/>
        <w:t>1.038e0</w:t>
      </w:r>
    </w:p>
    <w:p w:rsidR="00557788" w:rsidRDefault="00557788" w:rsidP="00557788">
      <w:r>
        <w:t>338.6388</w:t>
      </w:r>
      <w:r>
        <w:tab/>
        <w:t>2.025e0</w:t>
      </w:r>
    </w:p>
    <w:p w:rsidR="00557788" w:rsidRDefault="00557788" w:rsidP="00557788">
      <w:r>
        <w:t>338.6418</w:t>
      </w:r>
      <w:r>
        <w:tab/>
        <w:t>3.038e0</w:t>
      </w:r>
    </w:p>
    <w:p w:rsidR="00557788" w:rsidRDefault="00557788" w:rsidP="00557788">
      <w:r>
        <w:t>338.6474</w:t>
      </w:r>
      <w:r>
        <w:tab/>
        <w:t>2.025e0</w:t>
      </w:r>
    </w:p>
    <w:p w:rsidR="00557788" w:rsidRDefault="00557788" w:rsidP="00557788">
      <w:r>
        <w:t>338.6716</w:t>
      </w:r>
      <w:r>
        <w:tab/>
        <w:t>6.076e0</w:t>
      </w:r>
    </w:p>
    <w:p w:rsidR="00557788" w:rsidRDefault="00557788" w:rsidP="00557788">
      <w:r>
        <w:t>338.6817</w:t>
      </w:r>
      <w:r>
        <w:tab/>
        <w:t>4.051e0</w:t>
      </w:r>
    </w:p>
    <w:p w:rsidR="00557788" w:rsidRDefault="00557788" w:rsidP="00557788">
      <w:r>
        <w:t>338.6897</w:t>
      </w:r>
      <w:r>
        <w:tab/>
        <w:t>1.545e0</w:t>
      </w:r>
    </w:p>
    <w:p w:rsidR="00557788" w:rsidRDefault="00557788" w:rsidP="00557788">
      <w:r>
        <w:t>338.7054</w:t>
      </w:r>
      <w:r>
        <w:tab/>
        <w:t>1.266e-2</w:t>
      </w:r>
    </w:p>
    <w:p w:rsidR="00557788" w:rsidRDefault="00557788" w:rsidP="00557788">
      <w:r>
        <w:t>338.7066</w:t>
      </w:r>
      <w:r>
        <w:tab/>
        <w:t>2.532e-2</w:t>
      </w:r>
    </w:p>
    <w:p w:rsidR="00557788" w:rsidRDefault="00557788" w:rsidP="00557788">
      <w:r>
        <w:t>338.7165</w:t>
      </w:r>
      <w:r>
        <w:tab/>
        <w:t>2.948e0</w:t>
      </w:r>
    </w:p>
    <w:p w:rsidR="00557788" w:rsidRDefault="00557788" w:rsidP="00557788">
      <w:r>
        <w:t>338.7184</w:t>
      </w:r>
      <w:r>
        <w:tab/>
        <w:t>4.051e0</w:t>
      </w:r>
    </w:p>
    <w:p w:rsidR="00557788" w:rsidRDefault="00557788" w:rsidP="00557788">
      <w:r>
        <w:t>338.7280</w:t>
      </w:r>
      <w:r>
        <w:tab/>
        <w:t>2.025e0</w:t>
      </w:r>
    </w:p>
    <w:p w:rsidR="00557788" w:rsidRDefault="00557788" w:rsidP="00557788">
      <w:r>
        <w:t>338.7370</w:t>
      </w:r>
      <w:r>
        <w:tab/>
        <w:t>2.025e0</w:t>
      </w:r>
    </w:p>
    <w:p w:rsidR="00557788" w:rsidRDefault="00557788" w:rsidP="00557788">
      <w:r>
        <w:t>338.7417</w:t>
      </w:r>
      <w:r>
        <w:tab/>
        <w:t>1.013e0</w:t>
      </w:r>
    </w:p>
    <w:p w:rsidR="00557788" w:rsidRDefault="00557788" w:rsidP="00557788">
      <w:r>
        <w:lastRenderedPageBreak/>
        <w:t>338.7456</w:t>
      </w:r>
      <w:r>
        <w:tab/>
        <w:t>2.532e-2</w:t>
      </w:r>
    </w:p>
    <w:p w:rsidR="00557788" w:rsidRDefault="00557788" w:rsidP="00557788">
      <w:r>
        <w:t>338.7661</w:t>
      </w:r>
      <w:r>
        <w:tab/>
        <w:t>2.025e0</w:t>
      </w:r>
    </w:p>
    <w:p w:rsidR="00557788" w:rsidRDefault="00557788" w:rsidP="00557788">
      <w:r>
        <w:t>338.7701</w:t>
      </w:r>
      <w:r>
        <w:tab/>
        <w:t>1.013e0</w:t>
      </w:r>
    </w:p>
    <w:p w:rsidR="00557788" w:rsidRDefault="00557788" w:rsidP="00557788">
      <w:r>
        <w:t>338.7784</w:t>
      </w:r>
      <w:r>
        <w:tab/>
        <w:t>1.266e-2</w:t>
      </w:r>
    </w:p>
    <w:p w:rsidR="00557788" w:rsidRDefault="00557788" w:rsidP="00557788">
      <w:r>
        <w:t>338.7905</w:t>
      </w:r>
      <w:r>
        <w:tab/>
        <w:t>2.038e0</w:t>
      </w:r>
    </w:p>
    <w:p w:rsidR="00557788" w:rsidRDefault="00557788" w:rsidP="00557788">
      <w:r>
        <w:t>338.7923</w:t>
      </w:r>
      <w:r>
        <w:tab/>
        <w:t>2.532e-2</w:t>
      </w:r>
    </w:p>
    <w:p w:rsidR="00557788" w:rsidRDefault="00557788" w:rsidP="00557788">
      <w:r>
        <w:t>338.8054</w:t>
      </w:r>
      <w:r>
        <w:tab/>
        <w:t>2.025e0</w:t>
      </w:r>
    </w:p>
    <w:p w:rsidR="00557788" w:rsidRDefault="00557788" w:rsidP="00557788">
      <w:r>
        <w:t>338.8192</w:t>
      </w:r>
      <w:r>
        <w:tab/>
        <w:t>6.329e-2</w:t>
      </w:r>
    </w:p>
    <w:p w:rsidR="00557788" w:rsidRDefault="00557788" w:rsidP="00557788">
      <w:r>
        <w:t>338.8233</w:t>
      </w:r>
      <w:r>
        <w:tab/>
        <w:t>1.013e0</w:t>
      </w:r>
    </w:p>
    <w:p w:rsidR="00557788" w:rsidRDefault="00557788" w:rsidP="00557788">
      <w:r>
        <w:t>338.8411</w:t>
      </w:r>
      <w:r>
        <w:tab/>
        <w:t>2.532e-2</w:t>
      </w:r>
    </w:p>
    <w:p w:rsidR="00557788" w:rsidRDefault="00557788" w:rsidP="00557788">
      <w:r>
        <w:t>338.8575</w:t>
      </w:r>
      <w:r>
        <w:tab/>
        <w:t>2.532e-2</w:t>
      </w:r>
    </w:p>
    <w:p w:rsidR="00557788" w:rsidRDefault="00557788" w:rsidP="00557788">
      <w:r>
        <w:t>338.8609</w:t>
      </w:r>
      <w:r>
        <w:tab/>
        <w:t>3.038e0</w:t>
      </w:r>
    </w:p>
    <w:p w:rsidR="00557788" w:rsidRDefault="00557788" w:rsidP="00557788">
      <w:r>
        <w:t>338.8638</w:t>
      </w:r>
      <w:r>
        <w:tab/>
        <w:t>4.051e0</w:t>
      </w:r>
    </w:p>
    <w:p w:rsidR="00557788" w:rsidRDefault="00557788" w:rsidP="00557788">
      <w:r>
        <w:t>338.8752</w:t>
      </w:r>
      <w:r>
        <w:tab/>
        <w:t>4.051e0</w:t>
      </w:r>
    </w:p>
    <w:p w:rsidR="00557788" w:rsidRDefault="00557788" w:rsidP="00557788">
      <w:r>
        <w:t>338.8823</w:t>
      </w:r>
      <w:r>
        <w:tab/>
        <w:t>1.038e0</w:t>
      </w:r>
    </w:p>
    <w:p w:rsidR="00557788" w:rsidRDefault="00557788" w:rsidP="00557788">
      <w:r>
        <w:t>338.9028</w:t>
      </w:r>
      <w:r>
        <w:tab/>
        <w:t>2.728e0</w:t>
      </w:r>
    </w:p>
    <w:p w:rsidR="00557788" w:rsidRDefault="00557788" w:rsidP="00557788">
      <w:r>
        <w:t>338.9162</w:t>
      </w:r>
      <w:r>
        <w:tab/>
        <w:t>8.849e-1</w:t>
      </w:r>
    </w:p>
    <w:p w:rsidR="00557788" w:rsidRDefault="00557788" w:rsidP="00557788">
      <w:r>
        <w:t>338.9240</w:t>
      </w:r>
      <w:r>
        <w:tab/>
        <w:t>4.647e0</w:t>
      </w:r>
    </w:p>
    <w:p w:rsidR="00557788" w:rsidRDefault="00557788" w:rsidP="00557788">
      <w:r>
        <w:t>338.9418</w:t>
      </w:r>
      <w:r>
        <w:tab/>
        <w:t>5.646e0</w:t>
      </w:r>
    </w:p>
    <w:p w:rsidR="00557788" w:rsidRDefault="00557788" w:rsidP="00557788">
      <w:r>
        <w:lastRenderedPageBreak/>
        <w:t>338.9541</w:t>
      </w:r>
      <w:r>
        <w:tab/>
        <w:t>3.681e0</w:t>
      </w:r>
    </w:p>
    <w:p w:rsidR="00557788" w:rsidRDefault="00557788" w:rsidP="00557788">
      <w:r>
        <w:t>338.9616</w:t>
      </w:r>
      <w:r>
        <w:tab/>
        <w:t>1.845e0</w:t>
      </w:r>
    </w:p>
    <w:p w:rsidR="00557788" w:rsidRDefault="00557788" w:rsidP="00557788">
      <w:r>
        <w:t>338.9706</w:t>
      </w:r>
      <w:r>
        <w:tab/>
        <w:t>5.584e0</w:t>
      </w:r>
    </w:p>
    <w:p w:rsidR="00557788" w:rsidRDefault="00557788" w:rsidP="00557788">
      <w:r>
        <w:t>338.9797</w:t>
      </w:r>
      <w:r>
        <w:tab/>
        <w:t>1.468e0</w:t>
      </w:r>
    </w:p>
    <w:p w:rsidR="00557788" w:rsidRDefault="00557788" w:rsidP="00557788">
      <w:r>
        <w:t>339.0121</w:t>
      </w:r>
      <w:r>
        <w:tab/>
        <w:t>7.015e0</w:t>
      </w:r>
    </w:p>
    <w:p w:rsidR="00557788" w:rsidRDefault="00557788" w:rsidP="00557788">
      <w:r>
        <w:t>339.0167</w:t>
      </w:r>
      <w:r>
        <w:tab/>
        <w:t>5.928e0</w:t>
      </w:r>
    </w:p>
    <w:p w:rsidR="00557788" w:rsidRDefault="00557788" w:rsidP="00557788">
      <w:r>
        <w:t>339.0241</w:t>
      </w:r>
      <w:r>
        <w:tab/>
        <w:t>3.703e0</w:t>
      </w:r>
    </w:p>
    <w:p w:rsidR="00557788" w:rsidRDefault="00557788" w:rsidP="00557788">
      <w:r>
        <w:t>339.0300</w:t>
      </w:r>
      <w:r>
        <w:tab/>
        <w:t>1.083e0</w:t>
      </w:r>
    </w:p>
    <w:p w:rsidR="00557788" w:rsidRDefault="00557788" w:rsidP="00557788">
      <w:r>
        <w:t>339.0560</w:t>
      </w:r>
      <w:r>
        <w:tab/>
        <w:t>7.725e0</w:t>
      </w:r>
    </w:p>
    <w:p w:rsidR="00557788" w:rsidRDefault="00557788" w:rsidP="00557788">
      <w:r>
        <w:t>339.0584</w:t>
      </w:r>
      <w:r>
        <w:tab/>
        <w:t>2.574e0</w:t>
      </w:r>
    </w:p>
    <w:p w:rsidR="00557788" w:rsidRDefault="00557788" w:rsidP="00557788">
      <w:r>
        <w:t>339.0730</w:t>
      </w:r>
      <w:r>
        <w:tab/>
        <w:t>1.065e0</w:t>
      </w:r>
    </w:p>
    <w:p w:rsidR="00557788" w:rsidRDefault="00557788" w:rsidP="00557788">
      <w:r>
        <w:t>339.0854</w:t>
      </w:r>
      <w:r>
        <w:tab/>
        <w:t>6.381e0</w:t>
      </w:r>
    </w:p>
    <w:p w:rsidR="00557788" w:rsidRDefault="00557788" w:rsidP="00557788">
      <w:r>
        <w:t>339.0871</w:t>
      </w:r>
      <w:r>
        <w:tab/>
        <w:t>4.349e0</w:t>
      </w:r>
    </w:p>
    <w:p w:rsidR="00557788" w:rsidRDefault="00557788" w:rsidP="00557788">
      <w:r>
        <w:t>339.0909</w:t>
      </w:r>
      <w:r>
        <w:tab/>
        <w:t>2.785e-1</w:t>
      </w:r>
    </w:p>
    <w:p w:rsidR="00557788" w:rsidRDefault="00557788" w:rsidP="00557788">
      <w:r>
        <w:t>339.1081</w:t>
      </w:r>
      <w:r>
        <w:tab/>
        <w:t>8.040e0</w:t>
      </w:r>
    </w:p>
    <w:p w:rsidR="00557788" w:rsidRDefault="00557788" w:rsidP="00557788">
      <w:r>
        <w:t>339.1145</w:t>
      </w:r>
      <w:r>
        <w:tab/>
        <w:t>6.878e0</w:t>
      </w:r>
    </w:p>
    <w:p w:rsidR="00557788" w:rsidRDefault="00557788" w:rsidP="00557788">
      <w:r>
        <w:t>339.1226</w:t>
      </w:r>
      <w:r>
        <w:tab/>
        <w:t>8.962e0</w:t>
      </w:r>
    </w:p>
    <w:p w:rsidR="00557788" w:rsidRDefault="00557788" w:rsidP="00557788">
      <w:r>
        <w:t>339.1301</w:t>
      </w:r>
      <w:r>
        <w:tab/>
        <w:t>1.982e0</w:t>
      </w:r>
    </w:p>
    <w:p w:rsidR="00557788" w:rsidRDefault="00557788" w:rsidP="00557788">
      <w:r>
        <w:t>339.1364</w:t>
      </w:r>
      <w:r>
        <w:tab/>
        <w:t>2.733e-1</w:t>
      </w:r>
    </w:p>
    <w:p w:rsidR="00557788" w:rsidRDefault="00557788" w:rsidP="00557788">
      <w:r>
        <w:lastRenderedPageBreak/>
        <w:t>339.1409</w:t>
      </w:r>
      <w:r>
        <w:tab/>
        <w:t>3.576e0</w:t>
      </w:r>
    </w:p>
    <w:p w:rsidR="00557788" w:rsidRDefault="00557788" w:rsidP="00557788">
      <w:r>
        <w:t>339.1809</w:t>
      </w:r>
      <w:r>
        <w:tab/>
        <w:t>4.855e0</w:t>
      </w:r>
    </w:p>
    <w:p w:rsidR="00557788" w:rsidRDefault="00557788" w:rsidP="00557788">
      <w:r>
        <w:t>339.2444</w:t>
      </w:r>
      <w:r>
        <w:tab/>
        <w:t>1.295e0</w:t>
      </w:r>
    </w:p>
    <w:p w:rsidR="00557788" w:rsidRDefault="00557788" w:rsidP="00557788">
      <w:r>
        <w:t>339.2724</w:t>
      </w:r>
      <w:r>
        <w:tab/>
        <w:t>3.213e0</w:t>
      </w:r>
    </w:p>
    <w:p w:rsidR="00557788" w:rsidRDefault="00557788" w:rsidP="00557788">
      <w:r>
        <w:t>339.2799</w:t>
      </w:r>
      <w:r>
        <w:tab/>
        <w:t>1.007e1</w:t>
      </w:r>
    </w:p>
    <w:p w:rsidR="00557788" w:rsidRDefault="00557788" w:rsidP="00557788">
      <w:r>
        <w:t>339.2831</w:t>
      </w:r>
      <w:r>
        <w:tab/>
        <w:t>1.541e0</w:t>
      </w:r>
    </w:p>
    <w:p w:rsidR="00557788" w:rsidRDefault="00557788" w:rsidP="00557788">
      <w:r>
        <w:t>339.2964</w:t>
      </w:r>
      <w:r>
        <w:tab/>
        <w:t>2.354e0</w:t>
      </w:r>
    </w:p>
    <w:p w:rsidR="00557788" w:rsidRDefault="00557788" w:rsidP="00557788">
      <w:r>
        <w:t>339.3125</w:t>
      </w:r>
      <w:r>
        <w:tab/>
        <w:t>3.536e0</w:t>
      </w:r>
    </w:p>
    <w:p w:rsidR="00557788" w:rsidRDefault="00557788" w:rsidP="00557788">
      <w:r>
        <w:t>339.3192</w:t>
      </w:r>
      <w:r>
        <w:tab/>
        <w:t>4.098e0</w:t>
      </w:r>
    </w:p>
    <w:p w:rsidR="00557788" w:rsidRDefault="00557788" w:rsidP="00557788">
      <w:r>
        <w:t>339.3484</w:t>
      </w:r>
      <w:r>
        <w:tab/>
        <w:t>2.881e0</w:t>
      </w:r>
    </w:p>
    <w:p w:rsidR="00557788" w:rsidRDefault="00557788" w:rsidP="00557788">
      <w:r>
        <w:t>339.3559</w:t>
      </w:r>
      <w:r>
        <w:tab/>
        <w:t>6.410e0</w:t>
      </w:r>
    </w:p>
    <w:p w:rsidR="00557788" w:rsidRDefault="00557788" w:rsidP="00557788">
      <w:r>
        <w:t>339.3631</w:t>
      </w:r>
      <w:r>
        <w:tab/>
        <w:t>1.013e0</w:t>
      </w:r>
    </w:p>
    <w:p w:rsidR="00557788" w:rsidRDefault="00557788" w:rsidP="00557788">
      <w:r>
        <w:t>339.3667</w:t>
      </w:r>
      <w:r>
        <w:tab/>
        <w:t>6.563e-1</w:t>
      </w:r>
    </w:p>
    <w:p w:rsidR="00557788" w:rsidRDefault="00557788" w:rsidP="00557788">
      <w:r>
        <w:t>339.3714</w:t>
      </w:r>
      <w:r>
        <w:tab/>
        <w:t>2.025e0</w:t>
      </w:r>
    </w:p>
    <w:p w:rsidR="00557788" w:rsidRDefault="00557788" w:rsidP="00557788">
      <w:r>
        <w:t>339.3918</w:t>
      </w:r>
      <w:r>
        <w:tab/>
        <w:t>1.013e0</w:t>
      </w:r>
    </w:p>
    <w:p w:rsidR="00557788" w:rsidRDefault="00557788" w:rsidP="00557788">
      <w:r>
        <w:t>339.3972</w:t>
      </w:r>
      <w:r>
        <w:tab/>
        <w:t>2.025e0</w:t>
      </w:r>
    </w:p>
    <w:p w:rsidR="00557788" w:rsidRDefault="00557788" w:rsidP="00557788">
      <w:r>
        <w:t>339.4034</w:t>
      </w:r>
      <w:r>
        <w:tab/>
        <w:t>2.025e0</w:t>
      </w:r>
    </w:p>
    <w:p w:rsidR="00557788" w:rsidRDefault="00557788" w:rsidP="00557788">
      <w:r>
        <w:t>339.4409</w:t>
      </w:r>
      <w:r>
        <w:tab/>
        <w:t>1.025e0</w:t>
      </w:r>
    </w:p>
    <w:p w:rsidR="00557788" w:rsidRDefault="00557788" w:rsidP="00557788">
      <w:r>
        <w:t>339.4519</w:t>
      </w:r>
      <w:r>
        <w:tab/>
        <w:t>5.063e0</w:t>
      </w:r>
    </w:p>
    <w:p w:rsidR="00557788" w:rsidRDefault="00557788" w:rsidP="00557788">
      <w:r>
        <w:lastRenderedPageBreak/>
        <w:t>339.4590</w:t>
      </w:r>
      <w:r>
        <w:tab/>
        <w:t>5.063e0</w:t>
      </w:r>
    </w:p>
    <w:p w:rsidR="00557788" w:rsidRDefault="00557788" w:rsidP="00557788">
      <w:r>
        <w:t>339.4626</w:t>
      </w:r>
      <w:r>
        <w:tab/>
        <w:t>2.025e0</w:t>
      </w:r>
    </w:p>
    <w:p w:rsidR="00557788" w:rsidRDefault="00557788" w:rsidP="00557788">
      <w:r>
        <w:t>339.4734</w:t>
      </w:r>
      <w:r>
        <w:tab/>
        <w:t>2.532e-2</w:t>
      </w:r>
    </w:p>
    <w:p w:rsidR="00557788" w:rsidRDefault="00557788" w:rsidP="00557788">
      <w:r>
        <w:t>339.4789</w:t>
      </w:r>
      <w:r>
        <w:tab/>
        <w:t>2.025e0</w:t>
      </w:r>
    </w:p>
    <w:p w:rsidR="00557788" w:rsidRDefault="00557788" w:rsidP="00557788">
      <w:r>
        <w:t>339.5080</w:t>
      </w:r>
      <w:r>
        <w:tab/>
        <w:t>2.773e0</w:t>
      </w:r>
    </w:p>
    <w:p w:rsidR="00557788" w:rsidRDefault="00557788" w:rsidP="00557788">
      <w:r>
        <w:t>339.5094</w:t>
      </w:r>
      <w:r>
        <w:tab/>
        <w:t>1.013e0</w:t>
      </w:r>
    </w:p>
    <w:p w:rsidR="00557788" w:rsidRDefault="00557788" w:rsidP="00557788">
      <w:r>
        <w:t>339.5265</w:t>
      </w:r>
      <w:r>
        <w:tab/>
        <w:t>3.038e0</w:t>
      </w:r>
    </w:p>
    <w:p w:rsidR="00557788" w:rsidRDefault="00557788" w:rsidP="00557788">
      <w:r>
        <w:t>339.5392</w:t>
      </w:r>
      <w:r>
        <w:tab/>
        <w:t>2.025e0</w:t>
      </w:r>
    </w:p>
    <w:p w:rsidR="00557788" w:rsidRDefault="00557788" w:rsidP="00557788">
      <w:r>
        <w:t>339.5535</w:t>
      </w:r>
      <w:r>
        <w:tab/>
        <w:t>4.051e0</w:t>
      </w:r>
    </w:p>
    <w:p w:rsidR="00557788" w:rsidRDefault="00557788" w:rsidP="00557788">
      <w:r>
        <w:t>339.5670</w:t>
      </w:r>
      <w:r>
        <w:tab/>
        <w:t>2.025e0</w:t>
      </w:r>
    </w:p>
    <w:p w:rsidR="00557788" w:rsidRDefault="00557788" w:rsidP="00557788">
      <w:r>
        <w:t>339.5710</w:t>
      </w:r>
      <w:r>
        <w:tab/>
        <w:t>5.063e0</w:t>
      </w:r>
    </w:p>
    <w:p w:rsidR="00557788" w:rsidRDefault="00557788" w:rsidP="00557788">
      <w:r>
        <w:t>339.5870</w:t>
      </w:r>
      <w:r>
        <w:tab/>
        <w:t>3.038e0</w:t>
      </w:r>
    </w:p>
    <w:p w:rsidR="00557788" w:rsidRDefault="00557788" w:rsidP="00557788">
      <w:r>
        <w:t>339.5884</w:t>
      </w:r>
      <w:r>
        <w:tab/>
        <w:t>2.025e0</w:t>
      </w:r>
    </w:p>
    <w:p w:rsidR="00557788" w:rsidRDefault="00557788" w:rsidP="00557788">
      <w:r>
        <w:t>339.6128</w:t>
      </w:r>
      <w:r>
        <w:tab/>
        <w:t>5.063e-2</w:t>
      </w:r>
    </w:p>
    <w:p w:rsidR="00557788" w:rsidRDefault="00557788" w:rsidP="00557788">
      <w:r>
        <w:t>339.6196</w:t>
      </w:r>
      <w:r>
        <w:tab/>
        <w:t>1.051e0</w:t>
      </w:r>
    </w:p>
    <w:p w:rsidR="00557788" w:rsidRDefault="00557788" w:rsidP="00557788">
      <w:r>
        <w:t>339.6235</w:t>
      </w:r>
      <w:r>
        <w:tab/>
        <w:t>2.025e0</w:t>
      </w:r>
    </w:p>
    <w:p w:rsidR="00557788" w:rsidRDefault="00557788" w:rsidP="00557788">
      <w:r>
        <w:t>339.6265</w:t>
      </w:r>
      <w:r>
        <w:tab/>
        <w:t>1.038e0</w:t>
      </w:r>
    </w:p>
    <w:p w:rsidR="00557788" w:rsidRDefault="00557788" w:rsidP="00557788">
      <w:r>
        <w:t>339.6291</w:t>
      </w:r>
      <w:r>
        <w:tab/>
        <w:t>4.051e0</w:t>
      </w:r>
    </w:p>
    <w:p w:rsidR="00557788" w:rsidRDefault="00557788" w:rsidP="00557788">
      <w:r>
        <w:t>339.6375</w:t>
      </w:r>
      <w:r>
        <w:tab/>
        <w:t>2.025e0</w:t>
      </w:r>
    </w:p>
    <w:p w:rsidR="00557788" w:rsidRDefault="00557788" w:rsidP="00557788">
      <w:r>
        <w:lastRenderedPageBreak/>
        <w:t>339.6399</w:t>
      </w:r>
      <w:r>
        <w:tab/>
        <w:t>3.038e0</w:t>
      </w:r>
    </w:p>
    <w:p w:rsidR="00557788" w:rsidRDefault="00557788" w:rsidP="00557788">
      <w:r>
        <w:t>339.6410</w:t>
      </w:r>
      <w:r>
        <w:tab/>
        <w:t>3.038e0</w:t>
      </w:r>
    </w:p>
    <w:p w:rsidR="00557788" w:rsidRDefault="00557788" w:rsidP="00557788">
      <w:r>
        <w:t>339.6544</w:t>
      </w:r>
      <w:r>
        <w:tab/>
        <w:t>3.038e0</w:t>
      </w:r>
    </w:p>
    <w:p w:rsidR="00557788" w:rsidRDefault="00557788" w:rsidP="00557788">
      <w:r>
        <w:t>339.6566</w:t>
      </w:r>
      <w:r>
        <w:tab/>
        <w:t>1.038e0</w:t>
      </w:r>
    </w:p>
    <w:p w:rsidR="00557788" w:rsidRDefault="00557788" w:rsidP="00557788">
      <w:r>
        <w:t>339.6784</w:t>
      </w:r>
      <w:r>
        <w:tab/>
        <w:t>2.532e-2</w:t>
      </w:r>
    </w:p>
    <w:p w:rsidR="00557788" w:rsidRDefault="00557788" w:rsidP="00557788">
      <w:r>
        <w:t>339.6843</w:t>
      </w:r>
      <w:r>
        <w:tab/>
        <w:t>8.101e0</w:t>
      </w:r>
    </w:p>
    <w:p w:rsidR="00557788" w:rsidRDefault="00557788" w:rsidP="00557788">
      <w:r>
        <w:t>339.6894</w:t>
      </w:r>
      <w:r>
        <w:tab/>
        <w:t>4.051e0</w:t>
      </w:r>
    </w:p>
    <w:p w:rsidR="00557788" w:rsidRDefault="00557788" w:rsidP="00557788">
      <w:r>
        <w:t>339.6944</w:t>
      </w:r>
      <w:r>
        <w:tab/>
        <w:t>4.398e0</w:t>
      </w:r>
    </w:p>
    <w:p w:rsidR="00557788" w:rsidRDefault="00557788" w:rsidP="00557788">
      <w:r>
        <w:t>339.7046</w:t>
      </w:r>
      <w:r>
        <w:tab/>
        <w:t>8.101e0</w:t>
      </w:r>
    </w:p>
    <w:p w:rsidR="00557788" w:rsidRDefault="00557788" w:rsidP="00557788">
      <w:r>
        <w:t>339.7159</w:t>
      </w:r>
      <w:r>
        <w:tab/>
        <w:t>3.038e0</w:t>
      </w:r>
    </w:p>
    <w:p w:rsidR="00557788" w:rsidRDefault="00557788" w:rsidP="00557788">
      <w:r>
        <w:t>339.7192</w:t>
      </w:r>
      <w:r>
        <w:tab/>
        <w:t>7.455e-1</w:t>
      </w:r>
    </w:p>
    <w:p w:rsidR="00557788" w:rsidRDefault="00557788" w:rsidP="00557788">
      <w:r>
        <w:t>339.7491</w:t>
      </w:r>
      <w:r>
        <w:tab/>
        <w:t>2.025e0</w:t>
      </w:r>
    </w:p>
    <w:p w:rsidR="00557788" w:rsidRDefault="00557788" w:rsidP="00557788">
      <w:r>
        <w:t>339.7612</w:t>
      </w:r>
      <w:r>
        <w:tab/>
        <w:t>2.025e0</w:t>
      </w:r>
    </w:p>
    <w:p w:rsidR="00557788" w:rsidRDefault="00557788" w:rsidP="00557788">
      <w:r>
        <w:t>339.7682</w:t>
      </w:r>
      <w:r>
        <w:tab/>
        <w:t>1.038e0</w:t>
      </w:r>
    </w:p>
    <w:p w:rsidR="00557788" w:rsidRDefault="00557788" w:rsidP="00557788">
      <w:r>
        <w:t>339.7778</w:t>
      </w:r>
      <w:r>
        <w:tab/>
        <w:t>1.266e-2</w:t>
      </w:r>
    </w:p>
    <w:p w:rsidR="00557788" w:rsidRDefault="00557788" w:rsidP="00557788">
      <w:r>
        <w:t>339.7850</w:t>
      </w:r>
      <w:r>
        <w:tab/>
        <w:t>3.038e0</w:t>
      </w:r>
    </w:p>
    <w:p w:rsidR="00557788" w:rsidRDefault="00557788" w:rsidP="00557788">
      <w:r>
        <w:t>339.7966</w:t>
      </w:r>
      <w:r>
        <w:tab/>
        <w:t>1.013e0</w:t>
      </w:r>
    </w:p>
    <w:p w:rsidR="00557788" w:rsidRDefault="00557788" w:rsidP="00557788">
      <w:r>
        <w:t>339.8133</w:t>
      </w:r>
      <w:r>
        <w:tab/>
        <w:t>1.013e0</w:t>
      </w:r>
    </w:p>
    <w:p w:rsidR="00557788" w:rsidRDefault="00557788" w:rsidP="00557788">
      <w:r>
        <w:t>339.8296</w:t>
      </w:r>
      <w:r>
        <w:tab/>
        <w:t>2.025e0</w:t>
      </w:r>
    </w:p>
    <w:p w:rsidR="00557788" w:rsidRDefault="00557788" w:rsidP="00557788">
      <w:r>
        <w:lastRenderedPageBreak/>
        <w:t>339.8327</w:t>
      </w:r>
      <w:r>
        <w:tab/>
        <w:t>1.025e0</w:t>
      </w:r>
    </w:p>
    <w:p w:rsidR="00557788" w:rsidRDefault="00557788" w:rsidP="00557788">
      <w:r>
        <w:t>339.8418</w:t>
      </w:r>
      <w:r>
        <w:tab/>
        <w:t>1.013e0</w:t>
      </w:r>
    </w:p>
    <w:p w:rsidR="00557788" w:rsidRDefault="00557788" w:rsidP="00557788">
      <w:r>
        <w:t>339.8458</w:t>
      </w:r>
      <w:r>
        <w:tab/>
        <w:t>1.013e0</w:t>
      </w:r>
    </w:p>
    <w:p w:rsidR="00557788" w:rsidRDefault="00557788" w:rsidP="00557788">
      <w:r>
        <w:t>339.8625</w:t>
      </w:r>
      <w:r>
        <w:tab/>
        <w:t>1.025e0</w:t>
      </w:r>
    </w:p>
    <w:p w:rsidR="00557788" w:rsidRDefault="00557788" w:rsidP="00557788">
      <w:r>
        <w:t>339.8661</w:t>
      </w:r>
      <w:r>
        <w:tab/>
        <w:t>2.025e0</w:t>
      </w:r>
    </w:p>
    <w:p w:rsidR="00557788" w:rsidRDefault="00557788" w:rsidP="00557788">
      <w:r>
        <w:t>339.8826</w:t>
      </w:r>
      <w:r>
        <w:tab/>
        <w:t>2.748e0</w:t>
      </w:r>
    </w:p>
    <w:p w:rsidR="00557788" w:rsidRDefault="00557788" w:rsidP="00557788">
      <w:r>
        <w:t>339.8873</w:t>
      </w:r>
      <w:r>
        <w:tab/>
        <w:t>3.737e0</w:t>
      </w:r>
    </w:p>
    <w:p w:rsidR="00557788" w:rsidRDefault="00557788" w:rsidP="00557788">
      <w:r>
        <w:t>339.9083</w:t>
      </w:r>
      <w:r>
        <w:tab/>
        <w:t>1.917e0</w:t>
      </w:r>
    </w:p>
    <w:p w:rsidR="00557788" w:rsidRDefault="00557788" w:rsidP="00557788">
      <w:r>
        <w:t>339.9357</w:t>
      </w:r>
      <w:r>
        <w:tab/>
        <w:t>5.936e0</w:t>
      </w:r>
    </w:p>
    <w:p w:rsidR="00557788" w:rsidRDefault="00557788" w:rsidP="00557788">
      <w:r>
        <w:t>339.9422</w:t>
      </w:r>
      <w:r>
        <w:tab/>
        <w:t>1.306e0</w:t>
      </w:r>
    </w:p>
    <w:p w:rsidR="00557788" w:rsidRDefault="00557788" w:rsidP="00557788">
      <w:r>
        <w:t>339.9608</w:t>
      </w:r>
      <w:r>
        <w:tab/>
        <w:t>2.593e-1</w:t>
      </w:r>
    </w:p>
    <w:p w:rsidR="00557788" w:rsidRDefault="00557788" w:rsidP="00557788">
      <w:r>
        <w:t>339.9729</w:t>
      </w:r>
      <w:r>
        <w:tab/>
        <w:t>2.297e0</w:t>
      </w:r>
    </w:p>
    <w:p w:rsidR="00557788" w:rsidRDefault="00557788" w:rsidP="00557788">
      <w:r>
        <w:t>339.9755</w:t>
      </w:r>
      <w:r>
        <w:tab/>
        <w:t>6.076e0</w:t>
      </w:r>
    </w:p>
    <w:p w:rsidR="00557788" w:rsidRDefault="00557788" w:rsidP="00557788">
      <w:r>
        <w:t>339.9789</w:t>
      </w:r>
      <w:r>
        <w:tab/>
        <w:t>1.805e0</w:t>
      </w:r>
    </w:p>
    <w:p w:rsidR="00557788" w:rsidRDefault="00557788" w:rsidP="00557788">
      <w:r>
        <w:t>339.9868</w:t>
      </w:r>
      <w:r>
        <w:tab/>
        <w:t>3.967e0</w:t>
      </w:r>
    </w:p>
    <w:p w:rsidR="00557788" w:rsidRDefault="00557788" w:rsidP="00557788">
      <w:r>
        <w:t>339.9891</w:t>
      </w:r>
      <w:r>
        <w:tab/>
        <w:t>3.841e0</w:t>
      </w:r>
    </w:p>
    <w:p w:rsidR="00557788" w:rsidRDefault="00557788" w:rsidP="00557788">
      <w:r>
        <w:t>339.9952</w:t>
      </w:r>
      <w:r>
        <w:tab/>
        <w:t>2.987e0</w:t>
      </w:r>
    </w:p>
    <w:p w:rsidR="00557788" w:rsidRDefault="00557788" w:rsidP="00557788">
      <w:r>
        <w:t>340.0081</w:t>
      </w:r>
      <w:r>
        <w:tab/>
        <w:t>2.552e0</w:t>
      </w:r>
    </w:p>
    <w:p w:rsidR="00557788" w:rsidRDefault="00557788" w:rsidP="00557788">
      <w:r>
        <w:t>340.0097</w:t>
      </w:r>
      <w:r>
        <w:tab/>
        <w:t>1.098e0</w:t>
      </w:r>
    </w:p>
    <w:p w:rsidR="00557788" w:rsidRDefault="00557788" w:rsidP="00557788">
      <w:r>
        <w:lastRenderedPageBreak/>
        <w:t>340.0269</w:t>
      </w:r>
      <w:r>
        <w:tab/>
        <w:t>2.510e0</w:t>
      </w:r>
    </w:p>
    <w:p w:rsidR="00557788" w:rsidRDefault="00557788" w:rsidP="00557788">
      <w:r>
        <w:t>340.0431</w:t>
      </w:r>
      <w:r>
        <w:tab/>
        <w:t>4.830e0</w:t>
      </w:r>
    </w:p>
    <w:p w:rsidR="00557788" w:rsidRDefault="00557788" w:rsidP="00557788">
      <w:r>
        <w:t>340.0524</w:t>
      </w:r>
      <w:r>
        <w:tab/>
        <w:t>1.849e0</w:t>
      </w:r>
    </w:p>
    <w:p w:rsidR="00557788" w:rsidRDefault="00557788" w:rsidP="00557788">
      <w:r>
        <w:t>340.0549</w:t>
      </w:r>
      <w:r>
        <w:tab/>
        <w:t>2.071e0</w:t>
      </w:r>
    </w:p>
    <w:p w:rsidR="00557788" w:rsidRDefault="00557788" w:rsidP="00557788">
      <w:r>
        <w:t>340.0636</w:t>
      </w:r>
      <w:r>
        <w:tab/>
        <w:t>4.935e0</w:t>
      </w:r>
    </w:p>
    <w:p w:rsidR="00557788" w:rsidRDefault="00557788" w:rsidP="00557788">
      <w:r>
        <w:t>340.0771</w:t>
      </w:r>
      <w:r>
        <w:tab/>
        <w:t>1.977e0</w:t>
      </w:r>
    </w:p>
    <w:p w:rsidR="00557788" w:rsidRDefault="00557788" w:rsidP="00557788">
      <w:r>
        <w:t>340.0813</w:t>
      </w:r>
      <w:r>
        <w:tab/>
        <w:t>4.935e0</w:t>
      </w:r>
    </w:p>
    <w:p w:rsidR="00557788" w:rsidRDefault="00557788" w:rsidP="00557788">
      <w:r>
        <w:t>340.1223</w:t>
      </w:r>
      <w:r>
        <w:tab/>
        <w:t>9.969e0</w:t>
      </w:r>
    </w:p>
    <w:p w:rsidR="00557788" w:rsidRDefault="00557788" w:rsidP="00557788">
      <w:r>
        <w:t>340.1269</w:t>
      </w:r>
      <w:r>
        <w:tab/>
        <w:t>9.637e-1</w:t>
      </w:r>
    </w:p>
    <w:p w:rsidR="00557788" w:rsidRDefault="00557788" w:rsidP="00557788">
      <w:r>
        <w:t>340.1336</w:t>
      </w:r>
      <w:r>
        <w:tab/>
        <w:t>1.742e1</w:t>
      </w:r>
    </w:p>
    <w:p w:rsidR="00557788" w:rsidRDefault="00557788" w:rsidP="00557788">
      <w:r>
        <w:t>340.1360</w:t>
      </w:r>
      <w:r>
        <w:tab/>
        <w:t>1.325e1</w:t>
      </w:r>
    </w:p>
    <w:p w:rsidR="00557788" w:rsidRDefault="00557788" w:rsidP="00557788">
      <w:r>
        <w:t>340.1401</w:t>
      </w:r>
      <w:r>
        <w:tab/>
        <w:t>1.080e1</w:t>
      </w:r>
    </w:p>
    <w:p w:rsidR="00557788" w:rsidRDefault="00557788" w:rsidP="00557788">
      <w:r>
        <w:t>340.1428</w:t>
      </w:r>
      <w:r>
        <w:tab/>
        <w:t>2.314e1</w:t>
      </w:r>
    </w:p>
    <w:p w:rsidR="00557788" w:rsidRDefault="00557788" w:rsidP="00557788">
      <w:r>
        <w:t>340.1979</w:t>
      </w:r>
      <w:r>
        <w:tab/>
        <w:t>1.201e0</w:t>
      </w:r>
    </w:p>
    <w:p w:rsidR="00557788" w:rsidRDefault="00557788" w:rsidP="00557788">
      <w:r>
        <w:t>340.2082</w:t>
      </w:r>
      <w:r>
        <w:tab/>
        <w:t>1.449e0</w:t>
      </w:r>
    </w:p>
    <w:p w:rsidR="00557788" w:rsidRDefault="00557788" w:rsidP="00557788">
      <w:r>
        <w:t>340.2156</w:t>
      </w:r>
      <w:r>
        <w:tab/>
        <w:t>2.178e0</w:t>
      </w:r>
    </w:p>
    <w:p w:rsidR="00557788" w:rsidRDefault="00557788" w:rsidP="00557788">
      <w:r>
        <w:t>340.2335</w:t>
      </w:r>
      <w:r>
        <w:tab/>
        <w:t>3.999e0</w:t>
      </w:r>
    </w:p>
    <w:p w:rsidR="00557788" w:rsidRDefault="00557788" w:rsidP="00557788">
      <w:r>
        <w:t>340.2350</w:t>
      </w:r>
      <w:r>
        <w:tab/>
        <w:t>1.676e0</w:t>
      </w:r>
    </w:p>
    <w:p w:rsidR="00557788" w:rsidRDefault="00557788" w:rsidP="00557788">
      <w:r>
        <w:t>340.2491</w:t>
      </w:r>
      <w:r>
        <w:tab/>
        <w:t>3.165e0</w:t>
      </w:r>
    </w:p>
    <w:p w:rsidR="00557788" w:rsidRDefault="00557788" w:rsidP="00557788">
      <w:r>
        <w:lastRenderedPageBreak/>
        <w:t>340.2520</w:t>
      </w:r>
      <w:r>
        <w:tab/>
        <w:t>1.478e0</w:t>
      </w:r>
    </w:p>
    <w:p w:rsidR="00557788" w:rsidRDefault="00557788" w:rsidP="00557788">
      <w:r>
        <w:t>340.2608</w:t>
      </w:r>
      <w:r>
        <w:tab/>
        <w:t>5.225e0</w:t>
      </w:r>
    </w:p>
    <w:p w:rsidR="00557788" w:rsidRDefault="00557788" w:rsidP="00557788">
      <w:r>
        <w:t>340.2770</w:t>
      </w:r>
      <w:r>
        <w:tab/>
        <w:t>1.220e0</w:t>
      </w:r>
    </w:p>
    <w:p w:rsidR="00557788" w:rsidRDefault="00557788" w:rsidP="00557788">
      <w:r>
        <w:t>340.2953</w:t>
      </w:r>
      <w:r>
        <w:tab/>
        <w:t>1.700e0</w:t>
      </w:r>
    </w:p>
    <w:p w:rsidR="00557788" w:rsidRDefault="00557788" w:rsidP="00557788">
      <w:r>
        <w:t>340.3031</w:t>
      </w:r>
      <w:r>
        <w:tab/>
        <w:t>1.836e0</w:t>
      </w:r>
    </w:p>
    <w:p w:rsidR="00557788" w:rsidRDefault="00557788" w:rsidP="00557788">
      <w:r>
        <w:t>340.3116</w:t>
      </w:r>
      <w:r>
        <w:tab/>
        <w:t>4.100e0</w:t>
      </w:r>
    </w:p>
    <w:p w:rsidR="00557788" w:rsidRDefault="00557788" w:rsidP="00557788">
      <w:r>
        <w:t>340.3268</w:t>
      </w:r>
      <w:r>
        <w:tab/>
        <w:t>3.042e0</w:t>
      </w:r>
    </w:p>
    <w:p w:rsidR="00557788" w:rsidRDefault="00557788" w:rsidP="00557788">
      <w:r>
        <w:t>340.3375</w:t>
      </w:r>
      <w:r>
        <w:tab/>
        <w:t>3.544e0</w:t>
      </w:r>
    </w:p>
    <w:p w:rsidR="00557788" w:rsidRDefault="00557788" w:rsidP="00557788">
      <w:r>
        <w:t>340.3460</w:t>
      </w:r>
      <w:r>
        <w:tab/>
        <w:t>7.350e-1</w:t>
      </w:r>
    </w:p>
    <w:p w:rsidR="00557788" w:rsidRDefault="00557788" w:rsidP="00557788">
      <w:r>
        <w:t>340.3746</w:t>
      </w:r>
      <w:r>
        <w:tab/>
        <w:t>1.483e1</w:t>
      </w:r>
    </w:p>
    <w:p w:rsidR="00557788" w:rsidRDefault="00557788" w:rsidP="00557788">
      <w:r>
        <w:t>340.3925</w:t>
      </w:r>
      <w:r>
        <w:tab/>
        <w:t>1.405e1</w:t>
      </w:r>
    </w:p>
    <w:p w:rsidR="00557788" w:rsidRDefault="00557788" w:rsidP="00557788">
      <w:r>
        <w:t>340.3951</w:t>
      </w:r>
      <w:r>
        <w:tab/>
        <w:t>1.688e1</w:t>
      </w:r>
    </w:p>
    <w:p w:rsidR="00557788" w:rsidRDefault="00557788" w:rsidP="00557788">
      <w:r>
        <w:t>340.4062</w:t>
      </w:r>
      <w:r>
        <w:tab/>
        <w:t>1.251e1</w:t>
      </w:r>
    </w:p>
    <w:p w:rsidR="00557788" w:rsidRDefault="00557788" w:rsidP="00557788">
      <w:r>
        <w:t>340.4680</w:t>
      </w:r>
      <w:r>
        <w:tab/>
        <w:t>1.038e0</w:t>
      </w:r>
    </w:p>
    <w:p w:rsidR="00557788" w:rsidRDefault="00557788" w:rsidP="00557788">
      <w:r>
        <w:t>340.4751</w:t>
      </w:r>
      <w:r>
        <w:tab/>
        <w:t>3.038e0</w:t>
      </w:r>
    </w:p>
    <w:p w:rsidR="00557788" w:rsidRDefault="00557788" w:rsidP="00557788">
      <w:r>
        <w:t>340.4866</w:t>
      </w:r>
      <w:r>
        <w:tab/>
        <w:t>2.025e0</w:t>
      </w:r>
    </w:p>
    <w:p w:rsidR="00557788" w:rsidRDefault="00557788" w:rsidP="00557788">
      <w:r>
        <w:t>340.4908</w:t>
      </w:r>
      <w:r>
        <w:tab/>
        <w:t>2.025e0</w:t>
      </w:r>
    </w:p>
    <w:p w:rsidR="00557788" w:rsidRDefault="00557788" w:rsidP="00557788">
      <w:r>
        <w:t>340.5064</w:t>
      </w:r>
      <w:r>
        <w:tab/>
        <w:t>2.025e0</w:t>
      </w:r>
    </w:p>
    <w:p w:rsidR="00557788" w:rsidRDefault="00557788" w:rsidP="00557788">
      <w:r>
        <w:t>340.5090</w:t>
      </w:r>
      <w:r>
        <w:tab/>
        <w:t>1.013e0</w:t>
      </w:r>
    </w:p>
    <w:p w:rsidR="00557788" w:rsidRDefault="00557788" w:rsidP="00557788">
      <w:r>
        <w:lastRenderedPageBreak/>
        <w:t>340.5290</w:t>
      </w:r>
      <w:r>
        <w:tab/>
        <w:t>1.266e-2</w:t>
      </w:r>
    </w:p>
    <w:p w:rsidR="00557788" w:rsidRDefault="00557788" w:rsidP="00557788">
      <w:r>
        <w:t>340.5380</w:t>
      </w:r>
      <w:r>
        <w:tab/>
        <w:t>4.051e0</w:t>
      </w:r>
    </w:p>
    <w:p w:rsidR="00557788" w:rsidRDefault="00557788" w:rsidP="00557788">
      <w:r>
        <w:t>340.5499</w:t>
      </w:r>
      <w:r>
        <w:tab/>
        <w:t>2.025e0</w:t>
      </w:r>
    </w:p>
    <w:p w:rsidR="00557788" w:rsidRDefault="00557788" w:rsidP="00557788">
      <w:r>
        <w:t>340.5659</w:t>
      </w:r>
      <w:r>
        <w:tab/>
        <w:t>3.038e0</w:t>
      </w:r>
    </w:p>
    <w:p w:rsidR="00557788" w:rsidRDefault="00557788" w:rsidP="00557788">
      <w:r>
        <w:t>340.5764</w:t>
      </w:r>
      <w:r>
        <w:tab/>
        <w:t>2.025e0</w:t>
      </w:r>
    </w:p>
    <w:p w:rsidR="00557788" w:rsidRDefault="00557788" w:rsidP="00557788">
      <w:r>
        <w:t>340.5779</w:t>
      </w:r>
      <w:r>
        <w:tab/>
        <w:t>1.013e0</w:t>
      </w:r>
    </w:p>
    <w:p w:rsidR="00557788" w:rsidRDefault="00557788" w:rsidP="00557788">
      <w:r>
        <w:t>340.5868</w:t>
      </w:r>
      <w:r>
        <w:tab/>
        <w:t>1.266e-2</w:t>
      </w:r>
    </w:p>
    <w:p w:rsidR="00557788" w:rsidRDefault="00557788" w:rsidP="00557788">
      <w:r>
        <w:t>340.5963</w:t>
      </w:r>
      <w:r>
        <w:tab/>
        <w:t>1.013e0</w:t>
      </w:r>
    </w:p>
    <w:p w:rsidR="00557788" w:rsidRDefault="00557788" w:rsidP="00557788">
      <w:r>
        <w:t>340.6115</w:t>
      </w:r>
      <w:r>
        <w:tab/>
        <w:t>2.063e0</w:t>
      </w:r>
    </w:p>
    <w:p w:rsidR="00557788" w:rsidRDefault="00557788" w:rsidP="00557788">
      <w:r>
        <w:t>340.6196</w:t>
      </w:r>
      <w:r>
        <w:tab/>
        <w:t>3.798e-2</w:t>
      </w:r>
    </w:p>
    <w:p w:rsidR="00557788" w:rsidRDefault="00557788" w:rsidP="00557788">
      <w:r>
        <w:t>340.6207</w:t>
      </w:r>
      <w:r>
        <w:tab/>
        <w:t>1.266e-2</w:t>
      </w:r>
    </w:p>
    <w:p w:rsidR="00557788" w:rsidRDefault="00557788" w:rsidP="00557788">
      <w:r>
        <w:t>340.6237</w:t>
      </w:r>
      <w:r>
        <w:tab/>
        <w:t>2.025e0</w:t>
      </w:r>
    </w:p>
    <w:p w:rsidR="00557788" w:rsidRDefault="00557788" w:rsidP="00557788">
      <w:r>
        <w:t>340.6394</w:t>
      </w:r>
      <w:r>
        <w:tab/>
        <w:t>4.051e0</w:t>
      </w:r>
    </w:p>
    <w:p w:rsidR="00557788" w:rsidRDefault="00557788" w:rsidP="00557788">
      <w:r>
        <w:t>340.6412</w:t>
      </w:r>
      <w:r>
        <w:tab/>
        <w:t>3.038e0</w:t>
      </w:r>
    </w:p>
    <w:p w:rsidR="00557788" w:rsidRDefault="00557788" w:rsidP="00557788">
      <w:r>
        <w:t>340.6624</w:t>
      </w:r>
      <w:r>
        <w:tab/>
        <w:t>2.025e0</w:t>
      </w:r>
    </w:p>
    <w:p w:rsidR="00557788" w:rsidRDefault="00557788" w:rsidP="00557788">
      <w:r>
        <w:t>340.6851</w:t>
      </w:r>
      <w:r>
        <w:tab/>
        <w:t>1.013e0</w:t>
      </w:r>
    </w:p>
    <w:p w:rsidR="00557788" w:rsidRDefault="00557788" w:rsidP="00557788">
      <w:r>
        <w:t>340.6967</w:t>
      </w:r>
      <w:r>
        <w:tab/>
        <w:t>5.063e0</w:t>
      </w:r>
    </w:p>
    <w:p w:rsidR="00557788" w:rsidRDefault="00557788" w:rsidP="00557788">
      <w:r>
        <w:t>340.7118</w:t>
      </w:r>
      <w:r>
        <w:tab/>
        <w:t>3.038e0</w:t>
      </w:r>
    </w:p>
    <w:p w:rsidR="00557788" w:rsidRDefault="00557788" w:rsidP="00557788">
      <w:r>
        <w:t>340.7167</w:t>
      </w:r>
      <w:r>
        <w:tab/>
        <w:t>1.922e0</w:t>
      </w:r>
    </w:p>
    <w:p w:rsidR="00557788" w:rsidRDefault="00557788" w:rsidP="00557788">
      <w:r>
        <w:lastRenderedPageBreak/>
        <w:t>340.7261</w:t>
      </w:r>
      <w:r>
        <w:tab/>
        <w:t>3.798e-2</w:t>
      </w:r>
    </w:p>
    <w:p w:rsidR="00557788" w:rsidRDefault="00557788" w:rsidP="00557788">
      <w:r>
        <w:t>340.7339</w:t>
      </w:r>
      <w:r>
        <w:tab/>
        <w:t>3.076e0</w:t>
      </w:r>
    </w:p>
    <w:p w:rsidR="00557788" w:rsidRDefault="00557788" w:rsidP="00557788">
      <w:r>
        <w:t>340.7591</w:t>
      </w:r>
      <w:r>
        <w:tab/>
        <w:t>2.216e0</w:t>
      </w:r>
    </w:p>
    <w:p w:rsidR="00557788" w:rsidRDefault="00557788" w:rsidP="00557788">
      <w:r>
        <w:t>340.7620</w:t>
      </w:r>
      <w:r>
        <w:tab/>
        <w:t>3.038e0</w:t>
      </w:r>
    </w:p>
    <w:p w:rsidR="00557788" w:rsidRDefault="00557788" w:rsidP="00557788">
      <w:r>
        <w:t>340.7737</w:t>
      </w:r>
      <w:r>
        <w:tab/>
        <w:t>1.266e-2</w:t>
      </w:r>
    </w:p>
    <w:p w:rsidR="00557788" w:rsidRDefault="00557788" w:rsidP="00557788">
      <w:r>
        <w:t>340.7754</w:t>
      </w:r>
      <w:r>
        <w:tab/>
        <w:t>4.051e0</w:t>
      </w:r>
    </w:p>
    <w:p w:rsidR="00557788" w:rsidRDefault="00557788" w:rsidP="00557788">
      <w:r>
        <w:t>340.7797</w:t>
      </w:r>
      <w:r>
        <w:tab/>
        <w:t>2.532e-2</w:t>
      </w:r>
    </w:p>
    <w:p w:rsidR="00557788" w:rsidRDefault="00557788" w:rsidP="00557788">
      <w:r>
        <w:t>340.7956</w:t>
      </w:r>
      <w:r>
        <w:tab/>
        <w:t>2.025e0</w:t>
      </w:r>
    </w:p>
    <w:p w:rsidR="00557788" w:rsidRDefault="00557788" w:rsidP="00557788">
      <w:r>
        <w:t>340.8287</w:t>
      </w:r>
      <w:r>
        <w:tab/>
        <w:t>1.013e0</w:t>
      </w:r>
    </w:p>
    <w:p w:rsidR="00557788" w:rsidRDefault="00557788" w:rsidP="00557788">
      <w:r>
        <w:t>340.8331</w:t>
      </w:r>
      <w:r>
        <w:tab/>
        <w:t>3.051e0</w:t>
      </w:r>
    </w:p>
    <w:p w:rsidR="00557788" w:rsidRDefault="00557788" w:rsidP="00557788">
      <w:r>
        <w:t>340.8398</w:t>
      </w:r>
      <w:r>
        <w:tab/>
        <w:t>1.204e0</w:t>
      </w:r>
    </w:p>
    <w:p w:rsidR="00557788" w:rsidRDefault="00557788" w:rsidP="00557788">
      <w:r>
        <w:t>340.8425</w:t>
      </w:r>
      <w:r>
        <w:tab/>
        <w:t>1.038e0</w:t>
      </w:r>
    </w:p>
    <w:p w:rsidR="00557788" w:rsidRDefault="00557788" w:rsidP="00557788">
      <w:r>
        <w:t>340.8689</w:t>
      </w:r>
      <w:r>
        <w:tab/>
        <w:t>2.025e0</w:t>
      </w:r>
    </w:p>
    <w:p w:rsidR="00557788" w:rsidRDefault="00557788" w:rsidP="00557788">
      <w:r>
        <w:t>340.8847</w:t>
      </w:r>
      <w:r>
        <w:tab/>
        <w:t>9.776e0</w:t>
      </w:r>
    </w:p>
    <w:p w:rsidR="00557788" w:rsidRDefault="00557788" w:rsidP="00557788">
      <w:r>
        <w:t>340.8897</w:t>
      </w:r>
      <w:r>
        <w:tab/>
        <w:t>3.726e0</w:t>
      </w:r>
    </w:p>
    <w:p w:rsidR="00557788" w:rsidRDefault="00557788" w:rsidP="00557788">
      <w:r>
        <w:t>340.9210</w:t>
      </w:r>
      <w:r>
        <w:tab/>
        <w:t>4.285e-1</w:t>
      </w:r>
    </w:p>
    <w:p w:rsidR="00557788" w:rsidRDefault="00557788" w:rsidP="00557788">
      <w:r>
        <w:t>340.9266</w:t>
      </w:r>
      <w:r>
        <w:tab/>
        <w:t>1.742e0</w:t>
      </w:r>
    </w:p>
    <w:p w:rsidR="00557788" w:rsidRDefault="00557788" w:rsidP="00557788">
      <w:r>
        <w:t>340.9328</w:t>
      </w:r>
      <w:r>
        <w:tab/>
        <w:t>2.124e0</w:t>
      </w:r>
    </w:p>
    <w:p w:rsidR="00557788" w:rsidRDefault="00557788" w:rsidP="00557788">
      <w:r>
        <w:t>340.9406</w:t>
      </w:r>
      <w:r>
        <w:tab/>
        <w:t>2.259e0</w:t>
      </w:r>
    </w:p>
    <w:p w:rsidR="00557788" w:rsidRDefault="00557788" w:rsidP="00557788">
      <w:r>
        <w:lastRenderedPageBreak/>
        <w:t>340.9451</w:t>
      </w:r>
      <w:r>
        <w:tab/>
        <w:t>2.025e0</w:t>
      </w:r>
    </w:p>
    <w:p w:rsidR="00557788" w:rsidRDefault="00557788" w:rsidP="00557788">
      <w:r>
        <w:t>340.9580</w:t>
      </w:r>
      <w:r>
        <w:tab/>
        <w:t>4.178e0</w:t>
      </w:r>
    </w:p>
    <w:p w:rsidR="00557788" w:rsidRDefault="00557788" w:rsidP="00557788">
      <w:r>
        <w:t>340.9615</w:t>
      </w:r>
      <w:r>
        <w:tab/>
        <w:t>2.726e0</w:t>
      </w:r>
    </w:p>
    <w:p w:rsidR="00557788" w:rsidRDefault="00557788" w:rsidP="00557788">
      <w:r>
        <w:t>340.9776</w:t>
      </w:r>
      <w:r>
        <w:tab/>
        <w:t>2.025e0</w:t>
      </w:r>
    </w:p>
    <w:p w:rsidR="00557788" w:rsidRDefault="00557788" w:rsidP="00557788">
      <w:r>
        <w:t>340.9794</w:t>
      </w:r>
      <w:r>
        <w:tab/>
        <w:t>1.948e0</w:t>
      </w:r>
    </w:p>
    <w:p w:rsidR="00557788" w:rsidRDefault="00557788" w:rsidP="00557788">
      <w:r>
        <w:t>340.9812</w:t>
      </w:r>
      <w:r>
        <w:tab/>
        <w:t>3.663e0</w:t>
      </w:r>
    </w:p>
    <w:p w:rsidR="00557788" w:rsidRDefault="00557788" w:rsidP="00557788">
      <w:r>
        <w:t>341.0085</w:t>
      </w:r>
      <w:r>
        <w:tab/>
        <w:t>2.013e0</w:t>
      </w:r>
    </w:p>
    <w:p w:rsidR="00557788" w:rsidRDefault="00557788" w:rsidP="00557788">
      <w:r>
        <w:t>341.0123</w:t>
      </w:r>
      <w:r>
        <w:tab/>
        <w:t>2.063e0</w:t>
      </w:r>
    </w:p>
    <w:p w:rsidR="00557788" w:rsidRDefault="00557788" w:rsidP="00557788">
      <w:r>
        <w:t>341.0235</w:t>
      </w:r>
      <w:r>
        <w:tab/>
        <w:t>3.038e0</w:t>
      </w:r>
    </w:p>
    <w:p w:rsidR="00557788" w:rsidRDefault="00557788" w:rsidP="00557788">
      <w:r>
        <w:t>341.0247</w:t>
      </w:r>
      <w:r>
        <w:tab/>
        <w:t>3.654e0</w:t>
      </w:r>
    </w:p>
    <w:p w:rsidR="00557788" w:rsidRDefault="00557788" w:rsidP="00557788">
      <w:r>
        <w:t>341.0339</w:t>
      </w:r>
      <w:r>
        <w:tab/>
        <w:t>3.564e-1</w:t>
      </w:r>
    </w:p>
    <w:p w:rsidR="00557788" w:rsidRDefault="00557788" w:rsidP="00557788">
      <w:r>
        <w:t>341.0473</w:t>
      </w:r>
      <w:r>
        <w:tab/>
        <w:t>1.425e0</w:t>
      </w:r>
    </w:p>
    <w:p w:rsidR="00557788" w:rsidRDefault="00557788" w:rsidP="00557788">
      <w:r>
        <w:t>341.0524</w:t>
      </w:r>
      <w:r>
        <w:tab/>
        <w:t>1.194e0</w:t>
      </w:r>
    </w:p>
    <w:p w:rsidR="00557788" w:rsidRDefault="00557788" w:rsidP="00557788">
      <w:r>
        <w:t>341.0572</w:t>
      </w:r>
      <w:r>
        <w:tab/>
        <w:t>1.624e0</w:t>
      </w:r>
    </w:p>
    <w:p w:rsidR="00557788" w:rsidRDefault="00557788" w:rsidP="00557788">
      <w:r>
        <w:t>341.0708</w:t>
      </w:r>
      <w:r>
        <w:tab/>
        <w:t>6.940e0</w:t>
      </w:r>
    </w:p>
    <w:p w:rsidR="00557788" w:rsidRDefault="00557788" w:rsidP="00557788">
      <w:r>
        <w:t>341.0762</w:t>
      </w:r>
      <w:r>
        <w:tab/>
        <w:t>2.627e0</w:t>
      </w:r>
    </w:p>
    <w:p w:rsidR="00557788" w:rsidRDefault="00557788" w:rsidP="00557788">
      <w:r>
        <w:t>341.0785</w:t>
      </w:r>
      <w:r>
        <w:tab/>
        <w:t>3.272e0</w:t>
      </w:r>
    </w:p>
    <w:p w:rsidR="00557788" w:rsidRDefault="00557788" w:rsidP="00557788">
      <w:r>
        <w:t>341.0813</w:t>
      </w:r>
      <w:r>
        <w:tab/>
        <w:t>1.382e-1</w:t>
      </w:r>
    </w:p>
    <w:p w:rsidR="00557788" w:rsidRDefault="00557788" w:rsidP="00557788">
      <w:r>
        <w:t>341.0936</w:t>
      </w:r>
      <w:r>
        <w:tab/>
        <w:t>3.121e0</w:t>
      </w:r>
    </w:p>
    <w:p w:rsidR="00557788" w:rsidRDefault="00557788" w:rsidP="00557788">
      <w:r>
        <w:lastRenderedPageBreak/>
        <w:t>341.1214</w:t>
      </w:r>
      <w:r>
        <w:tab/>
        <w:t>6.517e0</w:t>
      </w:r>
    </w:p>
    <w:p w:rsidR="00557788" w:rsidRDefault="00557788" w:rsidP="00557788">
      <w:r>
        <w:t>341.1255</w:t>
      </w:r>
      <w:r>
        <w:tab/>
        <w:t>2.296e0</w:t>
      </w:r>
    </w:p>
    <w:p w:rsidR="00557788" w:rsidRDefault="00557788" w:rsidP="00557788">
      <w:r>
        <w:t>341.1460</w:t>
      </w:r>
      <w:r>
        <w:tab/>
        <w:t>1.232e1</w:t>
      </w:r>
    </w:p>
    <w:p w:rsidR="00557788" w:rsidRDefault="00557788" w:rsidP="00557788">
      <w:r>
        <w:t>341.1504</w:t>
      </w:r>
      <w:r>
        <w:tab/>
        <w:t>5.872e0</w:t>
      </w:r>
    </w:p>
    <w:p w:rsidR="00557788" w:rsidRDefault="00557788" w:rsidP="00557788">
      <w:r>
        <w:t>341.1613</w:t>
      </w:r>
      <w:r>
        <w:tab/>
        <w:t>3.427e0</w:t>
      </w:r>
    </w:p>
    <w:p w:rsidR="00557788" w:rsidRDefault="00557788" w:rsidP="00557788">
      <w:r>
        <w:t>341.1815</w:t>
      </w:r>
      <w:r>
        <w:tab/>
        <w:t>2.762e0</w:t>
      </w:r>
    </w:p>
    <w:p w:rsidR="00557788" w:rsidRDefault="00557788" w:rsidP="00557788">
      <w:r>
        <w:t>341.2144</w:t>
      </w:r>
      <w:r>
        <w:tab/>
        <w:t>1.639e0</w:t>
      </w:r>
    </w:p>
    <w:p w:rsidR="00557788" w:rsidRDefault="00557788" w:rsidP="00557788">
      <w:r>
        <w:t>341.2201</w:t>
      </w:r>
      <w:r>
        <w:tab/>
        <w:t>2.751e0</w:t>
      </w:r>
    </w:p>
    <w:p w:rsidR="00557788" w:rsidRDefault="00557788" w:rsidP="00557788">
      <w:r>
        <w:t>341.2672</w:t>
      </w:r>
      <w:r>
        <w:tab/>
        <w:t>3.294e1</w:t>
      </w:r>
    </w:p>
    <w:p w:rsidR="00557788" w:rsidRDefault="00557788" w:rsidP="00557788">
      <w:r>
        <w:t>341.3007</w:t>
      </w:r>
      <w:r>
        <w:tab/>
        <w:t>6.210e0</w:t>
      </w:r>
    </w:p>
    <w:p w:rsidR="00557788" w:rsidRDefault="00557788" w:rsidP="00557788">
      <w:r>
        <w:t>341.3496</w:t>
      </w:r>
      <w:r>
        <w:tab/>
        <w:t>6.097e0</w:t>
      </w:r>
    </w:p>
    <w:p w:rsidR="00557788" w:rsidRDefault="00557788" w:rsidP="00557788">
      <w:r>
        <w:t>341.3542</w:t>
      </w:r>
      <w:r>
        <w:tab/>
        <w:t>8.426e0</w:t>
      </w:r>
    </w:p>
    <w:p w:rsidR="00557788" w:rsidRDefault="00557788" w:rsidP="00557788">
      <w:r>
        <w:t>341.3588</w:t>
      </w:r>
      <w:r>
        <w:tab/>
        <w:t>1.013e1</w:t>
      </w:r>
    </w:p>
    <w:p w:rsidR="00557788" w:rsidRDefault="00557788" w:rsidP="00557788">
      <w:r>
        <w:t>341.3708</w:t>
      </w:r>
      <w:r>
        <w:tab/>
        <w:t>1.623e0</w:t>
      </w:r>
    </w:p>
    <w:p w:rsidR="00557788" w:rsidRDefault="00557788" w:rsidP="00557788">
      <w:r>
        <w:t>341.3940</w:t>
      </w:r>
      <w:r>
        <w:tab/>
        <w:t>7.657e0</w:t>
      </w:r>
    </w:p>
    <w:p w:rsidR="00557788" w:rsidRDefault="00557788" w:rsidP="00557788">
      <w:r>
        <w:t>341.3958</w:t>
      </w:r>
      <w:r>
        <w:tab/>
        <w:t>1.013e1</w:t>
      </w:r>
    </w:p>
    <w:p w:rsidR="00557788" w:rsidRDefault="00557788" w:rsidP="00557788">
      <w:r>
        <w:t>341.3995</w:t>
      </w:r>
      <w:r>
        <w:tab/>
        <w:t>4.089e0</w:t>
      </w:r>
    </w:p>
    <w:p w:rsidR="00557788" w:rsidRDefault="00557788" w:rsidP="00557788">
      <w:r>
        <w:t>341.4058</w:t>
      </w:r>
      <w:r>
        <w:tab/>
        <w:t>4.037e0</w:t>
      </w:r>
    </w:p>
    <w:p w:rsidR="00557788" w:rsidRDefault="00557788" w:rsidP="00557788">
      <w:r>
        <w:t>341.4070</w:t>
      </w:r>
      <w:r>
        <w:tab/>
        <w:t>8.779e0</w:t>
      </w:r>
    </w:p>
    <w:p w:rsidR="00557788" w:rsidRDefault="00557788" w:rsidP="00557788">
      <w:r>
        <w:lastRenderedPageBreak/>
        <w:t>341.4594</w:t>
      </w:r>
      <w:r>
        <w:tab/>
        <w:t>1.266e-2</w:t>
      </w:r>
    </w:p>
    <w:p w:rsidR="00557788" w:rsidRDefault="00557788" w:rsidP="00557788">
      <w:r>
        <w:t>341.4609</w:t>
      </w:r>
      <w:r>
        <w:tab/>
        <w:t>2.532e-2</w:t>
      </w:r>
    </w:p>
    <w:p w:rsidR="00557788" w:rsidRDefault="00557788" w:rsidP="00557788">
      <w:r>
        <w:t>341.4677</w:t>
      </w:r>
      <w:r>
        <w:tab/>
        <w:t>3.951e0</w:t>
      </w:r>
    </w:p>
    <w:p w:rsidR="00557788" w:rsidRDefault="00557788" w:rsidP="00557788">
      <w:r>
        <w:t>341.4756</w:t>
      </w:r>
      <w:r>
        <w:tab/>
        <w:t>5.063e0</w:t>
      </w:r>
    </w:p>
    <w:p w:rsidR="00557788" w:rsidRDefault="00557788" w:rsidP="00557788">
      <w:r>
        <w:t>341.4775</w:t>
      </w:r>
      <w:r>
        <w:tab/>
        <w:t>2.532e-2</w:t>
      </w:r>
    </w:p>
    <w:p w:rsidR="00557788" w:rsidRDefault="00557788" w:rsidP="00557788">
      <w:r>
        <w:t>341.4796</w:t>
      </w:r>
      <w:r>
        <w:tab/>
        <w:t>1.013e0</w:t>
      </w:r>
    </w:p>
    <w:p w:rsidR="00557788" w:rsidRDefault="00557788" w:rsidP="00557788">
      <w:r>
        <w:t>341.4822</w:t>
      </w:r>
      <w:r>
        <w:tab/>
        <w:t>2.025e0</w:t>
      </w:r>
    </w:p>
    <w:p w:rsidR="00557788" w:rsidRDefault="00557788" w:rsidP="00557788">
      <w:r>
        <w:t>341.5267</w:t>
      </w:r>
      <w:r>
        <w:tab/>
        <w:t>2.532e-2</w:t>
      </w:r>
    </w:p>
    <w:p w:rsidR="00557788" w:rsidRDefault="00557788" w:rsidP="00557788">
      <w:r>
        <w:t>341.5349</w:t>
      </w:r>
      <w:r>
        <w:tab/>
        <w:t>4.051e0</w:t>
      </w:r>
    </w:p>
    <w:p w:rsidR="00557788" w:rsidRDefault="00557788" w:rsidP="00557788">
      <w:r>
        <w:t>341.5372</w:t>
      </w:r>
      <w:r>
        <w:tab/>
        <w:t>2.025e0</w:t>
      </w:r>
    </w:p>
    <w:p w:rsidR="00557788" w:rsidRDefault="00557788" w:rsidP="00557788">
      <w:r>
        <w:t>341.5391</w:t>
      </w:r>
      <w:r>
        <w:tab/>
        <w:t>1.038e0</w:t>
      </w:r>
    </w:p>
    <w:p w:rsidR="00557788" w:rsidRDefault="00557788" w:rsidP="00557788">
      <w:r>
        <w:t>341.5453</w:t>
      </w:r>
      <w:r>
        <w:tab/>
        <w:t>1.013e0</w:t>
      </w:r>
    </w:p>
    <w:p w:rsidR="00557788" w:rsidRDefault="00557788" w:rsidP="00557788">
      <w:r>
        <w:t>341.5663</w:t>
      </w:r>
      <w:r>
        <w:tab/>
        <w:t>2.025e0</w:t>
      </w:r>
    </w:p>
    <w:p w:rsidR="00557788" w:rsidRDefault="00557788" w:rsidP="00557788">
      <w:r>
        <w:t>341.5813</w:t>
      </w:r>
      <w:r>
        <w:tab/>
        <w:t>6.951e0</w:t>
      </w:r>
    </w:p>
    <w:p w:rsidR="00557788" w:rsidRDefault="00557788" w:rsidP="00557788">
      <w:r>
        <w:t>341.5866</w:t>
      </w:r>
      <w:r>
        <w:tab/>
        <w:t>4.114e0</w:t>
      </w:r>
    </w:p>
    <w:p w:rsidR="00557788" w:rsidRDefault="00557788" w:rsidP="00557788">
      <w:r>
        <w:t>341.5942</w:t>
      </w:r>
      <w:r>
        <w:tab/>
        <w:t>2.025e0</w:t>
      </w:r>
    </w:p>
    <w:p w:rsidR="00557788" w:rsidRDefault="00557788" w:rsidP="00557788">
      <w:r>
        <w:t>341.6026</w:t>
      </w:r>
      <w:r>
        <w:tab/>
        <w:t>1.266e-2</w:t>
      </w:r>
    </w:p>
    <w:p w:rsidR="00557788" w:rsidRDefault="00557788" w:rsidP="00557788">
      <w:r>
        <w:t>341.6150</w:t>
      </w:r>
      <w:r>
        <w:tab/>
        <w:t>7.089e0</w:t>
      </w:r>
    </w:p>
    <w:p w:rsidR="00557788" w:rsidRDefault="00557788" w:rsidP="00557788">
      <w:r>
        <w:t>341.6188</w:t>
      </w:r>
      <w:r>
        <w:tab/>
        <w:t>3.906e0</w:t>
      </w:r>
    </w:p>
    <w:p w:rsidR="00557788" w:rsidRDefault="00557788" w:rsidP="00557788">
      <w:r>
        <w:lastRenderedPageBreak/>
        <w:t>341.6347</w:t>
      </w:r>
      <w:r>
        <w:tab/>
        <w:t>2.025e0</w:t>
      </w:r>
    </w:p>
    <w:p w:rsidR="00557788" w:rsidRDefault="00557788" w:rsidP="00557788">
      <w:r>
        <w:t>341.6411</w:t>
      </w:r>
      <w:r>
        <w:tab/>
        <w:t>3.038e0</w:t>
      </w:r>
    </w:p>
    <w:p w:rsidR="00557788" w:rsidRDefault="00557788" w:rsidP="00557788">
      <w:r>
        <w:t>341.6523</w:t>
      </w:r>
      <w:r>
        <w:tab/>
        <w:t>2.038e0</w:t>
      </w:r>
    </w:p>
    <w:p w:rsidR="00557788" w:rsidRDefault="00557788" w:rsidP="00557788">
      <w:r>
        <w:t>341.6545</w:t>
      </w:r>
      <w:r>
        <w:tab/>
        <w:t>9.312e-1</w:t>
      </w:r>
    </w:p>
    <w:p w:rsidR="00557788" w:rsidRDefault="00557788" w:rsidP="00557788">
      <w:r>
        <w:t>341.6700</w:t>
      </w:r>
      <w:r>
        <w:tab/>
        <w:t>2.025e0</w:t>
      </w:r>
    </w:p>
    <w:p w:rsidR="00557788" w:rsidRDefault="00557788" w:rsidP="00557788">
      <w:r>
        <w:t>341.6823</w:t>
      </w:r>
      <w:r>
        <w:tab/>
        <w:t>3.038e0</w:t>
      </w:r>
    </w:p>
    <w:p w:rsidR="00557788" w:rsidRDefault="00557788" w:rsidP="00557788">
      <w:r>
        <w:t>341.7018</w:t>
      </w:r>
      <w:r>
        <w:tab/>
        <w:t>3.038e0</w:t>
      </w:r>
    </w:p>
    <w:p w:rsidR="00557788" w:rsidRDefault="00557788" w:rsidP="00557788">
      <w:r>
        <w:t>341.7047</w:t>
      </w:r>
      <w:r>
        <w:tab/>
        <w:t>1.013e0</w:t>
      </w:r>
    </w:p>
    <w:p w:rsidR="00557788" w:rsidRDefault="00557788" w:rsidP="00557788">
      <w:r>
        <w:t>341.7092</w:t>
      </w:r>
      <w:r>
        <w:tab/>
        <w:t>3.196e0</w:t>
      </w:r>
    </w:p>
    <w:p w:rsidR="00557788" w:rsidRDefault="00557788" w:rsidP="00557788">
      <w:r>
        <w:t>341.7214</w:t>
      </w:r>
      <w:r>
        <w:tab/>
        <w:t>1.013e0</w:t>
      </w:r>
    </w:p>
    <w:p w:rsidR="00557788" w:rsidRDefault="00557788" w:rsidP="00557788">
      <w:r>
        <w:t>341.7255</w:t>
      </w:r>
      <w:r>
        <w:tab/>
        <w:t>2.025e0</w:t>
      </w:r>
    </w:p>
    <w:p w:rsidR="00557788" w:rsidRDefault="00557788" w:rsidP="00557788">
      <w:r>
        <w:t>341.7423</w:t>
      </w:r>
      <w:r>
        <w:tab/>
        <w:t>3.947e0</w:t>
      </w:r>
    </w:p>
    <w:p w:rsidR="00557788" w:rsidRDefault="00557788" w:rsidP="00557788">
      <w:r>
        <w:t>341.7501</w:t>
      </w:r>
      <w:r>
        <w:tab/>
        <w:t>1.266e-2</w:t>
      </w:r>
    </w:p>
    <w:p w:rsidR="00557788" w:rsidRDefault="00557788" w:rsidP="00557788">
      <w:r>
        <w:t>341.7536</w:t>
      </w:r>
      <w:r>
        <w:tab/>
        <w:t>3.721e0</w:t>
      </w:r>
    </w:p>
    <w:p w:rsidR="00557788" w:rsidRDefault="00557788" w:rsidP="00557788">
      <w:r>
        <w:t>341.7749</w:t>
      </w:r>
      <w:r>
        <w:tab/>
        <w:t>5.063e0</w:t>
      </w:r>
    </w:p>
    <w:p w:rsidR="00557788" w:rsidRDefault="00557788" w:rsidP="00557788">
      <w:r>
        <w:t>341.7952</w:t>
      </w:r>
      <w:r>
        <w:tab/>
        <w:t>1.013e0</w:t>
      </w:r>
    </w:p>
    <w:p w:rsidR="00557788" w:rsidRDefault="00557788" w:rsidP="00557788">
      <w:r>
        <w:t>341.8123</w:t>
      </w:r>
      <w:r>
        <w:tab/>
        <w:t>3.038e0</w:t>
      </w:r>
    </w:p>
    <w:p w:rsidR="00557788" w:rsidRDefault="00557788" w:rsidP="00557788">
      <w:r>
        <w:t>341.8238</w:t>
      </w:r>
      <w:r>
        <w:tab/>
        <w:t>1.013e0</w:t>
      </w:r>
    </w:p>
    <w:p w:rsidR="00557788" w:rsidRDefault="00557788" w:rsidP="00557788">
      <w:r>
        <w:t>341.8335</w:t>
      </w:r>
      <w:r>
        <w:tab/>
        <w:t>1.266e-2</w:t>
      </w:r>
    </w:p>
    <w:p w:rsidR="00557788" w:rsidRDefault="00557788" w:rsidP="00557788">
      <w:r>
        <w:lastRenderedPageBreak/>
        <w:t>341.8482</w:t>
      </w:r>
      <w:r>
        <w:tab/>
        <w:t>5.063e-2</w:t>
      </w:r>
    </w:p>
    <w:p w:rsidR="00557788" w:rsidRDefault="00557788" w:rsidP="00557788">
      <w:r>
        <w:t>341.8626</w:t>
      </w:r>
      <w:r>
        <w:tab/>
        <w:t>4.051e0</w:t>
      </w:r>
    </w:p>
    <w:p w:rsidR="00557788" w:rsidRDefault="00557788" w:rsidP="00557788">
      <w:r>
        <w:t>341.8690</w:t>
      </w:r>
      <w:r>
        <w:tab/>
        <w:t>1.266e-2</w:t>
      </w:r>
    </w:p>
    <w:p w:rsidR="00557788" w:rsidRDefault="00557788" w:rsidP="00557788">
      <w:r>
        <w:t>341.9048</w:t>
      </w:r>
      <w:r>
        <w:tab/>
        <w:t>4.517e0</w:t>
      </w:r>
    </w:p>
    <w:p w:rsidR="00557788" w:rsidRDefault="00557788" w:rsidP="00557788">
      <w:r>
        <w:t>341.9121</w:t>
      </w:r>
      <w:r>
        <w:tab/>
        <w:t>3.196e0</w:t>
      </w:r>
    </w:p>
    <w:p w:rsidR="00557788" w:rsidRDefault="00557788" w:rsidP="00557788">
      <w:r>
        <w:t>341.9162</w:t>
      </w:r>
      <w:r>
        <w:tab/>
        <w:t>3.723e0</w:t>
      </w:r>
    </w:p>
    <w:p w:rsidR="00557788" w:rsidRDefault="00557788" w:rsidP="00557788">
      <w:r>
        <w:t>341.9246</w:t>
      </w:r>
      <w:r>
        <w:tab/>
        <w:t>3.038e0</w:t>
      </w:r>
    </w:p>
    <w:p w:rsidR="00557788" w:rsidRDefault="00557788" w:rsidP="00557788">
      <w:r>
        <w:t>341.9343</w:t>
      </w:r>
      <w:r>
        <w:tab/>
        <w:t>9.156e-1</w:t>
      </w:r>
    </w:p>
    <w:p w:rsidR="00557788" w:rsidRDefault="00557788" w:rsidP="00557788">
      <w:r>
        <w:t>341.9452</w:t>
      </w:r>
      <w:r>
        <w:tab/>
        <w:t>7.699e0</w:t>
      </w:r>
    </w:p>
    <w:p w:rsidR="00557788" w:rsidRDefault="00557788" w:rsidP="00557788">
      <w:r>
        <w:t>341.9480</w:t>
      </w:r>
      <w:r>
        <w:tab/>
        <w:t>2.874e0</w:t>
      </w:r>
    </w:p>
    <w:p w:rsidR="00557788" w:rsidRDefault="00557788" w:rsidP="00557788">
      <w:r>
        <w:t>341.9626</w:t>
      </w:r>
      <w:r>
        <w:tab/>
        <w:t>1.346e0</w:t>
      </w:r>
    </w:p>
    <w:p w:rsidR="00557788" w:rsidRDefault="00557788" w:rsidP="00557788">
      <w:r>
        <w:t>341.9650</w:t>
      </w:r>
      <w:r>
        <w:tab/>
        <w:t>1.922e0</w:t>
      </w:r>
    </w:p>
    <w:p w:rsidR="00557788" w:rsidRDefault="00557788" w:rsidP="00557788">
      <w:r>
        <w:t>341.9816</w:t>
      </w:r>
      <w:r>
        <w:tab/>
        <w:t>2.025e0</w:t>
      </w:r>
    </w:p>
    <w:p w:rsidR="00557788" w:rsidRDefault="00557788" w:rsidP="00557788">
      <w:r>
        <w:t>341.9861</w:t>
      </w:r>
      <w:r>
        <w:tab/>
        <w:t>2.858e0</w:t>
      </w:r>
    </w:p>
    <w:p w:rsidR="00557788" w:rsidRDefault="00557788" w:rsidP="00557788">
      <w:r>
        <w:t>341.9886</w:t>
      </w:r>
      <w:r>
        <w:tab/>
        <w:t>3.992e0</w:t>
      </w:r>
    </w:p>
    <w:p w:rsidR="00557788" w:rsidRDefault="00557788" w:rsidP="00557788">
      <w:r>
        <w:t>341.9929</w:t>
      </w:r>
      <w:r>
        <w:tab/>
        <w:t>4.817e0</w:t>
      </w:r>
    </w:p>
    <w:p w:rsidR="00557788" w:rsidRDefault="00557788" w:rsidP="00557788">
      <w:r>
        <w:t>342.0002</w:t>
      </w:r>
      <w:r>
        <w:tab/>
        <w:t>2.298e0</w:t>
      </w:r>
    </w:p>
    <w:p w:rsidR="00557788" w:rsidRDefault="00557788" w:rsidP="00557788">
      <w:r>
        <w:t>342.0083</w:t>
      </w:r>
      <w:r>
        <w:tab/>
        <w:t>1.652e0</w:t>
      </w:r>
    </w:p>
    <w:p w:rsidR="00557788" w:rsidRDefault="00557788" w:rsidP="00557788">
      <w:r>
        <w:t>342.0163</w:t>
      </w:r>
      <w:r>
        <w:tab/>
        <w:t>4.144e0</w:t>
      </w:r>
    </w:p>
    <w:p w:rsidR="00557788" w:rsidRDefault="00557788" w:rsidP="00557788">
      <w:r>
        <w:lastRenderedPageBreak/>
        <w:t>342.0173</w:t>
      </w:r>
      <w:r>
        <w:tab/>
        <w:t>9.591e-1</w:t>
      </w:r>
    </w:p>
    <w:p w:rsidR="00557788" w:rsidRDefault="00557788" w:rsidP="00557788">
      <w:r>
        <w:t>342.0257</w:t>
      </w:r>
      <w:r>
        <w:tab/>
        <w:t>3.928e0</w:t>
      </w:r>
    </w:p>
    <w:p w:rsidR="00557788" w:rsidRDefault="00557788" w:rsidP="00557788">
      <w:r>
        <w:t>342.0304</w:t>
      </w:r>
      <w:r>
        <w:tab/>
        <w:t>1.147e0</w:t>
      </w:r>
    </w:p>
    <w:p w:rsidR="00557788" w:rsidRDefault="00557788" w:rsidP="00557788">
      <w:r>
        <w:t>342.0399</w:t>
      </w:r>
      <w:r>
        <w:tab/>
        <w:t>1.861e0</w:t>
      </w:r>
    </w:p>
    <w:p w:rsidR="00557788" w:rsidRDefault="00557788" w:rsidP="00557788">
      <w:r>
        <w:t>342.0421</w:t>
      </w:r>
      <w:r>
        <w:tab/>
        <w:t>2.611e0</w:t>
      </w:r>
    </w:p>
    <w:p w:rsidR="00557788" w:rsidRDefault="00557788" w:rsidP="00557788">
      <w:r>
        <w:t>342.0729</w:t>
      </w:r>
      <w:r>
        <w:tab/>
        <w:t>2.856e0</w:t>
      </w:r>
    </w:p>
    <w:p w:rsidR="00557788" w:rsidRDefault="00557788" w:rsidP="00557788">
      <w:r>
        <w:t>342.0782</w:t>
      </w:r>
      <w:r>
        <w:tab/>
        <w:t>7.775e0</w:t>
      </w:r>
    </w:p>
    <w:p w:rsidR="00557788" w:rsidRDefault="00557788" w:rsidP="00557788">
      <w:r>
        <w:t>342.0842</w:t>
      </w:r>
      <w:r>
        <w:tab/>
        <w:t>6.222e0</w:t>
      </w:r>
    </w:p>
    <w:p w:rsidR="00557788" w:rsidRDefault="00557788" w:rsidP="00557788">
      <w:r>
        <w:t>342.0904</w:t>
      </w:r>
      <w:r>
        <w:tab/>
        <w:t>4.395e0</w:t>
      </w:r>
    </w:p>
    <w:p w:rsidR="00557788" w:rsidRDefault="00557788" w:rsidP="00557788">
      <w:r>
        <w:t>342.0924</w:t>
      </w:r>
      <w:r>
        <w:tab/>
        <w:t>6.246e0</w:t>
      </w:r>
    </w:p>
    <w:p w:rsidR="00557788" w:rsidRDefault="00557788" w:rsidP="00557788">
      <w:r>
        <w:t>342.0935</w:t>
      </w:r>
      <w:r>
        <w:tab/>
        <w:t>5.446e0</w:t>
      </w:r>
    </w:p>
    <w:p w:rsidR="00557788" w:rsidRDefault="00557788" w:rsidP="00557788">
      <w:r>
        <w:t>342.0994</w:t>
      </w:r>
      <w:r>
        <w:tab/>
        <w:t>2.237e0</w:t>
      </w:r>
    </w:p>
    <w:p w:rsidR="00557788" w:rsidRDefault="00557788" w:rsidP="00557788">
      <w:r>
        <w:t>342.1027</w:t>
      </w:r>
      <w:r>
        <w:tab/>
        <w:t>5.169e0</w:t>
      </w:r>
    </w:p>
    <w:p w:rsidR="00557788" w:rsidRDefault="00557788" w:rsidP="00557788">
      <w:r>
        <w:t>342.1083</w:t>
      </w:r>
      <w:r>
        <w:tab/>
        <w:t>4.174e0</w:t>
      </w:r>
    </w:p>
    <w:p w:rsidR="00557788" w:rsidRDefault="00557788" w:rsidP="00557788">
      <w:r>
        <w:t>342.1165</w:t>
      </w:r>
      <w:r>
        <w:tab/>
        <w:t>5.342e0</w:t>
      </w:r>
    </w:p>
    <w:p w:rsidR="00557788" w:rsidRDefault="00557788" w:rsidP="00557788">
      <w:r>
        <w:t>342.1288</w:t>
      </w:r>
      <w:r>
        <w:tab/>
        <w:t>7.847e0</w:t>
      </w:r>
    </w:p>
    <w:p w:rsidR="00557788" w:rsidRDefault="00557788" w:rsidP="00557788">
      <w:r>
        <w:t>342.1326</w:t>
      </w:r>
      <w:r>
        <w:tab/>
        <w:t>3.727e0</w:t>
      </w:r>
    </w:p>
    <w:p w:rsidR="00557788" w:rsidRDefault="00557788" w:rsidP="00557788">
      <w:r>
        <w:t>342.1356</w:t>
      </w:r>
      <w:r>
        <w:tab/>
        <w:t>5.995e0</w:t>
      </w:r>
    </w:p>
    <w:p w:rsidR="00557788" w:rsidRDefault="00557788" w:rsidP="00557788">
      <w:r>
        <w:t>342.1527</w:t>
      </w:r>
      <w:r>
        <w:tab/>
        <w:t>5.594e0</w:t>
      </w:r>
    </w:p>
    <w:p w:rsidR="00557788" w:rsidRDefault="00557788" w:rsidP="00557788">
      <w:r>
        <w:lastRenderedPageBreak/>
        <w:t>342.1708</w:t>
      </w:r>
      <w:r>
        <w:tab/>
        <w:t>1.077e0</w:t>
      </w:r>
    </w:p>
    <w:p w:rsidR="00557788" w:rsidRDefault="00557788" w:rsidP="00557788">
      <w:r>
        <w:t>342.1776</w:t>
      </w:r>
      <w:r>
        <w:tab/>
        <w:t>5.607e-1</w:t>
      </w:r>
    </w:p>
    <w:p w:rsidR="00557788" w:rsidRDefault="00557788" w:rsidP="00557788">
      <w:r>
        <w:t>342.2027</w:t>
      </w:r>
      <w:r>
        <w:tab/>
        <w:t>1.752e0</w:t>
      </w:r>
    </w:p>
    <w:p w:rsidR="00557788" w:rsidRDefault="00557788" w:rsidP="00557788">
      <w:r>
        <w:t>342.2059</w:t>
      </w:r>
      <w:r>
        <w:tab/>
        <w:t>2.921e0</w:t>
      </w:r>
    </w:p>
    <w:p w:rsidR="00557788" w:rsidRDefault="00557788" w:rsidP="00557788">
      <w:r>
        <w:t>342.2118</w:t>
      </w:r>
      <w:r>
        <w:tab/>
        <w:t>4.237e0</w:t>
      </w:r>
    </w:p>
    <w:p w:rsidR="00557788" w:rsidRDefault="00557788" w:rsidP="00557788">
      <w:r>
        <w:t>342.2179</w:t>
      </w:r>
      <w:r>
        <w:tab/>
        <w:t>6.065e0</w:t>
      </w:r>
    </w:p>
    <w:p w:rsidR="00557788" w:rsidRDefault="00557788" w:rsidP="00557788">
      <w:r>
        <w:t>342.2224</w:t>
      </w:r>
      <w:r>
        <w:tab/>
        <w:t>3.476e0</w:t>
      </w:r>
    </w:p>
    <w:p w:rsidR="00557788" w:rsidRDefault="00557788" w:rsidP="00557788">
      <w:r>
        <w:t>342.2339</w:t>
      </w:r>
      <w:r>
        <w:tab/>
        <w:t>2.548e0</w:t>
      </w:r>
    </w:p>
    <w:p w:rsidR="00557788" w:rsidRDefault="00557788" w:rsidP="00557788">
      <w:r>
        <w:t>342.2451</w:t>
      </w:r>
      <w:r>
        <w:tab/>
        <w:t>3.995e0</w:t>
      </w:r>
    </w:p>
    <w:p w:rsidR="00557788" w:rsidRDefault="00557788" w:rsidP="00557788">
      <w:r>
        <w:t>342.2499</w:t>
      </w:r>
      <w:r>
        <w:tab/>
        <w:t>3.783e0</w:t>
      </w:r>
    </w:p>
    <w:p w:rsidR="00557788" w:rsidRDefault="00557788" w:rsidP="00557788">
      <w:r>
        <w:t>342.2655</w:t>
      </w:r>
      <w:r>
        <w:tab/>
        <w:t>5.380e0</w:t>
      </w:r>
    </w:p>
    <w:p w:rsidR="00557788" w:rsidRDefault="00557788" w:rsidP="00557788">
      <w:r>
        <w:t>342.2712</w:t>
      </w:r>
      <w:r>
        <w:tab/>
        <w:t>1.105e1</w:t>
      </w:r>
    </w:p>
    <w:p w:rsidR="00557788" w:rsidRDefault="00557788" w:rsidP="00557788">
      <w:r>
        <w:t>342.2722</w:t>
      </w:r>
      <w:r>
        <w:tab/>
        <w:t>8.310e0</w:t>
      </w:r>
    </w:p>
    <w:p w:rsidR="00557788" w:rsidRDefault="00557788" w:rsidP="00557788">
      <w:r>
        <w:t>342.2736</w:t>
      </w:r>
      <w:r>
        <w:tab/>
        <w:t>8.025e0</w:t>
      </w:r>
    </w:p>
    <w:p w:rsidR="00557788" w:rsidRDefault="00557788" w:rsidP="00557788">
      <w:r>
        <w:t>342.2809</w:t>
      </w:r>
      <w:r>
        <w:tab/>
        <w:t>9.607e0</w:t>
      </w:r>
    </w:p>
    <w:p w:rsidR="00557788" w:rsidRDefault="00557788" w:rsidP="00557788">
      <w:r>
        <w:t>342.2859</w:t>
      </w:r>
      <w:r>
        <w:tab/>
        <w:t>3.455e0</w:t>
      </w:r>
    </w:p>
    <w:p w:rsidR="00557788" w:rsidRDefault="00557788" w:rsidP="00557788">
      <w:r>
        <w:t>342.3052</w:t>
      </w:r>
      <w:r>
        <w:tab/>
        <w:t>4.163e0</w:t>
      </w:r>
    </w:p>
    <w:p w:rsidR="00557788" w:rsidRDefault="00557788" w:rsidP="00557788">
      <w:r>
        <w:t>342.3070</w:t>
      </w:r>
      <w:r>
        <w:tab/>
        <w:t>5.258e0</w:t>
      </w:r>
    </w:p>
    <w:p w:rsidR="00557788" w:rsidRDefault="00557788" w:rsidP="00557788">
      <w:r>
        <w:t>342.3195</w:t>
      </w:r>
      <w:r>
        <w:tab/>
        <w:t>2.996e-1</w:t>
      </w:r>
    </w:p>
    <w:p w:rsidR="00557788" w:rsidRDefault="00557788" w:rsidP="00557788">
      <w:r>
        <w:lastRenderedPageBreak/>
        <w:t>342.3257</w:t>
      </w:r>
      <w:r>
        <w:tab/>
        <w:t>5.913e-2</w:t>
      </w:r>
    </w:p>
    <w:p w:rsidR="00557788" w:rsidRDefault="00557788" w:rsidP="00557788">
      <w:r>
        <w:t>342.3399</w:t>
      </w:r>
      <w:r>
        <w:tab/>
        <w:t>4.129e0</w:t>
      </w:r>
    </w:p>
    <w:p w:rsidR="00557788" w:rsidRDefault="00557788" w:rsidP="00557788">
      <w:r>
        <w:t>342.3461</w:t>
      </w:r>
      <w:r>
        <w:tab/>
        <w:t>1.131e0</w:t>
      </w:r>
    </w:p>
    <w:p w:rsidR="00557788" w:rsidRDefault="00557788" w:rsidP="00557788">
      <w:r>
        <w:t>342.3551</w:t>
      </w:r>
      <w:r>
        <w:tab/>
        <w:t>1.332e1</w:t>
      </w:r>
    </w:p>
    <w:p w:rsidR="00557788" w:rsidRDefault="00557788" w:rsidP="00557788">
      <w:r>
        <w:t>342.3610</w:t>
      </w:r>
      <w:r>
        <w:tab/>
        <w:t>3.446e0</w:t>
      </w:r>
    </w:p>
    <w:p w:rsidR="00557788" w:rsidRDefault="00557788" w:rsidP="00557788">
      <w:r>
        <w:t>342.3944</w:t>
      </w:r>
      <w:r>
        <w:tab/>
        <w:t>4.342e0</w:t>
      </w:r>
    </w:p>
    <w:p w:rsidR="00557788" w:rsidRDefault="00557788" w:rsidP="00557788">
      <w:r>
        <w:t>342.3964</w:t>
      </w:r>
      <w:r>
        <w:tab/>
        <w:t>5.103e0</w:t>
      </w:r>
    </w:p>
    <w:p w:rsidR="00557788" w:rsidRDefault="00557788" w:rsidP="00557788">
      <w:r>
        <w:t>342.4037</w:t>
      </w:r>
      <w:r>
        <w:tab/>
        <w:t>2.025e0</w:t>
      </w:r>
    </w:p>
    <w:p w:rsidR="00557788" w:rsidRDefault="00557788" w:rsidP="00557788">
      <w:r>
        <w:t>342.4124</w:t>
      </w:r>
      <w:r>
        <w:tab/>
        <w:t>4.947e0</w:t>
      </w:r>
    </w:p>
    <w:p w:rsidR="00557788" w:rsidRDefault="00557788" w:rsidP="00557788">
      <w:r>
        <w:t>342.4159</w:t>
      </w:r>
      <w:r>
        <w:tab/>
        <w:t>2.025e0</w:t>
      </w:r>
    </w:p>
    <w:p w:rsidR="00557788" w:rsidRDefault="00557788" w:rsidP="00557788">
      <w:r>
        <w:t>342.4405</w:t>
      </w:r>
      <w:r>
        <w:tab/>
        <w:t>2.025e0</w:t>
      </w:r>
    </w:p>
    <w:p w:rsidR="00557788" w:rsidRDefault="00557788" w:rsidP="00557788">
      <w:r>
        <w:t>342.4501</w:t>
      </w:r>
      <w:r>
        <w:tab/>
        <w:t>3.798e-2</w:t>
      </w:r>
    </w:p>
    <w:p w:rsidR="00557788" w:rsidRDefault="00557788" w:rsidP="00557788">
      <w:r>
        <w:t>342.4642</w:t>
      </w:r>
      <w:r>
        <w:tab/>
        <w:t>1.051e0</w:t>
      </w:r>
    </w:p>
    <w:p w:rsidR="00557788" w:rsidRDefault="00557788" w:rsidP="00557788">
      <w:r>
        <w:t>342.4782</w:t>
      </w:r>
      <w:r>
        <w:tab/>
        <w:t>2.051e0</w:t>
      </w:r>
    </w:p>
    <w:p w:rsidR="00557788" w:rsidRDefault="00557788" w:rsidP="00557788">
      <w:r>
        <w:t>342.4857</w:t>
      </w:r>
      <w:r>
        <w:tab/>
        <w:t>4.051e0</w:t>
      </w:r>
    </w:p>
    <w:p w:rsidR="00557788" w:rsidRDefault="00557788" w:rsidP="00557788">
      <w:r>
        <w:t>342.4877</w:t>
      </w:r>
      <w:r>
        <w:tab/>
        <w:t>3.063e0</w:t>
      </w:r>
    </w:p>
    <w:p w:rsidR="00557788" w:rsidRDefault="00557788" w:rsidP="00557788">
      <w:r>
        <w:t>342.4977</w:t>
      </w:r>
      <w:r>
        <w:tab/>
        <w:t>4.076e0</w:t>
      </w:r>
    </w:p>
    <w:p w:rsidR="00557788" w:rsidRDefault="00557788" w:rsidP="00557788">
      <w:r>
        <w:t>342.5087</w:t>
      </w:r>
      <w:r>
        <w:tab/>
        <w:t>3.051e0</w:t>
      </w:r>
    </w:p>
    <w:p w:rsidR="00557788" w:rsidRDefault="00557788" w:rsidP="00557788">
      <w:r>
        <w:t>342.5458</w:t>
      </w:r>
      <w:r>
        <w:tab/>
        <w:t>1.013e0</w:t>
      </w:r>
    </w:p>
    <w:p w:rsidR="00557788" w:rsidRDefault="00557788" w:rsidP="00557788">
      <w:r>
        <w:lastRenderedPageBreak/>
        <w:t>342.5519</w:t>
      </w:r>
      <w:r>
        <w:tab/>
        <w:t>1.025e0</w:t>
      </w:r>
    </w:p>
    <w:p w:rsidR="00557788" w:rsidRDefault="00557788" w:rsidP="00557788">
      <w:r>
        <w:t>342.5562</w:t>
      </w:r>
      <w:r>
        <w:tab/>
        <w:t>2.025e0</w:t>
      </w:r>
    </w:p>
    <w:p w:rsidR="00557788" w:rsidRDefault="00557788" w:rsidP="00557788">
      <w:r>
        <w:t>342.5616</w:t>
      </w:r>
      <w:r>
        <w:tab/>
        <w:t>2.025e0</w:t>
      </w:r>
    </w:p>
    <w:p w:rsidR="00557788" w:rsidRDefault="00557788" w:rsidP="00557788">
      <w:r>
        <w:t>342.5644</w:t>
      </w:r>
      <w:r>
        <w:tab/>
        <w:t>6.076e0</w:t>
      </w:r>
    </w:p>
    <w:p w:rsidR="00557788" w:rsidRDefault="00557788" w:rsidP="00557788">
      <w:r>
        <w:t>342.5879</w:t>
      </w:r>
      <w:r>
        <w:tab/>
        <w:t>3.038e0</w:t>
      </w:r>
    </w:p>
    <w:p w:rsidR="00557788" w:rsidRDefault="00557788" w:rsidP="00557788">
      <w:r>
        <w:t>342.5963</w:t>
      </w:r>
      <w:r>
        <w:tab/>
        <w:t>2.038e0</w:t>
      </w:r>
    </w:p>
    <w:p w:rsidR="00557788" w:rsidRDefault="00557788" w:rsidP="00557788">
      <w:r>
        <w:t>342.6034</w:t>
      </w:r>
      <w:r>
        <w:tab/>
        <w:t>2.025e0</w:t>
      </w:r>
    </w:p>
    <w:p w:rsidR="00557788" w:rsidRDefault="00557788" w:rsidP="00557788">
      <w:r>
        <w:t>342.6272</w:t>
      </w:r>
      <w:r>
        <w:tab/>
        <w:t>3.038e0</w:t>
      </w:r>
    </w:p>
    <w:p w:rsidR="00557788" w:rsidRDefault="00557788" w:rsidP="00557788">
      <w:r>
        <w:t>342.6701</w:t>
      </w:r>
      <w:r>
        <w:tab/>
        <w:t>2.025e0</w:t>
      </w:r>
    </w:p>
    <w:p w:rsidR="00557788" w:rsidRDefault="00557788" w:rsidP="00557788">
      <w:r>
        <w:t>342.6807</w:t>
      </w:r>
      <w:r>
        <w:tab/>
        <w:t>2.051e0</w:t>
      </w:r>
    </w:p>
    <w:p w:rsidR="00557788" w:rsidRDefault="00557788" w:rsidP="00557788">
      <w:r>
        <w:t>342.7179</w:t>
      </w:r>
      <w:r>
        <w:tab/>
        <w:t>1.013e0</w:t>
      </w:r>
    </w:p>
    <w:p w:rsidR="00557788" w:rsidRDefault="00557788" w:rsidP="00557788">
      <w:r>
        <w:t>342.7212</w:t>
      </w:r>
      <w:r>
        <w:tab/>
        <w:t>2.025e0</w:t>
      </w:r>
    </w:p>
    <w:p w:rsidR="00557788" w:rsidRDefault="00557788" w:rsidP="00557788">
      <w:r>
        <w:t>342.7241</w:t>
      </w:r>
      <w:r>
        <w:tab/>
        <w:t>1.013e0</w:t>
      </w:r>
    </w:p>
    <w:p w:rsidR="00557788" w:rsidRDefault="00557788" w:rsidP="00557788">
      <w:r>
        <w:t>342.7313</w:t>
      </w:r>
      <w:r>
        <w:tab/>
        <w:t>2.469e0</w:t>
      </w:r>
    </w:p>
    <w:p w:rsidR="00557788" w:rsidRDefault="00557788" w:rsidP="00557788">
      <w:r>
        <w:t>342.7425</w:t>
      </w:r>
      <w:r>
        <w:tab/>
        <w:t>1.013e0</w:t>
      </w:r>
    </w:p>
    <w:p w:rsidR="00557788" w:rsidRDefault="00557788" w:rsidP="00557788">
      <w:r>
        <w:t>342.7487</w:t>
      </w:r>
      <w:r>
        <w:tab/>
        <w:t>2.025e0</w:t>
      </w:r>
    </w:p>
    <w:p w:rsidR="00557788" w:rsidRDefault="00557788" w:rsidP="00557788">
      <w:r>
        <w:t>342.7546</w:t>
      </w:r>
      <w:r>
        <w:tab/>
        <w:t>1.266e-2</w:t>
      </w:r>
    </w:p>
    <w:p w:rsidR="00557788" w:rsidRDefault="00557788" w:rsidP="00557788">
      <w:r>
        <w:t>342.7584</w:t>
      </w:r>
      <w:r>
        <w:tab/>
        <w:t>2.025e0</w:t>
      </w:r>
    </w:p>
    <w:p w:rsidR="00557788" w:rsidRDefault="00557788" w:rsidP="00557788">
      <w:r>
        <w:t>342.7623</w:t>
      </w:r>
      <w:r>
        <w:tab/>
        <w:t>2.924e0</w:t>
      </w:r>
    </w:p>
    <w:p w:rsidR="00557788" w:rsidRDefault="00557788" w:rsidP="00557788">
      <w:r>
        <w:lastRenderedPageBreak/>
        <w:t>342.7821</w:t>
      </w:r>
      <w:r>
        <w:tab/>
        <w:t>2.025e0</w:t>
      </w:r>
    </w:p>
    <w:p w:rsidR="00557788" w:rsidRDefault="00557788" w:rsidP="00557788">
      <w:r>
        <w:t>342.8076</w:t>
      </w:r>
      <w:r>
        <w:tab/>
        <w:t>2.025e0</w:t>
      </w:r>
    </w:p>
    <w:p w:rsidR="00557788" w:rsidRDefault="00557788" w:rsidP="00557788">
      <w:r>
        <w:t>342.8467</w:t>
      </w:r>
      <w:r>
        <w:tab/>
        <w:t>3.038e0</w:t>
      </w:r>
    </w:p>
    <w:p w:rsidR="00557788" w:rsidRDefault="00557788" w:rsidP="00557788">
      <w:r>
        <w:t>342.8508</w:t>
      </w:r>
      <w:r>
        <w:tab/>
        <w:t>2.596e0</w:t>
      </w:r>
    </w:p>
    <w:p w:rsidR="00557788" w:rsidRDefault="00557788" w:rsidP="00557788">
      <w:r>
        <w:t>342.8568</w:t>
      </w:r>
      <w:r>
        <w:tab/>
        <w:t>1.013e0</w:t>
      </w:r>
    </w:p>
    <w:p w:rsidR="00557788" w:rsidRDefault="00557788" w:rsidP="00557788">
      <w:r>
        <w:t>342.8712</w:t>
      </w:r>
      <w:r>
        <w:tab/>
        <w:t>2.025e0</w:t>
      </w:r>
    </w:p>
    <w:p w:rsidR="00557788" w:rsidRDefault="00557788" w:rsidP="00557788">
      <w:r>
        <w:t>342.8846</w:t>
      </w:r>
      <w:r>
        <w:tab/>
        <w:t>3.470e0</w:t>
      </w:r>
    </w:p>
    <w:p w:rsidR="00557788" w:rsidRDefault="00557788" w:rsidP="00557788">
      <w:r>
        <w:t>342.8863</w:t>
      </w:r>
      <w:r>
        <w:tab/>
        <w:t>3.019e0</w:t>
      </w:r>
    </w:p>
    <w:p w:rsidR="00557788" w:rsidRDefault="00557788" w:rsidP="00557788">
      <w:r>
        <w:t>342.8883</w:t>
      </w:r>
      <w:r>
        <w:tab/>
        <w:t>2.009e0</w:t>
      </w:r>
    </w:p>
    <w:p w:rsidR="00557788" w:rsidRDefault="00557788" w:rsidP="00557788">
      <w:r>
        <w:t>342.8975</w:t>
      </w:r>
      <w:r>
        <w:tab/>
        <w:t>1.334e0</w:t>
      </w:r>
    </w:p>
    <w:p w:rsidR="00557788" w:rsidRDefault="00557788" w:rsidP="00557788">
      <w:r>
        <w:t>342.9028</w:t>
      </w:r>
      <w:r>
        <w:tab/>
        <w:t>3.964e0</w:t>
      </w:r>
    </w:p>
    <w:p w:rsidR="00557788" w:rsidRDefault="00557788" w:rsidP="00557788">
      <w:r>
        <w:t>342.9126</w:t>
      </w:r>
      <w:r>
        <w:tab/>
        <w:t>5.872e0</w:t>
      </w:r>
    </w:p>
    <w:p w:rsidR="00557788" w:rsidRDefault="00557788" w:rsidP="00557788">
      <w:r>
        <w:t>342.9286</w:t>
      </w:r>
      <w:r>
        <w:tab/>
        <w:t>3.870e0</w:t>
      </w:r>
    </w:p>
    <w:p w:rsidR="00557788" w:rsidRDefault="00557788" w:rsidP="00557788">
      <w:r>
        <w:t>342.9383</w:t>
      </w:r>
      <w:r>
        <w:tab/>
        <w:t>2.910e0</w:t>
      </w:r>
    </w:p>
    <w:p w:rsidR="00557788" w:rsidRDefault="00557788" w:rsidP="00557788">
      <w:r>
        <w:t>342.9418</w:t>
      </w:r>
      <w:r>
        <w:tab/>
        <w:t>2.998e0</w:t>
      </w:r>
    </w:p>
    <w:p w:rsidR="00557788" w:rsidRDefault="00557788" w:rsidP="00557788">
      <w:r>
        <w:t>342.9571</w:t>
      </w:r>
      <w:r>
        <w:tab/>
        <w:t>1.806e0</w:t>
      </w:r>
    </w:p>
    <w:p w:rsidR="00557788" w:rsidRDefault="00557788" w:rsidP="00557788">
      <w:r>
        <w:t>342.9744</w:t>
      </w:r>
      <w:r>
        <w:tab/>
        <w:t>2.192e0</w:t>
      </w:r>
    </w:p>
    <w:p w:rsidR="00557788" w:rsidRDefault="00557788" w:rsidP="00557788">
      <w:r>
        <w:t>342.9763</w:t>
      </w:r>
      <w:r>
        <w:tab/>
        <w:t>4.264e-1</w:t>
      </w:r>
    </w:p>
    <w:p w:rsidR="00557788" w:rsidRDefault="00557788" w:rsidP="00557788">
      <w:r>
        <w:t>342.9934</w:t>
      </w:r>
      <w:r>
        <w:tab/>
        <w:t>1.734e0</w:t>
      </w:r>
    </w:p>
    <w:p w:rsidR="00557788" w:rsidRDefault="00557788" w:rsidP="00557788">
      <w:r>
        <w:lastRenderedPageBreak/>
        <w:t>342.9979</w:t>
      </w:r>
      <w:r>
        <w:tab/>
        <w:t>3.468e0</w:t>
      </w:r>
    </w:p>
    <w:p w:rsidR="00557788" w:rsidRDefault="00557788" w:rsidP="00557788">
      <w:r>
        <w:t>343.0064</w:t>
      </w:r>
      <w:r>
        <w:tab/>
        <w:t>2.110e0</w:t>
      </w:r>
    </w:p>
    <w:p w:rsidR="00557788" w:rsidRDefault="00557788" w:rsidP="00557788">
      <w:r>
        <w:t>343.0112</w:t>
      </w:r>
      <w:r>
        <w:tab/>
        <w:t>3.007e0</w:t>
      </w:r>
    </w:p>
    <w:p w:rsidR="00557788" w:rsidRDefault="00557788" w:rsidP="00557788">
      <w:r>
        <w:t>343.0415</w:t>
      </w:r>
      <w:r>
        <w:tab/>
        <w:t>3.550e0</w:t>
      </w:r>
    </w:p>
    <w:p w:rsidR="00557788" w:rsidRDefault="00557788" w:rsidP="00557788">
      <w:r>
        <w:t>343.0548</w:t>
      </w:r>
      <w:r>
        <w:tab/>
        <w:t>5.574e0</w:t>
      </w:r>
    </w:p>
    <w:p w:rsidR="00557788" w:rsidRDefault="00557788" w:rsidP="00557788">
      <w:r>
        <w:t>343.0601</w:t>
      </w:r>
      <w:r>
        <w:tab/>
        <w:t>1.593e1</w:t>
      </w:r>
    </w:p>
    <w:p w:rsidR="00557788" w:rsidRDefault="00557788" w:rsidP="00557788">
      <w:r>
        <w:t>343.0615</w:t>
      </w:r>
      <w:r>
        <w:tab/>
        <w:t>7.487e0</w:t>
      </w:r>
    </w:p>
    <w:p w:rsidR="00557788" w:rsidRDefault="00557788" w:rsidP="00557788">
      <w:r>
        <w:t>343.0675</w:t>
      </w:r>
      <w:r>
        <w:tab/>
        <w:t>2.748e1</w:t>
      </w:r>
    </w:p>
    <w:p w:rsidR="00557788" w:rsidRDefault="00557788" w:rsidP="00557788">
      <w:r>
        <w:t>343.0751</w:t>
      </w:r>
      <w:r>
        <w:tab/>
        <w:t>8.858e0</w:t>
      </w:r>
    </w:p>
    <w:p w:rsidR="00557788" w:rsidRDefault="00557788" w:rsidP="00557788">
      <w:r>
        <w:t>343.1362</w:t>
      </w:r>
      <w:r>
        <w:tab/>
        <w:t>2.700e0</w:t>
      </w:r>
    </w:p>
    <w:p w:rsidR="00557788" w:rsidRDefault="00557788" w:rsidP="00557788">
      <w:r>
        <w:t>343.1424</w:t>
      </w:r>
      <w:r>
        <w:tab/>
        <w:t>5.107e0</w:t>
      </w:r>
    </w:p>
    <w:p w:rsidR="00557788" w:rsidRDefault="00557788" w:rsidP="00557788">
      <w:r>
        <w:t>343.1575</w:t>
      </w:r>
      <w:r>
        <w:tab/>
        <w:t>7.185e0</w:t>
      </w:r>
    </w:p>
    <w:p w:rsidR="00557788" w:rsidRDefault="00557788" w:rsidP="00557788">
      <w:r>
        <w:t>343.1837</w:t>
      </w:r>
      <w:r>
        <w:tab/>
        <w:t>4.918e0</w:t>
      </w:r>
    </w:p>
    <w:p w:rsidR="00557788" w:rsidRDefault="00557788" w:rsidP="00557788">
      <w:r>
        <w:t>343.1914</w:t>
      </w:r>
      <w:r>
        <w:tab/>
        <w:t>3.962e0</w:t>
      </w:r>
    </w:p>
    <w:p w:rsidR="00557788" w:rsidRDefault="00557788" w:rsidP="00557788">
      <w:r>
        <w:t>343.2005</w:t>
      </w:r>
      <w:r>
        <w:tab/>
        <w:t>7.811e0</w:t>
      </w:r>
    </w:p>
    <w:p w:rsidR="00557788" w:rsidRDefault="00557788" w:rsidP="00557788">
      <w:r>
        <w:t>343.2485</w:t>
      </w:r>
      <w:r>
        <w:tab/>
        <w:t>6.064e0</w:t>
      </w:r>
    </w:p>
    <w:p w:rsidR="00557788" w:rsidRDefault="00557788" w:rsidP="00557788">
      <w:r>
        <w:t>343.2496</w:t>
      </w:r>
      <w:r>
        <w:tab/>
        <w:t>3.026e0</w:t>
      </w:r>
    </w:p>
    <w:p w:rsidR="00557788" w:rsidRDefault="00557788" w:rsidP="00557788">
      <w:r>
        <w:t>343.2797</w:t>
      </w:r>
      <w:r>
        <w:tab/>
        <w:t>1.047e1</w:t>
      </w:r>
    </w:p>
    <w:p w:rsidR="00557788" w:rsidRDefault="00557788" w:rsidP="00557788">
      <w:r>
        <w:t>343.2914</w:t>
      </w:r>
      <w:r>
        <w:tab/>
        <w:t>1.891e1</w:t>
      </w:r>
    </w:p>
    <w:p w:rsidR="00557788" w:rsidRDefault="00557788" w:rsidP="00557788">
      <w:r>
        <w:lastRenderedPageBreak/>
        <w:t>343.2930</w:t>
      </w:r>
      <w:r>
        <w:tab/>
        <w:t>1.676e1</w:t>
      </w:r>
    </w:p>
    <w:p w:rsidR="00557788" w:rsidRDefault="00557788" w:rsidP="00557788">
      <w:r>
        <w:t>343.2997</w:t>
      </w:r>
      <w:r>
        <w:tab/>
        <w:t>2.161e1</w:t>
      </w:r>
    </w:p>
    <w:p w:rsidR="00557788" w:rsidRDefault="00557788" w:rsidP="00557788">
      <w:r>
        <w:t>343.3065</w:t>
      </w:r>
      <w:r>
        <w:tab/>
        <w:t>1.379e1</w:t>
      </w:r>
    </w:p>
    <w:p w:rsidR="00557788" w:rsidRDefault="00557788" w:rsidP="00557788">
      <w:r>
        <w:t>343.3162</w:t>
      </w:r>
      <w:r>
        <w:tab/>
        <w:t>2.475e0</w:t>
      </w:r>
    </w:p>
    <w:p w:rsidR="00557788" w:rsidRDefault="00557788" w:rsidP="00557788">
      <w:r>
        <w:t>343.3441</w:t>
      </w:r>
      <w:r>
        <w:tab/>
        <w:t>5.135e0</w:t>
      </w:r>
    </w:p>
    <w:p w:rsidR="00557788" w:rsidRDefault="00557788" w:rsidP="00557788">
      <w:r>
        <w:t>343.3676</w:t>
      </w:r>
      <w:r>
        <w:tab/>
        <w:t>4.051e0</w:t>
      </w:r>
    </w:p>
    <w:p w:rsidR="00557788" w:rsidRDefault="00557788" w:rsidP="00557788">
      <w:r>
        <w:t>343.3694</w:t>
      </w:r>
      <w:r>
        <w:tab/>
        <w:t>5.242e0</w:t>
      </w:r>
    </w:p>
    <w:p w:rsidR="00557788" w:rsidRDefault="00557788" w:rsidP="00557788">
      <w:r>
        <w:t>343.3822</w:t>
      </w:r>
      <w:r>
        <w:tab/>
        <w:t>4.051e0</w:t>
      </w:r>
    </w:p>
    <w:p w:rsidR="00557788" w:rsidRDefault="00557788" w:rsidP="00557788">
      <w:r>
        <w:t>343.3936</w:t>
      </w:r>
      <w:r>
        <w:tab/>
        <w:t>4.063e0</w:t>
      </w:r>
    </w:p>
    <w:p w:rsidR="00557788" w:rsidRDefault="00557788" w:rsidP="00557788">
      <w:r>
        <w:t>343.3982</w:t>
      </w:r>
      <w:r>
        <w:tab/>
        <w:t>2.089e0</w:t>
      </w:r>
    </w:p>
    <w:p w:rsidR="00557788" w:rsidRDefault="00557788" w:rsidP="00557788">
      <w:r>
        <w:t>343.4011</w:t>
      </w:r>
      <w:r>
        <w:tab/>
        <w:t>3.038e0</w:t>
      </w:r>
    </w:p>
    <w:p w:rsidR="00557788" w:rsidRDefault="00557788" w:rsidP="00557788">
      <w:r>
        <w:t>343.4106</w:t>
      </w:r>
      <w:r>
        <w:tab/>
        <w:t>2.025e0</w:t>
      </w:r>
    </w:p>
    <w:p w:rsidR="00557788" w:rsidRDefault="00557788" w:rsidP="00557788">
      <w:r>
        <w:t>343.4312</w:t>
      </w:r>
      <w:r>
        <w:tab/>
        <w:t>2.038e0</w:t>
      </w:r>
    </w:p>
    <w:p w:rsidR="00557788" w:rsidRDefault="00557788" w:rsidP="00557788">
      <w:r>
        <w:t>343.4336</w:t>
      </w:r>
      <w:r>
        <w:tab/>
        <w:t>3.038e0</w:t>
      </w:r>
    </w:p>
    <w:p w:rsidR="00557788" w:rsidRDefault="00557788" w:rsidP="00557788">
      <w:r>
        <w:t>343.4403</w:t>
      </w:r>
      <w:r>
        <w:tab/>
        <w:t>2.025e0</w:t>
      </w:r>
    </w:p>
    <w:p w:rsidR="00557788" w:rsidRDefault="00557788" w:rsidP="00557788">
      <w:r>
        <w:t>343.4455</w:t>
      </w:r>
      <w:r>
        <w:tab/>
        <w:t>2.025e0</w:t>
      </w:r>
    </w:p>
    <w:p w:rsidR="00557788" w:rsidRDefault="00557788" w:rsidP="00557788">
      <w:r>
        <w:t>343.4633</w:t>
      </w:r>
      <w:r>
        <w:tab/>
        <w:t>2.025e0</w:t>
      </w:r>
    </w:p>
    <w:p w:rsidR="00557788" w:rsidRDefault="00557788" w:rsidP="00557788">
      <w:r>
        <w:t>343.4728</w:t>
      </w:r>
      <w:r>
        <w:tab/>
        <w:t>2.051e0</w:t>
      </w:r>
    </w:p>
    <w:p w:rsidR="00557788" w:rsidRDefault="00557788" w:rsidP="00557788">
      <w:r>
        <w:t>343.4812</w:t>
      </w:r>
      <w:r>
        <w:tab/>
        <w:t>2.025e0</w:t>
      </w:r>
    </w:p>
    <w:p w:rsidR="00557788" w:rsidRDefault="00557788" w:rsidP="00557788">
      <w:r>
        <w:lastRenderedPageBreak/>
        <w:t>343.4823</w:t>
      </w:r>
      <w:r>
        <w:tab/>
        <w:t>2.025e0</w:t>
      </w:r>
    </w:p>
    <w:p w:rsidR="00557788" w:rsidRDefault="00557788" w:rsidP="00557788">
      <w:r>
        <w:t>343.4921</w:t>
      </w:r>
      <w:r>
        <w:tab/>
        <w:t>3.038e0</w:t>
      </w:r>
    </w:p>
    <w:p w:rsidR="00557788" w:rsidRDefault="00557788" w:rsidP="00557788">
      <w:r>
        <w:t>343.5058</w:t>
      </w:r>
      <w:r>
        <w:tab/>
        <w:t>1.013e0</w:t>
      </w:r>
    </w:p>
    <w:p w:rsidR="00557788" w:rsidRDefault="00557788" w:rsidP="00557788">
      <w:r>
        <w:t>343.5081</w:t>
      </w:r>
      <w:r>
        <w:tab/>
        <w:t>2.777e0</w:t>
      </w:r>
    </w:p>
    <w:p w:rsidR="00557788" w:rsidRDefault="00557788" w:rsidP="00557788">
      <w:r>
        <w:t>343.5247</w:t>
      </w:r>
      <w:r>
        <w:tab/>
        <w:t>4.051e0</w:t>
      </w:r>
    </w:p>
    <w:p w:rsidR="00557788" w:rsidRDefault="00557788" w:rsidP="00557788">
      <w:r>
        <w:t>343.5309</w:t>
      </w:r>
      <w:r>
        <w:tab/>
        <w:t>8.067e-1</w:t>
      </w:r>
    </w:p>
    <w:p w:rsidR="00557788" w:rsidRDefault="00557788" w:rsidP="00557788">
      <w:r>
        <w:t>343.5420</w:t>
      </w:r>
      <w:r>
        <w:tab/>
        <w:t>1.013e0</w:t>
      </w:r>
    </w:p>
    <w:p w:rsidR="00557788" w:rsidRDefault="00557788" w:rsidP="00557788">
      <w:r>
        <w:t>343.5440</w:t>
      </w:r>
      <w:r>
        <w:tab/>
        <w:t>2.025e0</w:t>
      </w:r>
    </w:p>
    <w:p w:rsidR="00557788" w:rsidRDefault="00557788" w:rsidP="00557788">
      <w:r>
        <w:t>343.5548</w:t>
      </w:r>
      <w:r>
        <w:tab/>
        <w:t>3.038e0</w:t>
      </w:r>
    </w:p>
    <w:p w:rsidR="00557788" w:rsidRDefault="00557788" w:rsidP="00557788">
      <w:r>
        <w:t>343.5828</w:t>
      </w:r>
      <w:r>
        <w:tab/>
        <w:t>2.025e0</w:t>
      </w:r>
    </w:p>
    <w:p w:rsidR="00557788" w:rsidRDefault="00557788" w:rsidP="00557788">
      <w:r>
        <w:t>343.5851</w:t>
      </w:r>
      <w:r>
        <w:tab/>
        <w:t>2.051e0</w:t>
      </w:r>
    </w:p>
    <w:p w:rsidR="00557788" w:rsidRDefault="00557788" w:rsidP="00557788">
      <w:r>
        <w:t>343.5912</w:t>
      </w:r>
      <w:r>
        <w:tab/>
        <w:t>1.013e0</w:t>
      </w:r>
    </w:p>
    <w:p w:rsidR="00557788" w:rsidRDefault="00557788" w:rsidP="00557788">
      <w:r>
        <w:t>343.6037</w:t>
      </w:r>
      <w:r>
        <w:tab/>
        <w:t>4.051e0</w:t>
      </w:r>
    </w:p>
    <w:p w:rsidR="00557788" w:rsidRDefault="00557788" w:rsidP="00557788">
      <w:r>
        <w:t>343.6160</w:t>
      </w:r>
      <w:r>
        <w:tab/>
        <w:t>1.038e0</w:t>
      </w:r>
    </w:p>
    <w:p w:rsidR="00557788" w:rsidRDefault="00557788" w:rsidP="00557788">
      <w:r>
        <w:t>343.6404</w:t>
      </w:r>
      <w:r>
        <w:tab/>
        <w:t>2.025e0</w:t>
      </w:r>
    </w:p>
    <w:p w:rsidR="00557788" w:rsidRDefault="00557788" w:rsidP="00557788">
      <w:r>
        <w:t>343.6503</w:t>
      </w:r>
      <w:r>
        <w:tab/>
        <w:t>4.051e0</w:t>
      </w:r>
    </w:p>
    <w:p w:rsidR="00557788" w:rsidRDefault="00557788" w:rsidP="00557788">
      <w:r>
        <w:t>343.6527</w:t>
      </w:r>
      <w:r>
        <w:tab/>
        <w:t>2.025e0</w:t>
      </w:r>
    </w:p>
    <w:p w:rsidR="00557788" w:rsidRDefault="00557788" w:rsidP="00557788">
      <w:r>
        <w:t>343.6784</w:t>
      </w:r>
      <w:r>
        <w:tab/>
        <w:t>1.013e0</w:t>
      </w:r>
    </w:p>
    <w:p w:rsidR="00557788" w:rsidRDefault="00557788" w:rsidP="00557788">
      <w:r>
        <w:t>343.6869</w:t>
      </w:r>
      <w:r>
        <w:tab/>
        <w:t>2.051e0</w:t>
      </w:r>
    </w:p>
    <w:p w:rsidR="00557788" w:rsidRDefault="00557788" w:rsidP="00557788">
      <w:r>
        <w:lastRenderedPageBreak/>
        <w:t>343.6893</w:t>
      </w:r>
      <w:r>
        <w:tab/>
        <w:t>3.051e0</w:t>
      </w:r>
    </w:p>
    <w:p w:rsidR="00557788" w:rsidRDefault="00557788" w:rsidP="00557788">
      <w:r>
        <w:t>343.7028</w:t>
      </w:r>
      <w:r>
        <w:tab/>
        <w:t>1.063e0</w:t>
      </w:r>
    </w:p>
    <w:p w:rsidR="00557788" w:rsidRDefault="00557788" w:rsidP="00557788">
      <w:r>
        <w:t>343.7206</w:t>
      </w:r>
      <w:r>
        <w:tab/>
        <w:t>3.798e-2</w:t>
      </w:r>
    </w:p>
    <w:p w:rsidR="00557788" w:rsidRDefault="00557788" w:rsidP="00557788">
      <w:r>
        <w:t>343.7388</w:t>
      </w:r>
      <w:r>
        <w:tab/>
        <w:t>1.013e0</w:t>
      </w:r>
    </w:p>
    <w:p w:rsidR="00557788" w:rsidRDefault="00557788" w:rsidP="00557788">
      <w:r>
        <w:t>343.7428</w:t>
      </w:r>
      <w:r>
        <w:tab/>
        <w:t>1.013e0</w:t>
      </w:r>
    </w:p>
    <w:p w:rsidR="00557788" w:rsidRDefault="00557788" w:rsidP="00557788">
      <w:r>
        <w:t>343.7560</w:t>
      </w:r>
      <w:r>
        <w:tab/>
        <w:t>5.063e0</w:t>
      </w:r>
    </w:p>
    <w:p w:rsidR="00557788" w:rsidRDefault="00557788" w:rsidP="00557788">
      <w:r>
        <w:t>343.7587</w:t>
      </w:r>
      <w:r>
        <w:tab/>
        <w:t>5.063e-2</w:t>
      </w:r>
    </w:p>
    <w:p w:rsidR="00557788" w:rsidRDefault="00557788" w:rsidP="00557788">
      <w:r>
        <w:t>343.7720</w:t>
      </w:r>
      <w:r>
        <w:tab/>
        <w:t>4.051e0</w:t>
      </w:r>
    </w:p>
    <w:p w:rsidR="00557788" w:rsidRDefault="00557788" w:rsidP="00557788">
      <w:r>
        <w:t>343.7805</w:t>
      </w:r>
      <w:r>
        <w:tab/>
        <w:t>3.038e0</w:t>
      </w:r>
    </w:p>
    <w:p w:rsidR="00557788" w:rsidRDefault="00557788" w:rsidP="00557788">
      <w:r>
        <w:t>343.7902</w:t>
      </w:r>
      <w:r>
        <w:tab/>
        <w:t>4.051e0</w:t>
      </w:r>
    </w:p>
    <w:p w:rsidR="00557788" w:rsidRDefault="00557788" w:rsidP="00557788">
      <w:r>
        <w:t>343.8008</w:t>
      </w:r>
      <w:r>
        <w:tab/>
        <w:t>2.532e-2</w:t>
      </w:r>
    </w:p>
    <w:p w:rsidR="00557788" w:rsidRDefault="00557788" w:rsidP="00557788">
      <w:r>
        <w:t>343.8111</w:t>
      </w:r>
      <w:r>
        <w:tab/>
        <w:t>3.798e-2</w:t>
      </w:r>
    </w:p>
    <w:p w:rsidR="00557788" w:rsidRDefault="00557788" w:rsidP="00557788">
      <w:r>
        <w:t>343.8327</w:t>
      </w:r>
      <w:r>
        <w:tab/>
        <w:t>1.025e0</w:t>
      </w:r>
    </w:p>
    <w:p w:rsidR="00557788" w:rsidRDefault="00557788" w:rsidP="00557788">
      <w:r>
        <w:t>343.8373</w:t>
      </w:r>
      <w:r>
        <w:tab/>
        <w:t>1.013e0</w:t>
      </w:r>
    </w:p>
    <w:p w:rsidR="00557788" w:rsidRDefault="00557788" w:rsidP="00557788">
      <w:r>
        <w:t>343.8451</w:t>
      </w:r>
      <w:r>
        <w:tab/>
        <w:t>2.025e0</w:t>
      </w:r>
    </w:p>
    <w:p w:rsidR="00557788" w:rsidRDefault="00557788" w:rsidP="00557788">
      <w:r>
        <w:t>343.8534</w:t>
      </w:r>
      <w:r>
        <w:tab/>
        <w:t>4.051e0</w:t>
      </w:r>
    </w:p>
    <w:p w:rsidR="00557788" w:rsidRDefault="00557788" w:rsidP="00557788">
      <w:r>
        <w:t>343.8574</w:t>
      </w:r>
      <w:r>
        <w:tab/>
        <w:t>2.025e0</w:t>
      </w:r>
    </w:p>
    <w:p w:rsidR="00557788" w:rsidRDefault="00557788" w:rsidP="00557788">
      <w:r>
        <w:t>343.8659</w:t>
      </w:r>
      <w:r>
        <w:tab/>
        <w:t>2.025e0</w:t>
      </w:r>
    </w:p>
    <w:p w:rsidR="00557788" w:rsidRDefault="00557788" w:rsidP="00557788">
      <w:r>
        <w:t>343.8757</w:t>
      </w:r>
      <w:r>
        <w:tab/>
        <w:t>3.038e0</w:t>
      </w:r>
    </w:p>
    <w:p w:rsidR="00557788" w:rsidRDefault="00557788" w:rsidP="00557788">
      <w:r>
        <w:lastRenderedPageBreak/>
        <w:t>343.9120</w:t>
      </w:r>
      <w:r>
        <w:tab/>
        <w:t>1.432e1</w:t>
      </w:r>
    </w:p>
    <w:p w:rsidR="00557788" w:rsidRDefault="00557788" w:rsidP="00557788">
      <w:r>
        <w:t>343.9356</w:t>
      </w:r>
      <w:r>
        <w:tab/>
        <w:t>2.105e1</w:t>
      </w:r>
    </w:p>
    <w:p w:rsidR="00557788" w:rsidRDefault="00557788" w:rsidP="00557788">
      <w:r>
        <w:t>343.9368</w:t>
      </w:r>
      <w:r>
        <w:tab/>
        <w:t>4.423e0</w:t>
      </w:r>
    </w:p>
    <w:p w:rsidR="00557788" w:rsidRDefault="00557788" w:rsidP="00557788">
      <w:r>
        <w:t>343.9401</w:t>
      </w:r>
      <w:r>
        <w:tab/>
        <w:t>8.012e0</w:t>
      </w:r>
    </w:p>
    <w:p w:rsidR="00557788" w:rsidRDefault="00557788" w:rsidP="00557788">
      <w:r>
        <w:t>343.9433</w:t>
      </w:r>
      <w:r>
        <w:tab/>
        <w:t>3.026e0</w:t>
      </w:r>
    </w:p>
    <w:p w:rsidR="00557788" w:rsidRDefault="00557788" w:rsidP="00557788">
      <w:r>
        <w:t>343.9458</w:t>
      </w:r>
      <w:r>
        <w:tab/>
        <w:t>3.201e0</w:t>
      </w:r>
    </w:p>
    <w:p w:rsidR="00557788" w:rsidRDefault="00557788" w:rsidP="00557788">
      <w:r>
        <w:t>343.9545</w:t>
      </w:r>
      <w:r>
        <w:tab/>
        <w:t>6.031e0</w:t>
      </w:r>
    </w:p>
    <w:p w:rsidR="00557788" w:rsidRDefault="00557788" w:rsidP="00557788">
      <w:r>
        <w:t>343.9630</w:t>
      </w:r>
      <w:r>
        <w:tab/>
        <w:t>2.041e0</w:t>
      </w:r>
    </w:p>
    <w:p w:rsidR="00557788" w:rsidRDefault="00557788" w:rsidP="00557788">
      <w:r>
        <w:t>343.9763</w:t>
      </w:r>
      <w:r>
        <w:tab/>
        <w:t>1.533e0</w:t>
      </w:r>
    </w:p>
    <w:p w:rsidR="00557788" w:rsidRDefault="00557788" w:rsidP="00557788">
      <w:r>
        <w:t>343.9967</w:t>
      </w:r>
      <w:r>
        <w:tab/>
        <w:t>3.316e0</w:t>
      </w:r>
    </w:p>
    <w:p w:rsidR="00557788" w:rsidRDefault="00557788" w:rsidP="00557788">
      <w:r>
        <w:t>344.0029</w:t>
      </w:r>
      <w:r>
        <w:tab/>
        <w:t>1.778e0</w:t>
      </w:r>
    </w:p>
    <w:p w:rsidR="00557788" w:rsidRDefault="00557788" w:rsidP="00557788">
      <w:r>
        <w:t>344.0244</w:t>
      </w:r>
      <w:r>
        <w:tab/>
        <w:t>2.510e0</w:t>
      </w:r>
    </w:p>
    <w:p w:rsidR="00557788" w:rsidRDefault="00557788" w:rsidP="00557788">
      <w:r>
        <w:t>344.0307</w:t>
      </w:r>
      <w:r>
        <w:tab/>
        <w:t>3.038e0</w:t>
      </w:r>
    </w:p>
    <w:p w:rsidR="00557788" w:rsidRDefault="00557788" w:rsidP="00557788">
      <w:r>
        <w:t>344.0346</w:t>
      </w:r>
      <w:r>
        <w:tab/>
        <w:t>1.163e0</w:t>
      </w:r>
    </w:p>
    <w:p w:rsidR="00557788" w:rsidRDefault="00557788" w:rsidP="00557788">
      <w:r>
        <w:t>344.0402</w:t>
      </w:r>
      <w:r>
        <w:tab/>
        <w:t>5.543e0</w:t>
      </w:r>
    </w:p>
    <w:p w:rsidR="00557788" w:rsidRDefault="00557788" w:rsidP="00557788">
      <w:r>
        <w:t>344.0508</w:t>
      </w:r>
      <w:r>
        <w:tab/>
        <w:t>4.929e0</w:t>
      </w:r>
    </w:p>
    <w:p w:rsidR="00557788" w:rsidRDefault="00557788" w:rsidP="00557788">
      <w:r>
        <w:t>344.0546</w:t>
      </w:r>
      <w:r>
        <w:tab/>
        <w:t>7.122e0</w:t>
      </w:r>
    </w:p>
    <w:p w:rsidR="00557788" w:rsidRDefault="00557788" w:rsidP="00557788">
      <w:r>
        <w:t>344.0739</w:t>
      </w:r>
      <w:r>
        <w:tab/>
        <w:t>4.531e0</w:t>
      </w:r>
    </w:p>
    <w:p w:rsidR="00557788" w:rsidRDefault="00557788" w:rsidP="00557788">
      <w:r>
        <w:t>344.0800</w:t>
      </w:r>
      <w:r>
        <w:tab/>
        <w:t>3.038e0</w:t>
      </w:r>
    </w:p>
    <w:p w:rsidR="00557788" w:rsidRDefault="00557788" w:rsidP="00557788">
      <w:r>
        <w:lastRenderedPageBreak/>
        <w:t>344.1013</w:t>
      </w:r>
      <w:r>
        <w:tab/>
        <w:t>1.418e0</w:t>
      </w:r>
    </w:p>
    <w:p w:rsidR="00557788" w:rsidRDefault="00557788" w:rsidP="00557788">
      <w:r>
        <w:t>344.1071</w:t>
      </w:r>
      <w:r>
        <w:tab/>
        <w:t>3.426e0</w:t>
      </w:r>
    </w:p>
    <w:p w:rsidR="00557788" w:rsidRDefault="00557788" w:rsidP="00557788">
      <w:r>
        <w:t>344.1135</w:t>
      </w:r>
      <w:r>
        <w:tab/>
        <w:t>3.521e0</w:t>
      </w:r>
    </w:p>
    <w:p w:rsidR="00557788" w:rsidRDefault="00557788" w:rsidP="00557788">
      <w:r>
        <w:t>344.1203</w:t>
      </w:r>
      <w:r>
        <w:tab/>
        <w:t>2.296e0</w:t>
      </w:r>
    </w:p>
    <w:p w:rsidR="00557788" w:rsidRDefault="00557788" w:rsidP="00557788">
      <w:r>
        <w:t>344.1418</w:t>
      </w:r>
      <w:r>
        <w:tab/>
        <w:t>2.544e0</w:t>
      </w:r>
    </w:p>
    <w:p w:rsidR="00557788" w:rsidRDefault="00557788" w:rsidP="00557788">
      <w:r>
        <w:t>344.1468</w:t>
      </w:r>
      <w:r>
        <w:tab/>
        <w:t>5.116e0</w:t>
      </w:r>
    </w:p>
    <w:p w:rsidR="00557788" w:rsidRDefault="00557788" w:rsidP="00557788">
      <w:r>
        <w:t>344.1659</w:t>
      </w:r>
      <w:r>
        <w:tab/>
        <w:t>1.672e0</w:t>
      </w:r>
    </w:p>
    <w:p w:rsidR="00557788" w:rsidRDefault="00557788" w:rsidP="00557788">
      <w:r>
        <w:t>344.1731</w:t>
      </w:r>
      <w:r>
        <w:tab/>
        <w:t>2.747e0</w:t>
      </w:r>
    </w:p>
    <w:p w:rsidR="00557788" w:rsidRDefault="00557788" w:rsidP="00557788">
      <w:r>
        <w:t>344.2231</w:t>
      </w:r>
      <w:r>
        <w:tab/>
        <w:t>4.581e1</w:t>
      </w:r>
    </w:p>
    <w:p w:rsidR="00557788" w:rsidRDefault="00557788" w:rsidP="00557788">
      <w:r>
        <w:t>344.2285</w:t>
      </w:r>
      <w:r>
        <w:tab/>
        <w:t>7.326e1</w:t>
      </w:r>
    </w:p>
    <w:p w:rsidR="00557788" w:rsidRDefault="00557788" w:rsidP="00557788">
      <w:r>
        <w:t>344.2818</w:t>
      </w:r>
      <w:r>
        <w:tab/>
        <w:t>3.495e0</w:t>
      </w:r>
    </w:p>
    <w:p w:rsidR="00557788" w:rsidRDefault="00557788" w:rsidP="00557788">
      <w:r>
        <w:t>344.2973</w:t>
      </w:r>
      <w:r>
        <w:tab/>
        <w:t>1.206e1</w:t>
      </w:r>
    </w:p>
    <w:p w:rsidR="00557788" w:rsidRDefault="00557788" w:rsidP="00557788">
      <w:r>
        <w:t>344.2996</w:t>
      </w:r>
      <w:r>
        <w:tab/>
        <w:t>7.179e0</w:t>
      </w:r>
    </w:p>
    <w:p w:rsidR="00557788" w:rsidRDefault="00557788" w:rsidP="00557788">
      <w:r>
        <w:t>344.3122</w:t>
      </w:r>
      <w:r>
        <w:tab/>
        <w:t>2.515e0</w:t>
      </w:r>
    </w:p>
    <w:p w:rsidR="00557788" w:rsidRDefault="00557788" w:rsidP="00557788">
      <w:r>
        <w:t>344.3181</w:t>
      </w:r>
      <w:r>
        <w:tab/>
        <w:t>9.669e0</w:t>
      </w:r>
    </w:p>
    <w:p w:rsidR="00557788" w:rsidRDefault="00557788" w:rsidP="00557788">
      <w:r>
        <w:t>344.3378</w:t>
      </w:r>
      <w:r>
        <w:tab/>
        <w:t>4.010e0</w:t>
      </w:r>
    </w:p>
    <w:p w:rsidR="00557788" w:rsidRDefault="00557788" w:rsidP="00557788">
      <w:r>
        <w:t>344.3431</w:t>
      </w:r>
      <w:r>
        <w:tab/>
        <w:t>3.932e0</w:t>
      </w:r>
    </w:p>
    <w:p w:rsidR="00557788" w:rsidRDefault="00557788" w:rsidP="00557788">
      <w:r>
        <w:t>344.3534</w:t>
      </w:r>
      <w:r>
        <w:tab/>
        <w:t>1.049e-1</w:t>
      </w:r>
    </w:p>
    <w:p w:rsidR="00557788" w:rsidRDefault="00557788" w:rsidP="00557788">
      <w:r>
        <w:t>344.3587</w:t>
      </w:r>
      <w:r>
        <w:tab/>
        <w:t>1.634e0</w:t>
      </w:r>
    </w:p>
    <w:p w:rsidR="00557788" w:rsidRDefault="00557788" w:rsidP="00557788">
      <w:r>
        <w:lastRenderedPageBreak/>
        <w:t>344.3866</w:t>
      </w:r>
      <w:r>
        <w:tab/>
        <w:t>6.104e0</w:t>
      </w:r>
    </w:p>
    <w:p w:rsidR="00557788" w:rsidRDefault="00557788" w:rsidP="00557788">
      <w:r>
        <w:t>344.4137</w:t>
      </w:r>
      <w:r>
        <w:tab/>
        <w:t>3.025e0</w:t>
      </w:r>
    </w:p>
    <w:p w:rsidR="00557788" w:rsidRDefault="00557788" w:rsidP="00557788">
      <w:r>
        <w:t>344.4203</w:t>
      </w:r>
      <w:r>
        <w:tab/>
        <w:t>4.039e0</w:t>
      </w:r>
    </w:p>
    <w:p w:rsidR="00557788" w:rsidRDefault="00557788" w:rsidP="00557788">
      <w:r>
        <w:t>344.4282</w:t>
      </w:r>
      <w:r>
        <w:tab/>
        <w:t>1.266e-2</w:t>
      </w:r>
    </w:p>
    <w:p w:rsidR="00557788" w:rsidRDefault="00557788" w:rsidP="00557788">
      <w:r>
        <w:t>344.4475</w:t>
      </w:r>
      <w:r>
        <w:tab/>
        <w:t>2.025e0</w:t>
      </w:r>
    </w:p>
    <w:p w:rsidR="00557788" w:rsidRDefault="00557788" w:rsidP="00557788">
      <w:r>
        <w:t>344.4600</w:t>
      </w:r>
      <w:r>
        <w:tab/>
        <w:t>2.025e0</w:t>
      </w:r>
    </w:p>
    <w:p w:rsidR="00557788" w:rsidRDefault="00557788" w:rsidP="00557788">
      <w:r>
        <w:t>344.4676</w:t>
      </w:r>
      <w:r>
        <w:tab/>
        <w:t>3.038e0</w:t>
      </w:r>
    </w:p>
    <w:p w:rsidR="00557788" w:rsidRDefault="00557788" w:rsidP="00557788">
      <w:r>
        <w:t>344.4691</w:t>
      </w:r>
      <w:r>
        <w:tab/>
        <w:t>2.025e0</w:t>
      </w:r>
    </w:p>
    <w:p w:rsidR="00557788" w:rsidRDefault="00557788" w:rsidP="00557788">
      <w:r>
        <w:t>344.4759</w:t>
      </w:r>
      <w:r>
        <w:tab/>
        <w:t>2.051e0</w:t>
      </w:r>
    </w:p>
    <w:p w:rsidR="00557788" w:rsidRDefault="00557788" w:rsidP="00557788">
      <w:r>
        <w:t>344.4775</w:t>
      </w:r>
      <w:r>
        <w:tab/>
        <w:t>2.532e-2</w:t>
      </w:r>
    </w:p>
    <w:p w:rsidR="00557788" w:rsidRDefault="00557788" w:rsidP="00557788">
      <w:r>
        <w:t>344.5119</w:t>
      </w:r>
      <w:r>
        <w:tab/>
        <w:t>5.076e0</w:t>
      </w:r>
    </w:p>
    <w:p w:rsidR="00557788" w:rsidRDefault="00557788" w:rsidP="00557788">
      <w:r>
        <w:t>344.5183</w:t>
      </w:r>
      <w:r>
        <w:tab/>
        <w:t>6.076e0</w:t>
      </w:r>
    </w:p>
    <w:p w:rsidR="00557788" w:rsidRDefault="00557788" w:rsidP="00557788">
      <w:r>
        <w:t>344.5392</w:t>
      </w:r>
      <w:r>
        <w:tab/>
        <w:t>2.025e0</w:t>
      </w:r>
    </w:p>
    <w:p w:rsidR="00557788" w:rsidRDefault="00557788" w:rsidP="00557788">
      <w:r>
        <w:t>344.5415</w:t>
      </w:r>
      <w:r>
        <w:tab/>
        <w:t>3.038e0</w:t>
      </w:r>
    </w:p>
    <w:p w:rsidR="00557788" w:rsidRDefault="00557788" w:rsidP="00557788">
      <w:r>
        <w:t>344.5463</w:t>
      </w:r>
      <w:r>
        <w:tab/>
        <w:t>1.038e0</w:t>
      </w:r>
    </w:p>
    <w:p w:rsidR="00557788" w:rsidRDefault="00557788" w:rsidP="00557788">
      <w:r>
        <w:t>344.5834</w:t>
      </w:r>
      <w:r>
        <w:tab/>
        <w:t>2.025e0</w:t>
      </w:r>
    </w:p>
    <w:p w:rsidR="00557788" w:rsidRDefault="00557788" w:rsidP="00557788">
      <w:r>
        <w:t>344.5909</w:t>
      </w:r>
      <w:r>
        <w:tab/>
        <w:t>3.038e0</w:t>
      </w:r>
    </w:p>
    <w:p w:rsidR="00557788" w:rsidRDefault="00557788" w:rsidP="00557788">
      <w:r>
        <w:t>344.5930</w:t>
      </w:r>
      <w:r>
        <w:tab/>
        <w:t>4.051e0</w:t>
      </w:r>
    </w:p>
    <w:p w:rsidR="00557788" w:rsidRDefault="00557788" w:rsidP="00557788">
      <w:r>
        <w:t>344.6129</w:t>
      </w:r>
      <w:r>
        <w:tab/>
        <w:t>2.025e0</w:t>
      </w:r>
    </w:p>
    <w:p w:rsidR="00557788" w:rsidRDefault="00557788" w:rsidP="00557788">
      <w:r>
        <w:lastRenderedPageBreak/>
        <w:t>344.6229</w:t>
      </w:r>
      <w:r>
        <w:tab/>
        <w:t>8.101e0</w:t>
      </w:r>
    </w:p>
    <w:p w:rsidR="00557788" w:rsidRDefault="00557788" w:rsidP="00557788">
      <w:r>
        <w:t>344.6499</w:t>
      </w:r>
      <w:r>
        <w:tab/>
        <w:t>2.038e0</w:t>
      </w:r>
    </w:p>
    <w:p w:rsidR="00557788" w:rsidRDefault="00557788" w:rsidP="00557788">
      <w:r>
        <w:t>344.6575</w:t>
      </w:r>
      <w:r>
        <w:tab/>
        <w:t>3.798e-2</w:t>
      </w:r>
    </w:p>
    <w:p w:rsidR="00557788" w:rsidRDefault="00557788" w:rsidP="00557788">
      <w:r>
        <w:t>344.6622</w:t>
      </w:r>
      <w:r>
        <w:tab/>
        <w:t>2.025e0</w:t>
      </w:r>
    </w:p>
    <w:p w:rsidR="00557788" w:rsidRDefault="00557788" w:rsidP="00557788">
      <w:r>
        <w:t>344.6750</w:t>
      </w:r>
      <w:r>
        <w:tab/>
        <w:t>4.051e0</w:t>
      </w:r>
    </w:p>
    <w:p w:rsidR="00557788" w:rsidRDefault="00557788" w:rsidP="00557788">
      <w:r>
        <w:t>344.6992</w:t>
      </w:r>
      <w:r>
        <w:tab/>
        <w:t>2.025e0</w:t>
      </w:r>
    </w:p>
    <w:p w:rsidR="00557788" w:rsidRDefault="00557788" w:rsidP="00557788">
      <w:r>
        <w:t>344.7068</w:t>
      </w:r>
      <w:r>
        <w:tab/>
        <w:t>3.038e0</w:t>
      </w:r>
    </w:p>
    <w:p w:rsidR="00557788" w:rsidRDefault="00557788" w:rsidP="00557788">
      <w:r>
        <w:t>344.7094</w:t>
      </w:r>
      <w:r>
        <w:tab/>
        <w:t>2.025e0</w:t>
      </w:r>
    </w:p>
    <w:p w:rsidR="00557788" w:rsidRDefault="00557788" w:rsidP="00557788">
      <w:r>
        <w:t>344.7119</w:t>
      </w:r>
      <w:r>
        <w:tab/>
        <w:t>2.025e0</w:t>
      </w:r>
    </w:p>
    <w:p w:rsidR="00557788" w:rsidRDefault="00557788" w:rsidP="00557788">
      <w:r>
        <w:t>344.7278</w:t>
      </w:r>
      <w:r>
        <w:tab/>
        <w:t>2.025e0</w:t>
      </w:r>
    </w:p>
    <w:p w:rsidR="00557788" w:rsidRDefault="00557788" w:rsidP="00557788">
      <w:r>
        <w:t>344.7385</w:t>
      </w:r>
      <w:r>
        <w:tab/>
        <w:t>2.025e0</w:t>
      </w:r>
    </w:p>
    <w:p w:rsidR="00557788" w:rsidRDefault="00557788" w:rsidP="00557788">
      <w:r>
        <w:t>344.7413</w:t>
      </w:r>
      <w:r>
        <w:tab/>
        <w:t>3.038e0</w:t>
      </w:r>
    </w:p>
    <w:p w:rsidR="00557788" w:rsidRDefault="00557788" w:rsidP="00557788">
      <w:r>
        <w:t>344.7462</w:t>
      </w:r>
      <w:r>
        <w:tab/>
        <w:t>2.025e0</w:t>
      </w:r>
    </w:p>
    <w:p w:rsidR="00557788" w:rsidRDefault="00557788" w:rsidP="00557788">
      <w:r>
        <w:t>344.7587</w:t>
      </w:r>
      <w:r>
        <w:tab/>
        <w:t>1.266e-2</w:t>
      </w:r>
    </w:p>
    <w:p w:rsidR="00557788" w:rsidRDefault="00557788" w:rsidP="00557788">
      <w:r>
        <w:t>344.7642</w:t>
      </w:r>
      <w:r>
        <w:tab/>
        <w:t>4.722e0</w:t>
      </w:r>
    </w:p>
    <w:p w:rsidR="00557788" w:rsidRDefault="00557788" w:rsidP="00557788">
      <w:r>
        <w:t>344.7665</w:t>
      </w:r>
      <w:r>
        <w:tab/>
        <w:t>1.063e0</w:t>
      </w:r>
    </w:p>
    <w:p w:rsidR="00557788" w:rsidRDefault="00557788" w:rsidP="00557788">
      <w:r>
        <w:t>344.7761</w:t>
      </w:r>
      <w:r>
        <w:tab/>
        <w:t>3.038e0</w:t>
      </w:r>
    </w:p>
    <w:p w:rsidR="00557788" w:rsidRDefault="00557788" w:rsidP="00557788">
      <w:r>
        <w:t>344.7772</w:t>
      </w:r>
      <w:r>
        <w:tab/>
        <w:t>2.025e0</w:t>
      </w:r>
    </w:p>
    <w:p w:rsidR="00557788" w:rsidRDefault="00557788" w:rsidP="00557788">
      <w:r>
        <w:t>344.8055</w:t>
      </w:r>
      <w:r>
        <w:tab/>
        <w:t>1.696e0</w:t>
      </w:r>
    </w:p>
    <w:p w:rsidR="00557788" w:rsidRDefault="00557788" w:rsidP="00557788">
      <w:r>
        <w:lastRenderedPageBreak/>
        <w:t>344.8126</w:t>
      </w:r>
      <w:r>
        <w:tab/>
        <w:t>1.063e0</w:t>
      </w:r>
    </w:p>
    <w:p w:rsidR="00557788" w:rsidRDefault="00557788" w:rsidP="00557788">
      <w:r>
        <w:t>344.8183</w:t>
      </w:r>
      <w:r>
        <w:tab/>
        <w:t>1.013e0</w:t>
      </w:r>
    </w:p>
    <w:p w:rsidR="00557788" w:rsidRDefault="00557788" w:rsidP="00557788">
      <w:r>
        <w:t>344.8214</w:t>
      </w:r>
      <w:r>
        <w:tab/>
        <w:t>4.051e0</w:t>
      </w:r>
    </w:p>
    <w:p w:rsidR="00557788" w:rsidRDefault="00557788" w:rsidP="00557788">
      <w:r>
        <w:t>344.8267</w:t>
      </w:r>
      <w:r>
        <w:tab/>
        <w:t>1.266e-2</w:t>
      </w:r>
    </w:p>
    <w:p w:rsidR="00557788" w:rsidRDefault="00557788" w:rsidP="00557788">
      <w:r>
        <w:t>344.8516</w:t>
      </w:r>
      <w:r>
        <w:tab/>
        <w:t>3.038e0</w:t>
      </w:r>
    </w:p>
    <w:p w:rsidR="00557788" w:rsidRDefault="00557788" w:rsidP="00557788">
      <w:r>
        <w:t>344.8558</w:t>
      </w:r>
      <w:r>
        <w:tab/>
        <w:t>1.038e0</w:t>
      </w:r>
    </w:p>
    <w:p w:rsidR="00557788" w:rsidRDefault="00557788" w:rsidP="00557788">
      <w:r>
        <w:t>344.9051</w:t>
      </w:r>
      <w:r>
        <w:tab/>
        <w:t>9.681e0</w:t>
      </w:r>
    </w:p>
    <w:p w:rsidR="00557788" w:rsidRDefault="00557788" w:rsidP="00557788">
      <w:r>
        <w:t>344.9062</w:t>
      </w:r>
      <w:r>
        <w:tab/>
        <w:t>1.897e1</w:t>
      </w:r>
    </w:p>
    <w:p w:rsidR="00557788" w:rsidRDefault="00557788" w:rsidP="00557788">
      <w:r>
        <w:t>344.9100</w:t>
      </w:r>
      <w:r>
        <w:tab/>
        <w:t>2.470e1</w:t>
      </w:r>
    </w:p>
    <w:p w:rsidR="00557788" w:rsidRDefault="00557788" w:rsidP="00557788">
      <w:r>
        <w:t>344.9150</w:t>
      </w:r>
      <w:r>
        <w:tab/>
        <w:t>4.805e0</w:t>
      </w:r>
    </w:p>
    <w:p w:rsidR="00557788" w:rsidRDefault="00557788" w:rsidP="00557788">
      <w:r>
        <w:t>344.9166</w:t>
      </w:r>
      <w:r>
        <w:tab/>
        <w:t>2.422e1</w:t>
      </w:r>
    </w:p>
    <w:p w:rsidR="00557788" w:rsidRDefault="00557788" w:rsidP="00557788">
      <w:r>
        <w:t>344.9185</w:t>
      </w:r>
      <w:r>
        <w:tab/>
        <w:t>6.021e0</w:t>
      </w:r>
    </w:p>
    <w:p w:rsidR="00557788" w:rsidRDefault="00557788" w:rsidP="00557788">
      <w:r>
        <w:t>344.9478</w:t>
      </w:r>
      <w:r>
        <w:tab/>
        <w:t>4.783e0</w:t>
      </w:r>
    </w:p>
    <w:p w:rsidR="00557788" w:rsidRDefault="00557788" w:rsidP="00557788">
      <w:r>
        <w:t>344.9624</w:t>
      </w:r>
      <w:r>
        <w:tab/>
        <w:t>2.394e0</w:t>
      </w:r>
    </w:p>
    <w:p w:rsidR="00557788" w:rsidRDefault="00557788" w:rsidP="00557788">
      <w:r>
        <w:t>344.9640</w:t>
      </w:r>
      <w:r>
        <w:tab/>
        <w:t>1.901e0</w:t>
      </w:r>
    </w:p>
    <w:p w:rsidR="00557788" w:rsidRDefault="00557788" w:rsidP="00557788">
      <w:r>
        <w:t>344.9676</w:t>
      </w:r>
      <w:r>
        <w:tab/>
        <w:t>2.710e0</w:t>
      </w:r>
    </w:p>
    <w:p w:rsidR="00557788" w:rsidRDefault="00557788" w:rsidP="00557788">
      <w:r>
        <w:t>344.9803</w:t>
      </w:r>
      <w:r>
        <w:tab/>
        <w:t>5.635e-1</w:t>
      </w:r>
    </w:p>
    <w:p w:rsidR="00557788" w:rsidRDefault="00557788" w:rsidP="00557788">
      <w:r>
        <w:t>345.0087</w:t>
      </w:r>
      <w:r>
        <w:tab/>
        <w:t>2.659e0</w:t>
      </w:r>
    </w:p>
    <w:p w:rsidR="00557788" w:rsidRDefault="00557788" w:rsidP="00557788">
      <w:r>
        <w:t>345.0481</w:t>
      </w:r>
      <w:r>
        <w:tab/>
        <w:t>2.505e0</w:t>
      </w:r>
    </w:p>
    <w:p w:rsidR="00557788" w:rsidRDefault="00557788" w:rsidP="00557788">
      <w:r>
        <w:lastRenderedPageBreak/>
        <w:t>345.0531</w:t>
      </w:r>
      <w:r>
        <w:tab/>
        <w:t>6.749e0</w:t>
      </w:r>
    </w:p>
    <w:p w:rsidR="00557788" w:rsidRDefault="00557788" w:rsidP="00557788">
      <w:r>
        <w:t>345.0571</w:t>
      </w:r>
      <w:r>
        <w:tab/>
        <w:t>4.637e0</w:t>
      </w:r>
    </w:p>
    <w:p w:rsidR="00557788" w:rsidRDefault="00557788" w:rsidP="00557788">
      <w:r>
        <w:t>345.0604</w:t>
      </w:r>
      <w:r>
        <w:tab/>
        <w:t>5.796e0</w:t>
      </w:r>
    </w:p>
    <w:p w:rsidR="00557788" w:rsidRDefault="00557788" w:rsidP="00557788">
      <w:r>
        <w:t>345.0772</w:t>
      </w:r>
      <w:r>
        <w:tab/>
        <w:t>3.438e-1</w:t>
      </w:r>
    </w:p>
    <w:p w:rsidR="00557788" w:rsidRDefault="00557788" w:rsidP="00557788">
      <w:r>
        <w:t>345.0799</w:t>
      </w:r>
      <w:r>
        <w:tab/>
        <w:t>6.235e0</w:t>
      </w:r>
    </w:p>
    <w:p w:rsidR="00557788" w:rsidRDefault="00557788" w:rsidP="00557788">
      <w:r>
        <w:t>345.0977</w:t>
      </w:r>
      <w:r>
        <w:tab/>
        <w:t>2.695e0</w:t>
      </w:r>
    </w:p>
    <w:p w:rsidR="00557788" w:rsidRDefault="00557788" w:rsidP="00557788">
      <w:r>
        <w:t>345.1383</w:t>
      </w:r>
      <w:r>
        <w:tab/>
        <w:t>1.269e0</w:t>
      </w:r>
    </w:p>
    <w:p w:rsidR="00557788" w:rsidRDefault="00557788" w:rsidP="00557788">
      <w:r>
        <w:t>345.1426</w:t>
      </w:r>
      <w:r>
        <w:tab/>
        <w:t>2.176e0</w:t>
      </w:r>
    </w:p>
    <w:p w:rsidR="00557788" w:rsidRDefault="00557788" w:rsidP="00557788">
      <w:r>
        <w:t>345.1535</w:t>
      </w:r>
      <w:r>
        <w:tab/>
        <w:t>1.295e0</w:t>
      </w:r>
    </w:p>
    <w:p w:rsidR="00557788" w:rsidRDefault="00557788" w:rsidP="00557788">
      <w:r>
        <w:t>345.1850</w:t>
      </w:r>
      <w:r>
        <w:tab/>
        <w:t>2.799e0</w:t>
      </w:r>
    </w:p>
    <w:p w:rsidR="00557788" w:rsidRDefault="00557788" w:rsidP="00557788">
      <w:r>
        <w:t>345.1943</w:t>
      </w:r>
      <w:r>
        <w:tab/>
        <w:t>4.478e0</w:t>
      </w:r>
    </w:p>
    <w:p w:rsidR="00557788" w:rsidRDefault="00557788" w:rsidP="00557788">
      <w:r>
        <w:t>345.1967</w:t>
      </w:r>
      <w:r>
        <w:tab/>
        <w:t>7.599e0</w:t>
      </w:r>
    </w:p>
    <w:p w:rsidR="00557788" w:rsidRDefault="00557788" w:rsidP="00557788">
      <w:r>
        <w:t>345.2287</w:t>
      </w:r>
      <w:r>
        <w:tab/>
        <w:t>2.452e0</w:t>
      </w:r>
    </w:p>
    <w:p w:rsidR="00557788" w:rsidRDefault="00557788" w:rsidP="00557788">
      <w:r>
        <w:t>345.2307</w:t>
      </w:r>
      <w:r>
        <w:tab/>
        <w:t>9.924e0</w:t>
      </w:r>
    </w:p>
    <w:p w:rsidR="00557788" w:rsidRDefault="00557788" w:rsidP="00557788">
      <w:r>
        <w:t>345.2579</w:t>
      </w:r>
      <w:r>
        <w:tab/>
        <w:t>1.260e0</w:t>
      </w:r>
    </w:p>
    <w:p w:rsidR="00557788" w:rsidRDefault="00557788" w:rsidP="00557788">
      <w:r>
        <w:t>345.3010</w:t>
      </w:r>
      <w:r>
        <w:tab/>
        <w:t>2.290e0</w:t>
      </w:r>
    </w:p>
    <w:p w:rsidR="00557788" w:rsidRDefault="00557788" w:rsidP="00557788">
      <w:r>
        <w:t>345.3112</w:t>
      </w:r>
      <w:r>
        <w:tab/>
        <w:t>1.350e-2</w:t>
      </w:r>
    </w:p>
    <w:p w:rsidR="00557788" w:rsidRDefault="00557788" w:rsidP="00557788">
      <w:r>
        <w:t>345.3477</w:t>
      </w:r>
      <w:r>
        <w:tab/>
        <w:t>1.596e0</w:t>
      </w:r>
    </w:p>
    <w:p w:rsidR="00557788" w:rsidRDefault="00557788" w:rsidP="00557788">
      <w:r>
        <w:t>345.3873</w:t>
      </w:r>
      <w:r>
        <w:tab/>
        <w:t>3.038e0</w:t>
      </w:r>
    </w:p>
    <w:p w:rsidR="00557788" w:rsidRDefault="00557788" w:rsidP="00557788">
      <w:r>
        <w:lastRenderedPageBreak/>
        <w:t>345.3959</w:t>
      </w:r>
      <w:r>
        <w:tab/>
        <w:t>1.013e0</w:t>
      </w:r>
    </w:p>
    <w:p w:rsidR="00557788" w:rsidRDefault="00557788" w:rsidP="00557788">
      <w:r>
        <w:t>345.4050</w:t>
      </w:r>
      <w:r>
        <w:tab/>
        <w:t>1.992e0</w:t>
      </w:r>
    </w:p>
    <w:p w:rsidR="00557788" w:rsidRDefault="00557788" w:rsidP="00557788">
      <w:r>
        <w:t>345.4105</w:t>
      </w:r>
      <w:r>
        <w:tab/>
        <w:t>1.038e0</w:t>
      </w:r>
    </w:p>
    <w:p w:rsidR="00557788" w:rsidRDefault="00557788" w:rsidP="00557788">
      <w:r>
        <w:t>345.4207</w:t>
      </w:r>
      <w:r>
        <w:tab/>
        <w:t>1.266e-2</w:t>
      </w:r>
    </w:p>
    <w:p w:rsidR="00557788" w:rsidRDefault="00557788" w:rsidP="00557788">
      <w:r>
        <w:t>345.4282</w:t>
      </w:r>
      <w:r>
        <w:tab/>
        <w:t>2.025e0</w:t>
      </w:r>
    </w:p>
    <w:p w:rsidR="00557788" w:rsidRDefault="00557788" w:rsidP="00557788">
      <w:r>
        <w:t>345.4302</w:t>
      </w:r>
      <w:r>
        <w:tab/>
        <w:t>1.266e-2</w:t>
      </w:r>
    </w:p>
    <w:p w:rsidR="00557788" w:rsidRDefault="00557788" w:rsidP="00557788">
      <w:r>
        <w:t>345.4424</w:t>
      </w:r>
      <w:r>
        <w:tab/>
        <w:t>2.532e-2</w:t>
      </w:r>
    </w:p>
    <w:p w:rsidR="00557788" w:rsidRDefault="00557788" w:rsidP="00557788">
      <w:r>
        <w:t>345.4548</w:t>
      </w:r>
      <w:r>
        <w:tab/>
        <w:t>1.266e-2</w:t>
      </w:r>
    </w:p>
    <w:p w:rsidR="00557788" w:rsidRDefault="00557788" w:rsidP="00557788">
      <w:r>
        <w:t>345.4574</w:t>
      </w:r>
      <w:r>
        <w:tab/>
        <w:t>3.038e0</w:t>
      </w:r>
    </w:p>
    <w:p w:rsidR="00557788" w:rsidRDefault="00557788" w:rsidP="00557788">
      <w:r>
        <w:t>345.4652</w:t>
      </w:r>
      <w:r>
        <w:tab/>
        <w:t>2.532e-2</w:t>
      </w:r>
    </w:p>
    <w:p w:rsidR="00557788" w:rsidRDefault="00557788" w:rsidP="00557788">
      <w:r>
        <w:t>345.4722</w:t>
      </w:r>
      <w:r>
        <w:tab/>
        <w:t>2.025e0</w:t>
      </w:r>
    </w:p>
    <w:p w:rsidR="00557788" w:rsidRDefault="00557788" w:rsidP="00557788">
      <w:r>
        <w:t>345.4795</w:t>
      </w:r>
      <w:r>
        <w:tab/>
        <w:t>2.025e0</w:t>
      </w:r>
    </w:p>
    <w:p w:rsidR="00557788" w:rsidRDefault="00557788" w:rsidP="00557788">
      <w:r>
        <w:t>345.4877</w:t>
      </w:r>
      <w:r>
        <w:tab/>
        <w:t>1.038e0</w:t>
      </w:r>
    </w:p>
    <w:p w:rsidR="00557788" w:rsidRDefault="00557788" w:rsidP="00557788">
      <w:r>
        <w:t>345.4900</w:t>
      </w:r>
      <w:r>
        <w:tab/>
        <w:t>2.051e0</w:t>
      </w:r>
    </w:p>
    <w:p w:rsidR="00557788" w:rsidRDefault="00557788" w:rsidP="00557788">
      <w:r>
        <w:t>345.5045</w:t>
      </w:r>
      <w:r>
        <w:tab/>
        <w:t>5.063e0</w:t>
      </w:r>
    </w:p>
    <w:p w:rsidR="00557788" w:rsidRDefault="00557788" w:rsidP="00557788">
      <w:r>
        <w:t>345.5302</w:t>
      </w:r>
      <w:r>
        <w:tab/>
        <w:t>2.051e0</w:t>
      </w:r>
    </w:p>
    <w:p w:rsidR="00557788" w:rsidRDefault="00557788" w:rsidP="00557788">
      <w:r>
        <w:t>345.5485</w:t>
      </w:r>
      <w:r>
        <w:tab/>
        <w:t>1.038e0</w:t>
      </w:r>
    </w:p>
    <w:p w:rsidR="00557788" w:rsidRDefault="00557788" w:rsidP="00557788">
      <w:r>
        <w:t>345.5551</w:t>
      </w:r>
      <w:r>
        <w:tab/>
        <w:t>4.051e0</w:t>
      </w:r>
    </w:p>
    <w:p w:rsidR="00557788" w:rsidRDefault="00557788" w:rsidP="00557788">
      <w:r>
        <w:t>345.5660</w:t>
      </w:r>
      <w:r>
        <w:tab/>
        <w:t>2.532e-2</w:t>
      </w:r>
    </w:p>
    <w:p w:rsidR="00557788" w:rsidRDefault="00557788" w:rsidP="00557788">
      <w:r>
        <w:lastRenderedPageBreak/>
        <w:t>345.5692</w:t>
      </w:r>
      <w:r>
        <w:tab/>
        <w:t>3.038e0</w:t>
      </w:r>
    </w:p>
    <w:p w:rsidR="00557788" w:rsidRDefault="00557788" w:rsidP="00557788">
      <w:r>
        <w:t>345.5864</w:t>
      </w:r>
      <w:r>
        <w:tab/>
        <w:t>2.532e-2</w:t>
      </w:r>
    </w:p>
    <w:p w:rsidR="00557788" w:rsidRDefault="00557788" w:rsidP="00557788">
      <w:r>
        <w:t>345.5894</w:t>
      </w:r>
      <w:r>
        <w:tab/>
        <w:t>3.038e0</w:t>
      </w:r>
    </w:p>
    <w:p w:rsidR="00557788" w:rsidRDefault="00557788" w:rsidP="00557788">
      <w:r>
        <w:t>345.6018</w:t>
      </w:r>
      <w:r>
        <w:tab/>
        <w:t>3.798e-2</w:t>
      </w:r>
    </w:p>
    <w:p w:rsidR="00557788" w:rsidRDefault="00557788" w:rsidP="00557788">
      <w:r>
        <w:t>345.6173</w:t>
      </w:r>
      <w:r>
        <w:tab/>
        <w:t>5.063e0</w:t>
      </w:r>
    </w:p>
    <w:p w:rsidR="00557788" w:rsidRDefault="00557788" w:rsidP="00557788">
      <w:r>
        <w:t>345.6275</w:t>
      </w:r>
      <w:r>
        <w:tab/>
        <w:t>3.051e0</w:t>
      </w:r>
    </w:p>
    <w:p w:rsidR="00557788" w:rsidRDefault="00557788" w:rsidP="00557788">
      <w:r>
        <w:t>345.6407</w:t>
      </w:r>
      <w:r>
        <w:tab/>
        <w:t>3.038e0</w:t>
      </w:r>
    </w:p>
    <w:p w:rsidR="00557788" w:rsidRDefault="00557788" w:rsidP="00557788">
      <w:r>
        <w:t>345.6421</w:t>
      </w:r>
      <w:r>
        <w:tab/>
        <w:t>2.532e-2</w:t>
      </w:r>
    </w:p>
    <w:p w:rsidR="00557788" w:rsidRDefault="00557788" w:rsidP="00557788">
      <w:r>
        <w:t>345.6522</w:t>
      </w:r>
      <w:r>
        <w:tab/>
        <w:t>1.025e0</w:t>
      </w:r>
    </w:p>
    <w:p w:rsidR="00557788" w:rsidRDefault="00557788" w:rsidP="00557788">
      <w:r>
        <w:t>345.6641</w:t>
      </w:r>
      <w:r>
        <w:tab/>
        <w:t>4.051e0</w:t>
      </w:r>
    </w:p>
    <w:p w:rsidR="00557788" w:rsidRDefault="00557788" w:rsidP="00557788">
      <w:r>
        <w:t>345.6762</w:t>
      </w:r>
      <w:r>
        <w:tab/>
        <w:t>1.438e0</w:t>
      </w:r>
    </w:p>
    <w:p w:rsidR="00557788" w:rsidRDefault="00557788" w:rsidP="00557788">
      <w:r>
        <w:t>345.6870</w:t>
      </w:r>
      <w:r>
        <w:tab/>
        <w:t>2.025e0</w:t>
      </w:r>
    </w:p>
    <w:p w:rsidR="00557788" w:rsidRDefault="00557788" w:rsidP="00557788">
      <w:r>
        <w:t>345.6933</w:t>
      </w:r>
      <w:r>
        <w:tab/>
        <w:t>1.266e-2</w:t>
      </w:r>
    </w:p>
    <w:p w:rsidR="00557788" w:rsidRDefault="00557788" w:rsidP="00557788">
      <w:r>
        <w:t>345.7053</w:t>
      </w:r>
      <w:r>
        <w:tab/>
        <w:t>3.038e0</w:t>
      </w:r>
    </w:p>
    <w:p w:rsidR="00557788" w:rsidRDefault="00557788" w:rsidP="00557788">
      <w:r>
        <w:t>345.7097</w:t>
      </w:r>
      <w:r>
        <w:tab/>
        <w:t>2.025e0</w:t>
      </w:r>
    </w:p>
    <w:p w:rsidR="00557788" w:rsidRDefault="00557788" w:rsidP="00557788">
      <w:r>
        <w:t>345.7162</w:t>
      </w:r>
      <w:r>
        <w:tab/>
        <w:t>2.025e0</w:t>
      </w:r>
    </w:p>
    <w:p w:rsidR="00557788" w:rsidRDefault="00557788" w:rsidP="00557788">
      <w:r>
        <w:t>345.7219</w:t>
      </w:r>
      <w:r>
        <w:tab/>
        <w:t>1.013e0</w:t>
      </w:r>
    </w:p>
    <w:p w:rsidR="00557788" w:rsidRDefault="00557788" w:rsidP="00557788">
      <w:r>
        <w:t>345.7425</w:t>
      </w:r>
      <w:r>
        <w:tab/>
        <w:t>1.956e0</w:t>
      </w:r>
    </w:p>
    <w:p w:rsidR="00557788" w:rsidRDefault="00557788" w:rsidP="00557788">
      <w:r>
        <w:t>345.7444</w:t>
      </w:r>
      <w:r>
        <w:tab/>
        <w:t>2.532e-2</w:t>
      </w:r>
    </w:p>
    <w:p w:rsidR="00557788" w:rsidRDefault="00557788" w:rsidP="00557788">
      <w:r>
        <w:lastRenderedPageBreak/>
        <w:t>345.7524</w:t>
      </w:r>
      <w:r>
        <w:tab/>
        <w:t>3.038e0</w:t>
      </w:r>
    </w:p>
    <w:p w:rsidR="00557788" w:rsidRDefault="00557788" w:rsidP="00557788">
      <w:r>
        <w:t>345.7551</w:t>
      </w:r>
      <w:r>
        <w:tab/>
        <w:t>2.025e0</w:t>
      </w:r>
    </w:p>
    <w:p w:rsidR="00557788" w:rsidRDefault="00557788" w:rsidP="00557788">
      <w:r>
        <w:t>345.7609</w:t>
      </w:r>
      <w:r>
        <w:tab/>
        <w:t>1.025e0</w:t>
      </w:r>
    </w:p>
    <w:p w:rsidR="00557788" w:rsidRDefault="00557788" w:rsidP="00557788">
      <w:r>
        <w:t>345.7794</w:t>
      </w:r>
      <w:r>
        <w:tab/>
        <w:t>4.051e0</w:t>
      </w:r>
    </w:p>
    <w:p w:rsidR="00557788" w:rsidRDefault="00557788" w:rsidP="00557788">
      <w:r>
        <w:t>345.7834</w:t>
      </w:r>
      <w:r>
        <w:tab/>
        <w:t>6.076e0</w:t>
      </w:r>
    </w:p>
    <w:p w:rsidR="00557788" w:rsidRDefault="00557788" w:rsidP="00557788">
      <w:r>
        <w:t>345.7958</w:t>
      </w:r>
      <w:r>
        <w:tab/>
        <w:t>1.013e0</w:t>
      </w:r>
    </w:p>
    <w:p w:rsidR="00557788" w:rsidRDefault="00557788" w:rsidP="00557788">
      <w:r>
        <w:t>345.8136</w:t>
      </w:r>
      <w:r>
        <w:tab/>
        <w:t>1.038e0</w:t>
      </w:r>
    </w:p>
    <w:p w:rsidR="00557788" w:rsidRDefault="00557788" w:rsidP="00557788">
      <w:r>
        <w:t>345.8250</w:t>
      </w:r>
      <w:r>
        <w:tab/>
        <w:t>4.051e0</w:t>
      </w:r>
    </w:p>
    <w:p w:rsidR="00557788" w:rsidRDefault="00557788" w:rsidP="00557788">
      <w:r>
        <w:t>345.8336</w:t>
      </w:r>
      <w:r>
        <w:tab/>
        <w:t>3.038e0</w:t>
      </w:r>
    </w:p>
    <w:p w:rsidR="00557788" w:rsidRDefault="00557788" w:rsidP="00557788">
      <w:r>
        <w:t>345.8358</w:t>
      </w:r>
      <w:r>
        <w:tab/>
        <w:t>2.025e0</w:t>
      </w:r>
    </w:p>
    <w:p w:rsidR="00557788" w:rsidRDefault="00557788" w:rsidP="00557788">
      <w:r>
        <w:t>345.8433</w:t>
      </w:r>
      <w:r>
        <w:tab/>
        <w:t>2.025e0</w:t>
      </w:r>
    </w:p>
    <w:p w:rsidR="00557788" w:rsidRDefault="00557788" w:rsidP="00557788">
      <w:r>
        <w:t>345.8470</w:t>
      </w:r>
      <w:r>
        <w:tab/>
        <w:t>2.025e0</w:t>
      </w:r>
    </w:p>
    <w:p w:rsidR="00557788" w:rsidRDefault="00557788" w:rsidP="00557788">
      <w:r>
        <w:t>345.8491</w:t>
      </w:r>
      <w:r>
        <w:tab/>
        <w:t>1.013e0</w:t>
      </w:r>
    </w:p>
    <w:p w:rsidR="00557788" w:rsidRDefault="00557788" w:rsidP="00557788">
      <w:r>
        <w:t>345.8715</w:t>
      </w:r>
      <w:r>
        <w:tab/>
        <w:t>5.344e0</w:t>
      </w:r>
    </w:p>
    <w:p w:rsidR="00557788" w:rsidRDefault="00557788" w:rsidP="00557788">
      <w:r>
        <w:t>345.9168</w:t>
      </w:r>
      <w:r>
        <w:tab/>
        <w:t>2.808e1</w:t>
      </w:r>
    </w:p>
    <w:p w:rsidR="00557788" w:rsidRDefault="00557788" w:rsidP="00557788">
      <w:r>
        <w:t>345.9239</w:t>
      </w:r>
      <w:r>
        <w:tab/>
        <w:t>3.576e1</w:t>
      </w:r>
    </w:p>
    <w:p w:rsidR="00557788" w:rsidRDefault="00557788" w:rsidP="00557788">
      <w:r>
        <w:t>345.9496</w:t>
      </w:r>
      <w:r>
        <w:tab/>
        <w:t>6.153e0</w:t>
      </w:r>
    </w:p>
    <w:p w:rsidR="00557788" w:rsidRDefault="00557788" w:rsidP="00557788">
      <w:r>
        <w:t>345.9748</w:t>
      </w:r>
      <w:r>
        <w:tab/>
        <w:t>9.340e0</w:t>
      </w:r>
    </w:p>
    <w:p w:rsidR="00557788" w:rsidRDefault="00557788" w:rsidP="00557788">
      <w:r>
        <w:t>345.9897</w:t>
      </w:r>
      <w:r>
        <w:tab/>
        <w:t>3.793e0</w:t>
      </w:r>
    </w:p>
    <w:p w:rsidR="00557788" w:rsidRDefault="00557788" w:rsidP="00557788">
      <w:r>
        <w:lastRenderedPageBreak/>
        <w:t>346.0042</w:t>
      </w:r>
      <w:r>
        <w:tab/>
        <w:t>5.526e0</w:t>
      </w:r>
    </w:p>
    <w:p w:rsidR="00557788" w:rsidRDefault="00557788" w:rsidP="00557788">
      <w:r>
        <w:t>346.0306</w:t>
      </w:r>
      <w:r>
        <w:tab/>
        <w:t>4.051e0</w:t>
      </w:r>
    </w:p>
    <w:p w:rsidR="00557788" w:rsidRDefault="00557788" w:rsidP="00557788">
      <w:r>
        <w:t>346.0384</w:t>
      </w:r>
      <w:r>
        <w:tab/>
        <w:t>6.371e-2</w:t>
      </w:r>
    </w:p>
    <w:p w:rsidR="00557788" w:rsidRDefault="00557788" w:rsidP="00557788">
      <w:r>
        <w:t>346.0490</w:t>
      </w:r>
      <w:r>
        <w:tab/>
        <w:t>6.183e0</w:t>
      </w:r>
    </w:p>
    <w:p w:rsidR="00557788" w:rsidRDefault="00557788" w:rsidP="00557788">
      <w:r>
        <w:t>346.0613</w:t>
      </w:r>
      <w:r>
        <w:tab/>
        <w:t>1.862e0</w:t>
      </w:r>
    </w:p>
    <w:p w:rsidR="00557788" w:rsidRDefault="00557788" w:rsidP="00557788">
      <w:r>
        <w:t>346.0624</w:t>
      </w:r>
      <w:r>
        <w:tab/>
        <w:t>3.230e0</w:t>
      </w:r>
    </w:p>
    <w:p w:rsidR="00557788" w:rsidRDefault="00557788" w:rsidP="00557788">
      <w:r>
        <w:t>346.0690</w:t>
      </w:r>
      <w:r>
        <w:tab/>
        <w:t>1.463e0</w:t>
      </w:r>
    </w:p>
    <w:p w:rsidR="00557788" w:rsidRDefault="00557788" w:rsidP="00557788">
      <w:r>
        <w:t>346.0792</w:t>
      </w:r>
      <w:r>
        <w:tab/>
        <w:t>5.034e0</w:t>
      </w:r>
    </w:p>
    <w:p w:rsidR="00557788" w:rsidRDefault="00557788" w:rsidP="00557788">
      <w:r>
        <w:t>346.0875</w:t>
      </w:r>
      <w:r>
        <w:tab/>
        <w:t>3.171e0</w:t>
      </w:r>
    </w:p>
    <w:p w:rsidR="00557788" w:rsidRDefault="00557788" w:rsidP="00557788">
      <w:r>
        <w:t>346.0966</w:t>
      </w:r>
      <w:r>
        <w:tab/>
        <w:t>3.113e0</w:t>
      </w:r>
    </w:p>
    <w:p w:rsidR="00557788" w:rsidRDefault="00557788" w:rsidP="00557788">
      <w:r>
        <w:t>346.1585</w:t>
      </w:r>
      <w:r>
        <w:tab/>
        <w:t>1.367e0</w:t>
      </w:r>
    </w:p>
    <w:p w:rsidR="00557788" w:rsidRDefault="00557788" w:rsidP="00557788">
      <w:r>
        <w:t>346.1662</w:t>
      </w:r>
      <w:r>
        <w:tab/>
        <w:t>6.439e-2</w:t>
      </w:r>
    </w:p>
    <w:p w:rsidR="00557788" w:rsidRDefault="00557788" w:rsidP="00557788">
      <w:r>
        <w:t>346.1958</w:t>
      </w:r>
      <w:r>
        <w:tab/>
        <w:t>2.343e0</w:t>
      </w:r>
    </w:p>
    <w:p w:rsidR="00557788" w:rsidRDefault="00557788" w:rsidP="00557788">
      <w:r>
        <w:t>346.1979</w:t>
      </w:r>
      <w:r>
        <w:tab/>
        <w:t>3.609e0</w:t>
      </w:r>
    </w:p>
    <w:p w:rsidR="00557788" w:rsidRDefault="00557788" w:rsidP="00557788">
      <w:r>
        <w:t>346.2062</w:t>
      </w:r>
      <w:r>
        <w:tab/>
        <w:t>4.479e0</w:t>
      </w:r>
    </w:p>
    <w:p w:rsidR="00557788" w:rsidRDefault="00557788" w:rsidP="00557788">
      <w:r>
        <w:t>346.2384</w:t>
      </w:r>
      <w:r>
        <w:tab/>
        <w:t>6.418e0</w:t>
      </w:r>
    </w:p>
    <w:p w:rsidR="00557788" w:rsidRDefault="00557788" w:rsidP="00557788">
      <w:r>
        <w:t>346.2472</w:t>
      </w:r>
      <w:r>
        <w:tab/>
        <w:t>3.346e0</w:t>
      </w:r>
    </w:p>
    <w:p w:rsidR="00557788" w:rsidRDefault="00557788" w:rsidP="00557788">
      <w:r>
        <w:t>346.2580</w:t>
      </w:r>
      <w:r>
        <w:tab/>
        <w:t>1.786e0</w:t>
      </w:r>
    </w:p>
    <w:p w:rsidR="00557788" w:rsidRDefault="00557788" w:rsidP="00557788">
      <w:r>
        <w:t>346.2668</w:t>
      </w:r>
      <w:r>
        <w:tab/>
        <w:t>2.968e0</w:t>
      </w:r>
    </w:p>
    <w:p w:rsidR="00557788" w:rsidRDefault="00557788" w:rsidP="00557788">
      <w:r>
        <w:lastRenderedPageBreak/>
        <w:t>346.2697</w:t>
      </w:r>
      <w:r>
        <w:tab/>
        <w:t>2.779e0</w:t>
      </w:r>
    </w:p>
    <w:p w:rsidR="00557788" w:rsidRDefault="00557788" w:rsidP="00557788">
      <w:r>
        <w:t>346.2837</w:t>
      </w:r>
      <w:r>
        <w:tab/>
        <w:t>1.652e0</w:t>
      </w:r>
    </w:p>
    <w:p w:rsidR="00557788" w:rsidRDefault="00557788" w:rsidP="00557788">
      <w:r>
        <w:t>346.3095</w:t>
      </w:r>
      <w:r>
        <w:tab/>
        <w:t>4.726e0</w:t>
      </w:r>
    </w:p>
    <w:p w:rsidR="00557788" w:rsidRDefault="00557788" w:rsidP="00557788">
      <w:r>
        <w:t>346.3588</w:t>
      </w:r>
      <w:r>
        <w:tab/>
        <w:t>1.604e0</w:t>
      </w:r>
    </w:p>
    <w:p w:rsidR="00557788" w:rsidRDefault="00557788" w:rsidP="00557788">
      <w:r>
        <w:t>346.3691</w:t>
      </w:r>
      <w:r>
        <w:tab/>
        <w:t>1.986e0</w:t>
      </w:r>
    </w:p>
    <w:p w:rsidR="00557788" w:rsidRDefault="00557788" w:rsidP="00557788">
      <w:r>
        <w:t>346.3733</w:t>
      </w:r>
      <w:r>
        <w:tab/>
        <w:t>1.349e0</w:t>
      </w:r>
    </w:p>
    <w:p w:rsidR="00557788" w:rsidRDefault="00557788" w:rsidP="00557788">
      <w:r>
        <w:t>346.3835</w:t>
      </w:r>
      <w:r>
        <w:tab/>
        <w:t>1.013e0</w:t>
      </w:r>
    </w:p>
    <w:p w:rsidR="00557788" w:rsidRDefault="00557788" w:rsidP="00557788">
      <w:r>
        <w:t>346.3879</w:t>
      </w:r>
      <w:r>
        <w:tab/>
        <w:t>1.266e-2</w:t>
      </w:r>
    </w:p>
    <w:p w:rsidR="00557788" w:rsidRDefault="00557788" w:rsidP="00557788">
      <w:r>
        <w:t>346.3941</w:t>
      </w:r>
      <w:r>
        <w:tab/>
        <w:t>1.013e0</w:t>
      </w:r>
    </w:p>
    <w:p w:rsidR="00557788" w:rsidRDefault="00557788" w:rsidP="00557788">
      <w:r>
        <w:t>346.4178</w:t>
      </w:r>
      <w:r>
        <w:tab/>
        <w:t>3.038e0</w:t>
      </w:r>
    </w:p>
    <w:p w:rsidR="00557788" w:rsidRDefault="00557788" w:rsidP="00557788">
      <w:r>
        <w:t>346.4251</w:t>
      </w:r>
      <w:r>
        <w:tab/>
        <w:t>6.076e0</w:t>
      </w:r>
    </w:p>
    <w:p w:rsidR="00557788" w:rsidRDefault="00557788" w:rsidP="00557788">
      <w:r>
        <w:t>346.4319</w:t>
      </w:r>
      <w:r>
        <w:tab/>
        <w:t>2.362e0</w:t>
      </w:r>
    </w:p>
    <w:p w:rsidR="00557788" w:rsidRDefault="00557788" w:rsidP="00557788">
      <w:r>
        <w:t>346.4389</w:t>
      </w:r>
      <w:r>
        <w:tab/>
        <w:t>2.025e0</w:t>
      </w:r>
    </w:p>
    <w:p w:rsidR="00557788" w:rsidRDefault="00557788" w:rsidP="00557788">
      <w:r>
        <w:t>346.4574</w:t>
      </w:r>
      <w:r>
        <w:tab/>
        <w:t>1.013e0</w:t>
      </w:r>
    </w:p>
    <w:p w:rsidR="00557788" w:rsidRDefault="00557788" w:rsidP="00557788">
      <w:r>
        <w:t>346.4753</w:t>
      </w:r>
      <w:r>
        <w:tab/>
        <w:t>1.294e0</w:t>
      </w:r>
    </w:p>
    <w:p w:rsidR="00557788" w:rsidRDefault="00557788" w:rsidP="00557788">
      <w:r>
        <w:t>346.4854</w:t>
      </w:r>
      <w:r>
        <w:tab/>
        <w:t>2.025e0</w:t>
      </w:r>
    </w:p>
    <w:p w:rsidR="00557788" w:rsidRDefault="00557788" w:rsidP="00557788">
      <w:r>
        <w:t>346.4884</w:t>
      </w:r>
      <w:r>
        <w:tab/>
        <w:t>2.025e0</w:t>
      </w:r>
    </w:p>
    <w:p w:rsidR="00557788" w:rsidRDefault="00557788" w:rsidP="00557788">
      <w:r>
        <w:t>346.5183</w:t>
      </w:r>
      <w:r>
        <w:tab/>
        <w:t>1.266e-2</w:t>
      </w:r>
    </w:p>
    <w:p w:rsidR="00557788" w:rsidRDefault="00557788" w:rsidP="00557788">
      <w:r>
        <w:t>346.5370</w:t>
      </w:r>
      <w:r>
        <w:tab/>
        <w:t>1.266e-2</w:t>
      </w:r>
    </w:p>
    <w:p w:rsidR="00557788" w:rsidRDefault="00557788" w:rsidP="00557788">
      <w:r>
        <w:lastRenderedPageBreak/>
        <w:t>346.5439</w:t>
      </w:r>
      <w:r>
        <w:tab/>
        <w:t>3.051e0</w:t>
      </w:r>
    </w:p>
    <w:p w:rsidR="00557788" w:rsidRDefault="00557788" w:rsidP="00557788">
      <w:r>
        <w:t>346.5481</w:t>
      </w:r>
      <w:r>
        <w:tab/>
        <w:t>1.088e0</w:t>
      </w:r>
    </w:p>
    <w:p w:rsidR="00557788" w:rsidRDefault="00557788" w:rsidP="00557788">
      <w:r>
        <w:t>346.5501</w:t>
      </w:r>
      <w:r>
        <w:tab/>
        <w:t>2.025e0</w:t>
      </w:r>
    </w:p>
    <w:p w:rsidR="00557788" w:rsidRDefault="00557788" w:rsidP="00557788">
      <w:r>
        <w:t>346.5542</w:t>
      </w:r>
      <w:r>
        <w:tab/>
        <w:t>2.025e0</w:t>
      </w:r>
    </w:p>
    <w:p w:rsidR="00557788" w:rsidRDefault="00557788" w:rsidP="00557788">
      <w:r>
        <w:t>346.5680</w:t>
      </w:r>
      <w:r>
        <w:tab/>
        <w:t>1.025e0</w:t>
      </w:r>
    </w:p>
    <w:p w:rsidR="00557788" w:rsidRDefault="00557788" w:rsidP="00557788">
      <w:r>
        <w:t>346.5727</w:t>
      </w:r>
      <w:r>
        <w:tab/>
        <w:t>1.013e0</w:t>
      </w:r>
    </w:p>
    <w:p w:rsidR="00557788" w:rsidRDefault="00557788" w:rsidP="00557788">
      <w:r>
        <w:t>346.5867</w:t>
      </w:r>
      <w:r>
        <w:tab/>
        <w:t>1.013e0</w:t>
      </w:r>
    </w:p>
    <w:p w:rsidR="00557788" w:rsidRDefault="00557788" w:rsidP="00557788">
      <w:r>
        <w:t>346.5982</w:t>
      </w:r>
      <w:r>
        <w:tab/>
        <w:t>3.051e0</w:t>
      </w:r>
    </w:p>
    <w:p w:rsidR="00557788" w:rsidRDefault="00557788" w:rsidP="00557788">
      <w:r>
        <w:t>346.6028</w:t>
      </w:r>
      <w:r>
        <w:tab/>
        <w:t>6.076e0</w:t>
      </w:r>
    </w:p>
    <w:p w:rsidR="00557788" w:rsidRDefault="00557788" w:rsidP="00557788">
      <w:r>
        <w:t>346.6095</w:t>
      </w:r>
      <w:r>
        <w:tab/>
        <w:t>3.038e0</w:t>
      </w:r>
    </w:p>
    <w:p w:rsidR="00557788" w:rsidRDefault="00557788" w:rsidP="00557788">
      <w:r>
        <w:t>346.6200</w:t>
      </w:r>
      <w:r>
        <w:tab/>
        <w:t>2.025e0</w:t>
      </w:r>
    </w:p>
    <w:p w:rsidR="00557788" w:rsidRDefault="00557788" w:rsidP="00557788">
      <w:r>
        <w:t>346.6227</w:t>
      </w:r>
      <w:r>
        <w:tab/>
        <w:t>2.051e0</w:t>
      </w:r>
    </w:p>
    <w:p w:rsidR="00557788" w:rsidRDefault="00557788" w:rsidP="00557788">
      <w:r>
        <w:t>346.6425</w:t>
      </w:r>
      <w:r>
        <w:tab/>
        <w:t>1.013e0</w:t>
      </w:r>
    </w:p>
    <w:p w:rsidR="00557788" w:rsidRDefault="00557788" w:rsidP="00557788">
      <w:r>
        <w:t>346.6527</w:t>
      </w:r>
      <w:r>
        <w:tab/>
        <w:t>6.329e-2</w:t>
      </w:r>
    </w:p>
    <w:p w:rsidR="00557788" w:rsidRDefault="00557788" w:rsidP="00557788">
      <w:r>
        <w:t>346.6612</w:t>
      </w:r>
      <w:r>
        <w:tab/>
        <w:t>1.013e0</w:t>
      </w:r>
    </w:p>
    <w:p w:rsidR="00557788" w:rsidRDefault="00557788" w:rsidP="00557788">
      <w:r>
        <w:t>346.6674</w:t>
      </w:r>
      <w:r>
        <w:tab/>
        <w:t>1.025e0</w:t>
      </w:r>
    </w:p>
    <w:p w:rsidR="00557788" w:rsidRDefault="00557788" w:rsidP="00557788">
      <w:r>
        <w:t>346.6713</w:t>
      </w:r>
      <w:r>
        <w:tab/>
        <w:t>3.038e0</w:t>
      </w:r>
    </w:p>
    <w:p w:rsidR="00557788" w:rsidRDefault="00557788" w:rsidP="00557788">
      <w:r>
        <w:t>346.6754</w:t>
      </w:r>
      <w:r>
        <w:tab/>
        <w:t>1.266e-2</w:t>
      </w:r>
    </w:p>
    <w:p w:rsidR="00557788" w:rsidRDefault="00557788" w:rsidP="00557788">
      <w:r>
        <w:t>346.6828</w:t>
      </w:r>
      <w:r>
        <w:tab/>
        <w:t>3.038e0</w:t>
      </w:r>
    </w:p>
    <w:p w:rsidR="00557788" w:rsidRDefault="00557788" w:rsidP="00557788">
      <w:r>
        <w:lastRenderedPageBreak/>
        <w:t>346.6960</w:t>
      </w:r>
      <w:r>
        <w:tab/>
        <w:t>1.025e0</w:t>
      </w:r>
    </w:p>
    <w:p w:rsidR="00557788" w:rsidRDefault="00557788" w:rsidP="00557788">
      <w:r>
        <w:t>346.7132</w:t>
      </w:r>
      <w:r>
        <w:tab/>
        <w:t>2.025e0</w:t>
      </w:r>
    </w:p>
    <w:p w:rsidR="00557788" w:rsidRDefault="00557788" w:rsidP="00557788">
      <w:r>
        <w:t>346.7168</w:t>
      </w:r>
      <w:r>
        <w:tab/>
        <w:t>1.013e0</w:t>
      </w:r>
    </w:p>
    <w:p w:rsidR="00557788" w:rsidRDefault="00557788" w:rsidP="00557788">
      <w:r>
        <w:t>346.7180</w:t>
      </w:r>
      <w:r>
        <w:tab/>
        <w:t>2.630e0</w:t>
      </w:r>
    </w:p>
    <w:p w:rsidR="00557788" w:rsidRDefault="00557788" w:rsidP="00557788">
      <w:r>
        <w:t>346.7246</w:t>
      </w:r>
      <w:r>
        <w:tab/>
        <w:t>1.013e0</w:t>
      </w:r>
    </w:p>
    <w:p w:rsidR="00557788" w:rsidRDefault="00557788" w:rsidP="00557788">
      <w:r>
        <w:t>346.7277</w:t>
      </w:r>
      <w:r>
        <w:tab/>
        <w:t>2.765e0</w:t>
      </w:r>
    </w:p>
    <w:p w:rsidR="00557788" w:rsidRDefault="00557788" w:rsidP="00557788">
      <w:r>
        <w:t>346.7328</w:t>
      </w:r>
      <w:r>
        <w:tab/>
        <w:t>1.038e0</w:t>
      </w:r>
    </w:p>
    <w:p w:rsidR="00557788" w:rsidRDefault="00557788" w:rsidP="00557788">
      <w:r>
        <w:t>346.7433</w:t>
      </w:r>
      <w:r>
        <w:tab/>
        <w:t>2.379e0</w:t>
      </w:r>
    </w:p>
    <w:p w:rsidR="00557788" w:rsidRDefault="00557788" w:rsidP="00557788">
      <w:r>
        <w:t>346.7544</w:t>
      </w:r>
      <w:r>
        <w:tab/>
        <w:t>2.025e0</w:t>
      </w:r>
    </w:p>
    <w:p w:rsidR="00557788" w:rsidRDefault="00557788" w:rsidP="00557788">
      <w:r>
        <w:t>346.7944</w:t>
      </w:r>
      <w:r>
        <w:tab/>
        <w:t>4.051e0</w:t>
      </w:r>
    </w:p>
    <w:p w:rsidR="00557788" w:rsidRDefault="00557788" w:rsidP="00557788">
      <w:r>
        <w:t>346.8041</w:t>
      </w:r>
      <w:r>
        <w:tab/>
        <w:t>2.025e0</w:t>
      </w:r>
    </w:p>
    <w:p w:rsidR="00557788" w:rsidRDefault="00557788" w:rsidP="00557788">
      <w:r>
        <w:t>346.8108</w:t>
      </w:r>
      <w:r>
        <w:tab/>
        <w:t>2.532e-2</w:t>
      </w:r>
    </w:p>
    <w:p w:rsidR="00557788" w:rsidRDefault="00557788" w:rsidP="00557788">
      <w:r>
        <w:t>346.8232</w:t>
      </w:r>
      <w:r>
        <w:tab/>
        <w:t>1.013e0</w:t>
      </w:r>
    </w:p>
    <w:p w:rsidR="00557788" w:rsidRDefault="00557788" w:rsidP="00557788">
      <w:r>
        <w:t>346.8381</w:t>
      </w:r>
      <w:r>
        <w:tab/>
        <w:t>3.038e0</w:t>
      </w:r>
    </w:p>
    <w:p w:rsidR="00557788" w:rsidRDefault="00557788" w:rsidP="00557788">
      <w:r>
        <w:t>346.8442</w:t>
      </w:r>
      <w:r>
        <w:tab/>
        <w:t>3.051e0</w:t>
      </w:r>
    </w:p>
    <w:p w:rsidR="00557788" w:rsidRDefault="00557788" w:rsidP="00557788">
      <w:r>
        <w:t>346.8514</w:t>
      </w:r>
      <w:r>
        <w:tab/>
        <w:t>2.025e0</w:t>
      </w:r>
    </w:p>
    <w:p w:rsidR="00557788" w:rsidRDefault="00557788" w:rsidP="00557788">
      <w:r>
        <w:t>346.8526</w:t>
      </w:r>
      <w:r>
        <w:tab/>
        <w:t>2.025e0</w:t>
      </w:r>
    </w:p>
    <w:p w:rsidR="00557788" w:rsidRDefault="00557788" w:rsidP="00557788">
      <w:r>
        <w:t>346.8601</w:t>
      </w:r>
      <w:r>
        <w:tab/>
        <w:t>2.532e-2</w:t>
      </w:r>
    </w:p>
    <w:p w:rsidR="00557788" w:rsidRDefault="00557788" w:rsidP="00557788">
      <w:r>
        <w:t>346.8988</w:t>
      </w:r>
      <w:r>
        <w:tab/>
        <w:t>2.316e0</w:t>
      </w:r>
    </w:p>
    <w:p w:rsidR="00557788" w:rsidRDefault="00557788" w:rsidP="00557788">
      <w:r>
        <w:lastRenderedPageBreak/>
        <w:t>346.9127</w:t>
      </w:r>
      <w:r>
        <w:tab/>
        <w:t>1.418e1</w:t>
      </w:r>
    </w:p>
    <w:p w:rsidR="00557788" w:rsidRDefault="00557788" w:rsidP="00557788">
      <w:r>
        <w:t>346.9166</w:t>
      </w:r>
      <w:r>
        <w:tab/>
        <w:t>7.258e0</w:t>
      </w:r>
    </w:p>
    <w:p w:rsidR="00557788" w:rsidRDefault="00557788" w:rsidP="00557788">
      <w:r>
        <w:t>346.9219</w:t>
      </w:r>
      <w:r>
        <w:tab/>
        <w:t>7.141e0</w:t>
      </w:r>
    </w:p>
    <w:p w:rsidR="00557788" w:rsidRDefault="00557788" w:rsidP="00557788">
      <w:r>
        <w:t>346.9325</w:t>
      </w:r>
      <w:r>
        <w:tab/>
        <w:t>5.427e-1</w:t>
      </w:r>
    </w:p>
    <w:p w:rsidR="00557788" w:rsidRDefault="00557788" w:rsidP="00557788">
      <w:r>
        <w:t>346.9385</w:t>
      </w:r>
      <w:r>
        <w:tab/>
        <w:t>2.606e0</w:t>
      </w:r>
    </w:p>
    <w:p w:rsidR="00557788" w:rsidRDefault="00557788" w:rsidP="00557788">
      <w:r>
        <w:t>346.9556</w:t>
      </w:r>
      <w:r>
        <w:tab/>
        <w:t>3.319e0</w:t>
      </w:r>
    </w:p>
    <w:p w:rsidR="00557788" w:rsidRDefault="00557788" w:rsidP="00557788">
      <w:r>
        <w:t>346.9680</w:t>
      </w:r>
      <w:r>
        <w:tab/>
        <w:t>2.025e0</w:t>
      </w:r>
    </w:p>
    <w:p w:rsidR="00557788" w:rsidRDefault="00557788" w:rsidP="00557788">
      <w:r>
        <w:t>346.9691</w:t>
      </w:r>
      <w:r>
        <w:tab/>
        <w:t>3.705e0</w:t>
      </w:r>
    </w:p>
    <w:p w:rsidR="00557788" w:rsidRDefault="00557788" w:rsidP="00557788">
      <w:r>
        <w:t>346.9706</w:t>
      </w:r>
      <w:r>
        <w:tab/>
        <w:t>6.721e0</w:t>
      </w:r>
    </w:p>
    <w:p w:rsidR="00557788" w:rsidRDefault="00557788" w:rsidP="00557788">
      <w:r>
        <w:t>346.9879</w:t>
      </w:r>
      <w:r>
        <w:tab/>
        <w:t>3.490e0</w:t>
      </w:r>
    </w:p>
    <w:p w:rsidR="00557788" w:rsidRDefault="00557788" w:rsidP="00557788">
      <w:r>
        <w:t>347.0269</w:t>
      </w:r>
      <w:r>
        <w:tab/>
        <w:t>3.063e0</w:t>
      </w:r>
    </w:p>
    <w:p w:rsidR="00557788" w:rsidRDefault="00557788" w:rsidP="00557788">
      <w:r>
        <w:t>347.0333</w:t>
      </w:r>
      <w:r>
        <w:tab/>
        <w:t>1.013e0</w:t>
      </w:r>
    </w:p>
    <w:p w:rsidR="00557788" w:rsidRDefault="00557788" w:rsidP="00557788">
      <w:r>
        <w:t>347.0562</w:t>
      </w:r>
      <w:r>
        <w:tab/>
        <w:t>4.367e0</w:t>
      </w:r>
    </w:p>
    <w:p w:rsidR="00557788" w:rsidRDefault="00557788" w:rsidP="00557788">
      <w:r>
        <w:t>347.0643</w:t>
      </w:r>
      <w:r>
        <w:tab/>
        <w:t>4.617e0</w:t>
      </w:r>
    </w:p>
    <w:p w:rsidR="00557788" w:rsidRDefault="00557788" w:rsidP="00557788">
      <w:r>
        <w:t>347.0936</w:t>
      </w:r>
      <w:r>
        <w:tab/>
        <w:t>1.248e0</w:t>
      </w:r>
    </w:p>
    <w:p w:rsidR="00557788" w:rsidRDefault="00557788" w:rsidP="00557788">
      <w:r>
        <w:t>347.0948</w:t>
      </w:r>
      <w:r>
        <w:tab/>
        <w:t>3.914e0</w:t>
      </w:r>
    </w:p>
    <w:p w:rsidR="00557788" w:rsidRDefault="00557788" w:rsidP="00557788">
      <w:r>
        <w:t>347.0993</w:t>
      </w:r>
      <w:r>
        <w:tab/>
        <w:t>1.730e0</w:t>
      </w:r>
    </w:p>
    <w:p w:rsidR="00557788" w:rsidRDefault="00557788" w:rsidP="00557788">
      <w:r>
        <w:t>347.1040</w:t>
      </w:r>
      <w:r>
        <w:tab/>
        <w:t>1.421e0</w:t>
      </w:r>
    </w:p>
    <w:p w:rsidR="00557788" w:rsidRDefault="00557788" w:rsidP="00557788">
      <w:r>
        <w:t>347.1338</w:t>
      </w:r>
      <w:r>
        <w:tab/>
        <w:t>4.511e0</w:t>
      </w:r>
    </w:p>
    <w:p w:rsidR="00557788" w:rsidRDefault="00557788" w:rsidP="00557788">
      <w:r>
        <w:lastRenderedPageBreak/>
        <w:t>347.1721</w:t>
      </w:r>
      <w:r>
        <w:tab/>
        <w:t>3.705e-1</w:t>
      </w:r>
    </w:p>
    <w:p w:rsidR="00557788" w:rsidRDefault="00557788" w:rsidP="00557788">
      <w:r>
        <w:t>347.1756</w:t>
      </w:r>
      <w:r>
        <w:tab/>
        <w:t>2.868e0</w:t>
      </w:r>
    </w:p>
    <w:p w:rsidR="00557788" w:rsidRDefault="00557788" w:rsidP="00557788">
      <w:r>
        <w:t>347.1801</w:t>
      </w:r>
      <w:r>
        <w:tab/>
        <w:t>2.093e0</w:t>
      </w:r>
    </w:p>
    <w:p w:rsidR="00557788" w:rsidRDefault="00557788" w:rsidP="00557788">
      <w:r>
        <w:t>347.1978</w:t>
      </w:r>
      <w:r>
        <w:tab/>
        <w:t>1.687e0</w:t>
      </w:r>
    </w:p>
    <w:p w:rsidR="00557788" w:rsidRDefault="00557788" w:rsidP="00557788">
      <w:r>
        <w:t>347.2101</w:t>
      </w:r>
      <w:r>
        <w:tab/>
        <w:t>1.267e0</w:t>
      </w:r>
    </w:p>
    <w:p w:rsidR="00557788" w:rsidRDefault="00557788" w:rsidP="00557788">
      <w:r>
        <w:t>347.2343</w:t>
      </w:r>
      <w:r>
        <w:tab/>
        <w:t>1.570e0</w:t>
      </w:r>
    </w:p>
    <w:p w:rsidR="00557788" w:rsidRDefault="00557788" w:rsidP="00557788">
      <w:r>
        <w:t>347.2364</w:t>
      </w:r>
      <w:r>
        <w:tab/>
        <w:t>2.994e0</w:t>
      </w:r>
    </w:p>
    <w:p w:rsidR="00557788" w:rsidRDefault="00557788" w:rsidP="00557788">
      <w:r>
        <w:t>347.2379</w:t>
      </w:r>
      <w:r>
        <w:tab/>
        <w:t>9.457e0</w:t>
      </w:r>
    </w:p>
    <w:p w:rsidR="00557788" w:rsidRDefault="00557788" w:rsidP="00557788">
      <w:r>
        <w:t>347.2855</w:t>
      </w:r>
      <w:r>
        <w:tab/>
        <w:t>2.807e1</w:t>
      </w:r>
    </w:p>
    <w:p w:rsidR="00557788" w:rsidRDefault="00557788" w:rsidP="00557788">
      <w:r>
        <w:t>347.2964</w:t>
      </w:r>
      <w:r>
        <w:tab/>
        <w:t>2.908e1</w:t>
      </w:r>
    </w:p>
    <w:p w:rsidR="00557788" w:rsidRDefault="00557788" w:rsidP="00557788">
      <w:r>
        <w:t>347.3004</w:t>
      </w:r>
      <w:r>
        <w:tab/>
        <w:t>3.142e1</w:t>
      </w:r>
    </w:p>
    <w:p w:rsidR="00557788" w:rsidRDefault="00557788" w:rsidP="00557788">
      <w:r>
        <w:t>347.3055</w:t>
      </w:r>
      <w:r>
        <w:tab/>
        <w:t>2.027e1</w:t>
      </w:r>
    </w:p>
    <w:p w:rsidR="00557788" w:rsidRDefault="00557788" w:rsidP="00557788">
      <w:r>
        <w:t>347.4025</w:t>
      </w:r>
      <w:r>
        <w:tab/>
        <w:t>4.051e0</w:t>
      </w:r>
    </w:p>
    <w:p w:rsidR="00557788" w:rsidRDefault="00557788" w:rsidP="00557788">
      <w:r>
        <w:t>347.4224</w:t>
      </w:r>
      <w:r>
        <w:tab/>
        <w:t>2.025e0</w:t>
      </w:r>
    </w:p>
    <w:p w:rsidR="00557788" w:rsidRDefault="00557788" w:rsidP="00557788">
      <w:r>
        <w:t>347.4239</w:t>
      </w:r>
      <w:r>
        <w:tab/>
        <w:t>1.013e0</w:t>
      </w:r>
    </w:p>
    <w:p w:rsidR="00557788" w:rsidRDefault="00557788" w:rsidP="00557788">
      <w:r>
        <w:t>347.4399</w:t>
      </w:r>
      <w:r>
        <w:tab/>
        <w:t>1.697e0</w:t>
      </w:r>
    </w:p>
    <w:p w:rsidR="00557788" w:rsidRDefault="00557788" w:rsidP="00557788">
      <w:r>
        <w:t>347.4526</w:t>
      </w:r>
      <w:r>
        <w:tab/>
        <w:t>1.025e0</w:t>
      </w:r>
    </w:p>
    <w:p w:rsidR="00557788" w:rsidRDefault="00557788" w:rsidP="00557788">
      <w:r>
        <w:t>347.4677</w:t>
      </w:r>
      <w:r>
        <w:tab/>
        <w:t>2.025e0</w:t>
      </w:r>
    </w:p>
    <w:p w:rsidR="00557788" w:rsidRDefault="00557788" w:rsidP="00557788">
      <w:r>
        <w:t>347.4855</w:t>
      </w:r>
      <w:r>
        <w:tab/>
        <w:t>6.076e0</w:t>
      </w:r>
    </w:p>
    <w:p w:rsidR="00557788" w:rsidRDefault="00557788" w:rsidP="00557788">
      <w:r>
        <w:lastRenderedPageBreak/>
        <w:t>347.4884</w:t>
      </w:r>
      <w:r>
        <w:tab/>
        <w:t>1.266e-2</w:t>
      </w:r>
    </w:p>
    <w:p w:rsidR="00557788" w:rsidRDefault="00557788" w:rsidP="00557788">
      <w:r>
        <w:t>347.4944</w:t>
      </w:r>
      <w:r>
        <w:tab/>
        <w:t>1.051e0</w:t>
      </w:r>
    </w:p>
    <w:p w:rsidR="00557788" w:rsidRDefault="00557788" w:rsidP="00557788">
      <w:r>
        <w:t>347.4976</w:t>
      </w:r>
      <w:r>
        <w:tab/>
        <w:t>5.438e-1</w:t>
      </w:r>
    </w:p>
    <w:p w:rsidR="00557788" w:rsidRDefault="00557788" w:rsidP="00557788">
      <w:r>
        <w:t>347.5090</w:t>
      </w:r>
      <w:r>
        <w:tab/>
        <w:t>1.038e0</w:t>
      </w:r>
    </w:p>
    <w:p w:rsidR="00557788" w:rsidRDefault="00557788" w:rsidP="00557788">
      <w:r>
        <w:t>347.5473</w:t>
      </w:r>
      <w:r>
        <w:tab/>
        <w:t>1.013e0</w:t>
      </w:r>
    </w:p>
    <w:p w:rsidR="00557788" w:rsidRDefault="00557788" w:rsidP="00557788">
      <w:r>
        <w:t>347.5760</w:t>
      </w:r>
      <w:r>
        <w:tab/>
        <w:t>2.025e0</w:t>
      </w:r>
    </w:p>
    <w:p w:rsidR="00557788" w:rsidRDefault="00557788" w:rsidP="00557788">
      <w:r>
        <w:t>347.5795</w:t>
      </w:r>
      <w:r>
        <w:tab/>
        <w:t>1.627e0</w:t>
      </w:r>
    </w:p>
    <w:p w:rsidR="00557788" w:rsidRDefault="00557788" w:rsidP="00557788">
      <w:r>
        <w:t>347.5807</w:t>
      </w:r>
      <w:r>
        <w:tab/>
        <w:t>2.025e0</w:t>
      </w:r>
    </w:p>
    <w:p w:rsidR="00557788" w:rsidRDefault="00557788" w:rsidP="00557788">
      <w:r>
        <w:t>347.5818</w:t>
      </w:r>
      <w:r>
        <w:tab/>
        <w:t>1.013e0</w:t>
      </w:r>
    </w:p>
    <w:p w:rsidR="00557788" w:rsidRDefault="00557788" w:rsidP="00557788">
      <w:r>
        <w:t>347.5926</w:t>
      </w:r>
      <w:r>
        <w:tab/>
        <w:t>1.013e0</w:t>
      </w:r>
    </w:p>
    <w:p w:rsidR="00557788" w:rsidRDefault="00557788" w:rsidP="00557788">
      <w:r>
        <w:t>347.6035</w:t>
      </w:r>
      <w:r>
        <w:tab/>
        <w:t>2.025e0</w:t>
      </w:r>
    </w:p>
    <w:p w:rsidR="00557788" w:rsidRDefault="00557788" w:rsidP="00557788">
      <w:r>
        <w:t>347.6215</w:t>
      </w:r>
      <w:r>
        <w:tab/>
        <w:t>2.025e0</w:t>
      </w:r>
    </w:p>
    <w:p w:rsidR="00557788" w:rsidRDefault="00557788" w:rsidP="00557788">
      <w:r>
        <w:t>347.6316</w:t>
      </w:r>
      <w:r>
        <w:tab/>
        <w:t>1.266e-2</w:t>
      </w:r>
    </w:p>
    <w:p w:rsidR="00557788" w:rsidRDefault="00557788" w:rsidP="00557788">
      <w:r>
        <w:t>347.6345</w:t>
      </w:r>
      <w:r>
        <w:tab/>
        <w:t>5.063e0</w:t>
      </w:r>
    </w:p>
    <w:p w:rsidR="00557788" w:rsidRDefault="00557788" w:rsidP="00557788">
      <w:r>
        <w:t>347.6378</w:t>
      </w:r>
      <w:r>
        <w:tab/>
        <w:t>1.266e-2</w:t>
      </w:r>
    </w:p>
    <w:p w:rsidR="00557788" w:rsidRDefault="00557788" w:rsidP="00557788">
      <w:r>
        <w:t>347.6445</w:t>
      </w:r>
      <w:r>
        <w:tab/>
        <w:t>1.063e0</w:t>
      </w:r>
    </w:p>
    <w:p w:rsidR="00557788" w:rsidRDefault="00557788" w:rsidP="00557788">
      <w:r>
        <w:t>347.6666</w:t>
      </w:r>
      <w:r>
        <w:tab/>
        <w:t>1.038e0</w:t>
      </w:r>
    </w:p>
    <w:p w:rsidR="00557788" w:rsidRDefault="00557788" w:rsidP="00557788">
      <w:r>
        <w:t>347.6689</w:t>
      </w:r>
      <w:r>
        <w:tab/>
        <w:t>1.051e0</w:t>
      </w:r>
    </w:p>
    <w:p w:rsidR="00557788" w:rsidRDefault="00557788" w:rsidP="00557788">
      <w:r>
        <w:t>347.6785</w:t>
      </w:r>
      <w:r>
        <w:tab/>
        <w:t>5.063e0</w:t>
      </w:r>
    </w:p>
    <w:p w:rsidR="00557788" w:rsidRDefault="00557788" w:rsidP="00557788">
      <w:r>
        <w:lastRenderedPageBreak/>
        <w:t>347.6799</w:t>
      </w:r>
      <w:r>
        <w:tab/>
        <w:t>3.038e0</w:t>
      </w:r>
    </w:p>
    <w:p w:rsidR="00557788" w:rsidRDefault="00557788" w:rsidP="00557788">
      <w:r>
        <w:t>347.6953</w:t>
      </w:r>
      <w:r>
        <w:tab/>
        <w:t>1.013e0</w:t>
      </w:r>
    </w:p>
    <w:p w:rsidR="00557788" w:rsidRDefault="00557788" w:rsidP="00557788">
      <w:r>
        <w:t>347.6991</w:t>
      </w:r>
      <w:r>
        <w:tab/>
        <w:t>3.038e0</w:t>
      </w:r>
    </w:p>
    <w:p w:rsidR="00557788" w:rsidRDefault="00557788" w:rsidP="00557788">
      <w:r>
        <w:t>347.7063</w:t>
      </w:r>
      <w:r>
        <w:tab/>
        <w:t>1.013e0</w:t>
      </w:r>
    </w:p>
    <w:p w:rsidR="00557788" w:rsidRDefault="00557788" w:rsidP="00557788">
      <w:r>
        <w:t>347.7199</w:t>
      </w:r>
      <w:r>
        <w:tab/>
        <w:t>1.266e-2</w:t>
      </w:r>
    </w:p>
    <w:p w:rsidR="00557788" w:rsidRDefault="00557788" w:rsidP="00557788">
      <w:r>
        <w:t>347.7363</w:t>
      </w:r>
      <w:r>
        <w:tab/>
        <w:t>1.502e0</w:t>
      </w:r>
    </w:p>
    <w:p w:rsidR="00557788" w:rsidRDefault="00557788" w:rsidP="00557788">
      <w:r>
        <w:t>347.7406</w:t>
      </w:r>
      <w:r>
        <w:tab/>
        <w:t>2.025e0</w:t>
      </w:r>
    </w:p>
    <w:p w:rsidR="00557788" w:rsidRDefault="00557788" w:rsidP="00557788">
      <w:r>
        <w:t>347.7530</w:t>
      </w:r>
      <w:r>
        <w:tab/>
        <w:t>2.025e0</w:t>
      </w:r>
    </w:p>
    <w:p w:rsidR="00557788" w:rsidRDefault="00557788" w:rsidP="00557788">
      <w:r>
        <w:t>347.7673</w:t>
      </w:r>
      <w:r>
        <w:tab/>
        <w:t>2.025e0</w:t>
      </w:r>
    </w:p>
    <w:p w:rsidR="00557788" w:rsidRDefault="00557788" w:rsidP="00557788">
      <w:r>
        <w:t>347.7845</w:t>
      </w:r>
      <w:r>
        <w:tab/>
        <w:t>3.038e0</w:t>
      </w:r>
    </w:p>
    <w:p w:rsidR="00557788" w:rsidRDefault="00557788" w:rsidP="00557788">
      <w:r>
        <w:t>347.7938</w:t>
      </w:r>
      <w:r>
        <w:tab/>
        <w:t>4.051e0</w:t>
      </w:r>
    </w:p>
    <w:p w:rsidR="00557788" w:rsidRDefault="00557788" w:rsidP="00557788">
      <w:r>
        <w:t>347.7998</w:t>
      </w:r>
      <w:r>
        <w:tab/>
        <w:t>1.013e0</w:t>
      </w:r>
    </w:p>
    <w:p w:rsidR="00557788" w:rsidRDefault="00557788" w:rsidP="00557788">
      <w:r>
        <w:t>347.8306</w:t>
      </w:r>
      <w:r>
        <w:tab/>
        <w:t>3.038e0</w:t>
      </w:r>
    </w:p>
    <w:p w:rsidR="00557788" w:rsidRDefault="00557788" w:rsidP="00557788">
      <w:r>
        <w:t>347.8316</w:t>
      </w:r>
      <w:r>
        <w:tab/>
        <w:t>3.038e0</w:t>
      </w:r>
    </w:p>
    <w:p w:rsidR="00557788" w:rsidRDefault="00557788" w:rsidP="00557788">
      <w:r>
        <w:t>347.8401</w:t>
      </w:r>
      <w:r>
        <w:tab/>
        <w:t>3.051e0</w:t>
      </w:r>
    </w:p>
    <w:p w:rsidR="00557788" w:rsidRDefault="00557788" w:rsidP="00557788">
      <w:r>
        <w:t>347.8496</w:t>
      </w:r>
      <w:r>
        <w:tab/>
        <w:t>5.063e0</w:t>
      </w:r>
    </w:p>
    <w:p w:rsidR="00557788" w:rsidRDefault="00557788" w:rsidP="00557788">
      <w:r>
        <w:t>347.8515</w:t>
      </w:r>
      <w:r>
        <w:tab/>
        <w:t>2.025e0</w:t>
      </w:r>
    </w:p>
    <w:p w:rsidR="00557788" w:rsidRDefault="00557788" w:rsidP="00557788">
      <w:r>
        <w:t>347.8982</w:t>
      </w:r>
      <w:r>
        <w:tab/>
        <w:t>5.927e0</w:t>
      </w:r>
    </w:p>
    <w:p w:rsidR="00557788" w:rsidRDefault="00557788" w:rsidP="00557788">
      <w:r>
        <w:t>347.9122</w:t>
      </w:r>
      <w:r>
        <w:tab/>
        <w:t>6.061e0</w:t>
      </w:r>
    </w:p>
    <w:p w:rsidR="00557788" w:rsidRDefault="00557788" w:rsidP="00557788">
      <w:r>
        <w:lastRenderedPageBreak/>
        <w:t>347.9213</w:t>
      </w:r>
      <w:r>
        <w:tab/>
        <w:t>4.875e0</w:t>
      </w:r>
    </w:p>
    <w:p w:rsidR="00557788" w:rsidRDefault="00557788" w:rsidP="00557788">
      <w:r>
        <w:t>347.9331</w:t>
      </w:r>
      <w:r>
        <w:tab/>
        <w:t>5.096e0</w:t>
      </w:r>
    </w:p>
    <w:p w:rsidR="00557788" w:rsidRDefault="00557788" w:rsidP="00557788">
      <w:r>
        <w:t>347.9475</w:t>
      </w:r>
      <w:r>
        <w:tab/>
        <w:t>3.979e0</w:t>
      </w:r>
    </w:p>
    <w:p w:rsidR="00557788" w:rsidRDefault="00557788" w:rsidP="00557788">
      <w:r>
        <w:t>347.9677</w:t>
      </w:r>
      <w:r>
        <w:tab/>
        <w:t>1.142e0</w:t>
      </w:r>
    </w:p>
    <w:p w:rsidR="00557788" w:rsidRDefault="00557788" w:rsidP="00557788">
      <w:r>
        <w:t>347.9801</w:t>
      </w:r>
      <w:r>
        <w:tab/>
        <w:t>2.874e0</w:t>
      </w:r>
    </w:p>
    <w:p w:rsidR="00557788" w:rsidRDefault="00557788" w:rsidP="00557788">
      <w:r>
        <w:t>347.9899</w:t>
      </w:r>
      <w:r>
        <w:tab/>
        <w:t>4.747e0</w:t>
      </w:r>
    </w:p>
    <w:p w:rsidR="00557788" w:rsidRDefault="00557788" w:rsidP="00557788">
      <w:r>
        <w:t>347.9944</w:t>
      </w:r>
      <w:r>
        <w:tab/>
        <w:t>6.577e0</w:t>
      </w:r>
    </w:p>
    <w:p w:rsidR="00557788" w:rsidRDefault="00557788" w:rsidP="00557788">
      <w:r>
        <w:t>348.0156</w:t>
      </w:r>
      <w:r>
        <w:tab/>
        <w:t>3.922e0</w:t>
      </w:r>
    </w:p>
    <w:p w:rsidR="00557788" w:rsidRDefault="00557788" w:rsidP="00557788">
      <w:r>
        <w:t>348.0168</w:t>
      </w:r>
      <w:r>
        <w:tab/>
        <w:t>3.960e0</w:t>
      </w:r>
    </w:p>
    <w:p w:rsidR="00557788" w:rsidRDefault="00557788" w:rsidP="00557788">
      <w:r>
        <w:t>348.0250</w:t>
      </w:r>
      <w:r>
        <w:tab/>
        <w:t>1.998e0</w:t>
      </w:r>
    </w:p>
    <w:p w:rsidR="00557788" w:rsidRDefault="00557788" w:rsidP="00557788">
      <w:r>
        <w:t>348.0410</w:t>
      </w:r>
      <w:r>
        <w:tab/>
        <w:t>2.709e0</w:t>
      </w:r>
    </w:p>
    <w:p w:rsidR="00557788" w:rsidRDefault="00557788" w:rsidP="00557788">
      <w:r>
        <w:t>348.0429</w:t>
      </w:r>
      <w:r>
        <w:tab/>
        <w:t>4.476e0</w:t>
      </w:r>
    </w:p>
    <w:p w:rsidR="00557788" w:rsidRDefault="00557788" w:rsidP="00557788">
      <w:r>
        <w:t>348.0483</w:t>
      </w:r>
      <w:r>
        <w:tab/>
        <w:t>4.022e0</w:t>
      </w:r>
    </w:p>
    <w:p w:rsidR="00557788" w:rsidRDefault="00557788" w:rsidP="00557788">
      <w:r>
        <w:t>348.0643</w:t>
      </w:r>
      <w:r>
        <w:tab/>
        <w:t>2.009e0</w:t>
      </w:r>
    </w:p>
    <w:p w:rsidR="00557788" w:rsidRDefault="00557788" w:rsidP="00557788">
      <w:r>
        <w:t>348.0927</w:t>
      </w:r>
      <w:r>
        <w:tab/>
        <w:t>1.824e0</w:t>
      </w:r>
    </w:p>
    <w:p w:rsidR="00557788" w:rsidRDefault="00557788" w:rsidP="00557788">
      <w:r>
        <w:t>348.1288</w:t>
      </w:r>
      <w:r>
        <w:tab/>
        <w:t>8.132e-2</w:t>
      </w:r>
    </w:p>
    <w:p w:rsidR="00557788" w:rsidRDefault="00557788" w:rsidP="00557788">
      <w:r>
        <w:t>348.1348</w:t>
      </w:r>
      <w:r>
        <w:tab/>
        <w:t>2.400e0</w:t>
      </w:r>
    </w:p>
    <w:p w:rsidR="00557788" w:rsidRDefault="00557788" w:rsidP="00557788">
      <w:r>
        <w:t>348.1613</w:t>
      </w:r>
      <w:r>
        <w:tab/>
        <w:t>1.683e0</w:t>
      </w:r>
    </w:p>
    <w:p w:rsidR="00557788" w:rsidRDefault="00557788" w:rsidP="00557788">
      <w:r>
        <w:t>348.1641</w:t>
      </w:r>
      <w:r>
        <w:tab/>
        <w:t>1.750e0</w:t>
      </w:r>
    </w:p>
    <w:p w:rsidR="00557788" w:rsidRDefault="00557788" w:rsidP="00557788">
      <w:r>
        <w:lastRenderedPageBreak/>
        <w:t>348.1785</w:t>
      </w:r>
      <w:r>
        <w:tab/>
        <w:t>2.287e0</w:t>
      </w:r>
    </w:p>
    <w:p w:rsidR="00557788" w:rsidRDefault="00557788" w:rsidP="00557788">
      <w:r>
        <w:t>348.1907</w:t>
      </w:r>
      <w:r>
        <w:tab/>
        <w:t>8.273e0</w:t>
      </w:r>
    </w:p>
    <w:p w:rsidR="00557788" w:rsidRDefault="00557788" w:rsidP="00557788">
      <w:r>
        <w:t>348.1937</w:t>
      </w:r>
      <w:r>
        <w:tab/>
        <w:t>1.268e0</w:t>
      </w:r>
    </w:p>
    <w:p w:rsidR="00557788" w:rsidRDefault="00557788" w:rsidP="00557788">
      <w:r>
        <w:t>348.2006</w:t>
      </w:r>
      <w:r>
        <w:tab/>
        <w:t>5.429e0</w:t>
      </w:r>
    </w:p>
    <w:p w:rsidR="00557788" w:rsidRDefault="00557788" w:rsidP="00557788">
      <w:r>
        <w:t>348.2263</w:t>
      </w:r>
      <w:r>
        <w:tab/>
        <w:t>7.670e0</w:t>
      </w:r>
    </w:p>
    <w:p w:rsidR="00557788" w:rsidRDefault="00557788" w:rsidP="00557788">
      <w:r>
        <w:t>348.2299</w:t>
      </w:r>
      <w:r>
        <w:tab/>
        <w:t>3.323e0</w:t>
      </w:r>
    </w:p>
    <w:p w:rsidR="00557788" w:rsidRDefault="00557788" w:rsidP="00557788">
      <w:r>
        <w:t>348.2392</w:t>
      </w:r>
      <w:r>
        <w:tab/>
        <w:t>3.486e0</w:t>
      </w:r>
    </w:p>
    <w:p w:rsidR="00557788" w:rsidRDefault="00557788" w:rsidP="00557788">
      <w:r>
        <w:t>348.2499</w:t>
      </w:r>
      <w:r>
        <w:tab/>
        <w:t>5.526e0</w:t>
      </w:r>
    </w:p>
    <w:p w:rsidR="00557788" w:rsidRDefault="00557788" w:rsidP="00557788">
      <w:r>
        <w:t>348.2652</w:t>
      </w:r>
      <w:r>
        <w:tab/>
        <w:t>8.487e0</w:t>
      </w:r>
    </w:p>
    <w:p w:rsidR="00557788" w:rsidRDefault="00557788" w:rsidP="00557788">
      <w:r>
        <w:t>348.2666</w:t>
      </w:r>
      <w:r>
        <w:tab/>
        <w:t>1.402e0</w:t>
      </w:r>
    </w:p>
    <w:p w:rsidR="00557788" w:rsidRDefault="00557788" w:rsidP="00557788">
      <w:r>
        <w:t>348.2841</w:t>
      </w:r>
      <w:r>
        <w:tab/>
        <w:t>4.242e0</w:t>
      </w:r>
    </w:p>
    <w:p w:rsidR="00557788" w:rsidRDefault="00557788" w:rsidP="00557788">
      <w:r>
        <w:t>348.3048</w:t>
      </w:r>
      <w:r>
        <w:tab/>
        <w:t>2.205e0</w:t>
      </w:r>
    </w:p>
    <w:p w:rsidR="00557788" w:rsidRDefault="00557788" w:rsidP="00557788">
      <w:r>
        <w:t>348.3207</w:t>
      </w:r>
      <w:r>
        <w:tab/>
        <w:t>2.532e0</w:t>
      </w:r>
    </w:p>
    <w:p w:rsidR="00557788" w:rsidRDefault="00557788" w:rsidP="00557788">
      <w:r>
        <w:t>348.3265</w:t>
      </w:r>
      <w:r>
        <w:tab/>
        <w:t>3.901e0</w:t>
      </w:r>
    </w:p>
    <w:p w:rsidR="00557788" w:rsidRDefault="00557788" w:rsidP="00557788">
      <w:r>
        <w:t>348.3275</w:t>
      </w:r>
      <w:r>
        <w:tab/>
        <w:t>1.497e0</w:t>
      </w:r>
    </w:p>
    <w:p w:rsidR="00557788" w:rsidRDefault="00557788" w:rsidP="00557788">
      <w:r>
        <w:t>348.3371</w:t>
      </w:r>
      <w:r>
        <w:tab/>
        <w:t>3.478e0</w:t>
      </w:r>
    </w:p>
    <w:p w:rsidR="00557788" w:rsidRDefault="00557788" w:rsidP="00557788">
      <w:r>
        <w:t>348.3454</w:t>
      </w:r>
      <w:r>
        <w:tab/>
        <w:t>2.670e0</w:t>
      </w:r>
    </w:p>
    <w:p w:rsidR="00557788" w:rsidRDefault="00557788" w:rsidP="00557788">
      <w:r>
        <w:t>348.3495</w:t>
      </w:r>
      <w:r>
        <w:tab/>
        <w:t>1.013e0</w:t>
      </w:r>
    </w:p>
    <w:p w:rsidR="00557788" w:rsidRDefault="00557788" w:rsidP="00557788">
      <w:r>
        <w:t>348.3561</w:t>
      </w:r>
      <w:r>
        <w:tab/>
        <w:t>2.708e0</w:t>
      </w:r>
    </w:p>
    <w:p w:rsidR="00557788" w:rsidRDefault="00557788" w:rsidP="00557788">
      <w:r>
        <w:lastRenderedPageBreak/>
        <w:t>348.3826</w:t>
      </w:r>
      <w:r>
        <w:tab/>
        <w:t>1.664e0</w:t>
      </w:r>
    </w:p>
    <w:p w:rsidR="00557788" w:rsidRDefault="00557788" w:rsidP="00557788">
      <w:r>
        <w:t>348.3860</w:t>
      </w:r>
      <w:r>
        <w:tab/>
        <w:t>4.051e0</w:t>
      </w:r>
    </w:p>
    <w:p w:rsidR="00557788" w:rsidRDefault="00557788" w:rsidP="00557788">
      <w:r>
        <w:t>348.3949</w:t>
      </w:r>
      <w:r>
        <w:tab/>
        <w:t>2.025e0</w:t>
      </w:r>
    </w:p>
    <w:p w:rsidR="00557788" w:rsidRDefault="00557788" w:rsidP="00557788">
      <w:r>
        <w:t>348.4358</w:t>
      </w:r>
      <w:r>
        <w:tab/>
        <w:t>2.025e0</w:t>
      </w:r>
    </w:p>
    <w:p w:rsidR="00557788" w:rsidRDefault="00557788" w:rsidP="00557788">
      <w:r>
        <w:t>348.4377</w:t>
      </w:r>
      <w:r>
        <w:tab/>
        <w:t>2.025e0</w:t>
      </w:r>
    </w:p>
    <w:p w:rsidR="00557788" w:rsidRDefault="00557788" w:rsidP="00557788">
      <w:r>
        <w:t>348.4403</w:t>
      </w:r>
      <w:r>
        <w:tab/>
        <w:t>1.013e0</w:t>
      </w:r>
    </w:p>
    <w:p w:rsidR="00557788" w:rsidRDefault="00557788" w:rsidP="00557788">
      <w:r>
        <w:t>348.4450</w:t>
      </w:r>
      <w:r>
        <w:tab/>
        <w:t>1.051e0</w:t>
      </w:r>
    </w:p>
    <w:p w:rsidR="00557788" w:rsidRDefault="00557788" w:rsidP="00557788">
      <w:r>
        <w:t>348.4467</w:t>
      </w:r>
      <w:r>
        <w:tab/>
        <w:t>2.025e0</w:t>
      </w:r>
    </w:p>
    <w:p w:rsidR="00557788" w:rsidRDefault="00557788" w:rsidP="00557788">
      <w:r>
        <w:t>348.4547</w:t>
      </w:r>
      <w:r>
        <w:tab/>
        <w:t>1.025e0</w:t>
      </w:r>
    </w:p>
    <w:p w:rsidR="00557788" w:rsidRDefault="00557788" w:rsidP="00557788">
      <w:r>
        <w:t>348.4620</w:t>
      </w:r>
      <w:r>
        <w:tab/>
        <w:t>3.038e0</w:t>
      </w:r>
    </w:p>
    <w:p w:rsidR="00557788" w:rsidRDefault="00557788" w:rsidP="00557788">
      <w:r>
        <w:t>348.4670</w:t>
      </w:r>
      <w:r>
        <w:tab/>
        <w:t>2.025e0</w:t>
      </w:r>
    </w:p>
    <w:p w:rsidR="00557788" w:rsidRDefault="00557788" w:rsidP="00557788">
      <w:r>
        <w:t>348.4734</w:t>
      </w:r>
      <w:r>
        <w:tab/>
        <w:t>2.025e0</w:t>
      </w:r>
    </w:p>
    <w:p w:rsidR="00557788" w:rsidRDefault="00557788" w:rsidP="00557788">
      <w:r>
        <w:t>348.4811</w:t>
      </w:r>
      <w:r>
        <w:tab/>
        <w:t>2.025e0</w:t>
      </w:r>
    </w:p>
    <w:p w:rsidR="00557788" w:rsidRDefault="00557788" w:rsidP="00557788">
      <w:r>
        <w:t>348.4937</w:t>
      </w:r>
      <w:r>
        <w:tab/>
        <w:t>2.532e-2</w:t>
      </w:r>
    </w:p>
    <w:p w:rsidR="00557788" w:rsidRDefault="00557788" w:rsidP="00557788">
      <w:r>
        <w:t>348.5045</w:t>
      </w:r>
      <w:r>
        <w:tab/>
        <w:t>1.266e-2</w:t>
      </w:r>
    </w:p>
    <w:p w:rsidR="00557788" w:rsidRDefault="00557788" w:rsidP="00557788">
      <w:r>
        <w:t>348.5069</w:t>
      </w:r>
      <w:r>
        <w:tab/>
        <w:t>2.025e0</w:t>
      </w:r>
    </w:p>
    <w:p w:rsidR="00557788" w:rsidRDefault="00557788" w:rsidP="00557788">
      <w:r>
        <w:t>348.5352</w:t>
      </w:r>
      <w:r>
        <w:tab/>
        <w:t>2.025e0</w:t>
      </w:r>
    </w:p>
    <w:p w:rsidR="00557788" w:rsidRDefault="00557788" w:rsidP="00557788">
      <w:r>
        <w:t>348.5443</w:t>
      </w:r>
      <w:r>
        <w:tab/>
        <w:t>2.025e0</w:t>
      </w:r>
    </w:p>
    <w:p w:rsidR="00557788" w:rsidRDefault="00557788" w:rsidP="00557788">
      <w:r>
        <w:t>348.5565</w:t>
      </w:r>
      <w:r>
        <w:tab/>
        <w:t>2.025e0</w:t>
      </w:r>
    </w:p>
    <w:p w:rsidR="00557788" w:rsidRDefault="00557788" w:rsidP="00557788">
      <w:r>
        <w:lastRenderedPageBreak/>
        <w:t>348.5659</w:t>
      </w:r>
      <w:r>
        <w:tab/>
        <w:t>3.038e0</w:t>
      </w:r>
    </w:p>
    <w:p w:rsidR="00557788" w:rsidRDefault="00557788" w:rsidP="00557788">
      <w:r>
        <w:t>348.5732</w:t>
      </w:r>
      <w:r>
        <w:tab/>
        <w:t>1.013e0</w:t>
      </w:r>
    </w:p>
    <w:p w:rsidR="00557788" w:rsidRDefault="00557788" w:rsidP="00557788">
      <w:r>
        <w:t>348.5996</w:t>
      </w:r>
      <w:r>
        <w:tab/>
        <w:t>1.812e0</w:t>
      </w:r>
    </w:p>
    <w:p w:rsidR="00557788" w:rsidRDefault="00557788" w:rsidP="00557788">
      <w:r>
        <w:t>348.6132</w:t>
      </w:r>
      <w:r>
        <w:tab/>
        <w:t>1.013e0</w:t>
      </w:r>
    </w:p>
    <w:p w:rsidR="00557788" w:rsidRDefault="00557788" w:rsidP="00557788">
      <w:r>
        <w:t>348.6172</w:t>
      </w:r>
      <w:r>
        <w:tab/>
        <w:t>2.025e0</w:t>
      </w:r>
    </w:p>
    <w:p w:rsidR="00557788" w:rsidRDefault="00557788" w:rsidP="00557788">
      <w:r>
        <w:t>348.6200</w:t>
      </w:r>
      <w:r>
        <w:tab/>
        <w:t>2.025e0</w:t>
      </w:r>
    </w:p>
    <w:p w:rsidR="00557788" w:rsidRDefault="00557788" w:rsidP="00557788">
      <w:r>
        <w:t>348.6338</w:t>
      </w:r>
      <w:r>
        <w:tab/>
        <w:t>1.013e0</w:t>
      </w:r>
    </w:p>
    <w:p w:rsidR="00557788" w:rsidRDefault="00557788" w:rsidP="00557788">
      <w:r>
        <w:t>348.6528</w:t>
      </w:r>
      <w:r>
        <w:tab/>
        <w:t>6.010e0</w:t>
      </w:r>
    </w:p>
    <w:p w:rsidR="00557788" w:rsidRDefault="00557788" w:rsidP="00557788">
      <w:r>
        <w:t>348.6543</w:t>
      </w:r>
      <w:r>
        <w:tab/>
        <w:t>1.013e0</w:t>
      </w:r>
    </w:p>
    <w:p w:rsidR="00557788" w:rsidRDefault="00557788" w:rsidP="00557788">
      <w:r>
        <w:t>348.6625</w:t>
      </w:r>
      <w:r>
        <w:tab/>
        <w:t>1.013e0</w:t>
      </w:r>
    </w:p>
    <w:p w:rsidR="00557788" w:rsidRDefault="00557788" w:rsidP="00557788">
      <w:r>
        <w:t>348.6771</w:t>
      </w:r>
      <w:r>
        <w:tab/>
        <w:t>3.038e0</w:t>
      </w:r>
    </w:p>
    <w:p w:rsidR="00557788" w:rsidRDefault="00557788" w:rsidP="00557788">
      <w:r>
        <w:t>348.6793</w:t>
      </w:r>
      <w:r>
        <w:tab/>
        <w:t>4.051e0</w:t>
      </w:r>
    </w:p>
    <w:p w:rsidR="00557788" w:rsidRDefault="00557788" w:rsidP="00557788">
      <w:r>
        <w:t>348.6906</w:t>
      </w:r>
      <w:r>
        <w:tab/>
        <w:t>4.051e0</w:t>
      </w:r>
    </w:p>
    <w:p w:rsidR="00557788" w:rsidRDefault="00557788" w:rsidP="00557788">
      <w:r>
        <w:t>348.7203</w:t>
      </w:r>
      <w:r>
        <w:tab/>
        <w:t>1.476e0</w:t>
      </w:r>
    </w:p>
    <w:p w:rsidR="00557788" w:rsidRDefault="00557788" w:rsidP="00557788">
      <w:r>
        <w:t>348.7303</w:t>
      </w:r>
      <w:r>
        <w:tab/>
        <w:t>3.129e0</w:t>
      </w:r>
    </w:p>
    <w:p w:rsidR="00557788" w:rsidRDefault="00557788" w:rsidP="00557788">
      <w:r>
        <w:t>348.7365</w:t>
      </w:r>
      <w:r>
        <w:tab/>
        <w:t>1.013e0</w:t>
      </w:r>
    </w:p>
    <w:p w:rsidR="00557788" w:rsidRDefault="00557788" w:rsidP="00557788">
      <w:r>
        <w:t>348.7438</w:t>
      </w:r>
      <w:r>
        <w:tab/>
        <w:t>4.051e0</w:t>
      </w:r>
    </w:p>
    <w:p w:rsidR="00557788" w:rsidRDefault="00557788" w:rsidP="00557788">
      <w:r>
        <w:t>348.7611</w:t>
      </w:r>
      <w:r>
        <w:tab/>
        <w:t>2.025e0</w:t>
      </w:r>
    </w:p>
    <w:p w:rsidR="00557788" w:rsidRDefault="00557788" w:rsidP="00557788">
      <w:r>
        <w:t>348.7790</w:t>
      </w:r>
      <w:r>
        <w:tab/>
        <w:t>3.038e0</w:t>
      </w:r>
    </w:p>
    <w:p w:rsidR="00557788" w:rsidRDefault="00557788" w:rsidP="00557788">
      <w:r>
        <w:lastRenderedPageBreak/>
        <w:t>348.7980</w:t>
      </w:r>
      <w:r>
        <w:tab/>
        <w:t>2.025e0</w:t>
      </w:r>
    </w:p>
    <w:p w:rsidR="00557788" w:rsidRDefault="00557788" w:rsidP="00557788">
      <w:r>
        <w:t>348.8314</w:t>
      </w:r>
      <w:r>
        <w:tab/>
        <w:t>1.266e-2</w:t>
      </w:r>
    </w:p>
    <w:p w:rsidR="00557788" w:rsidRDefault="00557788" w:rsidP="00557788">
      <w:r>
        <w:t>348.8519</w:t>
      </w:r>
      <w:r>
        <w:tab/>
        <w:t>1.013e0</w:t>
      </w:r>
    </w:p>
    <w:p w:rsidR="00557788" w:rsidRDefault="00557788" w:rsidP="00557788">
      <w:r>
        <w:t>348.8566</w:t>
      </w:r>
      <w:r>
        <w:tab/>
        <w:t>2.025e0</w:t>
      </w:r>
    </w:p>
    <w:p w:rsidR="00557788" w:rsidRDefault="00557788" w:rsidP="00557788">
      <w:r>
        <w:t>348.8604</w:t>
      </w:r>
      <w:r>
        <w:tab/>
        <w:t>1.013e0</w:t>
      </w:r>
    </w:p>
    <w:p w:rsidR="00557788" w:rsidRDefault="00557788" w:rsidP="00557788">
      <w:r>
        <w:t>348.8798</w:t>
      </w:r>
      <w:r>
        <w:tab/>
        <w:t>1.871e0</w:t>
      </w:r>
    </w:p>
    <w:p w:rsidR="00557788" w:rsidRDefault="00557788" w:rsidP="00557788">
      <w:r>
        <w:t>348.8854</w:t>
      </w:r>
      <w:r>
        <w:tab/>
        <w:t>1.013e0</w:t>
      </w:r>
    </w:p>
    <w:p w:rsidR="00557788" w:rsidRDefault="00557788" w:rsidP="00557788">
      <w:r>
        <w:t>348.8927</w:t>
      </w:r>
      <w:r>
        <w:tab/>
        <w:t>2.797e0</w:t>
      </w:r>
    </w:p>
    <w:p w:rsidR="00557788" w:rsidRDefault="00557788" w:rsidP="00557788">
      <w:r>
        <w:t>348.8940</w:t>
      </w:r>
      <w:r>
        <w:tab/>
        <w:t>1.286e0</w:t>
      </w:r>
    </w:p>
    <w:p w:rsidR="00557788" w:rsidRDefault="00557788" w:rsidP="00557788">
      <w:r>
        <w:t>348.9044</w:t>
      </w:r>
      <w:r>
        <w:tab/>
        <w:t>1.920e0</w:t>
      </w:r>
    </w:p>
    <w:p w:rsidR="00557788" w:rsidRDefault="00557788" w:rsidP="00557788">
      <w:r>
        <w:t>348.9190</w:t>
      </w:r>
      <w:r>
        <w:tab/>
        <w:t>1.132e0</w:t>
      </w:r>
    </w:p>
    <w:p w:rsidR="00557788" w:rsidRDefault="00557788" w:rsidP="00557788">
      <w:r>
        <w:t>348.9311</w:t>
      </w:r>
      <w:r>
        <w:tab/>
        <w:t>1.481e0</w:t>
      </w:r>
    </w:p>
    <w:p w:rsidR="00557788" w:rsidRDefault="00557788" w:rsidP="00557788">
      <w:r>
        <w:t>348.9446</w:t>
      </w:r>
      <w:r>
        <w:tab/>
        <w:t>3.345e0</w:t>
      </w:r>
    </w:p>
    <w:p w:rsidR="00557788" w:rsidRDefault="00557788" w:rsidP="00557788">
      <w:r>
        <w:t>348.9542</w:t>
      </w:r>
      <w:r>
        <w:tab/>
        <w:t>2.174e0</w:t>
      </w:r>
    </w:p>
    <w:p w:rsidR="00557788" w:rsidRDefault="00557788" w:rsidP="00557788">
      <w:r>
        <w:t>348.9667</w:t>
      </w:r>
      <w:r>
        <w:tab/>
        <w:t>4.318e0</w:t>
      </w:r>
    </w:p>
    <w:p w:rsidR="00557788" w:rsidRDefault="00557788" w:rsidP="00557788">
      <w:r>
        <w:t>348.9862</w:t>
      </w:r>
      <w:r>
        <w:tab/>
        <w:t>3.008e0</w:t>
      </w:r>
    </w:p>
    <w:p w:rsidR="00557788" w:rsidRDefault="00557788" w:rsidP="00557788">
      <w:r>
        <w:t>348.9905</w:t>
      </w:r>
      <w:r>
        <w:tab/>
        <w:t>2.892e0</w:t>
      </w:r>
    </w:p>
    <w:p w:rsidR="00557788" w:rsidRDefault="00557788" w:rsidP="00557788">
      <w:r>
        <w:t>349.0057</w:t>
      </w:r>
      <w:r>
        <w:tab/>
        <w:t>5.739e0</w:t>
      </w:r>
    </w:p>
    <w:p w:rsidR="00557788" w:rsidRDefault="00557788" w:rsidP="00557788">
      <w:r>
        <w:t>349.0394</w:t>
      </w:r>
      <w:r>
        <w:tab/>
        <w:t>2.494e-1</w:t>
      </w:r>
    </w:p>
    <w:p w:rsidR="00557788" w:rsidRDefault="00557788" w:rsidP="00557788">
      <w:r>
        <w:lastRenderedPageBreak/>
        <w:t>349.0551</w:t>
      </w:r>
      <w:r>
        <w:tab/>
        <w:t>5.204e0</w:t>
      </w:r>
    </w:p>
    <w:p w:rsidR="00557788" w:rsidRDefault="00557788" w:rsidP="00557788">
      <w:r>
        <w:t>349.0842</w:t>
      </w:r>
      <w:r>
        <w:tab/>
        <w:t>1.705e0</w:t>
      </w:r>
    </w:p>
    <w:p w:rsidR="00557788" w:rsidRDefault="00557788" w:rsidP="00557788">
      <w:r>
        <w:t>349.0917</w:t>
      </w:r>
      <w:r>
        <w:tab/>
        <w:t>1.919e0</w:t>
      </w:r>
    </w:p>
    <w:p w:rsidR="00557788" w:rsidRDefault="00557788" w:rsidP="00557788">
      <w:r>
        <w:t>349.1120</w:t>
      </w:r>
      <w:r>
        <w:tab/>
        <w:t>2.007e0</w:t>
      </w:r>
    </w:p>
    <w:p w:rsidR="00557788" w:rsidRDefault="00557788" w:rsidP="00557788">
      <w:r>
        <w:t>349.1168</w:t>
      </w:r>
      <w:r>
        <w:tab/>
        <w:t>3.417e0</w:t>
      </w:r>
    </w:p>
    <w:p w:rsidR="00557788" w:rsidRDefault="00557788" w:rsidP="00557788">
      <w:r>
        <w:t>349.1288</w:t>
      </w:r>
      <w:r>
        <w:tab/>
        <w:t>8.065e0</w:t>
      </w:r>
    </w:p>
    <w:p w:rsidR="00557788" w:rsidRDefault="00557788" w:rsidP="00557788">
      <w:r>
        <w:t>349.1334</w:t>
      </w:r>
      <w:r>
        <w:tab/>
        <w:t>2.092e0</w:t>
      </w:r>
    </w:p>
    <w:p w:rsidR="00557788" w:rsidRDefault="00557788" w:rsidP="00557788">
      <w:r>
        <w:t>349.1729</w:t>
      </w:r>
      <w:r>
        <w:tab/>
        <w:t>1.033e1</w:t>
      </w:r>
    </w:p>
    <w:p w:rsidR="00557788" w:rsidRDefault="00557788" w:rsidP="00557788">
      <w:r>
        <w:t>349.1852</w:t>
      </w:r>
      <w:r>
        <w:tab/>
        <w:t>3.085e0</w:t>
      </w:r>
    </w:p>
    <w:p w:rsidR="00557788" w:rsidRDefault="00557788" w:rsidP="00557788">
      <w:r>
        <w:t>349.1866</w:t>
      </w:r>
      <w:r>
        <w:tab/>
        <w:t>4.002e1</w:t>
      </w:r>
    </w:p>
    <w:p w:rsidR="00557788" w:rsidRDefault="00557788" w:rsidP="00557788">
      <w:r>
        <w:t>349.1899</w:t>
      </w:r>
      <w:r>
        <w:tab/>
        <w:t>1.291e1</w:t>
      </w:r>
    </w:p>
    <w:p w:rsidR="00557788" w:rsidRDefault="00557788" w:rsidP="00557788">
      <w:r>
        <w:t>349.2057</w:t>
      </w:r>
      <w:r>
        <w:tab/>
        <w:t>4.455e0</w:t>
      </w:r>
    </w:p>
    <w:p w:rsidR="00557788" w:rsidRDefault="00557788" w:rsidP="00557788">
      <w:r>
        <w:t>349.2098</w:t>
      </w:r>
      <w:r>
        <w:tab/>
        <w:t>9.224e0</w:t>
      </w:r>
    </w:p>
    <w:p w:rsidR="00557788" w:rsidRDefault="00557788" w:rsidP="00557788">
      <w:r>
        <w:t>349.2188</w:t>
      </w:r>
      <w:r>
        <w:tab/>
        <w:t>3.358e0</w:t>
      </w:r>
    </w:p>
    <w:p w:rsidR="00557788" w:rsidRDefault="00557788" w:rsidP="00557788">
      <w:r>
        <w:t>349.2583</w:t>
      </w:r>
      <w:r>
        <w:tab/>
        <w:t>1.378e0</w:t>
      </w:r>
    </w:p>
    <w:p w:rsidR="00557788" w:rsidRDefault="00557788" w:rsidP="00557788">
      <w:r>
        <w:t>349.3325</w:t>
      </w:r>
      <w:r>
        <w:tab/>
        <w:t>1.202e0</w:t>
      </w:r>
    </w:p>
    <w:p w:rsidR="00557788" w:rsidRDefault="00557788" w:rsidP="00557788">
      <w:r>
        <w:t>349.3438</w:t>
      </w:r>
      <w:r>
        <w:tab/>
        <w:t>1.975e0</w:t>
      </w:r>
    </w:p>
    <w:p w:rsidR="00557788" w:rsidRDefault="00557788" w:rsidP="00557788">
      <w:r>
        <w:t>349.3656</w:t>
      </w:r>
      <w:r>
        <w:tab/>
        <w:t>2.025e0</w:t>
      </w:r>
    </w:p>
    <w:p w:rsidR="00557788" w:rsidRDefault="00557788" w:rsidP="00557788">
      <w:r>
        <w:t>349.3794</w:t>
      </w:r>
      <w:r>
        <w:tab/>
        <w:t>1.013e0</w:t>
      </w:r>
    </w:p>
    <w:p w:rsidR="00557788" w:rsidRDefault="00557788" w:rsidP="00557788">
      <w:r>
        <w:lastRenderedPageBreak/>
        <w:t>349.3979</w:t>
      </w:r>
      <w:r>
        <w:tab/>
        <w:t>2.797e0</w:t>
      </w:r>
    </w:p>
    <w:p w:rsidR="00557788" w:rsidRDefault="00557788" w:rsidP="00557788">
      <w:r>
        <w:t>349.4169</w:t>
      </w:r>
      <w:r>
        <w:tab/>
        <w:t>1.013e0</w:t>
      </w:r>
    </w:p>
    <w:p w:rsidR="00557788" w:rsidRDefault="00557788" w:rsidP="00557788">
      <w:r>
        <w:t>349.4232</w:t>
      </w:r>
      <w:r>
        <w:tab/>
        <w:t>1.266e-2</w:t>
      </w:r>
    </w:p>
    <w:p w:rsidR="00557788" w:rsidRDefault="00557788" w:rsidP="00557788">
      <w:r>
        <w:t>349.4326</w:t>
      </w:r>
      <w:r>
        <w:tab/>
        <w:t>2.025e0</w:t>
      </w:r>
    </w:p>
    <w:p w:rsidR="00557788" w:rsidRDefault="00557788" w:rsidP="00557788">
      <w:r>
        <w:t>349.4416</w:t>
      </w:r>
      <w:r>
        <w:tab/>
        <w:t>3.038e0</w:t>
      </w:r>
    </w:p>
    <w:p w:rsidR="00557788" w:rsidRDefault="00557788" w:rsidP="00557788">
      <w:r>
        <w:t>349.4677</w:t>
      </w:r>
      <w:r>
        <w:tab/>
        <w:t>2.025e0</w:t>
      </w:r>
    </w:p>
    <w:p w:rsidR="00557788" w:rsidRDefault="00557788" w:rsidP="00557788">
      <w:r>
        <w:t>349.4710</w:t>
      </w:r>
      <w:r>
        <w:tab/>
        <w:t>3.038e0</w:t>
      </w:r>
    </w:p>
    <w:p w:rsidR="00557788" w:rsidRDefault="00557788" w:rsidP="00557788">
      <w:r>
        <w:t>349.4785</w:t>
      </w:r>
      <w:r>
        <w:tab/>
        <w:t>3.038e0</w:t>
      </w:r>
    </w:p>
    <w:p w:rsidR="00557788" w:rsidRDefault="00557788" w:rsidP="00557788">
      <w:r>
        <w:t>349.4802</w:t>
      </w:r>
      <w:r>
        <w:tab/>
        <w:t>3.038e0</w:t>
      </w:r>
    </w:p>
    <w:p w:rsidR="00557788" w:rsidRDefault="00557788" w:rsidP="00557788">
      <w:r>
        <w:t>349.4821</w:t>
      </w:r>
      <w:r>
        <w:tab/>
        <w:t>2.025e0</w:t>
      </w:r>
    </w:p>
    <w:p w:rsidR="00557788" w:rsidRDefault="00557788" w:rsidP="00557788">
      <w:r>
        <w:t>349.5000</w:t>
      </w:r>
      <w:r>
        <w:tab/>
        <w:t>2.025e0</w:t>
      </w:r>
    </w:p>
    <w:p w:rsidR="00557788" w:rsidRDefault="00557788" w:rsidP="00557788">
      <w:r>
        <w:t>349.5162</w:t>
      </w:r>
      <w:r>
        <w:tab/>
        <w:t>3.798e-2</w:t>
      </w:r>
    </w:p>
    <w:p w:rsidR="00557788" w:rsidRDefault="00557788" w:rsidP="00557788">
      <w:r>
        <w:t>349.5233</w:t>
      </w:r>
      <w:r>
        <w:tab/>
        <w:t>2.025e0</w:t>
      </w:r>
    </w:p>
    <w:p w:rsidR="00557788" w:rsidRDefault="00557788" w:rsidP="00557788">
      <w:r>
        <w:t>349.5330</w:t>
      </w:r>
      <w:r>
        <w:tab/>
        <w:t>3.051e0</w:t>
      </w:r>
    </w:p>
    <w:p w:rsidR="00557788" w:rsidRDefault="00557788" w:rsidP="00557788">
      <w:r>
        <w:t>349.5358</w:t>
      </w:r>
      <w:r>
        <w:tab/>
        <w:t>1.013e0</w:t>
      </w:r>
    </w:p>
    <w:p w:rsidR="00557788" w:rsidRDefault="00557788" w:rsidP="00557788">
      <w:r>
        <w:t>349.5374</w:t>
      </w:r>
      <w:r>
        <w:tab/>
        <w:t>2.025e0</w:t>
      </w:r>
    </w:p>
    <w:p w:rsidR="00557788" w:rsidRDefault="00557788" w:rsidP="00557788">
      <w:r>
        <w:t>349.5397</w:t>
      </w:r>
      <w:r>
        <w:tab/>
        <w:t>2.025e0</w:t>
      </w:r>
    </w:p>
    <w:p w:rsidR="00557788" w:rsidRDefault="00557788" w:rsidP="00557788">
      <w:r>
        <w:t>349.5694</w:t>
      </w:r>
      <w:r>
        <w:tab/>
        <w:t>2.025e0</w:t>
      </w:r>
    </w:p>
    <w:p w:rsidR="00557788" w:rsidRDefault="00557788" w:rsidP="00557788">
      <w:r>
        <w:t>349.5984</w:t>
      </w:r>
      <w:r>
        <w:tab/>
        <w:t>3.038e0</w:t>
      </w:r>
    </w:p>
    <w:p w:rsidR="00557788" w:rsidRDefault="00557788" w:rsidP="00557788">
      <w:r>
        <w:lastRenderedPageBreak/>
        <w:t>349.6262</w:t>
      </w:r>
      <w:r>
        <w:tab/>
        <w:t>2.025e0</w:t>
      </w:r>
    </w:p>
    <w:p w:rsidR="00557788" w:rsidRDefault="00557788" w:rsidP="00557788">
      <w:r>
        <w:t>349.6408</w:t>
      </w:r>
      <w:r>
        <w:tab/>
        <w:t>2.025e0</w:t>
      </w:r>
    </w:p>
    <w:p w:rsidR="00557788" w:rsidRDefault="00557788" w:rsidP="00557788">
      <w:r>
        <w:t>349.6506</w:t>
      </w:r>
      <w:r>
        <w:tab/>
        <w:t>2.240e-1</w:t>
      </w:r>
    </w:p>
    <w:p w:rsidR="00557788" w:rsidRDefault="00557788" w:rsidP="00557788">
      <w:r>
        <w:t>349.6690</w:t>
      </w:r>
      <w:r>
        <w:tab/>
        <w:t>2.025e0</w:t>
      </w:r>
    </w:p>
    <w:p w:rsidR="00557788" w:rsidRDefault="00557788" w:rsidP="00557788">
      <w:r>
        <w:t>349.6855</w:t>
      </w:r>
      <w:r>
        <w:tab/>
        <w:t>4.959e0</w:t>
      </w:r>
    </w:p>
    <w:p w:rsidR="00557788" w:rsidRDefault="00557788" w:rsidP="00557788">
      <w:r>
        <w:t>349.6905</w:t>
      </w:r>
      <w:r>
        <w:tab/>
        <w:t>2.532e-2</w:t>
      </w:r>
    </w:p>
    <w:p w:rsidR="00557788" w:rsidRDefault="00557788" w:rsidP="00557788">
      <w:r>
        <w:t>349.7109</w:t>
      </w:r>
      <w:r>
        <w:tab/>
        <w:t>4.051e0</w:t>
      </w:r>
    </w:p>
    <w:p w:rsidR="00557788" w:rsidRDefault="00557788" w:rsidP="00557788">
      <w:r>
        <w:t>349.7211</w:t>
      </w:r>
      <w:r>
        <w:tab/>
        <w:t>9.216e-1</w:t>
      </w:r>
    </w:p>
    <w:p w:rsidR="00557788" w:rsidRDefault="00557788" w:rsidP="00557788">
      <w:r>
        <w:t>349.7330</w:t>
      </w:r>
      <w:r>
        <w:tab/>
        <w:t>4.879e0</w:t>
      </w:r>
    </w:p>
    <w:p w:rsidR="00557788" w:rsidRDefault="00557788" w:rsidP="00557788">
      <w:r>
        <w:t>349.7375</w:t>
      </w:r>
      <w:r>
        <w:tab/>
        <w:t>4.295e0</w:t>
      </w:r>
    </w:p>
    <w:p w:rsidR="00557788" w:rsidRDefault="00557788" w:rsidP="00557788">
      <w:r>
        <w:t>349.7388</w:t>
      </w:r>
      <w:r>
        <w:tab/>
        <w:t>1.038e0</w:t>
      </w:r>
    </w:p>
    <w:p w:rsidR="00557788" w:rsidRDefault="00557788" w:rsidP="00557788">
      <w:r>
        <w:t>349.7915</w:t>
      </w:r>
      <w:r>
        <w:tab/>
        <w:t>4.051e0</w:t>
      </w:r>
    </w:p>
    <w:p w:rsidR="00557788" w:rsidRDefault="00557788" w:rsidP="00557788">
      <w:r>
        <w:t>349.8055</w:t>
      </w:r>
      <w:r>
        <w:tab/>
        <w:t>2.532e-2</w:t>
      </w:r>
    </w:p>
    <w:p w:rsidR="00557788" w:rsidRDefault="00557788" w:rsidP="00557788">
      <w:r>
        <w:t>349.8158</w:t>
      </w:r>
      <w:r>
        <w:tab/>
        <w:t>1.266e-2</w:t>
      </w:r>
    </w:p>
    <w:p w:rsidR="00557788" w:rsidRDefault="00557788" w:rsidP="00557788">
      <w:r>
        <w:t>349.8241</w:t>
      </w:r>
      <w:r>
        <w:tab/>
        <w:t>2.025e0</w:t>
      </w:r>
    </w:p>
    <w:p w:rsidR="00557788" w:rsidRDefault="00557788" w:rsidP="00557788">
      <w:r>
        <w:t>349.8333</w:t>
      </w:r>
      <w:r>
        <w:tab/>
        <w:t>3.038e0</w:t>
      </w:r>
    </w:p>
    <w:p w:rsidR="00557788" w:rsidRDefault="00557788" w:rsidP="00557788">
      <w:r>
        <w:t>349.8529</w:t>
      </w:r>
      <w:r>
        <w:tab/>
        <w:t>2.025e0</w:t>
      </w:r>
    </w:p>
    <w:p w:rsidR="00557788" w:rsidRDefault="00557788" w:rsidP="00557788">
      <w:r>
        <w:t>349.8859</w:t>
      </w:r>
      <w:r>
        <w:tab/>
        <w:t>1.394e1</w:t>
      </w:r>
    </w:p>
    <w:p w:rsidR="00557788" w:rsidRDefault="00557788" w:rsidP="00557788">
      <w:r>
        <w:t>349.8918</w:t>
      </w:r>
      <w:r>
        <w:tab/>
        <w:t>1.753e0</w:t>
      </w:r>
    </w:p>
    <w:p w:rsidR="00557788" w:rsidRDefault="00557788" w:rsidP="00557788">
      <w:r>
        <w:lastRenderedPageBreak/>
        <w:t>349.8993</w:t>
      </w:r>
      <w:r>
        <w:tab/>
        <w:t>1.373e0</w:t>
      </w:r>
    </w:p>
    <w:p w:rsidR="00557788" w:rsidRDefault="00557788" w:rsidP="00557788">
      <w:r>
        <w:t>349.9041</w:t>
      </w:r>
      <w:r>
        <w:tab/>
        <w:t>5.508e0</w:t>
      </w:r>
    </w:p>
    <w:p w:rsidR="00557788" w:rsidRDefault="00557788" w:rsidP="00557788">
      <w:r>
        <w:t>349.9112</w:t>
      </w:r>
      <w:r>
        <w:tab/>
        <w:t>9.365e-1</w:t>
      </w:r>
    </w:p>
    <w:p w:rsidR="00557788" w:rsidRDefault="00557788" w:rsidP="00557788">
      <w:r>
        <w:t>349.9214</w:t>
      </w:r>
      <w:r>
        <w:tab/>
        <w:t>3.469e0</w:t>
      </w:r>
    </w:p>
    <w:p w:rsidR="00557788" w:rsidRDefault="00557788" w:rsidP="00557788">
      <w:r>
        <w:t>349.9341</w:t>
      </w:r>
      <w:r>
        <w:tab/>
        <w:t>1.166e0</w:t>
      </w:r>
    </w:p>
    <w:p w:rsidR="00557788" w:rsidRDefault="00557788" w:rsidP="00557788">
      <w:r>
        <w:t>349.9584</w:t>
      </w:r>
      <w:r>
        <w:tab/>
        <w:t>4.982e0</w:t>
      </w:r>
    </w:p>
    <w:p w:rsidR="00557788" w:rsidRDefault="00557788" w:rsidP="00557788">
      <w:r>
        <w:t>349.9717</w:t>
      </w:r>
      <w:r>
        <w:tab/>
        <w:t>2.025e0</w:t>
      </w:r>
    </w:p>
    <w:p w:rsidR="00557788" w:rsidRDefault="00557788" w:rsidP="00557788">
      <w:r>
        <w:t>349.9807</w:t>
      </w:r>
      <w:r>
        <w:tab/>
        <w:t>2.204e0</w:t>
      </w:r>
    </w:p>
    <w:p w:rsidR="00557788" w:rsidRDefault="00557788" w:rsidP="00557788">
      <w:r>
        <w:t>349.9835</w:t>
      </w:r>
      <w:r>
        <w:tab/>
        <w:t>3.038e0</w:t>
      </w:r>
    </w:p>
    <w:p w:rsidR="00557788" w:rsidRDefault="00557788" w:rsidP="00557788">
      <w:r>
        <w:t>350.0122</w:t>
      </w:r>
      <w:r>
        <w:tab/>
        <w:t>1.302e0</w:t>
      </w:r>
    </w:p>
    <w:p w:rsidR="00557788" w:rsidRDefault="00557788" w:rsidP="00557788">
      <w:r>
        <w:t>350.0182</w:t>
      </w:r>
      <w:r>
        <w:tab/>
        <w:t>3.610e0</w:t>
      </w:r>
    </w:p>
    <w:p w:rsidR="00557788" w:rsidRDefault="00557788" w:rsidP="00557788">
      <w:r>
        <w:t>350.0278</w:t>
      </w:r>
      <w:r>
        <w:tab/>
        <w:t>3.038e0</w:t>
      </w:r>
    </w:p>
    <w:p w:rsidR="00557788" w:rsidRDefault="00557788" w:rsidP="00557788">
      <w:r>
        <w:t>350.0301</w:t>
      </w:r>
      <w:r>
        <w:tab/>
        <w:t>2.025e0</w:t>
      </w:r>
    </w:p>
    <w:p w:rsidR="00557788" w:rsidRDefault="00557788" w:rsidP="00557788">
      <w:r>
        <w:t>350.0624</w:t>
      </w:r>
      <w:r>
        <w:tab/>
        <w:t>6.508e-1</w:t>
      </w:r>
    </w:p>
    <w:p w:rsidR="00557788" w:rsidRDefault="00557788" w:rsidP="00557788">
      <w:r>
        <w:t>350.0670</w:t>
      </w:r>
      <w:r>
        <w:tab/>
        <w:t>2.230e0</w:t>
      </w:r>
    </w:p>
    <w:p w:rsidR="00557788" w:rsidRDefault="00557788" w:rsidP="00557788">
      <w:r>
        <w:t>350.0682</w:t>
      </w:r>
      <w:r>
        <w:tab/>
        <w:t>1.394e0</w:t>
      </w:r>
    </w:p>
    <w:p w:rsidR="00557788" w:rsidRDefault="00557788" w:rsidP="00557788">
      <w:r>
        <w:t>350.0730</w:t>
      </w:r>
      <w:r>
        <w:tab/>
        <w:t>1.712e0</w:t>
      </w:r>
    </w:p>
    <w:p w:rsidR="00557788" w:rsidRDefault="00557788" w:rsidP="00557788">
      <w:r>
        <w:t>350.0797</w:t>
      </w:r>
      <w:r>
        <w:tab/>
        <w:t>4.591e0</w:t>
      </w:r>
    </w:p>
    <w:p w:rsidR="00557788" w:rsidRDefault="00557788" w:rsidP="00557788">
      <w:r>
        <w:t>350.0933</w:t>
      </w:r>
      <w:r>
        <w:tab/>
        <w:t>3.284e0</w:t>
      </w:r>
    </w:p>
    <w:p w:rsidR="00557788" w:rsidRDefault="00557788" w:rsidP="00557788">
      <w:r>
        <w:lastRenderedPageBreak/>
        <w:t>350.1295</w:t>
      </w:r>
      <w:r>
        <w:tab/>
        <w:t>2.836e0</w:t>
      </w:r>
    </w:p>
    <w:p w:rsidR="00557788" w:rsidRDefault="00557788" w:rsidP="00557788">
      <w:r>
        <w:t>350.1726</w:t>
      </w:r>
      <w:r>
        <w:tab/>
        <w:t>1.081e0</w:t>
      </w:r>
    </w:p>
    <w:p w:rsidR="00557788" w:rsidRDefault="00557788" w:rsidP="00557788">
      <w:r>
        <w:t>350.1794</w:t>
      </w:r>
      <w:r>
        <w:tab/>
        <w:t>5.063e0</w:t>
      </w:r>
    </w:p>
    <w:p w:rsidR="00557788" w:rsidRDefault="00557788" w:rsidP="00557788">
      <w:r>
        <w:t>350.1810</w:t>
      </w:r>
      <w:r>
        <w:tab/>
        <w:t>2.594e-1</w:t>
      </w:r>
    </w:p>
    <w:p w:rsidR="00557788" w:rsidRDefault="00557788" w:rsidP="00557788">
      <w:r>
        <w:t>350.1835</w:t>
      </w:r>
      <w:r>
        <w:tab/>
        <w:t>2.029e0</w:t>
      </w:r>
    </w:p>
    <w:p w:rsidR="00557788" w:rsidRDefault="00557788" w:rsidP="00557788">
      <w:r>
        <w:t>350.1991</w:t>
      </w:r>
      <w:r>
        <w:tab/>
        <w:t>1.197e1</w:t>
      </w:r>
    </w:p>
    <w:p w:rsidR="00557788" w:rsidRDefault="00557788" w:rsidP="00557788">
      <w:r>
        <w:t>350.2012</w:t>
      </w:r>
      <w:r>
        <w:tab/>
        <w:t>3.649e0</w:t>
      </w:r>
    </w:p>
    <w:p w:rsidR="00557788" w:rsidRDefault="00557788" w:rsidP="00557788">
      <w:r>
        <w:t>350.2109</w:t>
      </w:r>
      <w:r>
        <w:tab/>
        <w:t>8.751e-1</w:t>
      </w:r>
    </w:p>
    <w:p w:rsidR="00557788" w:rsidRDefault="00557788" w:rsidP="00557788">
      <w:r>
        <w:t>350.2183</w:t>
      </w:r>
      <w:r>
        <w:tab/>
        <w:t>2.828e0</w:t>
      </w:r>
    </w:p>
    <w:p w:rsidR="00557788" w:rsidRDefault="00557788" w:rsidP="00557788">
      <w:r>
        <w:t>350.2313</w:t>
      </w:r>
      <w:r>
        <w:tab/>
        <w:t>4.573e0</w:t>
      </w:r>
    </w:p>
    <w:p w:rsidR="00557788" w:rsidRDefault="00557788" w:rsidP="00557788">
      <w:r>
        <w:t>350.2617</w:t>
      </w:r>
      <w:r>
        <w:tab/>
        <w:t>2.647e0</w:t>
      </w:r>
    </w:p>
    <w:p w:rsidR="00557788" w:rsidRDefault="00557788" w:rsidP="00557788">
      <w:r>
        <w:t>350.2785</w:t>
      </w:r>
      <w:r>
        <w:tab/>
        <w:t>1.152e0</w:t>
      </w:r>
    </w:p>
    <w:p w:rsidR="00557788" w:rsidRDefault="00557788" w:rsidP="00557788">
      <w:r>
        <w:t>350.2981</w:t>
      </w:r>
      <w:r>
        <w:tab/>
        <w:t>1.934e0</w:t>
      </w:r>
    </w:p>
    <w:p w:rsidR="00557788" w:rsidRDefault="00557788" w:rsidP="00557788">
      <w:r>
        <w:t>350.3155</w:t>
      </w:r>
      <w:r>
        <w:tab/>
        <w:t>3.339e0</w:t>
      </w:r>
    </w:p>
    <w:p w:rsidR="00557788" w:rsidRDefault="00557788" w:rsidP="00557788">
      <w:r>
        <w:t>350.3207</w:t>
      </w:r>
      <w:r>
        <w:tab/>
        <w:t>2.552e0</w:t>
      </w:r>
    </w:p>
    <w:p w:rsidR="00557788" w:rsidRDefault="00557788" w:rsidP="00557788">
      <w:r>
        <w:t>350.3359</w:t>
      </w:r>
      <w:r>
        <w:tab/>
        <w:t>2.629e0</w:t>
      </w:r>
    </w:p>
    <w:p w:rsidR="00557788" w:rsidRDefault="00557788" w:rsidP="00557788">
      <w:r>
        <w:t>350.3378</w:t>
      </w:r>
      <w:r>
        <w:tab/>
        <w:t>2.962e0</w:t>
      </w:r>
    </w:p>
    <w:p w:rsidR="00557788" w:rsidRDefault="00557788" w:rsidP="00557788">
      <w:r>
        <w:t>350.3816</w:t>
      </w:r>
      <w:r>
        <w:tab/>
        <w:t>4.772e0</w:t>
      </w:r>
    </w:p>
    <w:p w:rsidR="00557788" w:rsidRDefault="00557788" w:rsidP="00557788">
      <w:r>
        <w:t>350.3937</w:t>
      </w:r>
      <w:r>
        <w:tab/>
        <w:t>2.025e0</w:t>
      </w:r>
    </w:p>
    <w:p w:rsidR="00557788" w:rsidRDefault="00557788" w:rsidP="00557788">
      <w:r>
        <w:lastRenderedPageBreak/>
        <w:t>350.3968</w:t>
      </w:r>
      <w:r>
        <w:tab/>
        <w:t>2.025e0</w:t>
      </w:r>
    </w:p>
    <w:p w:rsidR="00557788" w:rsidRDefault="00557788" w:rsidP="00557788">
      <w:r>
        <w:t>350.3991</w:t>
      </w:r>
      <w:r>
        <w:tab/>
        <w:t>3.038e0</w:t>
      </w:r>
    </w:p>
    <w:p w:rsidR="00557788" w:rsidRDefault="00557788" w:rsidP="00557788">
      <w:r>
        <w:t>350.4095</w:t>
      </w:r>
      <w:r>
        <w:tab/>
        <w:t>2.532e-2</w:t>
      </w:r>
    </w:p>
    <w:p w:rsidR="00557788" w:rsidRDefault="00557788" w:rsidP="00557788">
      <w:r>
        <w:t>350.4256</w:t>
      </w:r>
      <w:r>
        <w:tab/>
        <w:t>1.266e-2</w:t>
      </w:r>
    </w:p>
    <w:p w:rsidR="00557788" w:rsidRDefault="00557788" w:rsidP="00557788">
      <w:r>
        <w:t>350.4327</w:t>
      </w:r>
      <w:r>
        <w:tab/>
        <w:t>3.038e0</w:t>
      </w:r>
    </w:p>
    <w:p w:rsidR="00557788" w:rsidRDefault="00557788" w:rsidP="00557788">
      <w:r>
        <w:t>350.4935</w:t>
      </w:r>
      <w:r>
        <w:tab/>
        <w:t>2.025e0</w:t>
      </w:r>
    </w:p>
    <w:p w:rsidR="00557788" w:rsidRDefault="00557788" w:rsidP="00557788">
      <w:r>
        <w:t>350.5009</w:t>
      </w:r>
      <w:r>
        <w:tab/>
        <w:t>1.266e-2</w:t>
      </w:r>
    </w:p>
    <w:p w:rsidR="00557788" w:rsidRDefault="00557788" w:rsidP="00557788">
      <w:r>
        <w:t>350.5077</w:t>
      </w:r>
      <w:r>
        <w:tab/>
        <w:t>5.063e-2</w:t>
      </w:r>
    </w:p>
    <w:p w:rsidR="00557788" w:rsidRDefault="00557788" w:rsidP="00557788">
      <w:r>
        <w:t>350.5124</w:t>
      </w:r>
      <w:r>
        <w:tab/>
        <w:t>1.013e0</w:t>
      </w:r>
    </w:p>
    <w:p w:rsidR="00557788" w:rsidRDefault="00557788" w:rsidP="00557788">
      <w:r>
        <w:t>350.5202</w:t>
      </w:r>
      <w:r>
        <w:tab/>
        <w:t>1.013e0</w:t>
      </w:r>
    </w:p>
    <w:p w:rsidR="00557788" w:rsidRDefault="00557788" w:rsidP="00557788">
      <w:r>
        <w:t>350.5260</w:t>
      </w:r>
      <w:r>
        <w:tab/>
        <w:t>2.025e0</w:t>
      </w:r>
    </w:p>
    <w:p w:rsidR="00557788" w:rsidRDefault="00557788" w:rsidP="00557788">
      <w:r>
        <w:t>350.5370</w:t>
      </w:r>
      <w:r>
        <w:tab/>
        <w:t>1.013e0</w:t>
      </w:r>
    </w:p>
    <w:p w:rsidR="00557788" w:rsidRDefault="00557788" w:rsidP="00557788">
      <w:r>
        <w:t>350.5411</w:t>
      </w:r>
      <w:r>
        <w:tab/>
        <w:t>2.025e0</w:t>
      </w:r>
    </w:p>
    <w:p w:rsidR="00557788" w:rsidRDefault="00557788" w:rsidP="00557788">
      <w:r>
        <w:t>350.5514</w:t>
      </w:r>
      <w:r>
        <w:tab/>
        <w:t>1.025e0</w:t>
      </w:r>
    </w:p>
    <w:p w:rsidR="00557788" w:rsidRDefault="00557788" w:rsidP="00557788">
      <w:r>
        <w:t>350.5714</w:t>
      </w:r>
      <w:r>
        <w:tab/>
        <w:t>3.038e0</w:t>
      </w:r>
    </w:p>
    <w:p w:rsidR="00557788" w:rsidRDefault="00557788" w:rsidP="00557788">
      <w:r>
        <w:t>350.5905</w:t>
      </w:r>
      <w:r>
        <w:tab/>
        <w:t>1.025e0</w:t>
      </w:r>
    </w:p>
    <w:p w:rsidR="00557788" w:rsidRDefault="00557788" w:rsidP="00557788">
      <w:r>
        <w:t>350.6025</w:t>
      </w:r>
      <w:r>
        <w:tab/>
        <w:t>2.025e0</w:t>
      </w:r>
    </w:p>
    <w:p w:rsidR="00557788" w:rsidRDefault="00557788" w:rsidP="00557788">
      <w:r>
        <w:t>350.6136</w:t>
      </w:r>
      <w:r>
        <w:tab/>
        <w:t>3.038e0</w:t>
      </w:r>
    </w:p>
    <w:p w:rsidR="00557788" w:rsidRDefault="00557788" w:rsidP="00557788">
      <w:r>
        <w:t>350.6182</w:t>
      </w:r>
      <w:r>
        <w:tab/>
        <w:t>2.025e0</w:t>
      </w:r>
    </w:p>
    <w:p w:rsidR="00557788" w:rsidRDefault="00557788" w:rsidP="00557788">
      <w:r>
        <w:lastRenderedPageBreak/>
        <w:t>350.6201</w:t>
      </w:r>
      <w:r>
        <w:tab/>
        <w:t>1.266e-2</w:t>
      </w:r>
    </w:p>
    <w:p w:rsidR="00557788" w:rsidRDefault="00557788" w:rsidP="00557788">
      <w:r>
        <w:t>350.6359</w:t>
      </w:r>
      <w:r>
        <w:tab/>
        <w:t>1.266e-2</w:t>
      </w:r>
    </w:p>
    <w:p w:rsidR="00557788" w:rsidRDefault="00557788" w:rsidP="00557788">
      <w:r>
        <w:t>350.6570</w:t>
      </w:r>
      <w:r>
        <w:tab/>
        <w:t>2.532e-2</w:t>
      </w:r>
    </w:p>
    <w:p w:rsidR="00557788" w:rsidRDefault="00557788" w:rsidP="00557788">
      <w:r>
        <w:t>350.6645</w:t>
      </w:r>
      <w:r>
        <w:tab/>
        <w:t>1.266e-2</w:t>
      </w:r>
    </w:p>
    <w:p w:rsidR="00557788" w:rsidRDefault="00557788" w:rsidP="00557788">
      <w:r>
        <w:t>350.6703</w:t>
      </w:r>
      <w:r>
        <w:tab/>
        <w:t>1.266e-2</w:t>
      </w:r>
    </w:p>
    <w:p w:rsidR="00557788" w:rsidRDefault="00557788" w:rsidP="00557788">
      <w:r>
        <w:t>350.6829</w:t>
      </w:r>
      <w:r>
        <w:tab/>
        <w:t>4.051e0</w:t>
      </w:r>
    </w:p>
    <w:p w:rsidR="00557788" w:rsidRDefault="00557788" w:rsidP="00557788">
      <w:r>
        <w:t>350.6853</w:t>
      </w:r>
      <w:r>
        <w:tab/>
        <w:t>3.051e0</w:t>
      </w:r>
    </w:p>
    <w:p w:rsidR="00557788" w:rsidRDefault="00557788" w:rsidP="00557788">
      <w:r>
        <w:t>350.6940</w:t>
      </w:r>
      <w:r>
        <w:tab/>
        <w:t>2.025e0</w:t>
      </w:r>
    </w:p>
    <w:p w:rsidR="00557788" w:rsidRDefault="00557788" w:rsidP="00557788">
      <w:r>
        <w:t>350.7080</w:t>
      </w:r>
      <w:r>
        <w:tab/>
        <w:t>2.025e0</w:t>
      </w:r>
    </w:p>
    <w:p w:rsidR="00557788" w:rsidRDefault="00557788" w:rsidP="00557788">
      <w:r>
        <w:t>350.7122</w:t>
      </w:r>
      <w:r>
        <w:tab/>
        <w:t>5.063e0</w:t>
      </w:r>
    </w:p>
    <w:p w:rsidR="00557788" w:rsidRDefault="00557788" w:rsidP="00557788">
      <w:r>
        <w:t>350.7260</w:t>
      </w:r>
      <w:r>
        <w:tab/>
        <w:t>1.830e0</w:t>
      </w:r>
    </w:p>
    <w:p w:rsidR="00557788" w:rsidRDefault="00557788" w:rsidP="00557788">
      <w:r>
        <w:t>350.7394</w:t>
      </w:r>
      <w:r>
        <w:tab/>
        <w:t>1.266e-2</w:t>
      </w:r>
    </w:p>
    <w:p w:rsidR="00557788" w:rsidRDefault="00557788" w:rsidP="00557788">
      <w:r>
        <w:t>350.7431</w:t>
      </w:r>
      <w:r>
        <w:tab/>
        <w:t>2.025e0</w:t>
      </w:r>
    </w:p>
    <w:p w:rsidR="00557788" w:rsidRDefault="00557788" w:rsidP="00557788">
      <w:r>
        <w:t>350.7645</w:t>
      </w:r>
      <w:r>
        <w:tab/>
        <w:t>1.013e0</w:t>
      </w:r>
    </w:p>
    <w:p w:rsidR="00557788" w:rsidRDefault="00557788" w:rsidP="00557788">
      <w:r>
        <w:t>350.7698</w:t>
      </w:r>
      <w:r>
        <w:tab/>
        <w:t>2.025e0</w:t>
      </w:r>
    </w:p>
    <w:p w:rsidR="00557788" w:rsidRDefault="00557788" w:rsidP="00557788">
      <w:r>
        <w:t>350.7751</w:t>
      </w:r>
      <w:r>
        <w:tab/>
        <w:t>3.038e0</w:t>
      </w:r>
    </w:p>
    <w:p w:rsidR="00557788" w:rsidRDefault="00557788" w:rsidP="00557788">
      <w:r>
        <w:t>350.7986</w:t>
      </w:r>
      <w:r>
        <w:tab/>
        <w:t>3.038e0</w:t>
      </w:r>
    </w:p>
    <w:p w:rsidR="00557788" w:rsidRDefault="00557788" w:rsidP="00557788">
      <w:r>
        <w:t>350.8049</w:t>
      </w:r>
      <w:r>
        <w:tab/>
        <w:t>2.532e-2</w:t>
      </w:r>
    </w:p>
    <w:p w:rsidR="00557788" w:rsidRDefault="00557788" w:rsidP="00557788">
      <w:r>
        <w:t>350.8195</w:t>
      </w:r>
      <w:r>
        <w:tab/>
        <w:t>2.532e-2</w:t>
      </w:r>
    </w:p>
    <w:p w:rsidR="00557788" w:rsidRDefault="00557788" w:rsidP="00557788">
      <w:r>
        <w:lastRenderedPageBreak/>
        <w:t>350.8256</w:t>
      </w:r>
      <w:r>
        <w:tab/>
        <w:t>1.013e0</w:t>
      </w:r>
    </w:p>
    <w:p w:rsidR="00557788" w:rsidRDefault="00557788" w:rsidP="00557788">
      <w:r>
        <w:t>350.8401</w:t>
      </w:r>
      <w:r>
        <w:tab/>
        <w:t>4.051e0</w:t>
      </w:r>
    </w:p>
    <w:p w:rsidR="00557788" w:rsidRDefault="00557788" w:rsidP="00557788">
      <w:r>
        <w:t>350.8503</w:t>
      </w:r>
      <w:r>
        <w:tab/>
        <w:t>1.013e0</w:t>
      </w:r>
    </w:p>
    <w:p w:rsidR="00557788" w:rsidRDefault="00557788" w:rsidP="00557788">
      <w:r>
        <w:t>350.8770</w:t>
      </w:r>
      <w:r>
        <w:tab/>
        <w:t>2.025e0</w:t>
      </w:r>
    </w:p>
    <w:p w:rsidR="00557788" w:rsidRDefault="00557788" w:rsidP="00557788">
      <w:r>
        <w:t>350.8896</w:t>
      </w:r>
      <w:r>
        <w:tab/>
        <w:t>8.100e-1</w:t>
      </w:r>
    </w:p>
    <w:p w:rsidR="00557788" w:rsidRDefault="00557788" w:rsidP="00557788">
      <w:r>
        <w:t>350.8910</w:t>
      </w:r>
      <w:r>
        <w:tab/>
        <w:t>1.579e0</w:t>
      </w:r>
    </w:p>
    <w:p w:rsidR="00557788" w:rsidRDefault="00557788" w:rsidP="00557788">
      <w:r>
        <w:t>350.8924</w:t>
      </w:r>
      <w:r>
        <w:tab/>
        <w:t>1.881e0</w:t>
      </w:r>
    </w:p>
    <w:p w:rsidR="00557788" w:rsidRDefault="00557788" w:rsidP="00557788">
      <w:r>
        <w:t>350.9221</w:t>
      </w:r>
      <w:r>
        <w:tab/>
        <w:t>2.817e0</w:t>
      </w:r>
    </w:p>
    <w:p w:rsidR="00557788" w:rsidRDefault="00557788" w:rsidP="00557788">
      <w:r>
        <w:t>350.9246</w:t>
      </w:r>
      <w:r>
        <w:tab/>
        <w:t>1.111e0</w:t>
      </w:r>
    </w:p>
    <w:p w:rsidR="00557788" w:rsidRDefault="00557788" w:rsidP="00557788">
      <w:r>
        <w:t>350.9515</w:t>
      </w:r>
      <w:r>
        <w:tab/>
        <w:t>3.827e0</w:t>
      </w:r>
    </w:p>
    <w:p w:rsidR="00557788" w:rsidRDefault="00557788" w:rsidP="00557788">
      <w:r>
        <w:t>350.9694</w:t>
      </w:r>
      <w:r>
        <w:tab/>
        <w:t>4.260e0</w:t>
      </w:r>
    </w:p>
    <w:p w:rsidR="00557788" w:rsidRDefault="00557788" w:rsidP="00557788">
      <w:r>
        <w:t>350.9714</w:t>
      </w:r>
      <w:r>
        <w:tab/>
        <w:t>4.678e0</w:t>
      </w:r>
    </w:p>
    <w:p w:rsidR="00557788" w:rsidRDefault="00557788" w:rsidP="00557788">
      <w:r>
        <w:t>350.9750</w:t>
      </w:r>
      <w:r>
        <w:tab/>
        <w:t>1.316e0</w:t>
      </w:r>
    </w:p>
    <w:p w:rsidR="00557788" w:rsidRDefault="00557788" w:rsidP="00557788">
      <w:r>
        <w:t>351.0003</w:t>
      </w:r>
      <w:r>
        <w:tab/>
        <w:t>2.871e0</w:t>
      </w:r>
    </w:p>
    <w:p w:rsidR="00557788" w:rsidRDefault="00557788" w:rsidP="00557788">
      <w:r>
        <w:t>351.0213</w:t>
      </w:r>
      <w:r>
        <w:tab/>
        <w:t>5.350e-1</w:t>
      </w:r>
    </w:p>
    <w:p w:rsidR="00557788" w:rsidRDefault="00557788" w:rsidP="00557788">
      <w:r>
        <w:t>351.0353</w:t>
      </w:r>
      <w:r>
        <w:tab/>
        <w:t>2.025e0</w:t>
      </w:r>
    </w:p>
    <w:p w:rsidR="00557788" w:rsidRDefault="00557788" w:rsidP="00557788">
      <w:r>
        <w:t>351.0504</w:t>
      </w:r>
      <w:r>
        <w:tab/>
        <w:t>2.978e0</w:t>
      </w:r>
    </w:p>
    <w:p w:rsidR="00557788" w:rsidRDefault="00557788" w:rsidP="00557788">
      <w:r>
        <w:t>351.0953</w:t>
      </w:r>
      <w:r>
        <w:tab/>
        <w:t>3.768e0</w:t>
      </w:r>
    </w:p>
    <w:p w:rsidR="00557788" w:rsidRDefault="00557788" w:rsidP="00557788">
      <w:r>
        <w:t>351.0974</w:t>
      </w:r>
      <w:r>
        <w:tab/>
        <w:t>1.231e0</w:t>
      </w:r>
    </w:p>
    <w:p w:rsidR="00557788" w:rsidRDefault="00557788" w:rsidP="00557788">
      <w:r>
        <w:lastRenderedPageBreak/>
        <w:t>351.1068</w:t>
      </w:r>
      <w:r>
        <w:tab/>
        <w:t>4.108e0</w:t>
      </w:r>
    </w:p>
    <w:p w:rsidR="00557788" w:rsidRDefault="00557788" w:rsidP="00557788">
      <w:r>
        <w:t>351.1080</w:t>
      </w:r>
      <w:r>
        <w:tab/>
        <w:t>1.583e0</w:t>
      </w:r>
    </w:p>
    <w:p w:rsidR="00557788" w:rsidRDefault="00557788" w:rsidP="00557788">
      <w:r>
        <w:t>351.1312</w:t>
      </w:r>
      <w:r>
        <w:tab/>
        <w:t>2.760e0</w:t>
      </w:r>
    </w:p>
    <w:p w:rsidR="00557788" w:rsidRDefault="00557788" w:rsidP="00557788">
      <w:r>
        <w:t>351.1361</w:t>
      </w:r>
      <w:r>
        <w:tab/>
        <w:t>3.393e0</w:t>
      </w:r>
    </w:p>
    <w:p w:rsidR="00557788" w:rsidRDefault="00557788" w:rsidP="00557788">
      <w:r>
        <w:t>351.1385</w:t>
      </w:r>
      <w:r>
        <w:tab/>
        <w:t>2.118e0</w:t>
      </w:r>
    </w:p>
    <w:p w:rsidR="00557788" w:rsidRDefault="00557788" w:rsidP="00557788">
      <w:r>
        <w:t>351.1993</w:t>
      </w:r>
      <w:r>
        <w:tab/>
        <w:t>1.164e0</w:t>
      </w:r>
    </w:p>
    <w:p w:rsidR="00557788" w:rsidRDefault="00557788" w:rsidP="00557788">
      <w:r>
        <w:t>351.2750</w:t>
      </w:r>
      <w:r>
        <w:tab/>
        <w:t>3.037e0</w:t>
      </w:r>
    </w:p>
    <w:p w:rsidR="00557788" w:rsidRDefault="00557788" w:rsidP="00557788">
      <w:r>
        <w:t>351.3010</w:t>
      </w:r>
      <w:r>
        <w:tab/>
        <w:t>2.455e0</w:t>
      </w:r>
    </w:p>
    <w:p w:rsidR="00557788" w:rsidRDefault="00557788" w:rsidP="00557788">
      <w:r>
        <w:t>351.3148</w:t>
      </w:r>
      <w:r>
        <w:tab/>
        <w:t>1.163e0</w:t>
      </w:r>
    </w:p>
    <w:p w:rsidR="00557788" w:rsidRDefault="00557788" w:rsidP="00557788">
      <w:r>
        <w:t>351.3427</w:t>
      </w:r>
      <w:r>
        <w:tab/>
        <w:t>1.056e0</w:t>
      </w:r>
    </w:p>
    <w:p w:rsidR="00557788" w:rsidRDefault="00557788" w:rsidP="00557788">
      <w:r>
        <w:t>351.3747</w:t>
      </w:r>
      <w:r>
        <w:tab/>
        <w:t>2.038e0</w:t>
      </w:r>
    </w:p>
    <w:p w:rsidR="00557788" w:rsidRDefault="00557788" w:rsidP="00557788">
      <w:r>
        <w:t>351.3801</w:t>
      </w:r>
      <w:r>
        <w:tab/>
        <w:t>2.025e0</w:t>
      </w:r>
    </w:p>
    <w:p w:rsidR="00557788" w:rsidRDefault="00557788" w:rsidP="00557788">
      <w:r>
        <w:t>351.3818</w:t>
      </w:r>
      <w:r>
        <w:tab/>
        <w:t>4.051e0</w:t>
      </w:r>
    </w:p>
    <w:p w:rsidR="00557788" w:rsidRDefault="00557788" w:rsidP="00557788">
      <w:r>
        <w:t>351.3835</w:t>
      </w:r>
      <w:r>
        <w:tab/>
        <w:t>3.038e0</w:t>
      </w:r>
    </w:p>
    <w:p w:rsidR="00557788" w:rsidRDefault="00557788" w:rsidP="00557788">
      <w:r>
        <w:t>351.3907</w:t>
      </w:r>
      <w:r>
        <w:tab/>
        <w:t>3.867e0</w:t>
      </w:r>
    </w:p>
    <w:p w:rsidR="00557788" w:rsidRDefault="00557788" w:rsidP="00557788">
      <w:r>
        <w:t>351.4029</w:t>
      </w:r>
      <w:r>
        <w:tab/>
        <w:t>1.013e0</w:t>
      </w:r>
    </w:p>
    <w:p w:rsidR="00557788" w:rsidRDefault="00557788" w:rsidP="00557788">
      <w:r>
        <w:t>351.4117</w:t>
      </w:r>
      <w:r>
        <w:tab/>
        <w:t>2.025e0</w:t>
      </w:r>
    </w:p>
    <w:p w:rsidR="00557788" w:rsidRDefault="00557788" w:rsidP="00557788">
      <w:r>
        <w:t>351.4343</w:t>
      </w:r>
      <w:r>
        <w:tab/>
        <w:t>5.063e0</w:t>
      </w:r>
    </w:p>
    <w:p w:rsidR="00557788" w:rsidRDefault="00557788" w:rsidP="00557788">
      <w:r>
        <w:t>351.4369</w:t>
      </w:r>
      <w:r>
        <w:tab/>
        <w:t>1.266e-2</w:t>
      </w:r>
    </w:p>
    <w:p w:rsidR="00557788" w:rsidRDefault="00557788" w:rsidP="00557788">
      <w:r>
        <w:lastRenderedPageBreak/>
        <w:t>351.4456</w:t>
      </w:r>
      <w:r>
        <w:tab/>
        <w:t>3.038e0</w:t>
      </w:r>
    </w:p>
    <w:p w:rsidR="00557788" w:rsidRDefault="00557788" w:rsidP="00557788">
      <w:r>
        <w:t>351.4620</w:t>
      </w:r>
      <w:r>
        <w:tab/>
        <w:t>1.025e0</w:t>
      </w:r>
    </w:p>
    <w:p w:rsidR="00557788" w:rsidRDefault="00557788" w:rsidP="00557788">
      <w:r>
        <w:t>351.4702</w:t>
      </w:r>
      <w:r>
        <w:tab/>
        <w:t>2.025e0</w:t>
      </w:r>
    </w:p>
    <w:p w:rsidR="00557788" w:rsidRDefault="00557788" w:rsidP="00557788">
      <w:r>
        <w:t>351.4903</w:t>
      </w:r>
      <w:r>
        <w:tab/>
        <w:t>3.038e0</w:t>
      </w:r>
    </w:p>
    <w:p w:rsidR="00557788" w:rsidRDefault="00557788" w:rsidP="00557788">
      <w:r>
        <w:t>351.5026</w:t>
      </w:r>
      <w:r>
        <w:tab/>
        <w:t>3.038e0</w:t>
      </w:r>
    </w:p>
    <w:p w:rsidR="00557788" w:rsidRDefault="00557788" w:rsidP="00557788">
      <w:r>
        <w:t>351.5060</w:t>
      </w:r>
      <w:r>
        <w:tab/>
        <w:t>6.076e0</w:t>
      </w:r>
    </w:p>
    <w:p w:rsidR="00557788" w:rsidRDefault="00557788" w:rsidP="00557788">
      <w:r>
        <w:t>351.5142</w:t>
      </w:r>
      <w:r>
        <w:tab/>
        <w:t>2.025e0</w:t>
      </w:r>
    </w:p>
    <w:p w:rsidR="00557788" w:rsidRDefault="00557788" w:rsidP="00557788">
      <w:r>
        <w:t>351.5186</w:t>
      </w:r>
      <w:r>
        <w:tab/>
        <w:t>1.013e0</w:t>
      </w:r>
    </w:p>
    <w:p w:rsidR="00557788" w:rsidRDefault="00557788" w:rsidP="00557788">
      <w:r>
        <w:t>351.5369</w:t>
      </w:r>
      <w:r>
        <w:tab/>
        <w:t>2.025e0</w:t>
      </w:r>
    </w:p>
    <w:p w:rsidR="00557788" w:rsidRDefault="00557788" w:rsidP="00557788">
      <w:r>
        <w:t>351.5491</w:t>
      </w:r>
      <w:r>
        <w:tab/>
        <w:t>2.025e0</w:t>
      </w:r>
    </w:p>
    <w:p w:rsidR="00557788" w:rsidRDefault="00557788" w:rsidP="00557788">
      <w:r>
        <w:t>351.5512</w:t>
      </w:r>
      <w:r>
        <w:tab/>
        <w:t>1.266e-2</w:t>
      </w:r>
    </w:p>
    <w:p w:rsidR="00557788" w:rsidRDefault="00557788" w:rsidP="00557788">
      <w:r>
        <w:t>351.5627</w:t>
      </w:r>
      <w:r>
        <w:tab/>
        <w:t>1.013e0</w:t>
      </w:r>
    </w:p>
    <w:p w:rsidR="00557788" w:rsidRDefault="00557788" w:rsidP="00557788">
      <w:r>
        <w:t>351.5720</w:t>
      </w:r>
      <w:r>
        <w:tab/>
        <w:t>1.266e-2</w:t>
      </w:r>
    </w:p>
    <w:p w:rsidR="00557788" w:rsidRDefault="00557788" w:rsidP="00557788">
      <w:r>
        <w:t>351.5878</w:t>
      </w:r>
      <w:r>
        <w:tab/>
        <w:t>1.038e0</w:t>
      </w:r>
    </w:p>
    <w:p w:rsidR="00557788" w:rsidRDefault="00557788" w:rsidP="00557788">
      <w:r>
        <w:t>351.5927</w:t>
      </w:r>
      <w:r>
        <w:tab/>
        <w:t>1.013e0</w:t>
      </w:r>
    </w:p>
    <w:p w:rsidR="00557788" w:rsidRDefault="00557788" w:rsidP="00557788">
      <w:r>
        <w:t>351.5966</w:t>
      </w:r>
      <w:r>
        <w:tab/>
        <w:t>1.025e0</w:t>
      </w:r>
    </w:p>
    <w:p w:rsidR="00557788" w:rsidRDefault="00557788" w:rsidP="00557788">
      <w:r>
        <w:t>351.6005</w:t>
      </w:r>
      <w:r>
        <w:tab/>
        <w:t>1.013e0</w:t>
      </w:r>
    </w:p>
    <w:p w:rsidR="00557788" w:rsidRDefault="00557788" w:rsidP="00557788">
      <w:r>
        <w:t>351.6067</w:t>
      </w:r>
      <w:r>
        <w:tab/>
        <w:t>1.013e0</w:t>
      </w:r>
    </w:p>
    <w:p w:rsidR="00557788" w:rsidRDefault="00557788" w:rsidP="00557788">
      <w:r>
        <w:t>351.6091</w:t>
      </w:r>
      <w:r>
        <w:tab/>
        <w:t>2.532e-2</w:t>
      </w:r>
    </w:p>
    <w:p w:rsidR="00557788" w:rsidRDefault="00557788" w:rsidP="00557788">
      <w:r>
        <w:lastRenderedPageBreak/>
        <w:t>351.6148</w:t>
      </w:r>
      <w:r>
        <w:tab/>
        <w:t>7.089e0</w:t>
      </w:r>
    </w:p>
    <w:p w:rsidR="00557788" w:rsidRDefault="00557788" w:rsidP="00557788">
      <w:r>
        <w:t>351.6571</w:t>
      </w:r>
      <w:r>
        <w:tab/>
        <w:t>1.013e0</w:t>
      </w:r>
    </w:p>
    <w:p w:rsidR="00557788" w:rsidRDefault="00557788" w:rsidP="00557788">
      <w:r>
        <w:t>351.6631</w:t>
      </w:r>
      <w:r>
        <w:tab/>
        <w:t>1.266e-2</w:t>
      </w:r>
    </w:p>
    <w:p w:rsidR="00557788" w:rsidRDefault="00557788" w:rsidP="00557788">
      <w:r>
        <w:t>351.6772</w:t>
      </w:r>
      <w:r>
        <w:tab/>
        <w:t>2.025e0</w:t>
      </w:r>
    </w:p>
    <w:p w:rsidR="00557788" w:rsidRDefault="00557788" w:rsidP="00557788">
      <w:r>
        <w:t>351.6822</w:t>
      </w:r>
      <w:r>
        <w:tab/>
        <w:t>1.038e0</w:t>
      </w:r>
    </w:p>
    <w:p w:rsidR="00557788" w:rsidRDefault="00557788" w:rsidP="00557788">
      <w:r>
        <w:t>351.7074</w:t>
      </w:r>
      <w:r>
        <w:tab/>
        <w:t>1.013e0</w:t>
      </w:r>
    </w:p>
    <w:p w:rsidR="00557788" w:rsidRDefault="00557788" w:rsidP="00557788">
      <w:r>
        <w:t>351.7145</w:t>
      </w:r>
      <w:r>
        <w:tab/>
        <w:t>1.746e0</w:t>
      </w:r>
    </w:p>
    <w:p w:rsidR="00557788" w:rsidRDefault="00557788" w:rsidP="00557788">
      <w:r>
        <w:t>351.7174</w:t>
      </w:r>
      <w:r>
        <w:tab/>
        <w:t>1.101e0</w:t>
      </w:r>
    </w:p>
    <w:p w:rsidR="00557788" w:rsidRDefault="00557788" w:rsidP="00557788">
      <w:r>
        <w:t>351.7267</w:t>
      </w:r>
      <w:r>
        <w:tab/>
        <w:t>4.051e0</w:t>
      </w:r>
    </w:p>
    <w:p w:rsidR="00557788" w:rsidRDefault="00557788" w:rsidP="00557788">
      <w:r>
        <w:t>351.7606</w:t>
      </w:r>
      <w:r>
        <w:tab/>
        <w:t>6.076e0</w:t>
      </w:r>
    </w:p>
    <w:p w:rsidR="00557788" w:rsidRDefault="00557788" w:rsidP="00557788">
      <w:r>
        <w:t>351.7617</w:t>
      </w:r>
      <w:r>
        <w:tab/>
        <w:t>1.013e0</w:t>
      </w:r>
    </w:p>
    <w:p w:rsidR="00557788" w:rsidRDefault="00557788" w:rsidP="00557788">
      <w:r>
        <w:t>351.7658</w:t>
      </w:r>
      <w:r>
        <w:tab/>
        <w:t>1.013e0</w:t>
      </w:r>
    </w:p>
    <w:p w:rsidR="00557788" w:rsidRDefault="00557788" w:rsidP="00557788">
      <w:r>
        <w:t>351.7844</w:t>
      </w:r>
      <w:r>
        <w:tab/>
        <w:t>2.532e-2</w:t>
      </w:r>
    </w:p>
    <w:p w:rsidR="00557788" w:rsidRDefault="00557788" w:rsidP="00557788">
      <w:r>
        <w:t>351.8073</w:t>
      </w:r>
      <w:r>
        <w:tab/>
        <w:t>2.025e0</w:t>
      </w:r>
    </w:p>
    <w:p w:rsidR="00557788" w:rsidRDefault="00557788" w:rsidP="00557788">
      <w:r>
        <w:t>351.8112</w:t>
      </w:r>
      <w:r>
        <w:tab/>
        <w:t>3.038e0</w:t>
      </w:r>
    </w:p>
    <w:p w:rsidR="00557788" w:rsidRDefault="00557788" w:rsidP="00557788">
      <w:r>
        <w:t>351.8152</w:t>
      </w:r>
      <w:r>
        <w:tab/>
        <w:t>1.266e-2</w:t>
      </w:r>
    </w:p>
    <w:p w:rsidR="00557788" w:rsidRDefault="00557788" w:rsidP="00557788">
      <w:r>
        <w:t>351.8255</w:t>
      </w:r>
      <w:r>
        <w:tab/>
        <w:t>2.025e0</w:t>
      </w:r>
    </w:p>
    <w:p w:rsidR="00557788" w:rsidRDefault="00557788" w:rsidP="00557788">
      <w:r>
        <w:t>351.8357</w:t>
      </w:r>
      <w:r>
        <w:tab/>
        <w:t>3.038e0</w:t>
      </w:r>
    </w:p>
    <w:p w:rsidR="00557788" w:rsidRDefault="00557788" w:rsidP="00557788">
      <w:r>
        <w:t>351.8398</w:t>
      </w:r>
      <w:r>
        <w:tab/>
        <w:t>1.266e-2</w:t>
      </w:r>
    </w:p>
    <w:p w:rsidR="00557788" w:rsidRDefault="00557788" w:rsidP="00557788">
      <w:r>
        <w:lastRenderedPageBreak/>
        <w:t>351.8486</w:t>
      </w:r>
      <w:r>
        <w:tab/>
        <w:t>2.051e0</w:t>
      </w:r>
    </w:p>
    <w:p w:rsidR="00557788" w:rsidRDefault="00557788" w:rsidP="00557788">
      <w:r>
        <w:t>351.8522</w:t>
      </w:r>
      <w:r>
        <w:tab/>
        <w:t>1.013e0</w:t>
      </w:r>
    </w:p>
    <w:p w:rsidR="00557788" w:rsidRDefault="00557788" w:rsidP="00557788">
      <w:r>
        <w:t>351.8648</w:t>
      </w:r>
      <w:r>
        <w:tab/>
        <w:t>1.013e0</w:t>
      </w:r>
    </w:p>
    <w:p w:rsidR="00557788" w:rsidRDefault="00557788" w:rsidP="00557788">
      <w:r>
        <w:t>351.8756</w:t>
      </w:r>
      <w:r>
        <w:tab/>
        <w:t>2.025e0</w:t>
      </w:r>
    </w:p>
    <w:p w:rsidR="00557788" w:rsidRDefault="00557788" w:rsidP="00557788">
      <w:r>
        <w:t>351.8963</w:t>
      </w:r>
      <w:r>
        <w:tab/>
        <w:t>1.266e-2</w:t>
      </w:r>
    </w:p>
    <w:p w:rsidR="00557788" w:rsidRDefault="00557788" w:rsidP="00557788">
      <w:r>
        <w:t>351.9214</w:t>
      </w:r>
      <w:r>
        <w:tab/>
        <w:t>1.861e0</w:t>
      </w:r>
    </w:p>
    <w:p w:rsidR="00557788" w:rsidRDefault="00557788" w:rsidP="00557788">
      <w:r>
        <w:t>351.9281</w:t>
      </w:r>
      <w:r>
        <w:tab/>
        <w:t>5.481e0</w:t>
      </w:r>
    </w:p>
    <w:p w:rsidR="00557788" w:rsidRDefault="00557788" w:rsidP="00557788">
      <w:r>
        <w:t>351.9297</w:t>
      </w:r>
      <w:r>
        <w:tab/>
        <w:t>3.337e0</w:t>
      </w:r>
    </w:p>
    <w:p w:rsidR="00557788" w:rsidRDefault="00557788" w:rsidP="00557788">
      <w:r>
        <w:t>351.9340</w:t>
      </w:r>
      <w:r>
        <w:tab/>
        <w:t>4.567e-1</w:t>
      </w:r>
    </w:p>
    <w:p w:rsidR="00557788" w:rsidRDefault="00557788" w:rsidP="00557788">
      <w:r>
        <w:t>351.9407</w:t>
      </w:r>
      <w:r>
        <w:tab/>
        <w:t>5.935e0</w:t>
      </w:r>
    </w:p>
    <w:p w:rsidR="00557788" w:rsidRDefault="00557788" w:rsidP="00557788">
      <w:r>
        <w:t>351.9681</w:t>
      </w:r>
      <w:r>
        <w:tab/>
        <w:t>2.075e0</w:t>
      </w:r>
    </w:p>
    <w:p w:rsidR="00557788" w:rsidRDefault="00557788" w:rsidP="00557788">
      <w:r>
        <w:t>351.9707</w:t>
      </w:r>
      <w:r>
        <w:tab/>
        <w:t>2.303e0</w:t>
      </w:r>
    </w:p>
    <w:p w:rsidR="00557788" w:rsidRDefault="00557788" w:rsidP="00557788">
      <w:r>
        <w:t>351.9728</w:t>
      </w:r>
      <w:r>
        <w:tab/>
        <w:t>4.323e0</w:t>
      </w:r>
    </w:p>
    <w:p w:rsidR="00557788" w:rsidRDefault="00557788" w:rsidP="00557788">
      <w:r>
        <w:t>351.9742</w:t>
      </w:r>
      <w:r>
        <w:tab/>
        <w:t>9.820e-1</w:t>
      </w:r>
    </w:p>
    <w:p w:rsidR="00557788" w:rsidRDefault="00557788" w:rsidP="00557788">
      <w:r>
        <w:t>351.9819</w:t>
      </w:r>
      <w:r>
        <w:tab/>
        <w:t>2.314e0</w:t>
      </w:r>
    </w:p>
    <w:p w:rsidR="00557788" w:rsidRDefault="00557788" w:rsidP="00557788">
      <w:r>
        <w:t>352.0027</w:t>
      </w:r>
      <w:r>
        <w:tab/>
        <w:t>2.852e0</w:t>
      </w:r>
    </w:p>
    <w:p w:rsidR="00557788" w:rsidRDefault="00557788" w:rsidP="00557788">
      <w:r>
        <w:t>352.0165</w:t>
      </w:r>
      <w:r>
        <w:tab/>
        <w:t>2.196e0</w:t>
      </w:r>
    </w:p>
    <w:p w:rsidR="00557788" w:rsidRDefault="00557788" w:rsidP="00557788">
      <w:r>
        <w:t>352.0258</w:t>
      </w:r>
      <w:r>
        <w:tab/>
        <w:t>2.025e0</w:t>
      </w:r>
    </w:p>
    <w:p w:rsidR="00557788" w:rsidRDefault="00557788" w:rsidP="00557788">
      <w:r>
        <w:t>352.0345</w:t>
      </w:r>
      <w:r>
        <w:tab/>
        <w:t>4.688e0</w:t>
      </w:r>
    </w:p>
    <w:p w:rsidR="00557788" w:rsidRDefault="00557788" w:rsidP="00557788">
      <w:r>
        <w:lastRenderedPageBreak/>
        <w:t>352.0618</w:t>
      </w:r>
      <w:r>
        <w:tab/>
        <w:t>1.583e0</w:t>
      </w:r>
    </w:p>
    <w:p w:rsidR="00557788" w:rsidRDefault="00557788" w:rsidP="00557788">
      <w:r>
        <w:t>352.0753</w:t>
      </w:r>
      <w:r>
        <w:tab/>
        <w:t>1.845e0</w:t>
      </w:r>
    </w:p>
    <w:p w:rsidR="00557788" w:rsidRDefault="00557788" w:rsidP="00557788">
      <w:r>
        <w:t>352.0894</w:t>
      </w:r>
      <w:r>
        <w:tab/>
        <w:t>2.658e0</w:t>
      </w:r>
    </w:p>
    <w:p w:rsidR="00557788" w:rsidRDefault="00557788" w:rsidP="00557788">
      <w:r>
        <w:t>352.1003</w:t>
      </w:r>
      <w:r>
        <w:tab/>
        <w:t>1.386e0</w:t>
      </w:r>
    </w:p>
    <w:p w:rsidR="00557788" w:rsidRDefault="00557788" w:rsidP="00557788">
      <w:r>
        <w:t>352.1164</w:t>
      </w:r>
      <w:r>
        <w:tab/>
        <w:t>2.457e0</w:t>
      </w:r>
    </w:p>
    <w:p w:rsidR="00557788" w:rsidRDefault="00557788" w:rsidP="00557788">
      <w:r>
        <w:t>352.1183</w:t>
      </w:r>
      <w:r>
        <w:tab/>
        <w:t>4.280e0</w:t>
      </w:r>
    </w:p>
    <w:p w:rsidR="00557788" w:rsidRDefault="00557788" w:rsidP="00557788">
      <w:r>
        <w:t>352.1528</w:t>
      </w:r>
      <w:r>
        <w:tab/>
        <w:t>2.725e0</w:t>
      </w:r>
    </w:p>
    <w:p w:rsidR="00557788" w:rsidRDefault="00557788" w:rsidP="00557788">
      <w:r>
        <w:t>352.1836</w:t>
      </w:r>
      <w:r>
        <w:tab/>
        <w:t>2.029e0</w:t>
      </w:r>
    </w:p>
    <w:p w:rsidR="00557788" w:rsidRDefault="00557788" w:rsidP="00557788">
      <w:r>
        <w:t>352.2342</w:t>
      </w:r>
      <w:r>
        <w:tab/>
        <w:t>7.947e0</w:t>
      </w:r>
    </w:p>
    <w:p w:rsidR="00557788" w:rsidRDefault="00557788" w:rsidP="00557788">
      <w:r>
        <w:t>352.2377</w:t>
      </w:r>
      <w:r>
        <w:tab/>
        <w:t>2.004e0</w:t>
      </w:r>
    </w:p>
    <w:p w:rsidR="00557788" w:rsidRDefault="00557788" w:rsidP="00557788">
      <w:r>
        <w:t>352.2446</w:t>
      </w:r>
      <w:r>
        <w:tab/>
        <w:t>2.542e1</w:t>
      </w:r>
    </w:p>
    <w:p w:rsidR="00557788" w:rsidRDefault="00557788" w:rsidP="00557788">
      <w:r>
        <w:t>352.2516</w:t>
      </w:r>
      <w:r>
        <w:tab/>
        <w:t>9.700e0</w:t>
      </w:r>
    </w:p>
    <w:p w:rsidR="00557788" w:rsidRDefault="00557788" w:rsidP="00557788">
      <w:r>
        <w:t>352.2610</w:t>
      </w:r>
      <w:r>
        <w:tab/>
        <w:t>1.444e1</w:t>
      </w:r>
    </w:p>
    <w:p w:rsidR="00557788" w:rsidRDefault="00557788" w:rsidP="00557788">
      <w:r>
        <w:t>352.2653</w:t>
      </w:r>
      <w:r>
        <w:tab/>
        <w:t>7.330e0</w:t>
      </w:r>
    </w:p>
    <w:p w:rsidR="00557788" w:rsidRDefault="00557788" w:rsidP="00557788">
      <w:r>
        <w:t>352.2748</w:t>
      </w:r>
      <w:r>
        <w:tab/>
        <w:t>6.042e0</w:t>
      </w:r>
    </w:p>
    <w:p w:rsidR="00557788" w:rsidRDefault="00557788" w:rsidP="00557788">
      <w:r>
        <w:t>352.2886</w:t>
      </w:r>
      <w:r>
        <w:tab/>
        <w:t>9.355e-1</w:t>
      </w:r>
    </w:p>
    <w:p w:rsidR="00557788" w:rsidRDefault="00557788" w:rsidP="00557788">
      <w:r>
        <w:t>352.3058</w:t>
      </w:r>
      <w:r>
        <w:tab/>
        <w:t>3.617e0</w:t>
      </w:r>
    </w:p>
    <w:p w:rsidR="00557788" w:rsidRDefault="00557788" w:rsidP="00557788">
      <w:r>
        <w:t>352.3115</w:t>
      </w:r>
      <w:r>
        <w:tab/>
        <w:t>3.283e0</w:t>
      </w:r>
    </w:p>
    <w:p w:rsidR="00557788" w:rsidRDefault="00557788" w:rsidP="00557788">
      <w:r>
        <w:t>352.3145</w:t>
      </w:r>
      <w:r>
        <w:tab/>
        <w:t>7.860e0</w:t>
      </w:r>
    </w:p>
    <w:p w:rsidR="00557788" w:rsidRDefault="00557788" w:rsidP="00557788">
      <w:r>
        <w:lastRenderedPageBreak/>
        <w:t>352.3166</w:t>
      </w:r>
      <w:r>
        <w:tab/>
        <w:t>2.532e0</w:t>
      </w:r>
    </w:p>
    <w:p w:rsidR="00557788" w:rsidRDefault="00557788" w:rsidP="00557788">
      <w:r>
        <w:t>352.3254</w:t>
      </w:r>
      <w:r>
        <w:tab/>
        <w:t>3.407e0</w:t>
      </w:r>
    </w:p>
    <w:p w:rsidR="00557788" w:rsidRDefault="00557788" w:rsidP="00557788">
      <w:r>
        <w:t>352.3437</w:t>
      </w:r>
      <w:r>
        <w:tab/>
        <w:t>2.707e0</w:t>
      </w:r>
    </w:p>
    <w:p w:rsidR="00557788" w:rsidRDefault="00557788" w:rsidP="00557788">
      <w:r>
        <w:t>352.3759</w:t>
      </w:r>
      <w:r>
        <w:tab/>
        <w:t>2.976e0</w:t>
      </w:r>
    </w:p>
    <w:p w:rsidR="00557788" w:rsidRDefault="00557788" w:rsidP="00557788">
      <w:r>
        <w:t>352.3888</w:t>
      </w:r>
      <w:r>
        <w:tab/>
        <w:t>3.038e0</w:t>
      </w:r>
    </w:p>
    <w:p w:rsidR="00557788" w:rsidRDefault="00557788" w:rsidP="00557788">
      <w:r>
        <w:t>352.4003</w:t>
      </w:r>
      <w:r>
        <w:tab/>
        <w:t>1.266e-2</w:t>
      </w:r>
    </w:p>
    <w:p w:rsidR="00557788" w:rsidRDefault="00557788" w:rsidP="00557788">
      <w:r>
        <w:t>352.4116</w:t>
      </w:r>
      <w:r>
        <w:tab/>
        <w:t>2.025e0</w:t>
      </w:r>
    </w:p>
    <w:p w:rsidR="00557788" w:rsidRDefault="00557788" w:rsidP="00557788">
      <w:r>
        <w:t>352.4219</w:t>
      </w:r>
      <w:r>
        <w:tab/>
        <w:t>2.025e0</w:t>
      </w:r>
    </w:p>
    <w:p w:rsidR="00557788" w:rsidRDefault="00557788" w:rsidP="00557788">
      <w:r>
        <w:t>352.4274</w:t>
      </w:r>
      <w:r>
        <w:tab/>
        <w:t>2.025e0</w:t>
      </w:r>
    </w:p>
    <w:p w:rsidR="00557788" w:rsidRDefault="00557788" w:rsidP="00557788">
      <w:r>
        <w:t>352.4314</w:t>
      </w:r>
      <w:r>
        <w:tab/>
        <w:t>1.025e0</w:t>
      </w:r>
    </w:p>
    <w:p w:rsidR="00557788" w:rsidRDefault="00557788" w:rsidP="00557788">
      <w:r>
        <w:t>352.4334</w:t>
      </w:r>
      <w:r>
        <w:tab/>
        <w:t>3.038e0</w:t>
      </w:r>
    </w:p>
    <w:p w:rsidR="00557788" w:rsidRDefault="00557788" w:rsidP="00557788">
      <w:r>
        <w:t>352.4344</w:t>
      </w:r>
      <w:r>
        <w:tab/>
        <w:t>2.025e0</w:t>
      </w:r>
    </w:p>
    <w:p w:rsidR="00557788" w:rsidRDefault="00557788" w:rsidP="00557788">
      <w:r>
        <w:t>352.4618</w:t>
      </w:r>
      <w:r>
        <w:tab/>
        <w:t>4.051e0</w:t>
      </w:r>
    </w:p>
    <w:p w:rsidR="00557788" w:rsidRDefault="00557788" w:rsidP="00557788">
      <w:r>
        <w:t>352.4910</w:t>
      </w:r>
      <w:r>
        <w:tab/>
        <w:t>6.101e0</w:t>
      </w:r>
    </w:p>
    <w:p w:rsidR="00557788" w:rsidRDefault="00557788" w:rsidP="00557788">
      <w:r>
        <w:t>352.5075</w:t>
      </w:r>
      <w:r>
        <w:tab/>
        <w:t>4.051e0</w:t>
      </w:r>
    </w:p>
    <w:p w:rsidR="00557788" w:rsidRDefault="00557788" w:rsidP="00557788">
      <w:r>
        <w:t>352.5115</w:t>
      </w:r>
      <w:r>
        <w:tab/>
        <w:t>3.038e0</w:t>
      </w:r>
    </w:p>
    <w:p w:rsidR="00557788" w:rsidRDefault="00557788" w:rsidP="00557788">
      <w:r>
        <w:t>352.5190</w:t>
      </w:r>
      <w:r>
        <w:tab/>
        <w:t>2.092e0</w:t>
      </w:r>
    </w:p>
    <w:p w:rsidR="00557788" w:rsidRDefault="00557788" w:rsidP="00557788">
      <w:r>
        <w:t>352.5208</w:t>
      </w:r>
      <w:r>
        <w:tab/>
        <w:t>4.051e0</w:t>
      </w:r>
    </w:p>
    <w:p w:rsidR="00557788" w:rsidRDefault="00557788" w:rsidP="00557788">
      <w:r>
        <w:t>352.5236</w:t>
      </w:r>
      <w:r>
        <w:tab/>
        <w:t>3.063e0</w:t>
      </w:r>
    </w:p>
    <w:p w:rsidR="00557788" w:rsidRDefault="00557788" w:rsidP="00557788">
      <w:r>
        <w:lastRenderedPageBreak/>
        <w:t>352.5253</w:t>
      </w:r>
      <w:r>
        <w:tab/>
        <w:t>1.063e0</w:t>
      </w:r>
    </w:p>
    <w:p w:rsidR="00557788" w:rsidRDefault="00557788" w:rsidP="00557788">
      <w:r>
        <w:t>352.5601</w:t>
      </w:r>
      <w:r>
        <w:tab/>
        <w:t>3.038e0</w:t>
      </w:r>
    </w:p>
    <w:p w:rsidR="00557788" w:rsidRDefault="00557788" w:rsidP="00557788">
      <w:r>
        <w:t>352.5832</w:t>
      </w:r>
      <w:r>
        <w:tab/>
        <w:t>1.013e0</w:t>
      </w:r>
    </w:p>
    <w:p w:rsidR="00557788" w:rsidRDefault="00557788" w:rsidP="00557788">
      <w:r>
        <w:t>352.5855</w:t>
      </w:r>
      <w:r>
        <w:tab/>
        <w:t>5.063e0</w:t>
      </w:r>
    </w:p>
    <w:p w:rsidR="00557788" w:rsidRDefault="00557788" w:rsidP="00557788">
      <w:r>
        <w:t>352.5995</w:t>
      </w:r>
      <w:r>
        <w:tab/>
        <w:t>1.266e-2</w:t>
      </w:r>
    </w:p>
    <w:p w:rsidR="00557788" w:rsidRDefault="00557788" w:rsidP="00557788">
      <w:r>
        <w:t>352.6154</w:t>
      </w:r>
      <w:r>
        <w:tab/>
        <w:t>2.025e0</w:t>
      </w:r>
    </w:p>
    <w:p w:rsidR="00557788" w:rsidRDefault="00557788" w:rsidP="00557788">
      <w:r>
        <w:t>352.6190</w:t>
      </w:r>
      <w:r>
        <w:tab/>
        <w:t>3.038e0</w:t>
      </w:r>
    </w:p>
    <w:p w:rsidR="00557788" w:rsidRDefault="00557788" w:rsidP="00557788">
      <w:r>
        <w:t>352.6376</w:t>
      </w:r>
      <w:r>
        <w:tab/>
        <w:t>3.038e0</w:t>
      </w:r>
    </w:p>
    <w:p w:rsidR="00557788" w:rsidRDefault="00557788" w:rsidP="00557788">
      <w:r>
        <w:t>352.6697</w:t>
      </w:r>
      <w:r>
        <w:tab/>
        <w:t>1.266e-2</w:t>
      </w:r>
    </w:p>
    <w:p w:rsidR="00557788" w:rsidRDefault="00557788" w:rsidP="00557788">
      <w:r>
        <w:t>352.6718</w:t>
      </w:r>
      <w:r>
        <w:tab/>
        <w:t>2.025e0</w:t>
      </w:r>
    </w:p>
    <w:p w:rsidR="00557788" w:rsidRDefault="00557788" w:rsidP="00557788">
      <w:r>
        <w:t>352.6841</w:t>
      </w:r>
      <w:r>
        <w:tab/>
        <w:t>3.063e0</w:t>
      </w:r>
    </w:p>
    <w:p w:rsidR="00557788" w:rsidRDefault="00557788" w:rsidP="00557788">
      <w:r>
        <w:t>352.7374</w:t>
      </w:r>
      <w:r>
        <w:tab/>
        <w:t>2.935e0</w:t>
      </w:r>
    </w:p>
    <w:p w:rsidR="00557788" w:rsidRDefault="00557788" w:rsidP="00557788">
      <w:r>
        <w:t>352.7415</w:t>
      </w:r>
      <w:r>
        <w:tab/>
        <w:t>7.089e0</w:t>
      </w:r>
    </w:p>
    <w:p w:rsidR="00557788" w:rsidRDefault="00557788" w:rsidP="00557788">
      <w:r>
        <w:t>352.7582</w:t>
      </w:r>
      <w:r>
        <w:tab/>
        <w:t>2.025e0</w:t>
      </w:r>
    </w:p>
    <w:p w:rsidR="00557788" w:rsidRDefault="00557788" w:rsidP="00557788">
      <w:r>
        <w:t>352.7599</w:t>
      </w:r>
      <w:r>
        <w:tab/>
        <w:t>1.013e0</w:t>
      </w:r>
    </w:p>
    <w:p w:rsidR="00557788" w:rsidRDefault="00557788" w:rsidP="00557788">
      <w:r>
        <w:t>352.7725</w:t>
      </w:r>
      <w:r>
        <w:tab/>
        <w:t>1.025e0</w:t>
      </w:r>
    </w:p>
    <w:p w:rsidR="00557788" w:rsidRDefault="00557788" w:rsidP="00557788">
      <w:r>
        <w:t>352.7788</w:t>
      </w:r>
      <w:r>
        <w:tab/>
        <w:t>3.038e0</w:t>
      </w:r>
    </w:p>
    <w:p w:rsidR="00557788" w:rsidRDefault="00557788" w:rsidP="00557788">
      <w:r>
        <w:t>352.7894</w:t>
      </w:r>
      <w:r>
        <w:tab/>
        <w:t>1.013e0</w:t>
      </w:r>
    </w:p>
    <w:p w:rsidR="00557788" w:rsidRDefault="00557788" w:rsidP="00557788">
      <w:r>
        <w:t>352.7978</w:t>
      </w:r>
      <w:r>
        <w:tab/>
        <w:t>1.013e0</w:t>
      </w:r>
    </w:p>
    <w:p w:rsidR="00557788" w:rsidRDefault="00557788" w:rsidP="00557788">
      <w:r>
        <w:lastRenderedPageBreak/>
        <w:t>352.8104</w:t>
      </w:r>
      <w:r>
        <w:tab/>
        <w:t>1.013e0</w:t>
      </w:r>
    </w:p>
    <w:p w:rsidR="00557788" w:rsidRDefault="00557788" w:rsidP="00557788">
      <w:r>
        <w:t>352.8288</w:t>
      </w:r>
      <w:r>
        <w:tab/>
        <w:t>6.076e0</w:t>
      </w:r>
    </w:p>
    <w:p w:rsidR="00557788" w:rsidRDefault="00557788" w:rsidP="00557788">
      <w:r>
        <w:t>352.8513</w:t>
      </w:r>
      <w:r>
        <w:tab/>
        <w:t>2.025e0</w:t>
      </w:r>
    </w:p>
    <w:p w:rsidR="00557788" w:rsidRDefault="00557788" w:rsidP="00557788">
      <w:r>
        <w:t>352.8589</w:t>
      </w:r>
      <w:r>
        <w:tab/>
        <w:t>5.586e0</w:t>
      </w:r>
    </w:p>
    <w:p w:rsidR="00557788" w:rsidRDefault="00557788" w:rsidP="00557788">
      <w:r>
        <w:t>352.8675</w:t>
      </w:r>
      <w:r>
        <w:tab/>
        <w:t>1.266e-2</w:t>
      </w:r>
    </w:p>
    <w:p w:rsidR="00557788" w:rsidRDefault="00557788" w:rsidP="00557788">
      <w:r>
        <w:t>352.8951</w:t>
      </w:r>
      <w:r>
        <w:tab/>
        <w:t>1.746e0</w:t>
      </w:r>
    </w:p>
    <w:p w:rsidR="00557788" w:rsidRDefault="00557788" w:rsidP="00557788">
      <w:r>
        <w:t>352.9008</w:t>
      </w:r>
      <w:r>
        <w:tab/>
        <w:t>2.676e0</w:t>
      </w:r>
    </w:p>
    <w:p w:rsidR="00557788" w:rsidRDefault="00557788" w:rsidP="00557788">
      <w:r>
        <w:t>352.9128</w:t>
      </w:r>
      <w:r>
        <w:tab/>
        <w:t>4.762e0</w:t>
      </w:r>
    </w:p>
    <w:p w:rsidR="00557788" w:rsidRDefault="00557788" w:rsidP="00557788">
      <w:r>
        <w:t>352.9321</w:t>
      </w:r>
      <w:r>
        <w:tab/>
        <w:t>2.722e0</w:t>
      </w:r>
    </w:p>
    <w:p w:rsidR="00557788" w:rsidRDefault="00557788" w:rsidP="00557788">
      <w:r>
        <w:t>352.9354</w:t>
      </w:r>
      <w:r>
        <w:tab/>
        <w:t>2.321e0</w:t>
      </w:r>
    </w:p>
    <w:p w:rsidR="00557788" w:rsidRDefault="00557788" w:rsidP="00557788">
      <w:r>
        <w:t>352.9689</w:t>
      </w:r>
      <w:r>
        <w:tab/>
        <w:t>4.097e0</w:t>
      </w:r>
    </w:p>
    <w:p w:rsidR="00557788" w:rsidRDefault="00557788" w:rsidP="00557788">
      <w:r>
        <w:t>352.9746</w:t>
      </w:r>
      <w:r>
        <w:tab/>
        <w:t>3.544e0</w:t>
      </w:r>
    </w:p>
    <w:p w:rsidR="00557788" w:rsidRDefault="00557788" w:rsidP="00557788">
      <w:r>
        <w:t>353.0098</w:t>
      </w:r>
      <w:r>
        <w:tab/>
        <w:t>3.900e0</w:t>
      </w:r>
    </w:p>
    <w:p w:rsidR="00557788" w:rsidRDefault="00557788" w:rsidP="00557788">
      <w:r>
        <w:t>353.0172</w:t>
      </w:r>
      <w:r>
        <w:tab/>
        <w:t>2.974e0</w:t>
      </w:r>
    </w:p>
    <w:p w:rsidR="00557788" w:rsidRDefault="00557788" w:rsidP="00557788">
      <w:r>
        <w:t>353.0219</w:t>
      </w:r>
      <w:r>
        <w:tab/>
        <w:t>2.864e0</w:t>
      </w:r>
    </w:p>
    <w:p w:rsidR="00557788" w:rsidRDefault="00557788" w:rsidP="00557788">
      <w:r>
        <w:t>353.0246</w:t>
      </w:r>
      <w:r>
        <w:tab/>
        <w:t>7.918e0</w:t>
      </w:r>
    </w:p>
    <w:p w:rsidR="00557788" w:rsidRDefault="00557788" w:rsidP="00557788">
      <w:r>
        <w:t>353.0471</w:t>
      </w:r>
      <w:r>
        <w:tab/>
        <w:t>3.887e0</w:t>
      </w:r>
    </w:p>
    <w:p w:rsidR="00557788" w:rsidRDefault="00557788" w:rsidP="00557788">
      <w:r>
        <w:t>353.0629</w:t>
      </w:r>
      <w:r>
        <w:tab/>
        <w:t>1.131e0</w:t>
      </w:r>
    </w:p>
    <w:p w:rsidR="00557788" w:rsidRDefault="00557788" w:rsidP="00557788">
      <w:r>
        <w:t>353.0647</w:t>
      </w:r>
      <w:r>
        <w:tab/>
        <w:t>2.483e0</w:t>
      </w:r>
    </w:p>
    <w:p w:rsidR="00557788" w:rsidRDefault="00557788" w:rsidP="00557788">
      <w:r>
        <w:lastRenderedPageBreak/>
        <w:t>353.0747</w:t>
      </w:r>
      <w:r>
        <w:tab/>
        <w:t>3.076e0</w:t>
      </w:r>
    </w:p>
    <w:p w:rsidR="00557788" w:rsidRDefault="00557788" w:rsidP="00557788">
      <w:r>
        <w:t>353.0764</w:t>
      </w:r>
      <w:r>
        <w:tab/>
        <w:t>1.923e0</w:t>
      </w:r>
    </w:p>
    <w:p w:rsidR="00557788" w:rsidRDefault="00557788" w:rsidP="00557788">
      <w:r>
        <w:t>353.0825</w:t>
      </w:r>
      <w:r>
        <w:tab/>
        <w:t>1.529e-1</w:t>
      </w:r>
    </w:p>
    <w:p w:rsidR="00557788" w:rsidRDefault="00557788" w:rsidP="00557788">
      <w:r>
        <w:t>353.1112</w:t>
      </w:r>
      <w:r>
        <w:tab/>
        <w:t>4.089e0</w:t>
      </w:r>
    </w:p>
    <w:p w:rsidR="00557788" w:rsidRDefault="00557788" w:rsidP="00557788">
      <w:r>
        <w:t>353.1173</w:t>
      </w:r>
      <w:r>
        <w:tab/>
        <w:t>6.139e0</w:t>
      </w:r>
    </w:p>
    <w:p w:rsidR="00557788" w:rsidRDefault="00557788" w:rsidP="00557788">
      <w:r>
        <w:t>353.1199</w:t>
      </w:r>
      <w:r>
        <w:tab/>
        <w:t>3.315e0</w:t>
      </w:r>
    </w:p>
    <w:p w:rsidR="00557788" w:rsidRDefault="00557788" w:rsidP="00557788">
      <w:r>
        <w:t>353.1299</w:t>
      </w:r>
      <w:r>
        <w:tab/>
        <w:t>5.890e0</w:t>
      </w:r>
    </w:p>
    <w:p w:rsidR="00557788" w:rsidRDefault="00557788" w:rsidP="00557788">
      <w:r>
        <w:t>353.1359</w:t>
      </w:r>
      <w:r>
        <w:tab/>
        <w:t>3.223e-1</w:t>
      </w:r>
    </w:p>
    <w:p w:rsidR="00557788" w:rsidRDefault="00557788" w:rsidP="00557788">
      <w:r>
        <w:t>353.1855</w:t>
      </w:r>
      <w:r>
        <w:tab/>
        <w:t>3.529e0</w:t>
      </w:r>
    </w:p>
    <w:p w:rsidR="00557788" w:rsidRDefault="00557788" w:rsidP="00557788">
      <w:r>
        <w:t>353.1877</w:t>
      </w:r>
      <w:r>
        <w:tab/>
        <w:t>7.520e0</w:t>
      </w:r>
    </w:p>
    <w:p w:rsidR="00557788" w:rsidRDefault="00557788" w:rsidP="00557788">
      <w:r>
        <w:t>353.1888</w:t>
      </w:r>
      <w:r>
        <w:tab/>
        <w:t>1.609e0</w:t>
      </w:r>
    </w:p>
    <w:p w:rsidR="00557788" w:rsidRDefault="00557788" w:rsidP="00557788">
      <w:r>
        <w:t>353.2325</w:t>
      </w:r>
      <w:r>
        <w:tab/>
        <w:t>6.508e0</w:t>
      </w:r>
    </w:p>
    <w:p w:rsidR="00557788" w:rsidRDefault="00557788" w:rsidP="00557788">
      <w:r>
        <w:t>353.2696</w:t>
      </w:r>
      <w:r>
        <w:tab/>
        <w:t>4.398e0</w:t>
      </w:r>
    </w:p>
    <w:p w:rsidR="00557788" w:rsidRDefault="00557788" w:rsidP="00557788">
      <w:r>
        <w:t>353.2795</w:t>
      </w:r>
      <w:r>
        <w:tab/>
        <w:t>1.519e0</w:t>
      </w:r>
    </w:p>
    <w:p w:rsidR="00557788" w:rsidRDefault="00557788" w:rsidP="00557788">
      <w:r>
        <w:t>353.2995</w:t>
      </w:r>
      <w:r>
        <w:tab/>
        <w:t>5.380e0</w:t>
      </w:r>
    </w:p>
    <w:p w:rsidR="00557788" w:rsidRDefault="00557788" w:rsidP="00557788">
      <w:r>
        <w:t>353.3150</w:t>
      </w:r>
      <w:r>
        <w:tab/>
        <w:t>3.504e0</w:t>
      </w:r>
    </w:p>
    <w:p w:rsidR="00557788" w:rsidRDefault="00557788" w:rsidP="00557788">
      <w:r>
        <w:t>353.3197</w:t>
      </w:r>
      <w:r>
        <w:tab/>
        <w:t>2.563e0</w:t>
      </w:r>
    </w:p>
    <w:p w:rsidR="00557788" w:rsidRDefault="00557788" w:rsidP="00557788">
      <w:r>
        <w:t>353.3277</w:t>
      </w:r>
      <w:r>
        <w:tab/>
        <w:t>4.867e0</w:t>
      </w:r>
    </w:p>
    <w:p w:rsidR="00557788" w:rsidRDefault="00557788" w:rsidP="00557788">
      <w:r>
        <w:t>353.3673</w:t>
      </w:r>
      <w:r>
        <w:tab/>
        <w:t>1.266e-2</w:t>
      </w:r>
    </w:p>
    <w:p w:rsidR="00557788" w:rsidRDefault="00557788" w:rsidP="00557788">
      <w:r>
        <w:lastRenderedPageBreak/>
        <w:t>353.3716</w:t>
      </w:r>
      <w:r>
        <w:tab/>
        <w:t>6.672e0</w:t>
      </w:r>
    </w:p>
    <w:p w:rsidR="00557788" w:rsidRDefault="00557788" w:rsidP="00557788">
      <w:r>
        <w:t>353.3955</w:t>
      </w:r>
      <w:r>
        <w:tab/>
        <w:t>2.025e0</w:t>
      </w:r>
    </w:p>
    <w:p w:rsidR="00557788" w:rsidRDefault="00557788" w:rsidP="00557788">
      <w:r>
        <w:t>353.4039</w:t>
      </w:r>
      <w:r>
        <w:tab/>
        <w:t>6.101e0</w:t>
      </w:r>
    </w:p>
    <w:p w:rsidR="00557788" w:rsidRDefault="00557788" w:rsidP="00557788">
      <w:r>
        <w:t>353.4140</w:t>
      </w:r>
      <w:r>
        <w:tab/>
        <w:t>3.051e0</w:t>
      </w:r>
    </w:p>
    <w:p w:rsidR="00557788" w:rsidRDefault="00557788" w:rsidP="00557788">
      <w:r>
        <w:t>353.4253</w:t>
      </w:r>
      <w:r>
        <w:tab/>
        <w:t>2.532e-2</w:t>
      </w:r>
    </w:p>
    <w:p w:rsidR="00557788" w:rsidRDefault="00557788" w:rsidP="00557788">
      <w:r>
        <w:t>353.4336</w:t>
      </w:r>
      <w:r>
        <w:tab/>
        <w:t>1.013e0</w:t>
      </w:r>
    </w:p>
    <w:p w:rsidR="00557788" w:rsidRDefault="00557788" w:rsidP="00557788">
      <w:r>
        <w:t>353.4420</w:t>
      </w:r>
      <w:r>
        <w:tab/>
        <w:t>1.013e0</w:t>
      </w:r>
    </w:p>
    <w:p w:rsidR="00557788" w:rsidRDefault="00557788" w:rsidP="00557788">
      <w:r>
        <w:t>353.4547</w:t>
      </w:r>
      <w:r>
        <w:tab/>
        <w:t>6.076e0</w:t>
      </w:r>
    </w:p>
    <w:p w:rsidR="00557788" w:rsidRDefault="00557788" w:rsidP="00557788">
      <w:r>
        <w:t>353.4727</w:t>
      </w:r>
      <w:r>
        <w:tab/>
        <w:t>2.051e0</w:t>
      </w:r>
    </w:p>
    <w:p w:rsidR="00557788" w:rsidRDefault="00557788" w:rsidP="00557788">
      <w:r>
        <w:t>353.4989</w:t>
      </w:r>
      <w:r>
        <w:tab/>
        <w:t>1.266e-2</w:t>
      </w:r>
    </w:p>
    <w:p w:rsidR="00557788" w:rsidRDefault="00557788" w:rsidP="00557788">
      <w:r>
        <w:t>353.5016</w:t>
      </w:r>
      <w:r>
        <w:tab/>
        <w:t>3.798e-2</w:t>
      </w:r>
    </w:p>
    <w:p w:rsidR="00557788" w:rsidRDefault="00557788" w:rsidP="00557788">
      <w:r>
        <w:t>353.5173</w:t>
      </w:r>
      <w:r>
        <w:tab/>
        <w:t>4.051e0</w:t>
      </w:r>
    </w:p>
    <w:p w:rsidR="00557788" w:rsidRDefault="00557788" w:rsidP="00557788">
      <w:r>
        <w:t>353.5432</w:t>
      </w:r>
      <w:r>
        <w:tab/>
        <w:t>1.013e0</w:t>
      </w:r>
    </w:p>
    <w:p w:rsidR="00557788" w:rsidRDefault="00557788" w:rsidP="00557788">
      <w:r>
        <w:t>353.5564</w:t>
      </w:r>
      <w:r>
        <w:tab/>
        <w:t>2.025e0</w:t>
      </w:r>
    </w:p>
    <w:p w:rsidR="00557788" w:rsidRDefault="00557788" w:rsidP="00557788">
      <w:r>
        <w:t>353.5583</w:t>
      </w:r>
      <w:r>
        <w:tab/>
        <w:t>2.025e0</w:t>
      </w:r>
    </w:p>
    <w:p w:rsidR="00557788" w:rsidRDefault="00557788" w:rsidP="00557788">
      <w:r>
        <w:t>353.5821</w:t>
      </w:r>
      <w:r>
        <w:tab/>
        <w:t>1.013e0</w:t>
      </w:r>
    </w:p>
    <w:p w:rsidR="00557788" w:rsidRDefault="00557788" w:rsidP="00557788">
      <w:r>
        <w:t>353.5959</w:t>
      </w:r>
      <w:r>
        <w:tab/>
        <w:t>3.038e0</w:t>
      </w:r>
    </w:p>
    <w:p w:rsidR="00557788" w:rsidRDefault="00557788" w:rsidP="00557788">
      <w:r>
        <w:t>353.6070</w:t>
      </w:r>
      <w:r>
        <w:tab/>
        <w:t>2.532e-2</w:t>
      </w:r>
    </w:p>
    <w:p w:rsidR="00557788" w:rsidRDefault="00557788" w:rsidP="00557788">
      <w:r>
        <w:t>353.6152</w:t>
      </w:r>
      <w:r>
        <w:tab/>
        <w:t>2.025e0</w:t>
      </w:r>
    </w:p>
    <w:p w:rsidR="00557788" w:rsidRDefault="00557788" w:rsidP="00557788">
      <w:r>
        <w:lastRenderedPageBreak/>
        <w:t>353.6209</w:t>
      </w:r>
      <w:r>
        <w:tab/>
        <w:t>2.532e-2</w:t>
      </w:r>
    </w:p>
    <w:p w:rsidR="00557788" w:rsidRDefault="00557788" w:rsidP="00557788">
      <w:r>
        <w:t>353.6634</w:t>
      </w:r>
      <w:r>
        <w:tab/>
        <w:t>1.266e-2</w:t>
      </w:r>
    </w:p>
    <w:p w:rsidR="00557788" w:rsidRDefault="00557788" w:rsidP="00557788">
      <w:r>
        <w:t>353.6691</w:t>
      </w:r>
      <w:r>
        <w:tab/>
        <w:t>2.025e0</w:t>
      </w:r>
    </w:p>
    <w:p w:rsidR="00557788" w:rsidRDefault="00557788" w:rsidP="00557788">
      <w:r>
        <w:t>353.6771</w:t>
      </w:r>
      <w:r>
        <w:tab/>
        <w:t>1.025e0</w:t>
      </w:r>
    </w:p>
    <w:p w:rsidR="00557788" w:rsidRDefault="00557788" w:rsidP="00557788">
      <w:r>
        <w:t>353.6940</w:t>
      </w:r>
      <w:r>
        <w:tab/>
        <w:t>3.038e0</w:t>
      </w:r>
    </w:p>
    <w:p w:rsidR="00557788" w:rsidRDefault="00557788" w:rsidP="00557788">
      <w:r>
        <w:t>353.7018</w:t>
      </w:r>
      <w:r>
        <w:tab/>
        <w:t>1.013e0</w:t>
      </w:r>
    </w:p>
    <w:p w:rsidR="00557788" w:rsidRDefault="00557788" w:rsidP="00557788">
      <w:r>
        <w:t>353.7125</w:t>
      </w:r>
      <w:r>
        <w:tab/>
        <w:t>4.175e0</w:t>
      </w:r>
    </w:p>
    <w:p w:rsidR="00557788" w:rsidRDefault="00557788" w:rsidP="00557788">
      <w:r>
        <w:t>353.7227</w:t>
      </w:r>
      <w:r>
        <w:tab/>
        <w:t>1.013e0</w:t>
      </w:r>
    </w:p>
    <w:p w:rsidR="00557788" w:rsidRDefault="00557788" w:rsidP="00557788">
      <w:r>
        <w:t>353.7279</w:t>
      </w:r>
      <w:r>
        <w:tab/>
        <w:t>5.063e0</w:t>
      </w:r>
    </w:p>
    <w:p w:rsidR="00557788" w:rsidRDefault="00557788" w:rsidP="00557788">
      <w:r>
        <w:t>353.7329</w:t>
      </w:r>
      <w:r>
        <w:tab/>
        <w:t>1.013e0</w:t>
      </w:r>
    </w:p>
    <w:p w:rsidR="00557788" w:rsidRDefault="00557788" w:rsidP="00557788">
      <w:r>
        <w:t>353.7368</w:t>
      </w:r>
      <w:r>
        <w:tab/>
        <w:t>2.532e-2</w:t>
      </w:r>
    </w:p>
    <w:p w:rsidR="00557788" w:rsidRDefault="00557788" w:rsidP="00557788">
      <w:r>
        <w:t>353.7805</w:t>
      </w:r>
      <w:r>
        <w:tab/>
        <w:t>4.051e0</w:t>
      </w:r>
    </w:p>
    <w:p w:rsidR="00557788" w:rsidRDefault="00557788" w:rsidP="00557788">
      <w:r>
        <w:t>353.8072</w:t>
      </w:r>
      <w:r>
        <w:tab/>
        <w:t>2.025e0</w:t>
      </w:r>
    </w:p>
    <w:p w:rsidR="00557788" w:rsidRDefault="00557788" w:rsidP="00557788">
      <w:r>
        <w:t>353.8137</w:t>
      </w:r>
      <w:r>
        <w:tab/>
        <w:t>2.025e0</w:t>
      </w:r>
    </w:p>
    <w:p w:rsidR="00557788" w:rsidRDefault="00557788" w:rsidP="00557788">
      <w:r>
        <w:t>353.8359</w:t>
      </w:r>
      <w:r>
        <w:tab/>
        <w:t>2.025e0</w:t>
      </w:r>
    </w:p>
    <w:p w:rsidR="00557788" w:rsidRDefault="00557788" w:rsidP="00557788">
      <w:r>
        <w:t>353.8597</w:t>
      </w:r>
      <w:r>
        <w:tab/>
        <w:t>4.051e0</w:t>
      </w:r>
    </w:p>
    <w:p w:rsidR="00557788" w:rsidRDefault="00557788" w:rsidP="00557788">
      <w:r>
        <w:t>353.8661</w:t>
      </w:r>
      <w:r>
        <w:tab/>
        <w:t>3.038e0</w:t>
      </w:r>
    </w:p>
    <w:p w:rsidR="00557788" w:rsidRDefault="00557788" w:rsidP="00557788">
      <w:r>
        <w:t>353.8701</w:t>
      </w:r>
      <w:r>
        <w:tab/>
        <w:t>3.038e0</w:t>
      </w:r>
    </w:p>
    <w:p w:rsidR="00557788" w:rsidRDefault="00557788" w:rsidP="00557788">
      <w:r>
        <w:t>353.8770</w:t>
      </w:r>
      <w:r>
        <w:tab/>
        <w:t>5.063e0</w:t>
      </w:r>
    </w:p>
    <w:p w:rsidR="00557788" w:rsidRDefault="00557788" w:rsidP="00557788">
      <w:r>
        <w:lastRenderedPageBreak/>
        <w:t>353.8899</w:t>
      </w:r>
      <w:r>
        <w:tab/>
        <w:t>9.246e-2</w:t>
      </w:r>
    </w:p>
    <w:p w:rsidR="00557788" w:rsidRDefault="00557788" w:rsidP="00557788">
      <w:r>
        <w:t>353.8936</w:t>
      </w:r>
      <w:r>
        <w:tab/>
        <w:t>1.574e0</w:t>
      </w:r>
    </w:p>
    <w:p w:rsidR="00557788" w:rsidRDefault="00557788" w:rsidP="00557788">
      <w:r>
        <w:t>353.9144</w:t>
      </w:r>
      <w:r>
        <w:tab/>
        <w:t>2.900e-2</w:t>
      </w:r>
    </w:p>
    <w:p w:rsidR="00557788" w:rsidRDefault="00557788" w:rsidP="00557788">
      <w:r>
        <w:t>353.9398</w:t>
      </w:r>
      <w:r>
        <w:tab/>
        <w:t>4.106e0</w:t>
      </w:r>
    </w:p>
    <w:p w:rsidR="00557788" w:rsidRDefault="00557788" w:rsidP="00557788">
      <w:r>
        <w:t>353.9577</w:t>
      </w:r>
      <w:r>
        <w:tab/>
        <w:t>5.788e0</w:t>
      </w:r>
    </w:p>
    <w:p w:rsidR="00557788" w:rsidRDefault="00557788" w:rsidP="00557788">
      <w:r>
        <w:t>353.9686</w:t>
      </w:r>
      <w:r>
        <w:tab/>
        <w:t>1.019e1</w:t>
      </w:r>
    </w:p>
    <w:p w:rsidR="00557788" w:rsidRDefault="00557788" w:rsidP="00557788">
      <w:r>
        <w:t>353.9751</w:t>
      </w:r>
      <w:r>
        <w:tab/>
        <w:t>1.063e1</w:t>
      </w:r>
    </w:p>
    <w:p w:rsidR="00557788" w:rsidRDefault="00557788" w:rsidP="00557788">
      <w:r>
        <w:t>353.9939</w:t>
      </w:r>
      <w:r>
        <w:tab/>
        <w:t>4.132e0</w:t>
      </w:r>
    </w:p>
    <w:p w:rsidR="00557788" w:rsidRDefault="00557788" w:rsidP="00557788">
      <w:r>
        <w:t>354.0225</w:t>
      </w:r>
      <w:r>
        <w:tab/>
        <w:t>2.025e0</w:t>
      </w:r>
    </w:p>
    <w:p w:rsidR="00557788" w:rsidRDefault="00557788" w:rsidP="00557788">
      <w:r>
        <w:t>354.0262</w:t>
      </w:r>
      <w:r>
        <w:tab/>
        <w:t>1.462e0</w:t>
      </w:r>
    </w:p>
    <w:p w:rsidR="00557788" w:rsidRDefault="00557788" w:rsidP="00557788">
      <w:r>
        <w:t>354.0367</w:t>
      </w:r>
      <w:r>
        <w:tab/>
        <w:t>2.025e0</w:t>
      </w:r>
    </w:p>
    <w:p w:rsidR="00557788" w:rsidRDefault="00557788" w:rsidP="00557788">
      <w:r>
        <w:t>354.0632</w:t>
      </w:r>
      <w:r>
        <w:tab/>
        <w:t>8.122e0</w:t>
      </w:r>
    </w:p>
    <w:p w:rsidR="00557788" w:rsidRDefault="00557788" w:rsidP="00557788">
      <w:r>
        <w:t>354.0679</w:t>
      </w:r>
      <w:r>
        <w:tab/>
        <w:t>5.217e0</w:t>
      </w:r>
    </w:p>
    <w:p w:rsidR="00557788" w:rsidRDefault="00557788" w:rsidP="00557788">
      <w:r>
        <w:t>354.0698</w:t>
      </w:r>
      <w:r>
        <w:tab/>
        <w:t>3.914e0</w:t>
      </w:r>
    </w:p>
    <w:p w:rsidR="00557788" w:rsidRDefault="00557788" w:rsidP="00557788">
      <w:r>
        <w:t>354.0769</w:t>
      </w:r>
      <w:r>
        <w:tab/>
        <w:t>5.870e0</w:t>
      </w:r>
    </w:p>
    <w:p w:rsidR="00557788" w:rsidRDefault="00557788" w:rsidP="00557788">
      <w:r>
        <w:t>354.0810</w:t>
      </w:r>
      <w:r>
        <w:tab/>
        <w:t>3.641e0</w:t>
      </w:r>
    </w:p>
    <w:p w:rsidR="00557788" w:rsidRDefault="00557788" w:rsidP="00557788">
      <w:r>
        <w:t>354.0913</w:t>
      </w:r>
      <w:r>
        <w:tab/>
        <w:t>1.259e1</w:t>
      </w:r>
    </w:p>
    <w:p w:rsidR="00557788" w:rsidRDefault="00557788" w:rsidP="00557788">
      <w:r>
        <w:t>354.1080</w:t>
      </w:r>
      <w:r>
        <w:tab/>
        <w:t>4.761e0</w:t>
      </w:r>
    </w:p>
    <w:p w:rsidR="00557788" w:rsidRDefault="00557788" w:rsidP="00557788">
      <w:r>
        <w:t>354.1206</w:t>
      </w:r>
      <w:r>
        <w:tab/>
        <w:t>4.468e0</w:t>
      </w:r>
    </w:p>
    <w:p w:rsidR="00557788" w:rsidRDefault="00557788" w:rsidP="00557788">
      <w:r>
        <w:lastRenderedPageBreak/>
        <w:t>354.1320</w:t>
      </w:r>
      <w:r>
        <w:tab/>
        <w:t>1.409e-1</w:t>
      </w:r>
    </w:p>
    <w:p w:rsidR="00557788" w:rsidRDefault="00557788" w:rsidP="00557788">
      <w:r>
        <w:t>354.1434</w:t>
      </w:r>
      <w:r>
        <w:tab/>
        <w:t>8.101e0</w:t>
      </w:r>
    </w:p>
    <w:p w:rsidR="00557788" w:rsidRDefault="00557788" w:rsidP="00557788">
      <w:r>
        <w:t>354.1486</w:t>
      </w:r>
      <w:r>
        <w:tab/>
        <w:t>3.205e0</w:t>
      </w:r>
    </w:p>
    <w:p w:rsidR="00557788" w:rsidRDefault="00557788" w:rsidP="00557788">
      <w:r>
        <w:t>354.1531</w:t>
      </w:r>
      <w:r>
        <w:tab/>
        <w:t>5.029e0</w:t>
      </w:r>
    </w:p>
    <w:p w:rsidR="00557788" w:rsidRDefault="00557788" w:rsidP="00557788">
      <w:r>
        <w:t>354.1704</w:t>
      </w:r>
      <w:r>
        <w:tab/>
        <w:t>2.610e0</w:t>
      </w:r>
    </w:p>
    <w:p w:rsidR="00557788" w:rsidRDefault="00557788" w:rsidP="00557788">
      <w:r>
        <w:t>354.1753</w:t>
      </w:r>
      <w:r>
        <w:tab/>
        <w:t>1.574e0</w:t>
      </w:r>
    </w:p>
    <w:p w:rsidR="00557788" w:rsidRDefault="00557788" w:rsidP="00557788">
      <w:r>
        <w:t>354.1855</w:t>
      </w:r>
      <w:r>
        <w:tab/>
        <w:t>1.649e0</w:t>
      </w:r>
    </w:p>
    <w:p w:rsidR="00557788" w:rsidRDefault="00557788" w:rsidP="00557788">
      <w:r>
        <w:t>354.1901</w:t>
      </w:r>
      <w:r>
        <w:tab/>
        <w:t>3.914e0</w:t>
      </w:r>
    </w:p>
    <w:p w:rsidR="00557788" w:rsidRDefault="00557788" w:rsidP="00557788">
      <w:r>
        <w:t>354.2188</w:t>
      </w:r>
      <w:r>
        <w:tab/>
        <w:t>1.261e0</w:t>
      </w:r>
    </w:p>
    <w:p w:rsidR="00557788" w:rsidRDefault="00557788" w:rsidP="00557788">
      <w:r>
        <w:t>354.2342</w:t>
      </w:r>
      <w:r>
        <w:tab/>
        <w:t>1.801e0</w:t>
      </w:r>
    </w:p>
    <w:p w:rsidR="00557788" w:rsidRDefault="00557788" w:rsidP="00557788">
      <w:r>
        <w:t>354.2441</w:t>
      </w:r>
      <w:r>
        <w:tab/>
        <w:t>2.653e0</w:t>
      </w:r>
    </w:p>
    <w:p w:rsidR="00557788" w:rsidRDefault="00557788" w:rsidP="00557788">
      <w:r>
        <w:t>354.2471</w:t>
      </w:r>
      <w:r>
        <w:tab/>
        <w:t>5.397e0</w:t>
      </w:r>
    </w:p>
    <w:p w:rsidR="00557788" w:rsidRDefault="00557788" w:rsidP="00557788">
      <w:r>
        <w:t>354.2855</w:t>
      </w:r>
      <w:r>
        <w:tab/>
        <w:t>4.070e0</w:t>
      </w:r>
    </w:p>
    <w:p w:rsidR="00557788" w:rsidRDefault="00557788" w:rsidP="00557788">
      <w:r>
        <w:t>354.2955</w:t>
      </w:r>
      <w:r>
        <w:tab/>
        <w:t>6.166e-1</w:t>
      </w:r>
    </w:p>
    <w:p w:rsidR="00557788" w:rsidRDefault="00557788" w:rsidP="00557788">
      <w:r>
        <w:t>354.3081</w:t>
      </w:r>
      <w:r>
        <w:tab/>
        <w:t>4.777e0</w:t>
      </w:r>
    </w:p>
    <w:p w:rsidR="00557788" w:rsidRDefault="00557788" w:rsidP="00557788">
      <w:r>
        <w:t>354.3158</w:t>
      </w:r>
      <w:r>
        <w:tab/>
        <w:t>4.792e0</w:t>
      </w:r>
    </w:p>
    <w:p w:rsidR="00557788" w:rsidRDefault="00557788" w:rsidP="00557788">
      <w:r>
        <w:t>354.3191</w:t>
      </w:r>
      <w:r>
        <w:tab/>
        <w:t>3.526e-2</w:t>
      </w:r>
    </w:p>
    <w:p w:rsidR="00557788" w:rsidRDefault="00557788" w:rsidP="00557788">
      <w:r>
        <w:t>354.3310</w:t>
      </w:r>
      <w:r>
        <w:tab/>
        <w:t>1.503e0</w:t>
      </w:r>
    </w:p>
    <w:p w:rsidR="00557788" w:rsidRDefault="00557788" w:rsidP="00557788">
      <w:r>
        <w:t>354.3469</w:t>
      </w:r>
      <w:r>
        <w:tab/>
        <w:t>2.195e0</w:t>
      </w:r>
    </w:p>
    <w:p w:rsidR="00557788" w:rsidRDefault="00557788" w:rsidP="00557788">
      <w:r>
        <w:lastRenderedPageBreak/>
        <w:t>354.3604</w:t>
      </w:r>
      <w:r>
        <w:tab/>
        <w:t>1.958e0</w:t>
      </w:r>
    </w:p>
    <w:p w:rsidR="00557788" w:rsidRDefault="00557788" w:rsidP="00557788">
      <w:r>
        <w:t>354.3710</w:t>
      </w:r>
      <w:r>
        <w:tab/>
        <w:t>2.491e0</w:t>
      </w:r>
    </w:p>
    <w:p w:rsidR="00557788" w:rsidRDefault="00557788" w:rsidP="00557788">
      <w:r>
        <w:t>354.3775</w:t>
      </w:r>
      <w:r>
        <w:tab/>
        <w:t>2.012e0</w:t>
      </w:r>
    </w:p>
    <w:p w:rsidR="00557788" w:rsidRDefault="00557788" w:rsidP="00557788">
      <w:r>
        <w:t>354.3864</w:t>
      </w:r>
      <w:r>
        <w:tab/>
        <w:t>3.038e0</w:t>
      </w:r>
    </w:p>
    <w:p w:rsidR="00557788" w:rsidRDefault="00557788" w:rsidP="00557788">
      <w:r>
        <w:t>354.4004</w:t>
      </w:r>
      <w:r>
        <w:tab/>
        <w:t>3.063e0</w:t>
      </w:r>
    </w:p>
    <w:p w:rsidR="00557788" w:rsidRDefault="00557788" w:rsidP="00557788">
      <w:r>
        <w:t>354.4080</w:t>
      </w:r>
      <w:r>
        <w:tab/>
        <w:t>2.025e0</w:t>
      </w:r>
    </w:p>
    <w:p w:rsidR="00557788" w:rsidRDefault="00557788" w:rsidP="00557788">
      <w:r>
        <w:t>354.4168</w:t>
      </w:r>
      <w:r>
        <w:tab/>
        <w:t>1.013e0</w:t>
      </w:r>
    </w:p>
    <w:p w:rsidR="00557788" w:rsidRDefault="00557788" w:rsidP="00557788">
      <w:r>
        <w:t>354.4231</w:t>
      </w:r>
      <w:r>
        <w:tab/>
        <w:t>1.266e-2</w:t>
      </w:r>
    </w:p>
    <w:p w:rsidR="00557788" w:rsidRDefault="00557788" w:rsidP="00557788">
      <w:r>
        <w:t>354.4421</w:t>
      </w:r>
      <w:r>
        <w:tab/>
        <w:t>1.266e-2</w:t>
      </w:r>
    </w:p>
    <w:p w:rsidR="00557788" w:rsidRDefault="00557788" w:rsidP="00557788">
      <w:r>
        <w:t>354.4508</w:t>
      </w:r>
      <w:r>
        <w:tab/>
        <w:t>2.025e0</w:t>
      </w:r>
    </w:p>
    <w:p w:rsidR="00557788" w:rsidRDefault="00557788" w:rsidP="00557788">
      <w:r>
        <w:t>354.4674</w:t>
      </w:r>
      <w:r>
        <w:tab/>
        <w:t>6.076e0</w:t>
      </w:r>
    </w:p>
    <w:p w:rsidR="00557788" w:rsidRDefault="00557788" w:rsidP="00557788">
      <w:r>
        <w:t>354.4738</w:t>
      </w:r>
      <w:r>
        <w:tab/>
        <w:t>1.013e0</w:t>
      </w:r>
    </w:p>
    <w:p w:rsidR="00557788" w:rsidRDefault="00557788" w:rsidP="00557788">
      <w:r>
        <w:t>354.4812</w:t>
      </w:r>
      <w:r>
        <w:tab/>
        <w:t>4.051e0</w:t>
      </w:r>
    </w:p>
    <w:p w:rsidR="00557788" w:rsidRDefault="00557788" w:rsidP="00557788">
      <w:r>
        <w:t>354.4841</w:t>
      </w:r>
      <w:r>
        <w:tab/>
        <w:t>4.051e0</w:t>
      </w:r>
    </w:p>
    <w:p w:rsidR="00557788" w:rsidRDefault="00557788" w:rsidP="00557788">
      <w:r>
        <w:t>354.4868</w:t>
      </w:r>
      <w:r>
        <w:tab/>
        <w:t>1.013e0</w:t>
      </w:r>
    </w:p>
    <w:p w:rsidR="00557788" w:rsidRDefault="00557788" w:rsidP="00557788">
      <w:r>
        <w:t>354.4973</w:t>
      </w:r>
      <w:r>
        <w:tab/>
        <w:t>2.025e0</w:t>
      </w:r>
    </w:p>
    <w:p w:rsidR="00557788" w:rsidRDefault="00557788" w:rsidP="00557788">
      <w:r>
        <w:t>354.5037</w:t>
      </w:r>
      <w:r>
        <w:tab/>
        <w:t>1.013e0</w:t>
      </w:r>
    </w:p>
    <w:p w:rsidR="00557788" w:rsidRDefault="00557788" w:rsidP="00557788">
      <w:r>
        <w:t>354.5533</w:t>
      </w:r>
      <w:r>
        <w:tab/>
        <w:t>1.013e0</w:t>
      </w:r>
    </w:p>
    <w:p w:rsidR="00557788" w:rsidRDefault="00557788" w:rsidP="00557788">
      <w:r>
        <w:t>354.5551</w:t>
      </w:r>
      <w:r>
        <w:tab/>
        <w:t>2.025e0</w:t>
      </w:r>
    </w:p>
    <w:p w:rsidR="00557788" w:rsidRDefault="00557788" w:rsidP="00557788">
      <w:r>
        <w:lastRenderedPageBreak/>
        <w:t>354.5562</w:t>
      </w:r>
      <w:r>
        <w:tab/>
        <w:t>2.025e0</w:t>
      </w:r>
    </w:p>
    <w:p w:rsidR="00557788" w:rsidRDefault="00557788" w:rsidP="00557788">
      <w:r>
        <w:t>354.5741</w:t>
      </w:r>
      <w:r>
        <w:tab/>
        <w:t>1.025e0</w:t>
      </w:r>
    </w:p>
    <w:p w:rsidR="00557788" w:rsidRDefault="00557788" w:rsidP="00557788">
      <w:r>
        <w:t>354.5802</w:t>
      </w:r>
      <w:r>
        <w:tab/>
        <w:t>2.025e0</w:t>
      </w:r>
    </w:p>
    <w:p w:rsidR="00557788" w:rsidRDefault="00557788" w:rsidP="00557788">
      <w:r>
        <w:t>354.5920</w:t>
      </w:r>
      <w:r>
        <w:tab/>
        <w:t>1.038e0</w:t>
      </w:r>
    </w:p>
    <w:p w:rsidR="00557788" w:rsidRDefault="00557788" w:rsidP="00557788">
      <w:r>
        <w:t>354.6133</w:t>
      </w:r>
      <w:r>
        <w:tab/>
        <w:t>1.266e-2</w:t>
      </w:r>
    </w:p>
    <w:p w:rsidR="00557788" w:rsidRDefault="00557788" w:rsidP="00557788">
      <w:r>
        <w:t>354.6176</w:t>
      </w:r>
      <w:r>
        <w:tab/>
        <w:t>3.038e0</w:t>
      </w:r>
    </w:p>
    <w:p w:rsidR="00557788" w:rsidRDefault="00557788" w:rsidP="00557788">
      <w:r>
        <w:t>354.6276</w:t>
      </w:r>
      <w:r>
        <w:tab/>
        <w:t>1.013e0</w:t>
      </w:r>
    </w:p>
    <w:p w:rsidR="00557788" w:rsidRDefault="00557788" w:rsidP="00557788">
      <w:r>
        <w:t>354.6289</w:t>
      </w:r>
      <w:r>
        <w:tab/>
        <w:t>5.063e0</w:t>
      </w:r>
    </w:p>
    <w:p w:rsidR="00557788" w:rsidRDefault="00557788" w:rsidP="00557788">
      <w:r>
        <w:t>354.6382</w:t>
      </w:r>
      <w:r>
        <w:tab/>
        <w:t>2.038e0</w:t>
      </w:r>
    </w:p>
    <w:p w:rsidR="00557788" w:rsidRDefault="00557788" w:rsidP="00557788">
      <w:r>
        <w:t>354.6445</w:t>
      </w:r>
      <w:r>
        <w:tab/>
        <w:t>1.266e-2</w:t>
      </w:r>
    </w:p>
    <w:p w:rsidR="00557788" w:rsidRDefault="00557788" w:rsidP="00557788">
      <w:r>
        <w:t>354.7012</w:t>
      </w:r>
      <w:r>
        <w:tab/>
        <w:t>4.051e0</w:t>
      </w:r>
    </w:p>
    <w:p w:rsidR="00557788" w:rsidRDefault="00557788" w:rsidP="00557788">
      <w:r>
        <w:t>354.7083</w:t>
      </w:r>
      <w:r>
        <w:tab/>
        <w:t>4.051e0</w:t>
      </w:r>
    </w:p>
    <w:p w:rsidR="00557788" w:rsidRDefault="00557788" w:rsidP="00557788">
      <w:r>
        <w:t>354.7139</w:t>
      </w:r>
      <w:r>
        <w:tab/>
        <w:t>5.063e0</w:t>
      </w:r>
    </w:p>
    <w:p w:rsidR="00557788" w:rsidRDefault="00557788" w:rsidP="00557788">
      <w:r>
        <w:t>354.7272</w:t>
      </w:r>
      <w:r>
        <w:tab/>
        <w:t>1.063e0</w:t>
      </w:r>
    </w:p>
    <w:p w:rsidR="00557788" w:rsidRDefault="00557788" w:rsidP="00557788">
      <w:r>
        <w:t>354.7289</w:t>
      </w:r>
      <w:r>
        <w:tab/>
        <w:t>2.025e0</w:t>
      </w:r>
    </w:p>
    <w:p w:rsidR="00557788" w:rsidRDefault="00557788" w:rsidP="00557788">
      <w:r>
        <w:t>354.7473</w:t>
      </w:r>
      <w:r>
        <w:tab/>
        <w:t>1.266e-2</w:t>
      </w:r>
    </w:p>
    <w:p w:rsidR="00557788" w:rsidRDefault="00557788" w:rsidP="00557788">
      <w:r>
        <w:t>354.7892</w:t>
      </w:r>
      <w:r>
        <w:tab/>
        <w:t>3.798e-2</w:t>
      </w:r>
    </w:p>
    <w:p w:rsidR="00557788" w:rsidRDefault="00557788" w:rsidP="00557788">
      <w:r>
        <w:t>354.7910</w:t>
      </w:r>
      <w:r>
        <w:tab/>
        <w:t>1.038e0</w:t>
      </w:r>
    </w:p>
    <w:p w:rsidR="00557788" w:rsidRDefault="00557788" w:rsidP="00557788">
      <w:r>
        <w:t>354.7930</w:t>
      </w:r>
      <w:r>
        <w:tab/>
        <w:t>1.013e0</w:t>
      </w:r>
    </w:p>
    <w:p w:rsidR="00557788" w:rsidRDefault="00557788" w:rsidP="00557788">
      <w:r>
        <w:lastRenderedPageBreak/>
        <w:t>354.8035</w:t>
      </w:r>
      <w:r>
        <w:tab/>
        <w:t>4.051e0</w:t>
      </w:r>
    </w:p>
    <w:p w:rsidR="00557788" w:rsidRDefault="00557788" w:rsidP="00557788">
      <w:r>
        <w:t>354.8424</w:t>
      </w:r>
      <w:r>
        <w:tab/>
        <w:t>1.025e0</w:t>
      </w:r>
    </w:p>
    <w:p w:rsidR="00557788" w:rsidRDefault="00557788" w:rsidP="00557788">
      <w:r>
        <w:t>354.8546</w:t>
      </w:r>
      <w:r>
        <w:tab/>
        <w:t>5.063e0</w:t>
      </w:r>
    </w:p>
    <w:p w:rsidR="00557788" w:rsidRDefault="00557788" w:rsidP="00557788">
      <w:r>
        <w:t>354.8756</w:t>
      </w:r>
      <w:r>
        <w:tab/>
        <w:t>2.532e-2</w:t>
      </w:r>
    </w:p>
    <w:p w:rsidR="00557788" w:rsidRDefault="00557788" w:rsidP="00557788">
      <w:r>
        <w:t>354.9062</w:t>
      </w:r>
      <w:r>
        <w:tab/>
        <w:t>2.820e0</w:t>
      </w:r>
    </w:p>
    <w:p w:rsidR="00557788" w:rsidRDefault="00557788" w:rsidP="00557788">
      <w:r>
        <w:t>354.9114</w:t>
      </w:r>
      <w:r>
        <w:tab/>
        <w:t>3.329e0</w:t>
      </w:r>
    </w:p>
    <w:p w:rsidR="00557788" w:rsidRDefault="00557788" w:rsidP="00557788">
      <w:r>
        <w:t>354.9142</w:t>
      </w:r>
      <w:r>
        <w:tab/>
        <w:t>6.329e-2</w:t>
      </w:r>
    </w:p>
    <w:p w:rsidR="00557788" w:rsidRDefault="00557788" w:rsidP="00557788">
      <w:r>
        <w:t>354.9421</w:t>
      </w:r>
      <w:r>
        <w:tab/>
        <w:t>4.408e0</w:t>
      </w:r>
    </w:p>
    <w:p w:rsidR="00557788" w:rsidRDefault="00557788" w:rsidP="00557788">
      <w:r>
        <w:t>354.9600</w:t>
      </w:r>
      <w:r>
        <w:tab/>
        <w:t>6.777e-1</w:t>
      </w:r>
    </w:p>
    <w:p w:rsidR="00557788" w:rsidRDefault="00557788" w:rsidP="00557788">
      <w:r>
        <w:t>354.9641</w:t>
      </w:r>
      <w:r>
        <w:tab/>
        <w:t>1.905e0</w:t>
      </w:r>
    </w:p>
    <w:p w:rsidR="00557788" w:rsidRDefault="00557788" w:rsidP="00557788">
      <w:r>
        <w:t>354.9846</w:t>
      </w:r>
      <w:r>
        <w:tab/>
        <w:t>1.303e0</w:t>
      </w:r>
    </w:p>
    <w:p w:rsidR="00557788" w:rsidRDefault="00557788" w:rsidP="00557788">
      <w:r>
        <w:t>354.9898</w:t>
      </w:r>
      <w:r>
        <w:tab/>
        <w:t>6.906e0</w:t>
      </w:r>
    </w:p>
    <w:p w:rsidR="00557788" w:rsidRDefault="00557788" w:rsidP="00557788">
      <w:r>
        <w:t>354.9967</w:t>
      </w:r>
      <w:r>
        <w:tab/>
        <w:t>2.979e0</w:t>
      </w:r>
    </w:p>
    <w:p w:rsidR="00557788" w:rsidRDefault="00557788" w:rsidP="00557788">
      <w:r>
        <w:t>355.0004</w:t>
      </w:r>
      <w:r>
        <w:tab/>
        <w:t>5.539e0</w:t>
      </w:r>
    </w:p>
    <w:p w:rsidR="00557788" w:rsidRDefault="00557788" w:rsidP="00557788">
      <w:r>
        <w:t>355.0102</w:t>
      </w:r>
      <w:r>
        <w:tab/>
        <w:t>4.883e0</w:t>
      </w:r>
    </w:p>
    <w:p w:rsidR="00557788" w:rsidRDefault="00557788" w:rsidP="00557788">
      <w:r>
        <w:t>355.0237</w:t>
      </w:r>
      <w:r>
        <w:tab/>
        <w:t>2.587e0</w:t>
      </w:r>
    </w:p>
    <w:p w:rsidR="00557788" w:rsidRDefault="00557788" w:rsidP="00557788">
      <w:r>
        <w:t>355.0334</w:t>
      </w:r>
      <w:r>
        <w:tab/>
        <w:t>3.038e0</w:t>
      </w:r>
    </w:p>
    <w:p w:rsidR="00557788" w:rsidRDefault="00557788" w:rsidP="00557788">
      <w:r>
        <w:t>355.0392</w:t>
      </w:r>
      <w:r>
        <w:tab/>
        <w:t>3.051e0</w:t>
      </w:r>
    </w:p>
    <w:p w:rsidR="00557788" w:rsidRDefault="00557788" w:rsidP="00557788">
      <w:r>
        <w:t>355.0447</w:t>
      </w:r>
      <w:r>
        <w:tab/>
        <w:t>1.635e-2</w:t>
      </w:r>
    </w:p>
    <w:p w:rsidR="00557788" w:rsidRDefault="00557788" w:rsidP="00557788">
      <w:r>
        <w:lastRenderedPageBreak/>
        <w:t>355.0536</w:t>
      </w:r>
      <w:r>
        <w:tab/>
        <w:t>1.385e0</w:t>
      </w:r>
    </w:p>
    <w:p w:rsidR="00557788" w:rsidRDefault="00557788" w:rsidP="00557788">
      <w:r>
        <w:t>355.0576</w:t>
      </w:r>
      <w:r>
        <w:tab/>
        <w:t>3.107e0</w:t>
      </w:r>
    </w:p>
    <w:p w:rsidR="00557788" w:rsidRDefault="00557788" w:rsidP="00557788">
      <w:r>
        <w:t>355.0639</w:t>
      </w:r>
      <w:r>
        <w:tab/>
        <w:t>1.473e0</w:t>
      </w:r>
    </w:p>
    <w:p w:rsidR="00557788" w:rsidRDefault="00557788" w:rsidP="00557788">
      <w:r>
        <w:t>355.0779</w:t>
      </w:r>
      <w:r>
        <w:tab/>
        <w:t>3.962e0</w:t>
      </w:r>
    </w:p>
    <w:p w:rsidR="00557788" w:rsidRDefault="00557788" w:rsidP="00557788">
      <w:r>
        <w:t>355.0953</w:t>
      </w:r>
      <w:r>
        <w:tab/>
        <w:t>1.258e0</w:t>
      </w:r>
    </w:p>
    <w:p w:rsidR="00557788" w:rsidRDefault="00557788" w:rsidP="00557788">
      <w:r>
        <w:t>355.1030</w:t>
      </w:r>
      <w:r>
        <w:tab/>
        <w:t>2.523e0</w:t>
      </w:r>
    </w:p>
    <w:p w:rsidR="00557788" w:rsidRDefault="00557788" w:rsidP="00557788">
      <w:r>
        <w:t>355.1160</w:t>
      </w:r>
      <w:r>
        <w:tab/>
        <w:t>2.372e0</w:t>
      </w:r>
    </w:p>
    <w:p w:rsidR="00557788" w:rsidRDefault="00557788" w:rsidP="00557788">
      <w:r>
        <w:t>355.1216</w:t>
      </w:r>
      <w:r>
        <w:tab/>
        <w:t>5.484e0</w:t>
      </w:r>
    </w:p>
    <w:p w:rsidR="00557788" w:rsidRDefault="00557788" w:rsidP="00557788">
      <w:r>
        <w:t>355.1339</w:t>
      </w:r>
      <w:r>
        <w:tab/>
        <w:t>5.706e0</w:t>
      </w:r>
    </w:p>
    <w:p w:rsidR="00557788" w:rsidRDefault="00557788" w:rsidP="00557788">
      <w:r>
        <w:t>355.1375</w:t>
      </w:r>
      <w:r>
        <w:tab/>
        <w:t>8.687e0</w:t>
      </w:r>
    </w:p>
    <w:p w:rsidR="00557788" w:rsidRDefault="00557788" w:rsidP="00557788">
      <w:r>
        <w:t>355.1406</w:t>
      </w:r>
      <w:r>
        <w:tab/>
        <w:t>4.340e0</w:t>
      </w:r>
    </w:p>
    <w:p w:rsidR="00557788" w:rsidRDefault="00557788" w:rsidP="00557788">
      <w:r>
        <w:t>355.1531</w:t>
      </w:r>
      <w:r>
        <w:tab/>
        <w:t>3.544e0</w:t>
      </w:r>
    </w:p>
    <w:p w:rsidR="00557788" w:rsidRDefault="00557788" w:rsidP="00557788">
      <w:r>
        <w:t>355.1562</w:t>
      </w:r>
      <w:r>
        <w:tab/>
        <w:t>4.268e0</w:t>
      </w:r>
    </w:p>
    <w:p w:rsidR="00557788" w:rsidRDefault="00557788" w:rsidP="00557788">
      <w:r>
        <w:t>355.1873</w:t>
      </w:r>
      <w:r>
        <w:tab/>
        <w:t>2.461e0</w:t>
      </w:r>
    </w:p>
    <w:p w:rsidR="00557788" w:rsidRDefault="00557788" w:rsidP="00557788">
      <w:r>
        <w:t>355.1935</w:t>
      </w:r>
      <w:r>
        <w:tab/>
        <w:t>7.077e-1</w:t>
      </w:r>
    </w:p>
    <w:p w:rsidR="00557788" w:rsidRDefault="00557788" w:rsidP="00557788">
      <w:r>
        <w:t>355.2161</w:t>
      </w:r>
      <w:r>
        <w:tab/>
        <w:t>1.332e0</w:t>
      </w:r>
    </w:p>
    <w:p w:rsidR="00557788" w:rsidRDefault="00557788" w:rsidP="00557788">
      <w:r>
        <w:t>355.2726</w:t>
      </w:r>
      <w:r>
        <w:tab/>
        <w:t>4.499e0</w:t>
      </w:r>
    </w:p>
    <w:p w:rsidR="00557788" w:rsidRDefault="00557788" w:rsidP="00557788">
      <w:r>
        <w:t>355.2746</w:t>
      </w:r>
      <w:r>
        <w:tab/>
        <w:t>2.883e-1</w:t>
      </w:r>
    </w:p>
    <w:p w:rsidR="00557788" w:rsidRDefault="00557788" w:rsidP="00557788">
      <w:r>
        <w:t>355.2916</w:t>
      </w:r>
      <w:r>
        <w:tab/>
        <w:t>1.618e1</w:t>
      </w:r>
    </w:p>
    <w:p w:rsidR="00557788" w:rsidRDefault="00557788" w:rsidP="00557788">
      <w:r>
        <w:lastRenderedPageBreak/>
        <w:t>355.3277</w:t>
      </w:r>
      <w:r>
        <w:tab/>
        <w:t>1.564e0</w:t>
      </w:r>
    </w:p>
    <w:p w:rsidR="00557788" w:rsidRDefault="00557788" w:rsidP="00557788">
      <w:r>
        <w:t>355.3561</w:t>
      </w:r>
      <w:r>
        <w:tab/>
        <w:t>8.833e0</w:t>
      </w:r>
    </w:p>
    <w:p w:rsidR="00557788" w:rsidRDefault="00557788" w:rsidP="00557788">
      <w:r>
        <w:t>355.3607</w:t>
      </w:r>
      <w:r>
        <w:tab/>
        <w:t>5.805e0</w:t>
      </w:r>
    </w:p>
    <w:p w:rsidR="00557788" w:rsidRDefault="00557788" w:rsidP="00557788">
      <w:r>
        <w:t>355.3664</w:t>
      </w:r>
      <w:r>
        <w:tab/>
        <w:t>2.795e0</w:t>
      </w:r>
    </w:p>
    <w:p w:rsidR="00557788" w:rsidRDefault="00557788" w:rsidP="00557788">
      <w:r>
        <w:t>355.3687</w:t>
      </w:r>
      <w:r>
        <w:tab/>
        <w:t>9.104e0</w:t>
      </w:r>
    </w:p>
    <w:p w:rsidR="00557788" w:rsidRDefault="00557788" w:rsidP="00557788">
      <w:r>
        <w:t>355.3756</w:t>
      </w:r>
      <w:r>
        <w:tab/>
        <w:t>5.121e0</w:t>
      </w:r>
    </w:p>
    <w:p w:rsidR="00557788" w:rsidRDefault="00557788" w:rsidP="00557788">
      <w:r>
        <w:t>355.3925</w:t>
      </w:r>
      <w:r>
        <w:tab/>
        <w:t>3.038e0</w:t>
      </w:r>
    </w:p>
    <w:p w:rsidR="00557788" w:rsidRDefault="00557788" w:rsidP="00557788">
      <w:r>
        <w:t>355.4130</w:t>
      </w:r>
      <w:r>
        <w:tab/>
        <w:t>1.013e0</w:t>
      </w:r>
    </w:p>
    <w:p w:rsidR="00557788" w:rsidRDefault="00557788" w:rsidP="00557788">
      <w:r>
        <w:t>355.4210</w:t>
      </w:r>
      <w:r>
        <w:tab/>
        <w:t>4.742e0</w:t>
      </w:r>
    </w:p>
    <w:p w:rsidR="00557788" w:rsidRDefault="00557788" w:rsidP="00557788">
      <w:r>
        <w:t>355.4384</w:t>
      </w:r>
      <w:r>
        <w:tab/>
        <w:t>2.532e-2</w:t>
      </w:r>
    </w:p>
    <w:p w:rsidR="00557788" w:rsidRDefault="00557788" w:rsidP="00557788">
      <w:r>
        <w:t>355.4702</w:t>
      </w:r>
      <w:r>
        <w:tab/>
        <w:t>1.025e0</w:t>
      </w:r>
    </w:p>
    <w:p w:rsidR="00557788" w:rsidRDefault="00557788" w:rsidP="00557788">
      <w:r>
        <w:t>355.4741</w:t>
      </w:r>
      <w:r>
        <w:tab/>
        <w:t>2.025e0</w:t>
      </w:r>
    </w:p>
    <w:p w:rsidR="00557788" w:rsidRDefault="00557788" w:rsidP="00557788">
      <w:r>
        <w:t>355.5067</w:t>
      </w:r>
      <w:r>
        <w:tab/>
        <w:t>2.025e0</w:t>
      </w:r>
    </w:p>
    <w:p w:rsidR="00557788" w:rsidRDefault="00557788" w:rsidP="00557788">
      <w:r>
        <w:t>355.5146</w:t>
      </w:r>
      <w:r>
        <w:tab/>
        <w:t>2.038e0</w:t>
      </w:r>
    </w:p>
    <w:p w:rsidR="00557788" w:rsidRDefault="00557788" w:rsidP="00557788">
      <w:r>
        <w:t>355.5210</w:t>
      </w:r>
      <w:r>
        <w:tab/>
        <w:t>1.013e0</w:t>
      </w:r>
    </w:p>
    <w:p w:rsidR="00557788" w:rsidRDefault="00557788" w:rsidP="00557788">
      <w:r>
        <w:t>355.5226</w:t>
      </w:r>
      <w:r>
        <w:tab/>
        <w:t>2.025e0</w:t>
      </w:r>
    </w:p>
    <w:p w:rsidR="00557788" w:rsidRDefault="00557788" w:rsidP="00557788">
      <w:r>
        <w:t>355.5336</w:t>
      </w:r>
      <w:r>
        <w:tab/>
        <w:t>1.051e0</w:t>
      </w:r>
    </w:p>
    <w:p w:rsidR="00557788" w:rsidRDefault="00557788" w:rsidP="00557788">
      <w:r>
        <w:t>355.5456</w:t>
      </w:r>
      <w:r>
        <w:tab/>
        <w:t>2.063e0</w:t>
      </w:r>
    </w:p>
    <w:p w:rsidR="00557788" w:rsidRDefault="00557788" w:rsidP="00557788">
      <w:r>
        <w:t>355.5477</w:t>
      </w:r>
      <w:r>
        <w:tab/>
        <w:t>3.038e0</w:t>
      </w:r>
    </w:p>
    <w:p w:rsidR="00557788" w:rsidRDefault="00557788" w:rsidP="00557788">
      <w:r>
        <w:lastRenderedPageBreak/>
        <w:t>355.5655</w:t>
      </w:r>
      <w:r>
        <w:tab/>
        <w:t>1.266e-2</w:t>
      </w:r>
    </w:p>
    <w:p w:rsidR="00557788" w:rsidRDefault="00557788" w:rsidP="00557788">
      <w:r>
        <w:t>355.5746</w:t>
      </w:r>
      <w:r>
        <w:tab/>
        <w:t>3.797e-2</w:t>
      </w:r>
    </w:p>
    <w:p w:rsidR="00557788" w:rsidRDefault="00557788" w:rsidP="00557788">
      <w:r>
        <w:t>355.5783</w:t>
      </w:r>
      <w:r>
        <w:tab/>
        <w:t>1.266e-2</w:t>
      </w:r>
    </w:p>
    <w:p w:rsidR="00557788" w:rsidRDefault="00557788" w:rsidP="00557788">
      <w:r>
        <w:t>355.5820</w:t>
      </w:r>
      <w:r>
        <w:tab/>
        <w:t>3.798e-2</w:t>
      </w:r>
    </w:p>
    <w:p w:rsidR="00557788" w:rsidRDefault="00557788" w:rsidP="00557788">
      <w:r>
        <w:t>355.5869</w:t>
      </w:r>
      <w:r>
        <w:tab/>
        <w:t>2.025e0</w:t>
      </w:r>
    </w:p>
    <w:p w:rsidR="00557788" w:rsidRDefault="00557788" w:rsidP="00557788">
      <w:r>
        <w:t>355.6252</w:t>
      </w:r>
      <w:r>
        <w:tab/>
        <w:t>1.025e0</w:t>
      </w:r>
    </w:p>
    <w:p w:rsidR="00557788" w:rsidRDefault="00557788" w:rsidP="00557788">
      <w:r>
        <w:t>355.6291</w:t>
      </w:r>
      <w:r>
        <w:tab/>
        <w:t>1.266e-2</w:t>
      </w:r>
    </w:p>
    <w:p w:rsidR="00557788" w:rsidRDefault="00557788" w:rsidP="00557788">
      <w:r>
        <w:t>355.6304</w:t>
      </w:r>
      <w:r>
        <w:tab/>
        <w:t>2.025e0</w:t>
      </w:r>
    </w:p>
    <w:p w:rsidR="00557788" w:rsidRDefault="00557788" w:rsidP="00557788">
      <w:r>
        <w:t>355.6314</w:t>
      </w:r>
      <w:r>
        <w:tab/>
        <w:t>3.038e0</w:t>
      </w:r>
    </w:p>
    <w:p w:rsidR="00557788" w:rsidRDefault="00557788" w:rsidP="00557788">
      <w:r>
        <w:t>355.6325</w:t>
      </w:r>
      <w:r>
        <w:tab/>
        <w:t>2.025e0</w:t>
      </w:r>
    </w:p>
    <w:p w:rsidR="00557788" w:rsidRDefault="00557788" w:rsidP="00557788">
      <w:r>
        <w:t>355.6349</w:t>
      </w:r>
      <w:r>
        <w:tab/>
        <w:t>7.089e0</w:t>
      </w:r>
    </w:p>
    <w:p w:rsidR="00557788" w:rsidRDefault="00557788" w:rsidP="00557788">
      <w:r>
        <w:t>355.6829</w:t>
      </w:r>
      <w:r>
        <w:tab/>
        <w:t>3.798e-2</w:t>
      </w:r>
    </w:p>
    <w:p w:rsidR="00557788" w:rsidRDefault="00557788" w:rsidP="00557788">
      <w:r>
        <w:t>355.6869</w:t>
      </w:r>
      <w:r>
        <w:tab/>
        <w:t>3.038e0</w:t>
      </w:r>
    </w:p>
    <w:p w:rsidR="00557788" w:rsidRDefault="00557788" w:rsidP="00557788">
      <w:r>
        <w:t>355.7078</w:t>
      </w:r>
      <w:r>
        <w:tab/>
        <w:t>2.025e0</w:t>
      </w:r>
    </w:p>
    <w:p w:rsidR="00557788" w:rsidRDefault="00557788" w:rsidP="00557788">
      <w:r>
        <w:t>355.7118</w:t>
      </w:r>
      <w:r>
        <w:tab/>
        <w:t>2.063e0</w:t>
      </w:r>
    </w:p>
    <w:p w:rsidR="00557788" w:rsidRDefault="00557788" w:rsidP="00557788">
      <w:r>
        <w:t>355.7152</w:t>
      </w:r>
      <w:r>
        <w:tab/>
        <w:t>1.266e-2</w:t>
      </w:r>
    </w:p>
    <w:p w:rsidR="00557788" w:rsidRDefault="00557788" w:rsidP="00557788">
      <w:r>
        <w:t>355.7192</w:t>
      </w:r>
      <w:r>
        <w:tab/>
        <w:t>1.013e0</w:t>
      </w:r>
    </w:p>
    <w:p w:rsidR="00557788" w:rsidRDefault="00557788" w:rsidP="00557788">
      <w:r>
        <w:t>355.7245</w:t>
      </w:r>
      <w:r>
        <w:tab/>
        <w:t>1.266e-2</w:t>
      </w:r>
    </w:p>
    <w:p w:rsidR="00557788" w:rsidRDefault="00557788" w:rsidP="00557788">
      <w:r>
        <w:t>355.7256</w:t>
      </w:r>
      <w:r>
        <w:tab/>
        <w:t>2.025e0</w:t>
      </w:r>
    </w:p>
    <w:p w:rsidR="00557788" w:rsidRDefault="00557788" w:rsidP="00557788">
      <w:r>
        <w:lastRenderedPageBreak/>
        <w:t>355.7562</w:t>
      </w:r>
      <w:r>
        <w:tab/>
        <w:t>1.013e0</w:t>
      </w:r>
    </w:p>
    <w:p w:rsidR="00557788" w:rsidRDefault="00557788" w:rsidP="00557788">
      <w:r>
        <w:t>355.7607</w:t>
      </w:r>
      <w:r>
        <w:tab/>
        <w:t>1.013e0</w:t>
      </w:r>
    </w:p>
    <w:p w:rsidR="00557788" w:rsidRDefault="00557788" w:rsidP="00557788">
      <w:r>
        <w:t>355.7753</w:t>
      </w:r>
      <w:r>
        <w:tab/>
        <w:t>1.013e0</w:t>
      </w:r>
    </w:p>
    <w:p w:rsidR="00557788" w:rsidRDefault="00557788" w:rsidP="00557788">
      <w:r>
        <w:t>355.7774</w:t>
      </w:r>
      <w:r>
        <w:tab/>
        <w:t>4.714e0</w:t>
      </w:r>
    </w:p>
    <w:p w:rsidR="00557788" w:rsidRDefault="00557788" w:rsidP="00557788">
      <w:r>
        <w:t>355.8008</w:t>
      </w:r>
      <w:r>
        <w:tab/>
        <w:t>1.013e0</w:t>
      </w:r>
    </w:p>
    <w:p w:rsidR="00557788" w:rsidRDefault="00557788" w:rsidP="00557788">
      <w:r>
        <w:t>355.8075</w:t>
      </w:r>
      <w:r>
        <w:tab/>
        <w:t>2.025e0</w:t>
      </w:r>
    </w:p>
    <w:p w:rsidR="00557788" w:rsidRDefault="00557788" w:rsidP="00557788">
      <w:r>
        <w:t>355.8181</w:t>
      </w:r>
      <w:r>
        <w:tab/>
        <w:t>2.601e0</w:t>
      </w:r>
    </w:p>
    <w:p w:rsidR="00557788" w:rsidRDefault="00557788" w:rsidP="00557788">
      <w:r>
        <w:t>355.8301</w:t>
      </w:r>
      <w:r>
        <w:tab/>
        <w:t>2.025e0</w:t>
      </w:r>
    </w:p>
    <w:p w:rsidR="00557788" w:rsidRDefault="00557788" w:rsidP="00557788">
      <w:r>
        <w:t>355.8428</w:t>
      </w:r>
      <w:r>
        <w:tab/>
        <w:t>2.025e0</w:t>
      </w:r>
    </w:p>
    <w:p w:rsidR="00557788" w:rsidRDefault="00557788" w:rsidP="00557788">
      <w:r>
        <w:t>355.8641</w:t>
      </w:r>
      <w:r>
        <w:tab/>
        <w:t>7.089e0</w:t>
      </w:r>
    </w:p>
    <w:p w:rsidR="00557788" w:rsidRDefault="00557788" w:rsidP="00557788">
      <w:r>
        <w:t>355.8739</w:t>
      </w:r>
      <w:r>
        <w:tab/>
        <w:t>4.051e0</w:t>
      </w:r>
    </w:p>
    <w:p w:rsidR="00557788" w:rsidRDefault="00557788" w:rsidP="00557788">
      <w:r>
        <w:t>355.8853</w:t>
      </w:r>
      <w:r>
        <w:tab/>
        <w:t>6.076e0</w:t>
      </w:r>
    </w:p>
    <w:p w:rsidR="00557788" w:rsidRDefault="00557788" w:rsidP="00557788">
      <w:r>
        <w:t>355.8909</w:t>
      </w:r>
      <w:r>
        <w:tab/>
        <w:t>1.653e0</w:t>
      </w:r>
    </w:p>
    <w:p w:rsidR="00557788" w:rsidRDefault="00557788" w:rsidP="00557788">
      <w:r>
        <w:t>355.8951</w:t>
      </w:r>
      <w:r>
        <w:tab/>
        <w:t>1.906e0</w:t>
      </w:r>
    </w:p>
    <w:p w:rsidR="00557788" w:rsidRDefault="00557788" w:rsidP="00557788">
      <w:r>
        <w:t>355.9278</w:t>
      </w:r>
      <w:r>
        <w:tab/>
        <w:t>3.429e0</w:t>
      </w:r>
    </w:p>
    <w:p w:rsidR="00557788" w:rsidRDefault="00557788" w:rsidP="00557788">
      <w:r>
        <w:t>355.9361</w:t>
      </w:r>
      <w:r>
        <w:tab/>
        <w:t>1.704e0</w:t>
      </w:r>
    </w:p>
    <w:p w:rsidR="00557788" w:rsidRDefault="00557788" w:rsidP="00557788">
      <w:r>
        <w:t>355.9407</w:t>
      </w:r>
      <w:r>
        <w:tab/>
        <w:t>1.532e0</w:t>
      </w:r>
    </w:p>
    <w:p w:rsidR="00557788" w:rsidRDefault="00557788" w:rsidP="00557788">
      <w:r>
        <w:t>355.9436</w:t>
      </w:r>
      <w:r>
        <w:tab/>
        <w:t>7.309e0</w:t>
      </w:r>
    </w:p>
    <w:p w:rsidR="00557788" w:rsidRDefault="00557788" w:rsidP="00557788">
      <w:r>
        <w:t>355.9477</w:t>
      </w:r>
      <w:r>
        <w:tab/>
        <w:t>2.456e0</w:t>
      </w:r>
    </w:p>
    <w:p w:rsidR="00557788" w:rsidRDefault="00557788" w:rsidP="00557788">
      <w:r>
        <w:lastRenderedPageBreak/>
        <w:t>355.9587</w:t>
      </w:r>
      <w:r>
        <w:tab/>
        <w:t>4.931e0</w:t>
      </w:r>
    </w:p>
    <w:p w:rsidR="00557788" w:rsidRDefault="00557788" w:rsidP="00557788">
      <w:r>
        <w:t>355.9672</w:t>
      </w:r>
      <w:r>
        <w:tab/>
        <w:t>4.627e-2</w:t>
      </w:r>
    </w:p>
    <w:p w:rsidR="00557788" w:rsidRDefault="00557788" w:rsidP="00557788">
      <w:r>
        <w:t>355.9911</w:t>
      </w:r>
      <w:r>
        <w:tab/>
        <w:t>1.376e0</w:t>
      </w:r>
    </w:p>
    <w:p w:rsidR="00557788" w:rsidRDefault="00557788" w:rsidP="00557788">
      <w:r>
        <w:t>355.9936</w:t>
      </w:r>
      <w:r>
        <w:tab/>
        <w:t>4.541e0</w:t>
      </w:r>
    </w:p>
    <w:p w:rsidR="00557788" w:rsidRDefault="00557788" w:rsidP="00557788">
      <w:r>
        <w:t>355.9966</w:t>
      </w:r>
      <w:r>
        <w:tab/>
        <w:t>2.011e0</w:t>
      </w:r>
    </w:p>
    <w:p w:rsidR="00557788" w:rsidRDefault="00557788" w:rsidP="00557788">
      <w:r>
        <w:t>356.0057</w:t>
      </w:r>
      <w:r>
        <w:tab/>
        <w:t>3.798e-2</w:t>
      </w:r>
    </w:p>
    <w:p w:rsidR="00557788" w:rsidRDefault="00557788" w:rsidP="00557788">
      <w:r>
        <w:t>356.0361</w:t>
      </w:r>
      <w:r>
        <w:tab/>
        <w:t>1.013e0</w:t>
      </w:r>
    </w:p>
    <w:p w:rsidR="00557788" w:rsidRDefault="00557788" w:rsidP="00557788">
      <w:r>
        <w:t>356.0585</w:t>
      </w:r>
      <w:r>
        <w:tab/>
        <w:t>1.901e0</w:t>
      </w:r>
    </w:p>
    <w:p w:rsidR="00557788" w:rsidRDefault="00557788" w:rsidP="00557788">
      <w:r>
        <w:t>356.0606</w:t>
      </w:r>
      <w:r>
        <w:tab/>
        <w:t>2.025e0</w:t>
      </w:r>
    </w:p>
    <w:p w:rsidR="00557788" w:rsidRDefault="00557788" w:rsidP="00557788">
      <w:r>
        <w:t>356.0678</w:t>
      </w:r>
      <w:r>
        <w:tab/>
        <w:t>5.838e0</w:t>
      </w:r>
    </w:p>
    <w:p w:rsidR="00557788" w:rsidRDefault="00557788" w:rsidP="00557788">
      <w:r>
        <w:t>356.0815</w:t>
      </w:r>
      <w:r>
        <w:tab/>
        <w:t>1.418e0</w:t>
      </w:r>
    </w:p>
    <w:p w:rsidR="00557788" w:rsidRDefault="00557788" w:rsidP="00557788">
      <w:r>
        <w:t>356.0883</w:t>
      </w:r>
      <w:r>
        <w:tab/>
        <w:t>5.859e0</w:t>
      </w:r>
    </w:p>
    <w:p w:rsidR="00557788" w:rsidRDefault="00557788" w:rsidP="00557788">
      <w:r>
        <w:t>356.1099</w:t>
      </w:r>
      <w:r>
        <w:tab/>
        <w:t>3.136e0</w:t>
      </w:r>
    </w:p>
    <w:p w:rsidR="00557788" w:rsidRDefault="00557788" w:rsidP="00557788">
      <w:r>
        <w:t>356.1198</w:t>
      </w:r>
      <w:r>
        <w:tab/>
        <w:t>4.284e0</w:t>
      </w:r>
    </w:p>
    <w:p w:rsidR="00557788" w:rsidRDefault="00557788" w:rsidP="00557788">
      <w:r>
        <w:t>356.1239</w:t>
      </w:r>
      <w:r>
        <w:tab/>
        <w:t>1.298e0</w:t>
      </w:r>
    </w:p>
    <w:p w:rsidR="00557788" w:rsidRDefault="00557788" w:rsidP="00557788">
      <w:r>
        <w:t>356.1882</w:t>
      </w:r>
      <w:r>
        <w:tab/>
        <w:t>4.647e0</w:t>
      </w:r>
    </w:p>
    <w:p w:rsidR="00557788" w:rsidRDefault="00557788" w:rsidP="00557788">
      <w:r>
        <w:t>356.1898</w:t>
      </w:r>
      <w:r>
        <w:tab/>
        <w:t>2.697e0</w:t>
      </w:r>
    </w:p>
    <w:p w:rsidR="00557788" w:rsidRDefault="00557788" w:rsidP="00557788">
      <w:r>
        <w:t>356.1937</w:t>
      </w:r>
      <w:r>
        <w:tab/>
        <w:t>2.286e0</w:t>
      </w:r>
    </w:p>
    <w:p w:rsidR="00557788" w:rsidRDefault="00557788" w:rsidP="00557788">
      <w:r>
        <w:t>356.1953</w:t>
      </w:r>
      <w:r>
        <w:tab/>
        <w:t>1.680e0</w:t>
      </w:r>
    </w:p>
    <w:p w:rsidR="00557788" w:rsidRDefault="00557788" w:rsidP="00557788">
      <w:r>
        <w:lastRenderedPageBreak/>
        <w:t>356.2016</w:t>
      </w:r>
      <w:r>
        <w:tab/>
        <w:t>3.390e-1</w:t>
      </w:r>
    </w:p>
    <w:p w:rsidR="00557788" w:rsidRDefault="00557788" w:rsidP="00557788">
      <w:r>
        <w:t>356.2274</w:t>
      </w:r>
      <w:r>
        <w:tab/>
        <w:t>9.957e-1</w:t>
      </w:r>
    </w:p>
    <w:p w:rsidR="00557788" w:rsidRDefault="00557788" w:rsidP="00557788">
      <w:r>
        <w:t>356.2380</w:t>
      </w:r>
      <w:r>
        <w:tab/>
        <w:t>2.088e0</w:t>
      </w:r>
    </w:p>
    <w:p w:rsidR="00557788" w:rsidRDefault="00557788" w:rsidP="00557788">
      <w:r>
        <w:t>356.2393</w:t>
      </w:r>
      <w:r>
        <w:tab/>
        <w:t>1.262e0</w:t>
      </w:r>
    </w:p>
    <w:p w:rsidR="00557788" w:rsidRDefault="00557788" w:rsidP="00557788">
      <w:r>
        <w:t>356.2437</w:t>
      </w:r>
      <w:r>
        <w:tab/>
        <w:t>2.266e0</w:t>
      </w:r>
    </w:p>
    <w:p w:rsidR="00557788" w:rsidRDefault="00557788" w:rsidP="00557788">
      <w:r>
        <w:t>356.2515</w:t>
      </w:r>
      <w:r>
        <w:tab/>
        <w:t>5.722e0</w:t>
      </w:r>
    </w:p>
    <w:p w:rsidR="00557788" w:rsidRDefault="00557788" w:rsidP="00557788">
      <w:r>
        <w:t>356.2651</w:t>
      </w:r>
      <w:r>
        <w:tab/>
        <w:t>1.418e0</w:t>
      </w:r>
    </w:p>
    <w:p w:rsidR="00557788" w:rsidRDefault="00557788" w:rsidP="00557788">
      <w:r>
        <w:t>356.2666</w:t>
      </w:r>
      <w:r>
        <w:tab/>
        <w:t>9.837e0</w:t>
      </w:r>
    </w:p>
    <w:p w:rsidR="00557788" w:rsidRDefault="00557788" w:rsidP="00557788">
      <w:r>
        <w:t>356.2822</w:t>
      </w:r>
      <w:r>
        <w:tab/>
        <w:t>8.595e0</w:t>
      </w:r>
    </w:p>
    <w:p w:rsidR="00557788" w:rsidRDefault="00557788" w:rsidP="00557788">
      <w:r>
        <w:t>356.2896</w:t>
      </w:r>
      <w:r>
        <w:tab/>
        <w:t>2.209e0</w:t>
      </w:r>
    </w:p>
    <w:p w:rsidR="00557788" w:rsidRDefault="00557788" w:rsidP="00557788">
      <w:r>
        <w:t>356.3030</w:t>
      </w:r>
      <w:r>
        <w:tab/>
        <w:t>1.523e0</w:t>
      </w:r>
    </w:p>
    <w:p w:rsidR="00557788" w:rsidRDefault="00557788" w:rsidP="00557788">
      <w:r>
        <w:t>356.3100</w:t>
      </w:r>
      <w:r>
        <w:tab/>
        <w:t>2.992e0</w:t>
      </w:r>
    </w:p>
    <w:p w:rsidR="00557788" w:rsidRDefault="00557788" w:rsidP="00557788">
      <w:r>
        <w:t>356.3604</w:t>
      </w:r>
      <w:r>
        <w:tab/>
        <w:t>4.161e0</w:t>
      </w:r>
    </w:p>
    <w:p w:rsidR="00557788" w:rsidRDefault="00557788" w:rsidP="00557788">
      <w:r>
        <w:t>356.3623</w:t>
      </w:r>
      <w:r>
        <w:tab/>
        <w:t>1.733e0</w:t>
      </w:r>
    </w:p>
    <w:p w:rsidR="00557788" w:rsidRDefault="00557788" w:rsidP="00557788">
      <w:r>
        <w:t>356.3672</w:t>
      </w:r>
      <w:r>
        <w:tab/>
        <w:t>1.013e0</w:t>
      </w:r>
    </w:p>
    <w:p w:rsidR="00557788" w:rsidRDefault="00557788" w:rsidP="00557788">
      <w:r>
        <w:t>356.3694</w:t>
      </w:r>
      <w:r>
        <w:tab/>
        <w:t>2.076e0</w:t>
      </w:r>
    </w:p>
    <w:p w:rsidR="00557788" w:rsidRDefault="00557788" w:rsidP="00557788">
      <w:r>
        <w:t>356.3835</w:t>
      </w:r>
      <w:r>
        <w:tab/>
        <w:t>8.472e0</w:t>
      </w:r>
    </w:p>
    <w:p w:rsidR="00557788" w:rsidRDefault="00557788" w:rsidP="00557788">
      <w:r>
        <w:t>356.3933</w:t>
      </w:r>
      <w:r>
        <w:tab/>
        <w:t>5.063e0</w:t>
      </w:r>
    </w:p>
    <w:p w:rsidR="00557788" w:rsidRDefault="00557788" w:rsidP="00557788">
      <w:r>
        <w:t>356.4048</w:t>
      </w:r>
      <w:r>
        <w:tab/>
        <w:t>1.051e0</w:t>
      </w:r>
    </w:p>
    <w:p w:rsidR="00557788" w:rsidRDefault="00557788" w:rsidP="00557788">
      <w:r>
        <w:lastRenderedPageBreak/>
        <w:t>356.4183</w:t>
      </w:r>
      <w:r>
        <w:tab/>
        <w:t>1.917e0</w:t>
      </w:r>
    </w:p>
    <w:p w:rsidR="00557788" w:rsidRDefault="00557788" w:rsidP="00557788">
      <w:r>
        <w:t>356.4263</w:t>
      </w:r>
      <w:r>
        <w:tab/>
        <w:t>3.038e0</w:t>
      </w:r>
    </w:p>
    <w:p w:rsidR="00557788" w:rsidRDefault="00557788" w:rsidP="00557788">
      <w:r>
        <w:t>356.4451</w:t>
      </w:r>
      <w:r>
        <w:tab/>
        <w:t>3.038e0</w:t>
      </w:r>
    </w:p>
    <w:p w:rsidR="00557788" w:rsidRDefault="00557788" w:rsidP="00557788">
      <w:r>
        <w:t>356.4476</w:t>
      </w:r>
      <w:r>
        <w:tab/>
        <w:t>1.266e-2</w:t>
      </w:r>
    </w:p>
    <w:p w:rsidR="00557788" w:rsidRDefault="00557788" w:rsidP="00557788">
      <w:r>
        <w:t>356.4636</w:t>
      </w:r>
      <w:r>
        <w:tab/>
        <w:t>2.532e-2</w:t>
      </w:r>
    </w:p>
    <w:p w:rsidR="00557788" w:rsidRDefault="00557788" w:rsidP="00557788">
      <w:r>
        <w:t>356.4968</w:t>
      </w:r>
      <w:r>
        <w:tab/>
        <w:t>2.038e0</w:t>
      </w:r>
    </w:p>
    <w:p w:rsidR="00557788" w:rsidRDefault="00557788" w:rsidP="00557788">
      <w:r>
        <w:t>356.5123</w:t>
      </w:r>
      <w:r>
        <w:tab/>
        <w:t>1.222e0</w:t>
      </w:r>
    </w:p>
    <w:p w:rsidR="00557788" w:rsidRDefault="00557788" w:rsidP="00557788">
      <w:r>
        <w:t>356.5220</w:t>
      </w:r>
      <w:r>
        <w:tab/>
        <w:t>1.266e-2</w:t>
      </w:r>
    </w:p>
    <w:p w:rsidR="00557788" w:rsidRDefault="00557788" w:rsidP="00557788">
      <w:r>
        <w:t>356.5264</w:t>
      </w:r>
      <w:r>
        <w:tab/>
        <w:t>1.013e0</w:t>
      </w:r>
    </w:p>
    <w:p w:rsidR="00557788" w:rsidRDefault="00557788" w:rsidP="00557788">
      <w:r>
        <w:t>356.5293</w:t>
      </w:r>
      <w:r>
        <w:tab/>
        <w:t>3.798e-2</w:t>
      </w:r>
    </w:p>
    <w:p w:rsidR="00557788" w:rsidRDefault="00557788" w:rsidP="00557788">
      <w:r>
        <w:t>356.5519</w:t>
      </w:r>
      <w:r>
        <w:tab/>
        <w:t>1.013e0</w:t>
      </w:r>
    </w:p>
    <w:p w:rsidR="00557788" w:rsidRDefault="00557788" w:rsidP="00557788">
      <w:r>
        <w:t>356.5697</w:t>
      </w:r>
      <w:r>
        <w:tab/>
        <w:t>2.025e0</w:t>
      </w:r>
    </w:p>
    <w:p w:rsidR="00557788" w:rsidRDefault="00557788" w:rsidP="00557788">
      <w:r>
        <w:t>356.5774</w:t>
      </w:r>
      <w:r>
        <w:tab/>
        <w:t>1.038e0</w:t>
      </w:r>
    </w:p>
    <w:p w:rsidR="00557788" w:rsidRDefault="00557788" w:rsidP="00557788">
      <w:r>
        <w:t>356.5822</w:t>
      </w:r>
      <w:r>
        <w:tab/>
        <w:t>2.025e0</w:t>
      </w:r>
    </w:p>
    <w:p w:rsidR="00557788" w:rsidRDefault="00557788" w:rsidP="00557788">
      <w:r>
        <w:t>356.5883</w:t>
      </w:r>
      <w:r>
        <w:tab/>
        <w:t>1.013e0</w:t>
      </w:r>
    </w:p>
    <w:p w:rsidR="00557788" w:rsidRDefault="00557788" w:rsidP="00557788">
      <w:r>
        <w:t>356.6172</w:t>
      </w:r>
      <w:r>
        <w:tab/>
        <w:t>3.038e0</w:t>
      </w:r>
    </w:p>
    <w:p w:rsidR="00557788" w:rsidRDefault="00557788" w:rsidP="00557788">
      <w:r>
        <w:t>356.6284</w:t>
      </w:r>
      <w:r>
        <w:tab/>
        <w:t>3.038e0</w:t>
      </w:r>
    </w:p>
    <w:p w:rsidR="00557788" w:rsidRDefault="00557788" w:rsidP="00557788">
      <w:r>
        <w:t>356.6322</w:t>
      </w:r>
      <w:r>
        <w:tab/>
        <w:t>3.038e0</w:t>
      </w:r>
    </w:p>
    <w:p w:rsidR="00557788" w:rsidRDefault="00557788" w:rsidP="00557788">
      <w:r>
        <w:t>356.6403</w:t>
      </w:r>
      <w:r>
        <w:tab/>
        <w:t>3.038e0</w:t>
      </w:r>
    </w:p>
    <w:p w:rsidR="00557788" w:rsidRDefault="00557788" w:rsidP="00557788">
      <w:r>
        <w:lastRenderedPageBreak/>
        <w:t>356.6835</w:t>
      </w:r>
      <w:r>
        <w:tab/>
        <w:t>1.025e0</w:t>
      </w:r>
    </w:p>
    <w:p w:rsidR="00557788" w:rsidRDefault="00557788" w:rsidP="00557788">
      <w:r>
        <w:t>356.6876</w:t>
      </w:r>
      <w:r>
        <w:tab/>
        <w:t>1.013e0</w:t>
      </w:r>
    </w:p>
    <w:p w:rsidR="00557788" w:rsidRDefault="00557788" w:rsidP="00557788">
      <w:r>
        <w:t>356.6950</w:t>
      </w:r>
      <w:r>
        <w:tab/>
        <w:t>1.038e0</w:t>
      </w:r>
    </w:p>
    <w:p w:rsidR="00557788" w:rsidRDefault="00557788" w:rsidP="00557788">
      <w:r>
        <w:t>356.6985</w:t>
      </w:r>
      <w:r>
        <w:tab/>
        <w:t>1.266e-2</w:t>
      </w:r>
    </w:p>
    <w:p w:rsidR="00557788" w:rsidRDefault="00557788" w:rsidP="00557788">
      <w:r>
        <w:t>356.7104</w:t>
      </w:r>
      <w:r>
        <w:tab/>
        <w:t>3.038e0</w:t>
      </w:r>
    </w:p>
    <w:p w:rsidR="00557788" w:rsidRDefault="00557788" w:rsidP="00557788">
      <w:r>
        <w:t>356.7135</w:t>
      </w:r>
      <w:r>
        <w:tab/>
        <w:t>3.038e0</w:t>
      </w:r>
    </w:p>
    <w:p w:rsidR="00557788" w:rsidRDefault="00557788" w:rsidP="00557788">
      <w:r>
        <w:t>356.7332</w:t>
      </w:r>
      <w:r>
        <w:tab/>
        <w:t>1.013e0</w:t>
      </w:r>
    </w:p>
    <w:p w:rsidR="00557788" w:rsidRDefault="00557788" w:rsidP="00557788">
      <w:r>
        <w:t>356.7419</w:t>
      </w:r>
      <w:r>
        <w:tab/>
        <w:t>2.025e0</w:t>
      </w:r>
    </w:p>
    <w:p w:rsidR="00557788" w:rsidRDefault="00557788" w:rsidP="00557788">
      <w:r>
        <w:t>356.7479</w:t>
      </w:r>
      <w:r>
        <w:tab/>
        <w:t>2.025e0</w:t>
      </w:r>
    </w:p>
    <w:p w:rsidR="00557788" w:rsidRDefault="00557788" w:rsidP="00557788">
      <w:r>
        <w:t>356.7686</w:t>
      </w:r>
      <w:r>
        <w:tab/>
        <w:t>1.013e0</w:t>
      </w:r>
    </w:p>
    <w:p w:rsidR="00557788" w:rsidRDefault="00557788" w:rsidP="00557788">
      <w:r>
        <w:t>356.7701</w:t>
      </w:r>
      <w:r>
        <w:tab/>
        <w:t>2.025e0</w:t>
      </w:r>
    </w:p>
    <w:p w:rsidR="00557788" w:rsidRDefault="00557788" w:rsidP="00557788">
      <w:r>
        <w:t>356.7787</w:t>
      </w:r>
      <w:r>
        <w:tab/>
        <w:t>2.038e0</w:t>
      </w:r>
    </w:p>
    <w:p w:rsidR="00557788" w:rsidRDefault="00557788" w:rsidP="00557788">
      <w:r>
        <w:t>356.7891</w:t>
      </w:r>
      <w:r>
        <w:tab/>
        <w:t>2.025e0</w:t>
      </w:r>
    </w:p>
    <w:p w:rsidR="00557788" w:rsidRDefault="00557788" w:rsidP="00557788">
      <w:r>
        <w:t>356.7996</w:t>
      </w:r>
      <w:r>
        <w:tab/>
        <w:t>2.532e-2</w:t>
      </w:r>
    </w:p>
    <w:p w:rsidR="00557788" w:rsidRDefault="00557788" w:rsidP="00557788">
      <w:r>
        <w:t>356.8181</w:t>
      </w:r>
      <w:r>
        <w:tab/>
        <w:t>2.025e0</w:t>
      </w:r>
    </w:p>
    <w:p w:rsidR="00557788" w:rsidRDefault="00557788" w:rsidP="00557788">
      <w:r>
        <w:t>356.8196</w:t>
      </w:r>
      <w:r>
        <w:tab/>
        <w:t>3.038e0</w:t>
      </w:r>
    </w:p>
    <w:p w:rsidR="00557788" w:rsidRDefault="00557788" w:rsidP="00557788">
      <w:r>
        <w:t>356.8284</w:t>
      </w:r>
      <w:r>
        <w:tab/>
        <w:t>1.013e0</w:t>
      </w:r>
    </w:p>
    <w:p w:rsidR="00557788" w:rsidRDefault="00557788" w:rsidP="00557788">
      <w:r>
        <w:t>356.8436</w:t>
      </w:r>
      <w:r>
        <w:tab/>
        <w:t>1.038e0</w:t>
      </w:r>
    </w:p>
    <w:p w:rsidR="00557788" w:rsidRDefault="00557788" w:rsidP="00557788">
      <w:r>
        <w:t>356.8448</w:t>
      </w:r>
      <w:r>
        <w:tab/>
        <w:t>2.025e0</w:t>
      </w:r>
    </w:p>
    <w:p w:rsidR="00557788" w:rsidRDefault="00557788" w:rsidP="00557788">
      <w:r>
        <w:lastRenderedPageBreak/>
        <w:t>356.8575</w:t>
      </w:r>
      <w:r>
        <w:tab/>
        <w:t>3.076e0</w:t>
      </w:r>
    </w:p>
    <w:p w:rsidR="00557788" w:rsidRDefault="00557788" w:rsidP="00557788">
      <w:r>
        <w:t>356.8778</w:t>
      </w:r>
      <w:r>
        <w:tab/>
        <w:t>1.266e-2</w:t>
      </w:r>
    </w:p>
    <w:p w:rsidR="00557788" w:rsidRDefault="00557788" w:rsidP="00557788">
      <w:r>
        <w:t>356.9010</w:t>
      </w:r>
      <w:r>
        <w:tab/>
        <w:t>1.785e0</w:t>
      </w:r>
    </w:p>
    <w:p w:rsidR="00557788" w:rsidRDefault="00557788" w:rsidP="00557788">
      <w:r>
        <w:t>356.9049</w:t>
      </w:r>
      <w:r>
        <w:tab/>
        <w:t>3.600e0</w:t>
      </w:r>
    </w:p>
    <w:p w:rsidR="00557788" w:rsidRDefault="00557788" w:rsidP="00557788">
      <w:r>
        <w:t>356.9079</w:t>
      </w:r>
      <w:r>
        <w:tab/>
        <w:t>2.872e0</w:t>
      </w:r>
    </w:p>
    <w:p w:rsidR="00557788" w:rsidRDefault="00557788" w:rsidP="00557788">
      <w:r>
        <w:t>356.9247</w:t>
      </w:r>
      <w:r>
        <w:tab/>
        <w:t>1.398e0</w:t>
      </w:r>
    </w:p>
    <w:p w:rsidR="00557788" w:rsidRDefault="00557788" w:rsidP="00557788">
      <w:r>
        <w:t>356.9372</w:t>
      </w:r>
      <w:r>
        <w:tab/>
        <w:t>1.404e0</w:t>
      </w:r>
    </w:p>
    <w:p w:rsidR="00557788" w:rsidRDefault="00557788" w:rsidP="00557788">
      <w:r>
        <w:t>356.9480</w:t>
      </w:r>
      <w:r>
        <w:tab/>
        <w:t>1.578e0</w:t>
      </w:r>
    </w:p>
    <w:p w:rsidR="00557788" w:rsidRDefault="00557788" w:rsidP="00557788">
      <w:r>
        <w:t>356.9592</w:t>
      </w:r>
      <w:r>
        <w:tab/>
        <w:t>2.396e0</w:t>
      </w:r>
    </w:p>
    <w:p w:rsidR="00557788" w:rsidRDefault="00557788" w:rsidP="00557788">
      <w:r>
        <w:t>356.9602</w:t>
      </w:r>
      <w:r>
        <w:tab/>
        <w:t>2.973e0</w:t>
      </w:r>
    </w:p>
    <w:p w:rsidR="00557788" w:rsidRDefault="00557788" w:rsidP="00557788">
      <w:r>
        <w:t>356.9767</w:t>
      </w:r>
      <w:r>
        <w:tab/>
        <w:t>1.484e0</w:t>
      </w:r>
    </w:p>
    <w:p w:rsidR="00557788" w:rsidRDefault="00557788" w:rsidP="00557788">
      <w:r>
        <w:t>356.9797</w:t>
      </w:r>
      <w:r>
        <w:tab/>
        <w:t>1.148e0</w:t>
      </w:r>
    </w:p>
    <w:p w:rsidR="00557788" w:rsidRDefault="00557788" w:rsidP="00557788">
      <w:r>
        <w:t>356.9863</w:t>
      </w:r>
      <w:r>
        <w:tab/>
        <w:t>1.051e0</w:t>
      </w:r>
    </w:p>
    <w:p w:rsidR="00557788" w:rsidRDefault="00557788" w:rsidP="00557788">
      <w:r>
        <w:t>356.9894</w:t>
      </w:r>
      <w:r>
        <w:tab/>
        <w:t>2.225e0</w:t>
      </w:r>
    </w:p>
    <w:p w:rsidR="00557788" w:rsidRDefault="00557788" w:rsidP="00557788">
      <w:r>
        <w:t>357.0207</w:t>
      </w:r>
      <w:r>
        <w:tab/>
        <w:t>2.953e0</w:t>
      </w:r>
    </w:p>
    <w:p w:rsidR="00557788" w:rsidRDefault="00557788" w:rsidP="00557788">
      <w:r>
        <w:t>357.0270</w:t>
      </w:r>
      <w:r>
        <w:tab/>
        <w:t>1.926e0</w:t>
      </w:r>
    </w:p>
    <w:p w:rsidR="00557788" w:rsidRDefault="00557788" w:rsidP="00557788">
      <w:r>
        <w:t>357.0287</w:t>
      </w:r>
      <w:r>
        <w:tab/>
        <w:t>3.038e0</w:t>
      </w:r>
    </w:p>
    <w:p w:rsidR="00557788" w:rsidRDefault="00557788" w:rsidP="00557788">
      <w:r>
        <w:t>357.0395</w:t>
      </w:r>
      <w:r>
        <w:tab/>
        <w:t>1.013e0</w:t>
      </w:r>
    </w:p>
    <w:p w:rsidR="00557788" w:rsidRDefault="00557788" w:rsidP="00557788">
      <w:r>
        <w:t>357.0653</w:t>
      </w:r>
      <w:r>
        <w:tab/>
        <w:t>2.405e-1</w:t>
      </w:r>
    </w:p>
    <w:p w:rsidR="00557788" w:rsidRDefault="00557788" w:rsidP="00557788">
      <w:r>
        <w:lastRenderedPageBreak/>
        <w:t>357.0846</w:t>
      </w:r>
      <w:r>
        <w:tab/>
        <w:t>3.198e0</w:t>
      </w:r>
    </w:p>
    <w:p w:rsidR="00557788" w:rsidRDefault="00557788" w:rsidP="00557788">
      <w:r>
        <w:t>357.0868</w:t>
      </w:r>
      <w:r>
        <w:tab/>
        <w:t>2.787e0</w:t>
      </w:r>
    </w:p>
    <w:p w:rsidR="00557788" w:rsidRDefault="00557788" w:rsidP="00557788">
      <w:r>
        <w:t>357.1133</w:t>
      </w:r>
      <w:r>
        <w:tab/>
        <w:t>3.348e0</w:t>
      </w:r>
    </w:p>
    <w:p w:rsidR="00557788" w:rsidRDefault="00557788" w:rsidP="00557788">
      <w:r>
        <w:t>357.1151</w:t>
      </w:r>
      <w:r>
        <w:tab/>
        <w:t>2.559e0</w:t>
      </w:r>
    </w:p>
    <w:p w:rsidR="00557788" w:rsidRDefault="00557788" w:rsidP="00557788">
      <w:r>
        <w:t>357.1230</w:t>
      </w:r>
      <w:r>
        <w:tab/>
        <w:t>2.503e0</w:t>
      </w:r>
    </w:p>
    <w:p w:rsidR="00557788" w:rsidRDefault="00557788" w:rsidP="00557788">
      <w:r>
        <w:t>357.1259</w:t>
      </w:r>
      <w:r>
        <w:tab/>
        <w:t>1.800e0</w:t>
      </w:r>
    </w:p>
    <w:p w:rsidR="00557788" w:rsidRDefault="00557788" w:rsidP="00557788">
      <w:r>
        <w:t>357.1280</w:t>
      </w:r>
      <w:r>
        <w:tab/>
        <w:t>1.696e0</w:t>
      </w:r>
    </w:p>
    <w:p w:rsidR="00557788" w:rsidRDefault="00557788" w:rsidP="00557788">
      <w:r>
        <w:t>357.1311</w:t>
      </w:r>
      <w:r>
        <w:tab/>
        <w:t>3.018e0</w:t>
      </w:r>
    </w:p>
    <w:p w:rsidR="00557788" w:rsidRDefault="00557788" w:rsidP="00557788">
      <w:r>
        <w:t>357.1455</w:t>
      </w:r>
      <w:r>
        <w:tab/>
        <w:t>1.527e0</w:t>
      </w:r>
    </w:p>
    <w:p w:rsidR="00557788" w:rsidRDefault="00557788" w:rsidP="00557788">
      <w:r>
        <w:t>357.2288</w:t>
      </w:r>
      <w:r>
        <w:tab/>
        <w:t>1.259e1</w:t>
      </w:r>
    </w:p>
    <w:p w:rsidR="00557788" w:rsidRDefault="00557788" w:rsidP="00557788">
      <w:r>
        <w:t>357.2357</w:t>
      </w:r>
      <w:r>
        <w:tab/>
        <w:t>2.275e1</w:t>
      </w:r>
    </w:p>
    <w:p w:rsidR="00557788" w:rsidRDefault="00557788" w:rsidP="00557788">
      <w:r>
        <w:t>357.2397</w:t>
      </w:r>
      <w:r>
        <w:tab/>
        <w:t>1.203e0</w:t>
      </w:r>
    </w:p>
    <w:p w:rsidR="00557788" w:rsidRDefault="00557788" w:rsidP="00557788">
      <w:r>
        <w:t>357.2801</w:t>
      </w:r>
      <w:r>
        <w:tab/>
        <w:t>3.977e0</w:t>
      </w:r>
    </w:p>
    <w:p w:rsidR="00557788" w:rsidRDefault="00557788" w:rsidP="00557788">
      <w:r>
        <w:t>357.3283</w:t>
      </w:r>
      <w:r>
        <w:tab/>
        <w:t>4.326e0</w:t>
      </w:r>
    </w:p>
    <w:p w:rsidR="00557788" w:rsidRDefault="00557788" w:rsidP="00557788">
      <w:r>
        <w:t>357.3499</w:t>
      </w:r>
      <w:r>
        <w:tab/>
        <w:t>7.420e0</w:t>
      </w:r>
    </w:p>
    <w:p w:rsidR="00557788" w:rsidRDefault="00557788" w:rsidP="00557788">
      <w:r>
        <w:t>357.3636</w:t>
      </w:r>
      <w:r>
        <w:tab/>
        <w:t>4.112e0</w:t>
      </w:r>
    </w:p>
    <w:p w:rsidR="00557788" w:rsidRDefault="00557788" w:rsidP="00557788">
      <w:r>
        <w:t>357.3828</w:t>
      </w:r>
      <w:r>
        <w:tab/>
        <w:t>4.051e0</w:t>
      </w:r>
    </w:p>
    <w:p w:rsidR="00557788" w:rsidRDefault="00557788" w:rsidP="00557788">
      <w:r>
        <w:t>357.3848</w:t>
      </w:r>
      <w:r>
        <w:tab/>
        <w:t>2.025e0</w:t>
      </w:r>
    </w:p>
    <w:p w:rsidR="00557788" w:rsidRDefault="00557788" w:rsidP="00557788">
      <w:r>
        <w:t>357.3860</w:t>
      </w:r>
      <w:r>
        <w:tab/>
        <w:t>1.038e0</w:t>
      </w:r>
    </w:p>
    <w:p w:rsidR="00557788" w:rsidRDefault="00557788" w:rsidP="00557788">
      <w:r>
        <w:lastRenderedPageBreak/>
        <w:t>357.3876</w:t>
      </w:r>
      <w:r>
        <w:tab/>
        <w:t>5.581e0</w:t>
      </w:r>
    </w:p>
    <w:p w:rsidR="00557788" w:rsidRDefault="00557788" w:rsidP="00557788">
      <w:r>
        <w:t>357.4164</w:t>
      </w:r>
      <w:r>
        <w:tab/>
        <w:t>2.025e0</w:t>
      </w:r>
    </w:p>
    <w:p w:rsidR="00557788" w:rsidRDefault="00557788" w:rsidP="00557788">
      <w:r>
        <w:t>357.4203</w:t>
      </w:r>
      <w:r>
        <w:tab/>
        <w:t>2.038e0</w:t>
      </w:r>
    </w:p>
    <w:p w:rsidR="00557788" w:rsidRDefault="00557788" w:rsidP="00557788">
      <w:r>
        <w:t>357.4280</w:t>
      </w:r>
      <w:r>
        <w:tab/>
        <w:t>3.038e0</w:t>
      </w:r>
    </w:p>
    <w:p w:rsidR="00557788" w:rsidRDefault="00557788" w:rsidP="00557788">
      <w:r>
        <w:t>357.4412</w:t>
      </w:r>
      <w:r>
        <w:tab/>
        <w:t>2.025e0</w:t>
      </w:r>
    </w:p>
    <w:p w:rsidR="00557788" w:rsidRDefault="00557788" w:rsidP="00557788">
      <w:r>
        <w:t>357.4578</w:t>
      </w:r>
      <w:r>
        <w:tab/>
        <w:t>1.266e-2</w:t>
      </w:r>
    </w:p>
    <w:p w:rsidR="00557788" w:rsidRDefault="00557788" w:rsidP="00557788">
      <w:r>
        <w:t>357.4670</w:t>
      </w:r>
      <w:r>
        <w:tab/>
        <w:t>5.539e0</w:t>
      </w:r>
    </w:p>
    <w:p w:rsidR="00557788" w:rsidRDefault="00557788" w:rsidP="00557788">
      <w:r>
        <w:t>357.4705</w:t>
      </w:r>
      <w:r>
        <w:tab/>
        <w:t>1.025e0</w:t>
      </w:r>
    </w:p>
    <w:p w:rsidR="00557788" w:rsidRDefault="00557788" w:rsidP="00557788">
      <w:r>
        <w:t>357.4769</w:t>
      </w:r>
      <w:r>
        <w:tab/>
        <w:t>1.013e0</w:t>
      </w:r>
    </w:p>
    <w:p w:rsidR="00557788" w:rsidRDefault="00557788" w:rsidP="00557788">
      <w:r>
        <w:t>357.4811</w:t>
      </w:r>
      <w:r>
        <w:tab/>
        <w:t>2.025e0</w:t>
      </w:r>
    </w:p>
    <w:p w:rsidR="00557788" w:rsidRDefault="00557788" w:rsidP="00557788">
      <w:r>
        <w:t>357.4972</w:t>
      </w:r>
      <w:r>
        <w:tab/>
        <w:t>2.025e0</w:t>
      </w:r>
    </w:p>
    <w:p w:rsidR="00557788" w:rsidRDefault="00557788" w:rsidP="00557788">
      <w:r>
        <w:t>357.5323</w:t>
      </w:r>
      <w:r>
        <w:tab/>
        <w:t>1.266e-2</w:t>
      </w:r>
    </w:p>
    <w:p w:rsidR="00557788" w:rsidRDefault="00557788" w:rsidP="00557788">
      <w:r>
        <w:t>357.5364</w:t>
      </w:r>
      <w:r>
        <w:tab/>
        <w:t>1.013e0</w:t>
      </w:r>
    </w:p>
    <w:p w:rsidR="00557788" w:rsidRDefault="00557788" w:rsidP="00557788">
      <w:r>
        <w:t>357.5408</w:t>
      </w:r>
      <w:r>
        <w:tab/>
        <w:t>1.266e-2</w:t>
      </w:r>
    </w:p>
    <w:p w:rsidR="00557788" w:rsidRDefault="00557788" w:rsidP="00557788">
      <w:r>
        <w:t>357.5607</w:t>
      </w:r>
      <w:r>
        <w:tab/>
        <w:t>2.025e0</w:t>
      </w:r>
    </w:p>
    <w:p w:rsidR="00557788" w:rsidRDefault="00557788" w:rsidP="00557788">
      <w:r>
        <w:t>357.5747</w:t>
      </w:r>
      <w:r>
        <w:tab/>
        <w:t>4.051e0</w:t>
      </w:r>
    </w:p>
    <w:p w:rsidR="00557788" w:rsidRDefault="00557788" w:rsidP="00557788">
      <w:r>
        <w:t>357.5858</w:t>
      </w:r>
      <w:r>
        <w:tab/>
        <w:t>1.013e0</w:t>
      </w:r>
    </w:p>
    <w:p w:rsidR="00557788" w:rsidRDefault="00557788" w:rsidP="00557788">
      <w:r>
        <w:t>357.5889</w:t>
      </w:r>
      <w:r>
        <w:tab/>
        <w:t>1.038e0</w:t>
      </w:r>
    </w:p>
    <w:p w:rsidR="00557788" w:rsidRDefault="00557788" w:rsidP="00557788">
      <w:r>
        <w:t>357.5914</w:t>
      </w:r>
      <w:r>
        <w:tab/>
        <w:t>5.076e0</w:t>
      </w:r>
    </w:p>
    <w:p w:rsidR="00557788" w:rsidRDefault="00557788" w:rsidP="00557788">
      <w:r>
        <w:lastRenderedPageBreak/>
        <w:t>357.5957</w:t>
      </w:r>
      <w:r>
        <w:tab/>
        <w:t>3.038e0</w:t>
      </w:r>
    </w:p>
    <w:p w:rsidR="00557788" w:rsidRDefault="00557788" w:rsidP="00557788">
      <w:r>
        <w:t>357.6225</w:t>
      </w:r>
      <w:r>
        <w:tab/>
        <w:t>3.038e0</w:t>
      </w:r>
    </w:p>
    <w:p w:rsidR="00557788" w:rsidRDefault="00557788" w:rsidP="00557788">
      <w:r>
        <w:t>357.6254</w:t>
      </w:r>
      <w:r>
        <w:tab/>
        <w:t>4.051e0</w:t>
      </w:r>
    </w:p>
    <w:p w:rsidR="00557788" w:rsidRDefault="00557788" w:rsidP="00557788">
      <w:r>
        <w:t>357.6276</w:t>
      </w:r>
      <w:r>
        <w:tab/>
        <w:t>1.266e-2</w:t>
      </w:r>
    </w:p>
    <w:p w:rsidR="00557788" w:rsidRDefault="00557788" w:rsidP="00557788">
      <w:r>
        <w:t>357.6316</w:t>
      </w:r>
      <w:r>
        <w:tab/>
        <w:t>1.013e0</w:t>
      </w:r>
    </w:p>
    <w:p w:rsidR="00557788" w:rsidRDefault="00557788" w:rsidP="00557788">
      <w:r>
        <w:t>357.6345</w:t>
      </w:r>
      <w:r>
        <w:tab/>
        <w:t>1.859e0</w:t>
      </w:r>
    </w:p>
    <w:p w:rsidR="00557788" w:rsidRDefault="00557788" w:rsidP="00557788">
      <w:r>
        <w:t>357.6416</w:t>
      </w:r>
      <w:r>
        <w:tab/>
        <w:t>5.063e0</w:t>
      </w:r>
    </w:p>
    <w:p w:rsidR="00557788" w:rsidRDefault="00557788" w:rsidP="00557788">
      <w:r>
        <w:t>357.6919</w:t>
      </w:r>
      <w:r>
        <w:tab/>
        <w:t>3.063e0</w:t>
      </w:r>
    </w:p>
    <w:p w:rsidR="00557788" w:rsidRDefault="00557788" w:rsidP="00557788">
      <w:r>
        <w:t>357.7069</w:t>
      </w:r>
      <w:r>
        <w:tab/>
        <w:t>1.013e0</w:t>
      </w:r>
    </w:p>
    <w:p w:rsidR="00557788" w:rsidRDefault="00557788" w:rsidP="00557788">
      <w:r>
        <w:t>357.7082</w:t>
      </w:r>
      <w:r>
        <w:tab/>
        <w:t>8.101e0</w:t>
      </w:r>
    </w:p>
    <w:p w:rsidR="00557788" w:rsidRDefault="00557788" w:rsidP="00557788">
      <w:r>
        <w:t>357.7104</w:t>
      </w:r>
      <w:r>
        <w:tab/>
        <w:t>2.025e0</w:t>
      </w:r>
    </w:p>
    <w:p w:rsidR="00557788" w:rsidRDefault="00557788" w:rsidP="00557788">
      <w:r>
        <w:t>357.7449</w:t>
      </w:r>
      <w:r>
        <w:tab/>
        <w:t>3.038e0</w:t>
      </w:r>
    </w:p>
    <w:p w:rsidR="00557788" w:rsidRDefault="00557788" w:rsidP="00557788">
      <w:r>
        <w:t>357.7477</w:t>
      </w:r>
      <w:r>
        <w:tab/>
        <w:t>1.013e0</w:t>
      </w:r>
    </w:p>
    <w:p w:rsidR="00557788" w:rsidRDefault="00557788" w:rsidP="00557788">
      <w:r>
        <w:t>357.7724</w:t>
      </w:r>
      <w:r>
        <w:tab/>
        <w:t>1.013e0</w:t>
      </w:r>
    </w:p>
    <w:p w:rsidR="00557788" w:rsidRDefault="00557788" w:rsidP="00557788">
      <w:r>
        <w:t>357.7753</w:t>
      </w:r>
      <w:r>
        <w:tab/>
        <w:t>2.025e0</w:t>
      </w:r>
    </w:p>
    <w:p w:rsidR="00557788" w:rsidRDefault="00557788" w:rsidP="00557788">
      <w:r>
        <w:t>357.7793</w:t>
      </w:r>
      <w:r>
        <w:tab/>
        <w:t>1.038e0</w:t>
      </w:r>
    </w:p>
    <w:p w:rsidR="00557788" w:rsidRDefault="00557788" w:rsidP="00557788">
      <w:r>
        <w:t>357.7867</w:t>
      </w:r>
      <w:r>
        <w:tab/>
        <w:t>2.798e0</w:t>
      </w:r>
    </w:p>
    <w:p w:rsidR="00557788" w:rsidRDefault="00557788" w:rsidP="00557788">
      <w:r>
        <w:t>357.7957</w:t>
      </w:r>
      <w:r>
        <w:tab/>
        <w:t>2.335e0</w:t>
      </w:r>
    </w:p>
    <w:p w:rsidR="00557788" w:rsidRDefault="00557788" w:rsidP="00557788">
      <w:r>
        <w:t>357.7971</w:t>
      </w:r>
      <w:r>
        <w:tab/>
        <w:t>1.025e0</w:t>
      </w:r>
    </w:p>
    <w:p w:rsidR="00557788" w:rsidRDefault="00557788" w:rsidP="00557788">
      <w:r>
        <w:lastRenderedPageBreak/>
        <w:t>357.8018</w:t>
      </w:r>
      <w:r>
        <w:tab/>
        <w:t>3.797e-2</w:t>
      </w:r>
    </w:p>
    <w:p w:rsidR="00557788" w:rsidRDefault="00557788" w:rsidP="00557788">
      <w:r>
        <w:t>357.8131</w:t>
      </w:r>
      <w:r>
        <w:tab/>
        <w:t>3.798e-2</w:t>
      </w:r>
    </w:p>
    <w:p w:rsidR="00557788" w:rsidRDefault="00557788" w:rsidP="00557788">
      <w:r>
        <w:t>357.8141</w:t>
      </w:r>
      <w:r>
        <w:tab/>
        <w:t>2.025e0</w:t>
      </w:r>
    </w:p>
    <w:p w:rsidR="00557788" w:rsidRDefault="00557788" w:rsidP="00557788">
      <w:r>
        <w:t>357.8266</w:t>
      </w:r>
      <w:r>
        <w:tab/>
        <w:t>2.063e0</w:t>
      </w:r>
    </w:p>
    <w:p w:rsidR="00557788" w:rsidRDefault="00557788" w:rsidP="00557788">
      <w:r>
        <w:t>357.8340</w:t>
      </w:r>
      <w:r>
        <w:tab/>
        <w:t>3.038e0</w:t>
      </w:r>
    </w:p>
    <w:p w:rsidR="00557788" w:rsidRDefault="00557788" w:rsidP="00557788">
      <w:r>
        <w:t>357.8525</w:t>
      </w:r>
      <w:r>
        <w:tab/>
        <w:t>2.916e0</w:t>
      </w:r>
    </w:p>
    <w:p w:rsidR="00557788" w:rsidRDefault="00557788" w:rsidP="00557788">
      <w:r>
        <w:t>357.8598</w:t>
      </w:r>
      <w:r>
        <w:tab/>
        <w:t>1.013e0</w:t>
      </w:r>
    </w:p>
    <w:p w:rsidR="00557788" w:rsidRDefault="00557788" w:rsidP="00557788">
      <w:r>
        <w:t>357.8636</w:t>
      </w:r>
      <w:r>
        <w:tab/>
        <w:t>1.013e0</w:t>
      </w:r>
    </w:p>
    <w:p w:rsidR="00557788" w:rsidRDefault="00557788" w:rsidP="00557788">
      <w:r>
        <w:t>357.8655</w:t>
      </w:r>
      <w:r>
        <w:tab/>
        <w:t>2.532e-2</w:t>
      </w:r>
    </w:p>
    <w:p w:rsidR="00557788" w:rsidRDefault="00557788" w:rsidP="00557788">
      <w:r>
        <w:t>357.8710</w:t>
      </w:r>
      <w:r>
        <w:tab/>
        <w:t>2.025e0</w:t>
      </w:r>
    </w:p>
    <w:p w:rsidR="00557788" w:rsidRDefault="00557788" w:rsidP="00557788">
      <w:r>
        <w:t>357.8885</w:t>
      </w:r>
      <w:r>
        <w:tab/>
        <w:t>2.532e-2</w:t>
      </w:r>
    </w:p>
    <w:p w:rsidR="00557788" w:rsidRDefault="00557788" w:rsidP="00557788">
      <w:r>
        <w:t>357.8918</w:t>
      </w:r>
      <w:r>
        <w:tab/>
        <w:t>3.038e0</w:t>
      </w:r>
    </w:p>
    <w:p w:rsidR="00557788" w:rsidRDefault="00557788" w:rsidP="00557788">
      <w:r>
        <w:t>357.9325</w:t>
      </w:r>
      <w:r>
        <w:tab/>
        <w:t>6.750e0</w:t>
      </w:r>
    </w:p>
    <w:p w:rsidR="00557788" w:rsidRDefault="00557788" w:rsidP="00557788">
      <w:r>
        <w:t>357.9468</w:t>
      </w:r>
      <w:r>
        <w:tab/>
        <w:t>1.624e1</w:t>
      </w:r>
    </w:p>
    <w:p w:rsidR="00557788" w:rsidRDefault="00557788" w:rsidP="00557788">
      <w:r>
        <w:t>357.9519</w:t>
      </w:r>
      <w:r>
        <w:tab/>
        <w:t>2.053e1</w:t>
      </w:r>
    </w:p>
    <w:p w:rsidR="00557788" w:rsidRDefault="00557788" w:rsidP="00557788">
      <w:r>
        <w:t>357.9832</w:t>
      </w:r>
      <w:r>
        <w:tab/>
        <w:t>4.240e0</w:t>
      </w:r>
    </w:p>
    <w:p w:rsidR="00557788" w:rsidRDefault="00557788" w:rsidP="00557788">
      <w:r>
        <w:t>357.9900</w:t>
      </w:r>
      <w:r>
        <w:tab/>
        <w:t>2.711e0</w:t>
      </w:r>
    </w:p>
    <w:p w:rsidR="00557788" w:rsidRDefault="00557788" w:rsidP="00557788">
      <w:r>
        <w:t>357.9964</w:t>
      </w:r>
      <w:r>
        <w:tab/>
        <w:t>9.800e0</w:t>
      </w:r>
    </w:p>
    <w:p w:rsidR="00557788" w:rsidRDefault="00557788" w:rsidP="00557788">
      <w:r>
        <w:t>358.0138</w:t>
      </w:r>
      <w:r>
        <w:tab/>
        <w:t>2.808e0</w:t>
      </w:r>
    </w:p>
    <w:p w:rsidR="00557788" w:rsidRDefault="00557788" w:rsidP="00557788">
      <w:r>
        <w:lastRenderedPageBreak/>
        <w:t>358.0193</w:t>
      </w:r>
      <w:r>
        <w:tab/>
        <w:t>2.770e0</w:t>
      </w:r>
    </w:p>
    <w:p w:rsidR="00557788" w:rsidRDefault="00557788" w:rsidP="00557788">
      <w:r>
        <w:t>358.0368</w:t>
      </w:r>
      <w:r>
        <w:tab/>
        <w:t>1.753e0</w:t>
      </w:r>
    </w:p>
    <w:p w:rsidR="00557788" w:rsidRDefault="00557788" w:rsidP="00557788">
      <w:r>
        <w:t>358.0469</w:t>
      </w:r>
      <w:r>
        <w:tab/>
        <w:t>2.575e0</w:t>
      </w:r>
    </w:p>
    <w:p w:rsidR="00557788" w:rsidRDefault="00557788" w:rsidP="00557788">
      <w:r>
        <w:t>358.0520</w:t>
      </w:r>
      <w:r>
        <w:tab/>
        <w:t>6.425e0</w:t>
      </w:r>
    </w:p>
    <w:p w:rsidR="00557788" w:rsidRDefault="00557788" w:rsidP="00557788">
      <w:r>
        <w:t>358.0548</w:t>
      </w:r>
      <w:r>
        <w:tab/>
        <w:t>4.791e0</w:t>
      </w:r>
    </w:p>
    <w:p w:rsidR="00557788" w:rsidRDefault="00557788" w:rsidP="00557788">
      <w:r>
        <w:t>358.0705</w:t>
      </w:r>
      <w:r>
        <w:tab/>
        <w:t>4.051e0</w:t>
      </w:r>
    </w:p>
    <w:p w:rsidR="00557788" w:rsidRDefault="00557788" w:rsidP="00557788">
      <w:r>
        <w:t>358.0717</w:t>
      </w:r>
      <w:r>
        <w:tab/>
        <w:t>2.781e0</w:t>
      </w:r>
    </w:p>
    <w:p w:rsidR="00557788" w:rsidRDefault="00557788" w:rsidP="00557788">
      <w:r>
        <w:t>358.0792</w:t>
      </w:r>
      <w:r>
        <w:tab/>
        <w:t>2.930e0</w:t>
      </w:r>
    </w:p>
    <w:p w:rsidR="00557788" w:rsidRDefault="00557788" w:rsidP="00557788">
      <w:r>
        <w:t>358.1015</w:t>
      </w:r>
      <w:r>
        <w:tab/>
        <w:t>5.582e0</w:t>
      </w:r>
    </w:p>
    <w:p w:rsidR="00557788" w:rsidRDefault="00557788" w:rsidP="00557788">
      <w:r>
        <w:t>358.1089</w:t>
      </w:r>
      <w:r>
        <w:tab/>
        <w:t>1.488e0</w:t>
      </w:r>
    </w:p>
    <w:p w:rsidR="00557788" w:rsidRDefault="00557788" w:rsidP="00557788">
      <w:r>
        <w:t>358.1136</w:t>
      </w:r>
      <w:r>
        <w:tab/>
        <w:t>5.260e0</w:t>
      </w:r>
    </w:p>
    <w:p w:rsidR="00557788" w:rsidRDefault="00557788" w:rsidP="00557788">
      <w:r>
        <w:t>358.1371</w:t>
      </w:r>
      <w:r>
        <w:tab/>
        <w:t>3.536e0</w:t>
      </w:r>
    </w:p>
    <w:p w:rsidR="00557788" w:rsidRDefault="00557788" w:rsidP="00557788">
      <w:r>
        <w:t>358.1767</w:t>
      </w:r>
      <w:r>
        <w:tab/>
        <w:t>9.475e0</w:t>
      </w:r>
    </w:p>
    <w:p w:rsidR="00557788" w:rsidRDefault="00557788" w:rsidP="00557788">
      <w:r>
        <w:t>358.1885</w:t>
      </w:r>
      <w:r>
        <w:tab/>
        <w:t>2.338e0</w:t>
      </w:r>
    </w:p>
    <w:p w:rsidR="00557788" w:rsidRDefault="00557788" w:rsidP="00557788">
      <w:r>
        <w:t>358.1912</w:t>
      </w:r>
      <w:r>
        <w:tab/>
        <w:t>1.781e-2</w:t>
      </w:r>
    </w:p>
    <w:p w:rsidR="00557788" w:rsidRDefault="00557788" w:rsidP="00557788">
      <w:r>
        <w:t>358.2318</w:t>
      </w:r>
      <w:r>
        <w:tab/>
        <w:t>3.456e0</w:t>
      </w:r>
    </w:p>
    <w:p w:rsidR="00557788" w:rsidRDefault="00557788" w:rsidP="00557788">
      <w:r>
        <w:t>358.2389</w:t>
      </w:r>
      <w:r>
        <w:tab/>
        <w:t>1.096e0</w:t>
      </w:r>
    </w:p>
    <w:p w:rsidR="00557788" w:rsidRDefault="00557788" w:rsidP="00557788">
      <w:r>
        <w:t>358.2417</w:t>
      </w:r>
      <w:r>
        <w:tab/>
        <w:t>7.776e0</w:t>
      </w:r>
    </w:p>
    <w:p w:rsidR="00557788" w:rsidRDefault="00557788" w:rsidP="00557788">
      <w:r>
        <w:t>358.2498</w:t>
      </w:r>
      <w:r>
        <w:tab/>
        <w:t>7.539e0</w:t>
      </w:r>
    </w:p>
    <w:p w:rsidR="00557788" w:rsidRDefault="00557788" w:rsidP="00557788">
      <w:r>
        <w:lastRenderedPageBreak/>
        <w:t>358.2547</w:t>
      </w:r>
      <w:r>
        <w:tab/>
        <w:t>3.363e0</w:t>
      </w:r>
    </w:p>
    <w:p w:rsidR="00557788" w:rsidRDefault="00557788" w:rsidP="00557788">
      <w:r>
        <w:t>358.2630</w:t>
      </w:r>
      <w:r>
        <w:tab/>
        <w:t>2.546e0</w:t>
      </w:r>
    </w:p>
    <w:p w:rsidR="00557788" w:rsidRDefault="00557788" w:rsidP="00557788">
      <w:r>
        <w:t>358.2730</w:t>
      </w:r>
      <w:r>
        <w:tab/>
        <w:t>7.269e-1</w:t>
      </w:r>
    </w:p>
    <w:p w:rsidR="00557788" w:rsidRDefault="00557788" w:rsidP="00557788">
      <w:r>
        <w:t>358.2910</w:t>
      </w:r>
      <w:r>
        <w:tab/>
        <w:t>2.457e0</w:t>
      </w:r>
    </w:p>
    <w:p w:rsidR="00557788" w:rsidRDefault="00557788" w:rsidP="00557788">
      <w:r>
        <w:t>358.3061</w:t>
      </w:r>
      <w:r>
        <w:tab/>
        <w:t>1.473e0</w:t>
      </w:r>
    </w:p>
    <w:p w:rsidR="00557788" w:rsidRDefault="00557788" w:rsidP="00557788">
      <w:r>
        <w:t>358.3157</w:t>
      </w:r>
      <w:r>
        <w:tab/>
        <w:t>4.504e0</w:t>
      </w:r>
    </w:p>
    <w:p w:rsidR="00557788" w:rsidRDefault="00557788" w:rsidP="00557788">
      <w:r>
        <w:t>358.3195</w:t>
      </w:r>
      <w:r>
        <w:tab/>
        <w:t>2.019e0</w:t>
      </w:r>
    </w:p>
    <w:p w:rsidR="00557788" w:rsidRDefault="00557788" w:rsidP="00557788">
      <w:r>
        <w:t>358.3213</w:t>
      </w:r>
      <w:r>
        <w:tab/>
        <w:t>8.589e0</w:t>
      </w:r>
    </w:p>
    <w:p w:rsidR="00557788" w:rsidRDefault="00557788" w:rsidP="00557788">
      <w:r>
        <w:t>358.3347</w:t>
      </w:r>
      <w:r>
        <w:tab/>
        <w:t>1.909e0</w:t>
      </w:r>
    </w:p>
    <w:p w:rsidR="00557788" w:rsidRDefault="00557788" w:rsidP="00557788">
      <w:r>
        <w:t>358.3405</w:t>
      </w:r>
      <w:r>
        <w:tab/>
        <w:t>2.671e0</w:t>
      </w:r>
    </w:p>
    <w:p w:rsidR="00557788" w:rsidRDefault="00557788" w:rsidP="00557788">
      <w:r>
        <w:t>358.3450</w:t>
      </w:r>
      <w:r>
        <w:tab/>
        <w:t>2.310e0</w:t>
      </w:r>
    </w:p>
    <w:p w:rsidR="00557788" w:rsidRDefault="00557788" w:rsidP="00557788">
      <w:r>
        <w:t>358.3517</w:t>
      </w:r>
      <w:r>
        <w:tab/>
        <w:t>7.319e0</w:t>
      </w:r>
    </w:p>
    <w:p w:rsidR="00557788" w:rsidRDefault="00557788" w:rsidP="00557788">
      <w:r>
        <w:t>358.3544</w:t>
      </w:r>
      <w:r>
        <w:tab/>
        <w:t>3.136e0</w:t>
      </w:r>
    </w:p>
    <w:p w:rsidR="00557788" w:rsidRDefault="00557788" w:rsidP="00557788">
      <w:r>
        <w:t>358.3556</w:t>
      </w:r>
      <w:r>
        <w:tab/>
        <w:t>2.535e0</w:t>
      </w:r>
    </w:p>
    <w:p w:rsidR="00557788" w:rsidRDefault="00557788" w:rsidP="00557788">
      <w:r>
        <w:t>358.3732</w:t>
      </w:r>
      <w:r>
        <w:tab/>
        <w:t>1.494e0</w:t>
      </w:r>
    </w:p>
    <w:p w:rsidR="00557788" w:rsidRDefault="00557788" w:rsidP="00557788">
      <w:r>
        <w:t>358.3934</w:t>
      </w:r>
      <w:r>
        <w:tab/>
        <w:t>5.063e0</w:t>
      </w:r>
    </w:p>
    <w:p w:rsidR="00557788" w:rsidRDefault="00557788" w:rsidP="00557788">
      <w:r>
        <w:t>358.4156</w:t>
      </w:r>
      <w:r>
        <w:tab/>
        <w:t>2.911e0</w:t>
      </w:r>
    </w:p>
    <w:p w:rsidR="00557788" w:rsidRDefault="00557788" w:rsidP="00557788">
      <w:r>
        <w:t>358.4272</w:t>
      </w:r>
      <w:r>
        <w:tab/>
        <w:t>1.051e0</w:t>
      </w:r>
    </w:p>
    <w:p w:rsidR="00557788" w:rsidRDefault="00557788" w:rsidP="00557788">
      <w:r>
        <w:t>358.4312</w:t>
      </w:r>
      <w:r>
        <w:tab/>
        <w:t>1.266e-2</w:t>
      </w:r>
    </w:p>
    <w:p w:rsidR="00557788" w:rsidRDefault="00557788" w:rsidP="00557788">
      <w:r>
        <w:lastRenderedPageBreak/>
        <w:t>358.4507</w:t>
      </w:r>
      <w:r>
        <w:tab/>
        <w:t>4.051e0</w:t>
      </w:r>
    </w:p>
    <w:p w:rsidR="00557788" w:rsidRDefault="00557788" w:rsidP="00557788">
      <w:r>
        <w:t>358.4617</w:t>
      </w:r>
      <w:r>
        <w:tab/>
        <w:t>1.013e0</w:t>
      </w:r>
    </w:p>
    <w:p w:rsidR="00557788" w:rsidRDefault="00557788" w:rsidP="00557788">
      <w:r>
        <w:t>358.4756</w:t>
      </w:r>
      <w:r>
        <w:tab/>
        <w:t>9.114e0</w:t>
      </w:r>
    </w:p>
    <w:p w:rsidR="00557788" w:rsidRDefault="00557788" w:rsidP="00557788">
      <w:r>
        <w:t>358.4937</w:t>
      </w:r>
      <w:r>
        <w:tab/>
        <w:t>1.013e0</w:t>
      </w:r>
    </w:p>
    <w:p w:rsidR="00557788" w:rsidRDefault="00557788" w:rsidP="00557788">
      <w:r>
        <w:t>358.5065</w:t>
      </w:r>
      <w:r>
        <w:tab/>
        <w:t>1.013e0</w:t>
      </w:r>
    </w:p>
    <w:p w:rsidR="00557788" w:rsidRDefault="00557788" w:rsidP="00557788">
      <w:r>
        <w:t>358.5099</w:t>
      </w:r>
      <w:r>
        <w:tab/>
        <w:t>2.025e0</w:t>
      </w:r>
    </w:p>
    <w:p w:rsidR="00557788" w:rsidRDefault="00557788" w:rsidP="00557788">
      <w:r>
        <w:t>358.5151</w:t>
      </w:r>
      <w:r>
        <w:tab/>
        <w:t>2.025e0</w:t>
      </w:r>
    </w:p>
    <w:p w:rsidR="00557788" w:rsidRDefault="00557788" w:rsidP="00557788">
      <w:r>
        <w:t>358.5185</w:t>
      </w:r>
      <w:r>
        <w:tab/>
        <w:t>2.025e0</w:t>
      </w:r>
    </w:p>
    <w:p w:rsidR="00557788" w:rsidRDefault="00557788" w:rsidP="00557788">
      <w:r>
        <w:t>358.5385</w:t>
      </w:r>
      <w:r>
        <w:tab/>
        <w:t>1.013e0</w:t>
      </w:r>
    </w:p>
    <w:p w:rsidR="00557788" w:rsidRDefault="00557788" w:rsidP="00557788">
      <w:r>
        <w:t>358.5497</w:t>
      </w:r>
      <w:r>
        <w:tab/>
        <w:t>2.025e0</w:t>
      </w:r>
    </w:p>
    <w:p w:rsidR="00557788" w:rsidRDefault="00557788" w:rsidP="00557788">
      <w:r>
        <w:t>358.5585</w:t>
      </w:r>
      <w:r>
        <w:tab/>
        <w:t>3.038e0</w:t>
      </w:r>
    </w:p>
    <w:p w:rsidR="00557788" w:rsidRDefault="00557788" w:rsidP="00557788">
      <w:r>
        <w:t>358.5597</w:t>
      </w:r>
      <w:r>
        <w:tab/>
        <w:t>2.025e0</w:t>
      </w:r>
    </w:p>
    <w:p w:rsidR="00557788" w:rsidRDefault="00557788" w:rsidP="00557788">
      <w:r>
        <w:t>358.5641</w:t>
      </w:r>
      <w:r>
        <w:tab/>
        <w:t>1.013e0</w:t>
      </w:r>
    </w:p>
    <w:p w:rsidR="00557788" w:rsidRDefault="00557788" w:rsidP="00557788">
      <w:r>
        <w:t>358.5771</w:t>
      </w:r>
      <w:r>
        <w:tab/>
        <w:t>3.798e-2</w:t>
      </w:r>
    </w:p>
    <w:p w:rsidR="00557788" w:rsidRDefault="00557788" w:rsidP="00557788">
      <w:r>
        <w:t>358.6221</w:t>
      </w:r>
      <w:r>
        <w:tab/>
        <w:t>2.025e0</w:t>
      </w:r>
    </w:p>
    <w:p w:rsidR="00557788" w:rsidRDefault="00557788" w:rsidP="00557788">
      <w:r>
        <w:t>358.6435</w:t>
      </w:r>
      <w:r>
        <w:tab/>
        <w:t>2.025e0</w:t>
      </w:r>
    </w:p>
    <w:p w:rsidR="00557788" w:rsidRDefault="00557788" w:rsidP="00557788">
      <w:r>
        <w:t>358.6538</w:t>
      </w:r>
      <w:r>
        <w:tab/>
        <w:t>1.266e-2</w:t>
      </w:r>
    </w:p>
    <w:p w:rsidR="00557788" w:rsidRDefault="00557788" w:rsidP="00557788">
      <w:r>
        <w:t>358.6653</w:t>
      </w:r>
      <w:r>
        <w:tab/>
        <w:t>2.025e0</w:t>
      </w:r>
    </w:p>
    <w:p w:rsidR="00557788" w:rsidRDefault="00557788" w:rsidP="00557788">
      <w:r>
        <w:t>358.6673</w:t>
      </w:r>
      <w:r>
        <w:tab/>
        <w:t>2.025e0</w:t>
      </w:r>
    </w:p>
    <w:p w:rsidR="00557788" w:rsidRDefault="00557788" w:rsidP="00557788">
      <w:r>
        <w:lastRenderedPageBreak/>
        <w:t>358.6826</w:t>
      </w:r>
      <w:r>
        <w:tab/>
        <w:t>3.038e0</w:t>
      </w:r>
    </w:p>
    <w:p w:rsidR="00557788" w:rsidRDefault="00557788" w:rsidP="00557788">
      <w:r>
        <w:t>358.6882</w:t>
      </w:r>
      <w:r>
        <w:tab/>
        <w:t>1.266e-2</w:t>
      </w:r>
    </w:p>
    <w:p w:rsidR="00557788" w:rsidRDefault="00557788" w:rsidP="00557788">
      <w:r>
        <w:t>358.6963</w:t>
      </w:r>
      <w:r>
        <w:tab/>
        <w:t>6.076e0</w:t>
      </w:r>
    </w:p>
    <w:p w:rsidR="00557788" w:rsidRDefault="00557788" w:rsidP="00557788">
      <w:r>
        <w:t>358.7300</w:t>
      </w:r>
      <w:r>
        <w:tab/>
        <w:t>1.013e0</w:t>
      </w:r>
    </w:p>
    <w:p w:rsidR="00557788" w:rsidRDefault="00557788" w:rsidP="00557788">
      <w:r>
        <w:t>358.7377</w:t>
      </w:r>
      <w:r>
        <w:tab/>
        <w:t>5.063e-2</w:t>
      </w:r>
    </w:p>
    <w:p w:rsidR="00557788" w:rsidRDefault="00557788" w:rsidP="00557788">
      <w:r>
        <w:t>358.7499</w:t>
      </w:r>
      <w:r>
        <w:tab/>
        <w:t>1.013e0</w:t>
      </w:r>
    </w:p>
    <w:p w:rsidR="00557788" w:rsidRDefault="00557788" w:rsidP="00557788">
      <w:r>
        <w:t>358.7794</w:t>
      </w:r>
      <w:r>
        <w:tab/>
        <w:t>1.013e0</w:t>
      </w:r>
    </w:p>
    <w:p w:rsidR="00557788" w:rsidRDefault="00557788" w:rsidP="00557788">
      <w:r>
        <w:t>358.7874</w:t>
      </w:r>
      <w:r>
        <w:tab/>
        <w:t>5.063e-2</w:t>
      </w:r>
    </w:p>
    <w:p w:rsidR="00557788" w:rsidRDefault="00557788" w:rsidP="00557788">
      <w:r>
        <w:t>358.7884</w:t>
      </w:r>
      <w:r>
        <w:tab/>
        <w:t>1.013e0</w:t>
      </w:r>
    </w:p>
    <w:p w:rsidR="00557788" w:rsidRDefault="00557788" w:rsidP="00557788">
      <w:r>
        <w:t>358.7947</w:t>
      </w:r>
      <w:r>
        <w:tab/>
        <w:t>2.532e-2</w:t>
      </w:r>
    </w:p>
    <w:p w:rsidR="00557788" w:rsidRDefault="00557788" w:rsidP="00557788">
      <w:r>
        <w:t>358.8396</w:t>
      </w:r>
      <w:r>
        <w:tab/>
        <w:t>1.266e-2</w:t>
      </w:r>
    </w:p>
    <w:p w:rsidR="00557788" w:rsidRDefault="00557788" w:rsidP="00557788">
      <w:r>
        <w:t>358.8426</w:t>
      </w:r>
      <w:r>
        <w:tab/>
        <w:t>3.038e0</w:t>
      </w:r>
    </w:p>
    <w:p w:rsidR="00557788" w:rsidRDefault="00557788" w:rsidP="00557788">
      <w:r>
        <w:t>358.8460</w:t>
      </w:r>
      <w:r>
        <w:tab/>
        <w:t>1.266e-2</w:t>
      </w:r>
    </w:p>
    <w:p w:rsidR="00557788" w:rsidRDefault="00557788" w:rsidP="00557788">
      <w:r>
        <w:t>358.8622</w:t>
      </w:r>
      <w:r>
        <w:tab/>
        <w:t>2.025e0</w:t>
      </w:r>
    </w:p>
    <w:p w:rsidR="00557788" w:rsidRDefault="00557788" w:rsidP="00557788">
      <w:r>
        <w:t>358.8729</w:t>
      </w:r>
      <w:r>
        <w:tab/>
        <w:t>2.532e-2</w:t>
      </w:r>
    </w:p>
    <w:p w:rsidR="00557788" w:rsidRDefault="00557788" w:rsidP="00557788">
      <w:r>
        <w:t>358.8857</w:t>
      </w:r>
      <w:r>
        <w:tab/>
        <w:t>3.038e0</w:t>
      </w:r>
    </w:p>
    <w:p w:rsidR="00557788" w:rsidRDefault="00557788" w:rsidP="00557788">
      <w:r>
        <w:t>358.8875</w:t>
      </w:r>
      <w:r>
        <w:tab/>
        <w:t>2.025e0</w:t>
      </w:r>
    </w:p>
    <w:p w:rsidR="00557788" w:rsidRDefault="00557788" w:rsidP="00557788">
      <w:r>
        <w:t>358.8909</w:t>
      </w:r>
      <w:r>
        <w:tab/>
        <w:t>3.051e0</w:t>
      </w:r>
    </w:p>
    <w:p w:rsidR="00557788" w:rsidRDefault="00557788" w:rsidP="00557788">
      <w:r>
        <w:t>358.9149</w:t>
      </w:r>
      <w:r>
        <w:tab/>
        <w:t>8.130e0</w:t>
      </w:r>
    </w:p>
    <w:p w:rsidR="00557788" w:rsidRDefault="00557788" w:rsidP="00557788">
      <w:r>
        <w:lastRenderedPageBreak/>
        <w:t>358.9187</w:t>
      </w:r>
      <w:r>
        <w:tab/>
        <w:t>1.181e1</w:t>
      </w:r>
    </w:p>
    <w:p w:rsidR="00557788" w:rsidRDefault="00557788" w:rsidP="00557788">
      <w:r>
        <w:t>358.9401</w:t>
      </w:r>
      <w:r>
        <w:tab/>
        <w:t>1.451e1</w:t>
      </w:r>
    </w:p>
    <w:p w:rsidR="00557788" w:rsidRDefault="00557788" w:rsidP="00557788">
      <w:r>
        <w:t>358.9563</w:t>
      </w:r>
      <w:r>
        <w:tab/>
        <w:t>3.511e0</w:t>
      </w:r>
    </w:p>
    <w:p w:rsidR="00557788" w:rsidRDefault="00557788" w:rsidP="00557788">
      <w:r>
        <w:t>358.9646</w:t>
      </w:r>
      <w:r>
        <w:tab/>
        <w:t>1.562e0</w:t>
      </w:r>
    </w:p>
    <w:p w:rsidR="00557788" w:rsidRDefault="00557788" w:rsidP="00557788">
      <w:r>
        <w:t>358.9852</w:t>
      </w:r>
      <w:r>
        <w:tab/>
        <w:t>2.587e0</w:t>
      </w:r>
    </w:p>
    <w:p w:rsidR="00557788" w:rsidRDefault="00557788" w:rsidP="00557788">
      <w:r>
        <w:t>358.9998</w:t>
      </w:r>
      <w:r>
        <w:tab/>
        <w:t>1.915e0</w:t>
      </w:r>
    </w:p>
    <w:p w:rsidR="00557788" w:rsidRDefault="00557788" w:rsidP="00557788">
      <w:r>
        <w:t>359.0111</w:t>
      </w:r>
      <w:r>
        <w:tab/>
        <w:t>4.578e0</w:t>
      </w:r>
    </w:p>
    <w:p w:rsidR="00557788" w:rsidRDefault="00557788" w:rsidP="00557788">
      <w:r>
        <w:t>359.0135</w:t>
      </w:r>
      <w:r>
        <w:tab/>
        <w:t>2.636e0</w:t>
      </w:r>
    </w:p>
    <w:p w:rsidR="00557788" w:rsidRDefault="00557788" w:rsidP="00557788">
      <w:r>
        <w:t>359.0319</w:t>
      </w:r>
      <w:r>
        <w:tab/>
        <w:t>2.025e0</w:t>
      </w:r>
    </w:p>
    <w:p w:rsidR="00557788" w:rsidRDefault="00557788" w:rsidP="00557788">
      <w:r>
        <w:t>359.0401</w:t>
      </w:r>
      <w:r>
        <w:tab/>
        <w:t>3.412e0</w:t>
      </w:r>
    </w:p>
    <w:p w:rsidR="00557788" w:rsidRDefault="00557788" w:rsidP="00557788">
      <w:r>
        <w:t>359.0444</w:t>
      </w:r>
      <w:r>
        <w:tab/>
        <w:t>3.675e0</w:t>
      </w:r>
    </w:p>
    <w:p w:rsidR="00557788" w:rsidRDefault="00557788" w:rsidP="00557788">
      <w:r>
        <w:t>359.0472</w:t>
      </w:r>
      <w:r>
        <w:tab/>
        <w:t>3.004e0</w:t>
      </w:r>
    </w:p>
    <w:p w:rsidR="00557788" w:rsidRDefault="00557788" w:rsidP="00557788">
      <w:r>
        <w:t>359.0609</w:t>
      </w:r>
      <w:r>
        <w:tab/>
        <w:t>1.841e0</w:t>
      </w:r>
    </w:p>
    <w:p w:rsidR="00557788" w:rsidRDefault="00557788" w:rsidP="00557788">
      <w:r>
        <w:t>359.0662</w:t>
      </w:r>
      <w:r>
        <w:tab/>
        <w:t>1.503e0</w:t>
      </w:r>
    </w:p>
    <w:p w:rsidR="00557788" w:rsidRDefault="00557788" w:rsidP="00557788">
      <w:r>
        <w:t>359.0682</w:t>
      </w:r>
      <w:r>
        <w:tab/>
        <w:t>4.051e0</w:t>
      </w:r>
    </w:p>
    <w:p w:rsidR="00557788" w:rsidRDefault="00557788" w:rsidP="00557788">
      <w:r>
        <w:t>359.0863</w:t>
      </w:r>
      <w:r>
        <w:tab/>
        <w:t>1.827e0</w:t>
      </w:r>
    </w:p>
    <w:p w:rsidR="00557788" w:rsidRDefault="00557788" w:rsidP="00557788">
      <w:r>
        <w:t>359.1031</w:t>
      </w:r>
      <w:r>
        <w:tab/>
        <w:t>4.626e0</w:t>
      </w:r>
    </w:p>
    <w:p w:rsidR="00557788" w:rsidRDefault="00557788" w:rsidP="00557788">
      <w:r>
        <w:t>359.1083</w:t>
      </w:r>
      <w:r>
        <w:tab/>
        <w:t>3.945e0</w:t>
      </w:r>
    </w:p>
    <w:p w:rsidR="00557788" w:rsidRDefault="00557788" w:rsidP="00557788">
      <w:r>
        <w:t>359.1126</w:t>
      </w:r>
      <w:r>
        <w:tab/>
        <w:t>6.316e0</w:t>
      </w:r>
    </w:p>
    <w:p w:rsidR="00557788" w:rsidRDefault="00557788" w:rsidP="00557788">
      <w:r>
        <w:lastRenderedPageBreak/>
        <w:t>359.1183</w:t>
      </w:r>
      <w:r>
        <w:tab/>
        <w:t>3.918e0</w:t>
      </w:r>
    </w:p>
    <w:p w:rsidR="00557788" w:rsidRDefault="00557788" w:rsidP="00557788">
      <w:r>
        <w:t>359.1264</w:t>
      </w:r>
      <w:r>
        <w:tab/>
        <w:t>2.190e0</w:t>
      </w:r>
    </w:p>
    <w:p w:rsidR="00557788" w:rsidRDefault="00557788" w:rsidP="00557788">
      <w:r>
        <w:t>359.1284</w:t>
      </w:r>
      <w:r>
        <w:tab/>
        <w:t>1.881e0</w:t>
      </w:r>
    </w:p>
    <w:p w:rsidR="00557788" w:rsidRDefault="00557788" w:rsidP="00557788">
      <w:r>
        <w:t>359.1653</w:t>
      </w:r>
      <w:r>
        <w:tab/>
        <w:t>1.805e0</w:t>
      </w:r>
    </w:p>
    <w:p w:rsidR="00557788" w:rsidRDefault="00557788" w:rsidP="00557788">
      <w:r>
        <w:t>359.1867</w:t>
      </w:r>
      <w:r>
        <w:tab/>
        <w:t>3.570e0</w:t>
      </w:r>
    </w:p>
    <w:p w:rsidR="00557788" w:rsidRDefault="00557788" w:rsidP="00557788">
      <w:r>
        <w:t>359.1928</w:t>
      </w:r>
      <w:r>
        <w:tab/>
        <w:t>1.530e0</w:t>
      </w:r>
    </w:p>
    <w:p w:rsidR="00557788" w:rsidRDefault="00557788" w:rsidP="00557788">
      <w:r>
        <w:t>359.1946</w:t>
      </w:r>
      <w:r>
        <w:tab/>
        <w:t>4.342e0</w:t>
      </w:r>
    </w:p>
    <w:p w:rsidR="00557788" w:rsidRDefault="00557788" w:rsidP="00557788">
      <w:r>
        <w:t>359.2116</w:t>
      </w:r>
      <w:r>
        <w:tab/>
        <w:t>8.247e0</w:t>
      </w:r>
    </w:p>
    <w:p w:rsidR="00557788" w:rsidRDefault="00557788" w:rsidP="00557788">
      <w:r>
        <w:t>359.2180</w:t>
      </w:r>
      <w:r>
        <w:tab/>
        <w:t>9.368e-1</w:t>
      </w:r>
    </w:p>
    <w:p w:rsidR="00557788" w:rsidRDefault="00557788" w:rsidP="00557788">
      <w:r>
        <w:t>359.2599</w:t>
      </w:r>
      <w:r>
        <w:tab/>
        <w:t>7.752e0</w:t>
      </w:r>
    </w:p>
    <w:p w:rsidR="00557788" w:rsidRDefault="00557788" w:rsidP="00557788">
      <w:r>
        <w:t>359.2635</w:t>
      </w:r>
      <w:r>
        <w:tab/>
        <w:t>2.507e0</w:t>
      </w:r>
    </w:p>
    <w:p w:rsidR="00557788" w:rsidRDefault="00557788" w:rsidP="00557788">
      <w:r>
        <w:t>359.3050</w:t>
      </w:r>
      <w:r>
        <w:tab/>
        <w:t>4.389e0</w:t>
      </w:r>
    </w:p>
    <w:p w:rsidR="00557788" w:rsidRDefault="00557788" w:rsidP="00557788">
      <w:r>
        <w:t>359.3264</w:t>
      </w:r>
      <w:r>
        <w:tab/>
        <w:t>1.024e0</w:t>
      </w:r>
    </w:p>
    <w:p w:rsidR="00557788" w:rsidRDefault="00557788" w:rsidP="00557788">
      <w:r>
        <w:t>359.3365</w:t>
      </w:r>
      <w:r>
        <w:tab/>
        <w:t>2.947e0</w:t>
      </w:r>
    </w:p>
    <w:p w:rsidR="00557788" w:rsidRDefault="00557788" w:rsidP="00557788">
      <w:r>
        <w:t>359.3409</w:t>
      </w:r>
      <w:r>
        <w:tab/>
        <w:t>4.574e0</w:t>
      </w:r>
    </w:p>
    <w:p w:rsidR="00557788" w:rsidRDefault="00557788" w:rsidP="00557788">
      <w:r>
        <w:t>359.3440</w:t>
      </w:r>
      <w:r>
        <w:tab/>
        <w:t>3.356e0</w:t>
      </w:r>
    </w:p>
    <w:p w:rsidR="00557788" w:rsidRDefault="00557788" w:rsidP="00557788">
      <w:r>
        <w:t>359.3663</w:t>
      </w:r>
      <w:r>
        <w:tab/>
        <w:t>5.085e0</w:t>
      </w:r>
    </w:p>
    <w:p w:rsidR="00557788" w:rsidRDefault="00557788" w:rsidP="00557788">
      <w:r>
        <w:t>359.3685</w:t>
      </w:r>
      <w:r>
        <w:tab/>
        <w:t>3.004e0</w:t>
      </w:r>
    </w:p>
    <w:p w:rsidR="00557788" w:rsidRDefault="00557788" w:rsidP="00557788">
      <w:r>
        <w:t>359.3910</w:t>
      </w:r>
      <w:r>
        <w:tab/>
        <w:t>1.390e0</w:t>
      </w:r>
    </w:p>
    <w:p w:rsidR="00557788" w:rsidRDefault="00557788" w:rsidP="00557788">
      <w:r>
        <w:lastRenderedPageBreak/>
        <w:t>359.3981</w:t>
      </w:r>
      <w:r>
        <w:tab/>
        <w:t>2.546e0</w:t>
      </w:r>
    </w:p>
    <w:p w:rsidR="00557788" w:rsidRDefault="00557788" w:rsidP="00557788">
      <w:r>
        <w:t>359.4100</w:t>
      </w:r>
      <w:r>
        <w:tab/>
        <w:t>1.013e0</w:t>
      </w:r>
    </w:p>
    <w:p w:rsidR="00557788" w:rsidRDefault="00557788" w:rsidP="00557788">
      <w:r>
        <w:t>359.4177</w:t>
      </w:r>
      <w:r>
        <w:tab/>
        <w:t>1.013e0</w:t>
      </w:r>
    </w:p>
    <w:p w:rsidR="00557788" w:rsidRDefault="00557788" w:rsidP="00557788">
      <w:r>
        <w:t>359.4232</w:t>
      </w:r>
      <w:r>
        <w:tab/>
        <w:t>1.013e0</w:t>
      </w:r>
    </w:p>
    <w:p w:rsidR="00557788" w:rsidRDefault="00557788" w:rsidP="00557788">
      <w:r>
        <w:t>359.4317</w:t>
      </w:r>
      <w:r>
        <w:tab/>
        <w:t>1.038e0</w:t>
      </w:r>
    </w:p>
    <w:p w:rsidR="00557788" w:rsidRDefault="00557788" w:rsidP="00557788">
      <w:r>
        <w:t>359.4489</w:t>
      </w:r>
      <w:r>
        <w:tab/>
        <w:t>1.013e0</w:t>
      </w:r>
    </w:p>
    <w:p w:rsidR="00557788" w:rsidRDefault="00557788" w:rsidP="00557788">
      <w:r>
        <w:t>359.4635</w:t>
      </w:r>
      <w:r>
        <w:tab/>
        <w:t>1.266e-2</w:t>
      </w:r>
    </w:p>
    <w:p w:rsidR="00557788" w:rsidRDefault="00557788" w:rsidP="00557788">
      <w:r>
        <w:t>359.4709</w:t>
      </w:r>
      <w:r>
        <w:tab/>
        <w:t>3.038e0</w:t>
      </w:r>
    </w:p>
    <w:p w:rsidR="00557788" w:rsidRDefault="00557788" w:rsidP="00557788">
      <w:r>
        <w:t>359.4735</w:t>
      </w:r>
      <w:r>
        <w:tab/>
        <w:t>2.591e0</w:t>
      </w:r>
    </w:p>
    <w:p w:rsidR="00557788" w:rsidRDefault="00557788" w:rsidP="00557788">
      <w:r>
        <w:t>359.4934</w:t>
      </w:r>
      <w:r>
        <w:tab/>
        <w:t>3.038e0</w:t>
      </w:r>
    </w:p>
    <w:p w:rsidR="00557788" w:rsidRDefault="00557788" w:rsidP="00557788">
      <w:r>
        <w:t>359.5002</w:t>
      </w:r>
      <w:r>
        <w:tab/>
        <w:t>1.013e0</w:t>
      </w:r>
    </w:p>
    <w:p w:rsidR="00557788" w:rsidRDefault="00557788" w:rsidP="00557788">
      <w:r>
        <w:t>359.5093</w:t>
      </w:r>
      <w:r>
        <w:tab/>
        <w:t>2.135e0</w:t>
      </w:r>
    </w:p>
    <w:p w:rsidR="00557788" w:rsidRDefault="00557788" w:rsidP="00557788">
      <w:r>
        <w:t>359.5131</w:t>
      </w:r>
      <w:r>
        <w:tab/>
        <w:t>1.013e0</w:t>
      </w:r>
    </w:p>
    <w:p w:rsidR="00557788" w:rsidRDefault="00557788" w:rsidP="00557788">
      <w:r>
        <w:t>359.5243</w:t>
      </w:r>
      <w:r>
        <w:tab/>
        <w:t>3.267e0</w:t>
      </w:r>
    </w:p>
    <w:p w:rsidR="00557788" w:rsidRDefault="00557788" w:rsidP="00557788">
      <w:r>
        <w:t>359.5388</w:t>
      </w:r>
      <w:r>
        <w:tab/>
        <w:t>2.532e-2</w:t>
      </w:r>
    </w:p>
    <w:p w:rsidR="00557788" w:rsidRDefault="00557788" w:rsidP="00557788">
      <w:r>
        <w:t>359.5618</w:t>
      </w:r>
      <w:r>
        <w:tab/>
        <w:t>4.051e0</w:t>
      </w:r>
    </w:p>
    <w:p w:rsidR="00557788" w:rsidRDefault="00557788" w:rsidP="00557788">
      <w:r>
        <w:t>359.5717</w:t>
      </w:r>
      <w:r>
        <w:tab/>
        <w:t>3.038e0</w:t>
      </w:r>
    </w:p>
    <w:p w:rsidR="00557788" w:rsidRDefault="00557788" w:rsidP="00557788">
      <w:r>
        <w:t>359.5756</w:t>
      </w:r>
      <w:r>
        <w:tab/>
        <w:t>1.025e0</w:t>
      </w:r>
    </w:p>
    <w:p w:rsidR="00557788" w:rsidRDefault="00557788" w:rsidP="00557788">
      <w:r>
        <w:t>359.5802</w:t>
      </w:r>
      <w:r>
        <w:tab/>
        <w:t>2.038e0</w:t>
      </w:r>
    </w:p>
    <w:p w:rsidR="00557788" w:rsidRDefault="00557788" w:rsidP="00557788">
      <w:r>
        <w:lastRenderedPageBreak/>
        <w:t>359.5965</w:t>
      </w:r>
      <w:r>
        <w:tab/>
        <w:t>1.266e-2</w:t>
      </w:r>
    </w:p>
    <w:p w:rsidR="00557788" w:rsidRDefault="00557788" w:rsidP="00557788">
      <w:r>
        <w:t>359.6055</w:t>
      </w:r>
      <w:r>
        <w:tab/>
        <w:t>2.025e0</w:t>
      </w:r>
    </w:p>
    <w:p w:rsidR="00557788" w:rsidRDefault="00557788" w:rsidP="00557788">
      <w:r>
        <w:t>359.6285</w:t>
      </w:r>
      <w:r>
        <w:tab/>
        <w:t>3.038e0</w:t>
      </w:r>
    </w:p>
    <w:p w:rsidR="00557788" w:rsidRDefault="00557788" w:rsidP="00557788">
      <w:r>
        <w:t>359.6309</w:t>
      </w:r>
      <w:r>
        <w:tab/>
        <w:t>2.025e0</w:t>
      </w:r>
    </w:p>
    <w:p w:rsidR="00557788" w:rsidRDefault="00557788" w:rsidP="00557788">
      <w:r>
        <w:t>359.6415</w:t>
      </w:r>
      <w:r>
        <w:tab/>
        <w:t>1.013e0</w:t>
      </w:r>
    </w:p>
    <w:p w:rsidR="00557788" w:rsidRDefault="00557788" w:rsidP="00557788">
      <w:r>
        <w:t>359.6501</w:t>
      </w:r>
      <w:r>
        <w:tab/>
        <w:t>2.025e0</w:t>
      </w:r>
    </w:p>
    <w:p w:rsidR="00557788" w:rsidRDefault="00557788" w:rsidP="00557788">
      <w:r>
        <w:t>359.6606</w:t>
      </w:r>
      <w:r>
        <w:tab/>
        <w:t>1.038e0</w:t>
      </w:r>
    </w:p>
    <w:p w:rsidR="00557788" w:rsidRDefault="00557788" w:rsidP="00557788">
      <w:r>
        <w:t>359.6672</w:t>
      </w:r>
      <w:r>
        <w:tab/>
        <w:t>1.013e0</w:t>
      </w:r>
    </w:p>
    <w:p w:rsidR="00557788" w:rsidRDefault="00557788" w:rsidP="00557788">
      <w:r>
        <w:t>359.6722</w:t>
      </w:r>
      <w:r>
        <w:tab/>
        <w:t>1.038e0</w:t>
      </w:r>
    </w:p>
    <w:p w:rsidR="00557788" w:rsidRDefault="00557788" w:rsidP="00557788">
      <w:r>
        <w:t>359.6749</w:t>
      </w:r>
      <w:r>
        <w:tab/>
        <w:t>1.013e0</w:t>
      </w:r>
    </w:p>
    <w:p w:rsidR="00557788" w:rsidRDefault="00557788" w:rsidP="00557788">
      <w:r>
        <w:t>359.6806</w:t>
      </w:r>
      <w:r>
        <w:tab/>
        <w:t>6.076e0</w:t>
      </w:r>
    </w:p>
    <w:p w:rsidR="00557788" w:rsidRDefault="00557788" w:rsidP="00557788">
      <w:r>
        <w:t>359.6952</w:t>
      </w:r>
      <w:r>
        <w:tab/>
        <w:t>3.038e0</w:t>
      </w:r>
    </w:p>
    <w:p w:rsidR="00557788" w:rsidRDefault="00557788" w:rsidP="00557788">
      <w:r>
        <w:t>359.6996</w:t>
      </w:r>
      <w:r>
        <w:tab/>
        <w:t>1.266e-2</w:t>
      </w:r>
    </w:p>
    <w:p w:rsidR="00557788" w:rsidRDefault="00557788" w:rsidP="00557788">
      <w:r>
        <w:t>359.7120</w:t>
      </w:r>
      <w:r>
        <w:tab/>
        <w:t>1.025e0</w:t>
      </w:r>
    </w:p>
    <w:p w:rsidR="00557788" w:rsidRDefault="00557788" w:rsidP="00557788">
      <w:r>
        <w:t>359.7314</w:t>
      </w:r>
      <w:r>
        <w:tab/>
        <w:t>1.013e0</w:t>
      </w:r>
    </w:p>
    <w:p w:rsidR="00557788" w:rsidRDefault="00557788" w:rsidP="00557788">
      <w:r>
        <w:t>359.7357</w:t>
      </w:r>
      <w:r>
        <w:tab/>
        <w:t>2.532e-2</w:t>
      </w:r>
    </w:p>
    <w:p w:rsidR="00557788" w:rsidRDefault="00557788" w:rsidP="00557788">
      <w:r>
        <w:t>359.7377</w:t>
      </w:r>
      <w:r>
        <w:tab/>
        <w:t>1.013e0</w:t>
      </w:r>
    </w:p>
    <w:p w:rsidR="00557788" w:rsidRDefault="00557788" w:rsidP="00557788">
      <w:r>
        <w:t>359.7454</w:t>
      </w:r>
      <w:r>
        <w:tab/>
        <w:t>1.013e0</w:t>
      </w:r>
    </w:p>
    <w:p w:rsidR="00557788" w:rsidRDefault="00557788" w:rsidP="00557788">
      <w:r>
        <w:t>359.7476</w:t>
      </w:r>
      <w:r>
        <w:tab/>
        <w:t>3.038e0</w:t>
      </w:r>
    </w:p>
    <w:p w:rsidR="00557788" w:rsidRDefault="00557788" w:rsidP="00557788">
      <w:r>
        <w:lastRenderedPageBreak/>
        <w:t>359.7498</w:t>
      </w:r>
      <w:r>
        <w:tab/>
        <w:t>3.137e0</w:t>
      </w:r>
    </w:p>
    <w:p w:rsidR="00557788" w:rsidRDefault="00557788" w:rsidP="00557788">
      <w:r>
        <w:t>359.7701</w:t>
      </w:r>
      <w:r>
        <w:tab/>
        <w:t>1.013e0</w:t>
      </w:r>
    </w:p>
    <w:p w:rsidR="00557788" w:rsidRDefault="00557788" w:rsidP="00557788">
      <w:r>
        <w:t>359.7888</w:t>
      </w:r>
      <w:r>
        <w:tab/>
        <w:t>3.038e0</w:t>
      </w:r>
    </w:p>
    <w:p w:rsidR="00557788" w:rsidRDefault="00557788" w:rsidP="00557788">
      <w:r>
        <w:t>359.8082</w:t>
      </w:r>
      <w:r>
        <w:tab/>
        <w:t>1.266e-2</w:t>
      </w:r>
    </w:p>
    <w:p w:rsidR="00557788" w:rsidRDefault="00557788" w:rsidP="00557788">
      <w:r>
        <w:t>359.8120</w:t>
      </w:r>
      <w:r>
        <w:tab/>
        <w:t>2.025e0</w:t>
      </w:r>
    </w:p>
    <w:p w:rsidR="00557788" w:rsidRDefault="00557788" w:rsidP="00557788">
      <w:r>
        <w:t>359.8141</w:t>
      </w:r>
      <w:r>
        <w:tab/>
        <w:t>3.038e0</w:t>
      </w:r>
    </w:p>
    <w:p w:rsidR="00557788" w:rsidRDefault="00557788" w:rsidP="00557788">
      <w:r>
        <w:t>359.8506</w:t>
      </w:r>
      <w:r>
        <w:tab/>
        <w:t>3.038e0</w:t>
      </w:r>
    </w:p>
    <w:p w:rsidR="00557788" w:rsidRDefault="00557788" w:rsidP="00557788">
      <w:r>
        <w:t>359.8572</w:t>
      </w:r>
      <w:r>
        <w:tab/>
        <w:t>9.329e0</w:t>
      </w:r>
    </w:p>
    <w:p w:rsidR="00557788" w:rsidRDefault="00557788" w:rsidP="00557788">
      <w:r>
        <w:t>359.8602</w:t>
      </w:r>
      <w:r>
        <w:tab/>
        <w:t>9.786e-1</w:t>
      </w:r>
    </w:p>
    <w:p w:rsidR="00557788" w:rsidRDefault="00557788" w:rsidP="00557788">
      <w:r>
        <w:t>359.8727</w:t>
      </w:r>
      <w:r>
        <w:tab/>
        <w:t>1.013e0</w:t>
      </w:r>
    </w:p>
    <w:p w:rsidR="00557788" w:rsidRDefault="00557788" w:rsidP="00557788">
      <w:r>
        <w:t>359.8919</w:t>
      </w:r>
      <w:r>
        <w:tab/>
        <w:t>4.346e0</w:t>
      </w:r>
    </w:p>
    <w:p w:rsidR="00557788" w:rsidRDefault="00557788" w:rsidP="00557788">
      <w:r>
        <w:t>359.9031</w:t>
      </w:r>
      <w:r>
        <w:tab/>
        <w:t>1.566e0</w:t>
      </w:r>
    </w:p>
    <w:p w:rsidR="00557788" w:rsidRDefault="00557788" w:rsidP="00557788">
      <w:r>
        <w:t>359.9168</w:t>
      </w:r>
      <w:r>
        <w:tab/>
        <w:t>6.580e0</w:t>
      </w:r>
    </w:p>
    <w:p w:rsidR="00557788" w:rsidRDefault="00557788" w:rsidP="00557788">
      <w:r>
        <w:t>359.9233</w:t>
      </w:r>
      <w:r>
        <w:tab/>
        <w:t>2.811e0</w:t>
      </w:r>
    </w:p>
    <w:p w:rsidR="00557788" w:rsidRDefault="00557788" w:rsidP="00557788">
      <w:r>
        <w:t>359.9392</w:t>
      </w:r>
      <w:r>
        <w:tab/>
        <w:t>3.932e0</w:t>
      </w:r>
    </w:p>
    <w:p w:rsidR="00557788" w:rsidRDefault="00557788" w:rsidP="00557788">
      <w:r>
        <w:t>359.9458</w:t>
      </w:r>
      <w:r>
        <w:tab/>
        <w:t>9.073e0</w:t>
      </w:r>
    </w:p>
    <w:p w:rsidR="00557788" w:rsidRDefault="00557788" w:rsidP="00557788">
      <w:r>
        <w:t>359.9579</w:t>
      </w:r>
      <w:r>
        <w:tab/>
        <w:t>4.381e0</w:t>
      </w:r>
    </w:p>
    <w:p w:rsidR="00557788" w:rsidRDefault="00557788" w:rsidP="00557788">
      <w:r>
        <w:t>359.9590</w:t>
      </w:r>
      <w:r>
        <w:tab/>
        <w:t>5.496e0</w:t>
      </w:r>
    </w:p>
    <w:p w:rsidR="00557788" w:rsidRDefault="00557788" w:rsidP="00557788">
      <w:r>
        <w:t>359.9677</w:t>
      </w:r>
      <w:r>
        <w:tab/>
        <w:t>6.567e0</w:t>
      </w:r>
    </w:p>
    <w:p w:rsidR="00557788" w:rsidRDefault="00557788" w:rsidP="00557788">
      <w:r>
        <w:lastRenderedPageBreak/>
        <w:t>359.9918</w:t>
      </w:r>
      <w:r>
        <w:tab/>
        <w:t>3.471e0</w:t>
      </w:r>
    </w:p>
    <w:p w:rsidR="00557788" w:rsidRDefault="00557788" w:rsidP="00557788">
      <w:r>
        <w:t>360.0031</w:t>
      </w:r>
      <w:r>
        <w:tab/>
        <w:t>3.243e0</w:t>
      </w:r>
    </w:p>
    <w:p w:rsidR="00557788" w:rsidRDefault="00557788" w:rsidP="00557788">
      <w:r>
        <w:t>360.0210</w:t>
      </w:r>
      <w:r>
        <w:tab/>
        <w:t>4.774e0</w:t>
      </w:r>
    </w:p>
    <w:p w:rsidR="00557788" w:rsidRDefault="00557788" w:rsidP="00557788">
      <w:r>
        <w:t>360.0237</w:t>
      </w:r>
      <w:r>
        <w:tab/>
        <w:t>1.075e0</w:t>
      </w:r>
    </w:p>
    <w:p w:rsidR="00557788" w:rsidRDefault="00557788" w:rsidP="00557788">
      <w:r>
        <w:t>360.0416</w:t>
      </w:r>
      <w:r>
        <w:tab/>
        <w:t>2.025e0</w:t>
      </w:r>
    </w:p>
    <w:p w:rsidR="00557788" w:rsidRDefault="00557788" w:rsidP="00557788">
      <w:r>
        <w:t>360.0687</w:t>
      </w:r>
      <w:r>
        <w:tab/>
        <w:t>1.966e0</w:t>
      </w:r>
    </w:p>
    <w:p w:rsidR="00557788" w:rsidRDefault="00557788" w:rsidP="00557788">
      <w:r>
        <w:t>360.0773</w:t>
      </w:r>
      <w:r>
        <w:tab/>
        <w:t>3.066e0</w:t>
      </w:r>
    </w:p>
    <w:p w:rsidR="00557788" w:rsidRDefault="00557788" w:rsidP="00557788">
      <w:r>
        <w:t>360.0936</w:t>
      </w:r>
      <w:r>
        <w:tab/>
        <w:t>2.450e0</w:t>
      </w:r>
    </w:p>
    <w:p w:rsidR="00557788" w:rsidRDefault="00557788" w:rsidP="00557788">
      <w:r>
        <w:t>360.0959</w:t>
      </w:r>
      <w:r>
        <w:tab/>
        <w:t>1.840e0</w:t>
      </w:r>
    </w:p>
    <w:p w:rsidR="00557788" w:rsidRDefault="00557788" w:rsidP="00557788">
      <w:r>
        <w:t>360.1008</w:t>
      </w:r>
      <w:r>
        <w:tab/>
        <w:t>6.323e-1</w:t>
      </w:r>
    </w:p>
    <w:p w:rsidR="00557788" w:rsidRDefault="00557788" w:rsidP="00557788">
      <w:r>
        <w:t>360.1320</w:t>
      </w:r>
      <w:r>
        <w:tab/>
        <w:t>2.482e0</w:t>
      </w:r>
    </w:p>
    <w:p w:rsidR="00557788" w:rsidRDefault="00557788" w:rsidP="00557788">
      <w:r>
        <w:t>360.1396</w:t>
      </w:r>
      <w:r>
        <w:tab/>
        <w:t>2.932e0</w:t>
      </w:r>
    </w:p>
    <w:p w:rsidR="00557788" w:rsidRDefault="00557788" w:rsidP="00557788">
      <w:r>
        <w:t>360.1437</w:t>
      </w:r>
      <w:r>
        <w:tab/>
        <w:t>3.313e0</w:t>
      </w:r>
    </w:p>
    <w:p w:rsidR="00557788" w:rsidRDefault="00557788" w:rsidP="00557788">
      <w:r>
        <w:t>360.1837</w:t>
      </w:r>
      <w:r>
        <w:tab/>
        <w:t>5.443e-1</w:t>
      </w:r>
    </w:p>
    <w:p w:rsidR="00557788" w:rsidRDefault="00557788" w:rsidP="00557788">
      <w:r>
        <w:t>360.1866</w:t>
      </w:r>
      <w:r>
        <w:tab/>
        <w:t>1.382e1</w:t>
      </w:r>
    </w:p>
    <w:p w:rsidR="00557788" w:rsidRDefault="00557788" w:rsidP="00557788">
      <w:r>
        <w:t>360.1964</w:t>
      </w:r>
      <w:r>
        <w:tab/>
        <w:t>6.422e0</w:t>
      </w:r>
    </w:p>
    <w:p w:rsidR="00557788" w:rsidRDefault="00557788" w:rsidP="00557788">
      <w:r>
        <w:t>360.2012</w:t>
      </w:r>
      <w:r>
        <w:tab/>
        <w:t>2.253e0</w:t>
      </w:r>
    </w:p>
    <w:p w:rsidR="00557788" w:rsidRDefault="00557788" w:rsidP="00557788">
      <w:r>
        <w:t>360.2068</w:t>
      </w:r>
      <w:r>
        <w:tab/>
        <w:t>9.733e0</w:t>
      </w:r>
    </w:p>
    <w:p w:rsidR="00557788" w:rsidRDefault="00557788" w:rsidP="00557788">
      <w:r>
        <w:t>360.2295</w:t>
      </w:r>
      <w:r>
        <w:tab/>
        <w:t>4.924e0</w:t>
      </w:r>
    </w:p>
    <w:p w:rsidR="00557788" w:rsidRDefault="00557788" w:rsidP="00557788">
      <w:r>
        <w:lastRenderedPageBreak/>
        <w:t>360.2408</w:t>
      </w:r>
      <w:r>
        <w:tab/>
        <w:t>1.482e0</w:t>
      </w:r>
    </w:p>
    <w:p w:rsidR="00557788" w:rsidRDefault="00557788" w:rsidP="00557788">
      <w:r>
        <w:t>360.2455</w:t>
      </w:r>
      <w:r>
        <w:tab/>
        <w:t>1.139e0</w:t>
      </w:r>
    </w:p>
    <w:p w:rsidR="00557788" w:rsidRDefault="00557788" w:rsidP="00557788">
      <w:r>
        <w:t>360.2597</w:t>
      </w:r>
      <w:r>
        <w:tab/>
        <w:t>3.228e0</w:t>
      </w:r>
    </w:p>
    <w:p w:rsidR="00557788" w:rsidRDefault="00557788" w:rsidP="00557788">
      <w:r>
        <w:t>360.2684</w:t>
      </w:r>
      <w:r>
        <w:tab/>
        <w:t>8.280e0</w:t>
      </w:r>
    </w:p>
    <w:p w:rsidR="00557788" w:rsidRDefault="00557788" w:rsidP="00557788">
      <w:r>
        <w:t>360.2849</w:t>
      </w:r>
      <w:r>
        <w:tab/>
        <w:t>1.165e1</w:t>
      </w:r>
    </w:p>
    <w:p w:rsidR="00557788" w:rsidRDefault="00557788" w:rsidP="00557788">
      <w:r>
        <w:t>360.2978</w:t>
      </w:r>
      <w:r>
        <w:tab/>
        <w:t>1.471e0</w:t>
      </w:r>
    </w:p>
    <w:p w:rsidR="00557788" w:rsidRDefault="00557788" w:rsidP="00557788">
      <w:r>
        <w:t>360.3043</w:t>
      </w:r>
      <w:r>
        <w:tab/>
        <w:t>3.220e0</w:t>
      </w:r>
    </w:p>
    <w:p w:rsidR="00557788" w:rsidRDefault="00557788" w:rsidP="00557788">
      <w:r>
        <w:t>360.3487</w:t>
      </w:r>
      <w:r>
        <w:tab/>
        <w:t>3.679e0</w:t>
      </w:r>
    </w:p>
    <w:p w:rsidR="00557788" w:rsidRDefault="00557788" w:rsidP="00557788">
      <w:r>
        <w:t>360.3498</w:t>
      </w:r>
      <w:r>
        <w:tab/>
        <w:t>2.646e0</w:t>
      </w:r>
    </w:p>
    <w:p w:rsidR="00557788" w:rsidRDefault="00557788" w:rsidP="00557788">
      <w:r>
        <w:t>360.3688</w:t>
      </w:r>
      <w:r>
        <w:tab/>
        <w:t>2.575e0</w:t>
      </w:r>
    </w:p>
    <w:p w:rsidR="00557788" w:rsidRDefault="00557788" w:rsidP="00557788">
      <w:r>
        <w:t>360.3699</w:t>
      </w:r>
      <w:r>
        <w:tab/>
        <w:t>2.424e0</w:t>
      </w:r>
    </w:p>
    <w:p w:rsidR="00557788" w:rsidRDefault="00557788" w:rsidP="00557788">
      <w:r>
        <w:t>360.3744</w:t>
      </w:r>
      <w:r>
        <w:tab/>
        <w:t>2.342e0</w:t>
      </w:r>
    </w:p>
    <w:p w:rsidR="00557788" w:rsidRDefault="00557788" w:rsidP="00557788">
      <w:r>
        <w:t>360.3781</w:t>
      </w:r>
      <w:r>
        <w:tab/>
        <w:t>1.519e0</w:t>
      </w:r>
    </w:p>
    <w:p w:rsidR="00557788" w:rsidRDefault="00557788" w:rsidP="00557788">
      <w:r>
        <w:t>360.3846</w:t>
      </w:r>
      <w:r>
        <w:tab/>
        <w:t>2.025e0</w:t>
      </w:r>
    </w:p>
    <w:p w:rsidR="00557788" w:rsidRDefault="00557788" w:rsidP="00557788">
      <w:r>
        <w:t>360.3871</w:t>
      </w:r>
      <w:r>
        <w:tab/>
        <w:t>1.013e0</w:t>
      </w:r>
    </w:p>
    <w:p w:rsidR="00557788" w:rsidRDefault="00557788" w:rsidP="00557788">
      <w:r>
        <w:t>360.4306</w:t>
      </w:r>
      <w:r>
        <w:tab/>
        <w:t>1.766e0</w:t>
      </w:r>
    </w:p>
    <w:p w:rsidR="00557788" w:rsidRDefault="00557788" w:rsidP="00557788">
      <w:r>
        <w:t>360.4320</w:t>
      </w:r>
      <w:r>
        <w:tab/>
        <w:t>1.710e0</w:t>
      </w:r>
    </w:p>
    <w:p w:rsidR="00557788" w:rsidRDefault="00557788" w:rsidP="00557788">
      <w:r>
        <w:t>360.4342</w:t>
      </w:r>
      <w:r>
        <w:tab/>
        <w:t>4.051e0</w:t>
      </w:r>
    </w:p>
    <w:p w:rsidR="00557788" w:rsidRDefault="00557788" w:rsidP="00557788">
      <w:r>
        <w:t>360.4512</w:t>
      </w:r>
      <w:r>
        <w:tab/>
        <w:t>4.051e0</w:t>
      </w:r>
    </w:p>
    <w:p w:rsidR="00557788" w:rsidRDefault="00557788" w:rsidP="00557788">
      <w:r>
        <w:lastRenderedPageBreak/>
        <w:t>360.4713</w:t>
      </w:r>
      <w:r>
        <w:tab/>
        <w:t>1.038e0</w:t>
      </w:r>
    </w:p>
    <w:p w:rsidR="00557788" w:rsidRDefault="00557788" w:rsidP="00557788">
      <w:r>
        <w:t>360.4801</w:t>
      </w:r>
      <w:r>
        <w:tab/>
        <w:t>2.025e0</w:t>
      </w:r>
    </w:p>
    <w:p w:rsidR="00557788" w:rsidRDefault="00557788" w:rsidP="00557788">
      <w:r>
        <w:t>360.4923</w:t>
      </w:r>
      <w:r>
        <w:tab/>
        <w:t>1.013e0</w:t>
      </w:r>
    </w:p>
    <w:p w:rsidR="00557788" w:rsidRDefault="00557788" w:rsidP="00557788">
      <w:r>
        <w:t>360.4953</w:t>
      </w:r>
      <w:r>
        <w:tab/>
        <w:t>3.038e0</w:t>
      </w:r>
    </w:p>
    <w:p w:rsidR="00557788" w:rsidRDefault="00557788" w:rsidP="00557788">
      <w:r>
        <w:t>360.5033</w:t>
      </w:r>
      <w:r>
        <w:tab/>
        <w:t>3.051e0</w:t>
      </w:r>
    </w:p>
    <w:p w:rsidR="00557788" w:rsidRDefault="00557788" w:rsidP="00557788">
      <w:r>
        <w:t>360.5131</w:t>
      </w:r>
      <w:r>
        <w:tab/>
        <w:t>1.013e0</w:t>
      </w:r>
    </w:p>
    <w:p w:rsidR="00557788" w:rsidRDefault="00557788" w:rsidP="00557788">
      <w:r>
        <w:t>360.5286</w:t>
      </w:r>
      <w:r>
        <w:tab/>
        <w:t>1.013e0</w:t>
      </w:r>
    </w:p>
    <w:p w:rsidR="00557788" w:rsidRDefault="00557788" w:rsidP="00557788">
      <w:r>
        <w:t>360.5307</w:t>
      </w:r>
      <w:r>
        <w:tab/>
        <w:t>2.025e0</w:t>
      </w:r>
    </w:p>
    <w:p w:rsidR="00557788" w:rsidRDefault="00557788" w:rsidP="00557788">
      <w:r>
        <w:t>360.5362</w:t>
      </w:r>
      <w:r>
        <w:tab/>
        <w:t>2.025e0</w:t>
      </w:r>
    </w:p>
    <w:p w:rsidR="00557788" w:rsidRDefault="00557788" w:rsidP="00557788">
      <w:r>
        <w:t>360.5629</w:t>
      </w:r>
      <w:r>
        <w:tab/>
        <w:t>1.038e0</w:t>
      </w:r>
    </w:p>
    <w:p w:rsidR="00557788" w:rsidRDefault="00557788" w:rsidP="00557788">
      <w:r>
        <w:t>360.5692</w:t>
      </w:r>
      <w:r>
        <w:tab/>
        <w:t>4.051e0</w:t>
      </w:r>
    </w:p>
    <w:p w:rsidR="00557788" w:rsidRDefault="00557788" w:rsidP="00557788">
      <w:r>
        <w:t>360.5855</w:t>
      </w:r>
      <w:r>
        <w:tab/>
        <w:t>2.025e0</w:t>
      </w:r>
    </w:p>
    <w:p w:rsidR="00557788" w:rsidRDefault="00557788" w:rsidP="00557788">
      <w:r>
        <w:t>360.5872</w:t>
      </w:r>
      <w:r>
        <w:tab/>
        <w:t>5.063e0</w:t>
      </w:r>
    </w:p>
    <w:p w:rsidR="00557788" w:rsidRDefault="00557788" w:rsidP="00557788">
      <w:r>
        <w:t>360.5981</w:t>
      </w:r>
      <w:r>
        <w:tab/>
        <w:t>4.051e0</w:t>
      </w:r>
    </w:p>
    <w:p w:rsidR="00557788" w:rsidRDefault="00557788" w:rsidP="00557788">
      <w:r>
        <w:t>360.5994</w:t>
      </w:r>
      <w:r>
        <w:tab/>
        <w:t>2.025e0</w:t>
      </w:r>
    </w:p>
    <w:p w:rsidR="00557788" w:rsidRDefault="00557788" w:rsidP="00557788">
      <w:r>
        <w:t>360.6216</w:t>
      </w:r>
      <w:r>
        <w:tab/>
        <w:t>3.063e0</w:t>
      </w:r>
    </w:p>
    <w:p w:rsidR="00557788" w:rsidRDefault="00557788" w:rsidP="00557788">
      <w:r>
        <w:t>360.6234</w:t>
      </w:r>
      <w:r>
        <w:tab/>
        <w:t>2.532e-2</w:t>
      </w:r>
    </w:p>
    <w:p w:rsidR="00557788" w:rsidRDefault="00557788" w:rsidP="00557788">
      <w:r>
        <w:t>360.6261</w:t>
      </w:r>
      <w:r>
        <w:tab/>
        <w:t>2.025e0</w:t>
      </w:r>
    </w:p>
    <w:p w:rsidR="00557788" w:rsidRDefault="00557788" w:rsidP="00557788">
      <w:r>
        <w:t>360.6318</w:t>
      </w:r>
      <w:r>
        <w:tab/>
        <w:t>2.025e0</w:t>
      </w:r>
    </w:p>
    <w:p w:rsidR="00557788" w:rsidRDefault="00557788" w:rsidP="00557788">
      <w:r>
        <w:lastRenderedPageBreak/>
        <w:t>360.6638</w:t>
      </w:r>
      <w:r>
        <w:tab/>
        <w:t>1.013e0</w:t>
      </w:r>
    </w:p>
    <w:p w:rsidR="00557788" w:rsidRDefault="00557788" w:rsidP="00557788">
      <w:r>
        <w:t>360.6721</w:t>
      </w:r>
      <w:r>
        <w:tab/>
        <w:t>2.532e-2</w:t>
      </w:r>
    </w:p>
    <w:p w:rsidR="00557788" w:rsidRDefault="00557788" w:rsidP="00557788">
      <w:r>
        <w:t>360.6895</w:t>
      </w:r>
      <w:r>
        <w:tab/>
        <w:t>5.063e0</w:t>
      </w:r>
    </w:p>
    <w:p w:rsidR="00557788" w:rsidRDefault="00557788" w:rsidP="00557788">
      <w:r>
        <w:t>360.6999</w:t>
      </w:r>
      <w:r>
        <w:tab/>
        <w:t>1.266e-2</w:t>
      </w:r>
    </w:p>
    <w:p w:rsidR="00557788" w:rsidRDefault="00557788" w:rsidP="00557788">
      <w:r>
        <w:t>360.7153</w:t>
      </w:r>
      <w:r>
        <w:tab/>
        <w:t>2.025e0</w:t>
      </w:r>
    </w:p>
    <w:p w:rsidR="00557788" w:rsidRDefault="00557788" w:rsidP="00557788">
      <w:r>
        <w:t>360.7180</w:t>
      </w:r>
      <w:r>
        <w:tab/>
        <w:t>4.051e0</w:t>
      </w:r>
    </w:p>
    <w:p w:rsidR="00557788" w:rsidRDefault="00557788" w:rsidP="00557788">
      <w:r>
        <w:t>360.7209</w:t>
      </w:r>
      <w:r>
        <w:tab/>
        <w:t>2.025e0</w:t>
      </w:r>
    </w:p>
    <w:p w:rsidR="00557788" w:rsidRDefault="00557788" w:rsidP="00557788">
      <w:r>
        <w:t>360.7260</w:t>
      </w:r>
      <w:r>
        <w:tab/>
        <w:t>2.038e0</w:t>
      </w:r>
    </w:p>
    <w:p w:rsidR="00557788" w:rsidRDefault="00557788" w:rsidP="00557788">
      <w:r>
        <w:t>360.7271</w:t>
      </w:r>
      <w:r>
        <w:tab/>
        <w:t>3.038e0</w:t>
      </w:r>
    </w:p>
    <w:p w:rsidR="00557788" w:rsidRDefault="00557788" w:rsidP="00557788">
      <w:r>
        <w:t>360.7346</w:t>
      </w:r>
      <w:r>
        <w:tab/>
        <w:t>1.013e0</w:t>
      </w:r>
    </w:p>
    <w:p w:rsidR="00557788" w:rsidRDefault="00557788" w:rsidP="00557788">
      <w:r>
        <w:t>360.7667</w:t>
      </w:r>
      <w:r>
        <w:tab/>
        <w:t>1.013e0</w:t>
      </w:r>
    </w:p>
    <w:p w:rsidR="00557788" w:rsidRDefault="00557788" w:rsidP="00557788">
      <w:r>
        <w:t>360.7774</w:t>
      </w:r>
      <w:r>
        <w:tab/>
        <w:t>5.063e0</w:t>
      </w:r>
    </w:p>
    <w:p w:rsidR="00557788" w:rsidRDefault="00557788" w:rsidP="00557788">
      <w:r>
        <w:t>360.7809</w:t>
      </w:r>
      <w:r>
        <w:tab/>
        <w:t>2.126e0</w:t>
      </w:r>
    </w:p>
    <w:p w:rsidR="00557788" w:rsidRDefault="00557788" w:rsidP="00557788">
      <w:r>
        <w:t>360.7918</w:t>
      </w:r>
      <w:r>
        <w:tab/>
        <w:t>2.532e-2</w:t>
      </w:r>
    </w:p>
    <w:p w:rsidR="00557788" w:rsidRDefault="00557788" w:rsidP="00557788">
      <w:r>
        <w:t>360.7935</w:t>
      </w:r>
      <w:r>
        <w:tab/>
        <w:t>3.425e0</w:t>
      </w:r>
    </w:p>
    <w:p w:rsidR="00557788" w:rsidRDefault="00557788" w:rsidP="00557788">
      <w:r>
        <w:t>360.8161</w:t>
      </w:r>
      <w:r>
        <w:tab/>
        <w:t>1.013e0</w:t>
      </w:r>
    </w:p>
    <w:p w:rsidR="00557788" w:rsidRDefault="00557788" w:rsidP="00557788">
      <w:r>
        <w:t>360.8249</w:t>
      </w:r>
      <w:r>
        <w:tab/>
        <w:t>2.025e0</w:t>
      </w:r>
    </w:p>
    <w:p w:rsidR="00557788" w:rsidRDefault="00557788" w:rsidP="00557788">
      <w:r>
        <w:t>360.8312</w:t>
      </w:r>
      <w:r>
        <w:tab/>
        <w:t>2.532e-2</w:t>
      </w:r>
    </w:p>
    <w:p w:rsidR="00557788" w:rsidRDefault="00557788" w:rsidP="00557788">
      <w:r>
        <w:t>360.8441</w:t>
      </w:r>
      <w:r>
        <w:tab/>
        <w:t>3.038e0</w:t>
      </w:r>
    </w:p>
    <w:p w:rsidR="00557788" w:rsidRDefault="00557788" w:rsidP="00557788">
      <w:r>
        <w:lastRenderedPageBreak/>
        <w:t>360.8640</w:t>
      </w:r>
      <w:r>
        <w:tab/>
        <w:t>3.038e0</w:t>
      </w:r>
    </w:p>
    <w:p w:rsidR="00557788" w:rsidRDefault="00557788" w:rsidP="00557788">
      <w:r>
        <w:t>360.8927</w:t>
      </w:r>
      <w:r>
        <w:tab/>
        <w:t>3.038e0</w:t>
      </w:r>
    </w:p>
    <w:p w:rsidR="00557788" w:rsidRDefault="00557788" w:rsidP="00557788">
      <w:r>
        <w:t>360.8956</w:t>
      </w:r>
      <w:r>
        <w:tab/>
        <w:t>1.013e0</w:t>
      </w:r>
    </w:p>
    <w:p w:rsidR="00557788" w:rsidRDefault="00557788" w:rsidP="00557788">
      <w:r>
        <w:t>360.8996</w:t>
      </w:r>
      <w:r>
        <w:tab/>
        <w:t>3.750e0</w:t>
      </w:r>
    </w:p>
    <w:p w:rsidR="00557788" w:rsidRDefault="00557788" w:rsidP="00557788">
      <w:r>
        <w:t>360.9181</w:t>
      </w:r>
      <w:r>
        <w:tab/>
        <w:t>2.556e0</w:t>
      </w:r>
    </w:p>
    <w:p w:rsidR="00557788" w:rsidRDefault="00557788" w:rsidP="00557788">
      <w:r>
        <w:t>360.9221</w:t>
      </w:r>
      <w:r>
        <w:tab/>
        <w:t>3.071e0</w:t>
      </w:r>
    </w:p>
    <w:p w:rsidR="00557788" w:rsidRDefault="00557788" w:rsidP="00557788">
      <w:r>
        <w:t>360.9238</w:t>
      </w:r>
      <w:r>
        <w:tab/>
        <w:t>4.965e0</w:t>
      </w:r>
    </w:p>
    <w:p w:rsidR="00557788" w:rsidRDefault="00557788" w:rsidP="00557788">
      <w:r>
        <w:t>360.9329</w:t>
      </w:r>
      <w:r>
        <w:tab/>
        <w:t>6.875e-1</w:t>
      </w:r>
    </w:p>
    <w:p w:rsidR="00557788" w:rsidRDefault="00557788" w:rsidP="00557788">
      <w:r>
        <w:t>360.9351</w:t>
      </w:r>
      <w:r>
        <w:tab/>
        <w:t>2.169e0</w:t>
      </w:r>
    </w:p>
    <w:p w:rsidR="00557788" w:rsidRDefault="00557788" w:rsidP="00557788">
      <w:r>
        <w:t>360.9456</w:t>
      </w:r>
      <w:r>
        <w:tab/>
        <w:t>2.705e0</w:t>
      </w:r>
    </w:p>
    <w:p w:rsidR="00557788" w:rsidRDefault="00557788" w:rsidP="00557788">
      <w:r>
        <w:t>360.9549</w:t>
      </w:r>
      <w:r>
        <w:tab/>
        <w:t>1.047e0</w:t>
      </w:r>
    </w:p>
    <w:p w:rsidR="00557788" w:rsidRDefault="00557788" w:rsidP="00557788">
      <w:r>
        <w:t>360.9608</w:t>
      </w:r>
      <w:r>
        <w:tab/>
        <w:t>2.366e0</w:t>
      </w:r>
    </w:p>
    <w:p w:rsidR="00557788" w:rsidRDefault="00557788" w:rsidP="00557788">
      <w:r>
        <w:t>360.9679</w:t>
      </w:r>
      <w:r>
        <w:tab/>
        <w:t>2.165e0</w:t>
      </w:r>
    </w:p>
    <w:p w:rsidR="00557788" w:rsidRDefault="00557788" w:rsidP="00557788">
      <w:r>
        <w:t>360.9781</w:t>
      </w:r>
      <w:r>
        <w:tab/>
        <w:t>1.013e0</w:t>
      </w:r>
    </w:p>
    <w:p w:rsidR="00557788" w:rsidRDefault="00557788" w:rsidP="00557788">
      <w:r>
        <w:t>360.9834</w:t>
      </w:r>
      <w:r>
        <w:tab/>
        <w:t>2.153e0</w:t>
      </w:r>
    </w:p>
    <w:p w:rsidR="00557788" w:rsidRDefault="00557788" w:rsidP="00557788">
      <w:r>
        <w:t>360.9918</w:t>
      </w:r>
      <w:r>
        <w:tab/>
        <w:t>1.301e0</w:t>
      </w:r>
    </w:p>
    <w:p w:rsidR="00557788" w:rsidRDefault="00557788" w:rsidP="00557788">
      <w:r>
        <w:t>361.0121</w:t>
      </w:r>
      <w:r>
        <w:tab/>
        <w:t>1.379e0</w:t>
      </w:r>
    </w:p>
    <w:p w:rsidR="00557788" w:rsidRDefault="00557788" w:rsidP="00557788">
      <w:r>
        <w:t>361.0248</w:t>
      </w:r>
      <w:r>
        <w:tab/>
        <w:t>2.994e0</w:t>
      </w:r>
    </w:p>
    <w:p w:rsidR="00557788" w:rsidRDefault="00557788" w:rsidP="00557788">
      <w:r>
        <w:t>361.0299</w:t>
      </w:r>
      <w:r>
        <w:tab/>
        <w:t>2.565e0</w:t>
      </w:r>
    </w:p>
    <w:p w:rsidR="00557788" w:rsidRDefault="00557788" w:rsidP="00557788">
      <w:r>
        <w:lastRenderedPageBreak/>
        <w:t>361.0313</w:t>
      </w:r>
      <w:r>
        <w:tab/>
        <w:t>8.304e0</w:t>
      </w:r>
    </w:p>
    <w:p w:rsidR="00557788" w:rsidRDefault="00557788" w:rsidP="00557788">
      <w:r>
        <w:t>361.0438</w:t>
      </w:r>
      <w:r>
        <w:tab/>
        <w:t>1.013e0</w:t>
      </w:r>
    </w:p>
    <w:p w:rsidR="00557788" w:rsidRDefault="00557788" w:rsidP="00557788">
      <w:r>
        <w:t>361.0499</w:t>
      </w:r>
      <w:r>
        <w:tab/>
        <w:t>3.025e0</w:t>
      </w:r>
    </w:p>
    <w:p w:rsidR="00557788" w:rsidRDefault="00557788" w:rsidP="00557788">
      <w:r>
        <w:t>361.0528</w:t>
      </w:r>
      <w:r>
        <w:tab/>
        <w:t>6.274e0</w:t>
      </w:r>
    </w:p>
    <w:p w:rsidR="00557788" w:rsidRDefault="00557788" w:rsidP="00557788">
      <w:r>
        <w:t>361.0741</w:t>
      </w:r>
      <w:r>
        <w:tab/>
        <w:t>1.447e0</w:t>
      </w:r>
    </w:p>
    <w:p w:rsidR="00557788" w:rsidRDefault="00557788" w:rsidP="00557788">
      <w:r>
        <w:t>361.0757</w:t>
      </w:r>
      <w:r>
        <w:tab/>
        <w:t>3.720e0</w:t>
      </w:r>
    </w:p>
    <w:p w:rsidR="00557788" w:rsidRDefault="00557788" w:rsidP="00557788">
      <w:r>
        <w:t>361.0806</w:t>
      </w:r>
      <w:r>
        <w:tab/>
        <w:t>3.168e0</w:t>
      </w:r>
    </w:p>
    <w:p w:rsidR="00557788" w:rsidRDefault="00557788" w:rsidP="00557788">
      <w:r>
        <w:t>361.0945</w:t>
      </w:r>
      <w:r>
        <w:tab/>
        <w:t>1.817e0</w:t>
      </w:r>
    </w:p>
    <w:p w:rsidR="00557788" w:rsidRDefault="00557788" w:rsidP="00557788">
      <w:r>
        <w:t>361.1147</w:t>
      </w:r>
      <w:r>
        <w:tab/>
        <w:t>2.154e0</w:t>
      </w:r>
    </w:p>
    <w:p w:rsidR="00557788" w:rsidRDefault="00557788" w:rsidP="00557788">
      <w:r>
        <w:t>361.1178</w:t>
      </w:r>
      <w:r>
        <w:tab/>
        <w:t>1.918e0</w:t>
      </w:r>
    </w:p>
    <w:p w:rsidR="00557788" w:rsidRDefault="00557788" w:rsidP="00557788">
      <w:r>
        <w:t>361.1303</w:t>
      </w:r>
      <w:r>
        <w:tab/>
        <w:t>3.586e-1</w:t>
      </w:r>
    </w:p>
    <w:p w:rsidR="00557788" w:rsidRDefault="00557788" w:rsidP="00557788">
      <w:r>
        <w:t>361.1324</w:t>
      </w:r>
      <w:r>
        <w:tab/>
        <w:t>3.508e0</w:t>
      </w:r>
    </w:p>
    <w:p w:rsidR="00557788" w:rsidRDefault="00557788" w:rsidP="00557788">
      <w:r>
        <w:t>361.1480</w:t>
      </w:r>
      <w:r>
        <w:tab/>
        <w:t>6.646e0</w:t>
      </w:r>
    </w:p>
    <w:p w:rsidR="00557788" w:rsidRDefault="00557788" w:rsidP="00557788">
      <w:r>
        <w:t>361.1501</w:t>
      </w:r>
      <w:r>
        <w:tab/>
        <w:t>2.980e0</w:t>
      </w:r>
    </w:p>
    <w:p w:rsidR="00557788" w:rsidRDefault="00557788" w:rsidP="00557788">
      <w:r>
        <w:t>361.1679</w:t>
      </w:r>
      <w:r>
        <w:tab/>
        <w:t>4.333e0</w:t>
      </w:r>
    </w:p>
    <w:p w:rsidR="00557788" w:rsidRDefault="00557788" w:rsidP="00557788">
      <w:r>
        <w:t>361.1808</w:t>
      </w:r>
      <w:r>
        <w:tab/>
        <w:t>3.758e0</w:t>
      </w:r>
    </w:p>
    <w:p w:rsidR="00557788" w:rsidRDefault="00557788" w:rsidP="00557788">
      <w:r>
        <w:t>361.2081</w:t>
      </w:r>
      <w:r>
        <w:tab/>
        <w:t>1.205e0</w:t>
      </w:r>
    </w:p>
    <w:p w:rsidR="00557788" w:rsidRDefault="00557788" w:rsidP="00557788">
      <w:r>
        <w:t>361.2159</w:t>
      </w:r>
      <w:r>
        <w:tab/>
        <w:t>5.190e0</w:t>
      </w:r>
    </w:p>
    <w:p w:rsidR="00557788" w:rsidRDefault="00557788" w:rsidP="00557788">
      <w:r>
        <w:t>361.2254</w:t>
      </w:r>
      <w:r>
        <w:tab/>
        <w:t>1.305e0</w:t>
      </w:r>
    </w:p>
    <w:p w:rsidR="00557788" w:rsidRDefault="00557788" w:rsidP="00557788">
      <w:r>
        <w:lastRenderedPageBreak/>
        <w:t>361.2340</w:t>
      </w:r>
      <w:r>
        <w:tab/>
        <w:t>3.878e0</w:t>
      </w:r>
    </w:p>
    <w:p w:rsidR="00557788" w:rsidRDefault="00557788" w:rsidP="00557788">
      <w:r>
        <w:t>361.2404</w:t>
      </w:r>
      <w:r>
        <w:tab/>
        <w:t>3.462e0</w:t>
      </w:r>
    </w:p>
    <w:p w:rsidR="00557788" w:rsidRDefault="00557788" w:rsidP="00557788">
      <w:r>
        <w:t>361.2437</w:t>
      </w:r>
      <w:r>
        <w:tab/>
        <w:t>1.118e0</w:t>
      </w:r>
    </w:p>
    <w:p w:rsidR="00557788" w:rsidRDefault="00557788" w:rsidP="00557788">
      <w:r>
        <w:t>361.2955</w:t>
      </w:r>
      <w:r>
        <w:tab/>
        <w:t>2.347e0</w:t>
      </w:r>
    </w:p>
    <w:p w:rsidR="00557788" w:rsidRDefault="00557788" w:rsidP="00557788">
      <w:r>
        <w:t>361.3010</w:t>
      </w:r>
      <w:r>
        <w:tab/>
        <w:t>3.344e0</w:t>
      </w:r>
    </w:p>
    <w:p w:rsidR="00557788" w:rsidRDefault="00557788" w:rsidP="00557788">
      <w:r>
        <w:t>361.3636</w:t>
      </w:r>
      <w:r>
        <w:tab/>
        <w:t>4.239e-1</w:t>
      </w:r>
    </w:p>
    <w:p w:rsidR="00557788" w:rsidRDefault="00557788" w:rsidP="00557788">
      <w:r>
        <w:t>361.3694</w:t>
      </w:r>
      <w:r>
        <w:tab/>
        <w:t>1.718e0</w:t>
      </w:r>
    </w:p>
    <w:p w:rsidR="00557788" w:rsidRDefault="00557788" w:rsidP="00557788">
      <w:r>
        <w:t>361.3718</w:t>
      </w:r>
      <w:r>
        <w:tab/>
        <w:t>5.190e-1</w:t>
      </w:r>
    </w:p>
    <w:p w:rsidR="00557788" w:rsidRDefault="00557788" w:rsidP="00557788">
      <w:r>
        <w:t>361.3949</w:t>
      </w:r>
      <w:r>
        <w:tab/>
        <w:t>5.172e0</w:t>
      </w:r>
    </w:p>
    <w:p w:rsidR="00557788" w:rsidRDefault="00557788" w:rsidP="00557788">
      <w:r>
        <w:t>361.3976</w:t>
      </w:r>
      <w:r>
        <w:tab/>
        <w:t>1.013e0</w:t>
      </w:r>
    </w:p>
    <w:p w:rsidR="00557788" w:rsidRDefault="00557788" w:rsidP="00557788">
      <w:r>
        <w:t>361.4053</w:t>
      </w:r>
      <w:r>
        <w:tab/>
        <w:t>1.013e0</w:t>
      </w:r>
    </w:p>
    <w:p w:rsidR="00557788" w:rsidRDefault="00557788" w:rsidP="00557788">
      <w:r>
        <w:t>361.4089</w:t>
      </w:r>
      <w:r>
        <w:tab/>
        <w:t>2.025e0</w:t>
      </w:r>
    </w:p>
    <w:p w:rsidR="00557788" w:rsidRDefault="00557788" w:rsidP="00557788">
      <w:r>
        <w:t>361.4210</w:t>
      </w:r>
      <w:r>
        <w:tab/>
        <w:t>3.038e0</w:t>
      </w:r>
    </w:p>
    <w:p w:rsidR="00557788" w:rsidRDefault="00557788" w:rsidP="00557788">
      <w:r>
        <w:t>361.4371</w:t>
      </w:r>
      <w:r>
        <w:tab/>
        <w:t>1.266e-2</w:t>
      </w:r>
    </w:p>
    <w:p w:rsidR="00557788" w:rsidRDefault="00557788" w:rsidP="00557788">
      <w:r>
        <w:t>361.4434</w:t>
      </w:r>
      <w:r>
        <w:tab/>
        <w:t>3.038e0</w:t>
      </w:r>
    </w:p>
    <w:p w:rsidR="00557788" w:rsidRDefault="00557788" w:rsidP="00557788">
      <w:r>
        <w:t>361.4471</w:t>
      </w:r>
      <w:r>
        <w:tab/>
        <w:t>1.266e-2</w:t>
      </w:r>
    </w:p>
    <w:p w:rsidR="00557788" w:rsidRDefault="00557788" w:rsidP="00557788">
      <w:r>
        <w:t>361.4629</w:t>
      </w:r>
      <w:r>
        <w:tab/>
        <w:t>1.025e0</w:t>
      </w:r>
    </w:p>
    <w:p w:rsidR="00557788" w:rsidRDefault="00557788" w:rsidP="00557788">
      <w:r>
        <w:t>361.4721</w:t>
      </w:r>
      <w:r>
        <w:tab/>
        <w:t>1.013e0</w:t>
      </w:r>
    </w:p>
    <w:p w:rsidR="00557788" w:rsidRDefault="00557788" w:rsidP="00557788">
      <w:r>
        <w:t>361.4925</w:t>
      </w:r>
      <w:r>
        <w:tab/>
        <w:t>2.025e0</w:t>
      </w:r>
    </w:p>
    <w:p w:rsidR="00557788" w:rsidRDefault="00557788" w:rsidP="00557788">
      <w:r>
        <w:lastRenderedPageBreak/>
        <w:t>361.4969</w:t>
      </w:r>
      <w:r>
        <w:tab/>
        <w:t>1.266e-2</w:t>
      </w:r>
    </w:p>
    <w:p w:rsidR="00557788" w:rsidRDefault="00557788" w:rsidP="00557788">
      <w:r>
        <w:t>361.5018</w:t>
      </w:r>
      <w:r>
        <w:tab/>
        <w:t>5.089e0</w:t>
      </w:r>
    </w:p>
    <w:p w:rsidR="00557788" w:rsidRDefault="00557788" w:rsidP="00557788">
      <w:r>
        <w:t>361.5178</w:t>
      </w:r>
      <w:r>
        <w:tab/>
        <w:t>2.025e0</w:t>
      </w:r>
    </w:p>
    <w:p w:rsidR="00557788" w:rsidRDefault="00557788" w:rsidP="00557788">
      <w:r>
        <w:t>361.5394</w:t>
      </w:r>
      <w:r>
        <w:tab/>
        <w:t>2.545e0</w:t>
      </w:r>
    </w:p>
    <w:p w:rsidR="00557788" w:rsidRDefault="00557788" w:rsidP="00557788">
      <w:r>
        <w:t>361.5426</w:t>
      </w:r>
      <w:r>
        <w:tab/>
        <w:t>1.266e-2</w:t>
      </w:r>
    </w:p>
    <w:p w:rsidR="00557788" w:rsidRDefault="00557788" w:rsidP="00557788">
      <w:r>
        <w:t>361.5597</w:t>
      </w:r>
      <w:r>
        <w:tab/>
        <w:t>1.266e-2</w:t>
      </w:r>
    </w:p>
    <w:p w:rsidR="00557788" w:rsidRDefault="00557788" w:rsidP="00557788">
      <w:r>
        <w:t>361.5759</w:t>
      </w:r>
      <w:r>
        <w:tab/>
        <w:t>2.025e0</w:t>
      </w:r>
    </w:p>
    <w:p w:rsidR="00557788" w:rsidRDefault="00557788" w:rsidP="00557788">
      <w:r>
        <w:t>361.5779</w:t>
      </w:r>
      <w:r>
        <w:tab/>
        <w:t>2.025e0</w:t>
      </w:r>
    </w:p>
    <w:p w:rsidR="00557788" w:rsidRDefault="00557788" w:rsidP="00557788">
      <w:r>
        <w:t>361.5790</w:t>
      </w:r>
      <w:r>
        <w:tab/>
        <w:t>1.266e-2</w:t>
      </w:r>
    </w:p>
    <w:p w:rsidR="00557788" w:rsidRDefault="00557788" w:rsidP="00557788">
      <w:r>
        <w:t>361.5952</w:t>
      </w:r>
      <w:r>
        <w:tab/>
        <w:t>4.051e0</w:t>
      </w:r>
    </w:p>
    <w:p w:rsidR="00557788" w:rsidRDefault="00557788" w:rsidP="00557788">
      <w:r>
        <w:t>361.6111</w:t>
      </w:r>
      <w:r>
        <w:tab/>
        <w:t>2.025e0</w:t>
      </w:r>
    </w:p>
    <w:p w:rsidR="00557788" w:rsidRDefault="00557788" w:rsidP="00557788">
      <w:r>
        <w:t>361.6242</w:t>
      </w:r>
      <w:r>
        <w:tab/>
        <w:t>1.013e0</w:t>
      </w:r>
    </w:p>
    <w:p w:rsidR="00557788" w:rsidRDefault="00557788" w:rsidP="00557788">
      <w:r>
        <w:t>361.6296</w:t>
      </w:r>
      <w:r>
        <w:tab/>
        <w:t>3.798e-2</w:t>
      </w:r>
    </w:p>
    <w:p w:rsidR="00557788" w:rsidRDefault="00557788" w:rsidP="00557788">
      <w:r>
        <w:t>361.6326</w:t>
      </w:r>
      <w:r>
        <w:tab/>
        <w:t>2.051e0</w:t>
      </w:r>
    </w:p>
    <w:p w:rsidR="00557788" w:rsidRDefault="00557788" w:rsidP="00557788">
      <w:r>
        <w:t>361.6374</w:t>
      </w:r>
      <w:r>
        <w:tab/>
        <w:t>3.772e-1</w:t>
      </w:r>
    </w:p>
    <w:p w:rsidR="00557788" w:rsidRDefault="00557788" w:rsidP="00557788">
      <w:r>
        <w:t>361.6500</w:t>
      </w:r>
      <w:r>
        <w:tab/>
        <w:t>1.266e-2</w:t>
      </w:r>
    </w:p>
    <w:p w:rsidR="00557788" w:rsidRDefault="00557788" w:rsidP="00557788">
      <w:r>
        <w:t>361.6596</w:t>
      </w:r>
      <w:r>
        <w:tab/>
        <w:t>5.063e0</w:t>
      </w:r>
    </w:p>
    <w:p w:rsidR="00557788" w:rsidRDefault="00557788" w:rsidP="00557788">
      <w:r>
        <w:t>361.6673</w:t>
      </w:r>
      <w:r>
        <w:tab/>
        <w:t>2.025e0</w:t>
      </w:r>
    </w:p>
    <w:p w:rsidR="00557788" w:rsidRDefault="00557788" w:rsidP="00557788">
      <w:r>
        <w:t>361.6901</w:t>
      </w:r>
      <w:r>
        <w:tab/>
        <w:t>2.025e0</w:t>
      </w:r>
    </w:p>
    <w:p w:rsidR="00557788" w:rsidRDefault="00557788" w:rsidP="00557788">
      <w:r>
        <w:lastRenderedPageBreak/>
        <w:t>361.6955</w:t>
      </w:r>
      <w:r>
        <w:tab/>
        <w:t>5.063e0</w:t>
      </w:r>
    </w:p>
    <w:p w:rsidR="00557788" w:rsidRDefault="00557788" w:rsidP="00557788">
      <w:r>
        <w:t>361.7084</w:t>
      </w:r>
      <w:r>
        <w:tab/>
        <w:t>1.266e-2</w:t>
      </w:r>
    </w:p>
    <w:p w:rsidR="00557788" w:rsidRDefault="00557788" w:rsidP="00557788">
      <w:r>
        <w:t>361.7151</w:t>
      </w:r>
      <w:r>
        <w:tab/>
        <w:t>6.076e0</w:t>
      </w:r>
    </w:p>
    <w:p w:rsidR="00557788" w:rsidRDefault="00557788" w:rsidP="00557788">
      <w:r>
        <w:t>361.7224</w:t>
      </w:r>
      <w:r>
        <w:tab/>
        <w:t>4.051e0</w:t>
      </w:r>
    </w:p>
    <w:p w:rsidR="00557788" w:rsidRDefault="00557788" w:rsidP="00557788">
      <w:r>
        <w:t>361.7416</w:t>
      </w:r>
      <w:r>
        <w:tab/>
        <w:t>2.025e0</w:t>
      </w:r>
    </w:p>
    <w:p w:rsidR="00557788" w:rsidRDefault="00557788" w:rsidP="00557788">
      <w:r>
        <w:t>361.7428</w:t>
      </w:r>
      <w:r>
        <w:tab/>
        <w:t>2.025e0</w:t>
      </w:r>
    </w:p>
    <w:p w:rsidR="00557788" w:rsidRDefault="00557788" w:rsidP="00557788">
      <w:r>
        <w:t>361.7663</w:t>
      </w:r>
      <w:r>
        <w:tab/>
        <w:t>2.025e0</w:t>
      </w:r>
    </w:p>
    <w:p w:rsidR="00557788" w:rsidRDefault="00557788" w:rsidP="00557788">
      <w:r>
        <w:t>361.8065</w:t>
      </w:r>
      <w:r>
        <w:tab/>
        <w:t>2.025e0</w:t>
      </w:r>
    </w:p>
    <w:p w:rsidR="00557788" w:rsidRDefault="00557788" w:rsidP="00557788">
      <w:r>
        <w:t>361.8170</w:t>
      </w:r>
      <w:r>
        <w:tab/>
        <w:t>1.013e0</w:t>
      </w:r>
    </w:p>
    <w:p w:rsidR="00557788" w:rsidRDefault="00557788" w:rsidP="00557788">
      <w:r>
        <w:t>361.8209</w:t>
      </w:r>
      <w:r>
        <w:tab/>
        <w:t>1.266e-2</w:t>
      </w:r>
    </w:p>
    <w:p w:rsidR="00557788" w:rsidRDefault="00557788" w:rsidP="00557788">
      <w:r>
        <w:t>361.8519</w:t>
      </w:r>
      <w:r>
        <w:tab/>
        <w:t>2.025e0</w:t>
      </w:r>
    </w:p>
    <w:p w:rsidR="00557788" w:rsidRDefault="00557788" w:rsidP="00557788">
      <w:r>
        <w:t>361.8538</w:t>
      </w:r>
      <w:r>
        <w:tab/>
        <w:t>2.025e0</w:t>
      </w:r>
    </w:p>
    <w:p w:rsidR="00557788" w:rsidRDefault="00557788" w:rsidP="00557788">
      <w:r>
        <w:t>361.8629</w:t>
      </w:r>
      <w:r>
        <w:tab/>
        <w:t>2.025e0</w:t>
      </w:r>
    </w:p>
    <w:p w:rsidR="00557788" w:rsidRDefault="00557788" w:rsidP="00557788">
      <w:r>
        <w:t>361.8666</w:t>
      </w:r>
      <w:r>
        <w:tab/>
        <w:t>2.025e0</w:t>
      </w:r>
    </w:p>
    <w:p w:rsidR="00557788" w:rsidRDefault="00557788" w:rsidP="00557788">
      <w:r>
        <w:t>361.8756</w:t>
      </w:r>
      <w:r>
        <w:tab/>
        <w:t>2.025e0</w:t>
      </w:r>
    </w:p>
    <w:p w:rsidR="00557788" w:rsidRDefault="00557788" w:rsidP="00557788">
      <w:r>
        <w:t>361.8954</w:t>
      </w:r>
      <w:r>
        <w:tab/>
        <w:t>1.025e0</w:t>
      </w:r>
    </w:p>
    <w:p w:rsidR="00557788" w:rsidRDefault="00557788" w:rsidP="00557788">
      <w:r>
        <w:t>361.9126</w:t>
      </w:r>
      <w:r>
        <w:tab/>
        <w:t>2.598e0</w:t>
      </w:r>
    </w:p>
    <w:p w:rsidR="00557788" w:rsidRDefault="00557788" w:rsidP="00557788">
      <w:r>
        <w:t>361.9171</w:t>
      </w:r>
      <w:r>
        <w:tab/>
        <w:t>1.564e0</w:t>
      </w:r>
    </w:p>
    <w:p w:rsidR="00557788" w:rsidRDefault="00557788" w:rsidP="00557788">
      <w:r>
        <w:t>361.9211</w:t>
      </w:r>
      <w:r>
        <w:tab/>
        <w:t>1.108e1</w:t>
      </w:r>
    </w:p>
    <w:p w:rsidR="00557788" w:rsidRDefault="00557788" w:rsidP="00557788">
      <w:r>
        <w:lastRenderedPageBreak/>
        <w:t>361.9464</w:t>
      </w:r>
      <w:r>
        <w:tab/>
        <w:t>2.921e0</w:t>
      </w:r>
    </w:p>
    <w:p w:rsidR="00557788" w:rsidRDefault="00557788" w:rsidP="00557788">
      <w:r>
        <w:t>361.9518</w:t>
      </w:r>
      <w:r>
        <w:tab/>
        <w:t>2.995e0</w:t>
      </w:r>
    </w:p>
    <w:p w:rsidR="00557788" w:rsidRDefault="00557788" w:rsidP="00557788">
      <w:r>
        <w:t>361.9664</w:t>
      </w:r>
      <w:r>
        <w:tab/>
        <w:t>3.089e0</w:t>
      </w:r>
    </w:p>
    <w:p w:rsidR="00557788" w:rsidRDefault="00557788" w:rsidP="00557788">
      <w:r>
        <w:t>361.9779</w:t>
      </w:r>
      <w:r>
        <w:tab/>
        <w:t>3.251e0</w:t>
      </w:r>
    </w:p>
    <w:p w:rsidR="00557788" w:rsidRDefault="00557788" w:rsidP="00557788">
      <w:r>
        <w:t>361.9803</w:t>
      </w:r>
      <w:r>
        <w:tab/>
        <w:t>3.138e0</w:t>
      </w:r>
    </w:p>
    <w:p w:rsidR="00557788" w:rsidRDefault="00557788" w:rsidP="00557788">
      <w:r>
        <w:t>361.9954</w:t>
      </w:r>
      <w:r>
        <w:tab/>
        <w:t>1.940e0</w:t>
      </w:r>
    </w:p>
    <w:p w:rsidR="00557788" w:rsidRDefault="00557788" w:rsidP="00557788">
      <w:r>
        <w:t>362.0047</w:t>
      </w:r>
      <w:r>
        <w:tab/>
        <w:t>1.182e0</w:t>
      </w:r>
    </w:p>
    <w:p w:rsidR="00557788" w:rsidRDefault="00557788" w:rsidP="00557788">
      <w:r>
        <w:t>362.0139</w:t>
      </w:r>
      <w:r>
        <w:tab/>
        <w:t>2.748e0</w:t>
      </w:r>
    </w:p>
    <w:p w:rsidR="00557788" w:rsidRDefault="00557788" w:rsidP="00557788">
      <w:r>
        <w:t>362.0245</w:t>
      </w:r>
      <w:r>
        <w:tab/>
        <w:t>1.013e0</w:t>
      </w:r>
    </w:p>
    <w:p w:rsidR="00557788" w:rsidRDefault="00557788" w:rsidP="00557788">
      <w:r>
        <w:t>362.0329</w:t>
      </w:r>
      <w:r>
        <w:tab/>
        <w:t>2.836e0</w:t>
      </w:r>
    </w:p>
    <w:p w:rsidR="00557788" w:rsidRDefault="00557788" w:rsidP="00557788">
      <w:r>
        <w:t>362.0371</w:t>
      </w:r>
      <w:r>
        <w:tab/>
        <w:t>2.772e0</w:t>
      </w:r>
    </w:p>
    <w:p w:rsidR="00557788" w:rsidRDefault="00557788" w:rsidP="00557788">
      <w:r>
        <w:t>362.0403</w:t>
      </w:r>
      <w:r>
        <w:tab/>
        <w:t>3.845e0</w:t>
      </w:r>
    </w:p>
    <w:p w:rsidR="00557788" w:rsidRDefault="00557788" w:rsidP="00557788">
      <w:r>
        <w:t>362.0591</w:t>
      </w:r>
      <w:r>
        <w:tab/>
        <w:t>2.072e0</w:t>
      </w:r>
    </w:p>
    <w:p w:rsidR="00557788" w:rsidRDefault="00557788" w:rsidP="00557788">
      <w:r>
        <w:t>362.0635</w:t>
      </w:r>
      <w:r>
        <w:tab/>
        <w:t>4.863e0</w:t>
      </w:r>
    </w:p>
    <w:p w:rsidR="00557788" w:rsidRDefault="00557788" w:rsidP="00557788">
      <w:r>
        <w:t>362.0707</w:t>
      </w:r>
      <w:r>
        <w:tab/>
        <w:t>3.744e0</w:t>
      </w:r>
    </w:p>
    <w:p w:rsidR="00557788" w:rsidRDefault="00557788" w:rsidP="00557788">
      <w:r>
        <w:t>362.0816</w:t>
      </w:r>
      <w:r>
        <w:tab/>
        <w:t>1.994e0</w:t>
      </w:r>
    </w:p>
    <w:p w:rsidR="00557788" w:rsidRDefault="00557788" w:rsidP="00557788">
      <w:r>
        <w:t>362.0888</w:t>
      </w:r>
      <w:r>
        <w:tab/>
        <w:t>3.537e0</w:t>
      </w:r>
    </w:p>
    <w:p w:rsidR="00557788" w:rsidRDefault="00557788" w:rsidP="00557788">
      <w:r>
        <w:t>362.0953</w:t>
      </w:r>
      <w:r>
        <w:tab/>
        <w:t>3.730e0</w:t>
      </w:r>
    </w:p>
    <w:p w:rsidR="00557788" w:rsidRDefault="00557788" w:rsidP="00557788">
      <w:r>
        <w:t>362.1033</w:t>
      </w:r>
      <w:r>
        <w:tab/>
        <w:t>2.281e0</w:t>
      </w:r>
    </w:p>
    <w:p w:rsidR="00557788" w:rsidRDefault="00557788" w:rsidP="00557788">
      <w:r>
        <w:lastRenderedPageBreak/>
        <w:t>362.1333</w:t>
      </w:r>
      <w:r>
        <w:tab/>
        <w:t>3.717e0</w:t>
      </w:r>
    </w:p>
    <w:p w:rsidR="00557788" w:rsidRDefault="00557788" w:rsidP="00557788">
      <w:r>
        <w:t>362.1469</w:t>
      </w:r>
      <w:r>
        <w:tab/>
        <w:t>4.073e0</w:t>
      </w:r>
    </w:p>
    <w:p w:rsidR="00557788" w:rsidRDefault="00557788" w:rsidP="00557788">
      <w:r>
        <w:t>362.1787</w:t>
      </w:r>
      <w:r>
        <w:tab/>
        <w:t>3.676e0</w:t>
      </w:r>
    </w:p>
    <w:p w:rsidR="00557788" w:rsidRDefault="00557788" w:rsidP="00557788">
      <w:r>
        <w:t>362.1808</w:t>
      </w:r>
      <w:r>
        <w:tab/>
        <w:t>3.708e0</w:t>
      </w:r>
    </w:p>
    <w:p w:rsidR="00557788" w:rsidRDefault="00557788" w:rsidP="00557788">
      <w:r>
        <w:t>362.1845</w:t>
      </w:r>
      <w:r>
        <w:tab/>
        <w:t>2.201e0</w:t>
      </w:r>
    </w:p>
    <w:p w:rsidR="00557788" w:rsidRDefault="00557788" w:rsidP="00557788">
      <w:r>
        <w:t>362.1941</w:t>
      </w:r>
      <w:r>
        <w:tab/>
        <w:t>8.012e-2</w:t>
      </w:r>
    </w:p>
    <w:p w:rsidR="00557788" w:rsidRDefault="00557788" w:rsidP="00557788">
      <w:r>
        <w:t>362.2073</w:t>
      </w:r>
      <w:r>
        <w:tab/>
        <w:t>5.736e0</w:t>
      </w:r>
    </w:p>
    <w:p w:rsidR="00557788" w:rsidRDefault="00557788" w:rsidP="00557788">
      <w:r>
        <w:t>362.2363</w:t>
      </w:r>
      <w:r>
        <w:tab/>
        <w:t>2.581e0</w:t>
      </w:r>
    </w:p>
    <w:p w:rsidR="00557788" w:rsidRDefault="00557788" w:rsidP="00557788">
      <w:r>
        <w:t>362.2493</w:t>
      </w:r>
      <w:r>
        <w:tab/>
        <w:t>3.130e0</w:t>
      </w:r>
    </w:p>
    <w:p w:rsidR="00557788" w:rsidRDefault="00557788" w:rsidP="00557788">
      <w:r>
        <w:t>362.2510</w:t>
      </w:r>
      <w:r>
        <w:tab/>
        <w:t>1.340e0</w:t>
      </w:r>
    </w:p>
    <w:p w:rsidR="00557788" w:rsidRDefault="00557788" w:rsidP="00557788">
      <w:r>
        <w:t>362.2825</w:t>
      </w:r>
      <w:r>
        <w:tab/>
        <w:t>1.834e0</w:t>
      </w:r>
    </w:p>
    <w:p w:rsidR="00557788" w:rsidRDefault="00557788" w:rsidP="00557788">
      <w:r>
        <w:t>362.2873</w:t>
      </w:r>
      <w:r>
        <w:tab/>
        <w:t>1.547e-1</w:t>
      </w:r>
    </w:p>
    <w:p w:rsidR="00557788" w:rsidRDefault="00557788" w:rsidP="00557788">
      <w:r>
        <w:t>362.3139</w:t>
      </w:r>
      <w:r>
        <w:tab/>
        <w:t>3.702e0</w:t>
      </w:r>
    </w:p>
    <w:p w:rsidR="00557788" w:rsidRDefault="00557788" w:rsidP="00557788">
      <w:r>
        <w:t>362.3217</w:t>
      </w:r>
      <w:r>
        <w:tab/>
        <w:t>3.270e0</w:t>
      </w:r>
    </w:p>
    <w:p w:rsidR="00557788" w:rsidRDefault="00557788" w:rsidP="00557788">
      <w:r>
        <w:t>362.3240</w:t>
      </w:r>
      <w:r>
        <w:tab/>
        <w:t>7.049e0</w:t>
      </w:r>
    </w:p>
    <w:p w:rsidR="00557788" w:rsidRDefault="00557788" w:rsidP="00557788">
      <w:r>
        <w:t>362.3279</w:t>
      </w:r>
      <w:r>
        <w:tab/>
        <w:t>2.650e1</w:t>
      </w:r>
    </w:p>
    <w:p w:rsidR="00557788" w:rsidRDefault="00557788" w:rsidP="00557788">
      <w:r>
        <w:t>362.3324</w:t>
      </w:r>
      <w:r>
        <w:tab/>
        <w:t>3.774e0</w:t>
      </w:r>
    </w:p>
    <w:p w:rsidR="00557788" w:rsidRDefault="00557788" w:rsidP="00557788">
      <w:r>
        <w:t>362.3582</w:t>
      </w:r>
      <w:r>
        <w:tab/>
        <w:t>4.306e0</w:t>
      </w:r>
    </w:p>
    <w:p w:rsidR="00557788" w:rsidRDefault="00557788" w:rsidP="00557788">
      <w:r>
        <w:t>362.3786</w:t>
      </w:r>
      <w:r>
        <w:tab/>
        <w:t>3.018e0</w:t>
      </w:r>
    </w:p>
    <w:p w:rsidR="00557788" w:rsidRDefault="00557788" w:rsidP="00557788">
      <w:r>
        <w:lastRenderedPageBreak/>
        <w:t>362.3864</w:t>
      </w:r>
      <w:r>
        <w:tab/>
        <w:t>1.266e-2</w:t>
      </w:r>
    </w:p>
    <w:p w:rsidR="00557788" w:rsidRDefault="00557788" w:rsidP="00557788">
      <w:r>
        <w:t>362.4033</w:t>
      </w:r>
      <w:r>
        <w:tab/>
        <w:t>1.561e0</w:t>
      </w:r>
    </w:p>
    <w:p w:rsidR="00557788" w:rsidRDefault="00557788" w:rsidP="00557788">
      <w:r>
        <w:t>362.4130</w:t>
      </w:r>
      <w:r>
        <w:tab/>
        <w:t>2.025e0</w:t>
      </w:r>
    </w:p>
    <w:p w:rsidR="00557788" w:rsidRDefault="00557788" w:rsidP="00557788">
      <w:r>
        <w:t>362.4226</w:t>
      </w:r>
      <w:r>
        <w:tab/>
        <w:t>1.885e0</w:t>
      </w:r>
    </w:p>
    <w:p w:rsidR="00557788" w:rsidRDefault="00557788" w:rsidP="00557788">
      <w:r>
        <w:t>362.4274</w:t>
      </w:r>
      <w:r>
        <w:tab/>
        <w:t>1.013e0</w:t>
      </w:r>
    </w:p>
    <w:p w:rsidR="00557788" w:rsidRDefault="00557788" w:rsidP="00557788">
      <w:r>
        <w:t>362.4357</w:t>
      </w:r>
      <w:r>
        <w:tab/>
        <w:t>2.051e0</w:t>
      </w:r>
    </w:p>
    <w:p w:rsidR="00557788" w:rsidRDefault="00557788" w:rsidP="00557788">
      <w:r>
        <w:t>362.4438</w:t>
      </w:r>
      <w:r>
        <w:tab/>
        <w:t>3.063e0</w:t>
      </w:r>
    </w:p>
    <w:p w:rsidR="00557788" w:rsidRDefault="00557788" w:rsidP="00557788">
      <w:r>
        <w:t>362.4528</w:t>
      </w:r>
      <w:r>
        <w:tab/>
        <w:t>1.410e0</w:t>
      </w:r>
    </w:p>
    <w:p w:rsidR="00557788" w:rsidRDefault="00557788" w:rsidP="00557788">
      <w:r>
        <w:t>362.4787</w:t>
      </w:r>
      <w:r>
        <w:tab/>
        <w:t>3.038e0</w:t>
      </w:r>
    </w:p>
    <w:p w:rsidR="00557788" w:rsidRDefault="00557788" w:rsidP="00557788">
      <w:r>
        <w:t>362.4848</w:t>
      </w:r>
      <w:r>
        <w:tab/>
        <w:t>3.038e0</w:t>
      </w:r>
    </w:p>
    <w:p w:rsidR="00557788" w:rsidRDefault="00557788" w:rsidP="00557788">
      <w:r>
        <w:t>362.5049</w:t>
      </w:r>
      <w:r>
        <w:tab/>
        <w:t>1.038e0</w:t>
      </w:r>
    </w:p>
    <w:p w:rsidR="00557788" w:rsidRDefault="00557788" w:rsidP="00557788">
      <w:r>
        <w:t>362.5165</w:t>
      </w:r>
      <w:r>
        <w:tab/>
        <w:t>7.089e0</w:t>
      </w:r>
    </w:p>
    <w:p w:rsidR="00557788" w:rsidRDefault="00557788" w:rsidP="00557788">
      <w:r>
        <w:t>362.5264</w:t>
      </w:r>
      <w:r>
        <w:tab/>
        <w:t>2.025e0</w:t>
      </w:r>
    </w:p>
    <w:p w:rsidR="00557788" w:rsidRDefault="00557788" w:rsidP="00557788">
      <w:r>
        <w:t>362.5511</w:t>
      </w:r>
      <w:r>
        <w:tab/>
        <w:t>5.063e0</w:t>
      </w:r>
    </w:p>
    <w:p w:rsidR="00557788" w:rsidRDefault="00557788" w:rsidP="00557788">
      <w:r>
        <w:t>362.5584</w:t>
      </w:r>
      <w:r>
        <w:tab/>
        <w:t>4.051e0</w:t>
      </w:r>
    </w:p>
    <w:p w:rsidR="00557788" w:rsidRDefault="00557788" w:rsidP="00557788">
      <w:r>
        <w:t>362.5609</w:t>
      </w:r>
      <w:r>
        <w:tab/>
        <w:t>4.392e-2</w:t>
      </w:r>
    </w:p>
    <w:p w:rsidR="00557788" w:rsidRDefault="00557788" w:rsidP="00557788">
      <w:r>
        <w:t>362.5751</w:t>
      </w:r>
      <w:r>
        <w:tab/>
        <w:t>2.025e0</w:t>
      </w:r>
    </w:p>
    <w:p w:rsidR="00557788" w:rsidRDefault="00557788" w:rsidP="00557788">
      <w:r>
        <w:t>362.5781</w:t>
      </w:r>
      <w:r>
        <w:tab/>
        <w:t>5.063e0</w:t>
      </w:r>
    </w:p>
    <w:p w:rsidR="00557788" w:rsidRDefault="00557788" w:rsidP="00557788">
      <w:r>
        <w:t>362.6103</w:t>
      </w:r>
      <w:r>
        <w:tab/>
        <w:t>1.013e0</w:t>
      </w:r>
    </w:p>
    <w:p w:rsidR="00557788" w:rsidRDefault="00557788" w:rsidP="00557788">
      <w:r>
        <w:lastRenderedPageBreak/>
        <w:t>362.6116</w:t>
      </w:r>
      <w:r>
        <w:tab/>
        <w:t>4.051e0</w:t>
      </w:r>
    </w:p>
    <w:p w:rsidR="00557788" w:rsidRDefault="00557788" w:rsidP="00557788">
      <w:r>
        <w:t>362.6228</w:t>
      </w:r>
      <w:r>
        <w:tab/>
        <w:t>1.076e0</w:t>
      </w:r>
    </w:p>
    <w:p w:rsidR="00557788" w:rsidRDefault="00557788" w:rsidP="00557788">
      <w:r>
        <w:t>362.6251</w:t>
      </w:r>
      <w:r>
        <w:tab/>
        <w:t>3.038e0</w:t>
      </w:r>
    </w:p>
    <w:p w:rsidR="00557788" w:rsidRDefault="00557788" w:rsidP="00557788">
      <w:r>
        <w:t>362.6331</w:t>
      </w:r>
      <w:r>
        <w:tab/>
        <w:t>3.798e-2</w:t>
      </w:r>
    </w:p>
    <w:p w:rsidR="00557788" w:rsidRDefault="00557788" w:rsidP="00557788">
      <w:r>
        <w:t>362.6409</w:t>
      </w:r>
      <w:r>
        <w:tab/>
        <w:t>2.532e-2</w:t>
      </w:r>
    </w:p>
    <w:p w:rsidR="00557788" w:rsidRDefault="00557788" w:rsidP="00557788">
      <w:r>
        <w:t>362.6440</w:t>
      </w:r>
      <w:r>
        <w:tab/>
        <w:t>2.025e0</w:t>
      </w:r>
    </w:p>
    <w:p w:rsidR="00557788" w:rsidRDefault="00557788" w:rsidP="00557788">
      <w:r>
        <w:t>362.6772</w:t>
      </w:r>
      <w:r>
        <w:tab/>
        <w:t>1.266e-2</w:t>
      </w:r>
    </w:p>
    <w:p w:rsidR="00557788" w:rsidRDefault="00557788" w:rsidP="00557788">
      <w:r>
        <w:t>362.7013</w:t>
      </w:r>
      <w:r>
        <w:tab/>
        <w:t>8.114e0</w:t>
      </w:r>
    </w:p>
    <w:p w:rsidR="00557788" w:rsidRDefault="00557788" w:rsidP="00557788">
      <w:r>
        <w:t>362.7098</w:t>
      </w:r>
      <w:r>
        <w:tab/>
        <w:t>1.013e0</w:t>
      </w:r>
    </w:p>
    <w:p w:rsidR="00557788" w:rsidRDefault="00557788" w:rsidP="00557788">
      <w:r>
        <w:t>362.7163</w:t>
      </w:r>
      <w:r>
        <w:tab/>
        <w:t>1.266e-2</w:t>
      </w:r>
    </w:p>
    <w:p w:rsidR="00557788" w:rsidRDefault="00557788" w:rsidP="00557788">
      <w:r>
        <w:t>362.7307</w:t>
      </w:r>
      <w:r>
        <w:tab/>
        <w:t>1.013e0</w:t>
      </w:r>
    </w:p>
    <w:p w:rsidR="00557788" w:rsidRDefault="00557788" w:rsidP="00557788">
      <w:r>
        <w:t>362.7422</w:t>
      </w:r>
      <w:r>
        <w:tab/>
        <w:t>1.266e-2</w:t>
      </w:r>
    </w:p>
    <w:p w:rsidR="00557788" w:rsidRDefault="00557788" w:rsidP="00557788">
      <w:r>
        <w:t>362.7477</w:t>
      </w:r>
      <w:r>
        <w:tab/>
        <w:t>2.532e-2</w:t>
      </w:r>
    </w:p>
    <w:p w:rsidR="00557788" w:rsidRDefault="00557788" w:rsidP="00557788">
      <w:r>
        <w:t>362.7616</w:t>
      </w:r>
      <w:r>
        <w:tab/>
        <w:t>2.025e0</w:t>
      </w:r>
    </w:p>
    <w:p w:rsidR="00557788" w:rsidRDefault="00557788" w:rsidP="00557788">
      <w:r>
        <w:t>362.7724</w:t>
      </w:r>
      <w:r>
        <w:tab/>
        <w:t>2.025e0</w:t>
      </w:r>
    </w:p>
    <w:p w:rsidR="00557788" w:rsidRDefault="00557788" w:rsidP="00557788">
      <w:r>
        <w:t>362.7765</w:t>
      </w:r>
      <w:r>
        <w:tab/>
        <w:t>1.013e0</w:t>
      </w:r>
    </w:p>
    <w:p w:rsidR="00557788" w:rsidRDefault="00557788" w:rsidP="00557788">
      <w:r>
        <w:t>362.7811</w:t>
      </w:r>
      <w:r>
        <w:tab/>
        <w:t>1.013e0</w:t>
      </w:r>
    </w:p>
    <w:p w:rsidR="00557788" w:rsidRDefault="00557788" w:rsidP="00557788">
      <w:r>
        <w:t>362.7845</w:t>
      </w:r>
      <w:r>
        <w:tab/>
        <w:t>2.025e0</w:t>
      </w:r>
    </w:p>
    <w:p w:rsidR="00557788" w:rsidRDefault="00557788" w:rsidP="00557788">
      <w:r>
        <w:t>362.7860</w:t>
      </w:r>
      <w:r>
        <w:tab/>
        <w:t>3.038e0</w:t>
      </w:r>
    </w:p>
    <w:p w:rsidR="00557788" w:rsidRDefault="00557788" w:rsidP="00557788">
      <w:r>
        <w:lastRenderedPageBreak/>
        <w:t>362.8182</w:t>
      </w:r>
      <w:r>
        <w:tab/>
        <w:t>1.025e0</w:t>
      </w:r>
    </w:p>
    <w:p w:rsidR="00557788" w:rsidRDefault="00557788" w:rsidP="00557788">
      <w:r>
        <w:t>362.8250</w:t>
      </w:r>
      <w:r>
        <w:tab/>
        <w:t>3.038e0</w:t>
      </w:r>
    </w:p>
    <w:p w:rsidR="00557788" w:rsidRDefault="00557788" w:rsidP="00557788">
      <w:r>
        <w:t>362.8387</w:t>
      </w:r>
      <w:r>
        <w:tab/>
        <w:t>3.798e-2</w:t>
      </w:r>
    </w:p>
    <w:p w:rsidR="00557788" w:rsidRDefault="00557788" w:rsidP="00557788">
      <w:r>
        <w:t>362.8431</w:t>
      </w:r>
      <w:r>
        <w:tab/>
        <w:t>1.025e0</w:t>
      </w:r>
    </w:p>
    <w:p w:rsidR="00557788" w:rsidRDefault="00557788" w:rsidP="00557788">
      <w:r>
        <w:t>362.8709</w:t>
      </w:r>
      <w:r>
        <w:tab/>
        <w:t>3.431e0</w:t>
      </w:r>
    </w:p>
    <w:p w:rsidR="00557788" w:rsidRDefault="00557788" w:rsidP="00557788">
      <w:r>
        <w:t>362.8754</w:t>
      </w:r>
      <w:r>
        <w:tab/>
        <w:t>2.571e0</w:t>
      </w:r>
    </w:p>
    <w:p w:rsidR="00557788" w:rsidRDefault="00557788" w:rsidP="00557788">
      <w:r>
        <w:t>362.8786</w:t>
      </w:r>
      <w:r>
        <w:tab/>
        <w:t>4.051e0</w:t>
      </w:r>
    </w:p>
    <w:p w:rsidR="00557788" w:rsidRDefault="00557788" w:rsidP="00557788">
      <w:r>
        <w:t>362.8828</w:t>
      </w:r>
      <w:r>
        <w:tab/>
        <w:t>6.076e0</w:t>
      </w:r>
    </w:p>
    <w:p w:rsidR="00557788" w:rsidRDefault="00557788" w:rsidP="00557788">
      <w:r>
        <w:t>362.9166</w:t>
      </w:r>
      <w:r>
        <w:tab/>
        <w:t>3.172e0</w:t>
      </w:r>
    </w:p>
    <w:p w:rsidR="00557788" w:rsidRDefault="00557788" w:rsidP="00557788">
      <w:r>
        <w:t>362.9206</w:t>
      </w:r>
      <w:r>
        <w:tab/>
        <w:t>5.469e-1</w:t>
      </w:r>
    </w:p>
    <w:p w:rsidR="00557788" w:rsidRDefault="00557788" w:rsidP="00557788">
      <w:r>
        <w:t>362.9244</w:t>
      </w:r>
      <w:r>
        <w:tab/>
        <w:t>1.366e1</w:t>
      </w:r>
    </w:p>
    <w:p w:rsidR="00557788" w:rsidRDefault="00557788" w:rsidP="00557788">
      <w:r>
        <w:t>362.9315</w:t>
      </w:r>
      <w:r>
        <w:tab/>
        <w:t>5.083e0</w:t>
      </w:r>
    </w:p>
    <w:p w:rsidR="00557788" w:rsidRDefault="00557788" w:rsidP="00557788">
      <w:r>
        <w:t>362.9529</w:t>
      </w:r>
      <w:r>
        <w:tab/>
        <w:t>4.224e0</w:t>
      </w:r>
    </w:p>
    <w:p w:rsidR="00557788" w:rsidRDefault="00557788" w:rsidP="00557788">
      <w:r>
        <w:t>362.9965</w:t>
      </w:r>
      <w:r>
        <w:tab/>
        <w:t>2.927e-1</w:t>
      </w:r>
    </w:p>
    <w:p w:rsidR="00557788" w:rsidRDefault="00557788" w:rsidP="00557788">
      <w:r>
        <w:t>363.0201</w:t>
      </w:r>
      <w:r>
        <w:tab/>
        <w:t>2.605e0</w:t>
      </w:r>
    </w:p>
    <w:p w:rsidR="00557788" w:rsidRDefault="00557788" w:rsidP="00557788">
      <w:r>
        <w:t>363.0380</w:t>
      </w:r>
      <w:r>
        <w:tab/>
        <w:t>3.869e0</w:t>
      </w:r>
    </w:p>
    <w:p w:rsidR="00557788" w:rsidRDefault="00557788" w:rsidP="00557788">
      <w:r>
        <w:t>363.0420</w:t>
      </w:r>
      <w:r>
        <w:tab/>
        <w:t>3.778e0</w:t>
      </w:r>
    </w:p>
    <w:p w:rsidR="00557788" w:rsidRDefault="00557788" w:rsidP="00557788">
      <w:r>
        <w:t>363.0449</w:t>
      </w:r>
      <w:r>
        <w:tab/>
        <w:t>2.025e0</w:t>
      </w:r>
    </w:p>
    <w:p w:rsidR="00557788" w:rsidRDefault="00557788" w:rsidP="00557788">
      <w:r>
        <w:t>363.0521</w:t>
      </w:r>
      <w:r>
        <w:tab/>
        <w:t>2.036e0</w:t>
      </w:r>
    </w:p>
    <w:p w:rsidR="00557788" w:rsidRDefault="00557788" w:rsidP="00557788">
      <w:r>
        <w:lastRenderedPageBreak/>
        <w:t>363.0617</w:t>
      </w:r>
      <w:r>
        <w:tab/>
        <w:t>1.408e0</w:t>
      </w:r>
    </w:p>
    <w:p w:rsidR="00557788" w:rsidRDefault="00557788" w:rsidP="00557788">
      <w:r>
        <w:t>363.0928</w:t>
      </w:r>
      <w:r>
        <w:tab/>
        <w:t>2.547e0</w:t>
      </w:r>
    </w:p>
    <w:p w:rsidR="00557788" w:rsidRDefault="00557788" w:rsidP="00557788">
      <w:r>
        <w:t>363.1221</w:t>
      </w:r>
      <w:r>
        <w:tab/>
        <w:t>3.557e0</w:t>
      </w:r>
    </w:p>
    <w:p w:rsidR="00557788" w:rsidRDefault="00557788" w:rsidP="00557788">
      <w:r>
        <w:t>363.1269</w:t>
      </w:r>
      <w:r>
        <w:tab/>
        <w:t>2.932e0</w:t>
      </w:r>
    </w:p>
    <w:p w:rsidR="00557788" w:rsidRDefault="00557788" w:rsidP="00557788">
      <w:r>
        <w:t>363.1479</w:t>
      </w:r>
      <w:r>
        <w:tab/>
        <w:t>3.962e0</w:t>
      </w:r>
    </w:p>
    <w:p w:rsidR="00557788" w:rsidRDefault="00557788" w:rsidP="00557788">
      <w:r>
        <w:t>363.1518</w:t>
      </w:r>
      <w:r>
        <w:tab/>
        <w:t>4.420e0</w:t>
      </w:r>
    </w:p>
    <w:p w:rsidR="00557788" w:rsidRDefault="00557788" w:rsidP="00557788">
      <w:r>
        <w:t>363.1652</w:t>
      </w:r>
      <w:r>
        <w:tab/>
        <w:t>2.303e-1</w:t>
      </w:r>
    </w:p>
    <w:p w:rsidR="00557788" w:rsidRDefault="00557788" w:rsidP="00557788">
      <w:r>
        <w:t>363.1954</w:t>
      </w:r>
      <w:r>
        <w:tab/>
        <w:t>2.836e-1</w:t>
      </w:r>
    </w:p>
    <w:p w:rsidR="00557788" w:rsidRDefault="00557788" w:rsidP="00557788">
      <w:r>
        <w:t>363.1975</w:t>
      </w:r>
      <w:r>
        <w:tab/>
        <w:t>2.400e0</w:t>
      </w:r>
    </w:p>
    <w:p w:rsidR="00557788" w:rsidRDefault="00557788" w:rsidP="00557788">
      <w:r>
        <w:t>363.2469</w:t>
      </w:r>
      <w:r>
        <w:tab/>
        <w:t>1.628e0</w:t>
      </w:r>
    </w:p>
    <w:p w:rsidR="00557788" w:rsidRDefault="00557788" w:rsidP="00557788">
      <w:r>
        <w:t>363.2509</w:t>
      </w:r>
      <w:r>
        <w:tab/>
        <w:t>5.052e-1</w:t>
      </w:r>
    </w:p>
    <w:p w:rsidR="00557788" w:rsidRDefault="00557788" w:rsidP="00557788">
      <w:r>
        <w:t>363.2538</w:t>
      </w:r>
      <w:r>
        <w:tab/>
        <w:t>1.100e0</w:t>
      </w:r>
    </w:p>
    <w:p w:rsidR="00557788" w:rsidRDefault="00557788" w:rsidP="00557788">
      <w:r>
        <w:t>363.2608</w:t>
      </w:r>
      <w:r>
        <w:tab/>
        <w:t>2.046e0</w:t>
      </w:r>
    </w:p>
    <w:p w:rsidR="00557788" w:rsidRDefault="00557788" w:rsidP="00557788">
      <w:r>
        <w:t>363.2622</w:t>
      </w:r>
      <w:r>
        <w:tab/>
        <w:t>2.095e0</w:t>
      </w:r>
    </w:p>
    <w:p w:rsidR="00557788" w:rsidRDefault="00557788" w:rsidP="00557788">
      <w:r>
        <w:t>363.2995</w:t>
      </w:r>
      <w:r>
        <w:tab/>
        <w:t>6.048e0</w:t>
      </w:r>
    </w:p>
    <w:p w:rsidR="00557788" w:rsidRDefault="00557788" w:rsidP="00557788">
      <w:r>
        <w:t>363.3039</w:t>
      </w:r>
      <w:r>
        <w:tab/>
        <w:t>1.204e1</w:t>
      </w:r>
    </w:p>
    <w:p w:rsidR="00557788" w:rsidRDefault="00557788" w:rsidP="00557788">
      <w:r>
        <w:t>363.3773</w:t>
      </w:r>
      <w:r>
        <w:tab/>
        <w:t>2.025e0</w:t>
      </w:r>
    </w:p>
    <w:p w:rsidR="00557788" w:rsidRDefault="00557788" w:rsidP="00557788">
      <w:r>
        <w:t>363.3892</w:t>
      </w:r>
      <w:r>
        <w:tab/>
        <w:t>2.692e0</w:t>
      </w:r>
    </w:p>
    <w:p w:rsidR="00557788" w:rsidRDefault="00557788" w:rsidP="00557788">
      <w:r>
        <w:t>363.4046</w:t>
      </w:r>
      <w:r>
        <w:tab/>
        <w:t>4.051e0</w:t>
      </w:r>
    </w:p>
    <w:p w:rsidR="00557788" w:rsidRDefault="00557788" w:rsidP="00557788">
      <w:r>
        <w:lastRenderedPageBreak/>
        <w:t>363.4079</w:t>
      </w:r>
      <w:r>
        <w:tab/>
        <w:t>3.038e0</w:t>
      </w:r>
    </w:p>
    <w:p w:rsidR="00557788" w:rsidRDefault="00557788" w:rsidP="00557788">
      <w:r>
        <w:t>363.4197</w:t>
      </w:r>
      <w:r>
        <w:tab/>
        <w:t>2.020e0</w:t>
      </w:r>
    </w:p>
    <w:p w:rsidR="00557788" w:rsidRDefault="00557788" w:rsidP="00557788">
      <w:r>
        <w:t>363.4372</w:t>
      </w:r>
      <w:r>
        <w:tab/>
        <w:t>1.803e0</w:t>
      </w:r>
    </w:p>
    <w:p w:rsidR="00557788" w:rsidRDefault="00557788" w:rsidP="00557788">
      <w:r>
        <w:t>363.4476</w:t>
      </w:r>
      <w:r>
        <w:tab/>
        <w:t>3.038e0</w:t>
      </w:r>
    </w:p>
    <w:p w:rsidR="00557788" w:rsidRDefault="00557788" w:rsidP="00557788">
      <w:r>
        <w:t>363.4560</w:t>
      </w:r>
      <w:r>
        <w:tab/>
        <w:t>3.798e-2</w:t>
      </w:r>
    </w:p>
    <w:p w:rsidR="00557788" w:rsidRDefault="00557788" w:rsidP="00557788">
      <w:r>
        <w:t>363.4620</w:t>
      </w:r>
      <w:r>
        <w:tab/>
        <w:t>4.076e0</w:t>
      </w:r>
    </w:p>
    <w:p w:rsidR="00557788" w:rsidRDefault="00557788" w:rsidP="00557788">
      <w:r>
        <w:t>363.4634</w:t>
      </w:r>
      <w:r>
        <w:tab/>
        <w:t>2.025e0</w:t>
      </w:r>
    </w:p>
    <w:p w:rsidR="00557788" w:rsidRDefault="00557788" w:rsidP="00557788">
      <w:r>
        <w:t>363.4880</w:t>
      </w:r>
      <w:r>
        <w:tab/>
        <w:t>3.051e0</w:t>
      </w:r>
    </w:p>
    <w:p w:rsidR="00557788" w:rsidRDefault="00557788" w:rsidP="00557788">
      <w:r>
        <w:t>363.4985</w:t>
      </w:r>
      <w:r>
        <w:tab/>
        <w:t>3.038e0</w:t>
      </w:r>
    </w:p>
    <w:p w:rsidR="00557788" w:rsidRDefault="00557788" w:rsidP="00557788">
      <w:r>
        <w:t>363.5291</w:t>
      </w:r>
      <w:r>
        <w:tab/>
        <w:t>2.025e0</w:t>
      </w:r>
    </w:p>
    <w:p w:rsidR="00557788" w:rsidRDefault="00557788" w:rsidP="00557788">
      <w:r>
        <w:t>363.5344</w:t>
      </w:r>
      <w:r>
        <w:tab/>
        <w:t>2.025e0</w:t>
      </w:r>
    </w:p>
    <w:p w:rsidR="00557788" w:rsidRDefault="00557788" w:rsidP="00557788">
      <w:r>
        <w:t>363.5519</w:t>
      </w:r>
      <w:r>
        <w:tab/>
        <w:t>1.013e0</w:t>
      </w:r>
    </w:p>
    <w:p w:rsidR="00557788" w:rsidRDefault="00557788" w:rsidP="00557788">
      <w:r>
        <w:t>363.5748</w:t>
      </w:r>
      <w:r>
        <w:tab/>
        <w:t>2.025e0</w:t>
      </w:r>
    </w:p>
    <w:p w:rsidR="00557788" w:rsidRDefault="00557788" w:rsidP="00557788">
      <w:r>
        <w:t>363.5767</w:t>
      </w:r>
      <w:r>
        <w:tab/>
        <w:t>4.051e0</w:t>
      </w:r>
    </w:p>
    <w:p w:rsidR="00557788" w:rsidRDefault="00557788" w:rsidP="00557788">
      <w:r>
        <w:t>363.6054</w:t>
      </w:r>
      <w:r>
        <w:tab/>
        <w:t>3.038e0</w:t>
      </w:r>
    </w:p>
    <w:p w:rsidR="00557788" w:rsidRDefault="00557788" w:rsidP="00557788">
      <w:r>
        <w:t>363.6330</w:t>
      </w:r>
      <w:r>
        <w:tab/>
        <w:t>1.266e-2</w:t>
      </w:r>
    </w:p>
    <w:p w:rsidR="00557788" w:rsidRDefault="00557788" w:rsidP="00557788">
      <w:r>
        <w:t>363.6454</w:t>
      </w:r>
      <w:r>
        <w:tab/>
        <w:t>5.063e0</w:t>
      </w:r>
    </w:p>
    <w:p w:rsidR="00557788" w:rsidRDefault="00557788" w:rsidP="00557788">
      <w:r>
        <w:t>363.6492</w:t>
      </w:r>
      <w:r>
        <w:tab/>
        <w:t>1.266e-2</w:t>
      </w:r>
    </w:p>
    <w:p w:rsidR="00557788" w:rsidRDefault="00557788" w:rsidP="00557788">
      <w:r>
        <w:t>363.6559</w:t>
      </w:r>
      <w:r>
        <w:tab/>
        <w:t>2.025e0</w:t>
      </w:r>
    </w:p>
    <w:p w:rsidR="00557788" w:rsidRDefault="00557788" w:rsidP="00557788">
      <w:r>
        <w:lastRenderedPageBreak/>
        <w:t>363.6594</w:t>
      </w:r>
      <w:r>
        <w:tab/>
        <w:t>2.025e0</w:t>
      </w:r>
    </w:p>
    <w:p w:rsidR="00557788" w:rsidRDefault="00557788" w:rsidP="00557788">
      <w:r>
        <w:t>363.6622</w:t>
      </w:r>
      <w:r>
        <w:tab/>
        <w:t>1.266e-2</w:t>
      </w:r>
    </w:p>
    <w:p w:rsidR="00557788" w:rsidRDefault="00557788" w:rsidP="00557788">
      <w:r>
        <w:t>363.6669</w:t>
      </w:r>
      <w:r>
        <w:tab/>
        <w:t>3.038e0</w:t>
      </w:r>
    </w:p>
    <w:p w:rsidR="00557788" w:rsidRDefault="00557788" w:rsidP="00557788">
      <w:r>
        <w:t>363.6711</w:t>
      </w:r>
      <w:r>
        <w:tab/>
        <w:t>3.798e-2</w:t>
      </w:r>
    </w:p>
    <w:p w:rsidR="00557788" w:rsidRDefault="00557788" w:rsidP="00557788">
      <w:r>
        <w:t>363.6791</w:t>
      </w:r>
      <w:r>
        <w:tab/>
        <w:t>3.798e-2</w:t>
      </w:r>
    </w:p>
    <w:p w:rsidR="00557788" w:rsidRDefault="00557788" w:rsidP="00557788">
      <w:r>
        <w:t>363.6831</w:t>
      </w:r>
      <w:r>
        <w:tab/>
        <w:t>4.051e0</w:t>
      </w:r>
    </w:p>
    <w:p w:rsidR="00557788" w:rsidRDefault="00557788" w:rsidP="00557788">
      <w:r>
        <w:t>363.6996</w:t>
      </w:r>
      <w:r>
        <w:tab/>
        <w:t>1.013e0</w:t>
      </w:r>
    </w:p>
    <w:p w:rsidR="00557788" w:rsidRDefault="00557788" w:rsidP="00557788">
      <w:r>
        <w:t>363.7081</w:t>
      </w:r>
      <w:r>
        <w:tab/>
        <w:t>1.025e0</w:t>
      </w:r>
    </w:p>
    <w:p w:rsidR="00557788" w:rsidRDefault="00557788" w:rsidP="00557788">
      <w:r>
        <w:t>363.7276</w:t>
      </w:r>
      <w:r>
        <w:tab/>
        <w:t>2.532e-2</w:t>
      </w:r>
    </w:p>
    <w:p w:rsidR="00557788" w:rsidRDefault="00557788" w:rsidP="00557788">
      <w:r>
        <w:t>363.7324</w:t>
      </w:r>
      <w:r>
        <w:tab/>
        <w:t>4.051e0</w:t>
      </w:r>
    </w:p>
    <w:p w:rsidR="00557788" w:rsidRDefault="00557788" w:rsidP="00557788">
      <w:r>
        <w:t>363.7582</w:t>
      </w:r>
      <w:r>
        <w:tab/>
        <w:t>6.076e0</w:t>
      </w:r>
    </w:p>
    <w:p w:rsidR="00557788" w:rsidRDefault="00557788" w:rsidP="00557788">
      <w:r>
        <w:t>363.7595</w:t>
      </w:r>
      <w:r>
        <w:tab/>
        <w:t>1.266e-2</w:t>
      </w:r>
    </w:p>
    <w:p w:rsidR="00557788" w:rsidRDefault="00557788" w:rsidP="00557788">
      <w:r>
        <w:t>363.7689</w:t>
      </w:r>
      <w:r>
        <w:tab/>
        <w:t>2.025e0</w:t>
      </w:r>
    </w:p>
    <w:p w:rsidR="00557788" w:rsidRDefault="00557788" w:rsidP="00557788">
      <w:r>
        <w:t>363.7912</w:t>
      </w:r>
      <w:r>
        <w:tab/>
        <w:t>3.038e0</w:t>
      </w:r>
    </w:p>
    <w:p w:rsidR="00557788" w:rsidRDefault="00557788" w:rsidP="00557788">
      <w:r>
        <w:t>363.7990</w:t>
      </w:r>
      <w:r>
        <w:tab/>
        <w:t>1.013e0</w:t>
      </w:r>
    </w:p>
    <w:p w:rsidR="00557788" w:rsidRDefault="00557788" w:rsidP="00557788">
      <w:r>
        <w:t>363.8056</w:t>
      </w:r>
      <w:r>
        <w:tab/>
        <w:t>2.025e0</w:t>
      </w:r>
    </w:p>
    <w:p w:rsidR="00557788" w:rsidRDefault="00557788" w:rsidP="00557788">
      <w:r>
        <w:t>363.8201</w:t>
      </w:r>
      <w:r>
        <w:tab/>
        <w:t>1.266e-2</w:t>
      </w:r>
    </w:p>
    <w:p w:rsidR="00557788" w:rsidRDefault="00557788" w:rsidP="00557788">
      <w:r>
        <w:t>363.8244</w:t>
      </w:r>
      <w:r>
        <w:tab/>
        <w:t>1.266e-2</w:t>
      </w:r>
    </w:p>
    <w:p w:rsidR="00557788" w:rsidRDefault="00557788" w:rsidP="00557788">
      <w:r>
        <w:t>363.8333</w:t>
      </w:r>
      <w:r>
        <w:tab/>
        <w:t>2.025e0</w:t>
      </w:r>
    </w:p>
    <w:p w:rsidR="00557788" w:rsidRDefault="00557788" w:rsidP="00557788">
      <w:r>
        <w:lastRenderedPageBreak/>
        <w:t>363.8409</w:t>
      </w:r>
      <w:r>
        <w:tab/>
        <w:t>1.013e0</w:t>
      </w:r>
    </w:p>
    <w:p w:rsidR="00557788" w:rsidRDefault="00557788" w:rsidP="00557788">
      <w:r>
        <w:t>363.8593</w:t>
      </w:r>
      <w:r>
        <w:tab/>
        <w:t>6.950e0</w:t>
      </w:r>
    </w:p>
    <w:p w:rsidR="00557788" w:rsidRDefault="00557788" w:rsidP="00557788">
      <w:r>
        <w:t>363.8918</w:t>
      </w:r>
      <w:r>
        <w:tab/>
        <w:t>5.063e0</w:t>
      </w:r>
    </w:p>
    <w:p w:rsidR="00557788" w:rsidRDefault="00557788" w:rsidP="00557788">
      <w:r>
        <w:t>363.9011</w:t>
      </w:r>
      <w:r>
        <w:tab/>
        <w:t>2.025e0</w:t>
      </w:r>
    </w:p>
    <w:p w:rsidR="00557788" w:rsidRDefault="00557788" w:rsidP="00557788">
      <w:r>
        <w:t>363.9081</w:t>
      </w:r>
      <w:r>
        <w:tab/>
        <w:t>2.363e0</w:t>
      </w:r>
    </w:p>
    <w:p w:rsidR="00557788" w:rsidRDefault="00557788" w:rsidP="00557788">
      <w:r>
        <w:t>363.9190</w:t>
      </w:r>
      <w:r>
        <w:tab/>
        <w:t>4.365e0</w:t>
      </w:r>
    </w:p>
    <w:p w:rsidR="00557788" w:rsidRDefault="00557788" w:rsidP="00557788">
      <w:r>
        <w:t>363.9247</w:t>
      </w:r>
      <w:r>
        <w:tab/>
        <w:t>8.457e0</w:t>
      </w:r>
    </w:p>
    <w:p w:rsidR="00557788" w:rsidRDefault="00557788" w:rsidP="00557788">
      <w:r>
        <w:t>363.9398</w:t>
      </w:r>
      <w:r>
        <w:tab/>
        <w:t>4.742e0</w:t>
      </w:r>
    </w:p>
    <w:p w:rsidR="00557788" w:rsidRDefault="00557788" w:rsidP="00557788">
      <w:r>
        <w:t>363.9478</w:t>
      </w:r>
      <w:r>
        <w:tab/>
        <w:t>1.070e0</w:t>
      </w:r>
    </w:p>
    <w:p w:rsidR="00557788" w:rsidRDefault="00557788" w:rsidP="00557788">
      <w:r>
        <w:t>363.9583</w:t>
      </w:r>
      <w:r>
        <w:tab/>
        <w:t>2.941e0</w:t>
      </w:r>
    </w:p>
    <w:p w:rsidR="00557788" w:rsidRDefault="00557788" w:rsidP="00557788">
      <w:r>
        <w:t>363.9686</w:t>
      </w:r>
      <w:r>
        <w:tab/>
        <w:t>1.343e-2</w:t>
      </w:r>
    </w:p>
    <w:p w:rsidR="00557788" w:rsidRDefault="00557788" w:rsidP="00557788">
      <w:r>
        <w:t>363.9849</w:t>
      </w:r>
      <w:r>
        <w:tab/>
        <w:t>2.025e0</w:t>
      </w:r>
    </w:p>
    <w:p w:rsidR="00557788" w:rsidRDefault="00557788" w:rsidP="00557788">
      <w:r>
        <w:t>363.9904</w:t>
      </w:r>
      <w:r>
        <w:tab/>
        <w:t>2.495e0</w:t>
      </w:r>
    </w:p>
    <w:p w:rsidR="00557788" w:rsidRDefault="00557788" w:rsidP="00557788">
      <w:r>
        <w:t>363.9946</w:t>
      </w:r>
      <w:r>
        <w:tab/>
        <w:t>7.445e0</w:t>
      </w:r>
    </w:p>
    <w:p w:rsidR="00557788" w:rsidRDefault="00557788" w:rsidP="00557788">
      <w:r>
        <w:t>364.0056</w:t>
      </w:r>
      <w:r>
        <w:tab/>
        <w:t>1.218e0</w:t>
      </w:r>
    </w:p>
    <w:p w:rsidR="00557788" w:rsidRDefault="00557788" w:rsidP="00557788">
      <w:r>
        <w:t>364.0129</w:t>
      </w:r>
      <w:r>
        <w:tab/>
        <w:t>1.522e0</w:t>
      </w:r>
    </w:p>
    <w:p w:rsidR="00557788" w:rsidRDefault="00557788" w:rsidP="00557788">
      <w:r>
        <w:t>364.0359</w:t>
      </w:r>
      <w:r>
        <w:tab/>
        <w:t>1.497e0</w:t>
      </w:r>
    </w:p>
    <w:p w:rsidR="00557788" w:rsidRDefault="00557788" w:rsidP="00557788">
      <w:r>
        <w:t>364.0434</w:t>
      </w:r>
      <w:r>
        <w:tab/>
        <w:t>7.492e0</w:t>
      </w:r>
    </w:p>
    <w:p w:rsidR="00557788" w:rsidRDefault="00557788" w:rsidP="00557788">
      <w:r>
        <w:t>364.0539</w:t>
      </w:r>
      <w:r>
        <w:tab/>
        <w:t>1.397e0</w:t>
      </w:r>
    </w:p>
    <w:p w:rsidR="00557788" w:rsidRDefault="00557788" w:rsidP="00557788">
      <w:r>
        <w:lastRenderedPageBreak/>
        <w:t>364.0732</w:t>
      </w:r>
      <w:r>
        <w:tab/>
        <w:t>2.979e0</w:t>
      </w:r>
    </w:p>
    <w:p w:rsidR="00557788" w:rsidRDefault="00557788" w:rsidP="00557788">
      <w:r>
        <w:t>364.0843</w:t>
      </w:r>
      <w:r>
        <w:tab/>
        <w:t>7.197e-1</w:t>
      </w:r>
    </w:p>
    <w:p w:rsidR="00557788" w:rsidRDefault="00557788" w:rsidP="00557788">
      <w:r>
        <w:t>364.0958</w:t>
      </w:r>
      <w:r>
        <w:tab/>
        <w:t>3.996e0</w:t>
      </w:r>
    </w:p>
    <w:p w:rsidR="00557788" w:rsidRDefault="00557788" w:rsidP="00557788">
      <w:r>
        <w:t>364.1172</w:t>
      </w:r>
      <w:r>
        <w:tab/>
        <w:t>1.750e0</w:t>
      </w:r>
    </w:p>
    <w:p w:rsidR="00557788" w:rsidRDefault="00557788" w:rsidP="00557788">
      <w:r>
        <w:t>364.1212</w:t>
      </w:r>
      <w:r>
        <w:tab/>
        <w:t>1.726e0</w:t>
      </w:r>
    </w:p>
    <w:p w:rsidR="00557788" w:rsidRDefault="00557788" w:rsidP="00557788">
      <w:r>
        <w:t>364.1424</w:t>
      </w:r>
      <w:r>
        <w:tab/>
        <w:t>1.090e0</w:t>
      </w:r>
    </w:p>
    <w:p w:rsidR="00557788" w:rsidRDefault="00557788" w:rsidP="00557788">
      <w:r>
        <w:t>364.1471</w:t>
      </w:r>
      <w:r>
        <w:tab/>
        <w:t>1.688e0</w:t>
      </w:r>
    </w:p>
    <w:p w:rsidR="00557788" w:rsidRDefault="00557788" w:rsidP="00557788">
      <w:r>
        <w:t>364.1491</w:t>
      </w:r>
      <w:r>
        <w:tab/>
        <w:t>1.262e0</w:t>
      </w:r>
    </w:p>
    <w:p w:rsidR="00557788" w:rsidRDefault="00557788" w:rsidP="00557788">
      <w:r>
        <w:t>364.1696</w:t>
      </w:r>
      <w:r>
        <w:tab/>
        <w:t>3.193e0</w:t>
      </w:r>
    </w:p>
    <w:p w:rsidR="00557788" w:rsidRDefault="00557788" w:rsidP="00557788">
      <w:r>
        <w:t>364.2091</w:t>
      </w:r>
      <w:r>
        <w:tab/>
        <w:t>5.534e0</w:t>
      </w:r>
    </w:p>
    <w:p w:rsidR="00557788" w:rsidRDefault="00557788" w:rsidP="00557788">
      <w:r>
        <w:t>364.2154</w:t>
      </w:r>
      <w:r>
        <w:tab/>
        <w:t>2.751e0</w:t>
      </w:r>
    </w:p>
    <w:p w:rsidR="00557788" w:rsidRDefault="00557788" w:rsidP="00557788">
      <w:r>
        <w:t>364.2206</w:t>
      </w:r>
      <w:r>
        <w:tab/>
        <w:t>5.144e0</w:t>
      </w:r>
    </w:p>
    <w:p w:rsidR="00557788" w:rsidRDefault="00557788" w:rsidP="00557788">
      <w:r>
        <w:t>364.2249</w:t>
      </w:r>
      <w:r>
        <w:tab/>
        <w:t>1.367e1</w:t>
      </w:r>
    </w:p>
    <w:p w:rsidR="00557788" w:rsidRDefault="00557788" w:rsidP="00557788">
      <w:r>
        <w:t>364.2323</w:t>
      </w:r>
      <w:r>
        <w:tab/>
        <w:t>2.030e0</w:t>
      </w:r>
    </w:p>
    <w:p w:rsidR="00557788" w:rsidRDefault="00557788" w:rsidP="00557788">
      <w:r>
        <w:t>364.2423</w:t>
      </w:r>
      <w:r>
        <w:tab/>
        <w:t>4.482e0</w:t>
      </w:r>
    </w:p>
    <w:p w:rsidR="00557788" w:rsidRDefault="00557788" w:rsidP="00557788">
      <w:r>
        <w:t>364.2461</w:t>
      </w:r>
      <w:r>
        <w:tab/>
        <w:t>2.597e0</w:t>
      </w:r>
    </w:p>
    <w:p w:rsidR="00557788" w:rsidRDefault="00557788" w:rsidP="00557788">
      <w:r>
        <w:t>364.2864</w:t>
      </w:r>
      <w:r>
        <w:tab/>
        <w:t>3.319e0</w:t>
      </w:r>
    </w:p>
    <w:p w:rsidR="00557788" w:rsidRDefault="00557788" w:rsidP="00557788">
      <w:r>
        <w:t>364.2875</w:t>
      </w:r>
      <w:r>
        <w:tab/>
        <w:t>5.736e-1</w:t>
      </w:r>
    </w:p>
    <w:p w:rsidR="00557788" w:rsidRDefault="00557788" w:rsidP="00557788">
      <w:r>
        <w:t>364.2998</w:t>
      </w:r>
      <w:r>
        <w:tab/>
        <w:t>2.916e0</w:t>
      </w:r>
    </w:p>
    <w:p w:rsidR="00557788" w:rsidRDefault="00557788" w:rsidP="00557788">
      <w:r>
        <w:lastRenderedPageBreak/>
        <w:t>364.3392</w:t>
      </w:r>
      <w:r>
        <w:tab/>
        <w:t>6.313e1</w:t>
      </w:r>
    </w:p>
    <w:p w:rsidR="00557788" w:rsidRDefault="00557788" w:rsidP="00557788">
      <w:r>
        <w:t>364.3446</w:t>
      </w:r>
      <w:r>
        <w:tab/>
        <w:t>3.174e1</w:t>
      </w:r>
    </w:p>
    <w:p w:rsidR="00557788" w:rsidRDefault="00557788" w:rsidP="00557788">
      <w:r>
        <w:t>364.4192</w:t>
      </w:r>
      <w:r>
        <w:tab/>
        <w:t>1.025e0</w:t>
      </w:r>
    </w:p>
    <w:p w:rsidR="00557788" w:rsidRDefault="00557788" w:rsidP="00557788">
      <w:r>
        <w:t>364.4370</w:t>
      </w:r>
      <w:r>
        <w:tab/>
        <w:t>2.025e0</w:t>
      </w:r>
    </w:p>
    <w:p w:rsidR="00557788" w:rsidRDefault="00557788" w:rsidP="00557788">
      <w:r>
        <w:t>364.4410</w:t>
      </w:r>
      <w:r>
        <w:tab/>
        <w:t>4.051e0</w:t>
      </w:r>
    </w:p>
    <w:p w:rsidR="00557788" w:rsidRDefault="00557788" w:rsidP="00557788">
      <w:r>
        <w:t>364.4468</w:t>
      </w:r>
      <w:r>
        <w:tab/>
        <w:t>2.532e-2</w:t>
      </w:r>
    </w:p>
    <w:p w:rsidR="00557788" w:rsidRDefault="00557788" w:rsidP="00557788">
      <w:r>
        <w:t>364.4492</w:t>
      </w:r>
      <w:r>
        <w:tab/>
        <w:t>4.051e0</w:t>
      </w:r>
    </w:p>
    <w:p w:rsidR="00557788" w:rsidRDefault="00557788" w:rsidP="00557788">
      <w:r>
        <w:t>364.4562</w:t>
      </w:r>
      <w:r>
        <w:tab/>
        <w:t>1.696e0</w:t>
      </w:r>
    </w:p>
    <w:p w:rsidR="00557788" w:rsidRDefault="00557788" w:rsidP="00557788">
      <w:r>
        <w:t>364.4930</w:t>
      </w:r>
      <w:r>
        <w:tab/>
        <w:t>2.038e0</w:t>
      </w:r>
    </w:p>
    <w:p w:rsidR="00557788" w:rsidRDefault="00557788" w:rsidP="00557788">
      <w:r>
        <w:t>364.4993</w:t>
      </w:r>
      <w:r>
        <w:tab/>
        <w:t>3.038e0</w:t>
      </w:r>
    </w:p>
    <w:p w:rsidR="00557788" w:rsidRDefault="00557788" w:rsidP="00557788">
      <w:r>
        <w:t>364.5099</w:t>
      </w:r>
      <w:r>
        <w:tab/>
        <w:t>5.063e0</w:t>
      </w:r>
    </w:p>
    <w:p w:rsidR="00557788" w:rsidRDefault="00557788" w:rsidP="00557788">
      <w:r>
        <w:t>364.5148</w:t>
      </w:r>
      <w:r>
        <w:tab/>
        <w:t>2.038e0</w:t>
      </w:r>
    </w:p>
    <w:p w:rsidR="00557788" w:rsidRDefault="00557788" w:rsidP="00557788">
      <w:r>
        <w:t>364.5193</w:t>
      </w:r>
      <w:r>
        <w:tab/>
        <w:t>1.013e0</w:t>
      </w:r>
    </w:p>
    <w:p w:rsidR="00557788" w:rsidRDefault="00557788" w:rsidP="00557788">
      <w:r>
        <w:t>364.5280</w:t>
      </w:r>
      <w:r>
        <w:tab/>
        <w:t>1.051e0</w:t>
      </w:r>
    </w:p>
    <w:p w:rsidR="00557788" w:rsidRDefault="00557788" w:rsidP="00557788">
      <w:r>
        <w:t>364.5481</w:t>
      </w:r>
      <w:r>
        <w:tab/>
        <w:t>2.025e0</w:t>
      </w:r>
    </w:p>
    <w:p w:rsidR="00557788" w:rsidRDefault="00557788" w:rsidP="00557788">
      <w:r>
        <w:t>364.5648</w:t>
      </w:r>
      <w:r>
        <w:tab/>
        <w:t>4.051e0</w:t>
      </w:r>
    </w:p>
    <w:p w:rsidR="00557788" w:rsidRDefault="00557788" w:rsidP="00557788">
      <w:r>
        <w:t>364.5701</w:t>
      </w:r>
      <w:r>
        <w:tab/>
        <w:t>3.038e0</w:t>
      </w:r>
    </w:p>
    <w:p w:rsidR="00557788" w:rsidRDefault="00557788" w:rsidP="00557788">
      <w:r>
        <w:t>364.5854</w:t>
      </w:r>
      <w:r>
        <w:tab/>
        <w:t>1.013e0</w:t>
      </w:r>
    </w:p>
    <w:p w:rsidR="00557788" w:rsidRDefault="00557788" w:rsidP="00557788">
      <w:r>
        <w:t>364.5940</w:t>
      </w:r>
      <w:r>
        <w:tab/>
        <w:t>2.532e-2</w:t>
      </w:r>
    </w:p>
    <w:p w:rsidR="00557788" w:rsidRDefault="00557788" w:rsidP="00557788">
      <w:r>
        <w:lastRenderedPageBreak/>
        <w:t>364.5987</w:t>
      </w:r>
      <w:r>
        <w:tab/>
        <w:t>3.038e0</w:t>
      </w:r>
    </w:p>
    <w:p w:rsidR="00557788" w:rsidRDefault="00557788" w:rsidP="00557788">
      <w:r>
        <w:t>364.6119</w:t>
      </w:r>
      <w:r>
        <w:tab/>
        <w:t>3.038e0</w:t>
      </w:r>
    </w:p>
    <w:p w:rsidR="00557788" w:rsidRDefault="00557788" w:rsidP="00557788">
      <w:r>
        <w:t>364.6272</w:t>
      </w:r>
      <w:r>
        <w:tab/>
        <w:t>1.266e-2</w:t>
      </w:r>
    </w:p>
    <w:p w:rsidR="00557788" w:rsidRDefault="00557788" w:rsidP="00557788">
      <w:r>
        <w:t>364.6377</w:t>
      </w:r>
      <w:r>
        <w:tab/>
        <w:t>2.168e0</w:t>
      </w:r>
    </w:p>
    <w:p w:rsidR="00557788" w:rsidRDefault="00557788" w:rsidP="00557788">
      <w:r>
        <w:t>364.6521</w:t>
      </w:r>
      <w:r>
        <w:tab/>
        <w:t>2.025e0</w:t>
      </w:r>
    </w:p>
    <w:p w:rsidR="00557788" w:rsidRDefault="00557788" w:rsidP="00557788">
      <w:r>
        <w:t>364.6718</w:t>
      </w:r>
      <w:r>
        <w:tab/>
        <w:t>2.025e0</w:t>
      </w:r>
    </w:p>
    <w:p w:rsidR="00557788" w:rsidRDefault="00557788" w:rsidP="00557788">
      <w:r>
        <w:t>364.6756</w:t>
      </w:r>
      <w:r>
        <w:tab/>
        <w:t>2.025e0</w:t>
      </w:r>
    </w:p>
    <w:p w:rsidR="00557788" w:rsidRDefault="00557788" w:rsidP="00557788">
      <w:r>
        <w:t>364.6875</w:t>
      </w:r>
      <w:r>
        <w:tab/>
        <w:t>2.025e0</w:t>
      </w:r>
    </w:p>
    <w:p w:rsidR="00557788" w:rsidRDefault="00557788" w:rsidP="00557788">
      <w:r>
        <w:t>364.7078</w:t>
      </w:r>
      <w:r>
        <w:tab/>
        <w:t>3.797e-2</w:t>
      </w:r>
    </w:p>
    <w:p w:rsidR="00557788" w:rsidRDefault="00557788" w:rsidP="00557788">
      <w:r>
        <w:t>364.7143</w:t>
      </w:r>
      <w:r>
        <w:tab/>
        <w:t>3.798e-2</w:t>
      </w:r>
    </w:p>
    <w:p w:rsidR="00557788" w:rsidRDefault="00557788" w:rsidP="00557788">
      <w:r>
        <w:t>364.7290</w:t>
      </w:r>
      <w:r>
        <w:tab/>
        <w:t>2.801e0</w:t>
      </w:r>
    </w:p>
    <w:p w:rsidR="00557788" w:rsidRDefault="00557788" w:rsidP="00557788">
      <w:r>
        <w:t>364.7339</w:t>
      </w:r>
      <w:r>
        <w:tab/>
        <w:t>1.013e0</w:t>
      </w:r>
    </w:p>
    <w:p w:rsidR="00557788" w:rsidRDefault="00557788" w:rsidP="00557788">
      <w:r>
        <w:t>364.7646</w:t>
      </w:r>
      <w:r>
        <w:tab/>
        <w:t>1.266e-2</w:t>
      </w:r>
    </w:p>
    <w:p w:rsidR="00557788" w:rsidRDefault="00557788" w:rsidP="00557788">
      <w:r>
        <w:t>364.7791</w:t>
      </w:r>
      <w:r>
        <w:tab/>
        <w:t>1.025e0</w:t>
      </w:r>
    </w:p>
    <w:p w:rsidR="00557788" w:rsidRDefault="00557788" w:rsidP="00557788">
      <w:r>
        <w:t>364.7845</w:t>
      </w:r>
      <w:r>
        <w:tab/>
        <w:t>3.341e0</w:t>
      </w:r>
    </w:p>
    <w:p w:rsidR="00557788" w:rsidRDefault="00557788" w:rsidP="00557788">
      <w:r>
        <w:t>364.7893</w:t>
      </w:r>
      <w:r>
        <w:tab/>
        <w:t>4.051e0</w:t>
      </w:r>
    </w:p>
    <w:p w:rsidR="00557788" w:rsidRDefault="00557788" w:rsidP="00557788">
      <w:r>
        <w:t>364.8145</w:t>
      </w:r>
      <w:r>
        <w:tab/>
        <w:t>1.013e0</w:t>
      </w:r>
    </w:p>
    <w:p w:rsidR="00557788" w:rsidRDefault="00557788" w:rsidP="00557788">
      <w:r>
        <w:t>364.8168</w:t>
      </w:r>
      <w:r>
        <w:tab/>
        <w:t>2.025e0</w:t>
      </w:r>
    </w:p>
    <w:p w:rsidR="00557788" w:rsidRDefault="00557788" w:rsidP="00557788">
      <w:r>
        <w:t>364.8184</w:t>
      </w:r>
      <w:r>
        <w:tab/>
        <w:t>1.013e0</w:t>
      </w:r>
    </w:p>
    <w:p w:rsidR="00557788" w:rsidRDefault="00557788" w:rsidP="00557788">
      <w:r>
        <w:lastRenderedPageBreak/>
        <w:t>364.8229</w:t>
      </w:r>
      <w:r>
        <w:tab/>
        <w:t>2.025e0</w:t>
      </w:r>
    </w:p>
    <w:p w:rsidR="00557788" w:rsidRDefault="00557788" w:rsidP="00557788">
      <w:r>
        <w:t>364.8393</w:t>
      </w:r>
      <w:r>
        <w:tab/>
        <w:t>1.013e0</w:t>
      </w:r>
    </w:p>
    <w:p w:rsidR="00557788" w:rsidRDefault="00557788" w:rsidP="00557788">
      <w:r>
        <w:t>364.8640</w:t>
      </w:r>
      <w:r>
        <w:tab/>
        <w:t>2.025e0</w:t>
      </w:r>
    </w:p>
    <w:p w:rsidR="00557788" w:rsidRDefault="00557788" w:rsidP="00557788">
      <w:r>
        <w:t>364.8705</w:t>
      </w:r>
      <w:r>
        <w:tab/>
        <w:t>2.025e0</w:t>
      </w:r>
    </w:p>
    <w:p w:rsidR="00557788" w:rsidRDefault="00557788" w:rsidP="00557788">
      <w:r>
        <w:t>364.8900</w:t>
      </w:r>
      <w:r>
        <w:tab/>
        <w:t>1.013e0</w:t>
      </w:r>
    </w:p>
    <w:p w:rsidR="00557788" w:rsidRDefault="00557788" w:rsidP="00557788">
      <w:r>
        <w:t>364.8912</w:t>
      </w:r>
      <w:r>
        <w:tab/>
        <w:t>2.853e0</w:t>
      </w:r>
    </w:p>
    <w:p w:rsidR="00557788" w:rsidRDefault="00557788" w:rsidP="00557788">
      <w:r>
        <w:t>364.8950</w:t>
      </w:r>
      <w:r>
        <w:tab/>
        <w:t>1.038e0</w:t>
      </w:r>
    </w:p>
    <w:p w:rsidR="00557788" w:rsidRDefault="00557788" w:rsidP="00557788">
      <w:r>
        <w:t>364.9048</w:t>
      </w:r>
      <w:r>
        <w:tab/>
        <w:t>1.322e0</w:t>
      </w:r>
    </w:p>
    <w:p w:rsidR="00557788" w:rsidRDefault="00557788" w:rsidP="00557788">
      <w:r>
        <w:t>364.9217</w:t>
      </w:r>
      <w:r>
        <w:tab/>
        <w:t>3.478e0</w:t>
      </w:r>
    </w:p>
    <w:p w:rsidR="00557788" w:rsidRDefault="00557788" w:rsidP="00557788">
      <w:r>
        <w:t>364.9280</w:t>
      </w:r>
      <w:r>
        <w:tab/>
        <w:t>2.515e0</w:t>
      </w:r>
    </w:p>
    <w:p w:rsidR="00557788" w:rsidRDefault="00557788" w:rsidP="00557788">
      <w:r>
        <w:t>364.9327</w:t>
      </w:r>
      <w:r>
        <w:tab/>
        <w:t>1.466e0</w:t>
      </w:r>
    </w:p>
    <w:p w:rsidR="00557788" w:rsidRDefault="00557788" w:rsidP="00557788">
      <w:r>
        <w:t>364.9433</w:t>
      </w:r>
      <w:r>
        <w:tab/>
        <w:t>3.038e0</w:t>
      </w:r>
    </w:p>
    <w:p w:rsidR="00557788" w:rsidRDefault="00557788" w:rsidP="00557788">
      <w:r>
        <w:t>364.9725</w:t>
      </w:r>
      <w:r>
        <w:tab/>
        <w:t>1.642e0</w:t>
      </w:r>
    </w:p>
    <w:p w:rsidR="00557788" w:rsidRDefault="00557788" w:rsidP="00557788">
      <w:r>
        <w:t>364.9822</w:t>
      </w:r>
      <w:r>
        <w:tab/>
        <w:t>2.998e0</w:t>
      </w:r>
    </w:p>
    <w:p w:rsidR="00557788" w:rsidRDefault="00557788" w:rsidP="00557788">
      <w:r>
        <w:t>364.9885</w:t>
      </w:r>
      <w:r>
        <w:tab/>
        <w:t>1.237e0</w:t>
      </w:r>
    </w:p>
    <w:p w:rsidR="00557788" w:rsidRDefault="00557788" w:rsidP="00557788">
      <w:r>
        <w:t>365.0020</w:t>
      </w:r>
      <w:r>
        <w:tab/>
        <w:t>3.038e0</w:t>
      </w:r>
    </w:p>
    <w:p w:rsidR="00557788" w:rsidRDefault="00557788" w:rsidP="00557788">
      <w:r>
        <w:t>365.0050</w:t>
      </w:r>
      <w:r>
        <w:tab/>
        <w:t>2.606e-1</w:t>
      </w:r>
    </w:p>
    <w:p w:rsidR="00557788" w:rsidRDefault="00557788" w:rsidP="00557788">
      <w:r>
        <w:t>365.0328</w:t>
      </w:r>
      <w:r>
        <w:tab/>
        <w:t>4.051e0</w:t>
      </w:r>
    </w:p>
    <w:p w:rsidR="00557788" w:rsidRDefault="00557788" w:rsidP="00557788">
      <w:r>
        <w:t>365.0360</w:t>
      </w:r>
      <w:r>
        <w:tab/>
        <w:t>2.761e0</w:t>
      </w:r>
    </w:p>
    <w:p w:rsidR="00557788" w:rsidRDefault="00557788" w:rsidP="00557788">
      <w:r>
        <w:lastRenderedPageBreak/>
        <w:t>365.0621</w:t>
      </w:r>
      <w:r>
        <w:tab/>
        <w:t>2.505e0</w:t>
      </w:r>
    </w:p>
    <w:p w:rsidR="00557788" w:rsidRDefault="00557788" w:rsidP="00557788">
      <w:r>
        <w:t>365.0688</w:t>
      </w:r>
      <w:r>
        <w:tab/>
        <w:t>5.533e0</w:t>
      </w:r>
    </w:p>
    <w:p w:rsidR="00557788" w:rsidRDefault="00557788" w:rsidP="00557788">
      <w:r>
        <w:t>365.0733</w:t>
      </w:r>
      <w:r>
        <w:tab/>
        <w:t>2.958e0</w:t>
      </w:r>
    </w:p>
    <w:p w:rsidR="00557788" w:rsidRDefault="00557788" w:rsidP="00557788">
      <w:r>
        <w:t>365.0805</w:t>
      </w:r>
      <w:r>
        <w:tab/>
        <w:t>7.078e0</w:t>
      </w:r>
    </w:p>
    <w:p w:rsidR="00557788" w:rsidRDefault="00557788" w:rsidP="00557788">
      <w:r>
        <w:t>365.0852</w:t>
      </w:r>
      <w:r>
        <w:tab/>
        <w:t>2.025e0</w:t>
      </w:r>
    </w:p>
    <w:p w:rsidR="00557788" w:rsidRDefault="00557788" w:rsidP="00557788">
      <w:r>
        <w:t>365.1220</w:t>
      </w:r>
      <w:r>
        <w:tab/>
        <w:t>9.989e0</w:t>
      </w:r>
    </w:p>
    <w:p w:rsidR="00557788" w:rsidRDefault="00557788" w:rsidP="00557788">
      <w:r>
        <w:t>365.1298</w:t>
      </w:r>
      <w:r>
        <w:tab/>
        <w:t>1.391e1</w:t>
      </w:r>
    </w:p>
    <w:p w:rsidR="00557788" w:rsidRDefault="00557788" w:rsidP="00557788">
      <w:r>
        <w:t>365.1375</w:t>
      </w:r>
      <w:r>
        <w:tab/>
        <w:t>1.445e1</w:t>
      </w:r>
    </w:p>
    <w:p w:rsidR="00557788" w:rsidRDefault="00557788" w:rsidP="00557788">
      <w:r>
        <w:t>365.1450</w:t>
      </w:r>
      <w:r>
        <w:tab/>
        <w:t>1.610e1</w:t>
      </w:r>
    </w:p>
    <w:p w:rsidR="00557788" w:rsidRDefault="00557788" w:rsidP="00557788">
      <w:r>
        <w:t>365.1525</w:t>
      </w:r>
      <w:r>
        <w:tab/>
        <w:t>1.188e1</w:t>
      </w:r>
    </w:p>
    <w:p w:rsidR="00557788" w:rsidRDefault="00557788" w:rsidP="00557788">
      <w:r>
        <w:t>365.1948</w:t>
      </w:r>
      <w:r>
        <w:tab/>
        <w:t>3.876e0</w:t>
      </w:r>
    </w:p>
    <w:p w:rsidR="00557788" w:rsidRDefault="00557788" w:rsidP="00557788">
      <w:r>
        <w:t>365.1963</w:t>
      </w:r>
      <w:r>
        <w:tab/>
        <w:t>3.045e0</w:t>
      </w:r>
    </w:p>
    <w:p w:rsidR="00557788" w:rsidRDefault="00557788" w:rsidP="00557788">
      <w:r>
        <w:t>365.2131</w:t>
      </w:r>
      <w:r>
        <w:tab/>
        <w:t>6.731e0</w:t>
      </w:r>
    </w:p>
    <w:p w:rsidR="00557788" w:rsidRDefault="00557788" w:rsidP="00557788">
      <w:r>
        <w:t>365.2155</w:t>
      </w:r>
      <w:r>
        <w:tab/>
        <w:t>1.234e1</w:t>
      </w:r>
    </w:p>
    <w:p w:rsidR="00557788" w:rsidRDefault="00557788" w:rsidP="00557788">
      <w:r>
        <w:t>365.2169</w:t>
      </w:r>
      <w:r>
        <w:tab/>
        <w:t>7.322e0</w:t>
      </w:r>
    </w:p>
    <w:p w:rsidR="00557788" w:rsidRDefault="00557788" w:rsidP="00557788">
      <w:r>
        <w:t>365.2219</w:t>
      </w:r>
      <w:r>
        <w:tab/>
        <w:t>1.492e1</w:t>
      </w:r>
    </w:p>
    <w:p w:rsidR="00557788" w:rsidRDefault="00557788" w:rsidP="00557788">
      <w:r>
        <w:t>365.2564</w:t>
      </w:r>
      <w:r>
        <w:tab/>
        <w:t>2.652e0</w:t>
      </w:r>
    </w:p>
    <w:p w:rsidR="00557788" w:rsidRDefault="00557788" w:rsidP="00557788">
      <w:r>
        <w:t>365.2610</w:t>
      </w:r>
      <w:r>
        <w:tab/>
        <w:t>3.097e0</w:t>
      </w:r>
    </w:p>
    <w:p w:rsidR="00557788" w:rsidRDefault="00557788" w:rsidP="00557788">
      <w:r>
        <w:t>365.2955</w:t>
      </w:r>
      <w:r>
        <w:tab/>
        <w:t>4.544e0</w:t>
      </w:r>
    </w:p>
    <w:p w:rsidR="00557788" w:rsidRDefault="00557788" w:rsidP="00557788">
      <w:r>
        <w:lastRenderedPageBreak/>
        <w:t>365.3086</w:t>
      </w:r>
      <w:r>
        <w:tab/>
        <w:t>3.330e0</w:t>
      </w:r>
    </w:p>
    <w:p w:rsidR="00557788" w:rsidRDefault="00557788" w:rsidP="00557788">
      <w:r>
        <w:t>365.3201</w:t>
      </w:r>
      <w:r>
        <w:tab/>
        <w:t>3.247e0</w:t>
      </w:r>
    </w:p>
    <w:p w:rsidR="00557788" w:rsidRDefault="00557788" w:rsidP="00557788">
      <w:r>
        <w:t>365.3339</w:t>
      </w:r>
      <w:r>
        <w:tab/>
        <w:t>6.415e0</w:t>
      </w:r>
    </w:p>
    <w:p w:rsidR="00557788" w:rsidRDefault="00557788" w:rsidP="00557788">
      <w:r>
        <w:t>365.3466</w:t>
      </w:r>
      <w:r>
        <w:tab/>
        <w:t>1.117e1</w:t>
      </w:r>
    </w:p>
    <w:p w:rsidR="00557788" w:rsidRDefault="00557788" w:rsidP="00557788">
      <w:r>
        <w:t>365.3501</w:t>
      </w:r>
      <w:r>
        <w:tab/>
        <w:t>6.944e0</w:t>
      </w:r>
    </w:p>
    <w:p w:rsidR="00557788" w:rsidRDefault="00557788" w:rsidP="00557788">
      <w:r>
        <w:t>365.3758</w:t>
      </w:r>
      <w:r>
        <w:tab/>
        <w:t>3.038e0</w:t>
      </w:r>
    </w:p>
    <w:p w:rsidR="00557788" w:rsidRDefault="00557788" w:rsidP="00557788">
      <w:r>
        <w:t>365.3776</w:t>
      </w:r>
      <w:r>
        <w:tab/>
        <w:t>3.038e0</w:t>
      </w:r>
    </w:p>
    <w:p w:rsidR="00557788" w:rsidRDefault="00557788" w:rsidP="00557788">
      <w:r>
        <w:t>365.3860</w:t>
      </w:r>
      <w:r>
        <w:tab/>
        <w:t>2.761e0</w:t>
      </w:r>
    </w:p>
    <w:p w:rsidR="00557788" w:rsidRDefault="00557788" w:rsidP="00557788">
      <w:r>
        <w:t>365.4047</w:t>
      </w:r>
      <w:r>
        <w:tab/>
        <w:t>3.350e0</w:t>
      </w:r>
    </w:p>
    <w:p w:rsidR="00557788" w:rsidRDefault="00557788" w:rsidP="00557788">
      <w:r>
        <w:t>365.4348</w:t>
      </w:r>
      <w:r>
        <w:tab/>
        <w:t>1.013e0</w:t>
      </w:r>
    </w:p>
    <w:p w:rsidR="00557788" w:rsidRDefault="00557788" w:rsidP="00557788">
      <w:r>
        <w:t>365.4473</w:t>
      </w:r>
      <w:r>
        <w:tab/>
        <w:t>2.025e0</w:t>
      </w:r>
    </w:p>
    <w:p w:rsidR="00557788" w:rsidRDefault="00557788" w:rsidP="00557788">
      <w:r>
        <w:t>365.4559</w:t>
      </w:r>
      <w:r>
        <w:tab/>
        <w:t>1.025e0</w:t>
      </w:r>
    </w:p>
    <w:p w:rsidR="00557788" w:rsidRDefault="00557788" w:rsidP="00557788">
      <w:r>
        <w:t>365.4579</w:t>
      </w:r>
      <w:r>
        <w:tab/>
        <w:t>9.853e-1</w:t>
      </w:r>
    </w:p>
    <w:p w:rsidR="00557788" w:rsidRDefault="00557788" w:rsidP="00557788">
      <w:r>
        <w:t>365.4636</w:t>
      </w:r>
      <w:r>
        <w:tab/>
        <w:t>1.013e0</w:t>
      </w:r>
    </w:p>
    <w:p w:rsidR="00557788" w:rsidRDefault="00557788" w:rsidP="00557788">
      <w:r>
        <w:t>365.4742</w:t>
      </w:r>
      <w:r>
        <w:tab/>
        <w:t>4.051e0</w:t>
      </w:r>
    </w:p>
    <w:p w:rsidR="00557788" w:rsidRDefault="00557788" w:rsidP="00557788">
      <w:r>
        <w:t>365.4855</w:t>
      </w:r>
      <w:r>
        <w:tab/>
        <w:t>2.500e0</w:t>
      </w:r>
    </w:p>
    <w:p w:rsidR="00557788" w:rsidRDefault="00557788" w:rsidP="00557788">
      <w:r>
        <w:t>365.4890</w:t>
      </w:r>
      <w:r>
        <w:tab/>
        <w:t>1.266e-2</w:t>
      </w:r>
    </w:p>
    <w:p w:rsidR="00557788" w:rsidRDefault="00557788" w:rsidP="00557788">
      <w:r>
        <w:t>365.4951</w:t>
      </w:r>
      <w:r>
        <w:tab/>
        <w:t>2.025e0</w:t>
      </w:r>
    </w:p>
    <w:p w:rsidR="00557788" w:rsidRDefault="00557788" w:rsidP="00557788">
      <w:r>
        <w:t>365.5129</w:t>
      </w:r>
      <w:r>
        <w:tab/>
        <w:t>4.051e0</w:t>
      </w:r>
    </w:p>
    <w:p w:rsidR="00557788" w:rsidRDefault="00557788" w:rsidP="00557788">
      <w:r>
        <w:lastRenderedPageBreak/>
        <w:t>365.5146</w:t>
      </w:r>
      <w:r>
        <w:tab/>
        <w:t>4.657e0</w:t>
      </w:r>
    </w:p>
    <w:p w:rsidR="00557788" w:rsidRDefault="00557788" w:rsidP="00557788">
      <w:r>
        <w:t>365.5392</w:t>
      </w:r>
      <w:r>
        <w:tab/>
        <w:t>3.776e0</w:t>
      </w:r>
    </w:p>
    <w:p w:rsidR="00557788" w:rsidRDefault="00557788" w:rsidP="00557788">
      <w:r>
        <w:t>365.5408</w:t>
      </w:r>
      <w:r>
        <w:tab/>
        <w:t>6.076e0</w:t>
      </w:r>
    </w:p>
    <w:p w:rsidR="00557788" w:rsidRDefault="00557788" w:rsidP="00557788">
      <w:r>
        <w:t>365.5442</w:t>
      </w:r>
      <w:r>
        <w:tab/>
        <w:t>8.101e0</w:t>
      </w:r>
    </w:p>
    <w:p w:rsidR="00557788" w:rsidRDefault="00557788" w:rsidP="00557788">
      <w:r>
        <w:t>365.5553</w:t>
      </w:r>
      <w:r>
        <w:tab/>
        <w:t>2.025e0</w:t>
      </w:r>
    </w:p>
    <w:p w:rsidR="00557788" w:rsidRDefault="00557788" w:rsidP="00557788">
      <w:r>
        <w:t>365.5605</w:t>
      </w:r>
      <w:r>
        <w:tab/>
        <w:t>2.038e0</w:t>
      </w:r>
    </w:p>
    <w:p w:rsidR="00557788" w:rsidRDefault="00557788" w:rsidP="00557788">
      <w:r>
        <w:t>365.5883</w:t>
      </w:r>
      <w:r>
        <w:tab/>
        <w:t>3.038e0</w:t>
      </w:r>
    </w:p>
    <w:p w:rsidR="00557788" w:rsidRDefault="00557788" w:rsidP="00557788">
      <w:r>
        <w:t>365.5971</w:t>
      </w:r>
      <w:r>
        <w:tab/>
        <w:t>1.025e0</w:t>
      </w:r>
    </w:p>
    <w:p w:rsidR="00557788" w:rsidRDefault="00557788" w:rsidP="00557788">
      <w:r>
        <w:t>365.6009</w:t>
      </w:r>
      <w:r>
        <w:tab/>
        <w:t>3.038e0</w:t>
      </w:r>
    </w:p>
    <w:p w:rsidR="00557788" w:rsidRDefault="00557788" w:rsidP="00557788">
      <w:r>
        <w:t>365.6323</w:t>
      </w:r>
      <w:r>
        <w:tab/>
        <w:t>3.038e0</w:t>
      </w:r>
    </w:p>
    <w:p w:rsidR="00557788" w:rsidRDefault="00557788" w:rsidP="00557788">
      <w:r>
        <w:t>365.6396</w:t>
      </w:r>
      <w:r>
        <w:tab/>
        <w:t>3.076e0</w:t>
      </w:r>
    </w:p>
    <w:p w:rsidR="00557788" w:rsidRDefault="00557788" w:rsidP="00557788">
      <w:r>
        <w:t>365.6433</w:t>
      </w:r>
      <w:r>
        <w:tab/>
        <w:t>4.051e0</w:t>
      </w:r>
    </w:p>
    <w:p w:rsidR="00557788" w:rsidRDefault="00557788" w:rsidP="00557788">
      <w:r>
        <w:t>365.6469</w:t>
      </w:r>
      <w:r>
        <w:tab/>
        <w:t>1.013e0</w:t>
      </w:r>
    </w:p>
    <w:p w:rsidR="00557788" w:rsidRDefault="00557788" w:rsidP="00557788">
      <w:r>
        <w:t>365.6519</w:t>
      </w:r>
      <w:r>
        <w:tab/>
        <w:t>1.266e-2</w:t>
      </w:r>
    </w:p>
    <w:p w:rsidR="00557788" w:rsidRDefault="00557788" w:rsidP="00557788">
      <w:r>
        <w:t>365.6624</w:t>
      </w:r>
      <w:r>
        <w:tab/>
        <w:t>2.025e0</w:t>
      </w:r>
    </w:p>
    <w:p w:rsidR="00557788" w:rsidRDefault="00557788" w:rsidP="00557788">
      <w:r>
        <w:t>365.6701</w:t>
      </w:r>
      <w:r>
        <w:tab/>
        <w:t>2.025e0</w:t>
      </w:r>
    </w:p>
    <w:p w:rsidR="00557788" w:rsidRDefault="00557788" w:rsidP="00557788">
      <w:r>
        <w:t>365.6823</w:t>
      </w:r>
      <w:r>
        <w:tab/>
        <w:t>4.051e0</w:t>
      </w:r>
    </w:p>
    <w:p w:rsidR="00557788" w:rsidRDefault="00557788" w:rsidP="00557788">
      <w:r>
        <w:t>365.7035</w:t>
      </w:r>
      <w:r>
        <w:tab/>
        <w:t>1.038e0</w:t>
      </w:r>
    </w:p>
    <w:p w:rsidR="00557788" w:rsidRDefault="00557788" w:rsidP="00557788">
      <w:r>
        <w:t>365.7098</w:t>
      </w:r>
      <w:r>
        <w:tab/>
        <w:t>1.025e0</w:t>
      </w:r>
    </w:p>
    <w:p w:rsidR="00557788" w:rsidRDefault="00557788" w:rsidP="00557788">
      <w:r>
        <w:lastRenderedPageBreak/>
        <w:t>365.7138</w:t>
      </w:r>
      <w:r>
        <w:tab/>
        <w:t>1.038e0</w:t>
      </w:r>
    </w:p>
    <w:p w:rsidR="00557788" w:rsidRDefault="00557788" w:rsidP="00557788">
      <w:r>
        <w:t>365.7386</w:t>
      </w:r>
      <w:r>
        <w:tab/>
        <w:t>1.013e0</w:t>
      </w:r>
    </w:p>
    <w:p w:rsidR="00557788" w:rsidRDefault="00557788" w:rsidP="00557788">
      <w:r>
        <w:t>365.7622</w:t>
      </w:r>
      <w:r>
        <w:tab/>
        <w:t>3.076e0</w:t>
      </w:r>
    </w:p>
    <w:p w:rsidR="00557788" w:rsidRDefault="00557788" w:rsidP="00557788">
      <w:r>
        <w:t>365.7758</w:t>
      </w:r>
      <w:r>
        <w:tab/>
        <w:t>1.266e-2</w:t>
      </w:r>
    </w:p>
    <w:p w:rsidR="00557788" w:rsidRDefault="00557788" w:rsidP="00557788">
      <w:r>
        <w:t>365.7924</w:t>
      </w:r>
      <w:r>
        <w:tab/>
        <w:t>2.025e0</w:t>
      </w:r>
    </w:p>
    <w:p w:rsidR="00557788" w:rsidRDefault="00557788" w:rsidP="00557788">
      <w:r>
        <w:t>365.8016</w:t>
      </w:r>
      <w:r>
        <w:tab/>
        <w:t>1.013e0</w:t>
      </w:r>
    </w:p>
    <w:p w:rsidR="00557788" w:rsidRDefault="00557788" w:rsidP="00557788">
      <w:r>
        <w:t>365.8430</w:t>
      </w:r>
      <w:r>
        <w:tab/>
        <w:t>3.038e0</w:t>
      </w:r>
    </w:p>
    <w:p w:rsidR="00557788" w:rsidRDefault="00557788" w:rsidP="00557788">
      <w:r>
        <w:t>365.8524</w:t>
      </w:r>
      <w:r>
        <w:tab/>
        <w:t>3.063e0</w:t>
      </w:r>
    </w:p>
    <w:p w:rsidR="00557788" w:rsidRDefault="00557788" w:rsidP="00557788">
      <w:r>
        <w:t>365.8553</w:t>
      </w:r>
      <w:r>
        <w:tab/>
        <w:t>3.038e0</w:t>
      </w:r>
    </w:p>
    <w:p w:rsidR="00557788" w:rsidRDefault="00557788" w:rsidP="00557788">
      <w:r>
        <w:t>365.8731</w:t>
      </w:r>
      <w:r>
        <w:tab/>
        <w:t>2.038e0</w:t>
      </w:r>
    </w:p>
    <w:p w:rsidR="00557788" w:rsidRDefault="00557788" w:rsidP="00557788">
      <w:r>
        <w:t>365.8931</w:t>
      </w:r>
      <w:r>
        <w:tab/>
        <w:t>1.013e0</w:t>
      </w:r>
    </w:p>
    <w:p w:rsidR="00557788" w:rsidRDefault="00557788" w:rsidP="00557788">
      <w:r>
        <w:t>365.8981</w:t>
      </w:r>
      <w:r>
        <w:tab/>
        <w:t>4.878e0</w:t>
      </w:r>
    </w:p>
    <w:p w:rsidR="00557788" w:rsidRDefault="00557788" w:rsidP="00557788">
      <w:r>
        <w:t>365.9009</w:t>
      </w:r>
      <w:r>
        <w:tab/>
        <w:t>1.013e0</w:t>
      </w:r>
    </w:p>
    <w:p w:rsidR="00557788" w:rsidRDefault="00557788" w:rsidP="00557788">
      <w:r>
        <w:t>365.9117</w:t>
      </w:r>
      <w:r>
        <w:tab/>
        <w:t>1.580e0</w:t>
      </w:r>
    </w:p>
    <w:p w:rsidR="00557788" w:rsidRDefault="00557788" w:rsidP="00557788">
      <w:r>
        <w:t>365.9222</w:t>
      </w:r>
      <w:r>
        <w:tab/>
        <w:t>1.058e0</w:t>
      </w:r>
    </w:p>
    <w:p w:rsidR="00557788" w:rsidRDefault="00557788" w:rsidP="00557788">
      <w:r>
        <w:t>365.9284</w:t>
      </w:r>
      <w:r>
        <w:tab/>
        <w:t>1.146e0</w:t>
      </w:r>
    </w:p>
    <w:p w:rsidR="00557788" w:rsidRDefault="00557788" w:rsidP="00557788">
      <w:r>
        <w:t>365.9323</w:t>
      </w:r>
      <w:r>
        <w:tab/>
        <w:t>2.410e0</w:t>
      </w:r>
    </w:p>
    <w:p w:rsidR="00557788" w:rsidRDefault="00557788" w:rsidP="00557788">
      <w:r>
        <w:t>365.9454</w:t>
      </w:r>
      <w:r>
        <w:tab/>
        <w:t>2.415e0</w:t>
      </w:r>
    </w:p>
    <w:p w:rsidR="00557788" w:rsidRDefault="00557788" w:rsidP="00557788">
      <w:r>
        <w:t>365.9738</w:t>
      </w:r>
      <w:r>
        <w:tab/>
        <w:t>1.191e0</w:t>
      </w:r>
    </w:p>
    <w:p w:rsidR="00557788" w:rsidRDefault="00557788" w:rsidP="00557788">
      <w:r>
        <w:lastRenderedPageBreak/>
        <w:t>365.9847</w:t>
      </w:r>
      <w:r>
        <w:tab/>
        <w:t>4.621e0</w:t>
      </w:r>
    </w:p>
    <w:p w:rsidR="00557788" w:rsidRDefault="00557788" w:rsidP="00557788">
      <w:r>
        <w:t>366.0130</w:t>
      </w:r>
      <w:r>
        <w:tab/>
        <w:t>4.058e0</w:t>
      </w:r>
    </w:p>
    <w:p w:rsidR="00557788" w:rsidRDefault="00557788" w:rsidP="00557788">
      <w:r>
        <w:t>366.0264</w:t>
      </w:r>
      <w:r>
        <w:tab/>
        <w:t>1.113e0</w:t>
      </w:r>
    </w:p>
    <w:p w:rsidR="00557788" w:rsidRDefault="00557788" w:rsidP="00557788">
      <w:r>
        <w:t>366.0416</w:t>
      </w:r>
      <w:r>
        <w:tab/>
        <w:t>2.565e0</w:t>
      </w:r>
    </w:p>
    <w:p w:rsidR="00557788" w:rsidRDefault="00557788" w:rsidP="00557788">
      <w:r>
        <w:t>366.0457</w:t>
      </w:r>
      <w:r>
        <w:tab/>
        <w:t>3.695e0</w:t>
      </w:r>
    </w:p>
    <w:p w:rsidR="00557788" w:rsidRDefault="00557788" w:rsidP="00557788">
      <w:r>
        <w:t>366.0512</w:t>
      </w:r>
      <w:r>
        <w:tab/>
        <w:t>4.400e0</w:t>
      </w:r>
    </w:p>
    <w:p w:rsidR="00557788" w:rsidRDefault="00557788" w:rsidP="00557788">
      <w:r>
        <w:t>366.0536</w:t>
      </w:r>
      <w:r>
        <w:tab/>
        <w:t>5.213e0</w:t>
      </w:r>
    </w:p>
    <w:p w:rsidR="00557788" w:rsidRDefault="00557788" w:rsidP="00557788">
      <w:r>
        <w:t>366.1139</w:t>
      </w:r>
      <w:r>
        <w:tab/>
        <w:t>2.772e0</w:t>
      </w:r>
    </w:p>
    <w:p w:rsidR="00557788" w:rsidRDefault="00557788" w:rsidP="00557788">
      <w:r>
        <w:t>366.1224</w:t>
      </w:r>
      <w:r>
        <w:tab/>
        <w:t>2.953e0</w:t>
      </w:r>
    </w:p>
    <w:p w:rsidR="00557788" w:rsidRDefault="00557788" w:rsidP="00557788">
      <w:r>
        <w:t>366.1277</w:t>
      </w:r>
      <w:r>
        <w:tab/>
        <w:t>5.891e0</w:t>
      </w:r>
    </w:p>
    <w:p w:rsidR="00557788" w:rsidRDefault="00557788" w:rsidP="00557788">
      <w:r>
        <w:t>366.1393</w:t>
      </w:r>
      <w:r>
        <w:tab/>
        <w:t>9.377e0</w:t>
      </w:r>
    </w:p>
    <w:p w:rsidR="00557788" w:rsidRDefault="00557788" w:rsidP="00557788">
      <w:r>
        <w:t>366.1449</w:t>
      </w:r>
      <w:r>
        <w:tab/>
        <w:t>8.263e0</w:t>
      </w:r>
    </w:p>
    <w:p w:rsidR="00557788" w:rsidRDefault="00557788" w:rsidP="00557788">
      <w:r>
        <w:t>366.1499</w:t>
      </w:r>
      <w:r>
        <w:tab/>
        <w:t>3.017e0</w:t>
      </w:r>
    </w:p>
    <w:p w:rsidR="00557788" w:rsidRDefault="00557788" w:rsidP="00557788">
      <w:r>
        <w:t>366.1540</w:t>
      </w:r>
      <w:r>
        <w:tab/>
        <w:t>4.220e0</w:t>
      </w:r>
    </w:p>
    <w:p w:rsidR="00557788" w:rsidRDefault="00557788" w:rsidP="00557788">
      <w:r>
        <w:t>366.1774</w:t>
      </w:r>
      <w:r>
        <w:tab/>
        <w:t>6.643e0</w:t>
      </w:r>
    </w:p>
    <w:p w:rsidR="00557788" w:rsidRDefault="00557788" w:rsidP="00557788">
      <w:r>
        <w:t>366.1904</w:t>
      </w:r>
      <w:r>
        <w:tab/>
        <w:t>4.721e0</w:t>
      </w:r>
    </w:p>
    <w:p w:rsidR="00557788" w:rsidRDefault="00557788" w:rsidP="00557788">
      <w:r>
        <w:t>366.1933</w:t>
      </w:r>
      <w:r>
        <w:tab/>
        <w:t>4.724e0</w:t>
      </w:r>
    </w:p>
    <w:p w:rsidR="00557788" w:rsidRDefault="00557788" w:rsidP="00557788">
      <w:r>
        <w:t>366.2012</w:t>
      </w:r>
      <w:r>
        <w:tab/>
        <w:t>1.314e0</w:t>
      </w:r>
    </w:p>
    <w:p w:rsidR="00557788" w:rsidRDefault="00557788" w:rsidP="00557788">
      <w:r>
        <w:t>366.2179</w:t>
      </w:r>
      <w:r>
        <w:tab/>
        <w:t>1.426e0</w:t>
      </w:r>
    </w:p>
    <w:p w:rsidR="00557788" w:rsidRDefault="00557788" w:rsidP="00557788">
      <w:r>
        <w:lastRenderedPageBreak/>
        <w:t>366.2295</w:t>
      </w:r>
      <w:r>
        <w:tab/>
        <w:t>2.306e0</w:t>
      </w:r>
    </w:p>
    <w:p w:rsidR="00557788" w:rsidRDefault="00557788" w:rsidP="00557788">
      <w:r>
        <w:t>366.2429</w:t>
      </w:r>
      <w:r>
        <w:tab/>
        <w:t>2.149e0</w:t>
      </w:r>
    </w:p>
    <w:p w:rsidR="00557788" w:rsidRDefault="00557788" w:rsidP="00557788">
      <w:r>
        <w:t>366.2819</w:t>
      </w:r>
      <w:r>
        <w:tab/>
        <w:t>9.915e-1</w:t>
      </w:r>
    </w:p>
    <w:p w:rsidR="00557788" w:rsidRDefault="00557788" w:rsidP="00557788">
      <w:r>
        <w:t>366.2856</w:t>
      </w:r>
      <w:r>
        <w:tab/>
        <w:t>1.498e0</w:t>
      </w:r>
    </w:p>
    <w:p w:rsidR="00557788" w:rsidRDefault="00557788" w:rsidP="00557788">
      <w:r>
        <w:t>366.2905</w:t>
      </w:r>
      <w:r>
        <w:tab/>
        <w:t>2.391e0</w:t>
      </w:r>
    </w:p>
    <w:p w:rsidR="00557788" w:rsidRDefault="00557788" w:rsidP="00557788">
      <w:r>
        <w:t>366.3207</w:t>
      </w:r>
      <w:r>
        <w:tab/>
        <w:t>5.885e-1</w:t>
      </w:r>
    </w:p>
    <w:p w:rsidR="00557788" w:rsidRDefault="00557788" w:rsidP="00557788">
      <w:r>
        <w:t>366.3268</w:t>
      </w:r>
      <w:r>
        <w:tab/>
        <w:t>5.775e0</w:t>
      </w:r>
    </w:p>
    <w:p w:rsidR="00557788" w:rsidRDefault="00557788" w:rsidP="00557788">
      <w:r>
        <w:t>366.3351</w:t>
      </w:r>
      <w:r>
        <w:tab/>
        <w:t>1.013e0</w:t>
      </w:r>
    </w:p>
    <w:p w:rsidR="00557788" w:rsidRDefault="00557788" w:rsidP="00557788">
      <w:r>
        <w:t>366.3688</w:t>
      </w:r>
      <w:r>
        <w:tab/>
        <w:t>3.167e0</w:t>
      </w:r>
    </w:p>
    <w:p w:rsidR="00557788" w:rsidRDefault="00557788" w:rsidP="00557788">
      <w:r>
        <w:t>366.3751</w:t>
      </w:r>
      <w:r>
        <w:tab/>
        <w:t>3.307e0</w:t>
      </w:r>
    </w:p>
    <w:p w:rsidR="00557788" w:rsidRDefault="00557788" w:rsidP="00557788">
      <w:r>
        <w:t>366.3779</w:t>
      </w:r>
      <w:r>
        <w:tab/>
        <w:t>1.051e0</w:t>
      </w:r>
    </w:p>
    <w:p w:rsidR="00557788" w:rsidRDefault="00557788" w:rsidP="00557788">
      <w:r>
        <w:t>366.3842</w:t>
      </w:r>
      <w:r>
        <w:tab/>
        <w:t>1.013e0</w:t>
      </w:r>
    </w:p>
    <w:p w:rsidR="00557788" w:rsidRDefault="00557788" w:rsidP="00557788">
      <w:r>
        <w:t>366.3906</w:t>
      </w:r>
      <w:r>
        <w:tab/>
        <w:t>2.025e0</w:t>
      </w:r>
    </w:p>
    <w:p w:rsidR="00557788" w:rsidRDefault="00557788" w:rsidP="00557788">
      <w:r>
        <w:t>366.4192</w:t>
      </w:r>
      <w:r>
        <w:tab/>
        <w:t>4.076e0</w:t>
      </w:r>
    </w:p>
    <w:p w:rsidR="00557788" w:rsidRDefault="00557788" w:rsidP="00557788">
      <w:r>
        <w:t>366.4385</w:t>
      </w:r>
      <w:r>
        <w:tab/>
        <w:t>1.956e0</w:t>
      </w:r>
    </w:p>
    <w:p w:rsidR="00557788" w:rsidRDefault="00557788" w:rsidP="00557788">
      <w:r>
        <w:t>366.4427</w:t>
      </w:r>
      <w:r>
        <w:tab/>
        <w:t>3.051e0</w:t>
      </w:r>
    </w:p>
    <w:p w:rsidR="00557788" w:rsidRDefault="00557788" w:rsidP="00557788">
      <w:r>
        <w:t>366.4781</w:t>
      </w:r>
      <w:r>
        <w:tab/>
        <w:t>3.038e0</w:t>
      </w:r>
    </w:p>
    <w:p w:rsidR="00557788" w:rsidRDefault="00557788" w:rsidP="00557788">
      <w:r>
        <w:t>366.4844</w:t>
      </w:r>
      <w:r>
        <w:tab/>
        <w:t>2.025e0</w:t>
      </w:r>
    </w:p>
    <w:p w:rsidR="00557788" w:rsidRDefault="00557788" w:rsidP="00557788">
      <w:r>
        <w:t>366.4878</w:t>
      </w:r>
      <w:r>
        <w:tab/>
        <w:t>5.063e0</w:t>
      </w:r>
    </w:p>
    <w:p w:rsidR="00557788" w:rsidRDefault="00557788" w:rsidP="00557788">
      <w:r>
        <w:lastRenderedPageBreak/>
        <w:t>366.4930</w:t>
      </w:r>
      <w:r>
        <w:tab/>
        <w:t>1.266e-2</w:t>
      </w:r>
    </w:p>
    <w:p w:rsidR="00557788" w:rsidRDefault="00557788" w:rsidP="00557788">
      <w:r>
        <w:t>366.4968</w:t>
      </w:r>
      <w:r>
        <w:tab/>
        <w:t>2.025e0</w:t>
      </w:r>
    </w:p>
    <w:p w:rsidR="00557788" w:rsidRDefault="00557788" w:rsidP="00557788">
      <w:r>
        <w:t>366.5086</w:t>
      </w:r>
      <w:r>
        <w:tab/>
        <w:t>3.038e0</w:t>
      </w:r>
    </w:p>
    <w:p w:rsidR="00557788" w:rsidRDefault="00557788" w:rsidP="00557788">
      <w:r>
        <w:t>366.5132</w:t>
      </w:r>
      <w:r>
        <w:tab/>
        <w:t>1.013e0</w:t>
      </w:r>
    </w:p>
    <w:p w:rsidR="00557788" w:rsidRDefault="00557788" w:rsidP="00557788">
      <w:r>
        <w:t>366.5217</w:t>
      </w:r>
      <w:r>
        <w:tab/>
        <w:t>1.013e0</w:t>
      </w:r>
    </w:p>
    <w:p w:rsidR="00557788" w:rsidRDefault="00557788" w:rsidP="00557788">
      <w:r>
        <w:t>366.5263</w:t>
      </w:r>
      <w:r>
        <w:tab/>
        <w:t>2.025e0</w:t>
      </w:r>
    </w:p>
    <w:p w:rsidR="00557788" w:rsidRDefault="00557788" w:rsidP="00557788">
      <w:r>
        <w:t>366.5352</w:t>
      </w:r>
      <w:r>
        <w:tab/>
        <w:t>2.025e0</w:t>
      </w:r>
    </w:p>
    <w:p w:rsidR="00557788" w:rsidRDefault="00557788" w:rsidP="00557788">
      <w:r>
        <w:t>366.5370</w:t>
      </w:r>
      <w:r>
        <w:tab/>
        <w:t>2.025e0</w:t>
      </w:r>
    </w:p>
    <w:p w:rsidR="00557788" w:rsidRDefault="00557788" w:rsidP="00557788">
      <w:r>
        <w:t>366.5588</w:t>
      </w:r>
      <w:r>
        <w:tab/>
        <w:t>3.038e0</w:t>
      </w:r>
    </w:p>
    <w:p w:rsidR="00557788" w:rsidRDefault="00557788" w:rsidP="00557788">
      <w:r>
        <w:t>366.5923</w:t>
      </w:r>
      <w:r>
        <w:tab/>
        <w:t>1.266e-2</w:t>
      </w:r>
    </w:p>
    <w:p w:rsidR="00557788" w:rsidRDefault="00557788" w:rsidP="00557788">
      <w:r>
        <w:t>366.5981</w:t>
      </w:r>
      <w:r>
        <w:tab/>
        <w:t>1.013e0</w:t>
      </w:r>
    </w:p>
    <w:p w:rsidR="00557788" w:rsidRDefault="00557788" w:rsidP="00557788">
      <w:r>
        <w:t>366.6087</w:t>
      </w:r>
      <w:r>
        <w:tab/>
        <w:t>4.063e0</w:t>
      </w:r>
    </w:p>
    <w:p w:rsidR="00557788" w:rsidRDefault="00557788" w:rsidP="00557788">
      <w:r>
        <w:t>366.6201</w:t>
      </w:r>
      <w:r>
        <w:tab/>
        <w:t>2.025e0</w:t>
      </w:r>
    </w:p>
    <w:p w:rsidR="00557788" w:rsidRDefault="00557788" w:rsidP="00557788">
      <w:r>
        <w:t>366.6243</w:t>
      </w:r>
      <w:r>
        <w:tab/>
        <w:t>1.013e0</w:t>
      </w:r>
    </w:p>
    <w:p w:rsidR="00557788" w:rsidRDefault="00557788" w:rsidP="00557788">
      <w:r>
        <w:t>366.6267</w:t>
      </w:r>
      <w:r>
        <w:tab/>
        <w:t>4.051e0</w:t>
      </w:r>
    </w:p>
    <w:p w:rsidR="00557788" w:rsidRDefault="00557788" w:rsidP="00557788">
      <w:r>
        <w:t>366.6504</w:t>
      </w:r>
      <w:r>
        <w:tab/>
        <w:t>2.025e0</w:t>
      </w:r>
    </w:p>
    <w:p w:rsidR="00557788" w:rsidRDefault="00557788" w:rsidP="00557788">
      <w:r>
        <w:t>366.6622</w:t>
      </w:r>
      <w:r>
        <w:tab/>
        <w:t>4.076e0</w:t>
      </w:r>
    </w:p>
    <w:p w:rsidR="00557788" w:rsidRDefault="00557788" w:rsidP="00557788">
      <w:r>
        <w:t>366.6635</w:t>
      </w:r>
      <w:r>
        <w:tab/>
        <w:t>2.025e0</w:t>
      </w:r>
    </w:p>
    <w:p w:rsidR="00557788" w:rsidRDefault="00557788" w:rsidP="00557788">
      <w:r>
        <w:t>366.6841</w:t>
      </w:r>
      <w:r>
        <w:tab/>
        <w:t>1.013e0</w:t>
      </w:r>
    </w:p>
    <w:p w:rsidR="00557788" w:rsidRDefault="00557788" w:rsidP="00557788">
      <w:r>
        <w:lastRenderedPageBreak/>
        <w:t>366.7157</w:t>
      </w:r>
      <w:r>
        <w:tab/>
        <w:t>1.266e-2</w:t>
      </w:r>
    </w:p>
    <w:p w:rsidR="00557788" w:rsidRDefault="00557788" w:rsidP="00557788">
      <w:r>
        <w:t>366.7319</w:t>
      </w:r>
      <w:r>
        <w:tab/>
        <w:t>2.063e0</w:t>
      </w:r>
    </w:p>
    <w:p w:rsidR="00557788" w:rsidRDefault="00557788" w:rsidP="00557788">
      <w:r>
        <w:t>366.7411</w:t>
      </w:r>
      <w:r>
        <w:tab/>
        <w:t>2.063e0</w:t>
      </w:r>
    </w:p>
    <w:p w:rsidR="00557788" w:rsidRDefault="00557788" w:rsidP="00557788">
      <w:r>
        <w:t>366.7657</w:t>
      </w:r>
      <w:r>
        <w:tab/>
        <w:t>3.038e0</w:t>
      </w:r>
    </w:p>
    <w:p w:rsidR="00557788" w:rsidRDefault="00557788" w:rsidP="00557788">
      <w:r>
        <w:t>366.8046</w:t>
      </w:r>
      <w:r>
        <w:tab/>
        <w:t>2.025e0</w:t>
      </w:r>
    </w:p>
    <w:p w:rsidR="00557788" w:rsidRDefault="00557788" w:rsidP="00557788">
      <w:r>
        <w:t>366.8177</w:t>
      </w:r>
      <w:r>
        <w:tab/>
        <w:t>1.266e-2</w:t>
      </w:r>
    </w:p>
    <w:p w:rsidR="00557788" w:rsidRDefault="00557788" w:rsidP="00557788">
      <w:r>
        <w:t>366.8217</w:t>
      </w:r>
      <w:r>
        <w:tab/>
        <w:t>1.013e0</w:t>
      </w:r>
    </w:p>
    <w:p w:rsidR="00557788" w:rsidRDefault="00557788" w:rsidP="00557788">
      <w:r>
        <w:t>366.8302</w:t>
      </w:r>
      <w:r>
        <w:tab/>
        <w:t>2.025e0</w:t>
      </w:r>
    </w:p>
    <w:p w:rsidR="00557788" w:rsidRDefault="00557788" w:rsidP="00557788">
      <w:r>
        <w:t>366.8427</w:t>
      </w:r>
      <w:r>
        <w:tab/>
        <w:t>1.013e0</w:t>
      </w:r>
    </w:p>
    <w:p w:rsidR="00557788" w:rsidRDefault="00557788" w:rsidP="00557788">
      <w:r>
        <w:t>366.8530</w:t>
      </w:r>
      <w:r>
        <w:tab/>
        <w:t>1.013e0</w:t>
      </w:r>
    </w:p>
    <w:p w:rsidR="00557788" w:rsidRDefault="00557788" w:rsidP="00557788">
      <w:r>
        <w:t>366.8666</w:t>
      </w:r>
      <w:r>
        <w:tab/>
        <w:t>2.025e0</w:t>
      </w:r>
    </w:p>
    <w:p w:rsidR="00557788" w:rsidRDefault="00557788" w:rsidP="00557788">
      <w:r>
        <w:t>366.8725</w:t>
      </w:r>
      <w:r>
        <w:tab/>
        <w:t>2.025e0</w:t>
      </w:r>
    </w:p>
    <w:p w:rsidR="00557788" w:rsidRDefault="00557788" w:rsidP="00557788">
      <w:r>
        <w:t>366.8796</w:t>
      </w:r>
      <w:r>
        <w:tab/>
        <w:t>3.038e0</w:t>
      </w:r>
    </w:p>
    <w:p w:rsidR="00557788" w:rsidRDefault="00557788" w:rsidP="00557788">
      <w:r>
        <w:t>366.8852</w:t>
      </w:r>
      <w:r>
        <w:tab/>
        <w:t>3.038e0</w:t>
      </w:r>
    </w:p>
    <w:p w:rsidR="00557788" w:rsidRDefault="00557788" w:rsidP="00557788">
      <w:r>
        <w:t>366.9059</w:t>
      </w:r>
      <w:r>
        <w:tab/>
        <w:t>6.465e0</w:t>
      </w:r>
    </w:p>
    <w:p w:rsidR="00557788" w:rsidRDefault="00557788" w:rsidP="00557788">
      <w:r>
        <w:t>366.9511</w:t>
      </w:r>
      <w:r>
        <w:tab/>
        <w:t>1.524e0</w:t>
      </w:r>
    </w:p>
    <w:p w:rsidR="00557788" w:rsidRDefault="00557788" w:rsidP="00557788">
      <w:r>
        <w:t>366.9531</w:t>
      </w:r>
      <w:r>
        <w:tab/>
        <w:t>1.837e0</w:t>
      </w:r>
    </w:p>
    <w:p w:rsidR="00557788" w:rsidRDefault="00557788" w:rsidP="00557788">
      <w:r>
        <w:t>366.9688</w:t>
      </w:r>
      <w:r>
        <w:tab/>
        <w:t>3.062e0</w:t>
      </w:r>
    </w:p>
    <w:p w:rsidR="00557788" w:rsidRDefault="00557788" w:rsidP="00557788">
      <w:r>
        <w:t>366.9790</w:t>
      </w:r>
      <w:r>
        <w:tab/>
        <w:t>2.540e-1</w:t>
      </w:r>
    </w:p>
    <w:p w:rsidR="00557788" w:rsidRDefault="00557788" w:rsidP="00557788">
      <w:r>
        <w:lastRenderedPageBreak/>
        <w:t>367.0011</w:t>
      </w:r>
      <w:r>
        <w:tab/>
        <w:t>1.740e0</w:t>
      </w:r>
    </w:p>
    <w:p w:rsidR="00557788" w:rsidRDefault="00557788" w:rsidP="00557788">
      <w:r>
        <w:t>367.0090</w:t>
      </w:r>
      <w:r>
        <w:tab/>
        <w:t>6.076e0</w:t>
      </w:r>
    </w:p>
    <w:p w:rsidR="00557788" w:rsidRDefault="00557788" w:rsidP="00557788">
      <w:r>
        <w:t>367.0112</w:t>
      </w:r>
      <w:r>
        <w:tab/>
        <w:t>3.038e0</w:t>
      </w:r>
    </w:p>
    <w:p w:rsidR="00557788" w:rsidRDefault="00557788" w:rsidP="00557788">
      <w:r>
        <w:t>367.0195</w:t>
      </w:r>
      <w:r>
        <w:tab/>
        <w:t>3.213e-1</w:t>
      </w:r>
    </w:p>
    <w:p w:rsidR="00557788" w:rsidRDefault="00557788" w:rsidP="00557788">
      <w:r>
        <w:t>367.0367</w:t>
      </w:r>
      <w:r>
        <w:tab/>
        <w:t>3.383e-1</w:t>
      </w:r>
    </w:p>
    <w:p w:rsidR="00557788" w:rsidRDefault="00557788" w:rsidP="00557788">
      <w:r>
        <w:t>367.0383</w:t>
      </w:r>
      <w:r>
        <w:tab/>
        <w:t>2.767e0</w:t>
      </w:r>
    </w:p>
    <w:p w:rsidR="00557788" w:rsidRDefault="00557788" w:rsidP="00557788">
      <w:r>
        <w:t>367.0598</w:t>
      </w:r>
      <w:r>
        <w:tab/>
        <w:t>1.278e0</w:t>
      </w:r>
    </w:p>
    <w:p w:rsidR="00557788" w:rsidRDefault="00557788" w:rsidP="00557788">
      <w:r>
        <w:t>367.0618</w:t>
      </w:r>
      <w:r>
        <w:tab/>
        <w:t>5.393e0</w:t>
      </w:r>
    </w:p>
    <w:p w:rsidR="00557788" w:rsidRDefault="00557788" w:rsidP="00557788">
      <w:r>
        <w:t>367.0682</w:t>
      </w:r>
      <w:r>
        <w:tab/>
        <w:t>1.825e0</w:t>
      </w:r>
    </w:p>
    <w:p w:rsidR="00557788" w:rsidRDefault="00557788" w:rsidP="00557788">
      <w:r>
        <w:t>367.0719</w:t>
      </w:r>
      <w:r>
        <w:tab/>
        <w:t>3.897e0</w:t>
      </w:r>
    </w:p>
    <w:p w:rsidR="00557788" w:rsidRDefault="00557788" w:rsidP="00557788">
      <w:r>
        <w:t>367.0752</w:t>
      </w:r>
      <w:r>
        <w:tab/>
        <w:t>6.076e0</w:t>
      </w:r>
    </w:p>
    <w:p w:rsidR="00557788" w:rsidRDefault="00557788" w:rsidP="00557788">
      <w:r>
        <w:t>367.0770</w:t>
      </w:r>
      <w:r>
        <w:tab/>
        <w:t>3.009e0</w:t>
      </w:r>
    </w:p>
    <w:p w:rsidR="00557788" w:rsidRDefault="00557788" w:rsidP="00557788">
      <w:r>
        <w:t>367.0963</w:t>
      </w:r>
      <w:r>
        <w:tab/>
        <w:t>9.705e0</w:t>
      </w:r>
    </w:p>
    <w:p w:rsidR="00557788" w:rsidRDefault="00557788" w:rsidP="00557788">
      <w:r>
        <w:t>367.1277</w:t>
      </w:r>
      <w:r>
        <w:tab/>
        <w:t>4.975e0</w:t>
      </w:r>
    </w:p>
    <w:p w:rsidR="00557788" w:rsidRDefault="00557788" w:rsidP="00557788">
      <w:r>
        <w:t>367.1320</w:t>
      </w:r>
      <w:r>
        <w:tab/>
        <w:t>7.195e0</w:t>
      </w:r>
    </w:p>
    <w:p w:rsidR="00557788" w:rsidRDefault="00557788" w:rsidP="00557788">
      <w:r>
        <w:t>367.1346</w:t>
      </w:r>
      <w:r>
        <w:tab/>
        <w:t>4.961e0</w:t>
      </w:r>
    </w:p>
    <w:p w:rsidR="00557788" w:rsidRDefault="00557788" w:rsidP="00557788">
      <w:r>
        <w:t>367.1386</w:t>
      </w:r>
      <w:r>
        <w:tab/>
        <w:t>7.669e0</w:t>
      </w:r>
    </w:p>
    <w:p w:rsidR="00557788" w:rsidRDefault="00557788" w:rsidP="00557788">
      <w:r>
        <w:t>367.1479</w:t>
      </w:r>
      <w:r>
        <w:tab/>
        <w:t>9.826e0</w:t>
      </w:r>
    </w:p>
    <w:p w:rsidR="00557788" w:rsidRDefault="00557788" w:rsidP="00557788">
      <w:r>
        <w:t>367.1591</w:t>
      </w:r>
      <w:r>
        <w:tab/>
        <w:t>2.820e0</w:t>
      </w:r>
    </w:p>
    <w:p w:rsidR="00557788" w:rsidRDefault="00557788" w:rsidP="00557788">
      <w:r>
        <w:lastRenderedPageBreak/>
        <w:t>367.1615</w:t>
      </w:r>
      <w:r>
        <w:tab/>
        <w:t>3.846e0</w:t>
      </w:r>
    </w:p>
    <w:p w:rsidR="00557788" w:rsidRDefault="00557788" w:rsidP="00557788">
      <w:r>
        <w:t>367.1628</w:t>
      </w:r>
      <w:r>
        <w:tab/>
        <w:t>1.456e0</w:t>
      </w:r>
    </w:p>
    <w:p w:rsidR="00557788" w:rsidRDefault="00557788" w:rsidP="00557788">
      <w:r>
        <w:t>367.1669</w:t>
      </w:r>
      <w:r>
        <w:tab/>
        <w:t>4.282e0</w:t>
      </w:r>
    </w:p>
    <w:p w:rsidR="00557788" w:rsidRDefault="00557788" w:rsidP="00557788">
      <w:r>
        <w:t>367.1696</w:t>
      </w:r>
      <w:r>
        <w:tab/>
        <w:t>1.035e1</w:t>
      </w:r>
    </w:p>
    <w:p w:rsidR="00557788" w:rsidRDefault="00557788" w:rsidP="00557788">
      <w:r>
        <w:t>367.1778</w:t>
      </w:r>
      <w:r>
        <w:tab/>
        <w:t>5.181e0</w:t>
      </w:r>
    </w:p>
    <w:p w:rsidR="00557788" w:rsidRDefault="00557788" w:rsidP="00557788">
      <w:r>
        <w:t>367.1966</w:t>
      </w:r>
      <w:r>
        <w:tab/>
        <w:t>3.830e0</w:t>
      </w:r>
    </w:p>
    <w:p w:rsidR="00557788" w:rsidRDefault="00557788" w:rsidP="00557788">
      <w:r>
        <w:t>367.2090</w:t>
      </w:r>
      <w:r>
        <w:tab/>
        <w:t>3.102e0</w:t>
      </w:r>
    </w:p>
    <w:p w:rsidR="00557788" w:rsidRDefault="00557788" w:rsidP="00557788">
      <w:r>
        <w:t>367.2642</w:t>
      </w:r>
      <w:r>
        <w:tab/>
        <w:t>1.276e0</w:t>
      </w:r>
    </w:p>
    <w:p w:rsidR="00557788" w:rsidRDefault="00557788" w:rsidP="00557788">
      <w:r>
        <w:t>367.2787</w:t>
      </w:r>
      <w:r>
        <w:tab/>
        <w:t>5.763e0</w:t>
      </w:r>
    </w:p>
    <w:p w:rsidR="00557788" w:rsidRDefault="00557788" w:rsidP="00557788">
      <w:r>
        <w:t>367.3062</w:t>
      </w:r>
      <w:r>
        <w:tab/>
        <w:t>2.850e0</w:t>
      </w:r>
    </w:p>
    <w:p w:rsidR="00557788" w:rsidRDefault="00557788" w:rsidP="00557788">
      <w:r>
        <w:t>367.3324</w:t>
      </w:r>
      <w:r>
        <w:tab/>
        <w:t>4.918e0</w:t>
      </w:r>
    </w:p>
    <w:p w:rsidR="00557788" w:rsidRDefault="00557788" w:rsidP="00557788">
      <w:r>
        <w:t>367.3406</w:t>
      </w:r>
      <w:r>
        <w:tab/>
        <w:t>2.991e0</w:t>
      </w:r>
    </w:p>
    <w:p w:rsidR="00557788" w:rsidRDefault="00557788" w:rsidP="00557788">
      <w:r>
        <w:t>367.3537</w:t>
      </w:r>
      <w:r>
        <w:tab/>
        <w:t>2.025e0</w:t>
      </w:r>
    </w:p>
    <w:p w:rsidR="00557788" w:rsidRDefault="00557788" w:rsidP="00557788">
      <w:r>
        <w:t>367.3593</w:t>
      </w:r>
      <w:r>
        <w:tab/>
        <w:t>8.235e0</w:t>
      </w:r>
    </w:p>
    <w:p w:rsidR="00557788" w:rsidRDefault="00557788" w:rsidP="00557788">
      <w:r>
        <w:t>367.3610</w:t>
      </w:r>
      <w:r>
        <w:tab/>
        <w:t>1.414e0</w:t>
      </w:r>
    </w:p>
    <w:p w:rsidR="00557788" w:rsidRDefault="00557788" w:rsidP="00557788">
      <w:r>
        <w:t>367.3711</w:t>
      </w:r>
      <w:r>
        <w:tab/>
        <w:t>2.774e0</w:t>
      </w:r>
    </w:p>
    <w:p w:rsidR="00557788" w:rsidRDefault="00557788" w:rsidP="00557788">
      <w:r>
        <w:t>367.3779</w:t>
      </w:r>
      <w:r>
        <w:tab/>
        <w:t>2.056e-1</w:t>
      </w:r>
    </w:p>
    <w:p w:rsidR="00557788" w:rsidRDefault="00557788" w:rsidP="00557788">
      <w:r>
        <w:t>367.3954</w:t>
      </w:r>
      <w:r>
        <w:tab/>
        <w:t>4.051e0</w:t>
      </w:r>
    </w:p>
    <w:p w:rsidR="00557788" w:rsidRDefault="00557788" w:rsidP="00557788">
      <w:r>
        <w:t>367.4004</w:t>
      </w:r>
      <w:r>
        <w:tab/>
        <w:t>1.828e0</w:t>
      </w:r>
    </w:p>
    <w:p w:rsidR="00557788" w:rsidRDefault="00557788" w:rsidP="00557788">
      <w:r>
        <w:lastRenderedPageBreak/>
        <w:t>367.4139</w:t>
      </w:r>
      <w:r>
        <w:tab/>
        <w:t>9.577e-1</w:t>
      </w:r>
    </w:p>
    <w:p w:rsidR="00557788" w:rsidRDefault="00557788" w:rsidP="00557788">
      <w:r>
        <w:t>367.4210</w:t>
      </w:r>
      <w:r>
        <w:tab/>
        <w:t>9.851e-1</w:t>
      </w:r>
    </w:p>
    <w:p w:rsidR="00557788" w:rsidRDefault="00557788" w:rsidP="00557788">
      <w:r>
        <w:t>367.4268</w:t>
      </w:r>
      <w:r>
        <w:tab/>
        <w:t>1.684e0</w:t>
      </w:r>
    </w:p>
    <w:p w:rsidR="00557788" w:rsidRDefault="00557788" w:rsidP="00557788">
      <w:r>
        <w:t>367.4356</w:t>
      </w:r>
      <w:r>
        <w:tab/>
        <w:t>3.038e0</w:t>
      </w:r>
    </w:p>
    <w:p w:rsidR="00557788" w:rsidRDefault="00557788" w:rsidP="00557788">
      <w:r>
        <w:t>367.4522</w:t>
      </w:r>
      <w:r>
        <w:tab/>
        <w:t>3.038e0</w:t>
      </w:r>
    </w:p>
    <w:p w:rsidR="00557788" w:rsidRDefault="00557788" w:rsidP="00557788">
      <w:r>
        <w:t>367.4678</w:t>
      </w:r>
      <w:r>
        <w:tab/>
        <w:t>3.579e0</w:t>
      </w:r>
    </w:p>
    <w:p w:rsidR="00557788" w:rsidRDefault="00557788" w:rsidP="00557788">
      <w:r>
        <w:t>367.4741</w:t>
      </w:r>
      <w:r>
        <w:tab/>
        <w:t>2.025e0</w:t>
      </w:r>
    </w:p>
    <w:p w:rsidR="00557788" w:rsidRDefault="00557788" w:rsidP="00557788">
      <w:r>
        <w:t>367.4770</w:t>
      </w:r>
      <w:r>
        <w:tab/>
        <w:t>2.532e-2</w:t>
      </w:r>
    </w:p>
    <w:p w:rsidR="00557788" w:rsidRDefault="00557788" w:rsidP="00557788">
      <w:r>
        <w:t>367.4789</w:t>
      </w:r>
      <w:r>
        <w:tab/>
        <w:t>2.025e0</w:t>
      </w:r>
    </w:p>
    <w:p w:rsidR="00557788" w:rsidRDefault="00557788" w:rsidP="00557788">
      <w:r>
        <w:t>367.5001</w:t>
      </w:r>
      <w:r>
        <w:tab/>
        <w:t>4.051e0</w:t>
      </w:r>
    </w:p>
    <w:p w:rsidR="00557788" w:rsidRDefault="00557788" w:rsidP="00557788">
      <w:r>
        <w:t>367.5112</w:t>
      </w:r>
      <w:r>
        <w:tab/>
        <w:t>3.038e0</w:t>
      </w:r>
    </w:p>
    <w:p w:rsidR="00557788" w:rsidRDefault="00557788" w:rsidP="00557788">
      <w:r>
        <w:t>367.5138</w:t>
      </w:r>
      <w:r>
        <w:tab/>
        <w:t>1.266e-2</w:t>
      </w:r>
    </w:p>
    <w:p w:rsidR="00557788" w:rsidRDefault="00557788" w:rsidP="00557788">
      <w:r>
        <w:t>367.5157</w:t>
      </w:r>
      <w:r>
        <w:tab/>
        <w:t>2.025e0</w:t>
      </w:r>
    </w:p>
    <w:p w:rsidR="00557788" w:rsidRDefault="00557788" w:rsidP="00557788">
      <w:r>
        <w:t>367.5273</w:t>
      </w:r>
      <w:r>
        <w:tab/>
        <w:t>2.038e0</w:t>
      </w:r>
    </w:p>
    <w:p w:rsidR="00557788" w:rsidRDefault="00557788" w:rsidP="00557788">
      <w:r>
        <w:t>367.5320</w:t>
      </w:r>
      <w:r>
        <w:tab/>
        <w:t>3.483e0</w:t>
      </w:r>
    </w:p>
    <w:p w:rsidR="00557788" w:rsidRDefault="00557788" w:rsidP="00557788">
      <w:r>
        <w:t>367.5395</w:t>
      </w:r>
      <w:r>
        <w:tab/>
        <w:t>2.025e0</w:t>
      </w:r>
    </w:p>
    <w:p w:rsidR="00557788" w:rsidRDefault="00557788" w:rsidP="00557788">
      <w:r>
        <w:t>367.5451</w:t>
      </w:r>
      <w:r>
        <w:tab/>
        <w:t>2.025e0</w:t>
      </w:r>
    </w:p>
    <w:p w:rsidR="00557788" w:rsidRDefault="00557788" w:rsidP="00557788">
      <w:r>
        <w:t>367.5634</w:t>
      </w:r>
      <w:r>
        <w:tab/>
        <w:t>2.025e0</w:t>
      </w:r>
    </w:p>
    <w:p w:rsidR="00557788" w:rsidRDefault="00557788" w:rsidP="00557788">
      <w:r>
        <w:t>367.5816</w:t>
      </w:r>
      <w:r>
        <w:tab/>
        <w:t>3.038e0</w:t>
      </w:r>
    </w:p>
    <w:p w:rsidR="00557788" w:rsidRDefault="00557788" w:rsidP="00557788">
      <w:r>
        <w:lastRenderedPageBreak/>
        <w:t>367.5973</w:t>
      </w:r>
      <w:r>
        <w:tab/>
        <w:t>1.013e0</w:t>
      </w:r>
    </w:p>
    <w:p w:rsidR="00557788" w:rsidRDefault="00557788" w:rsidP="00557788">
      <w:r>
        <w:t>367.6013</w:t>
      </w:r>
      <w:r>
        <w:tab/>
        <w:t>1.013e0</w:t>
      </w:r>
    </w:p>
    <w:p w:rsidR="00557788" w:rsidRDefault="00557788" w:rsidP="00557788">
      <w:r>
        <w:t>367.6098</w:t>
      </w:r>
      <w:r>
        <w:tab/>
        <w:t>2.025e0</w:t>
      </w:r>
    </w:p>
    <w:p w:rsidR="00557788" w:rsidRDefault="00557788" w:rsidP="00557788">
      <w:r>
        <w:t>367.6121</w:t>
      </w:r>
      <w:r>
        <w:tab/>
        <w:t>1.013e0</w:t>
      </w:r>
    </w:p>
    <w:p w:rsidR="00557788" w:rsidRDefault="00557788" w:rsidP="00557788">
      <w:r>
        <w:t>367.6196</w:t>
      </w:r>
      <w:r>
        <w:tab/>
        <w:t>3.038e0</w:t>
      </w:r>
    </w:p>
    <w:p w:rsidR="00557788" w:rsidRDefault="00557788" w:rsidP="00557788">
      <w:r>
        <w:t>367.6257</w:t>
      </w:r>
      <w:r>
        <w:tab/>
        <w:t>6.076e0</w:t>
      </w:r>
    </w:p>
    <w:p w:rsidR="00557788" w:rsidRDefault="00557788" w:rsidP="00557788">
      <w:r>
        <w:t>367.6383</w:t>
      </w:r>
      <w:r>
        <w:tab/>
        <w:t>1.013e0</w:t>
      </w:r>
    </w:p>
    <w:p w:rsidR="00557788" w:rsidRDefault="00557788" w:rsidP="00557788">
      <w:r>
        <w:t>367.6497</w:t>
      </w:r>
      <w:r>
        <w:tab/>
        <w:t>2.025e0</w:t>
      </w:r>
    </w:p>
    <w:p w:rsidR="00557788" w:rsidRDefault="00557788" w:rsidP="00557788">
      <w:r>
        <w:t>367.6650</w:t>
      </w:r>
      <w:r>
        <w:tab/>
        <w:t>5.063e0</w:t>
      </w:r>
    </w:p>
    <w:p w:rsidR="00557788" w:rsidRDefault="00557788" w:rsidP="00557788">
      <w:r>
        <w:t>367.6717</w:t>
      </w:r>
      <w:r>
        <w:tab/>
        <w:t>2.351e0</w:t>
      </w:r>
    </w:p>
    <w:p w:rsidR="00557788" w:rsidRDefault="00557788" w:rsidP="00557788">
      <w:r>
        <w:t>367.6842</w:t>
      </w:r>
      <w:r>
        <w:tab/>
        <w:t>1.013e0</w:t>
      </w:r>
    </w:p>
    <w:p w:rsidR="00557788" w:rsidRDefault="00557788" w:rsidP="00557788">
      <w:r>
        <w:t>367.6890</w:t>
      </w:r>
      <w:r>
        <w:tab/>
        <w:t>1.013e0</w:t>
      </w:r>
    </w:p>
    <w:p w:rsidR="00557788" w:rsidRDefault="00557788" w:rsidP="00557788">
      <w:r>
        <w:t>367.6931</w:t>
      </w:r>
      <w:r>
        <w:tab/>
        <w:t>1.266e-2</w:t>
      </w:r>
    </w:p>
    <w:p w:rsidR="00557788" w:rsidRDefault="00557788" w:rsidP="00557788">
      <w:r>
        <w:t>367.7160</w:t>
      </w:r>
      <w:r>
        <w:tab/>
        <w:t>3.038e0</w:t>
      </w:r>
    </w:p>
    <w:p w:rsidR="00557788" w:rsidRDefault="00557788" w:rsidP="00557788">
      <w:r>
        <w:t>367.7431</w:t>
      </w:r>
      <w:r>
        <w:tab/>
        <w:t>1.013e0</w:t>
      </w:r>
    </w:p>
    <w:p w:rsidR="00557788" w:rsidRDefault="00557788" w:rsidP="00557788">
      <w:r>
        <w:t>367.7555</w:t>
      </w:r>
      <w:r>
        <w:tab/>
        <w:t>4.063e0</w:t>
      </w:r>
    </w:p>
    <w:p w:rsidR="00557788" w:rsidRDefault="00557788" w:rsidP="00557788">
      <w:r>
        <w:t>367.7595</w:t>
      </w:r>
      <w:r>
        <w:tab/>
        <w:t>2.025e0</w:t>
      </w:r>
    </w:p>
    <w:p w:rsidR="00557788" w:rsidRDefault="00557788" w:rsidP="00557788">
      <w:r>
        <w:t>367.7637</w:t>
      </w:r>
      <w:r>
        <w:tab/>
        <w:t>2.025e0</w:t>
      </w:r>
    </w:p>
    <w:p w:rsidR="00557788" w:rsidRDefault="00557788" w:rsidP="00557788">
      <w:r>
        <w:t>367.7725</w:t>
      </w:r>
      <w:r>
        <w:tab/>
        <w:t>2.025e0</w:t>
      </w:r>
    </w:p>
    <w:p w:rsidR="00557788" w:rsidRDefault="00557788" w:rsidP="00557788">
      <w:r>
        <w:lastRenderedPageBreak/>
        <w:t>367.8019</w:t>
      </w:r>
      <w:r>
        <w:tab/>
        <w:t>1.266e-2</w:t>
      </w:r>
    </w:p>
    <w:p w:rsidR="00557788" w:rsidRDefault="00557788" w:rsidP="00557788">
      <w:r>
        <w:t>367.8096</w:t>
      </w:r>
      <w:r>
        <w:tab/>
        <w:t>1.013e0</w:t>
      </w:r>
    </w:p>
    <w:p w:rsidR="00557788" w:rsidRDefault="00557788" w:rsidP="00557788">
      <w:r>
        <w:t>367.8152</w:t>
      </w:r>
      <w:r>
        <w:tab/>
        <w:t>2.025e0</w:t>
      </w:r>
    </w:p>
    <w:p w:rsidR="00557788" w:rsidRDefault="00557788" w:rsidP="00557788">
      <w:r>
        <w:t>367.8191</w:t>
      </w:r>
      <w:r>
        <w:tab/>
        <w:t>5.063e0</w:t>
      </w:r>
    </w:p>
    <w:p w:rsidR="00557788" w:rsidRDefault="00557788" w:rsidP="00557788">
      <w:r>
        <w:t>367.8217</w:t>
      </w:r>
      <w:r>
        <w:tab/>
        <w:t>1.025e0</w:t>
      </w:r>
    </w:p>
    <w:p w:rsidR="00557788" w:rsidRDefault="00557788" w:rsidP="00557788">
      <w:r>
        <w:t>367.8268</w:t>
      </w:r>
      <w:r>
        <w:tab/>
        <w:t>3.038e0</w:t>
      </w:r>
    </w:p>
    <w:p w:rsidR="00557788" w:rsidRDefault="00557788" w:rsidP="00557788">
      <w:r>
        <w:t>367.8508</w:t>
      </w:r>
      <w:r>
        <w:tab/>
        <w:t>4.051e0</w:t>
      </w:r>
    </w:p>
    <w:p w:rsidR="00557788" w:rsidRDefault="00557788" w:rsidP="00557788">
      <w:r>
        <w:t>367.8590</w:t>
      </w:r>
      <w:r>
        <w:tab/>
        <w:t>3.038e0</w:t>
      </w:r>
    </w:p>
    <w:p w:rsidR="00557788" w:rsidRDefault="00557788" w:rsidP="00557788">
      <w:r>
        <w:t>367.8611</w:t>
      </w:r>
      <w:r>
        <w:tab/>
        <w:t>1.013e0</w:t>
      </w:r>
    </w:p>
    <w:p w:rsidR="00557788" w:rsidRDefault="00557788" w:rsidP="00557788">
      <w:r>
        <w:t>367.8625</w:t>
      </w:r>
      <w:r>
        <w:tab/>
        <w:t>3.038e0</w:t>
      </w:r>
    </w:p>
    <w:p w:rsidR="00557788" w:rsidRDefault="00557788" w:rsidP="00557788">
      <w:r>
        <w:t>367.8917</w:t>
      </w:r>
      <w:r>
        <w:tab/>
        <w:t>1.796e0</w:t>
      </w:r>
    </w:p>
    <w:p w:rsidR="00557788" w:rsidRDefault="00557788" w:rsidP="00557788">
      <w:r>
        <w:t>367.8943</w:t>
      </w:r>
      <w:r>
        <w:tab/>
        <w:t>2.786e0</w:t>
      </w:r>
    </w:p>
    <w:p w:rsidR="00557788" w:rsidRDefault="00557788" w:rsidP="00557788">
      <w:r>
        <w:t>367.8971</w:t>
      </w:r>
      <w:r>
        <w:tab/>
        <w:t>2.025e0</w:t>
      </w:r>
    </w:p>
    <w:p w:rsidR="00557788" w:rsidRDefault="00557788" w:rsidP="00557788">
      <w:r>
        <w:t>367.9200</w:t>
      </w:r>
      <w:r>
        <w:tab/>
        <w:t>2.575e0</w:t>
      </w:r>
    </w:p>
    <w:p w:rsidR="00557788" w:rsidRDefault="00557788" w:rsidP="00557788">
      <w:r>
        <w:t>367.9287</w:t>
      </w:r>
      <w:r>
        <w:tab/>
        <w:t>4.114e0</w:t>
      </w:r>
    </w:p>
    <w:p w:rsidR="00557788" w:rsidRDefault="00557788" w:rsidP="00557788">
      <w:r>
        <w:t>367.9355</w:t>
      </w:r>
      <w:r>
        <w:tab/>
        <w:t>1.146e0</w:t>
      </w:r>
    </w:p>
    <w:p w:rsidR="00557788" w:rsidRDefault="00557788" w:rsidP="00557788">
      <w:r>
        <w:t>367.9376</w:t>
      </w:r>
      <w:r>
        <w:tab/>
        <w:t>2.640e0</w:t>
      </w:r>
    </w:p>
    <w:p w:rsidR="00557788" w:rsidRDefault="00557788" w:rsidP="00557788">
      <w:r>
        <w:t>367.9642</w:t>
      </w:r>
      <w:r>
        <w:tab/>
        <w:t>1.013e0</w:t>
      </w:r>
    </w:p>
    <w:p w:rsidR="00557788" w:rsidRDefault="00557788" w:rsidP="00557788">
      <w:r>
        <w:t>367.9673</w:t>
      </w:r>
      <w:r>
        <w:tab/>
        <w:t>3.309e0</w:t>
      </w:r>
    </w:p>
    <w:p w:rsidR="00557788" w:rsidRDefault="00557788" w:rsidP="00557788">
      <w:r>
        <w:lastRenderedPageBreak/>
        <w:t>367.9713</w:t>
      </w:r>
      <w:r>
        <w:tab/>
        <w:t>2.821e0</w:t>
      </w:r>
    </w:p>
    <w:p w:rsidR="00557788" w:rsidRDefault="00557788" w:rsidP="00557788">
      <w:r>
        <w:t>367.9796</w:t>
      </w:r>
      <w:r>
        <w:tab/>
        <w:t>5.982e0</w:t>
      </w:r>
    </w:p>
    <w:p w:rsidR="00557788" w:rsidRDefault="00557788" w:rsidP="00557788">
      <w:r>
        <w:t>367.9809</w:t>
      </w:r>
      <w:r>
        <w:tab/>
        <w:t>5.473e0</w:t>
      </w:r>
    </w:p>
    <w:p w:rsidR="00557788" w:rsidRDefault="00557788" w:rsidP="00557788">
      <w:r>
        <w:t>368.0028</w:t>
      </w:r>
      <w:r>
        <w:tab/>
        <w:t>6.511e0</w:t>
      </w:r>
    </w:p>
    <w:p w:rsidR="00557788" w:rsidRDefault="00557788" w:rsidP="00557788">
      <w:r>
        <w:t>368.0053</w:t>
      </w:r>
      <w:r>
        <w:tab/>
        <w:t>1.597e0</w:t>
      </w:r>
    </w:p>
    <w:p w:rsidR="00557788" w:rsidRDefault="00557788" w:rsidP="00557788">
      <w:r>
        <w:t>368.0152</w:t>
      </w:r>
      <w:r>
        <w:tab/>
        <w:t>2.076e0</w:t>
      </w:r>
    </w:p>
    <w:p w:rsidR="00557788" w:rsidRDefault="00557788" w:rsidP="00557788">
      <w:r>
        <w:t>368.0264</w:t>
      </w:r>
      <w:r>
        <w:tab/>
        <w:t>4.009e0</w:t>
      </w:r>
    </w:p>
    <w:p w:rsidR="00557788" w:rsidRDefault="00557788" w:rsidP="00557788">
      <w:r>
        <w:t>368.0305</w:t>
      </w:r>
      <w:r>
        <w:tab/>
        <w:t>1.978e0</w:t>
      </w:r>
    </w:p>
    <w:p w:rsidR="00557788" w:rsidRDefault="00557788" w:rsidP="00557788">
      <w:r>
        <w:t>368.0351</w:t>
      </w:r>
      <w:r>
        <w:tab/>
        <w:t>2.025e0</w:t>
      </w:r>
    </w:p>
    <w:p w:rsidR="00557788" w:rsidRDefault="00557788" w:rsidP="00557788">
      <w:r>
        <w:t>368.0408</w:t>
      </w:r>
      <w:r>
        <w:tab/>
        <w:t>4.051e0</w:t>
      </w:r>
    </w:p>
    <w:p w:rsidR="00557788" w:rsidRDefault="00557788" w:rsidP="00557788">
      <w:r>
        <w:t>368.0565</w:t>
      </w:r>
      <w:r>
        <w:tab/>
        <w:t>1.283e0</w:t>
      </w:r>
    </w:p>
    <w:p w:rsidR="00557788" w:rsidRDefault="00557788" w:rsidP="00557788">
      <w:r>
        <w:t>368.0735</w:t>
      </w:r>
      <w:r>
        <w:tab/>
        <w:t>1.937e0</w:t>
      </w:r>
    </w:p>
    <w:p w:rsidR="00557788" w:rsidRDefault="00557788" w:rsidP="00557788">
      <w:r>
        <w:t>368.0819</w:t>
      </w:r>
      <w:r>
        <w:tab/>
        <w:t>4.415e0</w:t>
      </w:r>
    </w:p>
    <w:p w:rsidR="00557788" w:rsidRDefault="00557788" w:rsidP="00557788">
      <w:r>
        <w:t>368.1001</w:t>
      </w:r>
      <w:r>
        <w:tab/>
        <w:t>3.825e0</w:t>
      </w:r>
    </w:p>
    <w:p w:rsidR="00557788" w:rsidRDefault="00557788" w:rsidP="00557788">
      <w:r>
        <w:t>368.1169</w:t>
      </w:r>
      <w:r>
        <w:tab/>
        <w:t>9.211e0</w:t>
      </w:r>
    </w:p>
    <w:p w:rsidR="00557788" w:rsidRDefault="00557788" w:rsidP="00557788">
      <w:r>
        <w:t>368.1248</w:t>
      </w:r>
      <w:r>
        <w:tab/>
        <w:t>1.238e0</w:t>
      </w:r>
    </w:p>
    <w:p w:rsidR="00557788" w:rsidRDefault="00557788" w:rsidP="00557788">
      <w:r>
        <w:t>368.1407</w:t>
      </w:r>
      <w:r>
        <w:tab/>
        <w:t>1.092e0</w:t>
      </w:r>
    </w:p>
    <w:p w:rsidR="00557788" w:rsidRDefault="00557788" w:rsidP="00557788">
      <w:r>
        <w:t>368.1435</w:t>
      </w:r>
      <w:r>
        <w:tab/>
        <w:t>3.175e0</w:t>
      </w:r>
    </w:p>
    <w:p w:rsidR="00557788" w:rsidRDefault="00557788" w:rsidP="00557788">
      <w:r>
        <w:t>368.1484</w:t>
      </w:r>
      <w:r>
        <w:tab/>
        <w:t>3.941e0</w:t>
      </w:r>
    </w:p>
    <w:p w:rsidR="00557788" w:rsidRDefault="00557788" w:rsidP="00557788">
      <w:r>
        <w:lastRenderedPageBreak/>
        <w:t>368.1545</w:t>
      </w:r>
      <w:r>
        <w:tab/>
        <w:t>5.714e0</w:t>
      </w:r>
    </w:p>
    <w:p w:rsidR="00557788" w:rsidRDefault="00557788" w:rsidP="00557788">
      <w:r>
        <w:t>368.1606</w:t>
      </w:r>
      <w:r>
        <w:tab/>
        <w:t>2.231e0</w:t>
      </w:r>
    </w:p>
    <w:p w:rsidR="00557788" w:rsidRDefault="00557788" w:rsidP="00557788">
      <w:r>
        <w:t>368.1985</w:t>
      </w:r>
      <w:r>
        <w:tab/>
        <w:t>2.375e0</w:t>
      </w:r>
    </w:p>
    <w:p w:rsidR="00557788" w:rsidRDefault="00557788" w:rsidP="00557788">
      <w:r>
        <w:t>368.2089</w:t>
      </w:r>
      <w:r>
        <w:tab/>
        <w:t>3.439e0</w:t>
      </w:r>
    </w:p>
    <w:p w:rsidR="00557788" w:rsidRDefault="00557788" w:rsidP="00557788">
      <w:r>
        <w:t>368.2211</w:t>
      </w:r>
      <w:r>
        <w:tab/>
        <w:t>2.527e0</w:t>
      </w:r>
    </w:p>
    <w:p w:rsidR="00557788" w:rsidRDefault="00557788" w:rsidP="00557788">
      <w:r>
        <w:t>368.2328</w:t>
      </w:r>
      <w:r>
        <w:tab/>
        <w:t>4.778e0</w:t>
      </w:r>
    </w:p>
    <w:p w:rsidR="00557788" w:rsidRDefault="00557788" w:rsidP="00557788">
      <w:r>
        <w:t>368.2370</w:t>
      </w:r>
      <w:r>
        <w:tab/>
        <w:t>4.337e0</w:t>
      </w:r>
    </w:p>
    <w:p w:rsidR="00557788" w:rsidRDefault="00557788" w:rsidP="00557788">
      <w:r>
        <w:t>368.2641</w:t>
      </w:r>
      <w:r>
        <w:tab/>
        <w:t>1.497e0</w:t>
      </w:r>
    </w:p>
    <w:p w:rsidR="00557788" w:rsidRDefault="00557788" w:rsidP="00557788">
      <w:r>
        <w:t>368.2678</w:t>
      </w:r>
      <w:r>
        <w:tab/>
        <w:t>1.753e0</w:t>
      </w:r>
    </w:p>
    <w:p w:rsidR="00557788" w:rsidRDefault="00557788" w:rsidP="00557788">
      <w:r>
        <w:t>368.2737</w:t>
      </w:r>
      <w:r>
        <w:tab/>
        <w:t>2.610e0</w:t>
      </w:r>
    </w:p>
    <w:p w:rsidR="00557788" w:rsidRDefault="00557788" w:rsidP="00557788">
      <w:r>
        <w:t>368.2807</w:t>
      </w:r>
      <w:r>
        <w:tab/>
        <w:t>2.874e0</w:t>
      </w:r>
    </w:p>
    <w:p w:rsidR="00557788" w:rsidRDefault="00557788" w:rsidP="00557788">
      <w:r>
        <w:t>368.2861</w:t>
      </w:r>
      <w:r>
        <w:tab/>
        <w:t>2.623e0</w:t>
      </w:r>
    </w:p>
    <w:p w:rsidR="00557788" w:rsidRDefault="00557788" w:rsidP="00557788">
      <w:r>
        <w:t>368.3077</w:t>
      </w:r>
      <w:r>
        <w:tab/>
        <w:t>1.949e0</w:t>
      </w:r>
    </w:p>
    <w:p w:rsidR="00557788" w:rsidRDefault="00557788" w:rsidP="00557788">
      <w:r>
        <w:t>368.3699</w:t>
      </w:r>
      <w:r>
        <w:tab/>
        <w:t>4.327e0</w:t>
      </w:r>
    </w:p>
    <w:p w:rsidR="00557788" w:rsidRDefault="00557788" w:rsidP="00557788">
      <w:r>
        <w:t>368.4204</w:t>
      </w:r>
      <w:r>
        <w:tab/>
        <w:t>8.450e1</w:t>
      </w:r>
    </w:p>
    <w:p w:rsidR="00557788" w:rsidRDefault="00557788" w:rsidP="00557788">
      <w:r>
        <w:t>368.4215</w:t>
      </w:r>
      <w:r>
        <w:tab/>
        <w:t>7.653e1</w:t>
      </w:r>
    </w:p>
    <w:p w:rsidR="00557788" w:rsidRDefault="00557788" w:rsidP="00557788">
      <w:r>
        <w:t>368.4283</w:t>
      </w:r>
      <w:r>
        <w:tab/>
        <w:t>8.223e1</w:t>
      </w:r>
    </w:p>
    <w:p w:rsidR="00557788" w:rsidRDefault="00557788" w:rsidP="00557788">
      <w:r>
        <w:t>368.4960</w:t>
      </w:r>
      <w:r>
        <w:tab/>
        <w:t>2.025e0</w:t>
      </w:r>
    </w:p>
    <w:p w:rsidR="00557788" w:rsidRDefault="00557788" w:rsidP="00557788">
      <w:r>
        <w:t>368.4996</w:t>
      </w:r>
      <w:r>
        <w:tab/>
        <w:t>2.532e-2</w:t>
      </w:r>
    </w:p>
    <w:p w:rsidR="00557788" w:rsidRDefault="00557788" w:rsidP="00557788">
      <w:r>
        <w:lastRenderedPageBreak/>
        <w:t>368.5121</w:t>
      </w:r>
      <w:r>
        <w:tab/>
        <w:t>3.038e0</w:t>
      </w:r>
    </w:p>
    <w:p w:rsidR="00557788" w:rsidRDefault="00557788" w:rsidP="00557788">
      <w:r>
        <w:t>368.5319</w:t>
      </w:r>
      <w:r>
        <w:tab/>
        <w:t>3.038e0</w:t>
      </w:r>
    </w:p>
    <w:p w:rsidR="00557788" w:rsidRDefault="00557788" w:rsidP="00557788">
      <w:r>
        <w:t>368.5349</w:t>
      </w:r>
      <w:r>
        <w:tab/>
        <w:t>6.076e0</w:t>
      </w:r>
    </w:p>
    <w:p w:rsidR="00557788" w:rsidRDefault="00557788" w:rsidP="00557788">
      <w:r>
        <w:t>368.5421</w:t>
      </w:r>
      <w:r>
        <w:tab/>
        <w:t>1.106e0</w:t>
      </w:r>
    </w:p>
    <w:p w:rsidR="00557788" w:rsidRDefault="00557788" w:rsidP="00557788">
      <w:r>
        <w:t>368.5455</w:t>
      </w:r>
      <w:r>
        <w:tab/>
        <w:t>2.532e-2</w:t>
      </w:r>
    </w:p>
    <w:p w:rsidR="00557788" w:rsidRDefault="00557788" w:rsidP="00557788">
      <w:r>
        <w:t>368.5517</w:t>
      </w:r>
      <w:r>
        <w:tab/>
        <w:t>3.038e0</w:t>
      </w:r>
    </w:p>
    <w:p w:rsidR="00557788" w:rsidRDefault="00557788" w:rsidP="00557788">
      <w:r>
        <w:t>368.5695</w:t>
      </w:r>
      <w:r>
        <w:tab/>
        <w:t>1.013e0</w:t>
      </w:r>
    </w:p>
    <w:p w:rsidR="00557788" w:rsidRDefault="00557788" w:rsidP="00557788">
      <w:r>
        <w:t>368.5782</w:t>
      </w:r>
      <w:r>
        <w:tab/>
        <w:t>5.063e0</w:t>
      </w:r>
    </w:p>
    <w:p w:rsidR="00557788" w:rsidRDefault="00557788" w:rsidP="00557788">
      <w:r>
        <w:t>368.5794</w:t>
      </w:r>
      <w:r>
        <w:tab/>
        <w:t>1.038e0</w:t>
      </w:r>
    </w:p>
    <w:p w:rsidR="00557788" w:rsidRDefault="00557788" w:rsidP="00557788">
      <w:r>
        <w:t>368.5878</w:t>
      </w:r>
      <w:r>
        <w:tab/>
        <w:t>2.025e0</w:t>
      </w:r>
    </w:p>
    <w:p w:rsidR="00557788" w:rsidRDefault="00557788" w:rsidP="00557788">
      <w:r>
        <w:t>368.6037</w:t>
      </w:r>
      <w:r>
        <w:tab/>
        <w:t>2.025e0</w:t>
      </w:r>
    </w:p>
    <w:p w:rsidR="00557788" w:rsidRDefault="00557788" w:rsidP="00557788">
      <w:r>
        <w:t>368.6273</w:t>
      </w:r>
      <w:r>
        <w:tab/>
        <w:t>3.798e-2</w:t>
      </w:r>
    </w:p>
    <w:p w:rsidR="00557788" w:rsidRDefault="00557788" w:rsidP="00557788">
      <w:r>
        <w:t>368.6338</w:t>
      </w:r>
      <w:r>
        <w:tab/>
        <w:t>2.025e0</w:t>
      </w:r>
    </w:p>
    <w:p w:rsidR="00557788" w:rsidRDefault="00557788" w:rsidP="00557788">
      <w:r>
        <w:t>368.6525</w:t>
      </w:r>
      <w:r>
        <w:tab/>
        <w:t>1.013e0</w:t>
      </w:r>
    </w:p>
    <w:p w:rsidR="00557788" w:rsidRDefault="00557788" w:rsidP="00557788">
      <w:r>
        <w:t>368.6614</w:t>
      </w:r>
      <w:r>
        <w:tab/>
        <w:t>3.038e0</w:t>
      </w:r>
    </w:p>
    <w:p w:rsidR="00557788" w:rsidRDefault="00557788" w:rsidP="00557788">
      <w:r>
        <w:t>368.6942</w:t>
      </w:r>
      <w:r>
        <w:tab/>
        <w:t>1.013e0</w:t>
      </w:r>
    </w:p>
    <w:p w:rsidR="00557788" w:rsidRDefault="00557788" w:rsidP="00557788">
      <w:r>
        <w:t>368.7012</w:t>
      </w:r>
      <w:r>
        <w:tab/>
        <w:t>2.025e0</w:t>
      </w:r>
    </w:p>
    <w:p w:rsidR="00557788" w:rsidRDefault="00557788" w:rsidP="00557788">
      <w:r>
        <w:t>368.7035</w:t>
      </w:r>
      <w:r>
        <w:tab/>
        <w:t>3.038e0</w:t>
      </w:r>
    </w:p>
    <w:p w:rsidR="00557788" w:rsidRDefault="00557788" w:rsidP="00557788">
      <w:r>
        <w:t>368.7070</w:t>
      </w:r>
      <w:r>
        <w:tab/>
        <w:t>6.076e0</w:t>
      </w:r>
    </w:p>
    <w:p w:rsidR="00557788" w:rsidRDefault="00557788" w:rsidP="00557788">
      <w:r>
        <w:lastRenderedPageBreak/>
        <w:t>368.7098</w:t>
      </w:r>
      <w:r>
        <w:tab/>
        <w:t>3.038e0</w:t>
      </w:r>
    </w:p>
    <w:p w:rsidR="00557788" w:rsidRDefault="00557788" w:rsidP="00557788">
      <w:r>
        <w:t>368.7179</w:t>
      </w:r>
      <w:r>
        <w:tab/>
        <w:t>2.025e0</w:t>
      </w:r>
    </w:p>
    <w:p w:rsidR="00557788" w:rsidRDefault="00557788" w:rsidP="00557788">
      <w:r>
        <w:t>368.7373</w:t>
      </w:r>
      <w:r>
        <w:tab/>
        <w:t>3.063e0</w:t>
      </w:r>
    </w:p>
    <w:p w:rsidR="00557788" w:rsidRDefault="00557788" w:rsidP="00557788">
      <w:r>
        <w:t>368.7509</w:t>
      </w:r>
      <w:r>
        <w:tab/>
        <w:t>2.025e0</w:t>
      </w:r>
    </w:p>
    <w:p w:rsidR="00557788" w:rsidRDefault="00557788" w:rsidP="00557788">
      <w:r>
        <w:t>368.7556</w:t>
      </w:r>
      <w:r>
        <w:tab/>
        <w:t>3.038e0</w:t>
      </w:r>
    </w:p>
    <w:p w:rsidR="00557788" w:rsidRDefault="00557788" w:rsidP="00557788">
      <w:r>
        <w:t>368.7599</w:t>
      </w:r>
      <w:r>
        <w:tab/>
        <w:t>1.013e0</w:t>
      </w:r>
    </w:p>
    <w:p w:rsidR="00557788" w:rsidRDefault="00557788" w:rsidP="00557788">
      <w:r>
        <w:t>368.7805</w:t>
      </w:r>
      <w:r>
        <w:tab/>
        <w:t>1.038e0</w:t>
      </w:r>
    </w:p>
    <w:p w:rsidR="00557788" w:rsidRDefault="00557788" w:rsidP="00557788">
      <w:r>
        <w:t>368.7815</w:t>
      </w:r>
      <w:r>
        <w:tab/>
        <w:t>2.025e0</w:t>
      </w:r>
    </w:p>
    <w:p w:rsidR="00557788" w:rsidRDefault="00557788" w:rsidP="00557788">
      <w:r>
        <w:t>368.7942</w:t>
      </w:r>
      <w:r>
        <w:tab/>
        <w:t>1.013e0</w:t>
      </w:r>
    </w:p>
    <w:p w:rsidR="00557788" w:rsidRDefault="00557788" w:rsidP="00557788">
      <w:r>
        <w:t>368.7992</w:t>
      </w:r>
      <w:r>
        <w:tab/>
        <w:t>2.532e-2</w:t>
      </w:r>
    </w:p>
    <w:p w:rsidR="00557788" w:rsidRDefault="00557788" w:rsidP="00557788">
      <w:r>
        <w:t>368.8059</w:t>
      </w:r>
      <w:r>
        <w:tab/>
        <w:t>1.013e0</w:t>
      </w:r>
    </w:p>
    <w:p w:rsidR="00557788" w:rsidRDefault="00557788" w:rsidP="00557788">
      <w:r>
        <w:t>368.8152</w:t>
      </w:r>
      <w:r>
        <w:tab/>
        <w:t>1.013e0</w:t>
      </w:r>
    </w:p>
    <w:p w:rsidR="00557788" w:rsidRDefault="00557788" w:rsidP="00557788">
      <w:r>
        <w:t>368.8173</w:t>
      </w:r>
      <w:r>
        <w:tab/>
        <w:t>3.798e-2</w:t>
      </w:r>
    </w:p>
    <w:p w:rsidR="00557788" w:rsidRDefault="00557788" w:rsidP="00557788">
      <w:r>
        <w:t>368.8184</w:t>
      </w:r>
      <w:r>
        <w:tab/>
        <w:t>3.038e0</w:t>
      </w:r>
    </w:p>
    <w:p w:rsidR="00557788" w:rsidRDefault="00557788" w:rsidP="00557788">
      <w:r>
        <w:t>368.8314</w:t>
      </w:r>
      <w:r>
        <w:tab/>
        <w:t>3.038e0</w:t>
      </w:r>
    </w:p>
    <w:p w:rsidR="00557788" w:rsidRDefault="00557788" w:rsidP="00557788">
      <w:r>
        <w:t>368.8400</w:t>
      </w:r>
      <w:r>
        <w:tab/>
        <w:t>1.013e0</w:t>
      </w:r>
    </w:p>
    <w:p w:rsidR="00557788" w:rsidRDefault="00557788" w:rsidP="00557788">
      <w:r>
        <w:t>368.8716</w:t>
      </w:r>
      <w:r>
        <w:tab/>
        <w:t>1.013e0</w:t>
      </w:r>
    </w:p>
    <w:p w:rsidR="00557788" w:rsidRDefault="00557788" w:rsidP="00557788">
      <w:r>
        <w:t>368.8837</w:t>
      </w:r>
      <w:r>
        <w:tab/>
        <w:t>3.038e0</w:t>
      </w:r>
    </w:p>
    <w:p w:rsidR="00557788" w:rsidRDefault="00557788" w:rsidP="00557788">
      <w:r>
        <w:t>368.8912</w:t>
      </w:r>
      <w:r>
        <w:tab/>
        <w:t>6.998e0</w:t>
      </w:r>
    </w:p>
    <w:p w:rsidR="00557788" w:rsidRDefault="00557788" w:rsidP="00557788">
      <w:r>
        <w:lastRenderedPageBreak/>
        <w:t>368.8942</w:t>
      </w:r>
      <w:r>
        <w:tab/>
        <w:t>6.076e0</w:t>
      </w:r>
    </w:p>
    <w:p w:rsidR="00557788" w:rsidRDefault="00557788" w:rsidP="00557788">
      <w:r>
        <w:t>368.9150</w:t>
      </w:r>
      <w:r>
        <w:tab/>
        <w:t>1.038e0</w:t>
      </w:r>
    </w:p>
    <w:p w:rsidR="00557788" w:rsidRDefault="00557788" w:rsidP="00557788">
      <w:r>
        <w:t>368.9398</w:t>
      </w:r>
      <w:r>
        <w:tab/>
        <w:t>5.187e0</w:t>
      </w:r>
    </w:p>
    <w:p w:rsidR="00557788" w:rsidRDefault="00557788" w:rsidP="00557788">
      <w:r>
        <w:t>368.9411</w:t>
      </w:r>
      <w:r>
        <w:tab/>
        <w:t>6.034e0</w:t>
      </w:r>
    </w:p>
    <w:p w:rsidR="00557788" w:rsidRDefault="00557788" w:rsidP="00557788">
      <w:r>
        <w:t>368.9551</w:t>
      </w:r>
      <w:r>
        <w:tab/>
        <w:t>4.873e0</w:t>
      </w:r>
    </w:p>
    <w:p w:rsidR="00557788" w:rsidRDefault="00557788" w:rsidP="00557788">
      <w:r>
        <w:t>368.9595</w:t>
      </w:r>
      <w:r>
        <w:tab/>
        <w:t>9.957e0</w:t>
      </w:r>
    </w:p>
    <w:p w:rsidR="00557788" w:rsidRDefault="00557788" w:rsidP="00557788">
      <w:r>
        <w:t>368.9959</w:t>
      </w:r>
      <w:r>
        <w:tab/>
        <w:t>3.708e0</w:t>
      </w:r>
    </w:p>
    <w:p w:rsidR="00557788" w:rsidRDefault="00557788" w:rsidP="00557788">
      <w:r>
        <w:t>368.9972</w:t>
      </w:r>
      <w:r>
        <w:tab/>
        <w:t>7.368e0</w:t>
      </w:r>
    </w:p>
    <w:p w:rsidR="00557788" w:rsidRDefault="00557788" w:rsidP="00557788">
      <w:r>
        <w:t>369.0028</w:t>
      </w:r>
      <w:r>
        <w:tab/>
        <w:t>2.421e0</w:t>
      </w:r>
    </w:p>
    <w:p w:rsidR="00557788" w:rsidRDefault="00557788" w:rsidP="00557788">
      <w:r>
        <w:t>369.0088</w:t>
      </w:r>
      <w:r>
        <w:tab/>
        <w:t>4.145e0</w:t>
      </w:r>
    </w:p>
    <w:p w:rsidR="00557788" w:rsidRDefault="00557788" w:rsidP="00557788">
      <w:r>
        <w:t>369.0199</w:t>
      </w:r>
      <w:r>
        <w:tab/>
        <w:t>1.931e0</w:t>
      </w:r>
    </w:p>
    <w:p w:rsidR="00557788" w:rsidRDefault="00557788" w:rsidP="00557788">
      <w:r>
        <w:t>369.0215</w:t>
      </w:r>
      <w:r>
        <w:tab/>
        <w:t>3.800e0</w:t>
      </w:r>
    </w:p>
    <w:p w:rsidR="00557788" w:rsidRDefault="00557788" w:rsidP="00557788">
      <w:r>
        <w:t>369.0370</w:t>
      </w:r>
      <w:r>
        <w:tab/>
        <w:t>3.570e0</w:t>
      </w:r>
    </w:p>
    <w:p w:rsidR="00557788" w:rsidRDefault="00557788" w:rsidP="00557788">
      <w:r>
        <w:t>369.0554</w:t>
      </w:r>
      <w:r>
        <w:tab/>
        <w:t>3.745e0</w:t>
      </w:r>
    </w:p>
    <w:p w:rsidR="00557788" w:rsidRDefault="00557788" w:rsidP="00557788">
      <w:r>
        <w:t>369.0576</w:t>
      </w:r>
      <w:r>
        <w:tab/>
        <w:t>4.807e0</w:t>
      </w:r>
    </w:p>
    <w:p w:rsidR="00557788" w:rsidRDefault="00557788" w:rsidP="00557788">
      <w:r>
        <w:t>369.0683</w:t>
      </w:r>
      <w:r>
        <w:tab/>
        <w:t>8.062e0</w:t>
      </w:r>
    </w:p>
    <w:p w:rsidR="00557788" w:rsidRDefault="00557788" w:rsidP="00557788">
      <w:r>
        <w:t>369.0711</w:t>
      </w:r>
      <w:r>
        <w:tab/>
        <w:t>2.025e0</w:t>
      </w:r>
    </w:p>
    <w:p w:rsidR="00557788" w:rsidRDefault="00557788" w:rsidP="00557788">
      <w:r>
        <w:t>369.0750</w:t>
      </w:r>
      <w:r>
        <w:tab/>
        <w:t>9.038e0</w:t>
      </w:r>
    </w:p>
    <w:p w:rsidR="00557788" w:rsidRDefault="00557788" w:rsidP="00557788">
      <w:r>
        <w:t>369.0855</w:t>
      </w:r>
      <w:r>
        <w:tab/>
        <w:t>1.871e0</w:t>
      </w:r>
    </w:p>
    <w:p w:rsidR="00557788" w:rsidRDefault="00557788" w:rsidP="00557788">
      <w:r>
        <w:lastRenderedPageBreak/>
        <w:t>369.0885</w:t>
      </w:r>
      <w:r>
        <w:tab/>
        <w:t>7.832e-1</w:t>
      </w:r>
    </w:p>
    <w:p w:rsidR="00557788" w:rsidRDefault="00557788" w:rsidP="00557788">
      <w:r>
        <w:t>369.0897</w:t>
      </w:r>
      <w:r>
        <w:tab/>
        <w:t>3.987e0</w:t>
      </w:r>
    </w:p>
    <w:p w:rsidR="00557788" w:rsidRDefault="00557788" w:rsidP="00557788">
      <w:r>
        <w:t>369.1004</w:t>
      </w:r>
      <w:r>
        <w:tab/>
        <w:t>2.363e0</w:t>
      </w:r>
    </w:p>
    <w:p w:rsidR="00557788" w:rsidRDefault="00557788" w:rsidP="00557788">
      <w:r>
        <w:t>369.1292</w:t>
      </w:r>
      <w:r>
        <w:tab/>
        <w:t>2.146e0</w:t>
      </w:r>
    </w:p>
    <w:p w:rsidR="00557788" w:rsidRDefault="00557788" w:rsidP="00557788">
      <w:r>
        <w:t>369.1321</w:t>
      </w:r>
      <w:r>
        <w:tab/>
        <w:t>2.903e0</w:t>
      </w:r>
    </w:p>
    <w:p w:rsidR="00557788" w:rsidRDefault="00557788" w:rsidP="00557788">
      <w:r>
        <w:t>369.1476</w:t>
      </w:r>
      <w:r>
        <w:tab/>
        <w:t>4.504e0</w:t>
      </w:r>
    </w:p>
    <w:p w:rsidR="00557788" w:rsidRDefault="00557788" w:rsidP="00557788">
      <w:r>
        <w:t>369.1495</w:t>
      </w:r>
      <w:r>
        <w:tab/>
        <w:t>1.486e0</w:t>
      </w:r>
    </w:p>
    <w:p w:rsidR="00557788" w:rsidRDefault="00557788" w:rsidP="00557788">
      <w:r>
        <w:t>369.1658</w:t>
      </w:r>
      <w:r>
        <w:tab/>
        <w:t>4.626e0</w:t>
      </w:r>
    </w:p>
    <w:p w:rsidR="00557788" w:rsidRDefault="00557788" w:rsidP="00557788">
      <w:r>
        <w:t>369.1724</w:t>
      </w:r>
      <w:r>
        <w:tab/>
        <w:t>2.693e0</w:t>
      </w:r>
    </w:p>
    <w:p w:rsidR="00557788" w:rsidRDefault="00557788" w:rsidP="00557788">
      <w:r>
        <w:t>369.1793</w:t>
      </w:r>
      <w:r>
        <w:tab/>
        <w:t>5.583e0</w:t>
      </w:r>
    </w:p>
    <w:p w:rsidR="00557788" w:rsidRDefault="00557788" w:rsidP="00557788">
      <w:r>
        <w:t>369.1822</w:t>
      </w:r>
      <w:r>
        <w:tab/>
        <w:t>2.972e0</w:t>
      </w:r>
    </w:p>
    <w:p w:rsidR="00557788" w:rsidRDefault="00557788" w:rsidP="00557788">
      <w:r>
        <w:t>369.2105</w:t>
      </w:r>
      <w:r>
        <w:tab/>
        <w:t>2.363e0</w:t>
      </w:r>
    </w:p>
    <w:p w:rsidR="00557788" w:rsidRDefault="00557788" w:rsidP="00557788">
      <w:r>
        <w:t>369.2263</w:t>
      </w:r>
      <w:r>
        <w:tab/>
        <w:t>3.440e0</w:t>
      </w:r>
    </w:p>
    <w:p w:rsidR="00557788" w:rsidRDefault="00557788" w:rsidP="00557788">
      <w:r>
        <w:t>369.2758</w:t>
      </w:r>
      <w:r>
        <w:tab/>
        <w:t>1.824e1</w:t>
      </w:r>
    </w:p>
    <w:p w:rsidR="00557788" w:rsidRDefault="00557788" w:rsidP="00557788">
      <w:r>
        <w:t>369.3034</w:t>
      </w:r>
      <w:r>
        <w:tab/>
        <w:t>2.153e1</w:t>
      </w:r>
    </w:p>
    <w:p w:rsidR="00557788" w:rsidRDefault="00557788" w:rsidP="00557788">
      <w:r>
        <w:t>369.3192</w:t>
      </w:r>
      <w:r>
        <w:tab/>
        <w:t>9.085e0</w:t>
      </w:r>
    </w:p>
    <w:p w:rsidR="00557788" w:rsidRDefault="00557788" w:rsidP="00557788">
      <w:r>
        <w:t>369.3875</w:t>
      </w:r>
      <w:r>
        <w:tab/>
        <w:t>9.829e1</w:t>
      </w:r>
    </w:p>
    <w:p w:rsidR="00557788" w:rsidRDefault="00557788" w:rsidP="00557788">
      <w:r>
        <w:t>369.3890</w:t>
      </w:r>
      <w:r>
        <w:tab/>
        <w:t>9.483e1</w:t>
      </w:r>
    </w:p>
    <w:p w:rsidR="00557788" w:rsidRDefault="00557788" w:rsidP="00557788">
      <w:r>
        <w:t>369.4349</w:t>
      </w:r>
      <w:r>
        <w:tab/>
        <w:t>6.232e0</w:t>
      </w:r>
    </w:p>
    <w:p w:rsidR="00557788" w:rsidRDefault="00557788" w:rsidP="00557788">
      <w:r>
        <w:lastRenderedPageBreak/>
        <w:t>369.4370</w:t>
      </w:r>
      <w:r>
        <w:tab/>
        <w:t>2.218e1</w:t>
      </w:r>
    </w:p>
    <w:p w:rsidR="00557788" w:rsidRDefault="00557788" w:rsidP="00557788">
      <w:r>
        <w:t>369.5176</w:t>
      </w:r>
      <w:r>
        <w:tab/>
        <w:t>3.798e-2</w:t>
      </w:r>
    </w:p>
    <w:p w:rsidR="00557788" w:rsidRDefault="00557788" w:rsidP="00557788">
      <w:r>
        <w:t>369.5206</w:t>
      </w:r>
      <w:r>
        <w:tab/>
        <w:t>1.013e0</w:t>
      </w:r>
    </w:p>
    <w:p w:rsidR="00557788" w:rsidRDefault="00557788" w:rsidP="00557788">
      <w:r>
        <w:t>369.5295</w:t>
      </w:r>
      <w:r>
        <w:tab/>
        <w:t>1.285e0</w:t>
      </w:r>
    </w:p>
    <w:p w:rsidR="00557788" w:rsidRDefault="00557788" w:rsidP="00557788">
      <w:r>
        <w:t>369.5627</w:t>
      </w:r>
      <w:r>
        <w:tab/>
        <w:t>3.038e0</w:t>
      </w:r>
    </w:p>
    <w:p w:rsidR="00557788" w:rsidRDefault="00557788" w:rsidP="00557788">
      <w:r>
        <w:t>369.5637</w:t>
      </w:r>
      <w:r>
        <w:tab/>
        <w:t>6.076e0</w:t>
      </w:r>
    </w:p>
    <w:p w:rsidR="00557788" w:rsidRDefault="00557788" w:rsidP="00557788">
      <w:r>
        <w:t>369.5655</w:t>
      </w:r>
      <w:r>
        <w:tab/>
        <w:t>3.798e-2</w:t>
      </w:r>
    </w:p>
    <w:p w:rsidR="00557788" w:rsidRDefault="00557788" w:rsidP="00557788">
      <w:r>
        <w:t>369.5799</w:t>
      </w:r>
      <w:r>
        <w:tab/>
        <w:t>7.089e0</w:t>
      </w:r>
    </w:p>
    <w:p w:rsidR="00557788" w:rsidRDefault="00557788" w:rsidP="00557788">
      <w:r>
        <w:t>369.5939</w:t>
      </w:r>
      <w:r>
        <w:tab/>
        <w:t>3.038e0</w:t>
      </w:r>
    </w:p>
    <w:p w:rsidR="00557788" w:rsidRDefault="00557788" w:rsidP="00557788">
      <w:r>
        <w:t>369.6049</w:t>
      </w:r>
      <w:r>
        <w:tab/>
        <w:t>7.089e0</w:t>
      </w:r>
    </w:p>
    <w:p w:rsidR="00557788" w:rsidRDefault="00557788" w:rsidP="00557788">
      <w:r>
        <w:t>369.6088</w:t>
      </w:r>
      <w:r>
        <w:tab/>
        <w:t>2.517e0</w:t>
      </w:r>
    </w:p>
    <w:p w:rsidR="00557788" w:rsidRDefault="00557788" w:rsidP="00557788">
      <w:r>
        <w:t>369.6145</w:t>
      </w:r>
      <w:r>
        <w:tab/>
        <w:t>8.101e0</w:t>
      </w:r>
    </w:p>
    <w:p w:rsidR="00557788" w:rsidRDefault="00557788" w:rsidP="00557788">
      <w:r>
        <w:t>369.6157</w:t>
      </w:r>
      <w:r>
        <w:tab/>
        <w:t>2.038e0</w:t>
      </w:r>
    </w:p>
    <w:p w:rsidR="00557788" w:rsidRDefault="00557788" w:rsidP="00557788">
      <w:r>
        <w:t>369.6186</w:t>
      </w:r>
      <w:r>
        <w:tab/>
        <w:t>2.025e0</w:t>
      </w:r>
    </w:p>
    <w:p w:rsidR="00557788" w:rsidRDefault="00557788" w:rsidP="00557788">
      <w:r>
        <w:t>369.6348</w:t>
      </w:r>
      <w:r>
        <w:tab/>
        <w:t>1.025e0</w:t>
      </w:r>
    </w:p>
    <w:p w:rsidR="00557788" w:rsidRDefault="00557788" w:rsidP="00557788">
      <w:r>
        <w:t>369.6568</w:t>
      </w:r>
      <w:r>
        <w:tab/>
        <w:t>3.038e0</w:t>
      </w:r>
    </w:p>
    <w:p w:rsidR="00557788" w:rsidRDefault="00557788" w:rsidP="00557788">
      <w:r>
        <w:t>369.6584</w:t>
      </w:r>
      <w:r>
        <w:tab/>
        <w:t>1.266e-2</w:t>
      </w:r>
    </w:p>
    <w:p w:rsidR="00557788" w:rsidRDefault="00557788" w:rsidP="00557788">
      <w:r>
        <w:t>369.6604</w:t>
      </w:r>
      <w:r>
        <w:tab/>
        <w:t>4.051e0</w:t>
      </w:r>
    </w:p>
    <w:p w:rsidR="00557788" w:rsidRDefault="00557788" w:rsidP="00557788">
      <w:r>
        <w:t>369.6661</w:t>
      </w:r>
      <w:r>
        <w:tab/>
        <w:t>2.051e0</w:t>
      </w:r>
    </w:p>
    <w:p w:rsidR="00557788" w:rsidRDefault="00557788" w:rsidP="00557788">
      <w:r>
        <w:lastRenderedPageBreak/>
        <w:t>369.6709</w:t>
      </w:r>
      <w:r>
        <w:tab/>
        <w:t>2.025e0</w:t>
      </w:r>
    </w:p>
    <w:p w:rsidR="00557788" w:rsidRDefault="00557788" w:rsidP="00557788">
      <w:r>
        <w:t>369.6833</w:t>
      </w:r>
      <w:r>
        <w:tab/>
        <w:t>2.025e0</w:t>
      </w:r>
    </w:p>
    <w:p w:rsidR="00557788" w:rsidRDefault="00557788" w:rsidP="00557788">
      <w:r>
        <w:t>369.7113</w:t>
      </w:r>
      <w:r>
        <w:tab/>
        <w:t>4.051e0</w:t>
      </w:r>
    </w:p>
    <w:p w:rsidR="00557788" w:rsidRDefault="00557788" w:rsidP="00557788">
      <w:r>
        <w:t>369.7222</w:t>
      </w:r>
      <w:r>
        <w:tab/>
        <w:t>3.038e0</w:t>
      </w:r>
    </w:p>
    <w:p w:rsidR="00557788" w:rsidRDefault="00557788" w:rsidP="00557788">
      <w:r>
        <w:t>369.7274</w:t>
      </w:r>
      <w:r>
        <w:tab/>
        <w:t>2.025e0</w:t>
      </w:r>
    </w:p>
    <w:p w:rsidR="00557788" w:rsidRDefault="00557788" w:rsidP="00557788">
      <w:r>
        <w:t>369.7397</w:t>
      </w:r>
      <w:r>
        <w:tab/>
        <w:t>1.013e0</w:t>
      </w:r>
    </w:p>
    <w:p w:rsidR="00557788" w:rsidRDefault="00557788" w:rsidP="00557788">
      <w:r>
        <w:t>369.7415</w:t>
      </w:r>
      <w:r>
        <w:tab/>
        <w:t>2.063e0</w:t>
      </w:r>
    </w:p>
    <w:p w:rsidR="00557788" w:rsidRDefault="00557788" w:rsidP="00557788">
      <w:r>
        <w:t>369.7479</w:t>
      </w:r>
      <w:r>
        <w:tab/>
        <w:t>8.101e0</w:t>
      </w:r>
    </w:p>
    <w:p w:rsidR="00557788" w:rsidRDefault="00557788" w:rsidP="00557788">
      <w:r>
        <w:t>369.7661</w:t>
      </w:r>
      <w:r>
        <w:tab/>
        <w:t>1.013e0</w:t>
      </w:r>
    </w:p>
    <w:p w:rsidR="00557788" w:rsidRDefault="00557788" w:rsidP="00557788">
      <w:r>
        <w:t>369.7838</w:t>
      </w:r>
      <w:r>
        <w:tab/>
        <w:t>2.025e0</w:t>
      </w:r>
    </w:p>
    <w:p w:rsidR="00557788" w:rsidRDefault="00557788" w:rsidP="00557788">
      <w:r>
        <w:t>369.7903</w:t>
      </w:r>
      <w:r>
        <w:tab/>
        <w:t>2.025e0</w:t>
      </w:r>
    </w:p>
    <w:p w:rsidR="00557788" w:rsidRDefault="00557788" w:rsidP="00557788">
      <w:r>
        <w:t>369.8198</w:t>
      </w:r>
      <w:r>
        <w:tab/>
        <w:t>3.798e-2</w:t>
      </w:r>
    </w:p>
    <w:p w:rsidR="00557788" w:rsidRDefault="00557788" w:rsidP="00557788">
      <w:r>
        <w:t>369.8210</w:t>
      </w:r>
      <w:r>
        <w:tab/>
        <w:t>2.038e0</w:t>
      </w:r>
    </w:p>
    <w:p w:rsidR="00557788" w:rsidRDefault="00557788" w:rsidP="00557788">
      <w:r>
        <w:t>369.8315</w:t>
      </w:r>
      <w:r>
        <w:tab/>
        <w:t>4.051e0</w:t>
      </w:r>
    </w:p>
    <w:p w:rsidR="00557788" w:rsidRDefault="00557788" w:rsidP="00557788">
      <w:r>
        <w:t>369.8622</w:t>
      </w:r>
      <w:r>
        <w:tab/>
        <w:t>2.038e0</w:t>
      </w:r>
    </w:p>
    <w:p w:rsidR="00557788" w:rsidRDefault="00557788" w:rsidP="00557788">
      <w:r>
        <w:t>369.8660</w:t>
      </w:r>
      <w:r>
        <w:tab/>
        <w:t>3.038e0</w:t>
      </w:r>
    </w:p>
    <w:p w:rsidR="00557788" w:rsidRDefault="00557788" w:rsidP="00557788">
      <w:r>
        <w:t>369.8683</w:t>
      </w:r>
      <w:r>
        <w:tab/>
        <w:t>7.933e0</w:t>
      </w:r>
    </w:p>
    <w:p w:rsidR="00557788" w:rsidRDefault="00557788" w:rsidP="00557788">
      <w:r>
        <w:t>369.8879</w:t>
      </w:r>
      <w:r>
        <w:tab/>
        <w:t>4.051e0</w:t>
      </w:r>
    </w:p>
    <w:p w:rsidR="00557788" w:rsidRDefault="00557788" w:rsidP="00557788">
      <w:r>
        <w:t>369.8985</w:t>
      </w:r>
      <w:r>
        <w:tab/>
        <w:t>1.959e0</w:t>
      </w:r>
    </w:p>
    <w:p w:rsidR="00557788" w:rsidRDefault="00557788" w:rsidP="00557788">
      <w:r>
        <w:lastRenderedPageBreak/>
        <w:t>369.9062</w:t>
      </w:r>
      <w:r>
        <w:tab/>
        <w:t>1.567e0</w:t>
      </w:r>
    </w:p>
    <w:p w:rsidR="00557788" w:rsidRDefault="00557788" w:rsidP="00557788">
      <w:r>
        <w:t>369.9176</w:t>
      </w:r>
      <w:r>
        <w:tab/>
        <w:t>1.013e0</w:t>
      </w:r>
    </w:p>
    <w:p w:rsidR="00557788" w:rsidRDefault="00557788" w:rsidP="00557788">
      <w:r>
        <w:t>369.9301</w:t>
      </w:r>
      <w:r>
        <w:tab/>
        <w:t>2.025e0</w:t>
      </w:r>
    </w:p>
    <w:p w:rsidR="00557788" w:rsidRDefault="00557788" w:rsidP="00557788">
      <w:r>
        <w:t>369.9575</w:t>
      </w:r>
      <w:r>
        <w:tab/>
        <w:t>1.323e0</w:t>
      </w:r>
    </w:p>
    <w:p w:rsidR="00557788" w:rsidRDefault="00557788" w:rsidP="00557788">
      <w:r>
        <w:t>369.9631</w:t>
      </w:r>
      <w:r>
        <w:tab/>
        <w:t>4.368e0</w:t>
      </w:r>
    </w:p>
    <w:p w:rsidR="00557788" w:rsidRDefault="00557788" w:rsidP="00557788">
      <w:r>
        <w:t>369.9672</w:t>
      </w:r>
      <w:r>
        <w:tab/>
        <w:t>1.345e0</w:t>
      </w:r>
    </w:p>
    <w:p w:rsidR="00557788" w:rsidRDefault="00557788" w:rsidP="00557788">
      <w:r>
        <w:t>369.9696</w:t>
      </w:r>
      <w:r>
        <w:tab/>
        <w:t>2.156e0</w:t>
      </w:r>
    </w:p>
    <w:p w:rsidR="00557788" w:rsidRDefault="00557788" w:rsidP="00557788">
      <w:r>
        <w:t>369.9709</w:t>
      </w:r>
      <w:r>
        <w:tab/>
        <w:t>2.025e0</w:t>
      </w:r>
    </w:p>
    <w:p w:rsidR="00557788" w:rsidRDefault="00557788" w:rsidP="00557788">
      <w:r>
        <w:t>369.9724</w:t>
      </w:r>
      <w:r>
        <w:tab/>
        <w:t>2.095e0</w:t>
      </w:r>
    </w:p>
    <w:p w:rsidR="00557788" w:rsidRDefault="00557788" w:rsidP="00557788">
      <w:r>
        <w:t>369.9784</w:t>
      </w:r>
      <w:r>
        <w:tab/>
        <w:t>2.325e0</w:t>
      </w:r>
    </w:p>
    <w:p w:rsidR="00557788" w:rsidRDefault="00557788" w:rsidP="00557788">
      <w:r>
        <w:t>370.0020</w:t>
      </w:r>
      <w:r>
        <w:tab/>
        <w:t>2.459e0</w:t>
      </w:r>
    </w:p>
    <w:p w:rsidR="00557788" w:rsidRDefault="00557788" w:rsidP="00557788">
      <w:r>
        <w:t>370.0037</w:t>
      </w:r>
      <w:r>
        <w:tab/>
        <w:t>1.797e0</w:t>
      </w:r>
    </w:p>
    <w:p w:rsidR="00557788" w:rsidRDefault="00557788" w:rsidP="00557788">
      <w:r>
        <w:t>370.0362</w:t>
      </w:r>
      <w:r>
        <w:tab/>
        <w:t>3.914e-1</w:t>
      </w:r>
    </w:p>
    <w:p w:rsidR="00557788" w:rsidRDefault="00557788" w:rsidP="00557788">
      <w:r>
        <w:t>370.0409</w:t>
      </w:r>
      <w:r>
        <w:tab/>
        <w:t>8.127e0</w:t>
      </w:r>
    </w:p>
    <w:p w:rsidR="00557788" w:rsidRDefault="00557788" w:rsidP="00557788">
      <w:r>
        <w:t>370.0573</w:t>
      </w:r>
      <w:r>
        <w:tab/>
        <w:t>2.025e0</w:t>
      </w:r>
    </w:p>
    <w:p w:rsidR="00557788" w:rsidRDefault="00557788" w:rsidP="00557788">
      <w:r>
        <w:t>370.0700</w:t>
      </w:r>
      <w:r>
        <w:tab/>
        <w:t>1.851e0</w:t>
      </w:r>
    </w:p>
    <w:p w:rsidR="00557788" w:rsidRDefault="00557788" w:rsidP="00557788">
      <w:r>
        <w:t>370.0768</w:t>
      </w:r>
      <w:r>
        <w:tab/>
        <w:t>3.378e0</w:t>
      </w:r>
    </w:p>
    <w:p w:rsidR="00557788" w:rsidRDefault="00557788" w:rsidP="00557788">
      <w:r>
        <w:t>370.0993</w:t>
      </w:r>
      <w:r>
        <w:tab/>
        <w:t>8.489e0</w:t>
      </w:r>
    </w:p>
    <w:p w:rsidR="00557788" w:rsidRDefault="00557788" w:rsidP="00557788">
      <w:r>
        <w:t>370.1089</w:t>
      </w:r>
      <w:r>
        <w:tab/>
        <w:t>4.690e0</w:t>
      </w:r>
    </w:p>
    <w:p w:rsidR="00557788" w:rsidRDefault="00557788" w:rsidP="00557788">
      <w:r>
        <w:lastRenderedPageBreak/>
        <w:t>370.1158</w:t>
      </w:r>
      <w:r>
        <w:tab/>
        <w:t>3.418e0</w:t>
      </w:r>
    </w:p>
    <w:p w:rsidR="00557788" w:rsidRDefault="00557788" w:rsidP="00557788">
      <w:r>
        <w:t>370.1428</w:t>
      </w:r>
      <w:r>
        <w:tab/>
        <w:t>5.706e0</w:t>
      </w:r>
    </w:p>
    <w:p w:rsidR="00557788" w:rsidRDefault="00557788" w:rsidP="00557788">
      <w:r>
        <w:t>370.1518</w:t>
      </w:r>
      <w:r>
        <w:tab/>
        <w:t>8.504e-1</w:t>
      </w:r>
    </w:p>
    <w:p w:rsidR="00557788" w:rsidRDefault="00557788" w:rsidP="00557788">
      <w:r>
        <w:t>370.1549</w:t>
      </w:r>
      <w:r>
        <w:tab/>
        <w:t>2.457e0</w:t>
      </w:r>
    </w:p>
    <w:p w:rsidR="00557788" w:rsidRDefault="00557788" w:rsidP="00557788">
      <w:r>
        <w:t>370.1578</w:t>
      </w:r>
      <w:r>
        <w:tab/>
        <w:t>3.052e0</w:t>
      </w:r>
    </w:p>
    <w:p w:rsidR="00557788" w:rsidRDefault="00557788" w:rsidP="00557788">
      <w:r>
        <w:t>370.1590</w:t>
      </w:r>
      <w:r>
        <w:tab/>
        <w:t>1.447e0</w:t>
      </w:r>
    </w:p>
    <w:p w:rsidR="00557788" w:rsidRDefault="00557788" w:rsidP="00557788">
      <w:r>
        <w:t>370.1876</w:t>
      </w:r>
      <w:r>
        <w:tab/>
        <w:t>1.986e0</w:t>
      </w:r>
    </w:p>
    <w:p w:rsidR="00557788" w:rsidRDefault="00557788" w:rsidP="00557788">
      <w:r>
        <w:t>370.1934</w:t>
      </w:r>
      <w:r>
        <w:tab/>
        <w:t>6.992e0</w:t>
      </w:r>
    </w:p>
    <w:p w:rsidR="00557788" w:rsidRDefault="00557788" w:rsidP="00557788">
      <w:r>
        <w:t>370.2008</w:t>
      </w:r>
      <w:r>
        <w:tab/>
        <w:t>2.223e-1</w:t>
      </w:r>
    </w:p>
    <w:p w:rsidR="00557788" w:rsidRDefault="00557788" w:rsidP="00557788">
      <w:r>
        <w:t>370.2115</w:t>
      </w:r>
      <w:r>
        <w:tab/>
        <w:t>1.530e0</w:t>
      </w:r>
    </w:p>
    <w:p w:rsidR="00557788" w:rsidRDefault="00557788" w:rsidP="00557788">
      <w:r>
        <w:t>370.2154</w:t>
      </w:r>
      <w:r>
        <w:tab/>
        <w:t>2.275e0</w:t>
      </w:r>
    </w:p>
    <w:p w:rsidR="00557788" w:rsidRDefault="00557788" w:rsidP="00557788">
      <w:r>
        <w:t>370.2844</w:t>
      </w:r>
      <w:r>
        <w:tab/>
        <w:t>6.183e0</w:t>
      </w:r>
    </w:p>
    <w:p w:rsidR="00557788" w:rsidRDefault="00557788" w:rsidP="00557788">
      <w:r>
        <w:t>370.2933</w:t>
      </w:r>
      <w:r>
        <w:tab/>
        <w:t>8.233e0</w:t>
      </w:r>
    </w:p>
    <w:p w:rsidR="00557788" w:rsidRDefault="00557788" w:rsidP="00557788">
      <w:r>
        <w:t>370.2967</w:t>
      </w:r>
      <w:r>
        <w:tab/>
        <w:t>3.369e0</w:t>
      </w:r>
    </w:p>
    <w:p w:rsidR="00557788" w:rsidRDefault="00557788" w:rsidP="00557788">
      <w:r>
        <w:t>370.2983</w:t>
      </w:r>
      <w:r>
        <w:tab/>
        <w:t>1.989e0</w:t>
      </w:r>
    </w:p>
    <w:p w:rsidR="00557788" w:rsidRDefault="00557788" w:rsidP="00557788">
      <w:r>
        <w:t>370.3017</w:t>
      </w:r>
      <w:r>
        <w:tab/>
        <w:t>1.456e0</w:t>
      </w:r>
    </w:p>
    <w:p w:rsidR="00557788" w:rsidRDefault="00557788" w:rsidP="00557788">
      <w:r>
        <w:t>370.3028</w:t>
      </w:r>
      <w:r>
        <w:tab/>
        <w:t>1.612e0</w:t>
      </w:r>
    </w:p>
    <w:p w:rsidR="00557788" w:rsidRDefault="00557788" w:rsidP="00557788">
      <w:r>
        <w:t>370.3114</w:t>
      </w:r>
      <w:r>
        <w:tab/>
        <w:t>5.094e0</w:t>
      </w:r>
    </w:p>
    <w:p w:rsidR="00557788" w:rsidRDefault="00557788" w:rsidP="00557788">
      <w:r>
        <w:t>370.3318</w:t>
      </w:r>
      <w:r>
        <w:tab/>
        <w:t>5.108e0</w:t>
      </w:r>
    </w:p>
    <w:p w:rsidR="00557788" w:rsidRDefault="00557788" w:rsidP="00557788">
      <w:r>
        <w:lastRenderedPageBreak/>
        <w:t>370.3793</w:t>
      </w:r>
      <w:r>
        <w:tab/>
        <w:t>1.936e1</w:t>
      </w:r>
    </w:p>
    <w:p w:rsidR="00557788" w:rsidRDefault="00557788" w:rsidP="00557788">
      <w:r>
        <w:t>370.3885</w:t>
      </w:r>
      <w:r>
        <w:tab/>
        <w:t>1.523e1</w:t>
      </w:r>
    </w:p>
    <w:p w:rsidR="00557788" w:rsidRDefault="00557788" w:rsidP="00557788">
      <w:r>
        <w:t>370.4309</w:t>
      </w:r>
      <w:r>
        <w:tab/>
        <w:t>4.051e0</w:t>
      </w:r>
    </w:p>
    <w:p w:rsidR="00557788" w:rsidRDefault="00557788" w:rsidP="00557788">
      <w:r>
        <w:t>370.4367</w:t>
      </w:r>
      <w:r>
        <w:tab/>
        <w:t>1.153e1</w:t>
      </w:r>
    </w:p>
    <w:p w:rsidR="00557788" w:rsidRDefault="00557788" w:rsidP="00557788">
      <w:r>
        <w:t>370.4506</w:t>
      </w:r>
      <w:r>
        <w:tab/>
        <w:t>3.225e-1</w:t>
      </w:r>
    </w:p>
    <w:p w:rsidR="00557788" w:rsidRDefault="00557788" w:rsidP="00557788">
      <w:r>
        <w:t>370.4610</w:t>
      </w:r>
      <w:r>
        <w:tab/>
        <w:t>1.985e0</w:t>
      </w:r>
    </w:p>
    <w:p w:rsidR="00557788" w:rsidRDefault="00557788" w:rsidP="00557788">
      <w:r>
        <w:t>370.4848</w:t>
      </w:r>
      <w:r>
        <w:tab/>
        <w:t>2.025e0</w:t>
      </w:r>
    </w:p>
    <w:p w:rsidR="00557788" w:rsidRDefault="00557788" w:rsidP="00557788">
      <w:r>
        <w:t>370.5020</w:t>
      </w:r>
      <w:r>
        <w:tab/>
        <w:t>3.286e0</w:t>
      </w:r>
    </w:p>
    <w:p w:rsidR="00557788" w:rsidRDefault="00557788" w:rsidP="00557788">
      <w:r>
        <w:t>370.5060</w:t>
      </w:r>
      <w:r>
        <w:tab/>
        <w:t>1.013e0</w:t>
      </w:r>
    </w:p>
    <w:p w:rsidR="00557788" w:rsidRDefault="00557788" w:rsidP="00557788">
      <w:r>
        <w:t>370.5099</w:t>
      </w:r>
      <w:r>
        <w:tab/>
        <w:t>1.038e0</w:t>
      </w:r>
    </w:p>
    <w:p w:rsidR="00557788" w:rsidRDefault="00557788" w:rsidP="00557788">
      <w:r>
        <w:t>370.5165</w:t>
      </w:r>
      <w:r>
        <w:tab/>
        <w:t>2.025e0</w:t>
      </w:r>
    </w:p>
    <w:p w:rsidR="00557788" w:rsidRDefault="00557788" w:rsidP="00557788">
      <w:r>
        <w:t>370.5292</w:t>
      </w:r>
      <w:r>
        <w:tab/>
        <w:t>2.025e0</w:t>
      </w:r>
    </w:p>
    <w:p w:rsidR="00557788" w:rsidRDefault="00557788" w:rsidP="00557788">
      <w:r>
        <w:t>370.5432</w:t>
      </w:r>
      <w:r>
        <w:tab/>
        <w:t>4.051e0</w:t>
      </w:r>
    </w:p>
    <w:p w:rsidR="00557788" w:rsidRDefault="00557788" w:rsidP="00557788">
      <w:r>
        <w:t>370.5479</w:t>
      </w:r>
      <w:r>
        <w:tab/>
        <w:t>1.013e0</w:t>
      </w:r>
    </w:p>
    <w:p w:rsidR="00557788" w:rsidRDefault="00557788" w:rsidP="00557788">
      <w:r>
        <w:t>370.5858</w:t>
      </w:r>
      <w:r>
        <w:tab/>
        <w:t>5.063e0</w:t>
      </w:r>
    </w:p>
    <w:p w:rsidR="00557788" w:rsidRDefault="00557788" w:rsidP="00557788">
      <w:r>
        <w:t>370.5980</w:t>
      </w:r>
      <w:r>
        <w:tab/>
        <w:t>3.038e0</w:t>
      </w:r>
    </w:p>
    <w:p w:rsidR="00557788" w:rsidRDefault="00557788" w:rsidP="00557788">
      <w:r>
        <w:t>370.6044</w:t>
      </w:r>
      <w:r>
        <w:tab/>
        <w:t>2.025e0</w:t>
      </w:r>
    </w:p>
    <w:p w:rsidR="00557788" w:rsidRDefault="00557788" w:rsidP="00557788">
      <w:r>
        <w:t>370.6247</w:t>
      </w:r>
      <w:r>
        <w:tab/>
        <w:t>5.063e0</w:t>
      </w:r>
    </w:p>
    <w:p w:rsidR="00557788" w:rsidRDefault="00557788" w:rsidP="00557788">
      <w:r>
        <w:t>370.6399</w:t>
      </w:r>
      <w:r>
        <w:tab/>
        <w:t>2.025e0</w:t>
      </w:r>
    </w:p>
    <w:p w:rsidR="00557788" w:rsidRDefault="00557788" w:rsidP="00557788">
      <w:r>
        <w:lastRenderedPageBreak/>
        <w:t>370.6463</w:t>
      </w:r>
      <w:r>
        <w:tab/>
        <w:t>3.454e0</w:t>
      </w:r>
    </w:p>
    <w:p w:rsidR="00557788" w:rsidRDefault="00557788" w:rsidP="00557788">
      <w:r>
        <w:t>370.6488</w:t>
      </w:r>
      <w:r>
        <w:tab/>
        <w:t>2.532e-2</w:t>
      </w:r>
    </w:p>
    <w:p w:rsidR="00557788" w:rsidRDefault="00557788" w:rsidP="00557788">
      <w:r>
        <w:t>370.6512</w:t>
      </w:r>
      <w:r>
        <w:tab/>
        <w:t>1.637e0</w:t>
      </w:r>
    </w:p>
    <w:p w:rsidR="00557788" w:rsidRDefault="00557788" w:rsidP="00557788">
      <w:r>
        <w:t>370.6654</w:t>
      </w:r>
      <w:r>
        <w:tab/>
        <w:t>2.025e0</w:t>
      </w:r>
    </w:p>
    <w:p w:rsidR="00557788" w:rsidRDefault="00557788" w:rsidP="00557788">
      <w:r>
        <w:t>370.6932</w:t>
      </w:r>
      <w:r>
        <w:tab/>
        <w:t>2.025e0</w:t>
      </w:r>
    </w:p>
    <w:p w:rsidR="00557788" w:rsidRDefault="00557788" w:rsidP="00557788">
      <w:r>
        <w:t>370.6986</w:t>
      </w:r>
      <w:r>
        <w:tab/>
        <w:t>2.025e0</w:t>
      </w:r>
    </w:p>
    <w:p w:rsidR="00557788" w:rsidRDefault="00557788" w:rsidP="00557788">
      <w:r>
        <w:t>370.7003</w:t>
      </w:r>
      <w:r>
        <w:tab/>
        <w:t>5.063e0</w:t>
      </w:r>
    </w:p>
    <w:p w:rsidR="00557788" w:rsidRDefault="00557788" w:rsidP="00557788">
      <w:r>
        <w:t>370.7173</w:t>
      </w:r>
      <w:r>
        <w:tab/>
        <w:t>3.038e0</w:t>
      </w:r>
    </w:p>
    <w:p w:rsidR="00557788" w:rsidRDefault="00557788" w:rsidP="00557788">
      <w:r>
        <w:t>370.7239</w:t>
      </w:r>
      <w:r>
        <w:tab/>
        <w:t>3.798e-2</w:t>
      </w:r>
    </w:p>
    <w:p w:rsidR="00557788" w:rsidRDefault="00557788" w:rsidP="00557788">
      <w:r>
        <w:t>370.7305</w:t>
      </w:r>
      <w:r>
        <w:tab/>
        <w:t>1.038e0</w:t>
      </w:r>
    </w:p>
    <w:p w:rsidR="00557788" w:rsidRDefault="00557788" w:rsidP="00557788">
      <w:r>
        <w:t>370.7318</w:t>
      </w:r>
      <w:r>
        <w:tab/>
        <w:t>3.038e0</w:t>
      </w:r>
    </w:p>
    <w:p w:rsidR="00557788" w:rsidRDefault="00557788" w:rsidP="00557788">
      <w:r>
        <w:t>370.7355</w:t>
      </w:r>
      <w:r>
        <w:tab/>
        <w:t>1.013e0</w:t>
      </w:r>
    </w:p>
    <w:p w:rsidR="00557788" w:rsidRDefault="00557788" w:rsidP="00557788">
      <w:r>
        <w:t>370.7777</w:t>
      </w:r>
      <w:r>
        <w:tab/>
        <w:t>1.013e0</w:t>
      </w:r>
    </w:p>
    <w:p w:rsidR="00557788" w:rsidRDefault="00557788" w:rsidP="00557788">
      <w:r>
        <w:t>370.7880</w:t>
      </w:r>
      <w:r>
        <w:tab/>
        <w:t>1.013e0</w:t>
      </w:r>
    </w:p>
    <w:p w:rsidR="00557788" w:rsidRDefault="00557788" w:rsidP="00557788">
      <w:r>
        <w:t>370.7937</w:t>
      </w:r>
      <w:r>
        <w:tab/>
        <w:t>3.038e0</w:t>
      </w:r>
    </w:p>
    <w:p w:rsidR="00557788" w:rsidRDefault="00557788" w:rsidP="00557788">
      <w:r>
        <w:t>370.7962</w:t>
      </w:r>
      <w:r>
        <w:tab/>
        <w:t>2.025e0</w:t>
      </w:r>
    </w:p>
    <w:p w:rsidR="00557788" w:rsidRDefault="00557788" w:rsidP="00557788">
      <w:r>
        <w:t>370.7986</w:t>
      </w:r>
      <w:r>
        <w:tab/>
        <w:t>1.266e-2</w:t>
      </w:r>
    </w:p>
    <w:p w:rsidR="00557788" w:rsidRDefault="00557788" w:rsidP="00557788">
      <w:r>
        <w:t>370.8069</w:t>
      </w:r>
      <w:r>
        <w:tab/>
        <w:t>3.038e0</w:t>
      </w:r>
    </w:p>
    <w:p w:rsidR="00557788" w:rsidRDefault="00557788" w:rsidP="00557788">
      <w:r>
        <w:t>370.8134</w:t>
      </w:r>
      <w:r>
        <w:tab/>
        <w:t>3.038e0</w:t>
      </w:r>
    </w:p>
    <w:p w:rsidR="00557788" w:rsidRDefault="00557788" w:rsidP="00557788">
      <w:r>
        <w:lastRenderedPageBreak/>
        <w:t>370.8275</w:t>
      </w:r>
      <w:r>
        <w:tab/>
        <w:t>1.013e0</w:t>
      </w:r>
    </w:p>
    <w:p w:rsidR="00557788" w:rsidRDefault="00557788" w:rsidP="00557788">
      <w:r>
        <w:t>370.8390</w:t>
      </w:r>
      <w:r>
        <w:tab/>
        <w:t>3.038e0</w:t>
      </w:r>
    </w:p>
    <w:p w:rsidR="00557788" w:rsidRDefault="00557788" w:rsidP="00557788">
      <w:r>
        <w:t>370.8408</w:t>
      </w:r>
      <w:r>
        <w:tab/>
        <w:t>1.013e0</w:t>
      </w:r>
    </w:p>
    <w:p w:rsidR="00557788" w:rsidRDefault="00557788" w:rsidP="00557788">
      <w:r>
        <w:t>370.8609</w:t>
      </w:r>
      <w:r>
        <w:tab/>
        <w:t>4.855e0</w:t>
      </w:r>
    </w:p>
    <w:p w:rsidR="00557788" w:rsidRDefault="00557788" w:rsidP="00557788">
      <w:r>
        <w:t>370.8649</w:t>
      </w:r>
      <w:r>
        <w:tab/>
        <w:t>3.798e-2</w:t>
      </w:r>
    </w:p>
    <w:p w:rsidR="00557788" w:rsidRDefault="00557788" w:rsidP="00557788">
      <w:r>
        <w:t>370.8905</w:t>
      </w:r>
      <w:r>
        <w:tab/>
        <w:t>2.025e0</w:t>
      </w:r>
    </w:p>
    <w:p w:rsidR="00557788" w:rsidRDefault="00557788" w:rsidP="00557788">
      <w:r>
        <w:t>370.8969</w:t>
      </w:r>
      <w:r>
        <w:tab/>
        <w:t>3.038e0</w:t>
      </w:r>
    </w:p>
    <w:p w:rsidR="00557788" w:rsidRDefault="00557788" w:rsidP="00557788">
      <w:r>
        <w:t>370.9147</w:t>
      </w:r>
      <w:r>
        <w:tab/>
        <w:t>4.904e0</w:t>
      </w:r>
    </w:p>
    <w:p w:rsidR="00557788" w:rsidRDefault="00557788" w:rsidP="00557788">
      <w:r>
        <w:t>370.9200</w:t>
      </w:r>
      <w:r>
        <w:tab/>
        <w:t>1.859e0</w:t>
      </w:r>
    </w:p>
    <w:p w:rsidR="00557788" w:rsidRDefault="00557788" w:rsidP="00557788">
      <w:r>
        <w:t>370.9245</w:t>
      </w:r>
      <w:r>
        <w:tab/>
        <w:t>2.665e0</w:t>
      </w:r>
    </w:p>
    <w:p w:rsidR="00557788" w:rsidRDefault="00557788" w:rsidP="00557788">
      <w:r>
        <w:t>370.9289</w:t>
      </w:r>
      <w:r>
        <w:tab/>
        <w:t>1.706e0</w:t>
      </w:r>
    </w:p>
    <w:p w:rsidR="00557788" w:rsidRDefault="00557788" w:rsidP="00557788">
      <w:r>
        <w:t>370.9323</w:t>
      </w:r>
      <w:r>
        <w:tab/>
        <w:t>2.051e0</w:t>
      </w:r>
    </w:p>
    <w:p w:rsidR="00557788" w:rsidRDefault="00557788" w:rsidP="00557788">
      <w:r>
        <w:t>370.9461</w:t>
      </w:r>
      <w:r>
        <w:tab/>
        <w:t>2.941e0</w:t>
      </w:r>
    </w:p>
    <w:p w:rsidR="00557788" w:rsidRDefault="00557788" w:rsidP="00557788">
      <w:r>
        <w:t>370.9478</w:t>
      </w:r>
      <w:r>
        <w:tab/>
        <w:t>7.089e0</w:t>
      </w:r>
    </w:p>
    <w:p w:rsidR="00557788" w:rsidRDefault="00557788" w:rsidP="00557788">
      <w:r>
        <w:t>370.9506</w:t>
      </w:r>
      <w:r>
        <w:tab/>
        <w:t>2.585e0</w:t>
      </w:r>
    </w:p>
    <w:p w:rsidR="00557788" w:rsidRDefault="00557788" w:rsidP="00557788">
      <w:r>
        <w:t>370.9692</w:t>
      </w:r>
      <w:r>
        <w:tab/>
        <w:t>4.571e0</w:t>
      </w:r>
    </w:p>
    <w:p w:rsidR="00557788" w:rsidRDefault="00557788" w:rsidP="00557788">
      <w:r>
        <w:t>370.9797</w:t>
      </w:r>
      <w:r>
        <w:tab/>
        <w:t>2.512e0</w:t>
      </w:r>
    </w:p>
    <w:p w:rsidR="00557788" w:rsidRDefault="00557788" w:rsidP="00557788">
      <w:r>
        <w:t>370.9975</w:t>
      </w:r>
      <w:r>
        <w:tab/>
        <w:t>3.516e0</w:t>
      </w:r>
    </w:p>
    <w:p w:rsidR="00557788" w:rsidRDefault="00557788" w:rsidP="00557788">
      <w:r>
        <w:t>370.9998</w:t>
      </w:r>
      <w:r>
        <w:tab/>
        <w:t>2.076e0</w:t>
      </w:r>
    </w:p>
    <w:p w:rsidR="00557788" w:rsidRDefault="00557788" w:rsidP="00557788">
      <w:r>
        <w:lastRenderedPageBreak/>
        <w:t>371.0103</w:t>
      </w:r>
      <w:r>
        <w:tab/>
        <w:t>4.361e0</w:t>
      </w:r>
    </w:p>
    <w:p w:rsidR="00557788" w:rsidRDefault="00557788" w:rsidP="00557788">
      <w:r>
        <w:t>371.0162</w:t>
      </w:r>
      <w:r>
        <w:tab/>
        <w:t>1.591e0</w:t>
      </w:r>
    </w:p>
    <w:p w:rsidR="00557788" w:rsidRDefault="00557788" w:rsidP="00557788">
      <w:r>
        <w:t>371.0180</w:t>
      </w:r>
      <w:r>
        <w:tab/>
        <w:t>3.963e0</w:t>
      </w:r>
    </w:p>
    <w:p w:rsidR="00557788" w:rsidRDefault="00557788" w:rsidP="00557788">
      <w:r>
        <w:t>371.0266</w:t>
      </w:r>
      <w:r>
        <w:tab/>
        <w:t>1.605e0</w:t>
      </w:r>
    </w:p>
    <w:p w:rsidR="00557788" w:rsidRDefault="00557788" w:rsidP="00557788">
      <w:r>
        <w:t>371.0281</w:t>
      </w:r>
      <w:r>
        <w:tab/>
        <w:t>7.871e0</w:t>
      </w:r>
    </w:p>
    <w:p w:rsidR="00557788" w:rsidRDefault="00557788" w:rsidP="00557788">
      <w:r>
        <w:t>371.0482</w:t>
      </w:r>
      <w:r>
        <w:tab/>
        <w:t>3.960e0</w:t>
      </w:r>
    </w:p>
    <w:p w:rsidR="00557788" w:rsidRDefault="00557788" w:rsidP="00557788">
      <w:r>
        <w:t>371.0867</w:t>
      </w:r>
      <w:r>
        <w:tab/>
        <w:t>6.099e0</w:t>
      </w:r>
    </w:p>
    <w:p w:rsidR="00557788" w:rsidRDefault="00557788" w:rsidP="00557788">
      <w:r>
        <w:t>371.0902</w:t>
      </w:r>
      <w:r>
        <w:tab/>
        <w:t>3.038e0</w:t>
      </w:r>
    </w:p>
    <w:p w:rsidR="00557788" w:rsidRDefault="00557788" w:rsidP="00557788">
      <w:r>
        <w:t>371.0916</w:t>
      </w:r>
      <w:r>
        <w:tab/>
        <w:t>6.806e0</w:t>
      </w:r>
    </w:p>
    <w:p w:rsidR="00557788" w:rsidRDefault="00557788" w:rsidP="00557788">
      <w:r>
        <w:t>371.0927</w:t>
      </w:r>
      <w:r>
        <w:tab/>
        <w:t>1.716e0</w:t>
      </w:r>
    </w:p>
    <w:p w:rsidR="00557788" w:rsidRDefault="00557788" w:rsidP="00557788">
      <w:r>
        <w:t>371.0973</w:t>
      </w:r>
      <w:r>
        <w:tab/>
        <w:t>1.530e0</w:t>
      </w:r>
    </w:p>
    <w:p w:rsidR="00557788" w:rsidRDefault="00557788" w:rsidP="00557788">
      <w:r>
        <w:t>371.1006</w:t>
      </w:r>
      <w:r>
        <w:tab/>
        <w:t>3.038e0</w:t>
      </w:r>
    </w:p>
    <w:p w:rsidR="00557788" w:rsidRDefault="00557788" w:rsidP="00557788">
      <w:r>
        <w:t>371.1387</w:t>
      </w:r>
      <w:r>
        <w:tab/>
        <w:t>2.052e0</w:t>
      </w:r>
    </w:p>
    <w:p w:rsidR="00557788" w:rsidRDefault="00557788" w:rsidP="00557788">
      <w:r>
        <w:t>371.1483</w:t>
      </w:r>
      <w:r>
        <w:tab/>
        <w:t>4.885e0</w:t>
      </w:r>
    </w:p>
    <w:p w:rsidR="00557788" w:rsidRDefault="00557788" w:rsidP="00557788">
      <w:r>
        <w:t>371.1510</w:t>
      </w:r>
      <w:r>
        <w:tab/>
        <w:t>5.780e0</w:t>
      </w:r>
    </w:p>
    <w:p w:rsidR="00557788" w:rsidRDefault="00557788" w:rsidP="00557788">
      <w:r>
        <w:t>371.1600</w:t>
      </w:r>
      <w:r>
        <w:tab/>
        <w:t>2.179e0</w:t>
      </w:r>
    </w:p>
    <w:p w:rsidR="00557788" w:rsidRDefault="00557788" w:rsidP="00557788">
      <w:r>
        <w:t>371.1709</w:t>
      </w:r>
      <w:r>
        <w:tab/>
        <w:t>1.652e0</w:t>
      </w:r>
    </w:p>
    <w:p w:rsidR="00557788" w:rsidRDefault="00557788" w:rsidP="00557788">
      <w:r>
        <w:t>371.1741</w:t>
      </w:r>
      <w:r>
        <w:tab/>
        <w:t>4.161e0</w:t>
      </w:r>
    </w:p>
    <w:p w:rsidR="00557788" w:rsidRDefault="00557788" w:rsidP="00557788">
      <w:r>
        <w:t>371.1910</w:t>
      </w:r>
      <w:r>
        <w:tab/>
        <w:t>3.019e0</w:t>
      </w:r>
    </w:p>
    <w:p w:rsidR="00557788" w:rsidRDefault="00557788" w:rsidP="00557788">
      <w:r>
        <w:lastRenderedPageBreak/>
        <w:t>371.1989</w:t>
      </w:r>
      <w:r>
        <w:tab/>
        <w:t>2.782e0</w:t>
      </w:r>
    </w:p>
    <w:p w:rsidR="00557788" w:rsidRDefault="00557788" w:rsidP="00557788">
      <w:r>
        <w:t>371.2279</w:t>
      </w:r>
      <w:r>
        <w:tab/>
        <w:t>5.837e0</w:t>
      </w:r>
    </w:p>
    <w:p w:rsidR="00557788" w:rsidRDefault="00557788" w:rsidP="00557788">
      <w:r>
        <w:t>371.2317</w:t>
      </w:r>
      <w:r>
        <w:tab/>
        <w:t>4.364e0</w:t>
      </w:r>
    </w:p>
    <w:p w:rsidR="00557788" w:rsidRDefault="00557788" w:rsidP="00557788">
      <w:r>
        <w:t>371.2626</w:t>
      </w:r>
      <w:r>
        <w:tab/>
        <w:t>5.824e-1</w:t>
      </w:r>
    </w:p>
    <w:p w:rsidR="00557788" w:rsidRDefault="00557788" w:rsidP="00557788">
      <w:r>
        <w:t>371.2776</w:t>
      </w:r>
      <w:r>
        <w:tab/>
        <w:t>8.471e0</w:t>
      </w:r>
    </w:p>
    <w:p w:rsidR="00557788" w:rsidRDefault="00557788" w:rsidP="00557788">
      <w:r>
        <w:t>371.3169</w:t>
      </w:r>
      <w:r>
        <w:tab/>
        <w:t>2.638e1</w:t>
      </w:r>
    </w:p>
    <w:p w:rsidR="00557788" w:rsidRDefault="00557788" w:rsidP="00557788">
      <w:r>
        <w:t>371.3218</w:t>
      </w:r>
      <w:r>
        <w:tab/>
        <w:t>3.607e1</w:t>
      </w:r>
    </w:p>
    <w:p w:rsidR="00557788" w:rsidRDefault="00557788" w:rsidP="00557788">
      <w:r>
        <w:t>371.3665</w:t>
      </w:r>
      <w:r>
        <w:tab/>
        <w:t>6.095e0</w:t>
      </w:r>
    </w:p>
    <w:p w:rsidR="00557788" w:rsidRDefault="00557788" w:rsidP="00557788">
      <w:r>
        <w:t>371.3695</w:t>
      </w:r>
      <w:r>
        <w:tab/>
        <w:t>2.030e0</w:t>
      </w:r>
    </w:p>
    <w:p w:rsidR="00557788" w:rsidRDefault="00557788" w:rsidP="00557788">
      <w:r>
        <w:t>371.3752</w:t>
      </w:r>
      <w:r>
        <w:tab/>
        <w:t>3.547e0</w:t>
      </w:r>
    </w:p>
    <w:p w:rsidR="00557788" w:rsidRDefault="00557788" w:rsidP="00557788">
      <w:r>
        <w:t>371.3772</w:t>
      </w:r>
      <w:r>
        <w:tab/>
        <w:t>3.389e0</w:t>
      </w:r>
    </w:p>
    <w:p w:rsidR="00557788" w:rsidRDefault="00557788" w:rsidP="00557788">
      <w:r>
        <w:t>371.3834</w:t>
      </w:r>
      <w:r>
        <w:tab/>
        <w:t>3.038e0</w:t>
      </w:r>
    </w:p>
    <w:p w:rsidR="00557788" w:rsidRDefault="00557788" w:rsidP="00557788">
      <w:r>
        <w:t>371.4023</w:t>
      </w:r>
      <w:r>
        <w:tab/>
        <w:t>2.025e0</w:t>
      </w:r>
    </w:p>
    <w:p w:rsidR="00557788" w:rsidRDefault="00557788" w:rsidP="00557788">
      <w:r>
        <w:t>371.4236</w:t>
      </w:r>
      <w:r>
        <w:tab/>
        <w:t>1.955e0</w:t>
      </w:r>
    </w:p>
    <w:p w:rsidR="00557788" w:rsidRDefault="00557788" w:rsidP="00557788">
      <w:r>
        <w:t>371.4340</w:t>
      </w:r>
      <w:r>
        <w:tab/>
        <w:t>1.266e-2</w:t>
      </w:r>
    </w:p>
    <w:p w:rsidR="00557788" w:rsidRDefault="00557788" w:rsidP="00557788">
      <w:r>
        <w:t>371.4502</w:t>
      </w:r>
      <w:r>
        <w:tab/>
        <w:t>2.025e0</w:t>
      </w:r>
    </w:p>
    <w:p w:rsidR="00557788" w:rsidRDefault="00557788" w:rsidP="00557788">
      <w:r>
        <w:t>371.4628</w:t>
      </w:r>
      <w:r>
        <w:tab/>
        <w:t>1.013e0</w:t>
      </w:r>
    </w:p>
    <w:p w:rsidR="00557788" w:rsidRDefault="00557788" w:rsidP="00557788">
      <w:r>
        <w:t>371.4750</w:t>
      </w:r>
      <w:r>
        <w:tab/>
        <w:t>1.025e0</w:t>
      </w:r>
    </w:p>
    <w:p w:rsidR="00557788" w:rsidRDefault="00557788" w:rsidP="00557788">
      <w:r>
        <w:t>371.4839</w:t>
      </w:r>
      <w:r>
        <w:tab/>
        <w:t>1.266e-2</w:t>
      </w:r>
    </w:p>
    <w:p w:rsidR="00557788" w:rsidRDefault="00557788" w:rsidP="00557788">
      <w:r>
        <w:lastRenderedPageBreak/>
        <w:t>371.4866</w:t>
      </w:r>
      <w:r>
        <w:tab/>
        <w:t>2.532e-2</w:t>
      </w:r>
    </w:p>
    <w:p w:rsidR="00557788" w:rsidRDefault="00557788" w:rsidP="00557788">
      <w:r>
        <w:t>371.4901</w:t>
      </w:r>
      <w:r>
        <w:tab/>
        <w:t>2.025e0</w:t>
      </w:r>
    </w:p>
    <w:p w:rsidR="00557788" w:rsidRDefault="00557788" w:rsidP="00557788">
      <w:r>
        <w:t>371.5049</w:t>
      </w:r>
      <w:r>
        <w:tab/>
        <w:t>1.025e0</w:t>
      </w:r>
    </w:p>
    <w:p w:rsidR="00557788" w:rsidRDefault="00557788" w:rsidP="00557788">
      <w:r>
        <w:t>371.5069</w:t>
      </w:r>
      <w:r>
        <w:tab/>
        <w:t>2.025e0</w:t>
      </w:r>
    </w:p>
    <w:p w:rsidR="00557788" w:rsidRDefault="00557788" w:rsidP="00557788">
      <w:r>
        <w:t>371.5251</w:t>
      </w:r>
      <w:r>
        <w:tab/>
        <w:t>2.532e-2</w:t>
      </w:r>
    </w:p>
    <w:p w:rsidR="00557788" w:rsidRDefault="00557788" w:rsidP="00557788">
      <w:r>
        <w:t>371.5384</w:t>
      </w:r>
      <w:r>
        <w:tab/>
        <w:t>2.025e0</w:t>
      </w:r>
    </w:p>
    <w:p w:rsidR="00557788" w:rsidRDefault="00557788" w:rsidP="00557788">
      <w:r>
        <w:t>371.5564</w:t>
      </w:r>
      <w:r>
        <w:tab/>
        <w:t>3.038e0</w:t>
      </w:r>
    </w:p>
    <w:p w:rsidR="00557788" w:rsidRDefault="00557788" w:rsidP="00557788">
      <w:r>
        <w:t>371.5634</w:t>
      </w:r>
      <w:r>
        <w:tab/>
        <w:t>2.025e0</w:t>
      </w:r>
    </w:p>
    <w:p w:rsidR="00557788" w:rsidRDefault="00557788" w:rsidP="00557788">
      <w:r>
        <w:t>371.5957</w:t>
      </w:r>
      <w:r>
        <w:tab/>
        <w:t>5.063e0</w:t>
      </w:r>
    </w:p>
    <w:p w:rsidR="00557788" w:rsidRDefault="00557788" w:rsidP="00557788">
      <w:r>
        <w:t>371.5969</w:t>
      </w:r>
      <w:r>
        <w:tab/>
        <w:t>1.266e-2</w:t>
      </w:r>
    </w:p>
    <w:p w:rsidR="00557788" w:rsidRDefault="00557788" w:rsidP="00557788">
      <w:r>
        <w:t>371.6073</w:t>
      </w:r>
      <w:r>
        <w:tab/>
        <w:t>2.025e0</w:t>
      </w:r>
    </w:p>
    <w:p w:rsidR="00557788" w:rsidRDefault="00557788" w:rsidP="00557788">
      <w:r>
        <w:t>371.6089</w:t>
      </w:r>
      <w:r>
        <w:tab/>
        <w:t>3.038e0</w:t>
      </w:r>
    </w:p>
    <w:p w:rsidR="00557788" w:rsidRDefault="00557788" w:rsidP="00557788">
      <w:r>
        <w:t>371.6217</w:t>
      </w:r>
      <w:r>
        <w:tab/>
        <w:t>1.013e0</w:t>
      </w:r>
    </w:p>
    <w:p w:rsidR="00557788" w:rsidRDefault="00557788" w:rsidP="00557788">
      <w:r>
        <w:t>371.6272</w:t>
      </w:r>
      <w:r>
        <w:tab/>
        <w:t>1.266e-2</w:t>
      </w:r>
    </w:p>
    <w:p w:rsidR="00557788" w:rsidRDefault="00557788" w:rsidP="00557788">
      <w:r>
        <w:t>371.6320</w:t>
      </w:r>
      <w:r>
        <w:tab/>
        <w:t>2.326e-1</w:t>
      </w:r>
    </w:p>
    <w:p w:rsidR="00557788" w:rsidRDefault="00557788" w:rsidP="00557788">
      <w:r>
        <w:t>371.6432</w:t>
      </w:r>
      <w:r>
        <w:tab/>
        <w:t>2.532e-2</w:t>
      </w:r>
    </w:p>
    <w:p w:rsidR="00557788" w:rsidRDefault="00557788" w:rsidP="00557788">
      <w:r>
        <w:t>371.6521</w:t>
      </w:r>
      <w:r>
        <w:tab/>
        <w:t>3.038e0</w:t>
      </w:r>
    </w:p>
    <w:p w:rsidR="00557788" w:rsidRDefault="00557788" w:rsidP="00557788">
      <w:r>
        <w:t>371.6533</w:t>
      </w:r>
      <w:r>
        <w:tab/>
        <w:t>2.025e0</w:t>
      </w:r>
    </w:p>
    <w:p w:rsidR="00557788" w:rsidRDefault="00557788" w:rsidP="00557788">
      <w:r>
        <w:t>371.6676</w:t>
      </w:r>
      <w:r>
        <w:tab/>
        <w:t>1.013e0</w:t>
      </w:r>
    </w:p>
    <w:p w:rsidR="00557788" w:rsidRDefault="00557788" w:rsidP="00557788">
      <w:r>
        <w:lastRenderedPageBreak/>
        <w:t>371.6819</w:t>
      </w:r>
      <w:r>
        <w:tab/>
        <w:t>2.025e0</w:t>
      </w:r>
    </w:p>
    <w:p w:rsidR="00557788" w:rsidRDefault="00557788" w:rsidP="00557788">
      <w:r>
        <w:t>371.6839</w:t>
      </w:r>
      <w:r>
        <w:tab/>
        <w:t>2.025e0</w:t>
      </w:r>
    </w:p>
    <w:p w:rsidR="00557788" w:rsidRDefault="00557788" w:rsidP="00557788">
      <w:r>
        <w:t>371.6927</w:t>
      </w:r>
      <w:r>
        <w:tab/>
        <w:t>5.063e0</w:t>
      </w:r>
    </w:p>
    <w:p w:rsidR="00557788" w:rsidRDefault="00557788" w:rsidP="00557788">
      <w:r>
        <w:t>371.7097</w:t>
      </w:r>
      <w:r>
        <w:tab/>
        <w:t>1.013e0</w:t>
      </w:r>
    </w:p>
    <w:p w:rsidR="00557788" w:rsidRDefault="00557788" w:rsidP="00557788">
      <w:r>
        <w:t>371.7198</w:t>
      </w:r>
      <w:r>
        <w:tab/>
        <w:t>2.025e0</w:t>
      </w:r>
    </w:p>
    <w:p w:rsidR="00557788" w:rsidRDefault="00557788" w:rsidP="00557788">
      <w:r>
        <w:t>371.7264</w:t>
      </w:r>
      <w:r>
        <w:tab/>
        <w:t>1.013e0</w:t>
      </w:r>
    </w:p>
    <w:p w:rsidR="00557788" w:rsidRDefault="00557788" w:rsidP="00557788">
      <w:r>
        <w:t>371.7332</w:t>
      </w:r>
      <w:r>
        <w:tab/>
        <w:t>2.025e0</w:t>
      </w:r>
    </w:p>
    <w:p w:rsidR="00557788" w:rsidRDefault="00557788" w:rsidP="00557788">
      <w:r>
        <w:t>371.7350</w:t>
      </w:r>
      <w:r>
        <w:tab/>
        <w:t>4.063e0</w:t>
      </w:r>
    </w:p>
    <w:p w:rsidR="00557788" w:rsidRDefault="00557788" w:rsidP="00557788">
      <w:r>
        <w:t>371.7546</w:t>
      </w:r>
      <w:r>
        <w:tab/>
        <w:t>1.051e0</w:t>
      </w:r>
    </w:p>
    <w:p w:rsidR="00557788" w:rsidRDefault="00557788" w:rsidP="00557788">
      <w:r>
        <w:t>371.7618</w:t>
      </w:r>
      <w:r>
        <w:tab/>
        <w:t>3.038e0</w:t>
      </w:r>
    </w:p>
    <w:p w:rsidR="00557788" w:rsidRDefault="00557788" w:rsidP="00557788">
      <w:r>
        <w:t>371.7688</w:t>
      </w:r>
      <w:r>
        <w:tab/>
        <w:t>2.025e0</w:t>
      </w:r>
    </w:p>
    <w:p w:rsidR="00557788" w:rsidRDefault="00557788" w:rsidP="00557788">
      <w:r>
        <w:t>371.7911</w:t>
      </w:r>
      <w:r>
        <w:tab/>
        <w:t>2.025e0</w:t>
      </w:r>
    </w:p>
    <w:p w:rsidR="00557788" w:rsidRDefault="00557788" w:rsidP="00557788">
      <w:r>
        <w:t>371.7925</w:t>
      </w:r>
      <w:r>
        <w:tab/>
        <w:t>1.013e0</w:t>
      </w:r>
    </w:p>
    <w:p w:rsidR="00557788" w:rsidRDefault="00557788" w:rsidP="00557788">
      <w:r>
        <w:t>371.8192</w:t>
      </w:r>
      <w:r>
        <w:tab/>
        <w:t>7.089e0</w:t>
      </w:r>
    </w:p>
    <w:p w:rsidR="00557788" w:rsidRDefault="00557788" w:rsidP="00557788">
      <w:r>
        <w:t>371.8265</w:t>
      </w:r>
      <w:r>
        <w:tab/>
        <w:t>1.013e0</w:t>
      </w:r>
    </w:p>
    <w:p w:rsidR="00557788" w:rsidRDefault="00557788" w:rsidP="00557788">
      <w:r>
        <w:t>371.8322</w:t>
      </w:r>
      <w:r>
        <w:tab/>
        <w:t>1.013e0</w:t>
      </w:r>
    </w:p>
    <w:p w:rsidR="00557788" w:rsidRDefault="00557788" w:rsidP="00557788">
      <w:r>
        <w:t>371.8388</w:t>
      </w:r>
      <w:r>
        <w:tab/>
        <w:t>1.013e0</w:t>
      </w:r>
    </w:p>
    <w:p w:rsidR="00557788" w:rsidRDefault="00557788" w:rsidP="00557788">
      <w:r>
        <w:t>371.8401</w:t>
      </w:r>
      <w:r>
        <w:tab/>
        <w:t>2.025e0</w:t>
      </w:r>
    </w:p>
    <w:p w:rsidR="00557788" w:rsidRDefault="00557788" w:rsidP="00557788">
      <w:r>
        <w:t>371.8524</w:t>
      </w:r>
      <w:r>
        <w:tab/>
        <w:t>2.532e-2</w:t>
      </w:r>
    </w:p>
    <w:p w:rsidR="00557788" w:rsidRDefault="00557788" w:rsidP="00557788">
      <w:r>
        <w:lastRenderedPageBreak/>
        <w:t>371.8731</w:t>
      </w:r>
      <w:r>
        <w:tab/>
        <w:t>7.089e0</w:t>
      </w:r>
    </w:p>
    <w:p w:rsidR="00557788" w:rsidRDefault="00557788" w:rsidP="00557788">
      <w:r>
        <w:t>371.8757</w:t>
      </w:r>
      <w:r>
        <w:tab/>
        <w:t>3.038e0</w:t>
      </w:r>
    </w:p>
    <w:p w:rsidR="00557788" w:rsidRDefault="00557788" w:rsidP="00557788">
      <w:r>
        <w:t>371.8974</w:t>
      </w:r>
      <w:r>
        <w:tab/>
        <w:t>4.051e0</w:t>
      </w:r>
    </w:p>
    <w:p w:rsidR="00557788" w:rsidRDefault="00557788" w:rsidP="00557788">
      <w:r>
        <w:t>371.9077</w:t>
      </w:r>
      <w:r>
        <w:tab/>
        <w:t>4.716e0</w:t>
      </w:r>
    </w:p>
    <w:p w:rsidR="00557788" w:rsidRDefault="00557788" w:rsidP="00557788">
      <w:r>
        <w:t>371.9220</w:t>
      </w:r>
      <w:r>
        <w:tab/>
        <w:t>4.819e0</w:t>
      </w:r>
    </w:p>
    <w:p w:rsidR="00557788" w:rsidRDefault="00557788" w:rsidP="00557788">
      <w:r>
        <w:t>371.9318</w:t>
      </w:r>
      <w:r>
        <w:tab/>
        <w:t>6.139e0</w:t>
      </w:r>
    </w:p>
    <w:p w:rsidR="00557788" w:rsidRDefault="00557788" w:rsidP="00557788">
      <w:r>
        <w:t>371.9363</w:t>
      </w:r>
      <w:r>
        <w:tab/>
        <w:t>9.756e0</w:t>
      </w:r>
    </w:p>
    <w:p w:rsidR="00557788" w:rsidRDefault="00557788" w:rsidP="00557788">
      <w:r>
        <w:t>371.9445</w:t>
      </w:r>
      <w:r>
        <w:tab/>
        <w:t>4.155e0</w:t>
      </w:r>
    </w:p>
    <w:p w:rsidR="00557788" w:rsidRDefault="00557788" w:rsidP="00557788">
      <w:r>
        <w:t>371.9533</w:t>
      </w:r>
      <w:r>
        <w:tab/>
        <w:t>2.104e0</w:t>
      </w:r>
    </w:p>
    <w:p w:rsidR="00557788" w:rsidRDefault="00557788" w:rsidP="00557788">
      <w:r>
        <w:t>371.9577</w:t>
      </w:r>
      <w:r>
        <w:tab/>
        <w:t>3.783e0</w:t>
      </w:r>
    </w:p>
    <w:p w:rsidR="00557788" w:rsidRDefault="00557788" w:rsidP="00557788">
      <w:r>
        <w:t>371.9651</w:t>
      </w:r>
      <w:r>
        <w:tab/>
        <w:t>3.868e0</w:t>
      </w:r>
    </w:p>
    <w:p w:rsidR="00557788" w:rsidRDefault="00557788" w:rsidP="00557788">
      <w:r>
        <w:t>371.9705</w:t>
      </w:r>
      <w:r>
        <w:tab/>
        <w:t>3.861e-1</w:t>
      </w:r>
    </w:p>
    <w:p w:rsidR="00557788" w:rsidRDefault="00557788" w:rsidP="00557788">
      <w:r>
        <w:t>371.9791</w:t>
      </w:r>
      <w:r>
        <w:tab/>
        <w:t>1.551e0</w:t>
      </w:r>
    </w:p>
    <w:p w:rsidR="00557788" w:rsidRDefault="00557788" w:rsidP="00557788">
      <w:r>
        <w:t>371.9922</w:t>
      </w:r>
      <w:r>
        <w:tab/>
        <w:t>1.682e0</w:t>
      </w:r>
    </w:p>
    <w:p w:rsidR="00557788" w:rsidRDefault="00557788" w:rsidP="00557788">
      <w:r>
        <w:t>371.9936</w:t>
      </w:r>
      <w:r>
        <w:tab/>
        <w:t>3.863e0</w:t>
      </w:r>
    </w:p>
    <w:p w:rsidR="00557788" w:rsidRDefault="00557788" w:rsidP="00557788">
      <w:r>
        <w:t>372.0140</w:t>
      </w:r>
      <w:r>
        <w:tab/>
        <w:t>3.992e0</w:t>
      </w:r>
    </w:p>
    <w:p w:rsidR="00557788" w:rsidRDefault="00557788" w:rsidP="00557788">
      <w:r>
        <w:t>372.0163</w:t>
      </w:r>
      <w:r>
        <w:tab/>
        <w:t>3.311e0</w:t>
      </w:r>
    </w:p>
    <w:p w:rsidR="00557788" w:rsidRDefault="00557788" w:rsidP="00557788">
      <w:r>
        <w:t>372.0175</w:t>
      </w:r>
      <w:r>
        <w:tab/>
        <w:t>1.835e0</w:t>
      </w:r>
    </w:p>
    <w:p w:rsidR="00557788" w:rsidRDefault="00557788" w:rsidP="00557788">
      <w:r>
        <w:t>372.0186</w:t>
      </w:r>
      <w:r>
        <w:tab/>
        <w:t>5.011e0</w:t>
      </w:r>
    </w:p>
    <w:p w:rsidR="00557788" w:rsidRDefault="00557788" w:rsidP="00557788">
      <w:r>
        <w:lastRenderedPageBreak/>
        <w:t>372.0342</w:t>
      </w:r>
      <w:r>
        <w:tab/>
        <w:t>6.076e0</w:t>
      </w:r>
    </w:p>
    <w:p w:rsidR="00557788" w:rsidRDefault="00557788" w:rsidP="00557788">
      <w:r>
        <w:t>372.0364</w:t>
      </w:r>
      <w:r>
        <w:tab/>
        <w:t>2.341e0</w:t>
      </w:r>
    </w:p>
    <w:p w:rsidR="00557788" w:rsidRDefault="00557788" w:rsidP="00557788">
      <w:r>
        <w:t>372.0506</w:t>
      </w:r>
      <w:r>
        <w:tab/>
        <w:t>5.450e0</w:t>
      </w:r>
    </w:p>
    <w:p w:rsidR="00557788" w:rsidRDefault="00557788" w:rsidP="00557788">
      <w:r>
        <w:t>372.0587</w:t>
      </w:r>
      <w:r>
        <w:tab/>
        <w:t>3.038e0</w:t>
      </w:r>
    </w:p>
    <w:p w:rsidR="00557788" w:rsidRDefault="00557788" w:rsidP="00557788">
      <w:r>
        <w:t>372.0881</w:t>
      </w:r>
      <w:r>
        <w:tab/>
        <w:t>2.984e0</w:t>
      </w:r>
    </w:p>
    <w:p w:rsidR="00557788" w:rsidRDefault="00557788" w:rsidP="00557788">
      <w:r>
        <w:t>372.1024</w:t>
      </w:r>
      <w:r>
        <w:tab/>
        <w:t>8.993e0</w:t>
      </w:r>
    </w:p>
    <w:p w:rsidR="00557788" w:rsidRDefault="00557788" w:rsidP="00557788">
      <w:r>
        <w:t>372.1155</w:t>
      </w:r>
      <w:r>
        <w:tab/>
        <w:t>4.360e0</w:t>
      </w:r>
    </w:p>
    <w:p w:rsidR="00557788" w:rsidRDefault="00557788" w:rsidP="00557788">
      <w:r>
        <w:t>372.1469</w:t>
      </w:r>
      <w:r>
        <w:tab/>
        <w:t>1.334e0</w:t>
      </w:r>
    </w:p>
    <w:p w:rsidR="00557788" w:rsidRDefault="00557788" w:rsidP="00557788">
      <w:r>
        <w:t>372.1565</w:t>
      </w:r>
      <w:r>
        <w:tab/>
        <w:t>4.172e0</w:t>
      </w:r>
    </w:p>
    <w:p w:rsidR="00557788" w:rsidRDefault="00557788" w:rsidP="00557788">
      <w:r>
        <w:t>372.1604</w:t>
      </w:r>
      <w:r>
        <w:tab/>
        <w:t>3.552e0</w:t>
      </w:r>
    </w:p>
    <w:p w:rsidR="00557788" w:rsidRDefault="00557788" w:rsidP="00557788">
      <w:r>
        <w:t>372.1794</w:t>
      </w:r>
      <w:r>
        <w:tab/>
        <w:t>1.463e0</w:t>
      </w:r>
    </w:p>
    <w:p w:rsidR="00557788" w:rsidRDefault="00557788" w:rsidP="00557788">
      <w:r>
        <w:t>372.1918</w:t>
      </w:r>
      <w:r>
        <w:tab/>
        <w:t>2.260e0</w:t>
      </w:r>
    </w:p>
    <w:p w:rsidR="00557788" w:rsidRDefault="00557788" w:rsidP="00557788">
      <w:r>
        <w:t>372.2292</w:t>
      </w:r>
      <w:r>
        <w:tab/>
        <w:t>5.734e0</w:t>
      </w:r>
    </w:p>
    <w:p w:rsidR="00557788" w:rsidRDefault="00557788" w:rsidP="00557788">
      <w:r>
        <w:t>372.2309</w:t>
      </w:r>
      <w:r>
        <w:tab/>
        <w:t>3.558e0</w:t>
      </w:r>
    </w:p>
    <w:p w:rsidR="00557788" w:rsidRDefault="00557788" w:rsidP="00557788">
      <w:r>
        <w:t>372.2357</w:t>
      </w:r>
      <w:r>
        <w:tab/>
        <w:t>3.571e0</w:t>
      </w:r>
    </w:p>
    <w:p w:rsidR="00557788" w:rsidRDefault="00557788" w:rsidP="00557788">
      <w:r>
        <w:t>372.2466</w:t>
      </w:r>
      <w:r>
        <w:tab/>
        <w:t>8.697e0</w:t>
      </w:r>
    </w:p>
    <w:p w:rsidR="00557788" w:rsidRDefault="00557788" w:rsidP="00557788">
      <w:r>
        <w:t>372.2789</w:t>
      </w:r>
      <w:r>
        <w:tab/>
        <w:t>3.844e0</w:t>
      </w:r>
    </w:p>
    <w:p w:rsidR="00557788" w:rsidRDefault="00557788" w:rsidP="00557788">
      <w:r>
        <w:t>372.2897</w:t>
      </w:r>
      <w:r>
        <w:tab/>
        <w:t>4.767e0</w:t>
      </w:r>
    </w:p>
    <w:p w:rsidR="00557788" w:rsidRDefault="00557788" w:rsidP="00557788">
      <w:r>
        <w:t>372.3421</w:t>
      </w:r>
      <w:r>
        <w:tab/>
        <w:t>5.417e1</w:t>
      </w:r>
    </w:p>
    <w:p w:rsidR="00557788" w:rsidRDefault="00557788" w:rsidP="00557788">
      <w:r>
        <w:lastRenderedPageBreak/>
        <w:t>372.3437</w:t>
      </w:r>
      <w:r>
        <w:tab/>
        <w:t>1.041e1</w:t>
      </w:r>
    </w:p>
    <w:p w:rsidR="00557788" w:rsidRDefault="00557788" w:rsidP="00557788">
      <w:r>
        <w:t>372.3456</w:t>
      </w:r>
      <w:r>
        <w:tab/>
        <w:t>1.001e2</w:t>
      </w:r>
    </w:p>
    <w:p w:rsidR="00557788" w:rsidRDefault="00557788" w:rsidP="00557788">
      <w:r>
        <w:t>372.4102</w:t>
      </w:r>
      <w:r>
        <w:tab/>
        <w:t>5.518e0</w:t>
      </w:r>
    </w:p>
    <w:p w:rsidR="00557788" w:rsidRDefault="00557788" w:rsidP="00557788">
      <w:r>
        <w:t>372.4199</w:t>
      </w:r>
      <w:r>
        <w:tab/>
        <w:t>3.038e0</w:t>
      </w:r>
    </w:p>
    <w:p w:rsidR="00557788" w:rsidRDefault="00557788" w:rsidP="00557788">
      <w:r>
        <w:t>372.4283</w:t>
      </w:r>
      <w:r>
        <w:tab/>
        <w:t>1.013e0</w:t>
      </w:r>
    </w:p>
    <w:p w:rsidR="00557788" w:rsidRDefault="00557788" w:rsidP="00557788">
      <w:r>
        <w:t>372.4302</w:t>
      </w:r>
      <w:r>
        <w:tab/>
        <w:t>1.954e0</w:t>
      </w:r>
    </w:p>
    <w:p w:rsidR="00557788" w:rsidRDefault="00557788" w:rsidP="00557788">
      <w:r>
        <w:t>372.4583</w:t>
      </w:r>
      <w:r>
        <w:tab/>
        <w:t>1.266e-2</w:t>
      </w:r>
    </w:p>
    <w:p w:rsidR="00557788" w:rsidRDefault="00557788" w:rsidP="00557788">
      <w:r>
        <w:t>372.4608</w:t>
      </w:r>
      <w:r>
        <w:tab/>
        <w:t>4.051e0</w:t>
      </w:r>
    </w:p>
    <w:p w:rsidR="00557788" w:rsidRDefault="00557788" w:rsidP="00557788">
      <w:r>
        <w:t>372.4640</w:t>
      </w:r>
      <w:r>
        <w:tab/>
        <w:t>1.997e0</w:t>
      </w:r>
    </w:p>
    <w:p w:rsidR="00557788" w:rsidRDefault="00557788" w:rsidP="00557788">
      <w:r>
        <w:t>372.4654</w:t>
      </w:r>
      <w:r>
        <w:tab/>
        <w:t>3.038e0</w:t>
      </w:r>
    </w:p>
    <w:p w:rsidR="00557788" w:rsidRDefault="00557788" w:rsidP="00557788">
      <w:r>
        <w:t>372.4900</w:t>
      </w:r>
      <w:r>
        <w:tab/>
        <w:t>2.025e0</w:t>
      </w:r>
    </w:p>
    <w:p w:rsidR="00557788" w:rsidRDefault="00557788" w:rsidP="00557788">
      <w:r>
        <w:t>372.4937</w:t>
      </w:r>
      <w:r>
        <w:tab/>
        <w:t>1.051e0</w:t>
      </w:r>
    </w:p>
    <w:p w:rsidR="00557788" w:rsidRDefault="00557788" w:rsidP="00557788">
      <w:r>
        <w:t>372.5081</w:t>
      </w:r>
      <w:r>
        <w:tab/>
        <w:t>2.532e-2</w:t>
      </w:r>
    </w:p>
    <w:p w:rsidR="00557788" w:rsidRDefault="00557788" w:rsidP="00557788">
      <w:r>
        <w:t>372.5119</w:t>
      </w:r>
      <w:r>
        <w:tab/>
        <w:t>2.025e0</w:t>
      </w:r>
    </w:p>
    <w:p w:rsidR="00557788" w:rsidRDefault="00557788" w:rsidP="00557788">
      <w:r>
        <w:t>372.5132</w:t>
      </w:r>
      <w:r>
        <w:tab/>
        <w:t>4.076e0</w:t>
      </w:r>
    </w:p>
    <w:p w:rsidR="00557788" w:rsidRDefault="00557788" w:rsidP="00557788">
      <w:r>
        <w:t>372.5471</w:t>
      </w:r>
      <w:r>
        <w:tab/>
        <w:t>3.038e0</w:t>
      </w:r>
    </w:p>
    <w:p w:rsidR="00557788" w:rsidRDefault="00557788" w:rsidP="00557788">
      <w:r>
        <w:t>372.5560</w:t>
      </w:r>
      <w:r>
        <w:tab/>
        <w:t>7.089e0</w:t>
      </w:r>
    </w:p>
    <w:p w:rsidR="00557788" w:rsidRDefault="00557788" w:rsidP="00557788">
      <w:r>
        <w:t>372.5590</w:t>
      </w:r>
      <w:r>
        <w:tab/>
        <w:t>2.045e0</w:t>
      </w:r>
    </w:p>
    <w:p w:rsidR="00557788" w:rsidRDefault="00557788" w:rsidP="00557788">
      <w:r>
        <w:t>372.5761</w:t>
      </w:r>
      <w:r>
        <w:tab/>
        <w:t>5.101e0</w:t>
      </w:r>
    </w:p>
    <w:p w:rsidR="00557788" w:rsidRDefault="00557788" w:rsidP="00557788">
      <w:r>
        <w:lastRenderedPageBreak/>
        <w:t>372.5927</w:t>
      </w:r>
      <w:r>
        <w:tab/>
        <w:t>2.038e0</w:t>
      </w:r>
    </w:p>
    <w:p w:rsidR="00557788" w:rsidRDefault="00557788" w:rsidP="00557788">
      <w:r>
        <w:t>372.5968</w:t>
      </w:r>
      <w:r>
        <w:tab/>
        <w:t>1.025e0</w:t>
      </w:r>
    </w:p>
    <w:p w:rsidR="00557788" w:rsidRDefault="00557788" w:rsidP="00557788">
      <w:r>
        <w:t>372.6003</w:t>
      </w:r>
      <w:r>
        <w:tab/>
        <w:t>3.063e0</w:t>
      </w:r>
    </w:p>
    <w:p w:rsidR="00557788" w:rsidRDefault="00557788" w:rsidP="00557788">
      <w:r>
        <w:t>372.6024</w:t>
      </w:r>
      <w:r>
        <w:tab/>
        <w:t>2.025e0</w:t>
      </w:r>
    </w:p>
    <w:p w:rsidR="00557788" w:rsidRDefault="00557788" w:rsidP="00557788">
      <w:r>
        <w:t>372.6185</w:t>
      </w:r>
      <w:r>
        <w:tab/>
        <w:t>3.038e0</w:t>
      </w:r>
    </w:p>
    <w:p w:rsidR="00557788" w:rsidRDefault="00557788" w:rsidP="00557788">
      <w:r>
        <w:t>372.6271</w:t>
      </w:r>
      <w:r>
        <w:tab/>
        <w:t>1.013e0</w:t>
      </w:r>
    </w:p>
    <w:p w:rsidR="00557788" w:rsidRDefault="00557788" w:rsidP="00557788">
      <w:r>
        <w:t>372.6314</w:t>
      </w:r>
      <w:r>
        <w:tab/>
        <w:t>3.038e0</w:t>
      </w:r>
    </w:p>
    <w:p w:rsidR="00557788" w:rsidRDefault="00557788" w:rsidP="00557788">
      <w:r>
        <w:t>372.6420</w:t>
      </w:r>
      <w:r>
        <w:tab/>
        <w:t>3.051e0</w:t>
      </w:r>
    </w:p>
    <w:p w:rsidR="00557788" w:rsidRDefault="00557788" w:rsidP="00557788">
      <w:r>
        <w:t>372.6432</w:t>
      </w:r>
      <w:r>
        <w:tab/>
        <w:t>2.025e0</w:t>
      </w:r>
    </w:p>
    <w:p w:rsidR="00557788" w:rsidRDefault="00557788" w:rsidP="00557788">
      <w:r>
        <w:t>372.6457</w:t>
      </w:r>
      <w:r>
        <w:tab/>
        <w:t>1.950e0</w:t>
      </w:r>
    </w:p>
    <w:p w:rsidR="00557788" w:rsidRDefault="00557788" w:rsidP="00557788">
      <w:r>
        <w:t>372.6527</w:t>
      </w:r>
      <w:r>
        <w:tab/>
        <w:t>2.025e0</w:t>
      </w:r>
    </w:p>
    <w:p w:rsidR="00557788" w:rsidRDefault="00557788" w:rsidP="00557788">
      <w:r>
        <w:t>372.6798</w:t>
      </w:r>
      <w:r>
        <w:tab/>
        <w:t>3.038e0</w:t>
      </w:r>
    </w:p>
    <w:p w:rsidR="00557788" w:rsidRDefault="00557788" w:rsidP="00557788">
      <w:r>
        <w:t>372.6814</w:t>
      </w:r>
      <w:r>
        <w:tab/>
        <w:t>5.063e0</w:t>
      </w:r>
    </w:p>
    <w:p w:rsidR="00557788" w:rsidRDefault="00557788" w:rsidP="00557788">
      <w:r>
        <w:t>372.7057</w:t>
      </w:r>
      <w:r>
        <w:tab/>
        <w:t>2.038e0</w:t>
      </w:r>
    </w:p>
    <w:p w:rsidR="00557788" w:rsidRDefault="00557788" w:rsidP="00557788">
      <w:r>
        <w:t>372.7133</w:t>
      </w:r>
      <w:r>
        <w:tab/>
        <w:t>1.266e-2</w:t>
      </w:r>
    </w:p>
    <w:p w:rsidR="00557788" w:rsidRDefault="00557788" w:rsidP="00557788">
      <w:r>
        <w:t>372.7318</w:t>
      </w:r>
      <w:r>
        <w:tab/>
        <w:t>3.038e0</w:t>
      </w:r>
    </w:p>
    <w:p w:rsidR="00557788" w:rsidRDefault="00557788" w:rsidP="00557788">
      <w:r>
        <w:t>372.7560</w:t>
      </w:r>
      <w:r>
        <w:tab/>
        <w:t>3.038e0</w:t>
      </w:r>
    </w:p>
    <w:p w:rsidR="00557788" w:rsidRDefault="00557788" w:rsidP="00557788">
      <w:r>
        <w:t>372.7637</w:t>
      </w:r>
      <w:r>
        <w:tab/>
        <w:t>4.051e0</w:t>
      </w:r>
    </w:p>
    <w:p w:rsidR="00557788" w:rsidRDefault="00557788" w:rsidP="00557788">
      <w:r>
        <w:t>372.7664</w:t>
      </w:r>
      <w:r>
        <w:tab/>
        <w:t>1.013e0</w:t>
      </w:r>
    </w:p>
    <w:p w:rsidR="00557788" w:rsidRDefault="00557788" w:rsidP="00557788">
      <w:r>
        <w:lastRenderedPageBreak/>
        <w:t>372.7970</w:t>
      </w:r>
      <w:r>
        <w:tab/>
        <w:t>3.605e0</w:t>
      </w:r>
    </w:p>
    <w:p w:rsidR="00557788" w:rsidRDefault="00557788" w:rsidP="00557788">
      <w:r>
        <w:t>372.8187</w:t>
      </w:r>
      <w:r>
        <w:tab/>
        <w:t>4.063e0</w:t>
      </w:r>
    </w:p>
    <w:p w:rsidR="00557788" w:rsidRDefault="00557788" w:rsidP="00557788">
      <w:r>
        <w:t>372.8222</w:t>
      </w:r>
      <w:r>
        <w:tab/>
        <w:t>1.025e0</w:t>
      </w:r>
    </w:p>
    <w:p w:rsidR="00557788" w:rsidRDefault="00557788" w:rsidP="00557788">
      <w:r>
        <w:t>372.8309</w:t>
      </w:r>
      <w:r>
        <w:tab/>
        <w:t>2.025e0</w:t>
      </w:r>
    </w:p>
    <w:p w:rsidR="00557788" w:rsidRDefault="00557788" w:rsidP="00557788">
      <w:r>
        <w:t>372.8445</w:t>
      </w:r>
      <w:r>
        <w:tab/>
        <w:t>6.076e0</w:t>
      </w:r>
    </w:p>
    <w:p w:rsidR="00557788" w:rsidRDefault="00557788" w:rsidP="00557788">
      <w:r>
        <w:t>372.8467</w:t>
      </w:r>
      <w:r>
        <w:tab/>
        <w:t>2.025e0</w:t>
      </w:r>
    </w:p>
    <w:p w:rsidR="00557788" w:rsidRDefault="00557788" w:rsidP="00557788">
      <w:r>
        <w:t>372.8554</w:t>
      </w:r>
      <w:r>
        <w:tab/>
        <w:t>3.836e0</w:t>
      </w:r>
    </w:p>
    <w:p w:rsidR="00557788" w:rsidRDefault="00557788" w:rsidP="00557788">
      <w:r>
        <w:t>372.8592</w:t>
      </w:r>
      <w:r>
        <w:tab/>
        <w:t>2.025e0</w:t>
      </w:r>
    </w:p>
    <w:p w:rsidR="00557788" w:rsidRDefault="00557788" w:rsidP="00557788">
      <w:r>
        <w:t>372.8820</w:t>
      </w:r>
      <w:r>
        <w:tab/>
        <w:t>2.025e0</w:t>
      </w:r>
    </w:p>
    <w:p w:rsidR="00557788" w:rsidRDefault="00557788" w:rsidP="00557788">
      <w:r>
        <w:t>372.8933</w:t>
      </w:r>
      <w:r>
        <w:tab/>
        <w:t>2.025e0</w:t>
      </w:r>
    </w:p>
    <w:p w:rsidR="00557788" w:rsidRDefault="00557788" w:rsidP="00557788">
      <w:r>
        <w:t>372.9102</w:t>
      </w:r>
      <w:r>
        <w:tab/>
        <w:t>4.624e0</w:t>
      </w:r>
    </w:p>
    <w:p w:rsidR="00557788" w:rsidRDefault="00557788" w:rsidP="00557788">
      <w:r>
        <w:t>372.9144</w:t>
      </w:r>
      <w:r>
        <w:tab/>
        <w:t>5.920e0</w:t>
      </w:r>
    </w:p>
    <w:p w:rsidR="00557788" w:rsidRDefault="00557788" w:rsidP="00557788">
      <w:r>
        <w:t>372.9241</w:t>
      </w:r>
      <w:r>
        <w:tab/>
        <w:t>7.438e0</w:t>
      </w:r>
    </w:p>
    <w:p w:rsidR="00557788" w:rsidRDefault="00557788" w:rsidP="00557788">
      <w:r>
        <w:t>372.9274</w:t>
      </w:r>
      <w:r>
        <w:tab/>
        <w:t>3.811e0</w:t>
      </w:r>
    </w:p>
    <w:p w:rsidR="00557788" w:rsidRDefault="00557788" w:rsidP="00557788">
      <w:r>
        <w:t>372.9307</w:t>
      </w:r>
      <w:r>
        <w:tab/>
        <w:t>3.371e0</w:t>
      </w:r>
    </w:p>
    <w:p w:rsidR="00557788" w:rsidRDefault="00557788" w:rsidP="00557788">
      <w:r>
        <w:t>372.9378</w:t>
      </w:r>
      <w:r>
        <w:tab/>
        <w:t>4.051e0</w:t>
      </w:r>
    </w:p>
    <w:p w:rsidR="00557788" w:rsidRDefault="00557788" w:rsidP="00557788">
      <w:r>
        <w:t>372.9391</w:t>
      </w:r>
      <w:r>
        <w:tab/>
        <w:t>3.695e0</w:t>
      </w:r>
    </w:p>
    <w:p w:rsidR="00557788" w:rsidRDefault="00557788" w:rsidP="00557788">
      <w:r>
        <w:t>372.9510</w:t>
      </w:r>
      <w:r>
        <w:tab/>
        <w:t>3.204e0</w:t>
      </w:r>
    </w:p>
    <w:p w:rsidR="00557788" w:rsidRDefault="00557788" w:rsidP="00557788">
      <w:r>
        <w:t>372.9675</w:t>
      </w:r>
      <w:r>
        <w:tab/>
        <w:t>2.616e0</w:t>
      </w:r>
    </w:p>
    <w:p w:rsidR="00557788" w:rsidRDefault="00557788" w:rsidP="00557788">
      <w:r>
        <w:lastRenderedPageBreak/>
        <w:t>372.9696</w:t>
      </w:r>
      <w:r>
        <w:tab/>
        <w:t>8.458e0</w:t>
      </w:r>
    </w:p>
    <w:p w:rsidR="00557788" w:rsidRDefault="00557788" w:rsidP="00557788">
      <w:r>
        <w:t>372.9723</w:t>
      </w:r>
      <w:r>
        <w:tab/>
        <w:t>4.051e0</w:t>
      </w:r>
    </w:p>
    <w:p w:rsidR="00557788" w:rsidRDefault="00557788" w:rsidP="00557788">
      <w:r>
        <w:t>372.9733</w:t>
      </w:r>
      <w:r>
        <w:tab/>
        <w:t>2.985e0</w:t>
      </w:r>
    </w:p>
    <w:p w:rsidR="00557788" w:rsidRDefault="00557788" w:rsidP="00557788">
      <w:r>
        <w:t>373.0022</w:t>
      </w:r>
      <w:r>
        <w:tab/>
        <w:t>1.956e0</w:t>
      </w:r>
    </w:p>
    <w:p w:rsidR="00557788" w:rsidRDefault="00557788" w:rsidP="00557788">
      <w:r>
        <w:t>373.0069</w:t>
      </w:r>
      <w:r>
        <w:tab/>
        <w:t>1.135e1</w:t>
      </w:r>
    </w:p>
    <w:p w:rsidR="00557788" w:rsidRDefault="00557788" w:rsidP="00557788">
      <w:r>
        <w:t>373.0202</w:t>
      </w:r>
      <w:r>
        <w:tab/>
        <w:t>2.950e0</w:t>
      </w:r>
    </w:p>
    <w:p w:rsidR="00557788" w:rsidRDefault="00557788" w:rsidP="00557788">
      <w:r>
        <w:t>373.0403</w:t>
      </w:r>
      <w:r>
        <w:tab/>
        <w:t>2.152e0</w:t>
      </w:r>
    </w:p>
    <w:p w:rsidR="00557788" w:rsidRDefault="00557788" w:rsidP="00557788">
      <w:r>
        <w:t>373.0511</w:t>
      </w:r>
      <w:r>
        <w:tab/>
        <w:t>2.967e0</w:t>
      </w:r>
    </w:p>
    <w:p w:rsidR="00557788" w:rsidRDefault="00557788" w:rsidP="00557788">
      <w:r>
        <w:t>373.0724</w:t>
      </w:r>
      <w:r>
        <w:tab/>
        <w:t>2.439e0</w:t>
      </w:r>
    </w:p>
    <w:p w:rsidR="00557788" w:rsidRDefault="00557788" w:rsidP="00557788">
      <w:r>
        <w:t>373.0872</w:t>
      </w:r>
      <w:r>
        <w:tab/>
        <w:t>3.660e0</w:t>
      </w:r>
    </w:p>
    <w:p w:rsidR="00557788" w:rsidRDefault="00557788" w:rsidP="00557788">
      <w:r>
        <w:t>373.0935</w:t>
      </w:r>
      <w:r>
        <w:tab/>
        <w:t>1.999e0</w:t>
      </w:r>
    </w:p>
    <w:p w:rsidR="00557788" w:rsidRDefault="00557788" w:rsidP="00557788">
      <w:r>
        <w:t>373.1003</w:t>
      </w:r>
      <w:r>
        <w:tab/>
        <w:t>1.849e0</w:t>
      </w:r>
    </w:p>
    <w:p w:rsidR="00557788" w:rsidRDefault="00557788" w:rsidP="00557788">
      <w:r>
        <w:t>373.1157</w:t>
      </w:r>
      <w:r>
        <w:tab/>
        <w:t>2.996e0</w:t>
      </w:r>
    </w:p>
    <w:p w:rsidR="00557788" w:rsidRDefault="00557788" w:rsidP="00557788">
      <w:r>
        <w:t>373.1244</w:t>
      </w:r>
      <w:r>
        <w:tab/>
        <w:t>1.036e1</w:t>
      </w:r>
    </w:p>
    <w:p w:rsidR="00557788" w:rsidRDefault="00557788" w:rsidP="00557788">
      <w:r>
        <w:t>373.1289</w:t>
      </w:r>
      <w:r>
        <w:tab/>
        <w:t>1.661e0</w:t>
      </w:r>
    </w:p>
    <w:p w:rsidR="00557788" w:rsidRDefault="00557788" w:rsidP="00557788">
      <w:r>
        <w:t>373.1321</w:t>
      </w:r>
      <w:r>
        <w:tab/>
        <w:t>2.541e0</w:t>
      </w:r>
    </w:p>
    <w:p w:rsidR="00557788" w:rsidRDefault="00557788" w:rsidP="00557788">
      <w:r>
        <w:t>373.1367</w:t>
      </w:r>
      <w:r>
        <w:tab/>
        <w:t>5.934e0</w:t>
      </w:r>
    </w:p>
    <w:p w:rsidR="00557788" w:rsidRDefault="00557788" w:rsidP="00557788">
      <w:r>
        <w:t>373.1907</w:t>
      </w:r>
      <w:r>
        <w:tab/>
        <w:t>2.433e0</w:t>
      </w:r>
    </w:p>
    <w:p w:rsidR="00557788" w:rsidRDefault="00557788" w:rsidP="00557788">
      <w:r>
        <w:t>373.1970</w:t>
      </w:r>
      <w:r>
        <w:tab/>
        <w:t>2.831e0</w:t>
      </w:r>
    </w:p>
    <w:p w:rsidR="00557788" w:rsidRDefault="00557788" w:rsidP="00557788">
      <w:r>
        <w:lastRenderedPageBreak/>
        <w:t>373.2199</w:t>
      </w:r>
      <w:r>
        <w:tab/>
        <w:t>3.751e0</w:t>
      </w:r>
    </w:p>
    <w:p w:rsidR="00557788" w:rsidRDefault="00557788" w:rsidP="00557788">
      <w:r>
        <w:t>373.2632</w:t>
      </w:r>
      <w:r>
        <w:tab/>
        <w:t>3.704e0</w:t>
      </w:r>
    </w:p>
    <w:p w:rsidR="00557788" w:rsidRDefault="00557788" w:rsidP="00557788">
      <w:r>
        <w:t>373.2861</w:t>
      </w:r>
      <w:r>
        <w:tab/>
        <w:t>8.548e0</w:t>
      </w:r>
    </w:p>
    <w:p w:rsidR="00557788" w:rsidRDefault="00557788" w:rsidP="00557788">
      <w:r>
        <w:t>373.2921</w:t>
      </w:r>
      <w:r>
        <w:tab/>
        <w:t>3.909e0</w:t>
      </w:r>
    </w:p>
    <w:p w:rsidR="00557788" w:rsidRDefault="00557788" w:rsidP="00557788">
      <w:r>
        <w:t>373.2947</w:t>
      </w:r>
      <w:r>
        <w:tab/>
        <w:t>7.796e0</w:t>
      </w:r>
    </w:p>
    <w:p w:rsidR="00557788" w:rsidRDefault="00557788" w:rsidP="00557788">
      <w:r>
        <w:t>373.2978</w:t>
      </w:r>
      <w:r>
        <w:tab/>
        <w:t>1.073e1</w:t>
      </w:r>
    </w:p>
    <w:p w:rsidR="00557788" w:rsidRDefault="00557788" w:rsidP="00557788">
      <w:r>
        <w:t>373.3043</w:t>
      </w:r>
      <w:r>
        <w:tab/>
        <w:t>3.608e1</w:t>
      </w:r>
    </w:p>
    <w:p w:rsidR="00557788" w:rsidRDefault="00557788" w:rsidP="00557788">
      <w:r>
        <w:t>373.3396</w:t>
      </w:r>
      <w:r>
        <w:tab/>
        <w:t>2.354e1</w:t>
      </w:r>
    </w:p>
    <w:p w:rsidR="00557788" w:rsidRDefault="00557788" w:rsidP="00557788">
      <w:r>
        <w:t>373.3469</w:t>
      </w:r>
      <w:r>
        <w:tab/>
        <w:t>7.144e0</w:t>
      </w:r>
    </w:p>
    <w:p w:rsidR="00557788" w:rsidRDefault="00557788" w:rsidP="00557788">
      <w:r>
        <w:t>373.3485</w:t>
      </w:r>
      <w:r>
        <w:tab/>
        <w:t>6.188e0</w:t>
      </w:r>
    </w:p>
    <w:p w:rsidR="00557788" w:rsidRDefault="00557788" w:rsidP="00557788">
      <w:r>
        <w:t>373.3546</w:t>
      </w:r>
      <w:r>
        <w:tab/>
        <w:t>1.279e1</w:t>
      </w:r>
    </w:p>
    <w:p w:rsidR="00557788" w:rsidRDefault="00557788" w:rsidP="00557788">
      <w:r>
        <w:t>373.3571</w:t>
      </w:r>
      <w:r>
        <w:tab/>
        <w:t>6.859e0</w:t>
      </w:r>
    </w:p>
    <w:p w:rsidR="00557788" w:rsidRDefault="00557788" w:rsidP="00557788">
      <w:r>
        <w:t>373.3597</w:t>
      </w:r>
      <w:r>
        <w:tab/>
        <w:t>8.133e-2</w:t>
      </w:r>
    </w:p>
    <w:p w:rsidR="00557788" w:rsidRDefault="00557788" w:rsidP="00557788">
      <w:r>
        <w:t>373.3689</w:t>
      </w:r>
      <w:r>
        <w:tab/>
        <w:t>8.868e0</w:t>
      </w:r>
    </w:p>
    <w:p w:rsidR="00557788" w:rsidRDefault="00557788" w:rsidP="00557788">
      <w:r>
        <w:t>373.3742</w:t>
      </w:r>
      <w:r>
        <w:tab/>
        <w:t>5.933e0</w:t>
      </w:r>
    </w:p>
    <w:p w:rsidR="00557788" w:rsidRDefault="00557788" w:rsidP="00557788">
      <w:r>
        <w:t>373.3875</w:t>
      </w:r>
      <w:r>
        <w:tab/>
        <w:t>6.076e0</w:t>
      </w:r>
    </w:p>
    <w:p w:rsidR="00557788" w:rsidRDefault="00557788" w:rsidP="00557788">
      <w:r>
        <w:t>373.4214</w:t>
      </w:r>
      <w:r>
        <w:tab/>
        <w:t>1.949e0</w:t>
      </w:r>
    </w:p>
    <w:p w:rsidR="00557788" w:rsidRDefault="00557788" w:rsidP="00557788">
      <w:r>
        <w:t>373.4233</w:t>
      </w:r>
      <w:r>
        <w:tab/>
        <w:t>2.928e0</w:t>
      </w:r>
    </w:p>
    <w:p w:rsidR="00557788" w:rsidRDefault="00557788" w:rsidP="00557788">
      <w:r>
        <w:t>373.4509</w:t>
      </w:r>
      <w:r>
        <w:tab/>
        <w:t>3.038e0</w:t>
      </w:r>
    </w:p>
    <w:p w:rsidR="00557788" w:rsidRDefault="00557788" w:rsidP="00557788">
      <w:r>
        <w:lastRenderedPageBreak/>
        <w:t>373.4542</w:t>
      </w:r>
      <w:r>
        <w:tab/>
        <w:t>1.266e-2</w:t>
      </w:r>
    </w:p>
    <w:p w:rsidR="00557788" w:rsidRDefault="00557788" w:rsidP="00557788">
      <w:r>
        <w:t>373.4680</w:t>
      </w:r>
      <w:r>
        <w:tab/>
        <w:t>3.038e0</w:t>
      </w:r>
    </w:p>
    <w:p w:rsidR="00557788" w:rsidRDefault="00557788" w:rsidP="00557788">
      <w:r>
        <w:t>373.4834</w:t>
      </w:r>
      <w:r>
        <w:tab/>
        <w:t>1.013e0</w:t>
      </w:r>
    </w:p>
    <w:p w:rsidR="00557788" w:rsidRDefault="00557788" w:rsidP="00557788">
      <w:r>
        <w:t>373.4912</w:t>
      </w:r>
      <w:r>
        <w:tab/>
        <w:t>3.076e0</w:t>
      </w:r>
    </w:p>
    <w:p w:rsidR="00557788" w:rsidRDefault="00557788" w:rsidP="00557788">
      <w:r>
        <w:t>373.5002</w:t>
      </w:r>
      <w:r>
        <w:tab/>
        <w:t>1.013e0</w:t>
      </w:r>
    </w:p>
    <w:p w:rsidR="00557788" w:rsidRDefault="00557788" w:rsidP="00557788">
      <w:r>
        <w:t>373.5365</w:t>
      </w:r>
      <w:r>
        <w:tab/>
        <w:t>1.013e0</w:t>
      </w:r>
    </w:p>
    <w:p w:rsidR="00557788" w:rsidRDefault="00557788" w:rsidP="00557788">
      <w:r>
        <w:t>373.5539</w:t>
      </w:r>
      <w:r>
        <w:tab/>
        <w:t>2.532e-2</w:t>
      </w:r>
    </w:p>
    <w:p w:rsidR="00557788" w:rsidRDefault="00557788" w:rsidP="00557788">
      <w:r>
        <w:t>373.5568</w:t>
      </w:r>
      <w:r>
        <w:tab/>
        <w:t>2.823e0</w:t>
      </w:r>
    </w:p>
    <w:p w:rsidR="00557788" w:rsidRDefault="00557788" w:rsidP="00557788">
      <w:r>
        <w:t>373.5626</w:t>
      </w:r>
      <w:r>
        <w:tab/>
        <w:t>2.038e0</w:t>
      </w:r>
    </w:p>
    <w:p w:rsidR="00557788" w:rsidRDefault="00557788" w:rsidP="00557788">
      <w:r>
        <w:t>373.5809</w:t>
      </w:r>
      <w:r>
        <w:tab/>
        <w:t>3.038e0</w:t>
      </w:r>
    </w:p>
    <w:p w:rsidR="00557788" w:rsidRDefault="00557788" w:rsidP="00557788">
      <w:r>
        <w:t>373.6015</w:t>
      </w:r>
      <w:r>
        <w:tab/>
        <w:t>4.056e0</w:t>
      </w:r>
    </w:p>
    <w:p w:rsidR="00557788" w:rsidRDefault="00557788" w:rsidP="00557788">
      <w:r>
        <w:t>373.6123</w:t>
      </w:r>
      <w:r>
        <w:tab/>
        <w:t>6.076e0</w:t>
      </w:r>
    </w:p>
    <w:p w:rsidR="00557788" w:rsidRDefault="00557788" w:rsidP="00557788">
      <w:r>
        <w:t>373.6153</w:t>
      </w:r>
      <w:r>
        <w:tab/>
        <w:t>3.798e-2</w:t>
      </w:r>
    </w:p>
    <w:p w:rsidR="00557788" w:rsidRDefault="00557788" w:rsidP="00557788">
      <w:r>
        <w:t>373.6269</w:t>
      </w:r>
      <w:r>
        <w:tab/>
        <w:t>6.076e0</w:t>
      </w:r>
    </w:p>
    <w:p w:rsidR="00557788" w:rsidRDefault="00557788" w:rsidP="00557788">
      <w:r>
        <w:t>373.6334</w:t>
      </w:r>
      <w:r>
        <w:tab/>
        <w:t>2.025e0</w:t>
      </w:r>
    </w:p>
    <w:p w:rsidR="00557788" w:rsidRDefault="00557788" w:rsidP="00557788">
      <w:r>
        <w:t>373.6350</w:t>
      </w:r>
      <w:r>
        <w:tab/>
        <w:t>5.063e0</w:t>
      </w:r>
    </w:p>
    <w:p w:rsidR="00557788" w:rsidRDefault="00557788" w:rsidP="00557788">
      <w:r>
        <w:t>373.6465</w:t>
      </w:r>
      <w:r>
        <w:tab/>
        <w:t>2.532e-2</w:t>
      </w:r>
    </w:p>
    <w:p w:rsidR="00557788" w:rsidRDefault="00557788" w:rsidP="00557788">
      <w:r>
        <w:t>373.6508</w:t>
      </w:r>
      <w:r>
        <w:tab/>
        <w:t>4.051e0</w:t>
      </w:r>
    </w:p>
    <w:p w:rsidR="00557788" w:rsidRDefault="00557788" w:rsidP="00557788">
      <w:r>
        <w:t>373.6674</w:t>
      </w:r>
      <w:r>
        <w:tab/>
        <w:t>3.038e0</w:t>
      </w:r>
    </w:p>
    <w:p w:rsidR="00557788" w:rsidRDefault="00557788" w:rsidP="00557788">
      <w:r>
        <w:lastRenderedPageBreak/>
        <w:t>373.6694</w:t>
      </w:r>
      <w:r>
        <w:tab/>
        <w:t>1.266e-2</w:t>
      </w:r>
    </w:p>
    <w:p w:rsidR="00557788" w:rsidRDefault="00557788" w:rsidP="00557788">
      <w:r>
        <w:t>373.6797</w:t>
      </w:r>
      <w:r>
        <w:tab/>
        <w:t>3.038e0</w:t>
      </w:r>
    </w:p>
    <w:p w:rsidR="00557788" w:rsidRDefault="00557788" w:rsidP="00557788">
      <w:r>
        <w:t>373.6807</w:t>
      </w:r>
      <w:r>
        <w:tab/>
        <w:t>3.038e0</w:t>
      </w:r>
    </w:p>
    <w:p w:rsidR="00557788" w:rsidRDefault="00557788" w:rsidP="00557788">
      <w:r>
        <w:t>373.6842</w:t>
      </w:r>
      <w:r>
        <w:tab/>
        <w:t>1.013e0</w:t>
      </w:r>
    </w:p>
    <w:p w:rsidR="00557788" w:rsidRDefault="00557788" w:rsidP="00557788">
      <w:r>
        <w:t>373.6928</w:t>
      </w:r>
      <w:r>
        <w:tab/>
        <w:t>2.025e0</w:t>
      </w:r>
    </w:p>
    <w:p w:rsidR="00557788" w:rsidRDefault="00557788" w:rsidP="00557788">
      <w:r>
        <w:t>373.7100</w:t>
      </w:r>
      <w:r>
        <w:tab/>
        <w:t>2.051e0</w:t>
      </w:r>
    </w:p>
    <w:p w:rsidR="00557788" w:rsidRDefault="00557788" w:rsidP="00557788">
      <w:r>
        <w:t>373.7159</w:t>
      </w:r>
      <w:r>
        <w:tab/>
        <w:t>1.013e0</w:t>
      </w:r>
    </w:p>
    <w:p w:rsidR="00557788" w:rsidRDefault="00557788" w:rsidP="00557788">
      <w:r>
        <w:t>373.7240</w:t>
      </w:r>
      <w:r>
        <w:tab/>
        <w:t>2.025e0</w:t>
      </w:r>
    </w:p>
    <w:p w:rsidR="00557788" w:rsidRDefault="00557788" w:rsidP="00557788">
      <w:r>
        <w:t>373.7579</w:t>
      </w:r>
      <w:r>
        <w:tab/>
        <w:t>4.051e0</w:t>
      </w:r>
    </w:p>
    <w:p w:rsidR="00557788" w:rsidRDefault="00557788" w:rsidP="00557788">
      <w:r>
        <w:t>373.7684</w:t>
      </w:r>
      <w:r>
        <w:tab/>
        <w:t>3.051e0</w:t>
      </w:r>
    </w:p>
    <w:p w:rsidR="00557788" w:rsidRDefault="00557788" w:rsidP="00557788">
      <w:r>
        <w:t>373.7723</w:t>
      </w:r>
      <w:r>
        <w:tab/>
        <w:t>1.013e0</w:t>
      </w:r>
    </w:p>
    <w:p w:rsidR="00557788" w:rsidRDefault="00557788" w:rsidP="00557788">
      <w:r>
        <w:t>373.7824</w:t>
      </w:r>
      <w:r>
        <w:tab/>
        <w:t>1.266e-2</w:t>
      </w:r>
    </w:p>
    <w:p w:rsidR="00557788" w:rsidRDefault="00557788" w:rsidP="00557788">
      <w:r>
        <w:t>373.8091</w:t>
      </w:r>
      <w:r>
        <w:tab/>
        <w:t>1.013e0</w:t>
      </w:r>
    </w:p>
    <w:p w:rsidR="00557788" w:rsidRDefault="00557788" w:rsidP="00557788">
      <w:r>
        <w:t>373.8131</w:t>
      </w:r>
      <w:r>
        <w:tab/>
        <w:t>3.038e0</w:t>
      </w:r>
    </w:p>
    <w:p w:rsidR="00557788" w:rsidRDefault="00557788" w:rsidP="00557788">
      <w:r>
        <w:t>373.8164</w:t>
      </w:r>
      <w:r>
        <w:tab/>
        <w:t>2.025e0</w:t>
      </w:r>
    </w:p>
    <w:p w:rsidR="00557788" w:rsidRDefault="00557788" w:rsidP="00557788">
      <w:r>
        <w:t>373.8188</w:t>
      </w:r>
      <w:r>
        <w:tab/>
        <w:t>3.051e0</w:t>
      </w:r>
    </w:p>
    <w:p w:rsidR="00557788" w:rsidRDefault="00557788" w:rsidP="00557788">
      <w:r>
        <w:t>373.8208</w:t>
      </w:r>
      <w:r>
        <w:tab/>
        <w:t>2.025e0</w:t>
      </w:r>
    </w:p>
    <w:p w:rsidR="00557788" w:rsidRDefault="00557788" w:rsidP="00557788">
      <w:r>
        <w:t>373.8268</w:t>
      </w:r>
      <w:r>
        <w:tab/>
        <w:t>3.038e0</w:t>
      </w:r>
    </w:p>
    <w:p w:rsidR="00557788" w:rsidRDefault="00557788" w:rsidP="00557788">
      <w:r>
        <w:t>373.8393</w:t>
      </w:r>
      <w:r>
        <w:tab/>
        <w:t>1.013e0</w:t>
      </w:r>
    </w:p>
    <w:p w:rsidR="00557788" w:rsidRDefault="00557788" w:rsidP="00557788">
      <w:r>
        <w:lastRenderedPageBreak/>
        <w:t>373.8521</w:t>
      </w:r>
      <w:r>
        <w:tab/>
        <w:t>2.025e0</w:t>
      </w:r>
    </w:p>
    <w:p w:rsidR="00557788" w:rsidRDefault="00557788" w:rsidP="00557788">
      <w:r>
        <w:t>373.8703</w:t>
      </w:r>
      <w:r>
        <w:tab/>
        <w:t>4.602e0</w:t>
      </w:r>
    </w:p>
    <w:p w:rsidR="00557788" w:rsidRDefault="00557788" w:rsidP="00557788">
      <w:r>
        <w:t>373.8745</w:t>
      </w:r>
      <w:r>
        <w:tab/>
        <w:t>4.051e0</w:t>
      </w:r>
    </w:p>
    <w:p w:rsidR="00557788" w:rsidRDefault="00557788" w:rsidP="00557788">
      <w:r>
        <w:t>373.8978</w:t>
      </w:r>
      <w:r>
        <w:tab/>
        <w:t>1.718e0</w:t>
      </w:r>
    </w:p>
    <w:p w:rsidR="00557788" w:rsidRDefault="00557788" w:rsidP="00557788">
      <w:r>
        <w:t>373.9001</w:t>
      </w:r>
      <w:r>
        <w:tab/>
        <w:t>3.101e0</w:t>
      </w:r>
    </w:p>
    <w:p w:rsidR="00557788" w:rsidRDefault="00557788" w:rsidP="00557788">
      <w:r>
        <w:t>373.9059</w:t>
      </w:r>
      <w:r>
        <w:tab/>
        <w:t>2.025e0</w:t>
      </w:r>
    </w:p>
    <w:p w:rsidR="00557788" w:rsidRDefault="00557788" w:rsidP="00557788">
      <w:r>
        <w:t>373.9088</w:t>
      </w:r>
      <w:r>
        <w:tab/>
        <w:t>3.713e0</w:t>
      </w:r>
    </w:p>
    <w:p w:rsidR="00557788" w:rsidRDefault="00557788" w:rsidP="00557788">
      <w:r>
        <w:t>373.9226</w:t>
      </w:r>
      <w:r>
        <w:tab/>
        <w:t>1.023e1</w:t>
      </w:r>
    </w:p>
    <w:p w:rsidR="00557788" w:rsidRDefault="00557788" w:rsidP="00557788">
      <w:r>
        <w:t>373.9455</w:t>
      </w:r>
      <w:r>
        <w:tab/>
        <w:t>1.101e0</w:t>
      </w:r>
    </w:p>
    <w:p w:rsidR="00557788" w:rsidRDefault="00557788" w:rsidP="00557788">
      <w:r>
        <w:t>373.9485</w:t>
      </w:r>
      <w:r>
        <w:tab/>
        <w:t>2.124e0</w:t>
      </w:r>
    </w:p>
    <w:p w:rsidR="00557788" w:rsidRDefault="00557788" w:rsidP="00557788">
      <w:r>
        <w:t>373.9519</w:t>
      </w:r>
      <w:r>
        <w:tab/>
        <w:t>2.384e0</w:t>
      </w:r>
    </w:p>
    <w:p w:rsidR="00557788" w:rsidRDefault="00557788" w:rsidP="00557788">
      <w:r>
        <w:t>373.9691</w:t>
      </w:r>
      <w:r>
        <w:tab/>
        <w:t>9.405e0</w:t>
      </w:r>
    </w:p>
    <w:p w:rsidR="00557788" w:rsidRDefault="00557788" w:rsidP="00557788">
      <w:r>
        <w:t>373.9776</w:t>
      </w:r>
      <w:r>
        <w:tab/>
        <w:t>9.503e0</w:t>
      </w:r>
    </w:p>
    <w:p w:rsidR="00557788" w:rsidRDefault="00557788" w:rsidP="00557788">
      <w:r>
        <w:t>374.0021</w:t>
      </w:r>
      <w:r>
        <w:tab/>
        <w:t>1.991e0</w:t>
      </w:r>
    </w:p>
    <w:p w:rsidR="00557788" w:rsidRDefault="00557788" w:rsidP="00557788">
      <w:r>
        <w:t>374.0307</w:t>
      </w:r>
      <w:r>
        <w:tab/>
        <w:t>3.106e0</w:t>
      </w:r>
    </w:p>
    <w:p w:rsidR="00557788" w:rsidRDefault="00557788" w:rsidP="00557788">
      <w:r>
        <w:t>374.0531</w:t>
      </w:r>
      <w:r>
        <w:tab/>
        <w:t>6.062e0</w:t>
      </w:r>
    </w:p>
    <w:p w:rsidR="00557788" w:rsidRDefault="00557788" w:rsidP="00557788">
      <w:r>
        <w:t>374.0581</w:t>
      </w:r>
      <w:r>
        <w:tab/>
        <w:t>2.915e0</w:t>
      </w:r>
    </w:p>
    <w:p w:rsidR="00557788" w:rsidRDefault="00557788" w:rsidP="00557788">
      <w:r>
        <w:t>374.0831</w:t>
      </w:r>
      <w:r>
        <w:tab/>
        <w:t>8.687e0</w:t>
      </w:r>
    </w:p>
    <w:p w:rsidR="00557788" w:rsidRDefault="00557788" w:rsidP="00557788">
      <w:r>
        <w:t>374.1121</w:t>
      </w:r>
      <w:r>
        <w:tab/>
        <w:t>5.130e0</w:t>
      </w:r>
    </w:p>
    <w:p w:rsidR="00557788" w:rsidRDefault="00557788" w:rsidP="00557788">
      <w:r>
        <w:lastRenderedPageBreak/>
        <w:t>374.1168</w:t>
      </w:r>
      <w:r>
        <w:tab/>
        <w:t>1.140e0</w:t>
      </w:r>
    </w:p>
    <w:p w:rsidR="00557788" w:rsidRDefault="00557788" w:rsidP="00557788">
      <w:r>
        <w:t>374.1585</w:t>
      </w:r>
      <w:r>
        <w:tab/>
        <w:t>1.848e0</w:t>
      </w:r>
    </w:p>
    <w:p w:rsidR="00557788" w:rsidRDefault="00557788" w:rsidP="00557788">
      <w:r>
        <w:t>374.1760</w:t>
      </w:r>
      <w:r>
        <w:tab/>
        <w:t>1.984e0</w:t>
      </w:r>
    </w:p>
    <w:p w:rsidR="00557788" w:rsidRDefault="00557788" w:rsidP="00557788">
      <w:r>
        <w:t>374.1831</w:t>
      </w:r>
      <w:r>
        <w:tab/>
        <w:t>2.532e0</w:t>
      </w:r>
    </w:p>
    <w:p w:rsidR="00557788" w:rsidRDefault="00557788" w:rsidP="00557788">
      <w:r>
        <w:t>374.1939</w:t>
      </w:r>
      <w:r>
        <w:tab/>
        <w:t>2.260e0</w:t>
      </w:r>
    </w:p>
    <w:p w:rsidR="00557788" w:rsidRDefault="00557788" w:rsidP="00557788">
      <w:r>
        <w:t>374.2044</w:t>
      </w:r>
      <w:r>
        <w:tab/>
        <w:t>1.119e1</w:t>
      </w:r>
    </w:p>
    <w:p w:rsidR="00557788" w:rsidRDefault="00557788" w:rsidP="00557788">
      <w:r>
        <w:t>374.2278</w:t>
      </w:r>
      <w:r>
        <w:tab/>
        <w:t>7.346e0</w:t>
      </w:r>
    </w:p>
    <w:p w:rsidR="00557788" w:rsidRDefault="00557788" w:rsidP="00557788">
      <w:r>
        <w:t>374.2430</w:t>
      </w:r>
      <w:r>
        <w:tab/>
        <w:t>1.682e0</w:t>
      </w:r>
    </w:p>
    <w:p w:rsidR="00557788" w:rsidRDefault="00557788" w:rsidP="00557788">
      <w:r>
        <w:t>374.2514</w:t>
      </w:r>
      <w:r>
        <w:tab/>
        <w:t>8.873e0</w:t>
      </w:r>
    </w:p>
    <w:p w:rsidR="00557788" w:rsidRDefault="00557788" w:rsidP="00557788">
      <w:r>
        <w:t>374.2580</w:t>
      </w:r>
      <w:r>
        <w:tab/>
        <w:t>2.644e0</w:t>
      </w:r>
    </w:p>
    <w:p w:rsidR="00557788" w:rsidRDefault="00557788" w:rsidP="00557788">
      <w:r>
        <w:t>374.2998</w:t>
      </w:r>
      <w:r>
        <w:tab/>
        <w:t>2.084e1</w:t>
      </w:r>
    </w:p>
    <w:p w:rsidR="00557788" w:rsidRDefault="00557788" w:rsidP="00557788">
      <w:r>
        <w:t>374.3024</w:t>
      </w:r>
      <w:r>
        <w:tab/>
        <w:t>1.428e1</w:t>
      </w:r>
    </w:p>
    <w:p w:rsidR="00557788" w:rsidRDefault="00557788" w:rsidP="00557788">
      <w:r>
        <w:t>374.3050</w:t>
      </w:r>
      <w:r>
        <w:tab/>
        <w:t>9.923e0</w:t>
      </w:r>
    </w:p>
    <w:p w:rsidR="00557788" w:rsidRDefault="00557788" w:rsidP="00557788">
      <w:r>
        <w:t>374.3060</w:t>
      </w:r>
      <w:r>
        <w:tab/>
        <w:t>8.522e-1</w:t>
      </w:r>
    </w:p>
    <w:p w:rsidR="00557788" w:rsidRDefault="00557788" w:rsidP="00557788">
      <w:r>
        <w:t>374.3722</w:t>
      </w:r>
      <w:r>
        <w:tab/>
        <w:t>4.575e-1</w:t>
      </w:r>
    </w:p>
    <w:p w:rsidR="00557788" w:rsidRDefault="00557788" w:rsidP="00557788">
      <w:r>
        <w:t>374.3777</w:t>
      </w:r>
      <w:r>
        <w:tab/>
        <w:t>5.756e0</w:t>
      </w:r>
    </w:p>
    <w:p w:rsidR="00557788" w:rsidRDefault="00557788" w:rsidP="00557788">
      <w:r>
        <w:t>374.4023</w:t>
      </w:r>
      <w:r>
        <w:tab/>
        <w:t>1.643e0</w:t>
      </w:r>
    </w:p>
    <w:p w:rsidR="00557788" w:rsidRDefault="00557788" w:rsidP="00557788">
      <w:r>
        <w:t>374.4193</w:t>
      </w:r>
      <w:r>
        <w:tab/>
        <w:t>3.949e0</w:t>
      </w:r>
    </w:p>
    <w:p w:rsidR="00557788" w:rsidRDefault="00557788" w:rsidP="00557788">
      <w:r>
        <w:t>374.4380</w:t>
      </w:r>
      <w:r>
        <w:tab/>
        <w:t>2.025e0</w:t>
      </w:r>
    </w:p>
    <w:p w:rsidR="00557788" w:rsidRDefault="00557788" w:rsidP="00557788">
      <w:r>
        <w:lastRenderedPageBreak/>
        <w:t>374.4429</w:t>
      </w:r>
      <w:r>
        <w:tab/>
        <w:t>6.076e0</w:t>
      </w:r>
    </w:p>
    <w:p w:rsidR="00557788" w:rsidRDefault="00557788" w:rsidP="00557788">
      <w:r>
        <w:t>374.4679</w:t>
      </w:r>
      <w:r>
        <w:tab/>
        <w:t>1.266e-2</w:t>
      </w:r>
    </w:p>
    <w:p w:rsidR="00557788" w:rsidRDefault="00557788" w:rsidP="00557788">
      <w:r>
        <w:t>374.4758</w:t>
      </w:r>
      <w:r>
        <w:tab/>
        <w:t>9.943e-1</w:t>
      </w:r>
    </w:p>
    <w:p w:rsidR="00557788" w:rsidRDefault="00557788" w:rsidP="00557788">
      <w:r>
        <w:t>374.4863</w:t>
      </w:r>
      <w:r>
        <w:tab/>
        <w:t>2.025e0</w:t>
      </w:r>
    </w:p>
    <w:p w:rsidR="00557788" w:rsidRDefault="00557788" w:rsidP="00557788">
      <w:r>
        <w:t>374.4907</w:t>
      </w:r>
      <w:r>
        <w:tab/>
        <w:t>2.025e0</w:t>
      </w:r>
    </w:p>
    <w:p w:rsidR="00557788" w:rsidRDefault="00557788" w:rsidP="00557788">
      <w:r>
        <w:t>374.5052</w:t>
      </w:r>
      <w:r>
        <w:tab/>
        <w:t>2.532e-2</w:t>
      </w:r>
    </w:p>
    <w:p w:rsidR="00557788" w:rsidRDefault="00557788" w:rsidP="00557788">
      <w:r>
        <w:t>374.5139</w:t>
      </w:r>
      <w:r>
        <w:tab/>
        <w:t>1.266e-2</w:t>
      </w:r>
    </w:p>
    <w:p w:rsidR="00557788" w:rsidRDefault="00557788" w:rsidP="00557788">
      <w:r>
        <w:t>374.5157</w:t>
      </w:r>
      <w:r>
        <w:tab/>
        <w:t>2.025e0</w:t>
      </w:r>
    </w:p>
    <w:p w:rsidR="00557788" w:rsidRDefault="00557788" w:rsidP="00557788">
      <w:r>
        <w:t>374.5177</w:t>
      </w:r>
      <w:r>
        <w:tab/>
        <w:t>1.013e0</w:t>
      </w:r>
    </w:p>
    <w:p w:rsidR="00557788" w:rsidRDefault="00557788" w:rsidP="00557788">
      <w:r>
        <w:t>374.5235</w:t>
      </w:r>
      <w:r>
        <w:tab/>
        <w:t>4.051e0</w:t>
      </w:r>
    </w:p>
    <w:p w:rsidR="00557788" w:rsidRDefault="00557788" w:rsidP="00557788">
      <w:r>
        <w:t>374.5427</w:t>
      </w:r>
      <w:r>
        <w:tab/>
        <w:t>1.266e-2</w:t>
      </w:r>
    </w:p>
    <w:p w:rsidR="00557788" w:rsidRDefault="00557788" w:rsidP="00557788">
      <w:r>
        <w:t>374.5638</w:t>
      </w:r>
      <w:r>
        <w:tab/>
        <w:t>2.532e-2</w:t>
      </w:r>
    </w:p>
    <w:p w:rsidR="00557788" w:rsidRDefault="00557788" w:rsidP="00557788">
      <w:r>
        <w:t>374.5662</w:t>
      </w:r>
      <w:r>
        <w:tab/>
        <w:t>2.025e0</w:t>
      </w:r>
    </w:p>
    <w:p w:rsidR="00557788" w:rsidRDefault="00557788" w:rsidP="00557788">
      <w:r>
        <w:t>374.5722</w:t>
      </w:r>
      <w:r>
        <w:tab/>
        <w:t>3.038e0</w:t>
      </w:r>
    </w:p>
    <w:p w:rsidR="00557788" w:rsidRDefault="00557788" w:rsidP="00557788">
      <w:r>
        <w:t>374.5822</w:t>
      </w:r>
      <w:r>
        <w:tab/>
        <w:t>1.025e0</w:t>
      </w:r>
    </w:p>
    <w:p w:rsidR="00557788" w:rsidRDefault="00557788" w:rsidP="00557788">
      <w:r>
        <w:t>374.6078</w:t>
      </w:r>
      <w:r>
        <w:tab/>
        <w:t>2.025e0</w:t>
      </w:r>
    </w:p>
    <w:p w:rsidR="00557788" w:rsidRDefault="00557788" w:rsidP="00557788">
      <w:r>
        <w:t>374.6144</w:t>
      </w:r>
      <w:r>
        <w:tab/>
        <w:t>1.266e-2</w:t>
      </w:r>
    </w:p>
    <w:p w:rsidR="00557788" w:rsidRDefault="00557788" w:rsidP="00557788">
      <w:r>
        <w:t>374.6203</w:t>
      </w:r>
      <w:r>
        <w:tab/>
        <w:t>2.025e0</w:t>
      </w:r>
    </w:p>
    <w:p w:rsidR="00557788" w:rsidRDefault="00557788" w:rsidP="00557788">
      <w:r>
        <w:t>374.6345</w:t>
      </w:r>
      <w:r>
        <w:tab/>
        <w:t>1.013e0</w:t>
      </w:r>
    </w:p>
    <w:p w:rsidR="00557788" w:rsidRDefault="00557788" w:rsidP="00557788">
      <w:r>
        <w:lastRenderedPageBreak/>
        <w:t>374.6402</w:t>
      </w:r>
      <w:r>
        <w:tab/>
        <w:t>5.063e0</w:t>
      </w:r>
    </w:p>
    <w:p w:rsidR="00557788" w:rsidRDefault="00557788" w:rsidP="00557788">
      <w:r>
        <w:t>374.6435</w:t>
      </w:r>
      <w:r>
        <w:tab/>
        <w:t>5.063e-2</w:t>
      </w:r>
    </w:p>
    <w:p w:rsidR="00557788" w:rsidRDefault="00557788" w:rsidP="00557788">
      <w:r>
        <w:t>374.6565</w:t>
      </w:r>
      <w:r>
        <w:tab/>
        <w:t>4.051e0</w:t>
      </w:r>
    </w:p>
    <w:p w:rsidR="00557788" w:rsidRDefault="00557788" w:rsidP="00557788">
      <w:r>
        <w:t>374.6677</w:t>
      </w:r>
      <w:r>
        <w:tab/>
        <w:t>1.013e0</w:t>
      </w:r>
    </w:p>
    <w:p w:rsidR="00557788" w:rsidRDefault="00557788" w:rsidP="00557788">
      <w:r>
        <w:t>374.6854</w:t>
      </w:r>
      <w:r>
        <w:tab/>
        <w:t>2.532e-2</w:t>
      </w:r>
    </w:p>
    <w:p w:rsidR="00557788" w:rsidRDefault="00557788" w:rsidP="00557788">
      <w:r>
        <w:t>374.6960</w:t>
      </w:r>
      <w:r>
        <w:tab/>
        <w:t>3.038e0</w:t>
      </w:r>
    </w:p>
    <w:p w:rsidR="00557788" w:rsidRDefault="00557788" w:rsidP="00557788">
      <w:r>
        <w:t>374.7077</w:t>
      </w:r>
      <w:r>
        <w:tab/>
        <w:t>1.013e0</w:t>
      </w:r>
    </w:p>
    <w:p w:rsidR="00557788" w:rsidRDefault="00557788" w:rsidP="00557788">
      <w:r>
        <w:t>374.7228</w:t>
      </w:r>
      <w:r>
        <w:tab/>
        <w:t>1.013e0</w:t>
      </w:r>
    </w:p>
    <w:p w:rsidR="00557788" w:rsidRDefault="00557788" w:rsidP="00557788">
      <w:r>
        <w:t>374.7286</w:t>
      </w:r>
      <w:r>
        <w:tab/>
        <w:t>4.063e0</w:t>
      </w:r>
    </w:p>
    <w:p w:rsidR="00557788" w:rsidRDefault="00557788" w:rsidP="00557788">
      <w:r>
        <w:t>374.7343</w:t>
      </w:r>
      <w:r>
        <w:tab/>
        <w:t>2.025e0</w:t>
      </w:r>
    </w:p>
    <w:p w:rsidR="00557788" w:rsidRDefault="00557788" w:rsidP="00557788">
      <w:r>
        <w:t>374.7544</w:t>
      </w:r>
      <w:r>
        <w:tab/>
        <w:t>1.013e0</w:t>
      </w:r>
    </w:p>
    <w:p w:rsidR="00557788" w:rsidRDefault="00557788" w:rsidP="00557788">
      <w:r>
        <w:t>374.7577</w:t>
      </w:r>
      <w:r>
        <w:tab/>
        <w:t>3.038e0</w:t>
      </w:r>
    </w:p>
    <w:p w:rsidR="00557788" w:rsidRDefault="00557788" w:rsidP="00557788">
      <w:r>
        <w:t>374.7625</w:t>
      </w:r>
      <w:r>
        <w:tab/>
        <w:t>2.532e-2</w:t>
      </w:r>
    </w:p>
    <w:p w:rsidR="00557788" w:rsidRDefault="00557788" w:rsidP="00557788">
      <w:r>
        <w:t>374.7754</w:t>
      </w:r>
      <w:r>
        <w:tab/>
        <w:t>2.025e0</w:t>
      </w:r>
    </w:p>
    <w:p w:rsidR="00557788" w:rsidRDefault="00557788" w:rsidP="00557788">
      <w:r>
        <w:t>374.7859</w:t>
      </w:r>
      <w:r>
        <w:tab/>
        <w:t>1.013e0</w:t>
      </w:r>
    </w:p>
    <w:p w:rsidR="00557788" w:rsidRDefault="00557788" w:rsidP="00557788">
      <w:r>
        <w:t>374.7880</w:t>
      </w:r>
      <w:r>
        <w:tab/>
        <w:t>2.532e-2</w:t>
      </w:r>
    </w:p>
    <w:p w:rsidR="00557788" w:rsidRDefault="00557788" w:rsidP="00557788">
      <w:r>
        <w:t>374.8010</w:t>
      </w:r>
      <w:r>
        <w:tab/>
        <w:t>1.013e0</w:t>
      </w:r>
    </w:p>
    <w:p w:rsidR="00557788" w:rsidRDefault="00557788" w:rsidP="00557788">
      <w:r>
        <w:t>374.8171</w:t>
      </w:r>
      <w:r>
        <w:tab/>
        <w:t>3.038e0</w:t>
      </w:r>
    </w:p>
    <w:p w:rsidR="00557788" w:rsidRDefault="00557788" w:rsidP="00557788">
      <w:r>
        <w:t>374.8277</w:t>
      </w:r>
      <w:r>
        <w:tab/>
        <w:t>1.266e-2</w:t>
      </w:r>
    </w:p>
    <w:p w:rsidR="00557788" w:rsidRDefault="00557788" w:rsidP="00557788">
      <w:r>
        <w:lastRenderedPageBreak/>
        <w:t>374.8468</w:t>
      </w:r>
      <w:r>
        <w:tab/>
        <w:t>3.038e0</w:t>
      </w:r>
    </w:p>
    <w:p w:rsidR="00557788" w:rsidRDefault="00557788" w:rsidP="00557788">
      <w:r>
        <w:t>374.8575</w:t>
      </w:r>
      <w:r>
        <w:tab/>
        <w:t>4.051e0</w:t>
      </w:r>
    </w:p>
    <w:p w:rsidR="00557788" w:rsidRDefault="00557788" w:rsidP="00557788">
      <w:r>
        <w:t>374.8616</w:t>
      </w:r>
      <w:r>
        <w:tab/>
        <w:t>4.051e0</w:t>
      </w:r>
    </w:p>
    <w:p w:rsidR="00557788" w:rsidRDefault="00557788" w:rsidP="00557788">
      <w:r>
        <w:t>374.8805</w:t>
      </w:r>
      <w:r>
        <w:tab/>
        <w:t>2.025e0</w:t>
      </w:r>
    </w:p>
    <w:p w:rsidR="00557788" w:rsidRDefault="00557788" w:rsidP="00557788">
      <w:r>
        <w:t>374.8843</w:t>
      </w:r>
      <w:r>
        <w:tab/>
        <w:t>3.038e0</w:t>
      </w:r>
    </w:p>
    <w:p w:rsidR="00557788" w:rsidRDefault="00557788" w:rsidP="00557788">
      <w:r>
        <w:t>374.9117</w:t>
      </w:r>
      <w:r>
        <w:tab/>
        <w:t>6.076e0</w:t>
      </w:r>
    </w:p>
    <w:p w:rsidR="00557788" w:rsidRDefault="00557788" w:rsidP="00557788">
      <w:r>
        <w:t>374.9146</w:t>
      </w:r>
      <w:r>
        <w:tab/>
        <w:t>1.291e0</w:t>
      </w:r>
    </w:p>
    <w:p w:rsidR="00557788" w:rsidRDefault="00557788" w:rsidP="00557788">
      <w:r>
        <w:t>374.9232</w:t>
      </w:r>
      <w:r>
        <w:tab/>
        <w:t>5.185e0</w:t>
      </w:r>
    </w:p>
    <w:p w:rsidR="00557788" w:rsidRDefault="00557788" w:rsidP="00557788">
      <w:r>
        <w:t>374.9403</w:t>
      </w:r>
      <w:r>
        <w:tab/>
        <w:t>3.189e0</w:t>
      </w:r>
    </w:p>
    <w:p w:rsidR="00557788" w:rsidRDefault="00557788" w:rsidP="00557788">
      <w:r>
        <w:t>374.9532</w:t>
      </w:r>
      <w:r>
        <w:tab/>
        <w:t>3.038e0</w:t>
      </w:r>
    </w:p>
    <w:p w:rsidR="00557788" w:rsidRDefault="00557788" w:rsidP="00557788">
      <w:r>
        <w:t>374.9564</w:t>
      </w:r>
      <w:r>
        <w:tab/>
        <w:t>6.993e0</w:t>
      </w:r>
    </w:p>
    <w:p w:rsidR="00557788" w:rsidRDefault="00557788" w:rsidP="00557788">
      <w:r>
        <w:t>374.9825</w:t>
      </w:r>
      <w:r>
        <w:tab/>
        <w:t>9.740e-1</w:t>
      </w:r>
    </w:p>
    <w:p w:rsidR="00557788" w:rsidRDefault="00557788" w:rsidP="00557788">
      <w:r>
        <w:t>374.9986</w:t>
      </w:r>
      <w:r>
        <w:tab/>
        <w:t>1.503e0</w:t>
      </w:r>
    </w:p>
    <w:p w:rsidR="00557788" w:rsidRDefault="00557788" w:rsidP="00557788">
      <w:r>
        <w:t>375.0115</w:t>
      </w:r>
      <w:r>
        <w:tab/>
        <w:t>4.114e0</w:t>
      </w:r>
    </w:p>
    <w:p w:rsidR="00557788" w:rsidRDefault="00557788" w:rsidP="00557788">
      <w:r>
        <w:t>375.0261</w:t>
      </w:r>
      <w:r>
        <w:tab/>
        <w:t>4.051e0</w:t>
      </w:r>
    </w:p>
    <w:p w:rsidR="00557788" w:rsidRDefault="00557788" w:rsidP="00557788">
      <w:r>
        <w:t>375.0315</w:t>
      </w:r>
      <w:r>
        <w:tab/>
        <w:t>9.478e0</w:t>
      </w:r>
    </w:p>
    <w:p w:rsidR="00557788" w:rsidRDefault="00557788" w:rsidP="00557788">
      <w:r>
        <w:t>375.0469</w:t>
      </w:r>
      <w:r>
        <w:tab/>
        <w:t>3.038e0</w:t>
      </w:r>
    </w:p>
    <w:p w:rsidR="00557788" w:rsidRDefault="00557788" w:rsidP="00557788">
      <w:r>
        <w:t>375.0821</w:t>
      </w:r>
      <w:r>
        <w:tab/>
        <w:t>4.029e0</w:t>
      </w:r>
    </w:p>
    <w:p w:rsidR="00557788" w:rsidRDefault="00557788" w:rsidP="00557788">
      <w:r>
        <w:t>375.0890</w:t>
      </w:r>
      <w:r>
        <w:tab/>
        <w:t>4.784e0</w:t>
      </w:r>
    </w:p>
    <w:p w:rsidR="00557788" w:rsidRDefault="00557788" w:rsidP="00557788">
      <w:r>
        <w:lastRenderedPageBreak/>
        <w:t>375.0910</w:t>
      </w:r>
      <w:r>
        <w:tab/>
        <w:t>6.428e0</w:t>
      </w:r>
    </w:p>
    <w:p w:rsidR="00557788" w:rsidRDefault="00557788" w:rsidP="00557788">
      <w:r>
        <w:t>375.0986</w:t>
      </w:r>
      <w:r>
        <w:tab/>
        <w:t>2.025e0</w:t>
      </w:r>
    </w:p>
    <w:p w:rsidR="00557788" w:rsidRDefault="00557788" w:rsidP="00557788">
      <w:r>
        <w:t>375.1047</w:t>
      </w:r>
      <w:r>
        <w:tab/>
        <w:t>4.718e0</w:t>
      </w:r>
    </w:p>
    <w:p w:rsidR="00557788" w:rsidRDefault="00557788" w:rsidP="00557788">
      <w:r>
        <w:t>375.1057</w:t>
      </w:r>
      <w:r>
        <w:tab/>
        <w:t>3.516e0</w:t>
      </w:r>
    </w:p>
    <w:p w:rsidR="00557788" w:rsidRDefault="00557788" w:rsidP="00557788">
      <w:r>
        <w:t>375.1171</w:t>
      </w:r>
      <w:r>
        <w:tab/>
        <w:t>2.974e0</w:t>
      </w:r>
    </w:p>
    <w:p w:rsidR="00557788" w:rsidRDefault="00557788" w:rsidP="00557788">
      <w:r>
        <w:t>375.1346</w:t>
      </w:r>
      <w:r>
        <w:tab/>
        <w:t>3.761e0</w:t>
      </w:r>
    </w:p>
    <w:p w:rsidR="00557788" w:rsidRDefault="00557788" w:rsidP="00557788">
      <w:r>
        <w:t>375.1560</w:t>
      </w:r>
      <w:r>
        <w:tab/>
        <w:t>1.270e1</w:t>
      </w:r>
    </w:p>
    <w:p w:rsidR="00557788" w:rsidRDefault="00557788" w:rsidP="00557788">
      <w:r>
        <w:t>375.1863</w:t>
      </w:r>
      <w:r>
        <w:tab/>
        <w:t>2.765e0</w:t>
      </w:r>
    </w:p>
    <w:p w:rsidR="00557788" w:rsidRDefault="00557788" w:rsidP="00557788">
      <w:r>
        <w:t>375.1925</w:t>
      </w:r>
      <w:r>
        <w:tab/>
        <w:t>1.836e0</w:t>
      </w:r>
    </w:p>
    <w:p w:rsidR="00557788" w:rsidRDefault="00557788" w:rsidP="00557788">
      <w:r>
        <w:t>375.2213</w:t>
      </w:r>
      <w:r>
        <w:tab/>
        <w:t>1.298e0</w:t>
      </w:r>
    </w:p>
    <w:p w:rsidR="00557788" w:rsidRDefault="00557788" w:rsidP="00557788">
      <w:r>
        <w:t>375.2276</w:t>
      </w:r>
      <w:r>
        <w:tab/>
        <w:t>4.728e0</w:t>
      </w:r>
    </w:p>
    <w:p w:rsidR="00557788" w:rsidRDefault="00557788" w:rsidP="00557788">
      <w:r>
        <w:t>375.2290</w:t>
      </w:r>
      <w:r>
        <w:tab/>
        <w:t>2.249e0</w:t>
      </w:r>
    </w:p>
    <w:p w:rsidR="00557788" w:rsidRDefault="00557788" w:rsidP="00557788">
      <w:r>
        <w:t>375.2487</w:t>
      </w:r>
      <w:r>
        <w:tab/>
        <w:t>8.113e0</w:t>
      </w:r>
    </w:p>
    <w:p w:rsidR="00557788" w:rsidRDefault="00557788" w:rsidP="00557788">
      <w:r>
        <w:t>375.2999</w:t>
      </w:r>
      <w:r>
        <w:tab/>
        <w:t>1.100e1</w:t>
      </w:r>
    </w:p>
    <w:p w:rsidR="00557788" w:rsidRDefault="00557788" w:rsidP="00557788">
      <w:r>
        <w:t>375.3082</w:t>
      </w:r>
      <w:r>
        <w:tab/>
        <w:t>5.819e0</w:t>
      </w:r>
    </w:p>
    <w:p w:rsidR="00557788" w:rsidRDefault="00557788" w:rsidP="00557788">
      <w:r>
        <w:t>375.3093</w:t>
      </w:r>
      <w:r>
        <w:tab/>
        <w:t>1.915e0</w:t>
      </w:r>
    </w:p>
    <w:p w:rsidR="00557788" w:rsidRDefault="00557788" w:rsidP="00557788">
      <w:r>
        <w:t>375.3156</w:t>
      </w:r>
      <w:r>
        <w:tab/>
        <w:t>6.172e0</w:t>
      </w:r>
    </w:p>
    <w:p w:rsidR="00557788" w:rsidRDefault="00557788" w:rsidP="00557788">
      <w:r>
        <w:t>375.3193</w:t>
      </w:r>
      <w:r>
        <w:tab/>
        <w:t>2.047e0</w:t>
      </w:r>
    </w:p>
    <w:p w:rsidR="00557788" w:rsidRDefault="00557788" w:rsidP="00557788">
      <w:r>
        <w:t>375.3205</w:t>
      </w:r>
      <w:r>
        <w:tab/>
        <w:t>7.321e0</w:t>
      </w:r>
    </w:p>
    <w:p w:rsidR="00557788" w:rsidRDefault="00557788" w:rsidP="00557788">
      <w:r>
        <w:lastRenderedPageBreak/>
        <w:t>375.3385</w:t>
      </w:r>
      <w:r>
        <w:tab/>
        <w:t>5.824e0</w:t>
      </w:r>
    </w:p>
    <w:p w:rsidR="00557788" w:rsidRDefault="00557788" w:rsidP="00557788">
      <w:r>
        <w:t>375.3651</w:t>
      </w:r>
      <w:r>
        <w:tab/>
        <w:t>4.886e0</w:t>
      </w:r>
    </w:p>
    <w:p w:rsidR="00557788" w:rsidRDefault="00557788" w:rsidP="00557788">
      <w:r>
        <w:t>375.3679</w:t>
      </w:r>
      <w:r>
        <w:tab/>
        <w:t>1.783e0</w:t>
      </w:r>
    </w:p>
    <w:p w:rsidR="00557788" w:rsidRDefault="00557788" w:rsidP="00557788">
      <w:r>
        <w:t>375.3760</w:t>
      </w:r>
      <w:r>
        <w:tab/>
        <w:t>1.205e0</w:t>
      </w:r>
    </w:p>
    <w:p w:rsidR="00557788" w:rsidRDefault="00557788" w:rsidP="00557788">
      <w:r>
        <w:t>375.3813</w:t>
      </w:r>
      <w:r>
        <w:tab/>
        <w:t>2.335e0</w:t>
      </w:r>
    </w:p>
    <w:p w:rsidR="00557788" w:rsidRDefault="00557788" w:rsidP="00557788">
      <w:r>
        <w:t>375.4087</w:t>
      </w:r>
      <w:r>
        <w:tab/>
        <w:t>3.307e0</w:t>
      </w:r>
    </w:p>
    <w:p w:rsidR="00557788" w:rsidRDefault="00557788" w:rsidP="00557788">
      <w:r>
        <w:t>375.4192</w:t>
      </w:r>
      <w:r>
        <w:tab/>
        <w:t>3.038e0</w:t>
      </w:r>
    </w:p>
    <w:p w:rsidR="00557788" w:rsidRDefault="00557788" w:rsidP="00557788">
      <w:r>
        <w:t>375.4357</w:t>
      </w:r>
      <w:r>
        <w:tab/>
        <w:t>2.019e0</w:t>
      </w:r>
    </w:p>
    <w:p w:rsidR="00557788" w:rsidRDefault="00557788" w:rsidP="00557788">
      <w:r>
        <w:t>375.4385</w:t>
      </w:r>
      <w:r>
        <w:tab/>
        <w:t>2.025e0</w:t>
      </w:r>
    </w:p>
    <w:p w:rsidR="00557788" w:rsidRDefault="00557788" w:rsidP="00557788">
      <w:r>
        <w:t>375.4436</w:t>
      </w:r>
      <w:r>
        <w:tab/>
        <w:t>1.013e0</w:t>
      </w:r>
    </w:p>
    <w:p w:rsidR="00557788" w:rsidRDefault="00557788" w:rsidP="00557788">
      <w:r>
        <w:t>375.4481</w:t>
      </w:r>
      <w:r>
        <w:tab/>
        <w:t>1.013e0</w:t>
      </w:r>
    </w:p>
    <w:p w:rsidR="00557788" w:rsidRDefault="00557788" w:rsidP="00557788">
      <w:r>
        <w:t>375.4518</w:t>
      </w:r>
      <w:r>
        <w:tab/>
        <w:t>2.532e-2</w:t>
      </w:r>
    </w:p>
    <w:p w:rsidR="00557788" w:rsidRDefault="00557788" w:rsidP="00557788">
      <w:r>
        <w:t>375.4814</w:t>
      </w:r>
      <w:r>
        <w:tab/>
        <w:t>1.013e0</w:t>
      </w:r>
    </w:p>
    <w:p w:rsidR="00557788" w:rsidRDefault="00557788" w:rsidP="00557788">
      <w:r>
        <w:t>375.4856</w:t>
      </w:r>
      <w:r>
        <w:tab/>
        <w:t>1.013e0</w:t>
      </w:r>
    </w:p>
    <w:p w:rsidR="00557788" w:rsidRDefault="00557788" w:rsidP="00557788">
      <w:r>
        <w:t>375.5015</w:t>
      </w:r>
      <w:r>
        <w:tab/>
        <w:t>2.025e0</w:t>
      </w:r>
    </w:p>
    <w:p w:rsidR="00557788" w:rsidRDefault="00557788" w:rsidP="00557788">
      <w:r>
        <w:t>375.5148</w:t>
      </w:r>
      <w:r>
        <w:tab/>
        <w:t>1.013e0</w:t>
      </w:r>
    </w:p>
    <w:p w:rsidR="00557788" w:rsidRDefault="00557788" w:rsidP="00557788">
      <w:r>
        <w:t>375.5280</w:t>
      </w:r>
      <w:r>
        <w:tab/>
        <w:t>1.266e-2</w:t>
      </w:r>
    </w:p>
    <w:p w:rsidR="00557788" w:rsidRDefault="00557788" w:rsidP="00557788">
      <w:r>
        <w:t>375.5317</w:t>
      </w:r>
      <w:r>
        <w:tab/>
        <w:t>2.025e0</w:t>
      </w:r>
    </w:p>
    <w:p w:rsidR="00557788" w:rsidRDefault="00557788" w:rsidP="00557788">
      <w:r>
        <w:t>375.5458</w:t>
      </w:r>
      <w:r>
        <w:tab/>
        <w:t>3.038e0</w:t>
      </w:r>
    </w:p>
    <w:p w:rsidR="00557788" w:rsidRDefault="00557788" w:rsidP="00557788">
      <w:r>
        <w:lastRenderedPageBreak/>
        <w:t>375.5651</w:t>
      </w:r>
      <w:r>
        <w:tab/>
        <w:t>2.532e-2</w:t>
      </w:r>
    </w:p>
    <w:p w:rsidR="00557788" w:rsidRDefault="00557788" w:rsidP="00557788">
      <w:r>
        <w:t>375.5736</w:t>
      </w:r>
      <w:r>
        <w:tab/>
        <w:t>2.038e0</w:t>
      </w:r>
    </w:p>
    <w:p w:rsidR="00557788" w:rsidRDefault="00557788" w:rsidP="00557788">
      <w:r>
        <w:t>375.5778</w:t>
      </w:r>
      <w:r>
        <w:tab/>
        <w:t>1.013e0</w:t>
      </w:r>
    </w:p>
    <w:p w:rsidR="00557788" w:rsidRDefault="00557788" w:rsidP="00557788">
      <w:r>
        <w:t>375.5816</w:t>
      </w:r>
      <w:r>
        <w:tab/>
        <w:t>1.266e-2</w:t>
      </w:r>
    </w:p>
    <w:p w:rsidR="00557788" w:rsidRDefault="00557788" w:rsidP="00557788">
      <w:r>
        <w:t>375.5872</w:t>
      </w:r>
      <w:r>
        <w:tab/>
        <w:t>1.038e0</w:t>
      </w:r>
    </w:p>
    <w:p w:rsidR="00557788" w:rsidRDefault="00557788" w:rsidP="00557788">
      <w:r>
        <w:t>375.5883</w:t>
      </w:r>
      <w:r>
        <w:tab/>
        <w:t>1.013e0</w:t>
      </w:r>
    </w:p>
    <w:p w:rsidR="00557788" w:rsidRDefault="00557788" w:rsidP="00557788">
      <w:r>
        <w:t>375.5988</w:t>
      </w:r>
      <w:r>
        <w:tab/>
        <w:t>1.013e0</w:t>
      </w:r>
    </w:p>
    <w:p w:rsidR="00557788" w:rsidRDefault="00557788" w:rsidP="00557788">
      <w:r>
        <w:t>375.6322</w:t>
      </w:r>
      <w:r>
        <w:tab/>
        <w:t>5.063e0</w:t>
      </w:r>
    </w:p>
    <w:p w:rsidR="00557788" w:rsidRDefault="00557788" w:rsidP="00557788">
      <w:r>
        <w:t>375.6409</w:t>
      </w:r>
      <w:r>
        <w:tab/>
        <w:t>2.532e-2</w:t>
      </w:r>
    </w:p>
    <w:p w:rsidR="00557788" w:rsidRDefault="00557788" w:rsidP="00557788">
      <w:r>
        <w:t>375.6485</w:t>
      </w:r>
      <w:r>
        <w:tab/>
        <w:t>1.013e0</w:t>
      </w:r>
    </w:p>
    <w:p w:rsidR="00557788" w:rsidRDefault="00557788" w:rsidP="00557788">
      <w:r>
        <w:t>375.6535</w:t>
      </w:r>
      <w:r>
        <w:tab/>
        <w:t>2.025e0</w:t>
      </w:r>
    </w:p>
    <w:p w:rsidR="00557788" w:rsidRDefault="00557788" w:rsidP="00557788">
      <w:r>
        <w:t>375.6658</w:t>
      </w:r>
      <w:r>
        <w:tab/>
        <w:t>1.013e0</w:t>
      </w:r>
    </w:p>
    <w:p w:rsidR="00557788" w:rsidRDefault="00557788" w:rsidP="00557788">
      <w:r>
        <w:t>375.6751</w:t>
      </w:r>
      <w:r>
        <w:tab/>
        <w:t>1.013e0</w:t>
      </w:r>
    </w:p>
    <w:p w:rsidR="00557788" w:rsidRDefault="00557788" w:rsidP="00557788">
      <w:r>
        <w:t>375.6784</w:t>
      </w:r>
      <w:r>
        <w:tab/>
        <w:t>2.025e0</w:t>
      </w:r>
    </w:p>
    <w:p w:rsidR="00557788" w:rsidRDefault="00557788" w:rsidP="00557788">
      <w:r>
        <w:t>375.6951</w:t>
      </w:r>
      <w:r>
        <w:tab/>
        <w:t>1.013e0</w:t>
      </w:r>
    </w:p>
    <w:p w:rsidR="00557788" w:rsidRDefault="00557788" w:rsidP="00557788">
      <w:r>
        <w:t>375.6976</w:t>
      </w:r>
      <w:r>
        <w:tab/>
        <w:t>2.025e0</w:t>
      </w:r>
    </w:p>
    <w:p w:rsidR="00557788" w:rsidRDefault="00557788" w:rsidP="00557788">
      <w:r>
        <w:t>375.7209</w:t>
      </w:r>
      <w:r>
        <w:tab/>
        <w:t>2.025e0</w:t>
      </w:r>
    </w:p>
    <w:p w:rsidR="00557788" w:rsidRDefault="00557788" w:rsidP="00557788">
      <w:r>
        <w:t>375.7219</w:t>
      </w:r>
      <w:r>
        <w:tab/>
        <w:t>1.013e0</w:t>
      </w:r>
    </w:p>
    <w:p w:rsidR="00557788" w:rsidRDefault="00557788" w:rsidP="00557788">
      <w:r>
        <w:t>375.7329</w:t>
      </w:r>
      <w:r>
        <w:tab/>
        <w:t>2.025e0</w:t>
      </w:r>
    </w:p>
    <w:p w:rsidR="00557788" w:rsidRDefault="00557788" w:rsidP="00557788">
      <w:r>
        <w:lastRenderedPageBreak/>
        <w:t>375.7474</w:t>
      </w:r>
      <w:r>
        <w:tab/>
        <w:t>2.025e0</w:t>
      </w:r>
    </w:p>
    <w:p w:rsidR="00557788" w:rsidRDefault="00557788" w:rsidP="00557788">
      <w:r>
        <w:t>375.7640</w:t>
      </w:r>
      <w:r>
        <w:tab/>
        <w:t>2.025e0</w:t>
      </w:r>
    </w:p>
    <w:p w:rsidR="00557788" w:rsidRDefault="00557788" w:rsidP="00557788">
      <w:r>
        <w:t>375.7686</w:t>
      </w:r>
      <w:r>
        <w:tab/>
        <w:t>3.038e0</w:t>
      </w:r>
    </w:p>
    <w:p w:rsidR="00557788" w:rsidRDefault="00557788" w:rsidP="00557788">
      <w:r>
        <w:t>375.7869</w:t>
      </w:r>
      <w:r>
        <w:tab/>
        <w:t>3.038e0</w:t>
      </w:r>
    </w:p>
    <w:p w:rsidR="00557788" w:rsidRDefault="00557788" w:rsidP="00557788">
      <w:r>
        <w:t>375.7916</w:t>
      </w:r>
      <w:r>
        <w:tab/>
        <w:t>2.025e0</w:t>
      </w:r>
    </w:p>
    <w:p w:rsidR="00557788" w:rsidRDefault="00557788" w:rsidP="00557788">
      <w:r>
        <w:t>375.8146</w:t>
      </w:r>
      <w:r>
        <w:tab/>
        <w:t>3.051e0</w:t>
      </w:r>
    </w:p>
    <w:p w:rsidR="00557788" w:rsidRDefault="00557788" w:rsidP="00557788">
      <w:r>
        <w:t>375.8251</w:t>
      </w:r>
      <w:r>
        <w:tab/>
        <w:t>1.025e0</w:t>
      </w:r>
    </w:p>
    <w:p w:rsidR="00557788" w:rsidRDefault="00557788" w:rsidP="00557788">
      <w:r>
        <w:t>375.8562</w:t>
      </w:r>
      <w:r>
        <w:tab/>
        <w:t>1.051e0</w:t>
      </w:r>
    </w:p>
    <w:p w:rsidR="00557788" w:rsidRDefault="00557788" w:rsidP="00557788">
      <w:r>
        <w:t>375.8712</w:t>
      </w:r>
      <w:r>
        <w:tab/>
        <w:t>1.266e-2</w:t>
      </w:r>
    </w:p>
    <w:p w:rsidR="00557788" w:rsidRDefault="00557788" w:rsidP="00557788">
      <w:r>
        <w:t>375.8799</w:t>
      </w:r>
      <w:r>
        <w:tab/>
        <w:t>5.039e0</w:t>
      </w:r>
    </w:p>
    <w:p w:rsidR="00557788" w:rsidRDefault="00557788" w:rsidP="00557788">
      <w:r>
        <w:t>375.8856</w:t>
      </w:r>
      <w:r>
        <w:tab/>
        <w:t>7.089e0</w:t>
      </w:r>
    </w:p>
    <w:p w:rsidR="00557788" w:rsidRDefault="00557788" w:rsidP="00557788">
      <w:r>
        <w:t>375.9090</w:t>
      </w:r>
      <w:r>
        <w:tab/>
        <w:t>1.013e0</w:t>
      </w:r>
    </w:p>
    <w:p w:rsidR="00557788" w:rsidRDefault="00557788" w:rsidP="00557788">
      <w:r>
        <w:t>375.9130</w:t>
      </w:r>
      <w:r>
        <w:tab/>
        <w:t>4.049e0</w:t>
      </w:r>
    </w:p>
    <w:p w:rsidR="00557788" w:rsidRDefault="00557788" w:rsidP="00557788">
      <w:r>
        <w:t>375.9160</w:t>
      </w:r>
      <w:r>
        <w:tab/>
        <w:t>3.646e0</w:t>
      </w:r>
    </w:p>
    <w:p w:rsidR="00557788" w:rsidRDefault="00557788" w:rsidP="00557788">
      <w:r>
        <w:t>375.9350</w:t>
      </w:r>
      <w:r>
        <w:tab/>
        <w:t>3.748e0</w:t>
      </w:r>
    </w:p>
    <w:p w:rsidR="00557788" w:rsidRDefault="00557788" w:rsidP="00557788">
      <w:r>
        <w:t>375.9436</w:t>
      </w:r>
      <w:r>
        <w:tab/>
        <w:t>4.701e0</w:t>
      </w:r>
    </w:p>
    <w:p w:rsidR="00557788" w:rsidRDefault="00557788" w:rsidP="00557788">
      <w:r>
        <w:t>375.9566</w:t>
      </w:r>
      <w:r>
        <w:tab/>
        <w:t>2.277e-1</w:t>
      </w:r>
    </w:p>
    <w:p w:rsidR="00557788" w:rsidRDefault="00557788" w:rsidP="00557788">
      <w:r>
        <w:t>375.9803</w:t>
      </w:r>
      <w:r>
        <w:tab/>
        <w:t>1.013e0</w:t>
      </w:r>
    </w:p>
    <w:p w:rsidR="00557788" w:rsidRDefault="00557788" w:rsidP="00557788">
      <w:r>
        <w:t>375.9843</w:t>
      </w:r>
      <w:r>
        <w:tab/>
        <w:t>1.266e-2</w:t>
      </w:r>
    </w:p>
    <w:p w:rsidR="00557788" w:rsidRDefault="00557788" w:rsidP="00557788">
      <w:r>
        <w:lastRenderedPageBreak/>
        <w:t>375.9859</w:t>
      </w:r>
      <w:r>
        <w:tab/>
        <w:t>4.814e0</w:t>
      </w:r>
    </w:p>
    <w:p w:rsidR="00557788" w:rsidRDefault="00557788" w:rsidP="00557788">
      <w:r>
        <w:t>375.9996</w:t>
      </w:r>
      <w:r>
        <w:tab/>
        <w:t>4.076e0</w:t>
      </w:r>
    </w:p>
    <w:p w:rsidR="00557788" w:rsidRDefault="00557788" w:rsidP="00557788">
      <w:r>
        <w:t>376.0340</w:t>
      </w:r>
      <w:r>
        <w:tab/>
        <w:t>2.715e0</w:t>
      </w:r>
    </w:p>
    <w:p w:rsidR="00557788" w:rsidRDefault="00557788" w:rsidP="00557788">
      <w:r>
        <w:t>376.0370</w:t>
      </w:r>
      <w:r>
        <w:tab/>
        <w:t>1.703e0</w:t>
      </w:r>
    </w:p>
    <w:p w:rsidR="00557788" w:rsidRDefault="00557788" w:rsidP="00557788">
      <w:r>
        <w:t>376.0421</w:t>
      </w:r>
      <w:r>
        <w:tab/>
        <w:t>6.013e0</w:t>
      </w:r>
    </w:p>
    <w:p w:rsidR="00557788" w:rsidRDefault="00557788" w:rsidP="00557788">
      <w:r>
        <w:t>376.0493</w:t>
      </w:r>
      <w:r>
        <w:tab/>
        <w:t>1.621e0</w:t>
      </w:r>
    </w:p>
    <w:p w:rsidR="00557788" w:rsidRDefault="00557788" w:rsidP="00557788">
      <w:r>
        <w:t>376.0751</w:t>
      </w:r>
      <w:r>
        <w:tab/>
        <w:t>1.548e0</w:t>
      </w:r>
    </w:p>
    <w:p w:rsidR="00557788" w:rsidRDefault="00557788" w:rsidP="00557788">
      <w:r>
        <w:t>376.0840</w:t>
      </w:r>
      <w:r>
        <w:tab/>
        <w:t>2.424e0</w:t>
      </w:r>
    </w:p>
    <w:p w:rsidR="00557788" w:rsidRDefault="00557788" w:rsidP="00557788">
      <w:r>
        <w:t>376.0880</w:t>
      </w:r>
      <w:r>
        <w:tab/>
        <w:t>8.882e0</w:t>
      </w:r>
    </w:p>
    <w:p w:rsidR="00557788" w:rsidRDefault="00557788" w:rsidP="00557788">
      <w:r>
        <w:t>376.0954</w:t>
      </w:r>
      <w:r>
        <w:tab/>
        <w:t>2.357e0</w:t>
      </w:r>
    </w:p>
    <w:p w:rsidR="00557788" w:rsidRDefault="00557788" w:rsidP="00557788">
      <w:r>
        <w:t>376.0986</w:t>
      </w:r>
      <w:r>
        <w:tab/>
        <w:t>4.684e0</w:t>
      </w:r>
    </w:p>
    <w:p w:rsidR="00557788" w:rsidRDefault="00557788" w:rsidP="00557788">
      <w:r>
        <w:t>376.1516</w:t>
      </w:r>
      <w:r>
        <w:tab/>
        <w:t>3.764e0</w:t>
      </w:r>
    </w:p>
    <w:p w:rsidR="00557788" w:rsidRDefault="00557788" w:rsidP="00557788">
      <w:r>
        <w:t>376.1554</w:t>
      </w:r>
      <w:r>
        <w:tab/>
        <w:t>4.153e0</w:t>
      </w:r>
    </w:p>
    <w:p w:rsidR="00557788" w:rsidRDefault="00557788" w:rsidP="00557788">
      <w:r>
        <w:t>376.1586</w:t>
      </w:r>
      <w:r>
        <w:tab/>
        <w:t>4.628e0</w:t>
      </w:r>
    </w:p>
    <w:p w:rsidR="00557788" w:rsidRDefault="00557788" w:rsidP="00557788">
      <w:r>
        <w:t>376.1776</w:t>
      </w:r>
      <w:r>
        <w:tab/>
        <w:t>4.978e0</w:t>
      </w:r>
    </w:p>
    <w:p w:rsidR="00557788" w:rsidRDefault="00557788" w:rsidP="00557788">
      <w:r>
        <w:t>376.1908</w:t>
      </w:r>
      <w:r>
        <w:tab/>
        <w:t>5.900e0</w:t>
      </w:r>
    </w:p>
    <w:p w:rsidR="00557788" w:rsidRDefault="00557788" w:rsidP="00557788">
      <w:r>
        <w:t>376.2184</w:t>
      </w:r>
      <w:r>
        <w:tab/>
        <w:t>2.175e0</w:t>
      </w:r>
    </w:p>
    <w:p w:rsidR="00557788" w:rsidRDefault="00557788" w:rsidP="00557788">
      <w:r>
        <w:t>376.2306</w:t>
      </w:r>
      <w:r>
        <w:tab/>
        <w:t>9.972e0</w:t>
      </w:r>
    </w:p>
    <w:p w:rsidR="00557788" w:rsidRDefault="00557788" w:rsidP="00557788">
      <w:r>
        <w:t>376.2489</w:t>
      </w:r>
      <w:r>
        <w:tab/>
        <w:t>6.770e0</w:t>
      </w:r>
    </w:p>
    <w:p w:rsidR="00557788" w:rsidRDefault="00557788" w:rsidP="00557788">
      <w:r>
        <w:lastRenderedPageBreak/>
        <w:t>376.2501</w:t>
      </w:r>
      <w:r>
        <w:tab/>
        <w:t>3.376e0</w:t>
      </w:r>
    </w:p>
    <w:p w:rsidR="00557788" w:rsidRDefault="00557788" w:rsidP="00557788">
      <w:r>
        <w:t>376.2834</w:t>
      </w:r>
      <w:r>
        <w:tab/>
        <w:t>1.947e0</w:t>
      </w:r>
    </w:p>
    <w:p w:rsidR="00557788" w:rsidRDefault="00557788" w:rsidP="00557788">
      <w:r>
        <w:t>376.2970</w:t>
      </w:r>
      <w:r>
        <w:tab/>
        <w:t>1.865e0</w:t>
      </w:r>
    </w:p>
    <w:p w:rsidR="00557788" w:rsidRDefault="00557788" w:rsidP="00557788">
      <w:r>
        <w:t>376.3013</w:t>
      </w:r>
      <w:r>
        <w:tab/>
        <w:t>2.940e0</w:t>
      </w:r>
    </w:p>
    <w:p w:rsidR="00557788" w:rsidRDefault="00557788" w:rsidP="00557788">
      <w:r>
        <w:t>376.3064</w:t>
      </w:r>
      <w:r>
        <w:tab/>
        <w:t>2.601e0</w:t>
      </w:r>
    </w:p>
    <w:p w:rsidR="00557788" w:rsidRDefault="00557788" w:rsidP="00557788">
      <w:r>
        <w:t>376.3194</w:t>
      </w:r>
      <w:r>
        <w:tab/>
        <w:t>3.079e0</w:t>
      </w:r>
    </w:p>
    <w:p w:rsidR="00557788" w:rsidRDefault="00557788" w:rsidP="00557788">
      <w:r>
        <w:t>376.3239</w:t>
      </w:r>
      <w:r>
        <w:tab/>
        <w:t>1.266e0</w:t>
      </w:r>
    </w:p>
    <w:p w:rsidR="00557788" w:rsidRDefault="00557788" w:rsidP="00557788">
      <w:r>
        <w:t>376.3428</w:t>
      </w:r>
      <w:r>
        <w:tab/>
        <w:t>1.383e0</w:t>
      </w:r>
    </w:p>
    <w:p w:rsidR="00557788" w:rsidRDefault="00557788" w:rsidP="00557788">
      <w:r>
        <w:t>376.3767</w:t>
      </w:r>
      <w:r>
        <w:tab/>
        <w:t>2.876e0</w:t>
      </w:r>
    </w:p>
    <w:p w:rsidR="00557788" w:rsidRDefault="00557788" w:rsidP="00557788">
      <w:r>
        <w:t>376.3781</w:t>
      </w:r>
      <w:r>
        <w:tab/>
        <w:t>1.019e0</w:t>
      </w:r>
    </w:p>
    <w:p w:rsidR="00557788" w:rsidRDefault="00557788" w:rsidP="00557788">
      <w:r>
        <w:t>376.3845</w:t>
      </w:r>
      <w:r>
        <w:tab/>
        <w:t>1.089e0</w:t>
      </w:r>
    </w:p>
    <w:p w:rsidR="00557788" w:rsidRDefault="00557788" w:rsidP="00557788">
      <w:r>
        <w:t>376.4172</w:t>
      </w:r>
      <w:r>
        <w:tab/>
        <w:t>2.532e-2</w:t>
      </w:r>
    </w:p>
    <w:p w:rsidR="00557788" w:rsidRDefault="00557788" w:rsidP="00557788">
      <w:r>
        <w:t>376.4203</w:t>
      </w:r>
      <w:r>
        <w:tab/>
        <w:t>1.938e0</w:t>
      </w:r>
    </w:p>
    <w:p w:rsidR="00557788" w:rsidRDefault="00557788" w:rsidP="00557788">
      <w:r>
        <w:t>376.4291</w:t>
      </w:r>
      <w:r>
        <w:tab/>
        <w:t>2.025e0</w:t>
      </w:r>
    </w:p>
    <w:p w:rsidR="00557788" w:rsidRDefault="00557788" w:rsidP="00557788">
      <w:r>
        <w:t>376.4392</w:t>
      </w:r>
      <w:r>
        <w:tab/>
        <w:t>2.025e0</w:t>
      </w:r>
    </w:p>
    <w:p w:rsidR="00557788" w:rsidRDefault="00557788" w:rsidP="00557788">
      <w:r>
        <w:t>376.4617</w:t>
      </w:r>
      <w:r>
        <w:tab/>
        <w:t>4.051e0</w:t>
      </w:r>
    </w:p>
    <w:p w:rsidR="00557788" w:rsidRDefault="00557788" w:rsidP="00557788">
      <w:r>
        <w:t>376.4665</w:t>
      </w:r>
      <w:r>
        <w:tab/>
        <w:t>2.025e0</w:t>
      </w:r>
    </w:p>
    <w:p w:rsidR="00557788" w:rsidRDefault="00557788" w:rsidP="00557788">
      <w:r>
        <w:t>376.4724</w:t>
      </w:r>
      <w:r>
        <w:tab/>
        <w:t>2.025e0</w:t>
      </w:r>
    </w:p>
    <w:p w:rsidR="00557788" w:rsidRDefault="00557788" w:rsidP="00557788">
      <w:r>
        <w:t>376.4778</w:t>
      </w:r>
      <w:r>
        <w:tab/>
        <w:t>2.025e0</w:t>
      </w:r>
    </w:p>
    <w:p w:rsidR="00557788" w:rsidRDefault="00557788" w:rsidP="00557788">
      <w:r>
        <w:lastRenderedPageBreak/>
        <w:t>376.4856</w:t>
      </w:r>
      <w:r>
        <w:tab/>
        <w:t>2.025e0</w:t>
      </w:r>
    </w:p>
    <w:p w:rsidR="00557788" w:rsidRDefault="00557788" w:rsidP="00557788">
      <w:r>
        <w:t>376.4908</w:t>
      </w:r>
      <w:r>
        <w:tab/>
        <w:t>2.025e0</w:t>
      </w:r>
    </w:p>
    <w:p w:rsidR="00557788" w:rsidRDefault="00557788" w:rsidP="00557788">
      <w:r>
        <w:t>376.5115</w:t>
      </w:r>
      <w:r>
        <w:tab/>
        <w:t>3.038e0</w:t>
      </w:r>
    </w:p>
    <w:p w:rsidR="00557788" w:rsidRDefault="00557788" w:rsidP="00557788">
      <w:r>
        <w:t>376.5250</w:t>
      </w:r>
      <w:r>
        <w:tab/>
        <w:t>1.013e0</w:t>
      </w:r>
    </w:p>
    <w:p w:rsidR="00557788" w:rsidRDefault="00557788" w:rsidP="00557788">
      <w:r>
        <w:t>376.5337</w:t>
      </w:r>
      <w:r>
        <w:tab/>
        <w:t>2.532e-2</w:t>
      </w:r>
    </w:p>
    <w:p w:rsidR="00557788" w:rsidRDefault="00557788" w:rsidP="00557788">
      <w:r>
        <w:t>376.5462</w:t>
      </w:r>
      <w:r>
        <w:tab/>
        <w:t>1.013e0</w:t>
      </w:r>
    </w:p>
    <w:p w:rsidR="00557788" w:rsidRDefault="00557788" w:rsidP="00557788">
      <w:r>
        <w:t>376.5472</w:t>
      </w:r>
      <w:r>
        <w:tab/>
        <w:t>2.025e0</w:t>
      </w:r>
    </w:p>
    <w:p w:rsidR="00557788" w:rsidRDefault="00557788" w:rsidP="00557788">
      <w:r>
        <w:t>376.5594</w:t>
      </w:r>
      <w:r>
        <w:tab/>
        <w:t>3.038e0</w:t>
      </w:r>
    </w:p>
    <w:p w:rsidR="00557788" w:rsidRDefault="00557788" w:rsidP="00557788">
      <w:r>
        <w:t>376.5616</w:t>
      </w:r>
      <w:r>
        <w:tab/>
        <w:t>3.038e0</w:t>
      </w:r>
    </w:p>
    <w:p w:rsidR="00557788" w:rsidRDefault="00557788" w:rsidP="00557788">
      <w:r>
        <w:t>376.5733</w:t>
      </w:r>
      <w:r>
        <w:tab/>
        <w:t>2.025e0</w:t>
      </w:r>
    </w:p>
    <w:p w:rsidR="00557788" w:rsidRDefault="00557788" w:rsidP="00557788">
      <w:r>
        <w:t>376.5749</w:t>
      </w:r>
      <w:r>
        <w:tab/>
        <w:t>4.051e0</w:t>
      </w:r>
    </w:p>
    <w:p w:rsidR="00557788" w:rsidRDefault="00557788" w:rsidP="00557788">
      <w:r>
        <w:t>376.5845</w:t>
      </w:r>
      <w:r>
        <w:tab/>
        <w:t>1.013e0</w:t>
      </w:r>
    </w:p>
    <w:p w:rsidR="00557788" w:rsidRDefault="00557788" w:rsidP="00557788">
      <w:r>
        <w:t>376.5879</w:t>
      </w:r>
      <w:r>
        <w:tab/>
        <w:t>3.038e0</w:t>
      </w:r>
    </w:p>
    <w:p w:rsidR="00557788" w:rsidRDefault="00557788" w:rsidP="00557788">
      <w:r>
        <w:t>376.5915</w:t>
      </w:r>
      <w:r>
        <w:tab/>
        <w:t>3.038e0</w:t>
      </w:r>
    </w:p>
    <w:p w:rsidR="00557788" w:rsidRDefault="00557788" w:rsidP="00557788">
      <w:r>
        <w:t>376.6344</w:t>
      </w:r>
      <w:r>
        <w:tab/>
        <w:t>1.025e0</w:t>
      </w:r>
    </w:p>
    <w:p w:rsidR="00557788" w:rsidRDefault="00557788" w:rsidP="00557788">
      <w:r>
        <w:t>376.6381</w:t>
      </w:r>
      <w:r>
        <w:tab/>
        <w:t>1.025e0</w:t>
      </w:r>
    </w:p>
    <w:p w:rsidR="00557788" w:rsidRDefault="00557788" w:rsidP="00557788">
      <w:r>
        <w:t>376.6640</w:t>
      </w:r>
      <w:r>
        <w:tab/>
        <w:t>3.798e-2</w:t>
      </w:r>
    </w:p>
    <w:p w:rsidR="00557788" w:rsidRDefault="00557788" w:rsidP="00557788">
      <w:r>
        <w:t>376.6700</w:t>
      </w:r>
      <w:r>
        <w:tab/>
        <w:t>2.025e0</w:t>
      </w:r>
    </w:p>
    <w:p w:rsidR="00557788" w:rsidRDefault="00557788" w:rsidP="00557788">
      <w:r>
        <w:t>376.6715</w:t>
      </w:r>
      <w:r>
        <w:tab/>
        <w:t>1.013e0</w:t>
      </w:r>
    </w:p>
    <w:p w:rsidR="00557788" w:rsidRDefault="00557788" w:rsidP="00557788">
      <w:r>
        <w:lastRenderedPageBreak/>
        <w:t>376.6805</w:t>
      </w:r>
      <w:r>
        <w:tab/>
        <w:t>2.532e-2</w:t>
      </w:r>
    </w:p>
    <w:p w:rsidR="00557788" w:rsidRDefault="00557788" w:rsidP="00557788">
      <w:r>
        <w:t>376.6990</w:t>
      </w:r>
      <w:r>
        <w:tab/>
        <w:t>2.025e0</w:t>
      </w:r>
    </w:p>
    <w:p w:rsidR="00557788" w:rsidRDefault="00557788" w:rsidP="00557788">
      <w:r>
        <w:t>376.7117</w:t>
      </w:r>
      <w:r>
        <w:tab/>
        <w:t>1.013e0</w:t>
      </w:r>
    </w:p>
    <w:p w:rsidR="00557788" w:rsidRDefault="00557788" w:rsidP="00557788">
      <w:r>
        <w:t>376.7146</w:t>
      </w:r>
      <w:r>
        <w:tab/>
        <w:t>2.025e0</w:t>
      </w:r>
    </w:p>
    <w:p w:rsidR="00557788" w:rsidRDefault="00557788" w:rsidP="00557788">
      <w:r>
        <w:t>376.7412</w:t>
      </w:r>
      <w:r>
        <w:tab/>
        <w:t>2.051e0</w:t>
      </w:r>
    </w:p>
    <w:p w:rsidR="00557788" w:rsidRDefault="00557788" w:rsidP="00557788">
      <w:r>
        <w:t>376.7476</w:t>
      </w:r>
      <w:r>
        <w:tab/>
        <w:t>1.013e0</w:t>
      </w:r>
    </w:p>
    <w:p w:rsidR="00557788" w:rsidRDefault="00557788" w:rsidP="00557788">
      <w:r>
        <w:t>376.7510</w:t>
      </w:r>
      <w:r>
        <w:tab/>
        <w:t>4.341e0</w:t>
      </w:r>
    </w:p>
    <w:p w:rsidR="00557788" w:rsidRDefault="00557788" w:rsidP="00557788">
      <w:r>
        <w:t>376.7538</w:t>
      </w:r>
      <w:r>
        <w:tab/>
        <w:t>2.025e0</w:t>
      </w:r>
    </w:p>
    <w:p w:rsidR="00557788" w:rsidRDefault="00557788" w:rsidP="00557788">
      <w:r>
        <w:t>376.7567</w:t>
      </w:r>
      <w:r>
        <w:tab/>
        <w:t>4.404e-1</w:t>
      </w:r>
    </w:p>
    <w:p w:rsidR="00557788" w:rsidRDefault="00557788" w:rsidP="00557788">
      <w:r>
        <w:t>376.7724</w:t>
      </w:r>
      <w:r>
        <w:tab/>
        <w:t>1.013e0</w:t>
      </w:r>
    </w:p>
    <w:p w:rsidR="00557788" w:rsidRDefault="00557788" w:rsidP="00557788">
      <w:r>
        <w:t>376.7787</w:t>
      </w:r>
      <w:r>
        <w:tab/>
        <w:t>5.076e0</w:t>
      </w:r>
    </w:p>
    <w:p w:rsidR="00557788" w:rsidRDefault="00557788" w:rsidP="00557788">
      <w:r>
        <w:t>376.8177</w:t>
      </w:r>
      <w:r>
        <w:tab/>
        <w:t>5.063e0</w:t>
      </w:r>
    </w:p>
    <w:p w:rsidR="00557788" w:rsidRDefault="00557788" w:rsidP="00557788">
      <w:r>
        <w:t>376.8189</w:t>
      </w:r>
      <w:r>
        <w:tab/>
        <w:t>1.266e-2</w:t>
      </w:r>
    </w:p>
    <w:p w:rsidR="00557788" w:rsidRDefault="00557788" w:rsidP="00557788">
      <w:r>
        <w:t>376.8524</w:t>
      </w:r>
      <w:r>
        <w:tab/>
        <w:t>1.013e0</w:t>
      </w:r>
    </w:p>
    <w:p w:rsidR="00557788" w:rsidRDefault="00557788" w:rsidP="00557788">
      <w:r>
        <w:t>376.8779</w:t>
      </w:r>
      <w:r>
        <w:tab/>
        <w:t>2.038e0</w:t>
      </w:r>
    </w:p>
    <w:p w:rsidR="00557788" w:rsidRDefault="00557788" w:rsidP="00557788">
      <w:r>
        <w:t>376.9057</w:t>
      </w:r>
      <w:r>
        <w:tab/>
        <w:t>4.079e-1</w:t>
      </w:r>
    </w:p>
    <w:p w:rsidR="00557788" w:rsidRDefault="00557788" w:rsidP="00557788">
      <w:r>
        <w:t>376.9195</w:t>
      </w:r>
      <w:r>
        <w:tab/>
        <w:t>5.327e0</w:t>
      </w:r>
    </w:p>
    <w:p w:rsidR="00557788" w:rsidRDefault="00557788" w:rsidP="00557788">
      <w:r>
        <w:t>376.9210</w:t>
      </w:r>
      <w:r>
        <w:tab/>
        <w:t>2.808e0</w:t>
      </w:r>
    </w:p>
    <w:p w:rsidR="00557788" w:rsidRDefault="00557788" w:rsidP="00557788">
      <w:r>
        <w:t>376.9223</w:t>
      </w:r>
      <w:r>
        <w:tab/>
        <w:t>4.046e0</w:t>
      </w:r>
    </w:p>
    <w:p w:rsidR="00557788" w:rsidRDefault="00557788" w:rsidP="00557788">
      <w:r>
        <w:lastRenderedPageBreak/>
        <w:t>376.9312</w:t>
      </w:r>
      <w:r>
        <w:tab/>
        <w:t>2.546e0</w:t>
      </w:r>
    </w:p>
    <w:p w:rsidR="00557788" w:rsidRDefault="00557788" w:rsidP="00557788">
      <w:r>
        <w:t>376.9448</w:t>
      </w:r>
      <w:r>
        <w:tab/>
        <w:t>6.807e0</w:t>
      </w:r>
    </w:p>
    <w:p w:rsidR="00557788" w:rsidRDefault="00557788" w:rsidP="00557788">
      <w:r>
        <w:t>376.9607</w:t>
      </w:r>
      <w:r>
        <w:tab/>
        <w:t>7.403e0</w:t>
      </w:r>
    </w:p>
    <w:p w:rsidR="00557788" w:rsidRDefault="00557788" w:rsidP="00557788">
      <w:r>
        <w:t>376.9869</w:t>
      </w:r>
      <w:r>
        <w:tab/>
        <w:t>2.704e0</w:t>
      </w:r>
    </w:p>
    <w:p w:rsidR="00557788" w:rsidRDefault="00557788" w:rsidP="00557788">
      <w:r>
        <w:t>376.9881</w:t>
      </w:r>
      <w:r>
        <w:tab/>
        <w:t>1.527e0</w:t>
      </w:r>
    </w:p>
    <w:p w:rsidR="00557788" w:rsidRDefault="00557788" w:rsidP="00557788">
      <w:r>
        <w:t>377.0128</w:t>
      </w:r>
      <w:r>
        <w:tab/>
        <w:t>3.040e0</w:t>
      </w:r>
    </w:p>
    <w:p w:rsidR="00557788" w:rsidRDefault="00557788" w:rsidP="00557788">
      <w:r>
        <w:t>377.0161</w:t>
      </w:r>
      <w:r>
        <w:tab/>
        <w:t>1.013e0</w:t>
      </w:r>
    </w:p>
    <w:p w:rsidR="00557788" w:rsidRDefault="00557788" w:rsidP="00557788">
      <w:r>
        <w:t>377.0312</w:t>
      </w:r>
      <w:r>
        <w:tab/>
        <w:t>2.025e0</w:t>
      </w:r>
    </w:p>
    <w:p w:rsidR="00557788" w:rsidRDefault="00557788" w:rsidP="00557788">
      <w:r>
        <w:t>377.0326</w:t>
      </w:r>
      <w:r>
        <w:tab/>
        <w:t>2.025e0</w:t>
      </w:r>
    </w:p>
    <w:p w:rsidR="00557788" w:rsidRDefault="00557788" w:rsidP="00557788">
      <w:r>
        <w:t>377.0567</w:t>
      </w:r>
      <w:r>
        <w:tab/>
        <w:t>3.015e0</w:t>
      </w:r>
    </w:p>
    <w:p w:rsidR="00557788" w:rsidRDefault="00557788" w:rsidP="00557788">
      <w:r>
        <w:t>377.0697</w:t>
      </w:r>
      <w:r>
        <w:tab/>
        <w:t>2.790e0</w:t>
      </w:r>
    </w:p>
    <w:p w:rsidR="00557788" w:rsidRDefault="00557788" w:rsidP="00557788">
      <w:r>
        <w:t>377.0711</w:t>
      </w:r>
      <w:r>
        <w:tab/>
        <w:t>1.535e0</w:t>
      </w:r>
    </w:p>
    <w:p w:rsidR="00557788" w:rsidRDefault="00557788" w:rsidP="00557788">
      <w:r>
        <w:t>377.0906</w:t>
      </w:r>
      <w:r>
        <w:tab/>
        <w:t>1.071e-2</w:t>
      </w:r>
    </w:p>
    <w:p w:rsidR="00557788" w:rsidRDefault="00557788" w:rsidP="00557788">
      <w:r>
        <w:t>377.0960</w:t>
      </w:r>
      <w:r>
        <w:tab/>
        <w:t>3.235e0</w:t>
      </w:r>
    </w:p>
    <w:p w:rsidR="00557788" w:rsidRDefault="00557788" w:rsidP="00557788">
      <w:r>
        <w:t>377.0974</w:t>
      </w:r>
      <w:r>
        <w:tab/>
        <w:t>2.816e0</w:t>
      </w:r>
    </w:p>
    <w:p w:rsidR="00557788" w:rsidRDefault="00557788" w:rsidP="00557788">
      <w:r>
        <w:t>377.1026</w:t>
      </w:r>
      <w:r>
        <w:tab/>
        <w:t>1.722e0</w:t>
      </w:r>
    </w:p>
    <w:p w:rsidR="00557788" w:rsidRDefault="00557788" w:rsidP="00557788">
      <w:r>
        <w:t>377.1107</w:t>
      </w:r>
      <w:r>
        <w:tab/>
        <w:t>2.796e0</w:t>
      </w:r>
    </w:p>
    <w:p w:rsidR="00557788" w:rsidRDefault="00557788" w:rsidP="00557788">
      <w:r>
        <w:t>377.1281</w:t>
      </w:r>
      <w:r>
        <w:tab/>
        <w:t>1.908e0</w:t>
      </w:r>
    </w:p>
    <w:p w:rsidR="00557788" w:rsidRDefault="00557788" w:rsidP="00557788">
      <w:r>
        <w:t>377.1469</w:t>
      </w:r>
      <w:r>
        <w:tab/>
        <w:t>6.768e0</w:t>
      </w:r>
    </w:p>
    <w:p w:rsidR="00557788" w:rsidRDefault="00557788" w:rsidP="00557788">
      <w:r>
        <w:lastRenderedPageBreak/>
        <w:t>377.1499</w:t>
      </w:r>
      <w:r>
        <w:tab/>
        <w:t>5.708e0</w:t>
      </w:r>
    </w:p>
    <w:p w:rsidR="00557788" w:rsidRDefault="00557788" w:rsidP="00557788">
      <w:r>
        <w:t>377.1802</w:t>
      </w:r>
      <w:r>
        <w:tab/>
        <w:t>3.911e0</w:t>
      </w:r>
    </w:p>
    <w:p w:rsidR="00557788" w:rsidRDefault="00557788" w:rsidP="00557788">
      <w:r>
        <w:t>377.1857</w:t>
      </w:r>
      <w:r>
        <w:tab/>
        <w:t>2.457e0</w:t>
      </w:r>
    </w:p>
    <w:p w:rsidR="00557788" w:rsidRDefault="00557788" w:rsidP="00557788">
      <w:r>
        <w:t>377.1987</w:t>
      </w:r>
      <w:r>
        <w:tab/>
        <w:t>8.514e0</w:t>
      </w:r>
    </w:p>
    <w:p w:rsidR="00557788" w:rsidRDefault="00557788" w:rsidP="00557788">
      <w:r>
        <w:t>377.2399</w:t>
      </w:r>
      <w:r>
        <w:tab/>
        <w:t>1.862e0</w:t>
      </w:r>
    </w:p>
    <w:p w:rsidR="00557788" w:rsidRDefault="00557788" w:rsidP="00557788">
      <w:r>
        <w:t>377.2516</w:t>
      </w:r>
      <w:r>
        <w:tab/>
        <w:t>4.837e0</w:t>
      </w:r>
    </w:p>
    <w:p w:rsidR="00557788" w:rsidRDefault="00557788" w:rsidP="00557788">
      <w:r>
        <w:t>377.2818</w:t>
      </w:r>
      <w:r>
        <w:tab/>
        <w:t>1.629e0</w:t>
      </w:r>
    </w:p>
    <w:p w:rsidR="00557788" w:rsidRDefault="00557788" w:rsidP="00557788">
      <w:r>
        <w:t>377.3038</w:t>
      </w:r>
      <w:r>
        <w:tab/>
        <w:t>7.070e0</w:t>
      </w:r>
    </w:p>
    <w:p w:rsidR="00557788" w:rsidRDefault="00557788" w:rsidP="00557788">
      <w:r>
        <w:t>377.3407</w:t>
      </w:r>
      <w:r>
        <w:tab/>
        <w:t>1.358e0</w:t>
      </w:r>
    </w:p>
    <w:p w:rsidR="00557788" w:rsidRDefault="00557788" w:rsidP="00557788">
      <w:r>
        <w:t>377.3836</w:t>
      </w:r>
      <w:r>
        <w:tab/>
        <w:t>1.706e0</w:t>
      </w:r>
    </w:p>
    <w:p w:rsidR="00557788" w:rsidRDefault="00557788" w:rsidP="00557788">
      <w:r>
        <w:t>377.3898</w:t>
      </w:r>
      <w:r>
        <w:tab/>
        <w:t>3.814e0</w:t>
      </w:r>
    </w:p>
    <w:p w:rsidR="00557788" w:rsidRDefault="00557788" w:rsidP="00557788">
      <w:r>
        <w:t>377.4014</w:t>
      </w:r>
      <w:r>
        <w:tab/>
        <w:t>1.930e0</w:t>
      </w:r>
    </w:p>
    <w:p w:rsidR="00557788" w:rsidRDefault="00557788" w:rsidP="00557788">
      <w:r>
        <w:t>377.4222</w:t>
      </w:r>
      <w:r>
        <w:tab/>
        <w:t>1.142e0</w:t>
      </w:r>
    </w:p>
    <w:p w:rsidR="00557788" w:rsidRDefault="00557788" w:rsidP="00557788">
      <w:r>
        <w:t>377.4265</w:t>
      </w:r>
      <w:r>
        <w:tab/>
        <w:t>1.948e0</w:t>
      </w:r>
    </w:p>
    <w:p w:rsidR="00557788" w:rsidRDefault="00557788" w:rsidP="00557788">
      <w:r>
        <w:t>377.4319</w:t>
      </w:r>
      <w:r>
        <w:tab/>
        <w:t>2.025e0</w:t>
      </w:r>
    </w:p>
    <w:p w:rsidR="00557788" w:rsidRDefault="00557788" w:rsidP="00557788">
      <w:r>
        <w:t>377.4356</w:t>
      </w:r>
      <w:r>
        <w:tab/>
        <w:t>1.266e-2</w:t>
      </w:r>
    </w:p>
    <w:p w:rsidR="00557788" w:rsidRDefault="00557788" w:rsidP="00557788">
      <w:r>
        <w:t>377.4781</w:t>
      </w:r>
      <w:r>
        <w:tab/>
        <w:t>4.919e0</w:t>
      </w:r>
    </w:p>
    <w:p w:rsidR="00557788" w:rsidRDefault="00557788" w:rsidP="00557788">
      <w:r>
        <w:t>377.4804</w:t>
      </w:r>
      <w:r>
        <w:tab/>
        <w:t>5.063e0</w:t>
      </w:r>
    </w:p>
    <w:p w:rsidR="00557788" w:rsidRDefault="00557788" w:rsidP="00557788">
      <w:r>
        <w:t>377.4986</w:t>
      </w:r>
      <w:r>
        <w:tab/>
        <w:t>2.532e-2</w:t>
      </w:r>
    </w:p>
    <w:p w:rsidR="00557788" w:rsidRDefault="00557788" w:rsidP="00557788">
      <w:r>
        <w:lastRenderedPageBreak/>
        <w:t>377.5013</w:t>
      </w:r>
      <w:r>
        <w:tab/>
        <w:t>6.076e0</w:t>
      </w:r>
    </w:p>
    <w:p w:rsidR="00557788" w:rsidRDefault="00557788" w:rsidP="00557788">
      <w:r>
        <w:t>377.5030</w:t>
      </w:r>
      <w:r>
        <w:tab/>
        <w:t>1.051e0</w:t>
      </w:r>
    </w:p>
    <w:p w:rsidR="00557788" w:rsidRDefault="00557788" w:rsidP="00557788">
      <w:r>
        <w:t>377.5161</w:t>
      </w:r>
      <w:r>
        <w:tab/>
        <w:t>1.013e0</w:t>
      </w:r>
    </w:p>
    <w:p w:rsidR="00557788" w:rsidRDefault="00557788" w:rsidP="00557788">
      <w:r>
        <w:t>377.5401</w:t>
      </w:r>
      <w:r>
        <w:tab/>
        <w:t>2.025e0</w:t>
      </w:r>
    </w:p>
    <w:p w:rsidR="00557788" w:rsidRDefault="00557788" w:rsidP="00557788">
      <w:r>
        <w:t>377.5496</w:t>
      </w:r>
      <w:r>
        <w:tab/>
        <w:t>1.013e0</w:t>
      </w:r>
    </w:p>
    <w:p w:rsidR="00557788" w:rsidRDefault="00557788" w:rsidP="00557788">
      <w:r>
        <w:t>377.5530</w:t>
      </w:r>
      <w:r>
        <w:tab/>
        <w:t>2.025e0</w:t>
      </w:r>
    </w:p>
    <w:p w:rsidR="00557788" w:rsidRDefault="00557788" w:rsidP="00557788">
      <w:r>
        <w:t>377.5571</w:t>
      </w:r>
      <w:r>
        <w:tab/>
        <w:t>1.013e0</w:t>
      </w:r>
    </w:p>
    <w:p w:rsidR="00557788" w:rsidRDefault="00557788" w:rsidP="00557788">
      <w:r>
        <w:t>377.5697</w:t>
      </w:r>
      <w:r>
        <w:tab/>
        <w:t>1.013e0</w:t>
      </w:r>
    </w:p>
    <w:p w:rsidR="00557788" w:rsidRDefault="00557788" w:rsidP="00557788">
      <w:r>
        <w:t>377.5802</w:t>
      </w:r>
      <w:r>
        <w:tab/>
        <w:t>2.532e-2</w:t>
      </w:r>
    </w:p>
    <w:p w:rsidR="00557788" w:rsidRDefault="00557788" w:rsidP="00557788">
      <w:r>
        <w:t>377.5908</w:t>
      </w:r>
      <w:r>
        <w:tab/>
        <w:t>3.038e0</w:t>
      </w:r>
    </w:p>
    <w:p w:rsidR="00557788" w:rsidRDefault="00557788" w:rsidP="00557788">
      <w:r>
        <w:t>377.6066</w:t>
      </w:r>
      <w:r>
        <w:tab/>
        <w:t>5.063e0</w:t>
      </w:r>
    </w:p>
    <w:p w:rsidR="00557788" w:rsidRDefault="00557788" w:rsidP="00557788">
      <w:r>
        <w:t>377.6082</w:t>
      </w:r>
      <w:r>
        <w:tab/>
        <w:t>4.109e0</w:t>
      </w:r>
    </w:p>
    <w:p w:rsidR="00557788" w:rsidRDefault="00557788" w:rsidP="00557788">
      <w:r>
        <w:t>377.6100</w:t>
      </w:r>
      <w:r>
        <w:tab/>
        <w:t>1.013e0</w:t>
      </w:r>
    </w:p>
    <w:p w:rsidR="00557788" w:rsidRDefault="00557788" w:rsidP="00557788">
      <w:r>
        <w:t>377.6117</w:t>
      </w:r>
      <w:r>
        <w:tab/>
        <w:t>2.025e0</w:t>
      </w:r>
    </w:p>
    <w:p w:rsidR="00557788" w:rsidRDefault="00557788" w:rsidP="00557788">
      <w:r>
        <w:t>377.6204</w:t>
      </w:r>
      <w:r>
        <w:tab/>
        <w:t>1.013e0</w:t>
      </w:r>
    </w:p>
    <w:p w:rsidR="00557788" w:rsidRDefault="00557788" w:rsidP="00557788">
      <w:r>
        <w:t>377.6287</w:t>
      </w:r>
      <w:r>
        <w:tab/>
        <w:t>1.038e0</w:t>
      </w:r>
    </w:p>
    <w:p w:rsidR="00557788" w:rsidRDefault="00557788" w:rsidP="00557788">
      <w:r>
        <w:t>377.6368</w:t>
      </w:r>
      <w:r>
        <w:tab/>
        <w:t>1.013e0</w:t>
      </w:r>
    </w:p>
    <w:p w:rsidR="00557788" w:rsidRDefault="00557788" w:rsidP="00557788">
      <w:r>
        <w:t>377.6466</w:t>
      </w:r>
      <w:r>
        <w:tab/>
        <w:t>3.798e-2</w:t>
      </w:r>
    </w:p>
    <w:p w:rsidR="00557788" w:rsidRDefault="00557788" w:rsidP="00557788">
      <w:r>
        <w:t>377.6503</w:t>
      </w:r>
      <w:r>
        <w:tab/>
        <w:t>1.013e0</w:t>
      </w:r>
    </w:p>
    <w:p w:rsidR="00557788" w:rsidRDefault="00557788" w:rsidP="00557788">
      <w:r>
        <w:lastRenderedPageBreak/>
        <w:t>377.6591</w:t>
      </w:r>
      <w:r>
        <w:tab/>
        <w:t>3.038e0</w:t>
      </w:r>
    </w:p>
    <w:p w:rsidR="00557788" w:rsidRDefault="00557788" w:rsidP="00557788">
      <w:r>
        <w:t>377.6630</w:t>
      </w:r>
      <w:r>
        <w:tab/>
        <w:t>2.025e0</w:t>
      </w:r>
    </w:p>
    <w:p w:rsidR="00557788" w:rsidRDefault="00557788" w:rsidP="00557788">
      <w:r>
        <w:t>377.6689</w:t>
      </w:r>
      <w:r>
        <w:tab/>
        <w:t>2.025e0</w:t>
      </w:r>
    </w:p>
    <w:p w:rsidR="00557788" w:rsidRDefault="00557788" w:rsidP="00557788">
      <w:r>
        <w:t>377.6838</w:t>
      </w:r>
      <w:r>
        <w:tab/>
        <w:t>1.013e0</w:t>
      </w:r>
    </w:p>
    <w:p w:rsidR="00557788" w:rsidRDefault="00557788" w:rsidP="00557788">
      <w:r>
        <w:t>377.6972</w:t>
      </w:r>
      <w:r>
        <w:tab/>
        <w:t>1.266e-2</w:t>
      </w:r>
    </w:p>
    <w:p w:rsidR="00557788" w:rsidRDefault="00557788" w:rsidP="00557788">
      <w:r>
        <w:t>377.7086</w:t>
      </w:r>
      <w:r>
        <w:tab/>
        <w:t>1.013e0</w:t>
      </w:r>
    </w:p>
    <w:p w:rsidR="00557788" w:rsidRDefault="00557788" w:rsidP="00557788">
      <w:r>
        <w:t>377.7127</w:t>
      </w:r>
      <w:r>
        <w:tab/>
        <w:t>1.013e0</w:t>
      </w:r>
    </w:p>
    <w:p w:rsidR="00557788" w:rsidRDefault="00557788" w:rsidP="00557788">
      <w:r>
        <w:t>377.7137</w:t>
      </w:r>
      <w:r>
        <w:tab/>
        <w:t>3.038e0</w:t>
      </w:r>
    </w:p>
    <w:p w:rsidR="00557788" w:rsidRDefault="00557788" w:rsidP="00557788">
      <w:r>
        <w:t>377.7241</w:t>
      </w:r>
      <w:r>
        <w:tab/>
        <w:t>1.025e0</w:t>
      </w:r>
    </w:p>
    <w:p w:rsidR="00557788" w:rsidRDefault="00557788" w:rsidP="00557788">
      <w:r>
        <w:t>377.7298</w:t>
      </w:r>
      <w:r>
        <w:tab/>
        <w:t>3.797e-2</w:t>
      </w:r>
    </w:p>
    <w:p w:rsidR="00557788" w:rsidRDefault="00557788" w:rsidP="00557788">
      <w:r>
        <w:t>377.7337</w:t>
      </w:r>
      <w:r>
        <w:tab/>
        <w:t>1.013e0</w:t>
      </w:r>
    </w:p>
    <w:p w:rsidR="00557788" w:rsidRDefault="00557788" w:rsidP="00557788">
      <w:r>
        <w:t>377.7375</w:t>
      </w:r>
      <w:r>
        <w:tab/>
        <w:t>1.013e0</w:t>
      </w:r>
    </w:p>
    <w:p w:rsidR="00557788" w:rsidRDefault="00557788" w:rsidP="00557788">
      <w:r>
        <w:t>377.7424</w:t>
      </w:r>
      <w:r>
        <w:tab/>
        <w:t>2.025e0</w:t>
      </w:r>
    </w:p>
    <w:p w:rsidR="00557788" w:rsidRDefault="00557788" w:rsidP="00557788">
      <w:r>
        <w:t>377.7622</w:t>
      </w:r>
      <w:r>
        <w:tab/>
        <w:t>3.038e0</w:t>
      </w:r>
    </w:p>
    <w:p w:rsidR="00557788" w:rsidRDefault="00557788" w:rsidP="00557788">
      <w:r>
        <w:t>377.7709</w:t>
      </w:r>
      <w:r>
        <w:tab/>
        <w:t>2.025e0</w:t>
      </w:r>
    </w:p>
    <w:p w:rsidR="00557788" w:rsidRDefault="00557788" w:rsidP="00557788">
      <w:r>
        <w:t>377.7869</w:t>
      </w:r>
      <w:r>
        <w:tab/>
        <w:t>3.038e0</w:t>
      </w:r>
    </w:p>
    <w:p w:rsidR="00557788" w:rsidRDefault="00557788" w:rsidP="00557788">
      <w:r>
        <w:t>377.8049</w:t>
      </w:r>
      <w:r>
        <w:tab/>
        <w:t>4.503e0</w:t>
      </w:r>
    </w:p>
    <w:p w:rsidR="00557788" w:rsidRDefault="00557788" w:rsidP="00557788">
      <w:r>
        <w:t>377.8114</w:t>
      </w:r>
      <w:r>
        <w:tab/>
        <w:t>3.038e0</w:t>
      </w:r>
    </w:p>
    <w:p w:rsidR="00557788" w:rsidRDefault="00557788" w:rsidP="00557788">
      <w:r>
        <w:t>377.8365</w:t>
      </w:r>
      <w:r>
        <w:tab/>
        <w:t>2.025e0</w:t>
      </w:r>
    </w:p>
    <w:p w:rsidR="00557788" w:rsidRDefault="00557788" w:rsidP="00557788">
      <w:r>
        <w:lastRenderedPageBreak/>
        <w:t>377.8430</w:t>
      </w:r>
      <w:r>
        <w:tab/>
        <w:t>3.038e0</w:t>
      </w:r>
    </w:p>
    <w:p w:rsidR="00557788" w:rsidRDefault="00557788" w:rsidP="00557788">
      <w:r>
        <w:t>377.8478</w:t>
      </w:r>
      <w:r>
        <w:tab/>
        <w:t>2.025e0</w:t>
      </w:r>
    </w:p>
    <w:p w:rsidR="00557788" w:rsidRDefault="00557788" w:rsidP="00557788">
      <w:r>
        <w:t>377.8527</w:t>
      </w:r>
      <w:r>
        <w:tab/>
        <w:t>4.047e0</w:t>
      </w:r>
    </w:p>
    <w:p w:rsidR="00557788" w:rsidRDefault="00557788" w:rsidP="00557788">
      <w:r>
        <w:t>377.8587</w:t>
      </w:r>
      <w:r>
        <w:tab/>
        <w:t>2.185e0</w:t>
      </w:r>
    </w:p>
    <w:p w:rsidR="00557788" w:rsidRDefault="00557788" w:rsidP="00557788">
      <w:r>
        <w:t>377.8761</w:t>
      </w:r>
      <w:r>
        <w:tab/>
        <w:t>7.793e-1</w:t>
      </w:r>
    </w:p>
    <w:p w:rsidR="00557788" w:rsidRDefault="00557788" w:rsidP="00557788">
      <w:r>
        <w:t>377.8868</w:t>
      </w:r>
      <w:r>
        <w:tab/>
        <w:t>2.486e0</w:t>
      </w:r>
    </w:p>
    <w:p w:rsidR="00557788" w:rsidRDefault="00557788" w:rsidP="00557788">
      <w:r>
        <w:t>377.9019</w:t>
      </w:r>
      <w:r>
        <w:tab/>
        <w:t>3.859e0</w:t>
      </w:r>
    </w:p>
    <w:p w:rsidR="00557788" w:rsidRDefault="00557788" w:rsidP="00557788">
      <w:r>
        <w:t>377.9167</w:t>
      </w:r>
      <w:r>
        <w:tab/>
        <w:t>4.027e0</w:t>
      </w:r>
    </w:p>
    <w:p w:rsidR="00557788" w:rsidRDefault="00557788" w:rsidP="00557788">
      <w:r>
        <w:t>377.9312</w:t>
      </w:r>
      <w:r>
        <w:tab/>
        <w:t>7.609e0</w:t>
      </w:r>
    </w:p>
    <w:p w:rsidR="00557788" w:rsidRDefault="00557788" w:rsidP="00557788">
      <w:r>
        <w:t>377.9327</w:t>
      </w:r>
      <w:r>
        <w:tab/>
        <w:t>2.025e0</w:t>
      </w:r>
    </w:p>
    <w:p w:rsidR="00557788" w:rsidRDefault="00557788" w:rsidP="00557788">
      <w:r>
        <w:t>377.9438</w:t>
      </w:r>
      <w:r>
        <w:tab/>
        <w:t>8.454e0</w:t>
      </w:r>
    </w:p>
    <w:p w:rsidR="00557788" w:rsidRDefault="00557788" w:rsidP="00557788">
      <w:r>
        <w:t>377.9649</w:t>
      </w:r>
      <w:r>
        <w:tab/>
        <w:t>3.446e0</w:t>
      </w:r>
    </w:p>
    <w:p w:rsidR="00557788" w:rsidRDefault="00557788" w:rsidP="00557788">
      <w:r>
        <w:t>377.9760</w:t>
      </w:r>
      <w:r>
        <w:tab/>
        <w:t>2.668e0</w:t>
      </w:r>
    </w:p>
    <w:p w:rsidR="00557788" w:rsidRDefault="00557788" w:rsidP="00557788">
      <w:r>
        <w:t>377.9897</w:t>
      </w:r>
      <w:r>
        <w:tab/>
        <w:t>4.161e0</w:t>
      </w:r>
    </w:p>
    <w:p w:rsidR="00557788" w:rsidRDefault="00557788" w:rsidP="00557788">
      <w:r>
        <w:t>377.9987</w:t>
      </w:r>
      <w:r>
        <w:tab/>
        <w:t>2.025e0</w:t>
      </w:r>
    </w:p>
    <w:p w:rsidR="00557788" w:rsidRDefault="00557788" w:rsidP="00557788">
      <w:r>
        <w:t>378.0069</w:t>
      </w:r>
      <w:r>
        <w:tab/>
        <w:t>2.025e0</w:t>
      </w:r>
    </w:p>
    <w:p w:rsidR="00557788" w:rsidRDefault="00557788" w:rsidP="00557788">
      <w:r>
        <w:t>378.0115</w:t>
      </w:r>
      <w:r>
        <w:tab/>
        <w:t>4.051e0</w:t>
      </w:r>
    </w:p>
    <w:p w:rsidR="00557788" w:rsidRDefault="00557788" w:rsidP="00557788">
      <w:r>
        <w:t>378.0154</w:t>
      </w:r>
      <w:r>
        <w:tab/>
        <w:t>2.771e0</w:t>
      </w:r>
    </w:p>
    <w:p w:rsidR="00557788" w:rsidRDefault="00557788" w:rsidP="00557788">
      <w:r>
        <w:t>378.0234</w:t>
      </w:r>
      <w:r>
        <w:tab/>
        <w:t>7.494e0</w:t>
      </w:r>
    </w:p>
    <w:p w:rsidR="00557788" w:rsidRDefault="00557788" w:rsidP="00557788">
      <w:r>
        <w:lastRenderedPageBreak/>
        <w:t>378.0297</w:t>
      </w:r>
      <w:r>
        <w:tab/>
        <w:t>2.955e0</w:t>
      </w:r>
    </w:p>
    <w:p w:rsidR="00557788" w:rsidRDefault="00557788" w:rsidP="00557788">
      <w:r>
        <w:t>378.0539</w:t>
      </w:r>
      <w:r>
        <w:tab/>
        <w:t>5.596e0</w:t>
      </w:r>
    </w:p>
    <w:p w:rsidR="00557788" w:rsidRDefault="00557788" w:rsidP="00557788">
      <w:r>
        <w:t>378.0733</w:t>
      </w:r>
      <w:r>
        <w:tab/>
        <w:t>1.555e0</w:t>
      </w:r>
    </w:p>
    <w:p w:rsidR="00557788" w:rsidRDefault="00557788" w:rsidP="00557788">
      <w:r>
        <w:t>378.0748</w:t>
      </w:r>
      <w:r>
        <w:tab/>
        <w:t>1.318e0</w:t>
      </w:r>
    </w:p>
    <w:p w:rsidR="00557788" w:rsidRDefault="00557788" w:rsidP="00557788">
      <w:r>
        <w:t>378.0822</w:t>
      </w:r>
      <w:r>
        <w:tab/>
        <w:t>2.323e0</w:t>
      </w:r>
    </w:p>
    <w:p w:rsidR="00557788" w:rsidRDefault="00557788" w:rsidP="00557788">
      <w:r>
        <w:t>378.1129</w:t>
      </w:r>
      <w:r>
        <w:tab/>
        <w:t>3.424e0</w:t>
      </w:r>
    </w:p>
    <w:p w:rsidR="00557788" w:rsidRDefault="00557788" w:rsidP="00557788">
      <w:r>
        <w:t>378.1279</w:t>
      </w:r>
      <w:r>
        <w:tab/>
        <w:t>2.552e0</w:t>
      </w:r>
    </w:p>
    <w:p w:rsidR="00557788" w:rsidRDefault="00557788" w:rsidP="00557788">
      <w:r>
        <w:t>378.1378</w:t>
      </w:r>
      <w:r>
        <w:tab/>
        <w:t>1.127e1</w:t>
      </w:r>
    </w:p>
    <w:p w:rsidR="00557788" w:rsidRDefault="00557788" w:rsidP="00557788">
      <w:r>
        <w:t>378.1605</w:t>
      </w:r>
      <w:r>
        <w:tab/>
        <w:t>5.876e0</w:t>
      </w:r>
    </w:p>
    <w:p w:rsidR="00557788" w:rsidRDefault="00557788" w:rsidP="00557788">
      <w:r>
        <w:t>378.1684</w:t>
      </w:r>
      <w:r>
        <w:tab/>
        <w:t>1.996e0</w:t>
      </w:r>
    </w:p>
    <w:p w:rsidR="00557788" w:rsidRDefault="00557788" w:rsidP="00557788">
      <w:r>
        <w:t>378.1718</w:t>
      </w:r>
      <w:r>
        <w:tab/>
        <w:t>3.658e0</w:t>
      </w:r>
    </w:p>
    <w:p w:rsidR="00557788" w:rsidRDefault="00557788" w:rsidP="00557788">
      <w:r>
        <w:t>378.1738</w:t>
      </w:r>
      <w:r>
        <w:tab/>
        <w:t>2.359e0</w:t>
      </w:r>
    </w:p>
    <w:p w:rsidR="00557788" w:rsidRDefault="00557788" w:rsidP="00557788">
      <w:r>
        <w:t>378.1867</w:t>
      </w:r>
      <w:r>
        <w:tab/>
        <w:t>5.183e0</w:t>
      </w:r>
    </w:p>
    <w:p w:rsidR="00557788" w:rsidRDefault="00557788" w:rsidP="00557788">
      <w:r>
        <w:t>378.1939</w:t>
      </w:r>
      <w:r>
        <w:tab/>
        <w:t>1.365e0</w:t>
      </w:r>
    </w:p>
    <w:p w:rsidR="00557788" w:rsidRDefault="00557788" w:rsidP="00557788">
      <w:r>
        <w:t>378.2039</w:t>
      </w:r>
      <w:r>
        <w:tab/>
        <w:t>3.294e0</w:t>
      </w:r>
    </w:p>
    <w:p w:rsidR="00557788" w:rsidRDefault="00557788" w:rsidP="00557788">
      <w:r>
        <w:t>378.2126</w:t>
      </w:r>
      <w:r>
        <w:tab/>
        <w:t>4.329e0</w:t>
      </w:r>
    </w:p>
    <w:p w:rsidR="00557788" w:rsidRDefault="00557788" w:rsidP="00557788">
      <w:r>
        <w:t>378.2148</w:t>
      </w:r>
      <w:r>
        <w:tab/>
        <w:t>5.403e-1</w:t>
      </w:r>
    </w:p>
    <w:p w:rsidR="00557788" w:rsidRDefault="00557788" w:rsidP="00557788">
      <w:r>
        <w:t>378.2237</w:t>
      </w:r>
      <w:r>
        <w:tab/>
        <w:t>7.999e0</w:t>
      </w:r>
    </w:p>
    <w:p w:rsidR="00557788" w:rsidRDefault="00557788" w:rsidP="00557788">
      <w:r>
        <w:t>378.2253</w:t>
      </w:r>
      <w:r>
        <w:tab/>
        <w:t>1.800e0</w:t>
      </w:r>
    </w:p>
    <w:p w:rsidR="00557788" w:rsidRDefault="00557788" w:rsidP="00557788">
      <w:r>
        <w:lastRenderedPageBreak/>
        <w:t>378.2409</w:t>
      </w:r>
      <w:r>
        <w:tab/>
        <w:t>3.069e0</w:t>
      </w:r>
    </w:p>
    <w:p w:rsidR="00557788" w:rsidRDefault="00557788" w:rsidP="00557788">
      <w:r>
        <w:t>378.2436</w:t>
      </w:r>
      <w:r>
        <w:tab/>
        <w:t>1.877e0</w:t>
      </w:r>
    </w:p>
    <w:p w:rsidR="00557788" w:rsidRDefault="00557788" w:rsidP="00557788">
      <w:r>
        <w:t>378.2447</w:t>
      </w:r>
      <w:r>
        <w:tab/>
        <w:t>5.136e0</w:t>
      </w:r>
    </w:p>
    <w:p w:rsidR="00557788" w:rsidRDefault="00557788" w:rsidP="00557788">
      <w:r>
        <w:t>378.3132</w:t>
      </w:r>
      <w:r>
        <w:tab/>
        <w:t>3.075e0</w:t>
      </w:r>
    </w:p>
    <w:p w:rsidR="00557788" w:rsidRDefault="00557788" w:rsidP="00557788">
      <w:r>
        <w:t>378.3219</w:t>
      </w:r>
      <w:r>
        <w:tab/>
        <w:t>1.092e0</w:t>
      </w:r>
    </w:p>
    <w:p w:rsidR="00557788" w:rsidRDefault="00557788" w:rsidP="00557788">
      <w:r>
        <w:t>378.3433</w:t>
      </w:r>
      <w:r>
        <w:tab/>
        <w:t>1.206e0</w:t>
      </w:r>
    </w:p>
    <w:p w:rsidR="00557788" w:rsidRDefault="00557788" w:rsidP="00557788">
      <w:r>
        <w:t>378.3695</w:t>
      </w:r>
      <w:r>
        <w:tab/>
        <w:t>5.231e0</w:t>
      </w:r>
    </w:p>
    <w:p w:rsidR="00557788" w:rsidRDefault="00557788" w:rsidP="00557788">
      <w:r>
        <w:t>378.3790</w:t>
      </w:r>
      <w:r>
        <w:tab/>
        <w:t>3.979e0</w:t>
      </w:r>
    </w:p>
    <w:p w:rsidR="00557788" w:rsidRDefault="00557788" w:rsidP="00557788">
      <w:r>
        <w:t>378.4244</w:t>
      </w:r>
      <w:r>
        <w:tab/>
        <w:t>2.618e0</w:t>
      </w:r>
    </w:p>
    <w:p w:rsidR="00557788" w:rsidRDefault="00557788" w:rsidP="00557788">
      <w:r>
        <w:t>378.4430</w:t>
      </w:r>
      <w:r>
        <w:tab/>
        <w:t>1.013e0</w:t>
      </w:r>
    </w:p>
    <w:p w:rsidR="00557788" w:rsidRDefault="00557788" w:rsidP="00557788">
      <w:r>
        <w:t>378.4546</w:t>
      </w:r>
      <w:r>
        <w:tab/>
        <w:t>1.968e0</w:t>
      </w:r>
    </w:p>
    <w:p w:rsidR="00557788" w:rsidRDefault="00557788" w:rsidP="00557788">
      <w:r>
        <w:t>378.4564</w:t>
      </w:r>
      <w:r>
        <w:tab/>
        <w:t>2.025e0</w:t>
      </w:r>
    </w:p>
    <w:p w:rsidR="00557788" w:rsidRDefault="00557788" w:rsidP="00557788">
      <w:r>
        <w:t>378.4671</w:t>
      </w:r>
      <w:r>
        <w:tab/>
        <w:t>2.025e0</w:t>
      </w:r>
    </w:p>
    <w:p w:rsidR="00557788" w:rsidRDefault="00557788" w:rsidP="00557788">
      <w:r>
        <w:t>378.4732</w:t>
      </w:r>
      <w:r>
        <w:tab/>
        <w:t>2.038e0</w:t>
      </w:r>
    </w:p>
    <w:p w:rsidR="00557788" w:rsidRDefault="00557788" w:rsidP="00557788">
      <w:r>
        <w:t>378.4849</w:t>
      </w:r>
      <w:r>
        <w:tab/>
        <w:t>2.025e0</w:t>
      </w:r>
    </w:p>
    <w:p w:rsidR="00557788" w:rsidRDefault="00557788" w:rsidP="00557788">
      <w:r>
        <w:t>378.4993</w:t>
      </w:r>
      <w:r>
        <w:tab/>
        <w:t>2.025e0</w:t>
      </w:r>
    </w:p>
    <w:p w:rsidR="00557788" w:rsidRDefault="00557788" w:rsidP="00557788">
      <w:r>
        <w:t>378.5058</w:t>
      </w:r>
      <w:r>
        <w:tab/>
        <w:t>1.692e0</w:t>
      </w:r>
    </w:p>
    <w:p w:rsidR="00557788" w:rsidRDefault="00557788" w:rsidP="00557788">
      <w:r>
        <w:t>378.5147</w:t>
      </w:r>
      <w:r>
        <w:tab/>
        <w:t>1.013e0</w:t>
      </w:r>
    </w:p>
    <w:p w:rsidR="00557788" w:rsidRDefault="00557788" w:rsidP="00557788">
      <w:r>
        <w:t>378.5187</w:t>
      </w:r>
      <w:r>
        <w:tab/>
        <w:t>1.013e0</w:t>
      </w:r>
    </w:p>
    <w:p w:rsidR="00557788" w:rsidRDefault="00557788" w:rsidP="00557788">
      <w:r>
        <w:lastRenderedPageBreak/>
        <w:t>378.5220</w:t>
      </w:r>
      <w:r>
        <w:tab/>
        <w:t>5.063e0</w:t>
      </w:r>
    </w:p>
    <w:p w:rsidR="00557788" w:rsidRDefault="00557788" w:rsidP="00557788">
      <w:r>
        <w:t>378.5359</w:t>
      </w:r>
      <w:r>
        <w:tab/>
        <w:t>1.013e0</w:t>
      </w:r>
    </w:p>
    <w:p w:rsidR="00557788" w:rsidRDefault="00557788" w:rsidP="00557788">
      <w:r>
        <w:t>378.5463</w:t>
      </w:r>
      <w:r>
        <w:tab/>
        <w:t>2.051e0</w:t>
      </w:r>
    </w:p>
    <w:p w:rsidR="00557788" w:rsidRDefault="00557788" w:rsidP="00557788">
      <w:r>
        <w:t>378.5478</w:t>
      </w:r>
      <w:r>
        <w:tab/>
        <w:t>2.025e0</w:t>
      </w:r>
    </w:p>
    <w:p w:rsidR="00557788" w:rsidRDefault="00557788" w:rsidP="00557788">
      <w:r>
        <w:t>378.5609</w:t>
      </w:r>
      <w:r>
        <w:tab/>
        <w:t>1.013e0</w:t>
      </w:r>
    </w:p>
    <w:p w:rsidR="00557788" w:rsidRDefault="00557788" w:rsidP="00557788">
      <w:r>
        <w:t>378.5707</w:t>
      </w:r>
      <w:r>
        <w:tab/>
        <w:t>1.025e0</w:t>
      </w:r>
    </w:p>
    <w:p w:rsidR="00557788" w:rsidRDefault="00557788" w:rsidP="00557788">
      <w:r>
        <w:t>378.5819</w:t>
      </w:r>
      <w:r>
        <w:tab/>
        <w:t>1.266e-2</w:t>
      </w:r>
    </w:p>
    <w:p w:rsidR="00557788" w:rsidRDefault="00557788" w:rsidP="00557788">
      <w:r>
        <w:t>378.5868</w:t>
      </w:r>
      <w:r>
        <w:tab/>
        <w:t>9.114e0</w:t>
      </w:r>
    </w:p>
    <w:p w:rsidR="00557788" w:rsidRDefault="00557788" w:rsidP="00557788">
      <w:r>
        <w:t>378.6017</w:t>
      </w:r>
      <w:r>
        <w:tab/>
        <w:t>3.038e0</w:t>
      </w:r>
    </w:p>
    <w:p w:rsidR="00557788" w:rsidRDefault="00557788" w:rsidP="00557788">
      <w:r>
        <w:t>378.6544</w:t>
      </w:r>
      <w:r>
        <w:tab/>
        <w:t>2.025e0</w:t>
      </w:r>
    </w:p>
    <w:p w:rsidR="00557788" w:rsidRDefault="00557788" w:rsidP="00557788">
      <w:r>
        <w:t>378.6566</w:t>
      </w:r>
      <w:r>
        <w:tab/>
        <w:t>5.063e0</w:t>
      </w:r>
    </w:p>
    <w:p w:rsidR="00557788" w:rsidRDefault="00557788" w:rsidP="00557788">
      <w:r>
        <w:t>378.6582</w:t>
      </w:r>
      <w:r>
        <w:tab/>
        <w:t>1.013e0</w:t>
      </w:r>
    </w:p>
    <w:p w:rsidR="00557788" w:rsidRDefault="00557788" w:rsidP="00557788">
      <w:r>
        <w:t>378.6810</w:t>
      </w:r>
      <w:r>
        <w:tab/>
        <w:t>2.025e0</w:t>
      </w:r>
    </w:p>
    <w:p w:rsidR="00557788" w:rsidRDefault="00557788" w:rsidP="00557788">
      <w:r>
        <w:t>378.7010</w:t>
      </w:r>
      <w:r>
        <w:tab/>
        <w:t>2.025e0</w:t>
      </w:r>
    </w:p>
    <w:p w:rsidR="00557788" w:rsidRDefault="00557788" w:rsidP="00557788">
      <w:r>
        <w:t>378.7222</w:t>
      </w:r>
      <w:r>
        <w:tab/>
        <w:t>8.101e0</w:t>
      </w:r>
    </w:p>
    <w:p w:rsidR="00557788" w:rsidRDefault="00557788" w:rsidP="00557788">
      <w:r>
        <w:t>378.7269</w:t>
      </w:r>
      <w:r>
        <w:tab/>
        <w:t>2.025e0</w:t>
      </w:r>
    </w:p>
    <w:p w:rsidR="00557788" w:rsidRDefault="00557788" w:rsidP="00557788">
      <w:r>
        <w:t>378.7322</w:t>
      </w:r>
      <w:r>
        <w:tab/>
        <w:t>1.266e-2</w:t>
      </w:r>
    </w:p>
    <w:p w:rsidR="00557788" w:rsidRDefault="00557788" w:rsidP="00557788">
      <w:r>
        <w:t>378.7363</w:t>
      </w:r>
      <w:r>
        <w:tab/>
        <w:t>4.051e0</w:t>
      </w:r>
    </w:p>
    <w:p w:rsidR="00557788" w:rsidRDefault="00557788" w:rsidP="00557788">
      <w:r>
        <w:t>378.7375</w:t>
      </w:r>
      <w:r>
        <w:tab/>
        <w:t>1.266e-2</w:t>
      </w:r>
    </w:p>
    <w:p w:rsidR="00557788" w:rsidRDefault="00557788" w:rsidP="00557788">
      <w:r>
        <w:lastRenderedPageBreak/>
        <w:t>378.7531</w:t>
      </w:r>
      <w:r>
        <w:tab/>
        <w:t>2.038e0</w:t>
      </w:r>
    </w:p>
    <w:p w:rsidR="00557788" w:rsidRDefault="00557788" w:rsidP="00557788">
      <w:r>
        <w:t>378.7598</w:t>
      </w:r>
      <w:r>
        <w:tab/>
        <w:t>6.076e0</w:t>
      </w:r>
    </w:p>
    <w:p w:rsidR="00557788" w:rsidRDefault="00557788" w:rsidP="00557788">
      <w:r>
        <w:t>378.7835</w:t>
      </w:r>
      <w:r>
        <w:tab/>
        <w:t>1.025e0</w:t>
      </w:r>
    </w:p>
    <w:p w:rsidR="00557788" w:rsidRDefault="00557788" w:rsidP="00557788">
      <w:r>
        <w:t>378.7907</w:t>
      </w:r>
      <w:r>
        <w:tab/>
        <w:t>2.532e-2</w:t>
      </w:r>
    </w:p>
    <w:p w:rsidR="00557788" w:rsidRDefault="00557788" w:rsidP="00557788">
      <w:r>
        <w:t>378.7995</w:t>
      </w:r>
      <w:r>
        <w:tab/>
        <w:t>2.532e-2</w:t>
      </w:r>
    </w:p>
    <w:p w:rsidR="00557788" w:rsidRDefault="00557788" w:rsidP="00557788">
      <w:r>
        <w:t>378.8046</w:t>
      </w:r>
      <w:r>
        <w:tab/>
        <w:t>1.013e0</w:t>
      </w:r>
    </w:p>
    <w:p w:rsidR="00557788" w:rsidRDefault="00557788" w:rsidP="00557788">
      <w:r>
        <w:t>378.8259</w:t>
      </w:r>
      <w:r>
        <w:tab/>
        <w:t>2.025e0</w:t>
      </w:r>
    </w:p>
    <w:p w:rsidR="00557788" w:rsidRDefault="00557788" w:rsidP="00557788">
      <w:r>
        <w:t>378.8297</w:t>
      </w:r>
      <w:r>
        <w:tab/>
        <w:t>2.025e0</w:t>
      </w:r>
    </w:p>
    <w:p w:rsidR="00557788" w:rsidRDefault="00557788" w:rsidP="00557788">
      <w:r>
        <w:t>378.8393</w:t>
      </w:r>
      <w:r>
        <w:tab/>
        <w:t>3.038e0</w:t>
      </w:r>
    </w:p>
    <w:p w:rsidR="00557788" w:rsidRDefault="00557788" w:rsidP="00557788">
      <w:r>
        <w:t>378.8427</w:t>
      </w:r>
      <w:r>
        <w:tab/>
        <w:t>4.051e0</w:t>
      </w:r>
    </w:p>
    <w:p w:rsidR="00557788" w:rsidRDefault="00557788" w:rsidP="00557788">
      <w:r>
        <w:t>378.8722</w:t>
      </w:r>
      <w:r>
        <w:tab/>
        <w:t>3.038e0</w:t>
      </w:r>
    </w:p>
    <w:p w:rsidR="00557788" w:rsidRDefault="00557788" w:rsidP="00557788">
      <w:r>
        <w:t>378.8982</w:t>
      </w:r>
      <w:r>
        <w:tab/>
        <w:t>4.051e0</w:t>
      </w:r>
    </w:p>
    <w:p w:rsidR="00557788" w:rsidRDefault="00557788" w:rsidP="00557788">
      <w:r>
        <w:t>378.9071</w:t>
      </w:r>
      <w:r>
        <w:tab/>
        <w:t>4.788e0</w:t>
      </w:r>
    </w:p>
    <w:p w:rsidR="00557788" w:rsidRDefault="00557788" w:rsidP="00557788">
      <w:r>
        <w:t>378.9089</w:t>
      </w:r>
      <w:r>
        <w:tab/>
        <w:t>4.848e0</w:t>
      </w:r>
    </w:p>
    <w:p w:rsidR="00557788" w:rsidRDefault="00557788" w:rsidP="00557788">
      <w:r>
        <w:t>378.9138</w:t>
      </w:r>
      <w:r>
        <w:tab/>
        <w:t>4.083e-1</w:t>
      </w:r>
    </w:p>
    <w:p w:rsidR="00557788" w:rsidRDefault="00557788" w:rsidP="00557788">
      <w:r>
        <w:t>378.9195</w:t>
      </w:r>
      <w:r>
        <w:tab/>
        <w:t>5.063e0</w:t>
      </w:r>
    </w:p>
    <w:p w:rsidR="00557788" w:rsidRDefault="00557788" w:rsidP="00557788">
      <w:r>
        <w:t>378.9218</w:t>
      </w:r>
      <w:r>
        <w:tab/>
        <w:t>6.528e0</w:t>
      </w:r>
    </w:p>
    <w:p w:rsidR="00557788" w:rsidRDefault="00557788" w:rsidP="00557788">
      <w:r>
        <w:t>378.9481</w:t>
      </w:r>
      <w:r>
        <w:tab/>
        <w:t>4.018e0</w:t>
      </w:r>
    </w:p>
    <w:p w:rsidR="00557788" w:rsidRDefault="00557788" w:rsidP="00557788">
      <w:r>
        <w:t>378.9561</w:t>
      </w:r>
      <w:r>
        <w:tab/>
        <w:t>1.450e0</w:t>
      </w:r>
    </w:p>
    <w:p w:rsidR="00557788" w:rsidRDefault="00557788" w:rsidP="00557788">
      <w:r>
        <w:lastRenderedPageBreak/>
        <w:t>378.9735</w:t>
      </w:r>
      <w:r>
        <w:tab/>
        <w:t>2.652e0</w:t>
      </w:r>
    </w:p>
    <w:p w:rsidR="00557788" w:rsidRDefault="00557788" w:rsidP="00557788">
      <w:r>
        <w:t>378.9745</w:t>
      </w:r>
      <w:r>
        <w:tab/>
        <w:t>5.061e-1</w:t>
      </w:r>
    </w:p>
    <w:p w:rsidR="00557788" w:rsidRDefault="00557788" w:rsidP="00557788">
      <w:r>
        <w:t>378.9943</w:t>
      </w:r>
      <w:r>
        <w:tab/>
        <w:t>8.880e-1</w:t>
      </w:r>
    </w:p>
    <w:p w:rsidR="00557788" w:rsidRDefault="00557788" w:rsidP="00557788">
      <w:r>
        <w:t>378.9965</w:t>
      </w:r>
      <w:r>
        <w:tab/>
        <w:t>1.038e0</w:t>
      </w:r>
    </w:p>
    <w:p w:rsidR="00557788" w:rsidRDefault="00557788" w:rsidP="00557788">
      <w:r>
        <w:t>379.0082</w:t>
      </w:r>
      <w:r>
        <w:tab/>
        <w:t>1.941e0</w:t>
      </w:r>
    </w:p>
    <w:p w:rsidR="00557788" w:rsidRDefault="00557788" w:rsidP="00557788">
      <w:r>
        <w:t>379.0123</w:t>
      </w:r>
      <w:r>
        <w:tab/>
        <w:t>3.038e0</w:t>
      </w:r>
    </w:p>
    <w:p w:rsidR="00557788" w:rsidRDefault="00557788" w:rsidP="00557788">
      <w:r>
        <w:t>379.0219</w:t>
      </w:r>
      <w:r>
        <w:tab/>
        <w:t>1.038e0</w:t>
      </w:r>
    </w:p>
    <w:p w:rsidR="00557788" w:rsidRDefault="00557788" w:rsidP="00557788">
      <w:r>
        <w:t>379.0234</w:t>
      </w:r>
      <w:r>
        <w:tab/>
        <w:t>4.694e0</w:t>
      </w:r>
    </w:p>
    <w:p w:rsidR="00557788" w:rsidRDefault="00557788" w:rsidP="00557788">
      <w:r>
        <w:t>379.0418</w:t>
      </w:r>
      <w:r>
        <w:tab/>
        <w:t>2.532e-2</w:t>
      </w:r>
    </w:p>
    <w:p w:rsidR="00557788" w:rsidRDefault="00557788" w:rsidP="00557788">
      <w:r>
        <w:t>379.0542</w:t>
      </w:r>
      <w:r>
        <w:tab/>
        <w:t>1.878e0</w:t>
      </w:r>
    </w:p>
    <w:p w:rsidR="00557788" w:rsidRDefault="00557788" w:rsidP="00557788">
      <w:r>
        <w:t>379.0631</w:t>
      </w:r>
      <w:r>
        <w:tab/>
        <w:t>3.508e0</w:t>
      </w:r>
    </w:p>
    <w:p w:rsidR="00557788" w:rsidRDefault="00557788" w:rsidP="00557788">
      <w:r>
        <w:t>379.0667</w:t>
      </w:r>
      <w:r>
        <w:tab/>
        <w:t>2.025e0</w:t>
      </w:r>
    </w:p>
    <w:p w:rsidR="00557788" w:rsidRDefault="00557788" w:rsidP="00557788">
      <w:r>
        <w:t>379.0988</w:t>
      </w:r>
      <w:r>
        <w:tab/>
        <w:t>3.535e0</w:t>
      </w:r>
    </w:p>
    <w:p w:rsidR="00557788" w:rsidRDefault="00557788" w:rsidP="00557788">
      <w:r>
        <w:t>379.1087</w:t>
      </w:r>
      <w:r>
        <w:tab/>
        <w:t>3.630e0</w:t>
      </w:r>
    </w:p>
    <w:p w:rsidR="00557788" w:rsidRDefault="00557788" w:rsidP="00557788">
      <w:r>
        <w:t>379.1101</w:t>
      </w:r>
      <w:r>
        <w:tab/>
        <w:t>1.936e0</w:t>
      </w:r>
    </w:p>
    <w:p w:rsidR="00557788" w:rsidRDefault="00557788" w:rsidP="00557788">
      <w:r>
        <w:t>379.1118</w:t>
      </w:r>
      <w:r>
        <w:tab/>
        <w:t>1.652e0</w:t>
      </w:r>
    </w:p>
    <w:p w:rsidR="00557788" w:rsidRDefault="00557788" w:rsidP="00557788">
      <w:r>
        <w:t>379.1318</w:t>
      </w:r>
      <w:r>
        <w:tab/>
        <w:t>6.609e0</w:t>
      </w:r>
    </w:p>
    <w:p w:rsidR="00557788" w:rsidRDefault="00557788" w:rsidP="00557788">
      <w:r>
        <w:t>379.1411</w:t>
      </w:r>
      <w:r>
        <w:tab/>
        <w:t>8.600e0</w:t>
      </w:r>
    </w:p>
    <w:p w:rsidR="00557788" w:rsidRDefault="00557788" w:rsidP="00557788">
      <w:r>
        <w:t>379.1532</w:t>
      </w:r>
      <w:r>
        <w:tab/>
        <w:t>3.626e0</w:t>
      </w:r>
    </w:p>
    <w:p w:rsidR="00557788" w:rsidRDefault="00557788" w:rsidP="00557788">
      <w:r>
        <w:lastRenderedPageBreak/>
        <w:t>379.1631</w:t>
      </w:r>
      <w:r>
        <w:tab/>
        <w:t>5.941e0</w:t>
      </w:r>
    </w:p>
    <w:p w:rsidR="00557788" w:rsidRDefault="00557788" w:rsidP="00557788">
      <w:r>
        <w:t>379.1991</w:t>
      </w:r>
      <w:r>
        <w:tab/>
        <w:t>5.880e0</w:t>
      </w:r>
    </w:p>
    <w:p w:rsidR="00557788" w:rsidRDefault="00557788" w:rsidP="00557788">
      <w:r>
        <w:t>379.2506</w:t>
      </w:r>
      <w:r>
        <w:tab/>
        <w:t>1.227e0</w:t>
      </w:r>
    </w:p>
    <w:p w:rsidR="00557788" w:rsidRDefault="00557788" w:rsidP="00557788">
      <w:r>
        <w:t>379.2527</w:t>
      </w:r>
      <w:r>
        <w:tab/>
        <w:t>5.979e0</w:t>
      </w:r>
    </w:p>
    <w:p w:rsidR="00557788" w:rsidRDefault="00557788" w:rsidP="00557788">
      <w:r>
        <w:t>379.2977</w:t>
      </w:r>
      <w:r>
        <w:tab/>
        <w:t>1.114e0</w:t>
      </w:r>
    </w:p>
    <w:p w:rsidR="00557788" w:rsidRDefault="00557788" w:rsidP="00557788">
      <w:r>
        <w:t>379.3780</w:t>
      </w:r>
      <w:r>
        <w:tab/>
        <w:t>7.228e0</w:t>
      </w:r>
    </w:p>
    <w:p w:rsidR="00557788" w:rsidRDefault="00557788" w:rsidP="00557788">
      <w:r>
        <w:t>379.3813</w:t>
      </w:r>
      <w:r>
        <w:tab/>
        <w:t>1.025e0</w:t>
      </w:r>
    </w:p>
    <w:p w:rsidR="00557788" w:rsidRDefault="00557788" w:rsidP="00557788">
      <w:r>
        <w:t>379.3860</w:t>
      </w:r>
      <w:r>
        <w:tab/>
        <w:t>1.587e0</w:t>
      </w:r>
    </w:p>
    <w:p w:rsidR="00557788" w:rsidRDefault="00557788" w:rsidP="00557788">
      <w:r>
        <w:t>379.4036</w:t>
      </w:r>
      <w:r>
        <w:tab/>
        <w:t>2.621e0</w:t>
      </w:r>
    </w:p>
    <w:p w:rsidR="00557788" w:rsidRDefault="00557788" w:rsidP="00557788">
      <w:r>
        <w:t>379.4258</w:t>
      </w:r>
      <w:r>
        <w:tab/>
        <w:t>1.013e0</w:t>
      </w:r>
    </w:p>
    <w:p w:rsidR="00557788" w:rsidRDefault="00557788" w:rsidP="00557788">
      <w:r>
        <w:t>379.4277</w:t>
      </w:r>
      <w:r>
        <w:tab/>
        <w:t>4.713e0</w:t>
      </w:r>
    </w:p>
    <w:p w:rsidR="00557788" w:rsidRDefault="00557788" w:rsidP="00557788">
      <w:r>
        <w:t>379.4393</w:t>
      </w:r>
      <w:r>
        <w:tab/>
        <w:t>2.025e0</w:t>
      </w:r>
    </w:p>
    <w:p w:rsidR="00557788" w:rsidRDefault="00557788" w:rsidP="00557788">
      <w:r>
        <w:t>379.4484</w:t>
      </w:r>
      <w:r>
        <w:tab/>
        <w:t>4.051e0</w:t>
      </w:r>
    </w:p>
    <w:p w:rsidR="00557788" w:rsidRDefault="00557788" w:rsidP="00557788">
      <w:r>
        <w:t>379.4520</w:t>
      </w:r>
      <w:r>
        <w:tab/>
        <w:t>3.038e0</w:t>
      </w:r>
    </w:p>
    <w:p w:rsidR="00557788" w:rsidRDefault="00557788" w:rsidP="00557788">
      <w:r>
        <w:t>379.4865</w:t>
      </w:r>
      <w:r>
        <w:tab/>
        <w:t>1.038e0</w:t>
      </w:r>
    </w:p>
    <w:p w:rsidR="00557788" w:rsidRDefault="00557788" w:rsidP="00557788">
      <w:r>
        <w:t>379.4977</w:t>
      </w:r>
      <w:r>
        <w:tab/>
        <w:t>1.013e0</w:t>
      </w:r>
    </w:p>
    <w:p w:rsidR="00557788" w:rsidRDefault="00557788" w:rsidP="00557788">
      <w:r>
        <w:t>379.5038</w:t>
      </w:r>
      <w:r>
        <w:tab/>
        <w:t>3.038e0</w:t>
      </w:r>
    </w:p>
    <w:p w:rsidR="00557788" w:rsidRDefault="00557788" w:rsidP="00557788">
      <w:r>
        <w:t>379.5337</w:t>
      </w:r>
      <w:r>
        <w:tab/>
        <w:t>1.013e0</w:t>
      </w:r>
    </w:p>
    <w:p w:rsidR="00557788" w:rsidRDefault="00557788" w:rsidP="00557788">
      <w:r>
        <w:t>379.5367</w:t>
      </w:r>
      <w:r>
        <w:tab/>
        <w:t>2.025e0</w:t>
      </w:r>
    </w:p>
    <w:p w:rsidR="00557788" w:rsidRDefault="00557788" w:rsidP="00557788">
      <w:r>
        <w:lastRenderedPageBreak/>
        <w:t>379.5643</w:t>
      </w:r>
      <w:r>
        <w:tab/>
        <w:t>3.076e0</w:t>
      </w:r>
    </w:p>
    <w:p w:rsidR="00557788" w:rsidRDefault="00557788" w:rsidP="00557788">
      <w:r>
        <w:t>379.5673</w:t>
      </w:r>
      <w:r>
        <w:tab/>
        <w:t>2.051e0</w:t>
      </w:r>
    </w:p>
    <w:p w:rsidR="00557788" w:rsidRDefault="00557788" w:rsidP="00557788">
      <w:r>
        <w:t>379.5701</w:t>
      </w:r>
      <w:r>
        <w:tab/>
        <w:t>3.038e0</w:t>
      </w:r>
    </w:p>
    <w:p w:rsidR="00557788" w:rsidRDefault="00557788" w:rsidP="00557788">
      <w:r>
        <w:t>379.5861</w:t>
      </w:r>
      <w:r>
        <w:tab/>
        <w:t>1.266e-2</w:t>
      </w:r>
    </w:p>
    <w:p w:rsidR="00557788" w:rsidRDefault="00557788" w:rsidP="00557788">
      <w:r>
        <w:t>379.5934</w:t>
      </w:r>
      <w:r>
        <w:tab/>
        <w:t>3.092e-2</w:t>
      </w:r>
    </w:p>
    <w:p w:rsidR="00557788" w:rsidRDefault="00557788" w:rsidP="00557788">
      <w:r>
        <w:t>379.6112</w:t>
      </w:r>
      <w:r>
        <w:tab/>
        <w:t>3.038e0</w:t>
      </w:r>
    </w:p>
    <w:p w:rsidR="00557788" w:rsidRDefault="00557788" w:rsidP="00557788">
      <w:r>
        <w:t>379.6361</w:t>
      </w:r>
      <w:r>
        <w:tab/>
        <w:t>1.013e0</w:t>
      </w:r>
    </w:p>
    <w:p w:rsidR="00557788" w:rsidRDefault="00557788" w:rsidP="00557788">
      <w:r>
        <w:t>379.6483</w:t>
      </w:r>
      <w:r>
        <w:tab/>
        <w:t>1.013e0</w:t>
      </w:r>
    </w:p>
    <w:p w:rsidR="00557788" w:rsidRDefault="00557788" w:rsidP="00557788">
      <w:r>
        <w:t>379.6495</w:t>
      </w:r>
      <w:r>
        <w:tab/>
        <w:t>1.051e0</w:t>
      </w:r>
    </w:p>
    <w:p w:rsidR="00557788" w:rsidRDefault="00557788" w:rsidP="00557788">
      <w:r>
        <w:t>379.6678</w:t>
      </w:r>
      <w:r>
        <w:tab/>
        <w:t>2.025e0</w:t>
      </w:r>
    </w:p>
    <w:p w:rsidR="00557788" w:rsidRDefault="00557788" w:rsidP="00557788">
      <w:r>
        <w:t>379.6709</w:t>
      </w:r>
      <w:r>
        <w:tab/>
        <w:t>2.532e-2</w:t>
      </w:r>
    </w:p>
    <w:p w:rsidR="00557788" w:rsidRDefault="00557788" w:rsidP="00557788">
      <w:r>
        <w:t>379.6857</w:t>
      </w:r>
      <w:r>
        <w:tab/>
        <w:t>3.038e0</w:t>
      </w:r>
    </w:p>
    <w:p w:rsidR="00557788" w:rsidRDefault="00557788" w:rsidP="00557788">
      <w:r>
        <w:t>379.6970</w:t>
      </w:r>
      <w:r>
        <w:tab/>
        <w:t>2.025e0</w:t>
      </w:r>
    </w:p>
    <w:p w:rsidR="00557788" w:rsidRDefault="00557788" w:rsidP="00557788">
      <w:r>
        <w:t>379.7081</w:t>
      </w:r>
      <w:r>
        <w:tab/>
        <w:t>2.912e0</w:t>
      </w:r>
    </w:p>
    <w:p w:rsidR="00557788" w:rsidRDefault="00557788" w:rsidP="00557788">
      <w:r>
        <w:t>379.7205</w:t>
      </w:r>
      <w:r>
        <w:tab/>
        <w:t>1.013e0</w:t>
      </w:r>
    </w:p>
    <w:p w:rsidR="00557788" w:rsidRDefault="00557788" w:rsidP="00557788">
      <w:r>
        <w:t>379.7245</w:t>
      </w:r>
      <w:r>
        <w:tab/>
        <w:t>2.025e0</w:t>
      </w:r>
    </w:p>
    <w:p w:rsidR="00557788" w:rsidRDefault="00557788" w:rsidP="00557788">
      <w:r>
        <w:t>379.7311</w:t>
      </w:r>
      <w:r>
        <w:tab/>
        <w:t>2.025e0</w:t>
      </w:r>
    </w:p>
    <w:p w:rsidR="00557788" w:rsidRDefault="00557788" w:rsidP="00557788">
      <w:r>
        <w:t>379.7438</w:t>
      </w:r>
      <w:r>
        <w:tab/>
        <w:t>1.038e0</w:t>
      </w:r>
    </w:p>
    <w:p w:rsidR="00557788" w:rsidRDefault="00557788" w:rsidP="00557788">
      <w:r>
        <w:t>379.7508</w:t>
      </w:r>
      <w:r>
        <w:tab/>
        <w:t>3.051e0</w:t>
      </w:r>
    </w:p>
    <w:p w:rsidR="00557788" w:rsidRDefault="00557788" w:rsidP="00557788">
      <w:r>
        <w:lastRenderedPageBreak/>
        <w:t>379.7765</w:t>
      </w:r>
      <w:r>
        <w:tab/>
        <w:t>1.013e0</w:t>
      </w:r>
    </w:p>
    <w:p w:rsidR="00557788" w:rsidRDefault="00557788" w:rsidP="00557788">
      <w:r>
        <w:t>379.7917</w:t>
      </w:r>
      <w:r>
        <w:tab/>
        <w:t>2.025e0</w:t>
      </w:r>
    </w:p>
    <w:p w:rsidR="00557788" w:rsidRDefault="00557788" w:rsidP="00557788">
      <w:r>
        <w:t>379.7989</w:t>
      </w:r>
      <w:r>
        <w:tab/>
        <w:t>3.798e-2</w:t>
      </w:r>
    </w:p>
    <w:p w:rsidR="00557788" w:rsidRDefault="00557788" w:rsidP="00557788">
      <w:r>
        <w:t>379.8002</w:t>
      </w:r>
      <w:r>
        <w:tab/>
        <w:t>6.101e0</w:t>
      </w:r>
    </w:p>
    <w:p w:rsidR="00557788" w:rsidRDefault="00557788" w:rsidP="00557788">
      <w:r>
        <w:t>379.8034</w:t>
      </w:r>
      <w:r>
        <w:tab/>
        <w:t>1.013e0</w:t>
      </w:r>
    </w:p>
    <w:p w:rsidR="00557788" w:rsidRDefault="00557788" w:rsidP="00557788">
      <w:r>
        <w:t>379.8109</w:t>
      </w:r>
      <w:r>
        <w:tab/>
        <w:t>5.063e0</w:t>
      </w:r>
    </w:p>
    <w:p w:rsidR="00557788" w:rsidRDefault="00557788" w:rsidP="00557788">
      <w:r>
        <w:t>379.8302</w:t>
      </w:r>
      <w:r>
        <w:tab/>
        <w:t>1.013e0</w:t>
      </w:r>
    </w:p>
    <w:p w:rsidR="00557788" w:rsidRDefault="00557788" w:rsidP="00557788">
      <w:r>
        <w:t>379.8317</w:t>
      </w:r>
      <w:r>
        <w:tab/>
        <w:t>2.025e0</w:t>
      </w:r>
    </w:p>
    <w:p w:rsidR="00557788" w:rsidRDefault="00557788" w:rsidP="00557788">
      <w:r>
        <w:t>379.8413</w:t>
      </w:r>
      <w:r>
        <w:tab/>
        <w:t>4.051e0</w:t>
      </w:r>
    </w:p>
    <w:p w:rsidR="00557788" w:rsidRDefault="00557788" w:rsidP="00557788">
      <w:r>
        <w:t>379.8588</w:t>
      </w:r>
      <w:r>
        <w:tab/>
        <w:t>3.038e0</w:t>
      </w:r>
    </w:p>
    <w:p w:rsidR="00557788" w:rsidRDefault="00557788" w:rsidP="00557788">
      <w:r>
        <w:t>379.8602</w:t>
      </w:r>
      <w:r>
        <w:tab/>
        <w:t>3.031e0</w:t>
      </w:r>
    </w:p>
    <w:p w:rsidR="00557788" w:rsidRDefault="00557788" w:rsidP="00557788">
      <w:r>
        <w:t>379.8642</w:t>
      </w:r>
      <w:r>
        <w:tab/>
        <w:t>2.025e0</w:t>
      </w:r>
    </w:p>
    <w:p w:rsidR="00557788" w:rsidRDefault="00557788" w:rsidP="00557788">
      <w:r>
        <w:t>379.8761</w:t>
      </w:r>
      <w:r>
        <w:tab/>
        <w:t>1.013e0</w:t>
      </w:r>
    </w:p>
    <w:p w:rsidR="00557788" w:rsidRDefault="00557788" w:rsidP="00557788">
      <w:r>
        <w:t>379.8922</w:t>
      </w:r>
      <w:r>
        <w:tab/>
        <w:t>3.038e0</w:t>
      </w:r>
    </w:p>
    <w:p w:rsidR="00557788" w:rsidRDefault="00557788" w:rsidP="00557788">
      <w:r>
        <w:t>379.8965</w:t>
      </w:r>
      <w:r>
        <w:tab/>
        <w:t>2.980e0</w:t>
      </w:r>
    </w:p>
    <w:p w:rsidR="00557788" w:rsidRDefault="00557788" w:rsidP="00557788">
      <w:r>
        <w:t>379.9058</w:t>
      </w:r>
      <w:r>
        <w:tab/>
        <w:t>4.878e0</w:t>
      </w:r>
    </w:p>
    <w:p w:rsidR="00557788" w:rsidRDefault="00557788" w:rsidP="00557788">
      <w:r>
        <w:t>379.9395</w:t>
      </w:r>
      <w:r>
        <w:tab/>
        <w:t>4.621e-1</w:t>
      </w:r>
    </w:p>
    <w:p w:rsidR="00557788" w:rsidRDefault="00557788" w:rsidP="00557788">
      <w:r>
        <w:t>379.9673</w:t>
      </w:r>
      <w:r>
        <w:tab/>
        <w:t>2.298e0</w:t>
      </w:r>
    </w:p>
    <w:p w:rsidR="00557788" w:rsidRDefault="00557788" w:rsidP="00557788">
      <w:r>
        <w:t>379.9950</w:t>
      </w:r>
      <w:r>
        <w:tab/>
        <w:t>2.911e0</w:t>
      </w:r>
    </w:p>
    <w:p w:rsidR="00557788" w:rsidRDefault="00557788" w:rsidP="00557788">
      <w:r>
        <w:lastRenderedPageBreak/>
        <w:t>379.9991</w:t>
      </w:r>
      <w:r>
        <w:tab/>
        <w:t>1.013e0</w:t>
      </w:r>
    </w:p>
    <w:p w:rsidR="00557788" w:rsidRDefault="00557788" w:rsidP="00557788">
      <w:r>
        <w:t>380.0063</w:t>
      </w:r>
      <w:r>
        <w:tab/>
        <w:t>2.030e0</w:t>
      </w:r>
    </w:p>
    <w:p w:rsidR="00557788" w:rsidRDefault="00557788" w:rsidP="00557788">
      <w:r>
        <w:t>380.0226</w:t>
      </w:r>
      <w:r>
        <w:tab/>
        <w:t>6.253e0</w:t>
      </w:r>
    </w:p>
    <w:p w:rsidR="00557788" w:rsidRDefault="00557788" w:rsidP="00557788">
      <w:r>
        <w:t>380.0251</w:t>
      </w:r>
      <w:r>
        <w:tab/>
        <w:t>2.025e0</w:t>
      </w:r>
    </w:p>
    <w:p w:rsidR="00557788" w:rsidRDefault="00557788" w:rsidP="00557788">
      <w:r>
        <w:t>380.0374</w:t>
      </w:r>
      <w:r>
        <w:tab/>
        <w:t>2.107e0</w:t>
      </w:r>
    </w:p>
    <w:p w:rsidR="00557788" w:rsidRDefault="00557788" w:rsidP="00557788">
      <w:r>
        <w:t>380.0394</w:t>
      </w:r>
      <w:r>
        <w:tab/>
        <w:t>2.396e0</w:t>
      </w:r>
    </w:p>
    <w:p w:rsidR="00557788" w:rsidRDefault="00557788" w:rsidP="00557788">
      <w:r>
        <w:t>380.0493</w:t>
      </w:r>
      <w:r>
        <w:tab/>
        <w:t>3.038e0</w:t>
      </w:r>
    </w:p>
    <w:p w:rsidR="00557788" w:rsidRDefault="00557788" w:rsidP="00557788">
      <w:r>
        <w:t>380.0526</w:t>
      </w:r>
      <w:r>
        <w:tab/>
        <w:t>1.726e0</w:t>
      </w:r>
    </w:p>
    <w:p w:rsidR="00557788" w:rsidRDefault="00557788" w:rsidP="00557788">
      <w:r>
        <w:t>380.0768</w:t>
      </w:r>
      <w:r>
        <w:tab/>
        <w:t>2.554e0</w:t>
      </w:r>
    </w:p>
    <w:p w:rsidR="00557788" w:rsidRDefault="00557788" w:rsidP="00557788">
      <w:r>
        <w:t>380.0818</w:t>
      </w:r>
      <w:r>
        <w:tab/>
        <w:t>1.013e0</w:t>
      </w:r>
    </w:p>
    <w:p w:rsidR="00557788" w:rsidRDefault="00557788" w:rsidP="00557788">
      <w:r>
        <w:t>380.0924</w:t>
      </w:r>
      <w:r>
        <w:tab/>
        <w:t>2.436e0</w:t>
      </w:r>
    </w:p>
    <w:p w:rsidR="00557788" w:rsidRDefault="00557788" w:rsidP="00557788">
      <w:r>
        <w:t>380.1143</w:t>
      </w:r>
      <w:r>
        <w:tab/>
        <w:t>3.193e0</w:t>
      </w:r>
    </w:p>
    <w:p w:rsidR="00557788" w:rsidRDefault="00557788" w:rsidP="00557788">
      <w:r>
        <w:t>380.1391</w:t>
      </w:r>
      <w:r>
        <w:tab/>
        <w:t>4.301e0</w:t>
      </w:r>
    </w:p>
    <w:p w:rsidR="00557788" w:rsidRDefault="00557788" w:rsidP="00557788">
      <w:r>
        <w:t>380.1429</w:t>
      </w:r>
      <w:r>
        <w:tab/>
        <w:t>2.474e0</w:t>
      </w:r>
    </w:p>
    <w:p w:rsidR="00557788" w:rsidRDefault="00557788" w:rsidP="00557788">
      <w:r>
        <w:t>380.1541</w:t>
      </w:r>
      <w:r>
        <w:tab/>
        <w:t>8.755e-2</w:t>
      </w:r>
    </w:p>
    <w:p w:rsidR="00557788" w:rsidRDefault="00557788" w:rsidP="00557788">
      <w:r>
        <w:t>380.1559</w:t>
      </w:r>
      <w:r>
        <w:tab/>
        <w:t>5.824e0</w:t>
      </w:r>
    </w:p>
    <w:p w:rsidR="00557788" w:rsidRDefault="00557788" w:rsidP="00557788">
      <w:r>
        <w:t>380.1691</w:t>
      </w:r>
      <w:r>
        <w:tab/>
        <w:t>2.812e0</w:t>
      </w:r>
    </w:p>
    <w:p w:rsidR="00557788" w:rsidRDefault="00557788" w:rsidP="00557788">
      <w:r>
        <w:t>380.1992</w:t>
      </w:r>
      <w:r>
        <w:tab/>
        <w:t>2.571e0</w:t>
      </w:r>
    </w:p>
    <w:p w:rsidR="00557788" w:rsidRDefault="00557788" w:rsidP="00557788">
      <w:r>
        <w:t>380.2165</w:t>
      </w:r>
      <w:r>
        <w:tab/>
        <w:t>1.080e0</w:t>
      </w:r>
    </w:p>
    <w:p w:rsidR="00557788" w:rsidRDefault="00557788" w:rsidP="00557788">
      <w:r>
        <w:lastRenderedPageBreak/>
        <w:t>380.2256</w:t>
      </w:r>
      <w:r>
        <w:tab/>
        <w:t>7.190e-1</w:t>
      </w:r>
    </w:p>
    <w:p w:rsidR="00557788" w:rsidRDefault="00557788" w:rsidP="00557788">
      <w:r>
        <w:t>380.3414</w:t>
      </w:r>
      <w:r>
        <w:tab/>
        <w:t>6.751e1</w:t>
      </w:r>
    </w:p>
    <w:p w:rsidR="00557788" w:rsidRDefault="00557788" w:rsidP="00557788">
      <w:r>
        <w:t>380.4102</w:t>
      </w:r>
      <w:r>
        <w:tab/>
        <w:t>1.013e0</w:t>
      </w:r>
    </w:p>
    <w:p w:rsidR="00557788" w:rsidRDefault="00557788" w:rsidP="00557788">
      <w:r>
        <w:t>380.4245</w:t>
      </w:r>
      <w:r>
        <w:tab/>
        <w:t>2.025e0</w:t>
      </w:r>
    </w:p>
    <w:p w:rsidR="00557788" w:rsidRDefault="00557788" w:rsidP="00557788">
      <w:r>
        <w:t>380.4354</w:t>
      </w:r>
      <w:r>
        <w:tab/>
        <w:t>5.843e0</w:t>
      </w:r>
    </w:p>
    <w:p w:rsidR="00557788" w:rsidRDefault="00557788" w:rsidP="00557788">
      <w:r>
        <w:t>380.4501</w:t>
      </w:r>
      <w:r>
        <w:tab/>
        <w:t>1.003e0</w:t>
      </w:r>
    </w:p>
    <w:p w:rsidR="00557788" w:rsidRDefault="00557788" w:rsidP="00557788">
      <w:r>
        <w:t>380.4531</w:t>
      </w:r>
      <w:r>
        <w:tab/>
        <w:t>1.038e0</w:t>
      </w:r>
    </w:p>
    <w:p w:rsidR="00557788" w:rsidRDefault="00557788" w:rsidP="00557788">
      <w:r>
        <w:t>380.4816</w:t>
      </w:r>
      <w:r>
        <w:tab/>
        <w:t>5.063e0</w:t>
      </w:r>
    </w:p>
    <w:p w:rsidR="00557788" w:rsidRDefault="00557788" w:rsidP="00557788">
      <w:r>
        <w:t>380.4880</w:t>
      </w:r>
      <w:r>
        <w:tab/>
        <w:t>2.025e0</w:t>
      </w:r>
    </w:p>
    <w:p w:rsidR="00557788" w:rsidRDefault="00557788" w:rsidP="00557788">
      <w:r>
        <w:t>380.4907</w:t>
      </w:r>
      <w:r>
        <w:tab/>
        <w:t>5.063e0</w:t>
      </w:r>
    </w:p>
    <w:p w:rsidR="00557788" w:rsidRDefault="00557788" w:rsidP="00557788">
      <w:r>
        <w:t>380.5023</w:t>
      </w:r>
      <w:r>
        <w:tab/>
        <w:t>2.025e0</w:t>
      </w:r>
    </w:p>
    <w:p w:rsidR="00557788" w:rsidRDefault="00557788" w:rsidP="00557788">
      <w:r>
        <w:t>380.5253</w:t>
      </w:r>
      <w:r>
        <w:tab/>
        <w:t>2.025e0</w:t>
      </w:r>
    </w:p>
    <w:p w:rsidR="00557788" w:rsidRDefault="00557788" w:rsidP="00557788">
      <w:r>
        <w:t>380.5326</w:t>
      </w:r>
      <w:r>
        <w:tab/>
        <w:t>1.038e0</w:t>
      </w:r>
    </w:p>
    <w:p w:rsidR="00557788" w:rsidRDefault="00557788" w:rsidP="00557788">
      <w:r>
        <w:t>380.5457</w:t>
      </w:r>
      <w:r>
        <w:tab/>
        <w:t>6.076e0</w:t>
      </w:r>
    </w:p>
    <w:p w:rsidR="00557788" w:rsidRDefault="00557788" w:rsidP="00557788">
      <w:r>
        <w:t>380.5468</w:t>
      </w:r>
      <w:r>
        <w:tab/>
        <w:t>5.063e0</w:t>
      </w:r>
    </w:p>
    <w:p w:rsidR="00557788" w:rsidRDefault="00557788" w:rsidP="00557788">
      <w:r>
        <w:t>380.5652</w:t>
      </w:r>
      <w:r>
        <w:tab/>
        <w:t>3.038e0</w:t>
      </w:r>
    </w:p>
    <w:p w:rsidR="00557788" w:rsidRDefault="00557788" w:rsidP="00557788">
      <w:r>
        <w:t>380.5698</w:t>
      </w:r>
      <w:r>
        <w:tab/>
        <w:t>2.532e-2</w:t>
      </w:r>
    </w:p>
    <w:p w:rsidR="00557788" w:rsidRDefault="00557788" w:rsidP="00557788">
      <w:r>
        <w:t>380.5733</w:t>
      </w:r>
      <w:r>
        <w:tab/>
        <w:t>1.025e0</w:t>
      </w:r>
    </w:p>
    <w:p w:rsidR="00557788" w:rsidRDefault="00557788" w:rsidP="00557788">
      <w:r>
        <w:t>380.5882</w:t>
      </w:r>
      <w:r>
        <w:tab/>
        <w:t>4.051e0</w:t>
      </w:r>
    </w:p>
    <w:p w:rsidR="00557788" w:rsidRDefault="00557788" w:rsidP="00557788">
      <w:r>
        <w:lastRenderedPageBreak/>
        <w:t>380.5925</w:t>
      </w:r>
      <w:r>
        <w:tab/>
        <w:t>1.038e0</w:t>
      </w:r>
    </w:p>
    <w:p w:rsidR="00557788" w:rsidRDefault="00557788" w:rsidP="00557788">
      <w:r>
        <w:t>380.5962</w:t>
      </w:r>
      <w:r>
        <w:tab/>
        <w:t>2.025e0</w:t>
      </w:r>
    </w:p>
    <w:p w:rsidR="00557788" w:rsidRDefault="00557788" w:rsidP="00557788">
      <w:r>
        <w:t>380.6194</w:t>
      </w:r>
      <w:r>
        <w:tab/>
        <w:t>3.038e0</w:t>
      </w:r>
    </w:p>
    <w:p w:rsidR="00557788" w:rsidRDefault="00557788" w:rsidP="00557788">
      <w:r>
        <w:t>380.6223</w:t>
      </w:r>
      <w:r>
        <w:tab/>
        <w:t>4.051e0</w:t>
      </w:r>
    </w:p>
    <w:p w:rsidR="00557788" w:rsidRDefault="00557788" w:rsidP="00557788">
      <w:r>
        <w:t>380.6273</w:t>
      </w:r>
      <w:r>
        <w:tab/>
        <w:t>1.013e0</w:t>
      </w:r>
    </w:p>
    <w:p w:rsidR="00557788" w:rsidRDefault="00557788" w:rsidP="00557788">
      <w:r>
        <w:t>380.6330</w:t>
      </w:r>
      <w:r>
        <w:tab/>
        <w:t>1.013e0</w:t>
      </w:r>
    </w:p>
    <w:p w:rsidR="00557788" w:rsidRDefault="00557788" w:rsidP="00557788">
      <w:r>
        <w:t>380.6368</w:t>
      </w:r>
      <w:r>
        <w:tab/>
        <w:t>3.798e-2</w:t>
      </w:r>
    </w:p>
    <w:p w:rsidR="00557788" w:rsidRDefault="00557788" w:rsidP="00557788">
      <w:r>
        <w:t>380.6407</w:t>
      </w:r>
      <w:r>
        <w:tab/>
        <w:t>1.013e0</w:t>
      </w:r>
    </w:p>
    <w:p w:rsidR="00557788" w:rsidRDefault="00557788" w:rsidP="00557788">
      <w:r>
        <w:t>380.6599</w:t>
      </w:r>
      <w:r>
        <w:tab/>
        <w:t>2.025e0</w:t>
      </w:r>
    </w:p>
    <w:p w:rsidR="00557788" w:rsidRDefault="00557788" w:rsidP="00557788">
      <w:r>
        <w:t>380.6652</w:t>
      </w:r>
      <w:r>
        <w:tab/>
        <w:t>5.063e0</w:t>
      </w:r>
    </w:p>
    <w:p w:rsidR="00557788" w:rsidRDefault="00557788" w:rsidP="00557788">
      <w:r>
        <w:t>380.7046</w:t>
      </w:r>
      <w:r>
        <w:tab/>
        <w:t>2.025e0</w:t>
      </w:r>
    </w:p>
    <w:p w:rsidR="00557788" w:rsidRDefault="00557788" w:rsidP="00557788">
      <w:r>
        <w:t>380.7084</w:t>
      </w:r>
      <w:r>
        <w:tab/>
        <w:t>1.013e0</w:t>
      </w:r>
    </w:p>
    <w:p w:rsidR="00557788" w:rsidRDefault="00557788" w:rsidP="00557788">
      <w:r>
        <w:t>380.7128</w:t>
      </w:r>
      <w:r>
        <w:tab/>
        <w:t>4.051e0</w:t>
      </w:r>
    </w:p>
    <w:p w:rsidR="00557788" w:rsidRDefault="00557788" w:rsidP="00557788">
      <w:r>
        <w:t>380.7307</w:t>
      </w:r>
      <w:r>
        <w:tab/>
        <w:t>4.460e0</w:t>
      </w:r>
    </w:p>
    <w:p w:rsidR="00557788" w:rsidRDefault="00557788" w:rsidP="00557788">
      <w:r>
        <w:t>380.7502</w:t>
      </w:r>
      <w:r>
        <w:tab/>
        <w:t>2.532e-2</w:t>
      </w:r>
    </w:p>
    <w:p w:rsidR="00557788" w:rsidRDefault="00557788" w:rsidP="00557788">
      <w:r>
        <w:t>380.7557</w:t>
      </w:r>
      <w:r>
        <w:tab/>
        <w:t>2.025e0</w:t>
      </w:r>
    </w:p>
    <w:p w:rsidR="00557788" w:rsidRDefault="00557788" w:rsidP="00557788">
      <w:r>
        <w:t>380.7819</w:t>
      </w:r>
      <w:r>
        <w:tab/>
        <w:t>2.025e0</w:t>
      </w:r>
    </w:p>
    <w:p w:rsidR="00557788" w:rsidRDefault="00557788" w:rsidP="00557788">
      <w:r>
        <w:t>380.7834</w:t>
      </w:r>
      <w:r>
        <w:tab/>
        <w:t>2.532e-2</w:t>
      </w:r>
    </w:p>
    <w:p w:rsidR="00557788" w:rsidRDefault="00557788" w:rsidP="00557788">
      <w:r>
        <w:t>380.7873</w:t>
      </w:r>
      <w:r>
        <w:tab/>
        <w:t>3.038e0</w:t>
      </w:r>
    </w:p>
    <w:p w:rsidR="00557788" w:rsidRDefault="00557788" w:rsidP="00557788">
      <w:r>
        <w:lastRenderedPageBreak/>
        <w:t>380.7892</w:t>
      </w:r>
      <w:r>
        <w:tab/>
        <w:t>2.063e0</w:t>
      </w:r>
    </w:p>
    <w:p w:rsidR="00557788" w:rsidRDefault="00557788" w:rsidP="00557788">
      <w:r>
        <w:t>380.7906</w:t>
      </w:r>
      <w:r>
        <w:tab/>
        <w:t>2.025e0</w:t>
      </w:r>
    </w:p>
    <w:p w:rsidR="00557788" w:rsidRDefault="00557788" w:rsidP="00557788">
      <w:r>
        <w:t>380.8003</w:t>
      </w:r>
      <w:r>
        <w:tab/>
        <w:t>2.089e0</w:t>
      </w:r>
    </w:p>
    <w:p w:rsidR="00557788" w:rsidRDefault="00557788" w:rsidP="00557788">
      <w:r>
        <w:t>380.8017</w:t>
      </w:r>
      <w:r>
        <w:tab/>
        <w:t>1.038e0</w:t>
      </w:r>
    </w:p>
    <w:p w:rsidR="00557788" w:rsidRDefault="00557788" w:rsidP="00557788">
      <w:r>
        <w:t>380.8287</w:t>
      </w:r>
      <w:r>
        <w:tab/>
        <w:t>1.038e0</w:t>
      </w:r>
    </w:p>
    <w:p w:rsidR="00557788" w:rsidRDefault="00557788" w:rsidP="00557788">
      <w:r>
        <w:t>380.8367</w:t>
      </w:r>
      <w:r>
        <w:tab/>
        <w:t>1.255e0</w:t>
      </w:r>
    </w:p>
    <w:p w:rsidR="00557788" w:rsidRDefault="00557788" w:rsidP="00557788">
      <w:r>
        <w:t>380.8407</w:t>
      </w:r>
      <w:r>
        <w:tab/>
        <w:t>3.038e0</w:t>
      </w:r>
    </w:p>
    <w:p w:rsidR="00557788" w:rsidRDefault="00557788" w:rsidP="00557788">
      <w:r>
        <w:t>380.8625</w:t>
      </w:r>
      <w:r>
        <w:tab/>
        <w:t>1.038e0</w:t>
      </w:r>
    </w:p>
    <w:p w:rsidR="00557788" w:rsidRDefault="00557788" w:rsidP="00557788">
      <w:r>
        <w:t>380.8666</w:t>
      </w:r>
      <w:r>
        <w:tab/>
        <w:t>7.899e0</w:t>
      </w:r>
    </w:p>
    <w:p w:rsidR="00557788" w:rsidRDefault="00557788" w:rsidP="00557788">
      <w:r>
        <w:t>380.8754</w:t>
      </w:r>
      <w:r>
        <w:tab/>
        <w:t>4.089e0</w:t>
      </w:r>
    </w:p>
    <w:p w:rsidR="00557788" w:rsidRDefault="00557788" w:rsidP="00557788">
      <w:r>
        <w:t>380.8966</w:t>
      </w:r>
      <w:r>
        <w:tab/>
        <w:t>2.067e0</w:t>
      </w:r>
    </w:p>
    <w:p w:rsidR="00557788" w:rsidRDefault="00557788" w:rsidP="00557788">
      <w:r>
        <w:t>380.9081</w:t>
      </w:r>
      <w:r>
        <w:tab/>
        <w:t>4.882e0</w:t>
      </w:r>
    </w:p>
    <w:p w:rsidR="00557788" w:rsidRDefault="00557788" w:rsidP="00557788">
      <w:r>
        <w:t>380.9105</w:t>
      </w:r>
      <w:r>
        <w:tab/>
        <w:t>2.850e0</w:t>
      </w:r>
    </w:p>
    <w:p w:rsidR="00557788" w:rsidRDefault="00557788" w:rsidP="00557788">
      <w:r>
        <w:t>380.9126</w:t>
      </w:r>
      <w:r>
        <w:tab/>
        <w:t>3.729e0</w:t>
      </w:r>
    </w:p>
    <w:p w:rsidR="00557788" w:rsidRDefault="00557788" w:rsidP="00557788">
      <w:r>
        <w:t>380.9302</w:t>
      </w:r>
      <w:r>
        <w:tab/>
        <w:t>4.063e0</w:t>
      </w:r>
    </w:p>
    <w:p w:rsidR="00557788" w:rsidRDefault="00557788" w:rsidP="00557788">
      <w:r>
        <w:t>380.9351</w:t>
      </w:r>
      <w:r>
        <w:tab/>
        <w:t>4.381e0</w:t>
      </w:r>
    </w:p>
    <w:p w:rsidR="00557788" w:rsidRDefault="00557788" w:rsidP="00557788">
      <w:r>
        <w:t>380.9428</w:t>
      </w:r>
      <w:r>
        <w:tab/>
        <w:t>1.937e0</w:t>
      </w:r>
    </w:p>
    <w:p w:rsidR="00557788" w:rsidRDefault="00557788" w:rsidP="00557788">
      <w:r>
        <w:t>380.9716</w:t>
      </w:r>
      <w:r>
        <w:tab/>
        <w:t>7.668e0</w:t>
      </w:r>
    </w:p>
    <w:p w:rsidR="00557788" w:rsidRDefault="00557788" w:rsidP="00557788">
      <w:r>
        <w:t>380.9758</w:t>
      </w:r>
      <w:r>
        <w:tab/>
        <w:t>3.832e0</w:t>
      </w:r>
    </w:p>
    <w:p w:rsidR="00557788" w:rsidRDefault="00557788" w:rsidP="00557788">
      <w:r>
        <w:lastRenderedPageBreak/>
        <w:t>380.9872</w:t>
      </w:r>
      <w:r>
        <w:tab/>
        <w:t>3.798e-2</w:t>
      </w:r>
    </w:p>
    <w:p w:rsidR="00557788" w:rsidRDefault="00557788" w:rsidP="00557788">
      <w:r>
        <w:t>381.0008</w:t>
      </w:r>
      <w:r>
        <w:tab/>
        <w:t>2.025e0</w:t>
      </w:r>
    </w:p>
    <w:p w:rsidR="00557788" w:rsidRDefault="00557788" w:rsidP="00557788">
      <w:r>
        <w:t>381.0046</w:t>
      </w:r>
      <w:r>
        <w:tab/>
        <w:t>2.748e0</w:t>
      </w:r>
    </w:p>
    <w:p w:rsidR="00557788" w:rsidRDefault="00557788" w:rsidP="00557788">
      <w:r>
        <w:t>381.0173</w:t>
      </w:r>
      <w:r>
        <w:tab/>
        <w:t>5.063e0</w:t>
      </w:r>
    </w:p>
    <w:p w:rsidR="00557788" w:rsidRDefault="00557788" w:rsidP="00557788">
      <w:r>
        <w:t>381.0193</w:t>
      </w:r>
      <w:r>
        <w:tab/>
        <w:t>3.843e0</w:t>
      </w:r>
    </w:p>
    <w:p w:rsidR="00557788" w:rsidRDefault="00557788" w:rsidP="00557788">
      <w:r>
        <w:t>381.0281</w:t>
      </w:r>
      <w:r>
        <w:tab/>
        <w:t>9.129e0</w:t>
      </w:r>
    </w:p>
    <w:p w:rsidR="00557788" w:rsidRDefault="00557788" w:rsidP="00557788">
      <w:r>
        <w:t>381.0414</w:t>
      </w:r>
      <w:r>
        <w:tab/>
        <w:t>4.051e0</w:t>
      </w:r>
    </w:p>
    <w:p w:rsidR="00557788" w:rsidRDefault="00557788" w:rsidP="00557788">
      <w:r>
        <w:t>381.0427</w:t>
      </w:r>
      <w:r>
        <w:tab/>
        <w:t>2.418e0</w:t>
      </w:r>
    </w:p>
    <w:p w:rsidR="00557788" w:rsidRDefault="00557788" w:rsidP="00557788">
      <w:r>
        <w:t>381.0441</w:t>
      </w:r>
      <w:r>
        <w:tab/>
        <w:t>4.051e0</w:t>
      </w:r>
    </w:p>
    <w:p w:rsidR="00557788" w:rsidRDefault="00557788" w:rsidP="00557788">
      <w:r>
        <w:t>381.0549</w:t>
      </w:r>
      <w:r>
        <w:tab/>
        <w:t>3.356e0</w:t>
      </w:r>
    </w:p>
    <w:p w:rsidR="00557788" w:rsidRDefault="00557788" w:rsidP="00557788">
      <w:r>
        <w:t>381.0992</w:t>
      </w:r>
      <w:r>
        <w:tab/>
        <w:t>3.592e0</w:t>
      </w:r>
    </w:p>
    <w:p w:rsidR="00557788" w:rsidRDefault="00557788" w:rsidP="00557788">
      <w:r>
        <w:t>381.1013</w:t>
      </w:r>
      <w:r>
        <w:tab/>
        <w:t>6.015e0</w:t>
      </w:r>
    </w:p>
    <w:p w:rsidR="00557788" w:rsidRDefault="00557788" w:rsidP="00557788">
      <w:r>
        <w:t>381.1025</w:t>
      </w:r>
      <w:r>
        <w:tab/>
        <w:t>1.099e1</w:t>
      </w:r>
    </w:p>
    <w:p w:rsidR="00557788" w:rsidRDefault="00557788" w:rsidP="00557788">
      <w:r>
        <w:t>381.1200</w:t>
      </w:r>
      <w:r>
        <w:tab/>
        <w:t>5.969e0</w:t>
      </w:r>
    </w:p>
    <w:p w:rsidR="00557788" w:rsidRDefault="00557788" w:rsidP="00557788">
      <w:r>
        <w:t>381.1230</w:t>
      </w:r>
      <w:r>
        <w:tab/>
        <w:t>4.345e0</w:t>
      </w:r>
    </w:p>
    <w:p w:rsidR="00557788" w:rsidRDefault="00557788" w:rsidP="00557788">
      <w:r>
        <w:t>381.1280</w:t>
      </w:r>
      <w:r>
        <w:tab/>
        <w:t>6.874e0</w:t>
      </w:r>
    </w:p>
    <w:p w:rsidR="00557788" w:rsidRDefault="00557788" w:rsidP="00557788">
      <w:r>
        <w:t>381.1426</w:t>
      </w:r>
      <w:r>
        <w:tab/>
        <w:t>1.979e1</w:t>
      </w:r>
    </w:p>
    <w:p w:rsidR="00557788" w:rsidRDefault="00557788" w:rsidP="00557788">
      <w:r>
        <w:t>381.1458</w:t>
      </w:r>
      <w:r>
        <w:tab/>
        <w:t>6.076e0</w:t>
      </w:r>
    </w:p>
    <w:p w:rsidR="00557788" w:rsidRDefault="00557788" w:rsidP="00557788">
      <w:r>
        <w:t>381.1605</w:t>
      </w:r>
      <w:r>
        <w:tab/>
        <w:t>3.500e0</w:t>
      </w:r>
    </w:p>
    <w:p w:rsidR="00557788" w:rsidRDefault="00557788" w:rsidP="00557788">
      <w:r>
        <w:lastRenderedPageBreak/>
        <w:t>381.1819</w:t>
      </w:r>
      <w:r>
        <w:tab/>
        <w:t>2.510e0</w:t>
      </w:r>
    </w:p>
    <w:p w:rsidR="00557788" w:rsidRDefault="00557788" w:rsidP="00557788">
      <w:r>
        <w:t>381.1890</w:t>
      </w:r>
      <w:r>
        <w:tab/>
        <w:t>7.422e0</w:t>
      </w:r>
    </w:p>
    <w:p w:rsidR="00557788" w:rsidRDefault="00557788" w:rsidP="00557788">
      <w:r>
        <w:t>381.1963</w:t>
      </w:r>
      <w:r>
        <w:tab/>
        <w:t>4.642e0</w:t>
      </w:r>
    </w:p>
    <w:p w:rsidR="00557788" w:rsidRDefault="00557788" w:rsidP="00557788">
      <w:r>
        <w:t>381.2014</w:t>
      </w:r>
      <w:r>
        <w:tab/>
        <w:t>1.701e0</w:t>
      </w:r>
    </w:p>
    <w:p w:rsidR="00557788" w:rsidRDefault="00557788" w:rsidP="00557788">
      <w:r>
        <w:t>381.2364</w:t>
      </w:r>
      <w:r>
        <w:tab/>
        <w:t>4.230e0</w:t>
      </w:r>
    </w:p>
    <w:p w:rsidR="00557788" w:rsidRDefault="00557788" w:rsidP="00557788">
      <w:r>
        <w:t>381.2902</w:t>
      </w:r>
      <w:r>
        <w:tab/>
        <w:t>3.777e0</w:t>
      </w:r>
    </w:p>
    <w:p w:rsidR="00557788" w:rsidRDefault="00557788" w:rsidP="00557788">
      <w:r>
        <w:t>381.3038</w:t>
      </w:r>
      <w:r>
        <w:tab/>
        <w:t>1.413e0</w:t>
      </w:r>
    </w:p>
    <w:p w:rsidR="00557788" w:rsidRDefault="00557788" w:rsidP="00557788">
      <w:r>
        <w:t>381.3296</w:t>
      </w:r>
      <w:r>
        <w:tab/>
        <w:t>3.015e0</w:t>
      </w:r>
    </w:p>
    <w:p w:rsidR="00557788" w:rsidRDefault="00557788" w:rsidP="00557788">
      <w:r>
        <w:t>381.3366</w:t>
      </w:r>
      <w:r>
        <w:tab/>
        <w:t>2.537e1</w:t>
      </w:r>
    </w:p>
    <w:p w:rsidR="00557788" w:rsidRDefault="00557788" w:rsidP="00557788">
      <w:r>
        <w:t>381.3450</w:t>
      </w:r>
      <w:r>
        <w:tab/>
        <w:t>1.332e1</w:t>
      </w:r>
    </w:p>
    <w:p w:rsidR="00557788" w:rsidRDefault="00557788" w:rsidP="00557788">
      <w:r>
        <w:t>381.3828</w:t>
      </w:r>
      <w:r>
        <w:tab/>
        <w:t>3.637e0</w:t>
      </w:r>
    </w:p>
    <w:p w:rsidR="00557788" w:rsidRDefault="00557788" w:rsidP="00557788">
      <w:r>
        <w:t>381.3901</w:t>
      </w:r>
      <w:r>
        <w:tab/>
        <w:t>4.141e0</w:t>
      </w:r>
    </w:p>
    <w:p w:rsidR="00557788" w:rsidRDefault="00557788" w:rsidP="00557788">
      <w:r>
        <w:t>381.4188</w:t>
      </w:r>
      <w:r>
        <w:tab/>
        <w:t>1.266e-2</w:t>
      </w:r>
    </w:p>
    <w:p w:rsidR="00557788" w:rsidRDefault="00557788" w:rsidP="00557788">
      <w:r>
        <w:t>381.4361</w:t>
      </w:r>
      <w:r>
        <w:tab/>
        <w:t>1.013e0</w:t>
      </w:r>
    </w:p>
    <w:p w:rsidR="00557788" w:rsidRDefault="00557788" w:rsidP="00557788">
      <w:r>
        <w:t>381.4400</w:t>
      </w:r>
      <w:r>
        <w:tab/>
        <w:t>1.025e0</w:t>
      </w:r>
    </w:p>
    <w:p w:rsidR="00557788" w:rsidRDefault="00557788" w:rsidP="00557788">
      <w:r>
        <w:t>381.4467</w:t>
      </w:r>
      <w:r>
        <w:tab/>
        <w:t>2.025e0</w:t>
      </w:r>
    </w:p>
    <w:p w:rsidR="00557788" w:rsidRDefault="00557788" w:rsidP="00557788">
      <w:r>
        <w:t>381.4531</w:t>
      </w:r>
      <w:r>
        <w:tab/>
        <w:t>6.089e0</w:t>
      </w:r>
    </w:p>
    <w:p w:rsidR="00557788" w:rsidRDefault="00557788" w:rsidP="00557788">
      <w:r>
        <w:t>381.4566</w:t>
      </w:r>
      <w:r>
        <w:tab/>
        <w:t>4.051e0</w:t>
      </w:r>
    </w:p>
    <w:p w:rsidR="00557788" w:rsidRDefault="00557788" w:rsidP="00557788">
      <w:r>
        <w:t>381.4774</w:t>
      </w:r>
      <w:r>
        <w:tab/>
        <w:t>9.114e0</w:t>
      </w:r>
    </w:p>
    <w:p w:rsidR="00557788" w:rsidRDefault="00557788" w:rsidP="00557788">
      <w:r>
        <w:lastRenderedPageBreak/>
        <w:t>381.4823</w:t>
      </w:r>
      <w:r>
        <w:tab/>
        <w:t>4.051e0</w:t>
      </w:r>
    </w:p>
    <w:p w:rsidR="00557788" w:rsidRDefault="00557788" w:rsidP="00557788">
      <w:r>
        <w:t>381.5072</w:t>
      </w:r>
      <w:r>
        <w:tab/>
        <w:t>2.025e0</w:t>
      </w:r>
    </w:p>
    <w:p w:rsidR="00557788" w:rsidRDefault="00557788" w:rsidP="00557788">
      <w:r>
        <w:t>381.5187</w:t>
      </w:r>
      <w:r>
        <w:tab/>
        <w:t>1.515e0</w:t>
      </w:r>
    </w:p>
    <w:p w:rsidR="00557788" w:rsidRDefault="00557788" w:rsidP="00557788">
      <w:r>
        <w:t>381.5432</w:t>
      </w:r>
      <w:r>
        <w:tab/>
        <w:t>5.063e0</w:t>
      </w:r>
    </w:p>
    <w:p w:rsidR="00557788" w:rsidRDefault="00557788" w:rsidP="00557788">
      <w:r>
        <w:t>381.5457</w:t>
      </w:r>
      <w:r>
        <w:tab/>
        <w:t>1.013e0</w:t>
      </w:r>
    </w:p>
    <w:p w:rsidR="00557788" w:rsidRDefault="00557788" w:rsidP="00557788">
      <w:r>
        <w:t>381.5717</w:t>
      </w:r>
      <w:r>
        <w:tab/>
        <w:t>2.038e0</w:t>
      </w:r>
    </w:p>
    <w:p w:rsidR="00557788" w:rsidRDefault="00557788" w:rsidP="00557788">
      <w:r>
        <w:t>381.5746</w:t>
      </w:r>
      <w:r>
        <w:tab/>
        <w:t>1.266e-2</w:t>
      </w:r>
    </w:p>
    <w:p w:rsidR="00557788" w:rsidRDefault="00557788" w:rsidP="00557788">
      <w:r>
        <w:t>381.5916</w:t>
      </w:r>
      <w:r>
        <w:tab/>
        <w:t>4.063e0</w:t>
      </w:r>
    </w:p>
    <w:p w:rsidR="00557788" w:rsidRDefault="00557788" w:rsidP="00557788">
      <w:r>
        <w:t>381.6017</w:t>
      </w:r>
      <w:r>
        <w:tab/>
        <w:t>1.013e0</w:t>
      </w:r>
    </w:p>
    <w:p w:rsidR="00557788" w:rsidRDefault="00557788" w:rsidP="00557788">
      <w:r>
        <w:t>381.6235</w:t>
      </w:r>
      <w:r>
        <w:tab/>
        <w:t>5.063e-2</w:t>
      </w:r>
    </w:p>
    <w:p w:rsidR="00557788" w:rsidRDefault="00557788" w:rsidP="00557788">
      <w:r>
        <w:t>381.6341</w:t>
      </w:r>
      <w:r>
        <w:tab/>
        <w:t>1.013e0</w:t>
      </w:r>
    </w:p>
    <w:p w:rsidR="00557788" w:rsidRDefault="00557788" w:rsidP="00557788">
      <w:r>
        <w:t>381.6426</w:t>
      </w:r>
      <w:r>
        <w:tab/>
        <w:t>1.038e0</w:t>
      </w:r>
    </w:p>
    <w:p w:rsidR="00557788" w:rsidRDefault="00557788" w:rsidP="00557788">
      <w:r>
        <w:t>381.6591</w:t>
      </w:r>
      <w:r>
        <w:tab/>
        <w:t>1.013e0</w:t>
      </w:r>
    </w:p>
    <w:p w:rsidR="00557788" w:rsidRDefault="00557788" w:rsidP="00557788">
      <w:r>
        <w:t>381.6741</w:t>
      </w:r>
      <w:r>
        <w:tab/>
        <w:t>2.025e0</w:t>
      </w:r>
    </w:p>
    <w:p w:rsidR="00557788" w:rsidRDefault="00557788" w:rsidP="00557788">
      <w:r>
        <w:t>381.6802</w:t>
      </w:r>
      <w:r>
        <w:tab/>
        <w:t>1.013e0</w:t>
      </w:r>
    </w:p>
    <w:p w:rsidR="00557788" w:rsidRDefault="00557788" w:rsidP="00557788">
      <w:r>
        <w:t>381.6841</w:t>
      </w:r>
      <w:r>
        <w:tab/>
        <w:t>1.013e0</w:t>
      </w:r>
    </w:p>
    <w:p w:rsidR="00557788" w:rsidRDefault="00557788" w:rsidP="00557788">
      <w:r>
        <w:t>381.6966</w:t>
      </w:r>
      <w:r>
        <w:tab/>
        <w:t>1.013e0</w:t>
      </w:r>
    </w:p>
    <w:p w:rsidR="00557788" w:rsidRDefault="00557788" w:rsidP="00557788">
      <w:r>
        <w:t>381.6976</w:t>
      </w:r>
      <w:r>
        <w:tab/>
        <w:t>1.038e0</w:t>
      </w:r>
    </w:p>
    <w:p w:rsidR="00557788" w:rsidRDefault="00557788" w:rsidP="00557788">
      <w:r>
        <w:t>381.7001</w:t>
      </w:r>
      <w:r>
        <w:tab/>
        <w:t>3.038e0</w:t>
      </w:r>
    </w:p>
    <w:p w:rsidR="00557788" w:rsidRDefault="00557788" w:rsidP="00557788">
      <w:r>
        <w:lastRenderedPageBreak/>
        <w:t>381.7189</w:t>
      </w:r>
      <w:r>
        <w:tab/>
        <w:t>3.038e0</w:t>
      </w:r>
    </w:p>
    <w:p w:rsidR="00557788" w:rsidRDefault="00557788" w:rsidP="00557788">
      <w:r>
        <w:t>381.7429</w:t>
      </w:r>
      <w:r>
        <w:tab/>
        <w:t>8.101e0</w:t>
      </w:r>
    </w:p>
    <w:p w:rsidR="00557788" w:rsidRDefault="00557788" w:rsidP="00557788">
      <w:r>
        <w:t>381.7520</w:t>
      </w:r>
      <w:r>
        <w:tab/>
        <w:t>1.038e0</w:t>
      </w:r>
    </w:p>
    <w:p w:rsidR="00557788" w:rsidRDefault="00557788" w:rsidP="00557788">
      <w:r>
        <w:t>381.7828</w:t>
      </w:r>
      <w:r>
        <w:tab/>
        <w:t>1.038e0</w:t>
      </w:r>
    </w:p>
    <w:p w:rsidR="00557788" w:rsidRDefault="00557788" w:rsidP="00557788">
      <w:r>
        <w:t>381.7982</w:t>
      </w:r>
      <w:r>
        <w:tab/>
        <w:t>1.013e0</w:t>
      </w:r>
    </w:p>
    <w:p w:rsidR="00557788" w:rsidRDefault="00557788" w:rsidP="00557788">
      <w:r>
        <w:t>381.8011</w:t>
      </w:r>
      <w:r>
        <w:tab/>
        <w:t>3.038e0</w:t>
      </w:r>
    </w:p>
    <w:p w:rsidR="00557788" w:rsidRDefault="00557788" w:rsidP="00557788">
      <w:r>
        <w:t>381.8050</w:t>
      </w:r>
      <w:r>
        <w:tab/>
        <w:t>1.013e0</w:t>
      </w:r>
    </w:p>
    <w:p w:rsidR="00557788" w:rsidRDefault="00557788" w:rsidP="00557788">
      <w:r>
        <w:t>381.8110</w:t>
      </w:r>
      <w:r>
        <w:tab/>
        <w:t>2.025e0</w:t>
      </w:r>
    </w:p>
    <w:p w:rsidR="00557788" w:rsidRDefault="00557788" w:rsidP="00557788">
      <w:r>
        <w:t>381.8186</w:t>
      </w:r>
      <w:r>
        <w:tab/>
        <w:t>2.025e0</w:t>
      </w:r>
    </w:p>
    <w:p w:rsidR="00557788" w:rsidRDefault="00557788" w:rsidP="00557788">
      <w:r>
        <w:t>381.8398</w:t>
      </w:r>
      <w:r>
        <w:tab/>
        <w:t>1.013e0</w:t>
      </w:r>
    </w:p>
    <w:p w:rsidR="00557788" w:rsidRDefault="00557788" w:rsidP="00557788">
      <w:r>
        <w:t>381.8524</w:t>
      </w:r>
      <w:r>
        <w:tab/>
        <w:t>2.532e-2</w:t>
      </w:r>
    </w:p>
    <w:p w:rsidR="00557788" w:rsidRDefault="00557788" w:rsidP="00557788">
      <w:r>
        <w:t>381.8557</w:t>
      </w:r>
      <w:r>
        <w:tab/>
        <w:t>2.025e0</w:t>
      </w:r>
    </w:p>
    <w:p w:rsidR="00557788" w:rsidRDefault="00557788" w:rsidP="00557788">
      <w:r>
        <w:t>381.8603</w:t>
      </w:r>
      <w:r>
        <w:tab/>
        <w:t>2.315e0</w:t>
      </w:r>
    </w:p>
    <w:p w:rsidR="00557788" w:rsidRDefault="00557788" w:rsidP="00557788">
      <w:r>
        <w:t>381.8622</w:t>
      </w:r>
      <w:r>
        <w:tab/>
        <w:t>2.025e0</w:t>
      </w:r>
    </w:p>
    <w:p w:rsidR="00557788" w:rsidRDefault="00557788" w:rsidP="00557788">
      <w:r>
        <w:t>381.8676</w:t>
      </w:r>
      <w:r>
        <w:tab/>
        <w:t>2.023e0</w:t>
      </w:r>
    </w:p>
    <w:p w:rsidR="00557788" w:rsidRDefault="00557788" w:rsidP="00557788">
      <w:r>
        <w:t>381.8947</w:t>
      </w:r>
      <w:r>
        <w:tab/>
        <w:t>1.045e0</w:t>
      </w:r>
    </w:p>
    <w:p w:rsidR="00557788" w:rsidRDefault="00557788" w:rsidP="00557788">
      <w:r>
        <w:t>381.8975</w:t>
      </w:r>
      <w:r>
        <w:tab/>
        <w:t>2.204e0</w:t>
      </w:r>
    </w:p>
    <w:p w:rsidR="00557788" w:rsidRDefault="00557788" w:rsidP="00557788">
      <w:r>
        <w:t>381.9069</w:t>
      </w:r>
      <w:r>
        <w:tab/>
        <w:t>1.013e0</w:t>
      </w:r>
    </w:p>
    <w:p w:rsidR="00557788" w:rsidRDefault="00557788" w:rsidP="00557788">
      <w:r>
        <w:t>381.9207</w:t>
      </w:r>
      <w:r>
        <w:tab/>
        <w:t>2.284e0</w:t>
      </w:r>
    </w:p>
    <w:p w:rsidR="00557788" w:rsidRDefault="00557788" w:rsidP="00557788">
      <w:r>
        <w:lastRenderedPageBreak/>
        <w:t>381.9261</w:t>
      </w:r>
      <w:r>
        <w:tab/>
        <w:t>1.629e0</w:t>
      </w:r>
    </w:p>
    <w:p w:rsidR="00557788" w:rsidRDefault="00557788" w:rsidP="00557788">
      <w:r>
        <w:t>381.9377</w:t>
      </w:r>
      <w:r>
        <w:tab/>
        <w:t>5.731e0</w:t>
      </w:r>
    </w:p>
    <w:p w:rsidR="00557788" w:rsidRDefault="00557788" w:rsidP="00557788">
      <w:r>
        <w:t>381.9514</w:t>
      </w:r>
      <w:r>
        <w:tab/>
        <w:t>4.444e0</w:t>
      </w:r>
    </w:p>
    <w:p w:rsidR="00557788" w:rsidRDefault="00557788" w:rsidP="00557788">
      <w:r>
        <w:t>381.9751</w:t>
      </w:r>
      <w:r>
        <w:tab/>
        <w:t>2.394e0</w:t>
      </w:r>
    </w:p>
    <w:p w:rsidR="00557788" w:rsidRDefault="00557788" w:rsidP="00557788">
      <w:r>
        <w:t>381.9813</w:t>
      </w:r>
      <w:r>
        <w:tab/>
        <w:t>1.013e0</w:t>
      </w:r>
    </w:p>
    <w:p w:rsidR="00557788" w:rsidRDefault="00557788" w:rsidP="00557788">
      <w:r>
        <w:t>381.9839</w:t>
      </w:r>
      <w:r>
        <w:tab/>
        <w:t>1.951e0</w:t>
      </w:r>
    </w:p>
    <w:p w:rsidR="00557788" w:rsidRDefault="00557788" w:rsidP="00557788">
      <w:r>
        <w:t>381.9891</w:t>
      </w:r>
      <w:r>
        <w:tab/>
        <w:t>2.924e0</w:t>
      </w:r>
    </w:p>
    <w:p w:rsidR="00557788" w:rsidRDefault="00557788" w:rsidP="00557788">
      <w:r>
        <w:t>381.9954</w:t>
      </w:r>
      <w:r>
        <w:tab/>
        <w:t>1.013e0</w:t>
      </w:r>
    </w:p>
    <w:p w:rsidR="00557788" w:rsidRDefault="00557788" w:rsidP="00557788">
      <w:r>
        <w:t>382.0020</w:t>
      </w:r>
      <w:r>
        <w:tab/>
        <w:t>3.038e0</w:t>
      </w:r>
    </w:p>
    <w:p w:rsidR="00557788" w:rsidRDefault="00557788" w:rsidP="00557788">
      <w:r>
        <w:t>382.0352</w:t>
      </w:r>
      <w:r>
        <w:tab/>
        <w:t>5.063e0</w:t>
      </w:r>
    </w:p>
    <w:p w:rsidR="00557788" w:rsidRDefault="00557788" w:rsidP="00557788">
      <w:r>
        <w:t>382.0413</w:t>
      </w:r>
      <w:r>
        <w:tab/>
        <w:t>6.076e0</w:t>
      </w:r>
    </w:p>
    <w:p w:rsidR="00557788" w:rsidRDefault="00557788" w:rsidP="00557788">
      <w:r>
        <w:t>382.0457</w:t>
      </w:r>
      <w:r>
        <w:tab/>
        <w:t>6.925e0</w:t>
      </w:r>
    </w:p>
    <w:p w:rsidR="00557788" w:rsidRDefault="00557788" w:rsidP="00557788">
      <w:r>
        <w:t>382.0491</w:t>
      </w:r>
      <w:r>
        <w:tab/>
        <w:t>1.013e0</w:t>
      </w:r>
    </w:p>
    <w:p w:rsidR="00557788" w:rsidRDefault="00557788" w:rsidP="00557788">
      <w:r>
        <w:t>382.0571</w:t>
      </w:r>
      <w:r>
        <w:tab/>
        <w:t>4.497e0</w:t>
      </w:r>
    </w:p>
    <w:p w:rsidR="00557788" w:rsidRDefault="00557788" w:rsidP="00557788">
      <w:r>
        <w:t>382.0620</w:t>
      </w:r>
      <w:r>
        <w:tab/>
        <w:t>4.805e0</w:t>
      </w:r>
    </w:p>
    <w:p w:rsidR="00557788" w:rsidRDefault="00557788" w:rsidP="00557788">
      <w:r>
        <w:t>382.1012</w:t>
      </w:r>
      <w:r>
        <w:tab/>
        <w:t>2.025e0</w:t>
      </w:r>
    </w:p>
    <w:p w:rsidR="00557788" w:rsidRDefault="00557788" w:rsidP="00557788">
      <w:r>
        <w:t>382.1157</w:t>
      </w:r>
      <w:r>
        <w:tab/>
        <w:t>1.002e1</w:t>
      </w:r>
    </w:p>
    <w:p w:rsidR="00557788" w:rsidRDefault="00557788" w:rsidP="00557788">
      <w:r>
        <w:t>382.1175</w:t>
      </w:r>
      <w:r>
        <w:tab/>
        <w:t>9.758e0</w:t>
      </w:r>
    </w:p>
    <w:p w:rsidR="00557788" w:rsidRDefault="00557788" w:rsidP="00557788">
      <w:r>
        <w:t>382.1205</w:t>
      </w:r>
      <w:r>
        <w:tab/>
        <w:t>9.374e0</w:t>
      </w:r>
    </w:p>
    <w:p w:rsidR="00557788" w:rsidRDefault="00557788" w:rsidP="00557788">
      <w:r>
        <w:lastRenderedPageBreak/>
        <w:t>382.1628</w:t>
      </w:r>
      <w:r>
        <w:tab/>
        <w:t>5.603e0</w:t>
      </w:r>
    </w:p>
    <w:p w:rsidR="00557788" w:rsidRDefault="00557788" w:rsidP="00557788">
      <w:r>
        <w:t>382.1687</w:t>
      </w:r>
      <w:r>
        <w:tab/>
        <w:t>2.469e-1</w:t>
      </w:r>
    </w:p>
    <w:p w:rsidR="00557788" w:rsidRDefault="00557788" w:rsidP="00557788">
      <w:r>
        <w:t>382.1808</w:t>
      </w:r>
      <w:r>
        <w:tab/>
        <w:t>2.743e0</w:t>
      </w:r>
    </w:p>
    <w:p w:rsidR="00557788" w:rsidRDefault="00557788" w:rsidP="00557788">
      <w:r>
        <w:t>382.1982</w:t>
      </w:r>
      <w:r>
        <w:tab/>
        <w:t>3.180e0</w:t>
      </w:r>
    </w:p>
    <w:p w:rsidR="00557788" w:rsidRDefault="00557788" w:rsidP="00557788">
      <w:r>
        <w:t>382.2021</w:t>
      </w:r>
      <w:r>
        <w:tab/>
        <w:t>3.045e0</w:t>
      </w:r>
    </w:p>
    <w:p w:rsidR="00557788" w:rsidRDefault="00557788" w:rsidP="00557788">
      <w:r>
        <w:t>382.2119</w:t>
      </w:r>
      <w:r>
        <w:tab/>
        <w:t>1.623e0</w:t>
      </w:r>
    </w:p>
    <w:p w:rsidR="00557788" w:rsidRDefault="00557788" w:rsidP="00557788">
      <w:r>
        <w:t>382.3027</w:t>
      </w:r>
      <w:r>
        <w:tab/>
        <w:t>6.852e0</w:t>
      </w:r>
    </w:p>
    <w:p w:rsidR="00557788" w:rsidRDefault="00557788" w:rsidP="00557788">
      <w:r>
        <w:t>382.3129</w:t>
      </w:r>
      <w:r>
        <w:tab/>
        <w:t>4.008e0</w:t>
      </w:r>
    </w:p>
    <w:p w:rsidR="00557788" w:rsidRDefault="00557788" w:rsidP="00557788">
      <w:r>
        <w:t>382.3244</w:t>
      </w:r>
      <w:r>
        <w:tab/>
        <w:t>2.066e0</w:t>
      </w:r>
    </w:p>
    <w:p w:rsidR="00557788" w:rsidRDefault="00557788" w:rsidP="00557788">
      <w:r>
        <w:t>382.3263</w:t>
      </w:r>
      <w:r>
        <w:tab/>
        <w:t>5.303e0</w:t>
      </w:r>
    </w:p>
    <w:p w:rsidR="00557788" w:rsidRDefault="00557788" w:rsidP="00557788">
      <w:r>
        <w:t>382.3299</w:t>
      </w:r>
      <w:r>
        <w:tab/>
        <w:t>9.167e0</w:t>
      </w:r>
    </w:p>
    <w:p w:rsidR="00557788" w:rsidRDefault="00557788" w:rsidP="00557788">
      <w:r>
        <w:t>382.3316</w:t>
      </w:r>
      <w:r>
        <w:tab/>
        <w:t>6.562e0</w:t>
      </w:r>
    </w:p>
    <w:p w:rsidR="00557788" w:rsidRDefault="00557788" w:rsidP="00557788">
      <w:r>
        <w:t>382.3447</w:t>
      </w:r>
      <w:r>
        <w:tab/>
        <w:t>3.386e0</w:t>
      </w:r>
    </w:p>
    <w:p w:rsidR="00557788" w:rsidRDefault="00557788" w:rsidP="00557788">
      <w:r>
        <w:t>382.3511</w:t>
      </w:r>
      <w:r>
        <w:tab/>
        <w:t>2.138e0</w:t>
      </w:r>
    </w:p>
    <w:p w:rsidR="00557788" w:rsidRDefault="00557788" w:rsidP="00557788">
      <w:r>
        <w:t>382.3712</w:t>
      </w:r>
      <w:r>
        <w:tab/>
        <w:t>1.931e0</w:t>
      </w:r>
    </w:p>
    <w:p w:rsidR="00557788" w:rsidRDefault="00557788" w:rsidP="00557788">
      <w:r>
        <w:t>382.3804</w:t>
      </w:r>
      <w:r>
        <w:tab/>
        <w:t>2.838e0</w:t>
      </w:r>
    </w:p>
    <w:p w:rsidR="00557788" w:rsidRDefault="00557788" w:rsidP="00557788">
      <w:r>
        <w:t>382.3831</w:t>
      </w:r>
      <w:r>
        <w:tab/>
        <w:t>3.494e0</w:t>
      </w:r>
    </w:p>
    <w:p w:rsidR="00557788" w:rsidRDefault="00557788" w:rsidP="00557788">
      <w:r>
        <w:t>382.3993</w:t>
      </w:r>
      <w:r>
        <w:tab/>
        <w:t>3.975e0</w:t>
      </w:r>
    </w:p>
    <w:p w:rsidR="00557788" w:rsidRDefault="00557788" w:rsidP="00557788">
      <w:r>
        <w:t>382.4008</w:t>
      </w:r>
      <w:r>
        <w:tab/>
        <w:t>8.101e0</w:t>
      </w:r>
    </w:p>
    <w:p w:rsidR="00557788" w:rsidRDefault="00557788" w:rsidP="00557788">
      <w:r>
        <w:lastRenderedPageBreak/>
        <w:t>382.4327</w:t>
      </w:r>
      <w:r>
        <w:tab/>
        <w:t>3.038e0</w:t>
      </w:r>
    </w:p>
    <w:p w:rsidR="00557788" w:rsidRDefault="00557788" w:rsidP="00557788">
      <w:r>
        <w:t>382.4374</w:t>
      </w:r>
      <w:r>
        <w:tab/>
        <w:t>4.051e0</w:t>
      </w:r>
    </w:p>
    <w:p w:rsidR="00557788" w:rsidRDefault="00557788" w:rsidP="00557788">
      <w:r>
        <w:t>382.4407</w:t>
      </w:r>
      <w:r>
        <w:tab/>
        <w:t>2.025e0</w:t>
      </w:r>
    </w:p>
    <w:p w:rsidR="00557788" w:rsidRDefault="00557788" w:rsidP="00557788">
      <w:r>
        <w:t>382.4480</w:t>
      </w:r>
      <w:r>
        <w:tab/>
        <w:t>2.051e0</w:t>
      </w:r>
    </w:p>
    <w:p w:rsidR="00557788" w:rsidRDefault="00557788" w:rsidP="00557788">
      <w:r>
        <w:t>382.4572</w:t>
      </w:r>
      <w:r>
        <w:tab/>
        <w:t>3.038e0</w:t>
      </w:r>
    </w:p>
    <w:p w:rsidR="00557788" w:rsidRDefault="00557788" w:rsidP="00557788">
      <w:r>
        <w:t>382.4698</w:t>
      </w:r>
      <w:r>
        <w:tab/>
        <w:t>1.266e-2</w:t>
      </w:r>
    </w:p>
    <w:p w:rsidR="00557788" w:rsidRDefault="00557788" w:rsidP="00557788">
      <w:r>
        <w:t>382.4901</w:t>
      </w:r>
      <w:r>
        <w:tab/>
        <w:t>1.013e0</w:t>
      </w:r>
    </w:p>
    <w:p w:rsidR="00557788" w:rsidRDefault="00557788" w:rsidP="00557788">
      <w:r>
        <w:t>382.5011</w:t>
      </w:r>
      <w:r>
        <w:tab/>
        <w:t>1.013e0</w:t>
      </w:r>
    </w:p>
    <w:p w:rsidR="00557788" w:rsidRDefault="00557788" w:rsidP="00557788">
      <w:r>
        <w:t>382.5105</w:t>
      </w:r>
      <w:r>
        <w:tab/>
        <w:t>1.266e-2</w:t>
      </w:r>
    </w:p>
    <w:p w:rsidR="00557788" w:rsidRDefault="00557788" w:rsidP="00557788">
      <w:r>
        <w:t>382.5222</w:t>
      </w:r>
      <w:r>
        <w:tab/>
        <w:t>1.266e-2</w:t>
      </w:r>
    </w:p>
    <w:p w:rsidR="00557788" w:rsidRDefault="00557788" w:rsidP="00557788">
      <w:r>
        <w:t>382.5343</w:t>
      </w:r>
      <w:r>
        <w:tab/>
        <w:t>5.063e-2</w:t>
      </w:r>
    </w:p>
    <w:p w:rsidR="00557788" w:rsidRDefault="00557788" w:rsidP="00557788">
      <w:r>
        <w:t>382.5457</w:t>
      </w:r>
      <w:r>
        <w:tab/>
        <w:t>3.038e0</w:t>
      </w:r>
    </w:p>
    <w:p w:rsidR="00557788" w:rsidRDefault="00557788" w:rsidP="00557788">
      <w:r>
        <w:t>382.5580</w:t>
      </w:r>
      <w:r>
        <w:tab/>
        <w:t>2.025e0</w:t>
      </w:r>
    </w:p>
    <w:p w:rsidR="00557788" w:rsidRDefault="00557788" w:rsidP="00557788">
      <w:r>
        <w:t>382.5808</w:t>
      </w:r>
      <w:r>
        <w:tab/>
        <w:t>2.011e0</w:t>
      </w:r>
    </w:p>
    <w:p w:rsidR="00557788" w:rsidRDefault="00557788" w:rsidP="00557788">
      <w:r>
        <w:t>382.5901</w:t>
      </w:r>
      <w:r>
        <w:tab/>
        <w:t>1.038e0</w:t>
      </w:r>
    </w:p>
    <w:p w:rsidR="00557788" w:rsidRDefault="00557788" w:rsidP="00557788">
      <w:r>
        <w:t>382.6106</w:t>
      </w:r>
      <w:r>
        <w:tab/>
        <w:t>1.013e0</w:t>
      </w:r>
    </w:p>
    <w:p w:rsidR="00557788" w:rsidRDefault="00557788" w:rsidP="00557788">
      <w:r>
        <w:t>382.6174</w:t>
      </w:r>
      <w:r>
        <w:tab/>
        <w:t>2.025e0</w:t>
      </w:r>
    </w:p>
    <w:p w:rsidR="00557788" w:rsidRDefault="00557788" w:rsidP="00557788">
      <w:r>
        <w:t>382.6272</w:t>
      </w:r>
      <w:r>
        <w:tab/>
        <w:t>1.025e0</w:t>
      </w:r>
    </w:p>
    <w:p w:rsidR="00557788" w:rsidRDefault="00557788" w:rsidP="00557788">
      <w:r>
        <w:t>382.6424</w:t>
      </w:r>
      <w:r>
        <w:tab/>
        <w:t>4.051e0</w:t>
      </w:r>
    </w:p>
    <w:p w:rsidR="00557788" w:rsidRDefault="00557788" w:rsidP="00557788">
      <w:r>
        <w:lastRenderedPageBreak/>
        <w:t>382.6464</w:t>
      </w:r>
      <w:r>
        <w:tab/>
        <w:t>1.013e0</w:t>
      </w:r>
    </w:p>
    <w:p w:rsidR="00557788" w:rsidRDefault="00557788" w:rsidP="00557788">
      <w:r>
        <w:t>382.6484</w:t>
      </w:r>
      <w:r>
        <w:tab/>
        <w:t>4.051e0</w:t>
      </w:r>
    </w:p>
    <w:p w:rsidR="00557788" w:rsidRDefault="00557788" w:rsidP="00557788">
      <w:r>
        <w:t>382.6667</w:t>
      </w:r>
      <w:r>
        <w:tab/>
        <w:t>1.266e-2</w:t>
      </w:r>
    </w:p>
    <w:p w:rsidR="00557788" w:rsidRDefault="00557788" w:rsidP="00557788">
      <w:r>
        <w:t>382.6816</w:t>
      </w:r>
      <w:r>
        <w:tab/>
        <w:t>4.051e0</w:t>
      </w:r>
    </w:p>
    <w:p w:rsidR="00557788" w:rsidRDefault="00557788" w:rsidP="00557788">
      <w:r>
        <w:t>382.6967</w:t>
      </w:r>
      <w:r>
        <w:tab/>
        <w:t>2.532e-2</w:t>
      </w:r>
    </w:p>
    <w:p w:rsidR="00557788" w:rsidRDefault="00557788" w:rsidP="00557788">
      <w:r>
        <w:t>382.7126</w:t>
      </w:r>
      <w:r>
        <w:tab/>
        <w:t>2.051e0</w:t>
      </w:r>
    </w:p>
    <w:p w:rsidR="00557788" w:rsidRDefault="00557788" w:rsidP="00557788">
      <w:r>
        <w:t>382.7143</w:t>
      </w:r>
      <w:r>
        <w:tab/>
        <w:t>1.013e0</w:t>
      </w:r>
    </w:p>
    <w:p w:rsidR="00557788" w:rsidRDefault="00557788" w:rsidP="00557788">
      <w:r>
        <w:t>382.7258</w:t>
      </w:r>
      <w:r>
        <w:tab/>
        <w:t>3.038e0</w:t>
      </w:r>
    </w:p>
    <w:p w:rsidR="00557788" w:rsidRDefault="00557788" w:rsidP="00557788">
      <w:r>
        <w:t>382.7312</w:t>
      </w:r>
      <w:r>
        <w:tab/>
        <w:t>3.038e0</w:t>
      </w:r>
    </w:p>
    <w:p w:rsidR="00557788" w:rsidRDefault="00557788" w:rsidP="00557788">
      <w:r>
        <w:t>382.7328</w:t>
      </w:r>
      <w:r>
        <w:tab/>
        <w:t>2.025e0</w:t>
      </w:r>
    </w:p>
    <w:p w:rsidR="00557788" w:rsidRDefault="00557788" w:rsidP="00557788">
      <w:r>
        <w:t>382.7491</w:t>
      </w:r>
      <w:r>
        <w:tab/>
        <w:t>1.266e-2</w:t>
      </w:r>
    </w:p>
    <w:p w:rsidR="00557788" w:rsidRDefault="00557788" w:rsidP="00557788">
      <w:r>
        <w:t>382.7522</w:t>
      </w:r>
      <w:r>
        <w:tab/>
        <w:t>2.025e0</w:t>
      </w:r>
    </w:p>
    <w:p w:rsidR="00557788" w:rsidRDefault="00557788" w:rsidP="00557788">
      <w:r>
        <w:t>382.7581</w:t>
      </w:r>
      <w:r>
        <w:tab/>
        <w:t>2.025e0</w:t>
      </w:r>
    </w:p>
    <w:p w:rsidR="00557788" w:rsidRDefault="00557788" w:rsidP="00557788">
      <w:r>
        <w:t>382.7789</w:t>
      </w:r>
      <w:r>
        <w:tab/>
        <w:t>2.025e0</w:t>
      </w:r>
    </w:p>
    <w:p w:rsidR="00557788" w:rsidRDefault="00557788" w:rsidP="00557788">
      <w:r>
        <w:t>382.7862</w:t>
      </w:r>
      <w:r>
        <w:tab/>
        <w:t>3.038e0</w:t>
      </w:r>
    </w:p>
    <w:p w:rsidR="00557788" w:rsidRDefault="00557788" w:rsidP="00557788">
      <w:r>
        <w:t>382.7915</w:t>
      </w:r>
      <w:r>
        <w:tab/>
        <w:t>1.266e-2</w:t>
      </w:r>
    </w:p>
    <w:p w:rsidR="00557788" w:rsidRDefault="00557788" w:rsidP="00557788">
      <w:r>
        <w:t>382.7958</w:t>
      </w:r>
      <w:r>
        <w:tab/>
        <w:t>1.051e0</w:t>
      </w:r>
    </w:p>
    <w:p w:rsidR="00557788" w:rsidRDefault="00557788" w:rsidP="00557788">
      <w:r>
        <w:t>382.8151</w:t>
      </w:r>
      <w:r>
        <w:tab/>
        <w:t>3.038e0</w:t>
      </w:r>
    </w:p>
    <w:p w:rsidR="00557788" w:rsidRDefault="00557788" w:rsidP="00557788">
      <w:r>
        <w:t>382.8430</w:t>
      </w:r>
      <w:r>
        <w:tab/>
        <w:t>3.038e0</w:t>
      </w:r>
    </w:p>
    <w:p w:rsidR="00557788" w:rsidRDefault="00557788" w:rsidP="00557788">
      <w:r>
        <w:lastRenderedPageBreak/>
        <w:t>382.8562</w:t>
      </w:r>
      <w:r>
        <w:tab/>
        <w:t>1.173e1</w:t>
      </w:r>
    </w:p>
    <w:p w:rsidR="00557788" w:rsidRDefault="00557788" w:rsidP="00557788">
      <w:r>
        <w:t>382.8599</w:t>
      </w:r>
      <w:r>
        <w:tab/>
        <w:t>2.025e0</w:t>
      </w:r>
    </w:p>
    <w:p w:rsidR="00557788" w:rsidRDefault="00557788" w:rsidP="00557788">
      <w:r>
        <w:t>382.8905</w:t>
      </w:r>
      <w:r>
        <w:tab/>
        <w:t>2.025e0</w:t>
      </w:r>
    </w:p>
    <w:p w:rsidR="00557788" w:rsidRDefault="00557788" w:rsidP="00557788">
      <w:r>
        <w:t>382.9026</w:t>
      </w:r>
      <w:r>
        <w:tab/>
        <w:t>1.991e0</w:t>
      </w:r>
    </w:p>
    <w:p w:rsidR="00557788" w:rsidRDefault="00557788" w:rsidP="00557788">
      <w:r>
        <w:t>382.9113</w:t>
      </w:r>
      <w:r>
        <w:tab/>
        <w:t>2.930e0</w:t>
      </w:r>
    </w:p>
    <w:p w:rsidR="00557788" w:rsidRDefault="00557788" w:rsidP="00557788">
      <w:r>
        <w:t>382.9256</w:t>
      </w:r>
      <w:r>
        <w:tab/>
        <w:t>4.317e0</w:t>
      </w:r>
    </w:p>
    <w:p w:rsidR="00557788" w:rsidRDefault="00557788" w:rsidP="00557788">
      <w:r>
        <w:t>382.9353</w:t>
      </w:r>
      <w:r>
        <w:tab/>
        <w:t>2.050e0</w:t>
      </w:r>
    </w:p>
    <w:p w:rsidR="00557788" w:rsidRDefault="00557788" w:rsidP="00557788">
      <w:r>
        <w:t>382.9380</w:t>
      </w:r>
      <w:r>
        <w:tab/>
        <w:t>6.352e0</w:t>
      </w:r>
    </w:p>
    <w:p w:rsidR="00557788" w:rsidRDefault="00557788" w:rsidP="00557788">
      <w:r>
        <w:t>382.9486</w:t>
      </w:r>
      <w:r>
        <w:tab/>
        <w:t>8.304e0</w:t>
      </w:r>
    </w:p>
    <w:p w:rsidR="00557788" w:rsidRDefault="00557788" w:rsidP="00557788">
      <w:r>
        <w:t>382.9560</w:t>
      </w:r>
      <w:r>
        <w:tab/>
        <w:t>1.594e0</w:t>
      </w:r>
    </w:p>
    <w:p w:rsidR="00557788" w:rsidRDefault="00557788" w:rsidP="00557788">
      <w:r>
        <w:t>382.9578</w:t>
      </w:r>
      <w:r>
        <w:tab/>
        <w:t>7.381e0</w:t>
      </w:r>
    </w:p>
    <w:p w:rsidR="00557788" w:rsidRDefault="00557788" w:rsidP="00557788">
      <w:r>
        <w:t>382.9789</w:t>
      </w:r>
      <w:r>
        <w:tab/>
        <w:t>1.953e0</w:t>
      </w:r>
    </w:p>
    <w:p w:rsidR="00557788" w:rsidRDefault="00557788" w:rsidP="00557788">
      <w:r>
        <w:t>382.9977</w:t>
      </w:r>
      <w:r>
        <w:tab/>
        <w:t>5.884e0</w:t>
      </w:r>
    </w:p>
    <w:p w:rsidR="00557788" w:rsidRDefault="00557788" w:rsidP="00557788">
      <w:r>
        <w:t>383.0039</w:t>
      </w:r>
      <w:r>
        <w:tab/>
        <w:t>6.076e0</w:t>
      </w:r>
    </w:p>
    <w:p w:rsidR="00557788" w:rsidRDefault="00557788" w:rsidP="00557788">
      <w:r>
        <w:t>383.0133</w:t>
      </w:r>
      <w:r>
        <w:tab/>
        <w:t>1.811e0</w:t>
      </w:r>
    </w:p>
    <w:p w:rsidR="00557788" w:rsidRDefault="00557788" w:rsidP="00557788">
      <w:r>
        <w:t>383.0179</w:t>
      </w:r>
      <w:r>
        <w:tab/>
        <w:t>5.063e-2</w:t>
      </w:r>
    </w:p>
    <w:p w:rsidR="00557788" w:rsidRDefault="00557788" w:rsidP="00557788">
      <w:r>
        <w:t>383.0512</w:t>
      </w:r>
      <w:r>
        <w:tab/>
        <w:t>6.076e0</w:t>
      </w:r>
    </w:p>
    <w:p w:rsidR="00557788" w:rsidRDefault="00557788" w:rsidP="00557788">
      <w:r>
        <w:t>383.0677</w:t>
      </w:r>
      <w:r>
        <w:tab/>
        <w:t>5.474e0</w:t>
      </w:r>
    </w:p>
    <w:p w:rsidR="00557788" w:rsidRDefault="00557788" w:rsidP="00557788">
      <w:r>
        <w:t>383.0717</w:t>
      </w:r>
      <w:r>
        <w:tab/>
        <w:t>2.609e0</w:t>
      </w:r>
    </w:p>
    <w:p w:rsidR="00557788" w:rsidRDefault="00557788" w:rsidP="00557788">
      <w:r>
        <w:lastRenderedPageBreak/>
        <w:t>383.1000</w:t>
      </w:r>
      <w:r>
        <w:tab/>
        <w:t>3.997e-1</w:t>
      </w:r>
    </w:p>
    <w:p w:rsidR="00557788" w:rsidRDefault="00557788" w:rsidP="00557788">
      <w:r>
        <w:t>383.1031</w:t>
      </w:r>
      <w:r>
        <w:tab/>
        <w:t>1.715e0</w:t>
      </w:r>
    </w:p>
    <w:p w:rsidR="00557788" w:rsidRDefault="00557788" w:rsidP="00557788">
      <w:r>
        <w:t>383.1135</w:t>
      </w:r>
      <w:r>
        <w:tab/>
        <w:t>3.038e0</w:t>
      </w:r>
    </w:p>
    <w:p w:rsidR="00557788" w:rsidRDefault="00557788" w:rsidP="00557788">
      <w:r>
        <w:t>383.1162</w:t>
      </w:r>
      <w:r>
        <w:tab/>
        <w:t>4.309e0</w:t>
      </w:r>
    </w:p>
    <w:p w:rsidR="00557788" w:rsidRDefault="00557788" w:rsidP="00557788">
      <w:r>
        <w:t>383.1234</w:t>
      </w:r>
      <w:r>
        <w:tab/>
        <w:t>3.796e0</w:t>
      </w:r>
    </w:p>
    <w:p w:rsidR="00557788" w:rsidRDefault="00557788" w:rsidP="00557788">
      <w:r>
        <w:t>383.1268</w:t>
      </w:r>
      <w:r>
        <w:tab/>
        <w:t>7.392e0</w:t>
      </w:r>
    </w:p>
    <w:p w:rsidR="00557788" w:rsidRDefault="00557788" w:rsidP="00557788">
      <w:r>
        <w:t>383.1521</w:t>
      </w:r>
      <w:r>
        <w:tab/>
        <w:t>1.833e0</w:t>
      </w:r>
    </w:p>
    <w:p w:rsidR="00557788" w:rsidRDefault="00557788" w:rsidP="00557788">
      <w:r>
        <w:t>383.1594</w:t>
      </w:r>
      <w:r>
        <w:tab/>
        <w:t>2.693e0</w:t>
      </w:r>
    </w:p>
    <w:p w:rsidR="00557788" w:rsidRDefault="00557788" w:rsidP="00557788">
      <w:r>
        <w:t>383.1667</w:t>
      </w:r>
      <w:r>
        <w:tab/>
        <w:t>1.565e0</w:t>
      </w:r>
    </w:p>
    <w:p w:rsidR="00557788" w:rsidRDefault="00557788" w:rsidP="00557788">
      <w:r>
        <w:t>383.1737</w:t>
      </w:r>
      <w:r>
        <w:tab/>
        <w:t>2.051e0</w:t>
      </w:r>
    </w:p>
    <w:p w:rsidR="00557788" w:rsidRDefault="00557788" w:rsidP="00557788">
      <w:r>
        <w:t>383.1823</w:t>
      </w:r>
      <w:r>
        <w:tab/>
        <w:t>2.506e0</w:t>
      </w:r>
    </w:p>
    <w:p w:rsidR="00557788" w:rsidRDefault="00557788" w:rsidP="00557788">
      <w:r>
        <w:t>383.2118</w:t>
      </w:r>
      <w:r>
        <w:tab/>
        <w:t>1.670e1</w:t>
      </w:r>
    </w:p>
    <w:p w:rsidR="00557788" w:rsidRDefault="00557788" w:rsidP="00557788">
      <w:r>
        <w:t>383.2183</w:t>
      </w:r>
      <w:r>
        <w:tab/>
        <w:t>2.844e1</w:t>
      </w:r>
    </w:p>
    <w:p w:rsidR="00557788" w:rsidRDefault="00557788" w:rsidP="00557788">
      <w:r>
        <w:t>383.2283</w:t>
      </w:r>
      <w:r>
        <w:tab/>
        <w:t>3.182e1</w:t>
      </w:r>
    </w:p>
    <w:p w:rsidR="00557788" w:rsidRDefault="00557788" w:rsidP="00557788">
      <w:r>
        <w:t>383.2645</w:t>
      </w:r>
      <w:r>
        <w:tab/>
        <w:t>4.706e0</w:t>
      </w:r>
    </w:p>
    <w:p w:rsidR="00557788" w:rsidRDefault="00557788" w:rsidP="00557788">
      <w:r>
        <w:t>383.2778</w:t>
      </w:r>
      <w:r>
        <w:tab/>
        <w:t>4.626e0</w:t>
      </w:r>
    </w:p>
    <w:p w:rsidR="00557788" w:rsidRDefault="00557788" w:rsidP="00557788">
      <w:r>
        <w:t>383.3669</w:t>
      </w:r>
      <w:r>
        <w:tab/>
        <w:t>5.253e0</w:t>
      </w:r>
    </w:p>
    <w:p w:rsidR="00557788" w:rsidRDefault="00557788" w:rsidP="00557788">
      <w:r>
        <w:t>383.3770</w:t>
      </w:r>
      <w:r>
        <w:tab/>
        <w:t>1.556e0</w:t>
      </w:r>
    </w:p>
    <w:p w:rsidR="00557788" w:rsidRDefault="00557788" w:rsidP="00557788">
      <w:r>
        <w:t>383.3824</w:t>
      </w:r>
      <w:r>
        <w:tab/>
        <w:t>2.521e0</w:t>
      </w:r>
    </w:p>
    <w:p w:rsidR="00557788" w:rsidRDefault="00557788" w:rsidP="00557788">
      <w:r>
        <w:lastRenderedPageBreak/>
        <w:t>383.3883</w:t>
      </w:r>
      <w:r>
        <w:tab/>
        <w:t>5.314e0</w:t>
      </w:r>
    </w:p>
    <w:p w:rsidR="00557788" w:rsidRDefault="00557788" w:rsidP="00557788">
      <w:r>
        <w:t>383.3896</w:t>
      </w:r>
      <w:r>
        <w:tab/>
        <w:t>1.013e0</w:t>
      </w:r>
    </w:p>
    <w:p w:rsidR="00557788" w:rsidRDefault="00557788" w:rsidP="00557788">
      <w:r>
        <w:t>383.3919</w:t>
      </w:r>
      <w:r>
        <w:tab/>
        <w:t>1.333e0</w:t>
      </w:r>
    </w:p>
    <w:p w:rsidR="00557788" w:rsidRDefault="00557788" w:rsidP="00557788">
      <w:r>
        <w:t>383.3953</w:t>
      </w:r>
      <w:r>
        <w:tab/>
        <w:t>4.051e0</w:t>
      </w:r>
    </w:p>
    <w:p w:rsidR="00557788" w:rsidRDefault="00557788" w:rsidP="00557788">
      <w:r>
        <w:t>383.4295</w:t>
      </w:r>
      <w:r>
        <w:tab/>
        <w:t>2.025e0</w:t>
      </w:r>
    </w:p>
    <w:p w:rsidR="00557788" w:rsidRDefault="00557788" w:rsidP="00557788">
      <w:r>
        <w:t>383.4356</w:t>
      </w:r>
      <w:r>
        <w:tab/>
        <w:t>1.013e0</w:t>
      </w:r>
    </w:p>
    <w:p w:rsidR="00557788" w:rsidRDefault="00557788" w:rsidP="00557788">
      <w:r>
        <w:t>383.4471</w:t>
      </w:r>
      <w:r>
        <w:tab/>
        <w:t>3.038e0</w:t>
      </w:r>
    </w:p>
    <w:p w:rsidR="00557788" w:rsidRDefault="00557788" w:rsidP="00557788">
      <w:r>
        <w:t>383.4524</w:t>
      </w:r>
      <w:r>
        <w:tab/>
        <w:t>4.051e0</w:t>
      </w:r>
    </w:p>
    <w:p w:rsidR="00557788" w:rsidRDefault="00557788" w:rsidP="00557788">
      <w:r>
        <w:t>383.4655</w:t>
      </w:r>
      <w:r>
        <w:tab/>
        <w:t>2.025e0</w:t>
      </w:r>
    </w:p>
    <w:p w:rsidR="00557788" w:rsidRDefault="00557788" w:rsidP="00557788">
      <w:r>
        <w:t>383.4702</w:t>
      </w:r>
      <w:r>
        <w:tab/>
        <w:t>2.981e0</w:t>
      </w:r>
    </w:p>
    <w:p w:rsidR="00557788" w:rsidRDefault="00557788" w:rsidP="00557788">
      <w:r>
        <w:t>383.5035</w:t>
      </w:r>
      <w:r>
        <w:tab/>
        <w:t>3.051e0</w:t>
      </w:r>
    </w:p>
    <w:p w:rsidR="00557788" w:rsidRDefault="00557788" w:rsidP="00557788">
      <w:r>
        <w:t>383.5054</w:t>
      </w:r>
      <w:r>
        <w:tab/>
        <w:t>3.038e0</w:t>
      </w:r>
    </w:p>
    <w:p w:rsidR="00557788" w:rsidRDefault="00557788" w:rsidP="00557788">
      <w:r>
        <w:t>383.5113</w:t>
      </w:r>
      <w:r>
        <w:tab/>
        <w:t>3.038e0</w:t>
      </w:r>
    </w:p>
    <w:p w:rsidR="00557788" w:rsidRDefault="00557788" w:rsidP="00557788">
      <w:r>
        <w:t>383.5354</w:t>
      </w:r>
      <w:r>
        <w:tab/>
        <w:t>3.038e0</w:t>
      </w:r>
    </w:p>
    <w:p w:rsidR="00557788" w:rsidRDefault="00557788" w:rsidP="00557788">
      <w:r>
        <w:t>383.5414</w:t>
      </w:r>
      <w:r>
        <w:tab/>
        <w:t>1.013e0</w:t>
      </w:r>
    </w:p>
    <w:p w:rsidR="00557788" w:rsidRDefault="00557788" w:rsidP="00557788">
      <w:r>
        <w:t>383.5477</w:t>
      </w:r>
      <w:r>
        <w:tab/>
        <w:t>2.025e0</w:t>
      </w:r>
    </w:p>
    <w:p w:rsidR="00557788" w:rsidRDefault="00557788" w:rsidP="00557788">
      <w:r>
        <w:t>383.5507</w:t>
      </w:r>
      <w:r>
        <w:tab/>
        <w:t>2.025e0</w:t>
      </w:r>
    </w:p>
    <w:p w:rsidR="00557788" w:rsidRDefault="00557788" w:rsidP="00557788">
      <w:r>
        <w:t>383.5626</w:t>
      </w:r>
      <w:r>
        <w:tab/>
        <w:t>1.013e0</w:t>
      </w:r>
    </w:p>
    <w:p w:rsidR="00557788" w:rsidRDefault="00557788" w:rsidP="00557788">
      <w:r>
        <w:t>383.5690</w:t>
      </w:r>
      <w:r>
        <w:tab/>
        <w:t>3.038e0</w:t>
      </w:r>
    </w:p>
    <w:p w:rsidR="00557788" w:rsidRDefault="00557788" w:rsidP="00557788">
      <w:r>
        <w:lastRenderedPageBreak/>
        <w:t>383.5838</w:t>
      </w:r>
      <w:r>
        <w:tab/>
        <w:t>1.013e0</w:t>
      </w:r>
    </w:p>
    <w:p w:rsidR="00557788" w:rsidRDefault="00557788" w:rsidP="00557788">
      <w:r>
        <w:t>383.5857</w:t>
      </w:r>
      <w:r>
        <w:tab/>
        <w:t>2.025e0</w:t>
      </w:r>
    </w:p>
    <w:p w:rsidR="00557788" w:rsidRDefault="00557788" w:rsidP="00557788">
      <w:r>
        <w:t>383.5922</w:t>
      </w:r>
      <w:r>
        <w:tab/>
        <w:t>1.025e0</w:t>
      </w:r>
    </w:p>
    <w:p w:rsidR="00557788" w:rsidRDefault="00557788" w:rsidP="00557788">
      <w:r>
        <w:t>383.6050</w:t>
      </w:r>
      <w:r>
        <w:tab/>
        <w:t>1.013e0</w:t>
      </w:r>
    </w:p>
    <w:p w:rsidR="00557788" w:rsidRDefault="00557788" w:rsidP="00557788">
      <w:r>
        <w:t>383.6088</w:t>
      </w:r>
      <w:r>
        <w:tab/>
        <w:t>1.013e0</w:t>
      </w:r>
    </w:p>
    <w:p w:rsidR="00557788" w:rsidRDefault="00557788" w:rsidP="00557788">
      <w:r>
        <w:t>383.6187</w:t>
      </w:r>
      <w:r>
        <w:tab/>
        <w:t>1.013e0</w:t>
      </w:r>
    </w:p>
    <w:p w:rsidR="00557788" w:rsidRDefault="00557788" w:rsidP="00557788">
      <w:r>
        <w:t>383.6272</w:t>
      </w:r>
      <w:r>
        <w:tab/>
        <w:t>2.025e0</w:t>
      </w:r>
    </w:p>
    <w:p w:rsidR="00557788" w:rsidRDefault="00557788" w:rsidP="00557788">
      <w:r>
        <w:t>383.6319</w:t>
      </w:r>
      <w:r>
        <w:tab/>
        <w:t>1.051e0</w:t>
      </w:r>
    </w:p>
    <w:p w:rsidR="00557788" w:rsidRDefault="00557788" w:rsidP="00557788">
      <w:r>
        <w:t>383.6478</w:t>
      </w:r>
      <w:r>
        <w:tab/>
        <w:t>1.038e0</w:t>
      </w:r>
    </w:p>
    <w:p w:rsidR="00557788" w:rsidRDefault="00557788" w:rsidP="00557788">
      <w:r>
        <w:t>383.6575</w:t>
      </w:r>
      <w:r>
        <w:tab/>
        <w:t>3.038e0</w:t>
      </w:r>
    </w:p>
    <w:p w:rsidR="00557788" w:rsidRDefault="00557788" w:rsidP="00557788">
      <w:r>
        <w:t>383.6651</w:t>
      </w:r>
      <w:r>
        <w:tab/>
        <w:t>5.101e0</w:t>
      </w:r>
    </w:p>
    <w:p w:rsidR="00557788" w:rsidRDefault="00557788" w:rsidP="00557788">
      <w:r>
        <w:t>383.6884</w:t>
      </w:r>
      <w:r>
        <w:tab/>
        <w:t>2.025e0</w:t>
      </w:r>
    </w:p>
    <w:p w:rsidR="00557788" w:rsidRDefault="00557788" w:rsidP="00557788">
      <w:r>
        <w:t>383.6976</w:t>
      </w:r>
      <w:r>
        <w:tab/>
        <w:t>3.038e0</w:t>
      </w:r>
    </w:p>
    <w:p w:rsidR="00557788" w:rsidRDefault="00557788" w:rsidP="00557788">
      <w:r>
        <w:t>383.7078</w:t>
      </w:r>
      <w:r>
        <w:tab/>
        <w:t>2.025e0</w:t>
      </w:r>
    </w:p>
    <w:p w:rsidR="00557788" w:rsidRDefault="00557788" w:rsidP="00557788">
      <w:r>
        <w:t>383.7146</w:t>
      </w:r>
      <w:r>
        <w:tab/>
        <w:t>2.038e0</w:t>
      </w:r>
    </w:p>
    <w:p w:rsidR="00557788" w:rsidRDefault="00557788" w:rsidP="00557788">
      <w:r>
        <w:t>383.7184</w:t>
      </w:r>
      <w:r>
        <w:tab/>
        <w:t>1.025e0</w:t>
      </w:r>
    </w:p>
    <w:p w:rsidR="00557788" w:rsidRDefault="00557788" w:rsidP="00557788">
      <w:r>
        <w:t>383.7276</w:t>
      </w:r>
      <w:r>
        <w:tab/>
        <w:t>1.266e-2</w:t>
      </w:r>
    </w:p>
    <w:p w:rsidR="00557788" w:rsidRDefault="00557788" w:rsidP="00557788">
      <w:r>
        <w:t>383.7396</w:t>
      </w:r>
      <w:r>
        <w:tab/>
        <w:t>1.013e0</w:t>
      </w:r>
    </w:p>
    <w:p w:rsidR="00557788" w:rsidRDefault="00557788" w:rsidP="00557788">
      <w:r>
        <w:t>383.7441</w:t>
      </w:r>
      <w:r>
        <w:tab/>
        <w:t>4.051e0</w:t>
      </w:r>
    </w:p>
    <w:p w:rsidR="00557788" w:rsidRDefault="00557788" w:rsidP="00557788">
      <w:r>
        <w:lastRenderedPageBreak/>
        <w:t>383.7480</w:t>
      </w:r>
      <w:r>
        <w:tab/>
        <w:t>1.266e-2</w:t>
      </w:r>
    </w:p>
    <w:p w:rsidR="00557788" w:rsidRDefault="00557788" w:rsidP="00557788">
      <w:r>
        <w:t>383.7649</w:t>
      </w:r>
      <w:r>
        <w:tab/>
        <w:t>3.797e-2</w:t>
      </w:r>
    </w:p>
    <w:p w:rsidR="00557788" w:rsidRDefault="00557788" w:rsidP="00557788">
      <w:r>
        <w:t>383.7752</w:t>
      </w:r>
      <w:r>
        <w:tab/>
        <w:t>2.532e-2</w:t>
      </w:r>
    </w:p>
    <w:p w:rsidR="00557788" w:rsidRDefault="00557788" w:rsidP="00557788">
      <w:r>
        <w:t>383.7888</w:t>
      </w:r>
      <w:r>
        <w:tab/>
        <w:t>3.038e0</w:t>
      </w:r>
    </w:p>
    <w:p w:rsidR="00557788" w:rsidRDefault="00557788" w:rsidP="00557788">
      <w:r>
        <w:t>383.7915</w:t>
      </w:r>
      <w:r>
        <w:tab/>
        <w:t>2.025e0</w:t>
      </w:r>
    </w:p>
    <w:p w:rsidR="00557788" w:rsidRDefault="00557788" w:rsidP="00557788">
      <w:r>
        <w:t>383.8221</w:t>
      </w:r>
      <w:r>
        <w:tab/>
        <w:t>4.051e0</w:t>
      </w:r>
    </w:p>
    <w:p w:rsidR="00557788" w:rsidRDefault="00557788" w:rsidP="00557788">
      <w:r>
        <w:t>383.8275</w:t>
      </w:r>
      <w:r>
        <w:tab/>
        <w:t>4.076e0</w:t>
      </w:r>
    </w:p>
    <w:p w:rsidR="00557788" w:rsidRDefault="00557788" w:rsidP="00557788">
      <w:r>
        <w:t>383.8348</w:t>
      </w:r>
      <w:r>
        <w:tab/>
        <w:t>2.025e0</w:t>
      </w:r>
    </w:p>
    <w:p w:rsidR="00557788" w:rsidRDefault="00557788" w:rsidP="00557788">
      <w:r>
        <w:t>383.8365</w:t>
      </w:r>
      <w:r>
        <w:tab/>
        <w:t>1.013e0</w:t>
      </w:r>
    </w:p>
    <w:p w:rsidR="00557788" w:rsidRDefault="00557788" w:rsidP="00557788">
      <w:r>
        <w:t>383.8531</w:t>
      </w:r>
      <w:r>
        <w:tab/>
        <w:t>1.266e-2</w:t>
      </w:r>
    </w:p>
    <w:p w:rsidR="00557788" w:rsidRDefault="00557788" w:rsidP="00557788">
      <w:r>
        <w:t>383.8720</w:t>
      </w:r>
      <w:r>
        <w:tab/>
        <w:t>2.025e0</w:t>
      </w:r>
    </w:p>
    <w:p w:rsidR="00557788" w:rsidRDefault="00557788" w:rsidP="00557788">
      <w:r>
        <w:t>383.8888</w:t>
      </w:r>
      <w:r>
        <w:tab/>
        <w:t>4.046e0</w:t>
      </w:r>
    </w:p>
    <w:p w:rsidR="00557788" w:rsidRDefault="00557788" w:rsidP="00557788">
      <w:r>
        <w:t>383.8995</w:t>
      </w:r>
      <w:r>
        <w:tab/>
        <w:t>3.326e0</w:t>
      </w:r>
    </w:p>
    <w:p w:rsidR="00557788" w:rsidRDefault="00557788" w:rsidP="00557788">
      <w:r>
        <w:t>383.9125</w:t>
      </w:r>
      <w:r>
        <w:tab/>
        <w:t>1.439e1</w:t>
      </w:r>
    </w:p>
    <w:p w:rsidR="00557788" w:rsidRDefault="00557788" w:rsidP="00557788">
      <w:r>
        <w:t>383.9215</w:t>
      </w:r>
      <w:r>
        <w:tab/>
        <w:t>3.588e0</w:t>
      </w:r>
    </w:p>
    <w:p w:rsidR="00557788" w:rsidRDefault="00557788" w:rsidP="00557788">
      <w:r>
        <w:t>383.9421</w:t>
      </w:r>
      <w:r>
        <w:tab/>
        <w:t>4.095e0</w:t>
      </w:r>
    </w:p>
    <w:p w:rsidR="00557788" w:rsidRDefault="00557788" w:rsidP="00557788">
      <w:r>
        <w:t>383.9524</w:t>
      </w:r>
      <w:r>
        <w:tab/>
        <w:t>4.510e0</w:t>
      </w:r>
    </w:p>
    <w:p w:rsidR="00557788" w:rsidRDefault="00557788" w:rsidP="00557788">
      <w:r>
        <w:t>383.9710</w:t>
      </w:r>
      <w:r>
        <w:tab/>
        <w:t>9.026e-1</w:t>
      </w:r>
    </w:p>
    <w:p w:rsidR="00557788" w:rsidRDefault="00557788" w:rsidP="00557788">
      <w:r>
        <w:t>383.9964</w:t>
      </w:r>
      <w:r>
        <w:tab/>
        <w:t>2.532e-2</w:t>
      </w:r>
    </w:p>
    <w:p w:rsidR="00557788" w:rsidRDefault="00557788" w:rsidP="00557788">
      <w:r>
        <w:lastRenderedPageBreak/>
        <w:t>384.0037</w:t>
      </w:r>
      <w:r>
        <w:tab/>
        <w:t>3.038e0</w:t>
      </w:r>
    </w:p>
    <w:p w:rsidR="00557788" w:rsidRDefault="00557788" w:rsidP="00557788">
      <w:r>
        <w:t>384.0050</w:t>
      </w:r>
      <w:r>
        <w:tab/>
        <w:t>3.038e0</w:t>
      </w:r>
    </w:p>
    <w:p w:rsidR="00557788" w:rsidRDefault="00557788" w:rsidP="00557788">
      <w:r>
        <w:t>384.0139</w:t>
      </w:r>
      <w:r>
        <w:tab/>
        <w:t>3.957e0</w:t>
      </w:r>
    </w:p>
    <w:p w:rsidR="00557788" w:rsidRDefault="00557788" w:rsidP="00557788">
      <w:r>
        <w:t>384.0301</w:t>
      </w:r>
      <w:r>
        <w:tab/>
        <w:t>1.013e0</w:t>
      </w:r>
    </w:p>
    <w:p w:rsidR="00557788" w:rsidRDefault="00557788" w:rsidP="00557788">
      <w:r>
        <w:t>384.0391</w:t>
      </w:r>
      <w:r>
        <w:tab/>
        <w:t>1.580e0</w:t>
      </w:r>
    </w:p>
    <w:p w:rsidR="00557788" w:rsidRDefault="00557788" w:rsidP="00557788">
      <w:r>
        <w:t>384.0533</w:t>
      </w:r>
      <w:r>
        <w:tab/>
        <w:t>1.932e0</w:t>
      </w:r>
    </w:p>
    <w:p w:rsidR="00557788" w:rsidRDefault="00557788" w:rsidP="00557788">
      <w:r>
        <w:t>384.0584</w:t>
      </w:r>
      <w:r>
        <w:tab/>
        <w:t>4.923e0</w:t>
      </w:r>
    </w:p>
    <w:p w:rsidR="00557788" w:rsidRDefault="00557788" w:rsidP="00557788">
      <w:r>
        <w:t>384.0780</w:t>
      </w:r>
      <w:r>
        <w:tab/>
        <w:t>1.649e0</w:t>
      </w:r>
    </w:p>
    <w:p w:rsidR="00557788" w:rsidRDefault="00557788" w:rsidP="00557788">
      <w:r>
        <w:t>384.0822</w:t>
      </w:r>
      <w:r>
        <w:tab/>
        <w:t>1.877e0</w:t>
      </w:r>
    </w:p>
    <w:p w:rsidR="00557788" w:rsidRDefault="00557788" w:rsidP="00557788">
      <w:r>
        <w:t>384.0987</w:t>
      </w:r>
      <w:r>
        <w:tab/>
        <w:t>1.038e0</w:t>
      </w:r>
    </w:p>
    <w:p w:rsidR="00557788" w:rsidRDefault="00557788" w:rsidP="00557788">
      <w:r>
        <w:t>384.1030</w:t>
      </w:r>
      <w:r>
        <w:tab/>
        <w:t>3.309e0</w:t>
      </w:r>
    </w:p>
    <w:p w:rsidR="00557788" w:rsidRDefault="00557788" w:rsidP="00557788">
      <w:r>
        <w:t>384.1241</w:t>
      </w:r>
      <w:r>
        <w:tab/>
        <w:t>4.962e0</w:t>
      </w:r>
    </w:p>
    <w:p w:rsidR="00557788" w:rsidRDefault="00557788" w:rsidP="00557788">
      <w:r>
        <w:t>384.1424</w:t>
      </w:r>
      <w:r>
        <w:tab/>
        <w:t>4.972e0</w:t>
      </w:r>
    </w:p>
    <w:p w:rsidR="00557788" w:rsidRDefault="00557788" w:rsidP="00557788">
      <w:r>
        <w:t>384.1595</w:t>
      </w:r>
      <w:r>
        <w:tab/>
        <w:t>8.995e0</w:t>
      </w:r>
    </w:p>
    <w:p w:rsidR="00557788" w:rsidRDefault="00557788" w:rsidP="00557788">
      <w:r>
        <w:t>384.1675</w:t>
      </w:r>
      <w:r>
        <w:tab/>
        <w:t>8.874e0</w:t>
      </w:r>
    </w:p>
    <w:p w:rsidR="00557788" w:rsidRDefault="00557788" w:rsidP="00557788">
      <w:r>
        <w:t>384.1700</w:t>
      </w:r>
      <w:r>
        <w:tab/>
        <w:t>1.834e1</w:t>
      </w:r>
    </w:p>
    <w:p w:rsidR="00557788" w:rsidRDefault="00557788" w:rsidP="00557788">
      <w:r>
        <w:t>384.1714</w:t>
      </w:r>
      <w:r>
        <w:tab/>
        <w:t>1.298e1</w:t>
      </w:r>
    </w:p>
    <w:p w:rsidR="00557788" w:rsidRDefault="00557788" w:rsidP="00557788">
      <w:r>
        <w:t>384.1837</w:t>
      </w:r>
      <w:r>
        <w:tab/>
        <w:t>2.675e0</w:t>
      </w:r>
    </w:p>
    <w:p w:rsidR="00557788" w:rsidRDefault="00557788" w:rsidP="00557788">
      <w:r>
        <w:t>384.2268</w:t>
      </w:r>
      <w:r>
        <w:tab/>
        <w:t>6.051e0</w:t>
      </w:r>
    </w:p>
    <w:p w:rsidR="00557788" w:rsidRDefault="00557788" w:rsidP="00557788">
      <w:r>
        <w:lastRenderedPageBreak/>
        <w:t>384.2315</w:t>
      </w:r>
      <w:r>
        <w:tab/>
        <w:t>1.125e0</w:t>
      </w:r>
    </w:p>
    <w:p w:rsidR="00557788" w:rsidRDefault="00557788" w:rsidP="00557788">
      <w:r>
        <w:t>384.2380</w:t>
      </w:r>
      <w:r>
        <w:tab/>
        <w:t>1.536e0</w:t>
      </w:r>
    </w:p>
    <w:p w:rsidR="00557788" w:rsidRDefault="00557788" w:rsidP="00557788">
      <w:r>
        <w:t>384.2662</w:t>
      </w:r>
      <w:r>
        <w:tab/>
        <w:t>3.596e0</w:t>
      </w:r>
    </w:p>
    <w:p w:rsidR="00557788" w:rsidRDefault="00557788" w:rsidP="00557788">
      <w:r>
        <w:t>384.2729</w:t>
      </w:r>
      <w:r>
        <w:tab/>
        <w:t>4.205e0</w:t>
      </w:r>
    </w:p>
    <w:p w:rsidR="00557788" w:rsidRDefault="00557788" w:rsidP="00557788">
      <w:r>
        <w:t>384.2804</w:t>
      </w:r>
      <w:r>
        <w:tab/>
        <w:t>1.845e0</w:t>
      </w:r>
    </w:p>
    <w:p w:rsidR="00557788" w:rsidRDefault="00557788" w:rsidP="00557788">
      <w:r>
        <w:t>384.3138</w:t>
      </w:r>
      <w:r>
        <w:tab/>
        <w:t>1.279e0</w:t>
      </w:r>
    </w:p>
    <w:p w:rsidR="00557788" w:rsidRDefault="00557788" w:rsidP="00557788">
      <w:r>
        <w:t>384.3629</w:t>
      </w:r>
      <w:r>
        <w:tab/>
        <w:t>3.773e0</w:t>
      </w:r>
    </w:p>
    <w:p w:rsidR="00557788" w:rsidRDefault="00557788" w:rsidP="00557788">
      <w:r>
        <w:t>384.3702</w:t>
      </w:r>
      <w:r>
        <w:tab/>
        <w:t>2.501e0</w:t>
      </w:r>
    </w:p>
    <w:p w:rsidR="00557788" w:rsidRDefault="00557788" w:rsidP="00557788">
      <w:r>
        <w:t>384.3715</w:t>
      </w:r>
      <w:r>
        <w:tab/>
        <w:t>2.696e0</w:t>
      </w:r>
    </w:p>
    <w:p w:rsidR="00557788" w:rsidRDefault="00557788" w:rsidP="00557788">
      <w:r>
        <w:t>384.3838</w:t>
      </w:r>
      <w:r>
        <w:tab/>
        <w:t>2.099e0</w:t>
      </w:r>
    </w:p>
    <w:p w:rsidR="00557788" w:rsidRDefault="00557788" w:rsidP="00557788">
      <w:r>
        <w:t>384.3886</w:t>
      </w:r>
      <w:r>
        <w:tab/>
        <w:t>2.429e0</w:t>
      </w:r>
    </w:p>
    <w:p w:rsidR="00557788" w:rsidRDefault="00557788" w:rsidP="00557788">
      <w:r>
        <w:t>384.3947</w:t>
      </w:r>
      <w:r>
        <w:tab/>
        <w:t>1.519e0</w:t>
      </w:r>
    </w:p>
    <w:p w:rsidR="00557788" w:rsidRDefault="00557788" w:rsidP="00557788">
      <w:r>
        <w:t>384.3987</w:t>
      </w:r>
      <w:r>
        <w:tab/>
        <w:t>3.076e0</w:t>
      </w:r>
    </w:p>
    <w:p w:rsidR="00557788" w:rsidRDefault="00557788" w:rsidP="00557788">
      <w:r>
        <w:t>384.4113</w:t>
      </w:r>
      <w:r>
        <w:tab/>
        <w:t>2.102e0</w:t>
      </w:r>
    </w:p>
    <w:p w:rsidR="00557788" w:rsidRDefault="00557788" w:rsidP="00557788">
      <w:r>
        <w:t>384.4154</w:t>
      </w:r>
      <w:r>
        <w:tab/>
        <w:t>1.732e0</w:t>
      </w:r>
    </w:p>
    <w:p w:rsidR="00557788" w:rsidRDefault="00557788" w:rsidP="00557788">
      <w:r>
        <w:t>384.4166</w:t>
      </w:r>
      <w:r>
        <w:tab/>
        <w:t>3.115e0</w:t>
      </w:r>
    </w:p>
    <w:p w:rsidR="00557788" w:rsidRDefault="00557788" w:rsidP="00557788">
      <w:r>
        <w:t>384.4227</w:t>
      </w:r>
      <w:r>
        <w:tab/>
        <w:t>1.013e0</w:t>
      </w:r>
    </w:p>
    <w:p w:rsidR="00557788" w:rsidRDefault="00557788" w:rsidP="00557788">
      <w:r>
        <w:t>384.4334</w:t>
      </w:r>
      <w:r>
        <w:tab/>
        <w:t>2.025e0</w:t>
      </w:r>
    </w:p>
    <w:p w:rsidR="00557788" w:rsidRDefault="00557788" w:rsidP="00557788">
      <w:r>
        <w:t>384.4368</w:t>
      </w:r>
      <w:r>
        <w:tab/>
        <w:t>3.038e0</w:t>
      </w:r>
    </w:p>
    <w:p w:rsidR="00557788" w:rsidRDefault="00557788" w:rsidP="00557788">
      <w:r>
        <w:lastRenderedPageBreak/>
        <w:t>384.4601</w:t>
      </w:r>
      <w:r>
        <w:tab/>
        <w:t>2.025e0</w:t>
      </w:r>
    </w:p>
    <w:p w:rsidR="00557788" w:rsidRDefault="00557788" w:rsidP="00557788">
      <w:r>
        <w:t>384.4832</w:t>
      </w:r>
      <w:r>
        <w:tab/>
        <w:t>4.051e0</w:t>
      </w:r>
    </w:p>
    <w:p w:rsidR="00557788" w:rsidRDefault="00557788" w:rsidP="00557788">
      <w:r>
        <w:t>384.4943</w:t>
      </w:r>
      <w:r>
        <w:tab/>
        <w:t>4.051e0</w:t>
      </w:r>
    </w:p>
    <w:p w:rsidR="00557788" w:rsidRDefault="00557788" w:rsidP="00557788">
      <w:r>
        <w:t>384.5078</w:t>
      </w:r>
      <w:r>
        <w:tab/>
        <w:t>2.025e0</w:t>
      </w:r>
    </w:p>
    <w:p w:rsidR="00557788" w:rsidRDefault="00557788" w:rsidP="00557788">
      <w:r>
        <w:t>384.5186</w:t>
      </w:r>
      <w:r>
        <w:tab/>
        <w:t>2.025e0</w:t>
      </w:r>
    </w:p>
    <w:p w:rsidR="00557788" w:rsidRDefault="00557788" w:rsidP="00557788">
      <w:r>
        <w:t>384.5280</w:t>
      </w:r>
      <w:r>
        <w:tab/>
        <w:t>2.025e0</w:t>
      </w:r>
    </w:p>
    <w:p w:rsidR="00557788" w:rsidRDefault="00557788" w:rsidP="00557788">
      <w:r>
        <w:t>384.5377</w:t>
      </w:r>
      <w:r>
        <w:tab/>
        <w:t>3.038e0</w:t>
      </w:r>
    </w:p>
    <w:p w:rsidR="00557788" w:rsidRDefault="00557788" w:rsidP="00557788">
      <w:r>
        <w:t>384.5612</w:t>
      </w:r>
      <w:r>
        <w:tab/>
        <w:t>1.025e0</w:t>
      </w:r>
    </w:p>
    <w:p w:rsidR="00557788" w:rsidRDefault="00557788" w:rsidP="00557788">
      <w:r>
        <w:t>384.5681</w:t>
      </w:r>
      <w:r>
        <w:tab/>
        <w:t>3.038e0</w:t>
      </w:r>
    </w:p>
    <w:p w:rsidR="00557788" w:rsidRDefault="00557788" w:rsidP="00557788">
      <w:r>
        <w:t>384.5728</w:t>
      </w:r>
      <w:r>
        <w:tab/>
        <w:t>1.013e0</w:t>
      </w:r>
    </w:p>
    <w:p w:rsidR="00557788" w:rsidRDefault="00557788" w:rsidP="00557788">
      <w:r>
        <w:t>384.6093</w:t>
      </w:r>
      <w:r>
        <w:tab/>
        <w:t>2.025e0</w:t>
      </w:r>
    </w:p>
    <w:p w:rsidR="00557788" w:rsidRDefault="00557788" w:rsidP="00557788">
      <w:r>
        <w:t>384.6175</w:t>
      </w:r>
      <w:r>
        <w:tab/>
        <w:t>3.038e0</w:t>
      </w:r>
    </w:p>
    <w:p w:rsidR="00557788" w:rsidRDefault="00557788" w:rsidP="00557788">
      <w:r>
        <w:t>384.6250</w:t>
      </w:r>
      <w:r>
        <w:tab/>
        <w:t>4.051e0</w:t>
      </w:r>
    </w:p>
    <w:p w:rsidR="00557788" w:rsidRDefault="00557788" w:rsidP="00557788">
      <w:r>
        <w:t>384.6342</w:t>
      </w:r>
      <w:r>
        <w:tab/>
        <w:t>1.266e-2</w:t>
      </w:r>
    </w:p>
    <w:p w:rsidR="00557788" w:rsidRDefault="00557788" w:rsidP="00557788">
      <w:r>
        <w:t>384.6546</w:t>
      </w:r>
      <w:r>
        <w:tab/>
        <w:t>1.013e0</w:t>
      </w:r>
    </w:p>
    <w:p w:rsidR="00557788" w:rsidRDefault="00557788" w:rsidP="00557788">
      <w:r>
        <w:t>384.6709</w:t>
      </w:r>
      <w:r>
        <w:tab/>
        <w:t>1.266e-2</w:t>
      </w:r>
    </w:p>
    <w:p w:rsidR="00557788" w:rsidRDefault="00557788" w:rsidP="00557788">
      <w:r>
        <w:t>384.6819</w:t>
      </w:r>
      <w:r>
        <w:tab/>
        <w:t>1.013e0</w:t>
      </w:r>
    </w:p>
    <w:p w:rsidR="00557788" w:rsidRDefault="00557788" w:rsidP="00557788">
      <w:r>
        <w:t>384.6882</w:t>
      </w:r>
      <w:r>
        <w:tab/>
        <w:t>1.013e0</w:t>
      </w:r>
    </w:p>
    <w:p w:rsidR="00557788" w:rsidRDefault="00557788" w:rsidP="00557788">
      <w:r>
        <w:t>384.6922</w:t>
      </w:r>
      <w:r>
        <w:tab/>
        <w:t>2.038e0</w:t>
      </w:r>
    </w:p>
    <w:p w:rsidR="00557788" w:rsidRDefault="00557788" w:rsidP="00557788">
      <w:r>
        <w:lastRenderedPageBreak/>
        <w:t>384.7071</w:t>
      </w:r>
      <w:r>
        <w:tab/>
        <w:t>2.025e0</w:t>
      </w:r>
    </w:p>
    <w:p w:rsidR="00557788" w:rsidRDefault="00557788" w:rsidP="00557788">
      <w:r>
        <w:t>384.7131</w:t>
      </w:r>
      <w:r>
        <w:tab/>
        <w:t>1.266e-2</w:t>
      </w:r>
    </w:p>
    <w:p w:rsidR="00557788" w:rsidRDefault="00557788" w:rsidP="00557788">
      <w:r>
        <w:t>384.7319</w:t>
      </w:r>
      <w:r>
        <w:tab/>
        <w:t>2.025e0</w:t>
      </w:r>
    </w:p>
    <w:p w:rsidR="00557788" w:rsidRDefault="00557788" w:rsidP="00557788">
      <w:r>
        <w:t>384.7382</w:t>
      </w:r>
      <w:r>
        <w:tab/>
        <w:t>1.013e0</w:t>
      </w:r>
    </w:p>
    <w:p w:rsidR="00557788" w:rsidRDefault="00557788" w:rsidP="00557788">
      <w:r>
        <w:t>384.7433</w:t>
      </w:r>
      <w:r>
        <w:tab/>
        <w:t>1.013e0</w:t>
      </w:r>
    </w:p>
    <w:p w:rsidR="00557788" w:rsidRDefault="00557788" w:rsidP="00557788">
      <w:r>
        <w:t>384.7444</w:t>
      </w:r>
      <w:r>
        <w:tab/>
        <w:t>3.038e0</w:t>
      </w:r>
    </w:p>
    <w:p w:rsidR="00557788" w:rsidRDefault="00557788" w:rsidP="00557788">
      <w:r>
        <w:t>384.7468</w:t>
      </w:r>
      <w:r>
        <w:tab/>
        <w:t>2.025e0</w:t>
      </w:r>
    </w:p>
    <w:p w:rsidR="00557788" w:rsidRDefault="00557788" w:rsidP="00557788">
      <w:r>
        <w:t>384.7522</w:t>
      </w:r>
      <w:r>
        <w:tab/>
        <w:t>2.025e0</w:t>
      </w:r>
    </w:p>
    <w:p w:rsidR="00557788" w:rsidRDefault="00557788" w:rsidP="00557788">
      <w:r>
        <w:t>384.7751</w:t>
      </w:r>
      <w:r>
        <w:tab/>
        <w:t>3.038e0</w:t>
      </w:r>
    </w:p>
    <w:p w:rsidR="00557788" w:rsidRDefault="00557788" w:rsidP="00557788">
      <w:r>
        <w:t>384.8036</w:t>
      </w:r>
      <w:r>
        <w:tab/>
        <w:t>2.076e0</w:t>
      </w:r>
    </w:p>
    <w:p w:rsidR="00557788" w:rsidRDefault="00557788" w:rsidP="00557788">
      <w:r>
        <w:t>384.8050</w:t>
      </w:r>
      <w:r>
        <w:tab/>
        <w:t>3.038e0</w:t>
      </w:r>
    </w:p>
    <w:p w:rsidR="00557788" w:rsidRDefault="00557788" w:rsidP="00557788">
      <w:r>
        <w:t>384.8092</w:t>
      </w:r>
      <w:r>
        <w:tab/>
        <w:t>4.051e0</w:t>
      </w:r>
    </w:p>
    <w:p w:rsidR="00557788" w:rsidRDefault="00557788" w:rsidP="00557788">
      <w:r>
        <w:t>384.8292</w:t>
      </w:r>
      <w:r>
        <w:tab/>
        <w:t>7.089e0</w:t>
      </w:r>
    </w:p>
    <w:p w:rsidR="00557788" w:rsidRDefault="00557788" w:rsidP="00557788">
      <w:r>
        <w:t>384.8401</w:t>
      </w:r>
      <w:r>
        <w:tab/>
        <w:t>3.038e0</w:t>
      </w:r>
    </w:p>
    <w:p w:rsidR="00557788" w:rsidRDefault="00557788" w:rsidP="00557788">
      <w:r>
        <w:t>384.8652</w:t>
      </w:r>
      <w:r>
        <w:tab/>
        <w:t>1.013e0</w:t>
      </w:r>
    </w:p>
    <w:p w:rsidR="00557788" w:rsidRDefault="00557788" w:rsidP="00557788">
      <w:r>
        <w:t>384.8843</w:t>
      </w:r>
      <w:r>
        <w:tab/>
        <w:t>2.025e0</w:t>
      </w:r>
    </w:p>
    <w:p w:rsidR="00557788" w:rsidRDefault="00557788" w:rsidP="00557788">
      <w:r>
        <w:t>384.8949</w:t>
      </w:r>
      <w:r>
        <w:tab/>
        <w:t>6.820e0</w:t>
      </w:r>
    </w:p>
    <w:p w:rsidR="00557788" w:rsidRDefault="00557788" w:rsidP="00557788">
      <w:r>
        <w:t>384.9071</w:t>
      </w:r>
      <w:r>
        <w:tab/>
        <w:t>2.642e0</w:t>
      </w:r>
    </w:p>
    <w:p w:rsidR="00557788" w:rsidRDefault="00557788" w:rsidP="00557788">
      <w:r>
        <w:t>384.9208</w:t>
      </w:r>
      <w:r>
        <w:tab/>
        <w:t>4.798e0</w:t>
      </w:r>
    </w:p>
    <w:p w:rsidR="00557788" w:rsidRDefault="00557788" w:rsidP="00557788">
      <w:r>
        <w:lastRenderedPageBreak/>
        <w:t>384.9295</w:t>
      </w:r>
      <w:r>
        <w:tab/>
        <w:t>3.348e0</w:t>
      </w:r>
    </w:p>
    <w:p w:rsidR="00557788" w:rsidRDefault="00557788" w:rsidP="00557788">
      <w:r>
        <w:t>384.9480</w:t>
      </w:r>
      <w:r>
        <w:tab/>
        <w:t>2.582e0</w:t>
      </w:r>
    </w:p>
    <w:p w:rsidR="00557788" w:rsidRDefault="00557788" w:rsidP="00557788">
      <w:r>
        <w:t>384.9500</w:t>
      </w:r>
      <w:r>
        <w:tab/>
        <w:t>3.038e0</w:t>
      </w:r>
    </w:p>
    <w:p w:rsidR="00557788" w:rsidRDefault="00557788" w:rsidP="00557788">
      <w:r>
        <w:t>384.9542</w:t>
      </w:r>
      <w:r>
        <w:tab/>
        <w:t>7.430e0</w:t>
      </w:r>
    </w:p>
    <w:p w:rsidR="00557788" w:rsidRDefault="00557788" w:rsidP="00557788">
      <w:r>
        <w:t>384.9575</w:t>
      </w:r>
      <w:r>
        <w:tab/>
        <w:t>1.391e0</w:t>
      </w:r>
    </w:p>
    <w:p w:rsidR="00557788" w:rsidRDefault="00557788" w:rsidP="00557788">
      <w:r>
        <w:t>384.9861</w:t>
      </w:r>
      <w:r>
        <w:tab/>
        <w:t>2.740e0</w:t>
      </w:r>
    </w:p>
    <w:p w:rsidR="00557788" w:rsidRDefault="00557788" w:rsidP="00557788">
      <w:r>
        <w:t>384.9932</w:t>
      </w:r>
      <w:r>
        <w:tab/>
        <w:t>3.734e0</w:t>
      </w:r>
    </w:p>
    <w:p w:rsidR="00557788" w:rsidRDefault="00557788" w:rsidP="00557788">
      <w:r>
        <w:t>384.9971</w:t>
      </w:r>
      <w:r>
        <w:tab/>
        <w:t>3.038e0</w:t>
      </w:r>
    </w:p>
    <w:p w:rsidR="00557788" w:rsidRDefault="00557788" w:rsidP="00557788">
      <w:r>
        <w:t>385.0282</w:t>
      </w:r>
      <w:r>
        <w:tab/>
        <w:t>3.038e0</w:t>
      </w:r>
    </w:p>
    <w:p w:rsidR="00557788" w:rsidRDefault="00557788" w:rsidP="00557788">
      <w:r>
        <w:t>385.0320</w:t>
      </w:r>
      <w:r>
        <w:tab/>
        <w:t>4.051e0</w:t>
      </w:r>
    </w:p>
    <w:p w:rsidR="00557788" w:rsidRDefault="00557788" w:rsidP="00557788">
      <w:r>
        <w:t>385.0389</w:t>
      </w:r>
      <w:r>
        <w:tab/>
        <w:t>2.025e0</w:t>
      </w:r>
    </w:p>
    <w:p w:rsidR="00557788" w:rsidRDefault="00557788" w:rsidP="00557788">
      <w:r>
        <w:t>385.0618</w:t>
      </w:r>
      <w:r>
        <w:tab/>
        <w:t>3.683e0</w:t>
      </w:r>
    </w:p>
    <w:p w:rsidR="00557788" w:rsidRDefault="00557788" w:rsidP="00557788">
      <w:r>
        <w:t>385.0633</w:t>
      </w:r>
      <w:r>
        <w:tab/>
        <w:t>4.221e0</w:t>
      </w:r>
    </w:p>
    <w:p w:rsidR="00557788" w:rsidRDefault="00557788" w:rsidP="00557788">
      <w:r>
        <w:t>385.0688</w:t>
      </w:r>
      <w:r>
        <w:tab/>
        <w:t>1.922e0</w:t>
      </w:r>
    </w:p>
    <w:p w:rsidR="00557788" w:rsidRDefault="00557788" w:rsidP="00557788">
      <w:r>
        <w:t>385.0757</w:t>
      </w:r>
      <w:r>
        <w:tab/>
        <w:t>2.919e0</w:t>
      </w:r>
    </w:p>
    <w:p w:rsidR="00557788" w:rsidRDefault="00557788" w:rsidP="00557788">
      <w:r>
        <w:t>385.0848</w:t>
      </w:r>
      <w:r>
        <w:tab/>
        <w:t>1.946e0</w:t>
      </w:r>
    </w:p>
    <w:p w:rsidR="00557788" w:rsidRDefault="00557788" w:rsidP="00557788">
      <w:r>
        <w:t>385.1139</w:t>
      </w:r>
      <w:r>
        <w:tab/>
        <w:t>3.677e0</w:t>
      </w:r>
    </w:p>
    <w:p w:rsidR="00557788" w:rsidRDefault="00557788" w:rsidP="00557788">
      <w:r>
        <w:t>385.1195</w:t>
      </w:r>
      <w:r>
        <w:tab/>
        <w:t>4.844e0</w:t>
      </w:r>
    </w:p>
    <w:p w:rsidR="00557788" w:rsidRDefault="00557788" w:rsidP="00557788">
      <w:r>
        <w:t>385.1259</w:t>
      </w:r>
      <w:r>
        <w:tab/>
        <w:t>3.546e0</w:t>
      </w:r>
    </w:p>
    <w:p w:rsidR="00557788" w:rsidRDefault="00557788" w:rsidP="00557788">
      <w:r>
        <w:lastRenderedPageBreak/>
        <w:t>385.1393</w:t>
      </w:r>
      <w:r>
        <w:tab/>
        <w:t>2.400e0</w:t>
      </w:r>
    </w:p>
    <w:p w:rsidR="00557788" w:rsidRDefault="00557788" w:rsidP="00557788">
      <w:r>
        <w:t>385.1467</w:t>
      </w:r>
      <w:r>
        <w:tab/>
        <w:t>2.025e0</w:t>
      </w:r>
    </w:p>
    <w:p w:rsidR="00557788" w:rsidRDefault="00557788" w:rsidP="00557788">
      <w:r>
        <w:t>385.1599</w:t>
      </w:r>
      <w:r>
        <w:tab/>
        <w:t>2.071e0</w:t>
      </w:r>
    </w:p>
    <w:p w:rsidR="00557788" w:rsidRDefault="00557788" w:rsidP="00557788">
      <w:r>
        <w:t>385.1675</w:t>
      </w:r>
      <w:r>
        <w:tab/>
        <w:t>1.223e0</w:t>
      </w:r>
    </w:p>
    <w:p w:rsidR="00557788" w:rsidRDefault="00557788" w:rsidP="00557788">
      <w:r>
        <w:t>385.1693</w:t>
      </w:r>
      <w:r>
        <w:tab/>
        <w:t>2.051e0</w:t>
      </w:r>
    </w:p>
    <w:p w:rsidR="00557788" w:rsidRDefault="00557788" w:rsidP="00557788">
      <w:r>
        <w:t>385.1807</w:t>
      </w:r>
      <w:r>
        <w:tab/>
        <w:t>7.318e0</w:t>
      </w:r>
    </w:p>
    <w:p w:rsidR="00557788" w:rsidRDefault="00557788" w:rsidP="00557788">
      <w:r>
        <w:t>385.1887</w:t>
      </w:r>
      <w:r>
        <w:tab/>
        <w:t>2.838e0</w:t>
      </w:r>
    </w:p>
    <w:p w:rsidR="00557788" w:rsidRDefault="00557788" w:rsidP="00557788">
      <w:r>
        <w:t>385.2267</w:t>
      </w:r>
      <w:r>
        <w:tab/>
        <w:t>3.758e0</w:t>
      </w:r>
    </w:p>
    <w:p w:rsidR="00557788" w:rsidRDefault="00557788" w:rsidP="00557788">
      <w:r>
        <w:t>385.3693</w:t>
      </w:r>
      <w:r>
        <w:tab/>
        <w:t>1.809e1</w:t>
      </w:r>
    </w:p>
    <w:p w:rsidR="00557788" w:rsidRDefault="00557788" w:rsidP="00557788">
      <w:r>
        <w:t>385.3766</w:t>
      </w:r>
      <w:r>
        <w:tab/>
        <w:t>9.205e-1</w:t>
      </w:r>
    </w:p>
    <w:p w:rsidR="00557788" w:rsidRDefault="00557788" w:rsidP="00557788">
      <w:r>
        <w:t>385.3820</w:t>
      </w:r>
      <w:r>
        <w:tab/>
        <w:t>1.937e1</w:t>
      </w:r>
    </w:p>
    <w:p w:rsidR="00557788" w:rsidRDefault="00557788" w:rsidP="00557788">
      <w:r>
        <w:t>385.4470</w:t>
      </w:r>
      <w:r>
        <w:tab/>
        <w:t>1.266e-2</w:t>
      </w:r>
    </w:p>
    <w:p w:rsidR="00557788" w:rsidRDefault="00557788" w:rsidP="00557788">
      <w:r>
        <w:t>385.4513</w:t>
      </w:r>
      <w:r>
        <w:tab/>
        <w:t>2.025e0</w:t>
      </w:r>
    </w:p>
    <w:p w:rsidR="00557788" w:rsidRDefault="00557788" w:rsidP="00557788">
      <w:r>
        <w:t>385.4789</w:t>
      </w:r>
      <w:r>
        <w:tab/>
        <w:t>2.025e0</w:t>
      </w:r>
    </w:p>
    <w:p w:rsidR="00557788" w:rsidRDefault="00557788" w:rsidP="00557788">
      <w:r>
        <w:t>385.4948</w:t>
      </w:r>
      <w:r>
        <w:tab/>
        <w:t>3.797e-2</w:t>
      </w:r>
    </w:p>
    <w:p w:rsidR="00557788" w:rsidRDefault="00557788" w:rsidP="00557788">
      <w:r>
        <w:t>385.4968</w:t>
      </w:r>
      <w:r>
        <w:tab/>
        <w:t>3.038e0</w:t>
      </w:r>
    </w:p>
    <w:p w:rsidR="00557788" w:rsidRDefault="00557788" w:rsidP="00557788">
      <w:r>
        <w:t>385.5027</w:t>
      </w:r>
      <w:r>
        <w:tab/>
        <w:t>2.063e0</w:t>
      </w:r>
    </w:p>
    <w:p w:rsidR="00557788" w:rsidRDefault="00557788" w:rsidP="00557788">
      <w:r>
        <w:t>385.5060</w:t>
      </w:r>
      <w:r>
        <w:tab/>
        <w:t>1.013e0</w:t>
      </w:r>
    </w:p>
    <w:p w:rsidR="00557788" w:rsidRDefault="00557788" w:rsidP="00557788">
      <w:r>
        <w:t>385.5270</w:t>
      </w:r>
      <w:r>
        <w:tab/>
        <w:t>1.051e0</w:t>
      </w:r>
    </w:p>
    <w:p w:rsidR="00557788" w:rsidRDefault="00557788" w:rsidP="00557788">
      <w:r>
        <w:lastRenderedPageBreak/>
        <w:t>385.5430</w:t>
      </w:r>
      <w:r>
        <w:tab/>
        <w:t>2.038e0</w:t>
      </w:r>
    </w:p>
    <w:p w:rsidR="00557788" w:rsidRDefault="00557788" w:rsidP="00557788">
      <w:r>
        <w:t>385.5456</w:t>
      </w:r>
      <w:r>
        <w:tab/>
        <w:t>2.025e0</w:t>
      </w:r>
    </w:p>
    <w:p w:rsidR="00557788" w:rsidRDefault="00557788" w:rsidP="00557788">
      <w:r>
        <w:t>385.5526</w:t>
      </w:r>
      <w:r>
        <w:tab/>
        <w:t>6.076e0</w:t>
      </w:r>
    </w:p>
    <w:p w:rsidR="00557788" w:rsidRDefault="00557788" w:rsidP="00557788">
      <w:r>
        <w:t>385.5684</w:t>
      </w:r>
      <w:r>
        <w:tab/>
        <w:t>3.038e0</w:t>
      </w:r>
    </w:p>
    <w:p w:rsidR="00557788" w:rsidRDefault="00557788" w:rsidP="00557788">
      <w:r>
        <w:t>385.5735</w:t>
      </w:r>
      <w:r>
        <w:tab/>
        <w:t>4.051e0</w:t>
      </w:r>
    </w:p>
    <w:p w:rsidR="00557788" w:rsidRDefault="00557788" w:rsidP="00557788">
      <w:r>
        <w:t>385.5840</w:t>
      </w:r>
      <w:r>
        <w:tab/>
        <w:t>2.025e0</w:t>
      </w:r>
    </w:p>
    <w:p w:rsidR="00557788" w:rsidRDefault="00557788" w:rsidP="00557788">
      <w:r>
        <w:t>385.5906</w:t>
      </w:r>
      <w:r>
        <w:tab/>
        <w:t>1.013e0</w:t>
      </w:r>
    </w:p>
    <w:p w:rsidR="00557788" w:rsidRDefault="00557788" w:rsidP="00557788">
      <w:r>
        <w:t>385.5981</w:t>
      </w:r>
      <w:r>
        <w:tab/>
        <w:t>1.063e0</w:t>
      </w:r>
    </w:p>
    <w:p w:rsidR="00557788" w:rsidRDefault="00557788" w:rsidP="00557788">
      <w:r>
        <w:t>385.6332</w:t>
      </w:r>
      <w:r>
        <w:tab/>
        <w:t>5.708e0</w:t>
      </w:r>
    </w:p>
    <w:p w:rsidR="00557788" w:rsidRDefault="00557788" w:rsidP="00557788">
      <w:r>
        <w:t>385.6472</w:t>
      </w:r>
      <w:r>
        <w:tab/>
        <w:t>2.025e0</w:t>
      </w:r>
    </w:p>
    <w:p w:rsidR="00557788" w:rsidRDefault="00557788" w:rsidP="00557788">
      <w:r>
        <w:t>385.6521</w:t>
      </w:r>
      <w:r>
        <w:tab/>
        <w:t>1.013e0</w:t>
      </w:r>
    </w:p>
    <w:p w:rsidR="00557788" w:rsidRDefault="00557788" w:rsidP="00557788">
      <w:r>
        <w:t>385.6613</w:t>
      </w:r>
      <w:r>
        <w:tab/>
        <w:t>3.038e0</w:t>
      </w:r>
    </w:p>
    <w:p w:rsidR="00557788" w:rsidRDefault="00557788" w:rsidP="00557788">
      <w:r>
        <w:t>385.6754</w:t>
      </w:r>
      <w:r>
        <w:tab/>
        <w:t>2.025e0</w:t>
      </w:r>
    </w:p>
    <w:p w:rsidR="00557788" w:rsidRDefault="00557788" w:rsidP="00557788">
      <w:r>
        <w:t>385.6932</w:t>
      </w:r>
      <w:r>
        <w:tab/>
        <w:t>1.013e0</w:t>
      </w:r>
    </w:p>
    <w:p w:rsidR="00557788" w:rsidRDefault="00557788" w:rsidP="00557788">
      <w:r>
        <w:t>385.6947</w:t>
      </w:r>
      <w:r>
        <w:tab/>
        <w:t>1.038e0</w:t>
      </w:r>
    </w:p>
    <w:p w:rsidR="00557788" w:rsidRDefault="00557788" w:rsidP="00557788">
      <w:r>
        <w:t>385.6961</w:t>
      </w:r>
      <w:r>
        <w:tab/>
        <w:t>4.051e0</w:t>
      </w:r>
    </w:p>
    <w:p w:rsidR="00557788" w:rsidRDefault="00557788" w:rsidP="00557788">
      <w:r>
        <w:t>385.7043</w:t>
      </w:r>
      <w:r>
        <w:tab/>
        <w:t>1.013e0</w:t>
      </w:r>
    </w:p>
    <w:p w:rsidR="00557788" w:rsidRDefault="00557788" w:rsidP="00557788">
      <w:r>
        <w:t>385.7115</w:t>
      </w:r>
      <w:r>
        <w:tab/>
        <w:t>3.038e0</w:t>
      </w:r>
    </w:p>
    <w:p w:rsidR="00557788" w:rsidRDefault="00557788" w:rsidP="00557788">
      <w:r>
        <w:t>385.7128</w:t>
      </w:r>
      <w:r>
        <w:tab/>
        <w:t>5.063e0</w:t>
      </w:r>
    </w:p>
    <w:p w:rsidR="00557788" w:rsidRDefault="00557788" w:rsidP="00557788">
      <w:r>
        <w:lastRenderedPageBreak/>
        <w:t>385.7342</w:t>
      </w:r>
      <w:r>
        <w:tab/>
        <w:t>1.013e0</w:t>
      </w:r>
    </w:p>
    <w:p w:rsidR="00557788" w:rsidRDefault="00557788" w:rsidP="00557788">
      <w:r>
        <w:t>385.7576</w:t>
      </w:r>
      <w:r>
        <w:tab/>
        <w:t>3.038e0</w:t>
      </w:r>
    </w:p>
    <w:p w:rsidR="00557788" w:rsidRDefault="00557788" w:rsidP="00557788">
      <w:r>
        <w:t>385.7586</w:t>
      </w:r>
      <w:r>
        <w:tab/>
        <w:t>5.063e0</w:t>
      </w:r>
    </w:p>
    <w:p w:rsidR="00557788" w:rsidRDefault="00557788" w:rsidP="00557788">
      <w:r>
        <w:t>385.7616</w:t>
      </w:r>
      <w:r>
        <w:tab/>
        <w:t>1.013e0</w:t>
      </w:r>
    </w:p>
    <w:p w:rsidR="00557788" w:rsidRDefault="00557788" w:rsidP="00557788">
      <w:r>
        <w:t>385.7759</w:t>
      </w:r>
      <w:r>
        <w:tab/>
        <w:t>1.038e0</w:t>
      </w:r>
    </w:p>
    <w:p w:rsidR="00557788" w:rsidRDefault="00557788" w:rsidP="00557788">
      <w:r>
        <w:t>385.7807</w:t>
      </w:r>
      <w:r>
        <w:tab/>
        <w:t>9.114e0</w:t>
      </w:r>
    </w:p>
    <w:p w:rsidR="00557788" w:rsidRDefault="00557788" w:rsidP="00557788">
      <w:r>
        <w:t>385.7912</w:t>
      </w:r>
      <w:r>
        <w:tab/>
        <w:t>4.051e0</w:t>
      </w:r>
    </w:p>
    <w:p w:rsidR="00557788" w:rsidRDefault="00557788" w:rsidP="00557788">
      <w:r>
        <w:t>385.8194</w:t>
      </w:r>
      <w:r>
        <w:tab/>
        <w:t>2.532e-2</w:t>
      </w:r>
    </w:p>
    <w:p w:rsidR="00557788" w:rsidRDefault="00557788" w:rsidP="00557788">
      <w:r>
        <w:t>385.8486</w:t>
      </w:r>
      <w:r>
        <w:tab/>
        <w:t>3.038e0</w:t>
      </w:r>
    </w:p>
    <w:p w:rsidR="00557788" w:rsidRDefault="00557788" w:rsidP="00557788">
      <w:r>
        <w:t>385.8628</w:t>
      </w:r>
      <w:r>
        <w:tab/>
        <w:t>2.025e0</w:t>
      </w:r>
    </w:p>
    <w:p w:rsidR="00557788" w:rsidRDefault="00557788" w:rsidP="00557788">
      <w:r>
        <w:t>385.8696</w:t>
      </w:r>
      <w:r>
        <w:tab/>
        <w:t>2.862e0</w:t>
      </w:r>
    </w:p>
    <w:p w:rsidR="00557788" w:rsidRDefault="00557788" w:rsidP="00557788">
      <w:r>
        <w:t>385.8711</w:t>
      </w:r>
      <w:r>
        <w:tab/>
        <w:t>1.013e0</w:t>
      </w:r>
    </w:p>
    <w:p w:rsidR="00557788" w:rsidRDefault="00557788" w:rsidP="00557788">
      <w:r>
        <w:t>385.8732</w:t>
      </w:r>
      <w:r>
        <w:tab/>
        <w:t>3.038e0</w:t>
      </w:r>
    </w:p>
    <w:p w:rsidR="00557788" w:rsidRDefault="00557788" w:rsidP="00557788">
      <w:r>
        <w:t>385.8809</w:t>
      </w:r>
      <w:r>
        <w:tab/>
        <w:t>4.582e0</w:t>
      </w:r>
    </w:p>
    <w:p w:rsidR="00557788" w:rsidRDefault="00557788" w:rsidP="00557788">
      <w:r>
        <w:t>385.8860</w:t>
      </w:r>
      <w:r>
        <w:tab/>
        <w:t>1.051e0</w:t>
      </w:r>
    </w:p>
    <w:p w:rsidR="00557788" w:rsidRDefault="00557788" w:rsidP="00557788">
      <w:r>
        <w:t>385.9267</w:t>
      </w:r>
      <w:r>
        <w:tab/>
        <w:t>3.503e0</w:t>
      </w:r>
    </w:p>
    <w:p w:rsidR="00557788" w:rsidRDefault="00557788" w:rsidP="00557788">
      <w:r>
        <w:t>385.9397</w:t>
      </w:r>
      <w:r>
        <w:tab/>
        <w:t>6.949e0</w:t>
      </w:r>
    </w:p>
    <w:p w:rsidR="00557788" w:rsidRDefault="00557788" w:rsidP="00557788">
      <w:r>
        <w:t>385.9410</w:t>
      </w:r>
      <w:r>
        <w:tab/>
        <w:t>5.780e0</w:t>
      </w:r>
    </w:p>
    <w:p w:rsidR="00557788" w:rsidRDefault="00557788" w:rsidP="00557788">
      <w:r>
        <w:t>385.9721</w:t>
      </w:r>
      <w:r>
        <w:tab/>
        <w:t>2.889e0</w:t>
      </w:r>
    </w:p>
    <w:p w:rsidR="00557788" w:rsidRDefault="00557788" w:rsidP="00557788">
      <w:r>
        <w:lastRenderedPageBreak/>
        <w:t>385.9843</w:t>
      </w:r>
      <w:r>
        <w:tab/>
        <w:t>2.006e0</w:t>
      </w:r>
    </w:p>
    <w:p w:rsidR="00557788" w:rsidRDefault="00557788" w:rsidP="00557788">
      <w:r>
        <w:t>385.9912</w:t>
      </w:r>
      <w:r>
        <w:tab/>
        <w:t>1.013e0</w:t>
      </w:r>
    </w:p>
    <w:p w:rsidR="00557788" w:rsidRDefault="00557788" w:rsidP="00557788">
      <w:r>
        <w:t>385.9950</w:t>
      </w:r>
      <w:r>
        <w:tab/>
        <w:t>1.266e-2</w:t>
      </w:r>
    </w:p>
    <w:p w:rsidR="00557788" w:rsidRDefault="00557788" w:rsidP="00557788">
      <w:r>
        <w:t>386.0138</w:t>
      </w:r>
      <w:r>
        <w:tab/>
        <w:t>1.953e0</w:t>
      </w:r>
    </w:p>
    <w:p w:rsidR="00557788" w:rsidRDefault="00557788" w:rsidP="00557788">
      <w:r>
        <w:t>386.0152</w:t>
      </w:r>
      <w:r>
        <w:tab/>
        <w:t>2.025e0</w:t>
      </w:r>
    </w:p>
    <w:p w:rsidR="00557788" w:rsidRDefault="00557788" w:rsidP="00557788">
      <w:r>
        <w:t>386.0255</w:t>
      </w:r>
      <w:r>
        <w:tab/>
        <w:t>1.011e0</w:t>
      </w:r>
    </w:p>
    <w:p w:rsidR="00557788" w:rsidRDefault="00557788" w:rsidP="00557788">
      <w:r>
        <w:t>386.0290</w:t>
      </w:r>
      <w:r>
        <w:tab/>
        <w:t>4.313e0</w:t>
      </w:r>
    </w:p>
    <w:p w:rsidR="00557788" w:rsidRDefault="00557788" w:rsidP="00557788">
      <w:r>
        <w:t>386.0458</w:t>
      </w:r>
      <w:r>
        <w:tab/>
        <w:t>2.025e0</w:t>
      </w:r>
    </w:p>
    <w:p w:rsidR="00557788" w:rsidRDefault="00557788" w:rsidP="00557788">
      <w:r>
        <w:t>386.0565</w:t>
      </w:r>
      <w:r>
        <w:tab/>
        <w:t>3.038e0</w:t>
      </w:r>
    </w:p>
    <w:p w:rsidR="00557788" w:rsidRDefault="00557788" w:rsidP="00557788">
      <w:r>
        <w:t>386.0576</w:t>
      </w:r>
      <w:r>
        <w:tab/>
        <w:t>3.908e0</w:t>
      </w:r>
    </w:p>
    <w:p w:rsidR="00557788" w:rsidRDefault="00557788" w:rsidP="00557788">
      <w:r>
        <w:t>386.0842</w:t>
      </w:r>
      <w:r>
        <w:tab/>
        <w:t>9.830e-1</w:t>
      </w:r>
    </w:p>
    <w:p w:rsidR="00557788" w:rsidRDefault="00557788" w:rsidP="00557788">
      <w:r>
        <w:t>386.1059</w:t>
      </w:r>
      <w:r>
        <w:tab/>
        <w:t>4.664e0</w:t>
      </w:r>
    </w:p>
    <w:p w:rsidR="00557788" w:rsidRDefault="00557788" w:rsidP="00557788">
      <w:r>
        <w:t>386.1079</w:t>
      </w:r>
      <w:r>
        <w:tab/>
        <w:t>1.867e0</w:t>
      </w:r>
    </w:p>
    <w:p w:rsidR="00557788" w:rsidRDefault="00557788" w:rsidP="00557788">
      <w:r>
        <w:t>386.1346</w:t>
      </w:r>
      <w:r>
        <w:tab/>
        <w:t>2.025e0</w:t>
      </w:r>
    </w:p>
    <w:p w:rsidR="00557788" w:rsidRDefault="00557788" w:rsidP="00557788">
      <w:r>
        <w:t>386.1473</w:t>
      </w:r>
      <w:r>
        <w:tab/>
        <w:t>4.617e-1</w:t>
      </w:r>
    </w:p>
    <w:p w:rsidR="00557788" w:rsidRDefault="00557788" w:rsidP="00557788">
      <w:r>
        <w:t>386.1571</w:t>
      </w:r>
      <w:r>
        <w:tab/>
        <w:t>2.425e0</w:t>
      </w:r>
    </w:p>
    <w:p w:rsidR="00557788" w:rsidRDefault="00557788" w:rsidP="00557788">
      <w:r>
        <w:t>386.1645</w:t>
      </w:r>
      <w:r>
        <w:tab/>
        <w:t>2.904e0</w:t>
      </w:r>
    </w:p>
    <w:p w:rsidR="00557788" w:rsidRDefault="00557788" w:rsidP="00557788">
      <w:r>
        <w:t>386.1736</w:t>
      </w:r>
      <w:r>
        <w:tab/>
        <w:t>1.919e0</w:t>
      </w:r>
    </w:p>
    <w:p w:rsidR="00557788" w:rsidRDefault="00557788" w:rsidP="00557788">
      <w:r>
        <w:t>386.1939</w:t>
      </w:r>
      <w:r>
        <w:tab/>
        <w:t>7.525e0</w:t>
      </w:r>
    </w:p>
    <w:p w:rsidR="00557788" w:rsidRDefault="00557788" w:rsidP="00557788">
      <w:r>
        <w:lastRenderedPageBreak/>
        <w:t>386.2066</w:t>
      </w:r>
      <w:r>
        <w:tab/>
        <w:t>3.034e0</w:t>
      </w:r>
    </w:p>
    <w:p w:rsidR="00557788" w:rsidRDefault="00557788" w:rsidP="00557788">
      <w:r>
        <w:t>386.2173</w:t>
      </w:r>
      <w:r>
        <w:tab/>
        <w:t>2.564e0</w:t>
      </w:r>
    </w:p>
    <w:p w:rsidR="00557788" w:rsidRDefault="00557788" w:rsidP="00557788">
      <w:r>
        <w:t>386.2272</w:t>
      </w:r>
      <w:r>
        <w:tab/>
        <w:t>3.434e0</w:t>
      </w:r>
    </w:p>
    <w:p w:rsidR="00557788" w:rsidRDefault="00557788" w:rsidP="00557788">
      <w:r>
        <w:t>386.2531</w:t>
      </w:r>
      <w:r>
        <w:tab/>
        <w:t>1.240e1</w:t>
      </w:r>
    </w:p>
    <w:p w:rsidR="00557788" w:rsidRDefault="00557788" w:rsidP="00557788">
      <w:r>
        <w:t>386.2608</w:t>
      </w:r>
      <w:r>
        <w:tab/>
        <w:t>3.782e0</w:t>
      </w:r>
    </w:p>
    <w:p w:rsidR="00557788" w:rsidRDefault="00557788" w:rsidP="00557788">
      <w:r>
        <w:t>386.2748</w:t>
      </w:r>
      <w:r>
        <w:tab/>
        <w:t>1.486e0</w:t>
      </w:r>
    </w:p>
    <w:p w:rsidR="00557788" w:rsidRDefault="00557788" w:rsidP="00557788">
      <w:r>
        <w:t>386.2856</w:t>
      </w:r>
      <w:r>
        <w:tab/>
        <w:t>2.678e0</w:t>
      </w:r>
    </w:p>
    <w:p w:rsidR="00557788" w:rsidRDefault="00557788" w:rsidP="00557788">
      <w:r>
        <w:t>386.2869</w:t>
      </w:r>
      <w:r>
        <w:tab/>
        <w:t>1.013e1</w:t>
      </w:r>
    </w:p>
    <w:p w:rsidR="00557788" w:rsidRDefault="00557788" w:rsidP="00557788">
      <w:r>
        <w:t>386.3001</w:t>
      </w:r>
      <w:r>
        <w:tab/>
        <w:t>1.156e1</w:t>
      </w:r>
    </w:p>
    <w:p w:rsidR="00557788" w:rsidRDefault="00557788" w:rsidP="00557788">
      <w:r>
        <w:t>386.3074</w:t>
      </w:r>
      <w:r>
        <w:tab/>
        <w:t>1.605e1</w:t>
      </w:r>
    </w:p>
    <w:p w:rsidR="00557788" w:rsidRDefault="00557788" w:rsidP="00557788">
      <w:r>
        <w:t>386.3150</w:t>
      </w:r>
      <w:r>
        <w:tab/>
        <w:t>2.943e0</w:t>
      </w:r>
    </w:p>
    <w:p w:rsidR="00557788" w:rsidRDefault="00557788" w:rsidP="00557788">
      <w:r>
        <w:t>386.3231</w:t>
      </w:r>
      <w:r>
        <w:tab/>
        <w:t>6.117e0</w:t>
      </w:r>
    </w:p>
    <w:p w:rsidR="00557788" w:rsidRDefault="00557788" w:rsidP="00557788">
      <w:r>
        <w:t>386.3464</w:t>
      </w:r>
      <w:r>
        <w:tab/>
        <w:t>8.809e0</w:t>
      </w:r>
    </w:p>
    <w:p w:rsidR="00557788" w:rsidRDefault="00557788" w:rsidP="00557788">
      <w:r>
        <w:t>386.3613</w:t>
      </w:r>
      <w:r>
        <w:tab/>
        <w:t>5.755e0</w:t>
      </w:r>
    </w:p>
    <w:p w:rsidR="00557788" w:rsidRDefault="00557788" w:rsidP="00557788">
      <w:r>
        <w:t>386.3714</w:t>
      </w:r>
      <w:r>
        <w:tab/>
        <w:t>1.198e1</w:t>
      </w:r>
    </w:p>
    <w:p w:rsidR="00557788" w:rsidRDefault="00557788" w:rsidP="00557788">
      <w:r>
        <w:t>386.3884</w:t>
      </w:r>
      <w:r>
        <w:tab/>
        <w:t>2.532e0</w:t>
      </w:r>
    </w:p>
    <w:p w:rsidR="00557788" w:rsidRDefault="00557788" w:rsidP="00557788">
      <w:r>
        <w:t>386.3909</w:t>
      </w:r>
      <w:r>
        <w:tab/>
        <w:t>8.099e0</w:t>
      </w:r>
    </w:p>
    <w:p w:rsidR="00557788" w:rsidRDefault="00557788" w:rsidP="00557788">
      <w:r>
        <w:t>386.4313</w:t>
      </w:r>
      <w:r>
        <w:tab/>
        <w:t>1.003e1</w:t>
      </w:r>
    </w:p>
    <w:p w:rsidR="00557788" w:rsidRDefault="00557788" w:rsidP="00557788">
      <w:r>
        <w:t>386.4404</w:t>
      </w:r>
      <w:r>
        <w:tab/>
        <w:t>5.063e0</w:t>
      </w:r>
    </w:p>
    <w:p w:rsidR="00557788" w:rsidRDefault="00557788" w:rsidP="00557788">
      <w:r>
        <w:lastRenderedPageBreak/>
        <w:t>386.4447</w:t>
      </w:r>
      <w:r>
        <w:tab/>
        <w:t>2.025e0</w:t>
      </w:r>
    </w:p>
    <w:p w:rsidR="00557788" w:rsidRDefault="00557788" w:rsidP="00557788">
      <w:r>
        <w:t>386.4501</w:t>
      </w:r>
      <w:r>
        <w:tab/>
        <w:t>2.025e0</w:t>
      </w:r>
    </w:p>
    <w:p w:rsidR="00557788" w:rsidRDefault="00557788" w:rsidP="00557788">
      <w:r>
        <w:t>386.4805</w:t>
      </w:r>
      <w:r>
        <w:tab/>
        <w:t>1.063e0</w:t>
      </w:r>
    </w:p>
    <w:p w:rsidR="00557788" w:rsidRDefault="00557788" w:rsidP="00557788">
      <w:r>
        <w:t>386.4827</w:t>
      </w:r>
      <w:r>
        <w:tab/>
        <w:t>2.025e0</w:t>
      </w:r>
    </w:p>
    <w:p w:rsidR="00557788" w:rsidRDefault="00557788" w:rsidP="00557788">
      <w:r>
        <w:t>386.4940</w:t>
      </w:r>
      <w:r>
        <w:tab/>
        <w:t>1.013e0</w:t>
      </w:r>
    </w:p>
    <w:p w:rsidR="00557788" w:rsidRDefault="00557788" w:rsidP="00557788">
      <w:r>
        <w:t>386.5080</w:t>
      </w:r>
      <w:r>
        <w:tab/>
        <w:t>1.013e0</w:t>
      </w:r>
    </w:p>
    <w:p w:rsidR="00557788" w:rsidRDefault="00557788" w:rsidP="00557788">
      <w:r>
        <w:t>386.5188</w:t>
      </w:r>
      <w:r>
        <w:tab/>
        <w:t>3.038e0</w:t>
      </w:r>
    </w:p>
    <w:p w:rsidR="00557788" w:rsidRDefault="00557788" w:rsidP="00557788">
      <w:r>
        <w:t>386.5340</w:t>
      </w:r>
      <w:r>
        <w:tab/>
        <w:t>3.038e0</w:t>
      </w:r>
    </w:p>
    <w:p w:rsidR="00557788" w:rsidRDefault="00557788" w:rsidP="00557788">
      <w:r>
        <w:t>386.5366</w:t>
      </w:r>
      <w:r>
        <w:tab/>
        <w:t>3.038e0</w:t>
      </w:r>
    </w:p>
    <w:p w:rsidR="00557788" w:rsidRDefault="00557788" w:rsidP="00557788">
      <w:r>
        <w:t>386.5491</w:t>
      </w:r>
      <w:r>
        <w:tab/>
        <w:t>2.025e0</w:t>
      </w:r>
    </w:p>
    <w:p w:rsidR="00557788" w:rsidRDefault="00557788" w:rsidP="00557788">
      <w:r>
        <w:t>386.5514</w:t>
      </w:r>
      <w:r>
        <w:tab/>
        <w:t>6.076e0</w:t>
      </w:r>
    </w:p>
    <w:p w:rsidR="00557788" w:rsidRDefault="00557788" w:rsidP="00557788">
      <w:r>
        <w:t>386.5775</w:t>
      </w:r>
      <w:r>
        <w:tab/>
        <w:t>1.051e0</w:t>
      </w:r>
    </w:p>
    <w:p w:rsidR="00557788" w:rsidRDefault="00557788" w:rsidP="00557788">
      <w:r>
        <w:t>386.5846</w:t>
      </w:r>
      <w:r>
        <w:tab/>
        <w:t>3.038e0</w:t>
      </w:r>
    </w:p>
    <w:p w:rsidR="00557788" w:rsidRDefault="00557788" w:rsidP="00557788">
      <w:r>
        <w:t>386.6003</w:t>
      </w:r>
      <w:r>
        <w:tab/>
        <w:t>2.025e0</w:t>
      </w:r>
    </w:p>
    <w:p w:rsidR="00557788" w:rsidRDefault="00557788" w:rsidP="00557788">
      <w:r>
        <w:t>386.6111</w:t>
      </w:r>
      <w:r>
        <w:tab/>
        <w:t>2.025e0</w:t>
      </w:r>
    </w:p>
    <w:p w:rsidR="00557788" w:rsidRDefault="00557788" w:rsidP="00557788">
      <w:r>
        <w:t>386.6163</w:t>
      </w:r>
      <w:r>
        <w:tab/>
        <w:t>2.081e0</w:t>
      </w:r>
    </w:p>
    <w:p w:rsidR="00557788" w:rsidRDefault="00557788" w:rsidP="00557788">
      <w:r>
        <w:t>386.6180</w:t>
      </w:r>
      <w:r>
        <w:tab/>
        <w:t>2.025e0</w:t>
      </w:r>
    </w:p>
    <w:p w:rsidR="00557788" w:rsidRDefault="00557788" w:rsidP="00557788">
      <w:r>
        <w:t>386.6245</w:t>
      </w:r>
      <w:r>
        <w:tab/>
        <w:t>1.013e0</w:t>
      </w:r>
    </w:p>
    <w:p w:rsidR="00557788" w:rsidRDefault="00557788" w:rsidP="00557788">
      <w:r>
        <w:t>386.6306</w:t>
      </w:r>
      <w:r>
        <w:tab/>
        <w:t>4.051e0</w:t>
      </w:r>
    </w:p>
    <w:p w:rsidR="00557788" w:rsidRDefault="00557788" w:rsidP="00557788">
      <w:r>
        <w:lastRenderedPageBreak/>
        <w:t>386.6319</w:t>
      </w:r>
      <w:r>
        <w:tab/>
        <w:t>1.038e0</w:t>
      </w:r>
    </w:p>
    <w:p w:rsidR="00557788" w:rsidRDefault="00557788" w:rsidP="00557788">
      <w:r>
        <w:t>386.6537</w:t>
      </w:r>
      <w:r>
        <w:tab/>
        <w:t>1.025e0</w:t>
      </w:r>
    </w:p>
    <w:p w:rsidR="00557788" w:rsidRDefault="00557788" w:rsidP="00557788">
      <w:r>
        <w:t>386.6588</w:t>
      </w:r>
      <w:r>
        <w:tab/>
        <w:t>1.013e0</w:t>
      </w:r>
    </w:p>
    <w:p w:rsidR="00557788" w:rsidRDefault="00557788" w:rsidP="00557788">
      <w:r>
        <w:t>386.6643</w:t>
      </w:r>
      <w:r>
        <w:tab/>
        <w:t>2.025e0</w:t>
      </w:r>
    </w:p>
    <w:p w:rsidR="00557788" w:rsidRDefault="00557788" w:rsidP="00557788">
      <w:r>
        <w:t>386.6710</w:t>
      </w:r>
      <w:r>
        <w:tab/>
        <w:t>1.266e-2</w:t>
      </w:r>
    </w:p>
    <w:p w:rsidR="00557788" w:rsidRDefault="00557788" w:rsidP="00557788">
      <w:r>
        <w:t>386.6730</w:t>
      </w:r>
      <w:r>
        <w:tab/>
        <w:t>2.532e-2</w:t>
      </w:r>
    </w:p>
    <w:p w:rsidR="00557788" w:rsidRDefault="00557788" w:rsidP="00557788">
      <w:r>
        <w:t>386.6886</w:t>
      </w:r>
      <w:r>
        <w:tab/>
        <w:t>3.038e0</w:t>
      </w:r>
    </w:p>
    <w:p w:rsidR="00557788" w:rsidRDefault="00557788" w:rsidP="00557788">
      <w:r>
        <w:t>386.7047</w:t>
      </w:r>
      <w:r>
        <w:tab/>
        <w:t>2.025e0</w:t>
      </w:r>
    </w:p>
    <w:p w:rsidR="00557788" w:rsidRDefault="00557788" w:rsidP="00557788">
      <w:r>
        <w:t>386.7136</w:t>
      </w:r>
      <w:r>
        <w:tab/>
        <w:t>1.013e0</w:t>
      </w:r>
    </w:p>
    <w:p w:rsidR="00557788" w:rsidRDefault="00557788" w:rsidP="00557788">
      <w:r>
        <w:t>386.7249</w:t>
      </w:r>
      <w:r>
        <w:tab/>
        <w:t>2.025e0</w:t>
      </w:r>
    </w:p>
    <w:p w:rsidR="00557788" w:rsidRDefault="00557788" w:rsidP="00557788">
      <w:r>
        <w:t>386.7401</w:t>
      </w:r>
      <w:r>
        <w:tab/>
        <w:t>5.063e0</w:t>
      </w:r>
    </w:p>
    <w:p w:rsidR="00557788" w:rsidRDefault="00557788" w:rsidP="00557788">
      <w:r>
        <w:t>386.7422</w:t>
      </w:r>
      <w:r>
        <w:tab/>
        <w:t>1.013e0</w:t>
      </w:r>
    </w:p>
    <w:p w:rsidR="00557788" w:rsidRDefault="00557788" w:rsidP="00557788">
      <w:r>
        <w:t>386.7509</w:t>
      </w:r>
      <w:r>
        <w:tab/>
        <w:t>2.532e-2</w:t>
      </w:r>
    </w:p>
    <w:p w:rsidR="00557788" w:rsidRDefault="00557788" w:rsidP="00557788">
      <w:r>
        <w:t>386.7671</w:t>
      </w:r>
      <w:r>
        <w:tab/>
        <w:t>5.616e0</w:t>
      </w:r>
    </w:p>
    <w:p w:rsidR="00557788" w:rsidRDefault="00557788" w:rsidP="00557788">
      <w:r>
        <w:t>386.7765</w:t>
      </w:r>
      <w:r>
        <w:tab/>
        <w:t>3.038e0</w:t>
      </w:r>
    </w:p>
    <w:p w:rsidR="00557788" w:rsidRDefault="00557788" w:rsidP="00557788">
      <w:r>
        <w:t>386.7847</w:t>
      </w:r>
      <w:r>
        <w:tab/>
        <w:t>2.025e0</w:t>
      </w:r>
    </w:p>
    <w:p w:rsidR="00557788" w:rsidRDefault="00557788" w:rsidP="00557788">
      <w:r>
        <w:t>386.7933</w:t>
      </w:r>
      <w:r>
        <w:tab/>
        <w:t>4.051e0</w:t>
      </w:r>
    </w:p>
    <w:p w:rsidR="00557788" w:rsidRDefault="00557788" w:rsidP="00557788">
      <w:r>
        <w:t>386.8022</w:t>
      </w:r>
      <w:r>
        <w:tab/>
        <w:t>2.025e0</w:t>
      </w:r>
    </w:p>
    <w:p w:rsidR="00557788" w:rsidRDefault="00557788" w:rsidP="00557788">
      <w:r>
        <w:t>386.8039</w:t>
      </w:r>
      <w:r>
        <w:tab/>
        <w:t>3.038e0</w:t>
      </w:r>
    </w:p>
    <w:p w:rsidR="00557788" w:rsidRDefault="00557788" w:rsidP="00557788">
      <w:r>
        <w:lastRenderedPageBreak/>
        <w:t>386.8477</w:t>
      </w:r>
      <w:r>
        <w:tab/>
        <w:t>2.025e0</w:t>
      </w:r>
    </w:p>
    <w:p w:rsidR="00557788" w:rsidRDefault="00557788" w:rsidP="00557788">
      <w:r>
        <w:t>386.8504</w:t>
      </w:r>
      <w:r>
        <w:tab/>
        <w:t>2.025e0</w:t>
      </w:r>
    </w:p>
    <w:p w:rsidR="00557788" w:rsidRDefault="00557788" w:rsidP="00557788">
      <w:r>
        <w:t>386.8549</w:t>
      </w:r>
      <w:r>
        <w:tab/>
        <w:t>1.373e0</w:t>
      </w:r>
    </w:p>
    <w:p w:rsidR="00557788" w:rsidRDefault="00557788" w:rsidP="00557788">
      <w:r>
        <w:t>386.8657</w:t>
      </w:r>
      <w:r>
        <w:tab/>
        <w:t>3.018e0</w:t>
      </w:r>
    </w:p>
    <w:p w:rsidR="00557788" w:rsidRDefault="00557788" w:rsidP="00557788">
      <w:r>
        <w:t>386.8762</w:t>
      </w:r>
      <w:r>
        <w:tab/>
        <w:t>3.034e0</w:t>
      </w:r>
    </w:p>
    <w:p w:rsidR="00557788" w:rsidRDefault="00557788" w:rsidP="00557788">
      <w:r>
        <w:t>386.8899</w:t>
      </w:r>
      <w:r>
        <w:tab/>
        <w:t>7.089e0</w:t>
      </w:r>
    </w:p>
    <w:p w:rsidR="00557788" w:rsidRDefault="00557788" w:rsidP="00557788">
      <w:r>
        <w:t>386.8918</w:t>
      </w:r>
      <w:r>
        <w:tab/>
        <w:t>5.063e0</w:t>
      </w:r>
    </w:p>
    <w:p w:rsidR="00557788" w:rsidRDefault="00557788" w:rsidP="00557788">
      <w:r>
        <w:t>386.9099</w:t>
      </w:r>
      <w:r>
        <w:tab/>
        <w:t>1.681e0</w:t>
      </w:r>
    </w:p>
    <w:p w:rsidR="00557788" w:rsidRDefault="00557788" w:rsidP="00557788">
      <w:r>
        <w:t>386.9228</w:t>
      </w:r>
      <w:r>
        <w:tab/>
        <w:t>7.883e0</w:t>
      </w:r>
    </w:p>
    <w:p w:rsidR="00557788" w:rsidRDefault="00557788" w:rsidP="00557788">
      <w:r>
        <w:t>386.9238</w:t>
      </w:r>
      <w:r>
        <w:tab/>
        <w:t>6.354e0</w:t>
      </w:r>
    </w:p>
    <w:p w:rsidR="00557788" w:rsidRDefault="00557788" w:rsidP="00557788">
      <w:r>
        <w:t>386.9479</w:t>
      </w:r>
      <w:r>
        <w:tab/>
        <w:t>4.379e0</w:t>
      </w:r>
    </w:p>
    <w:p w:rsidR="00557788" w:rsidRDefault="00557788" w:rsidP="00557788">
      <w:r>
        <w:t>386.9702</w:t>
      </w:r>
      <w:r>
        <w:tab/>
        <w:t>5.760e0</w:t>
      </w:r>
    </w:p>
    <w:p w:rsidR="00557788" w:rsidRDefault="00557788" w:rsidP="00557788">
      <w:r>
        <w:t>386.9725</w:t>
      </w:r>
      <w:r>
        <w:tab/>
        <w:t>4.883e0</w:t>
      </w:r>
    </w:p>
    <w:p w:rsidR="00557788" w:rsidRDefault="00557788" w:rsidP="00557788">
      <w:r>
        <w:t>386.9758</w:t>
      </w:r>
      <w:r>
        <w:tab/>
        <w:t>5.773e0</w:t>
      </w:r>
    </w:p>
    <w:p w:rsidR="00557788" w:rsidRDefault="00557788" w:rsidP="00557788">
      <w:r>
        <w:t>386.9792</w:t>
      </w:r>
      <w:r>
        <w:tab/>
        <w:t>3.363e0</w:t>
      </w:r>
    </w:p>
    <w:p w:rsidR="00557788" w:rsidRDefault="00557788" w:rsidP="00557788">
      <w:r>
        <w:t>386.9806</w:t>
      </w:r>
      <w:r>
        <w:tab/>
        <w:t>3.561e0</w:t>
      </w:r>
    </w:p>
    <w:p w:rsidR="00557788" w:rsidRDefault="00557788" w:rsidP="00557788">
      <w:r>
        <w:t>386.9883</w:t>
      </w:r>
      <w:r>
        <w:tab/>
        <w:t>2.136e0</w:t>
      </w:r>
    </w:p>
    <w:p w:rsidR="00557788" w:rsidRDefault="00557788" w:rsidP="00557788">
      <w:r>
        <w:t>387.0037</w:t>
      </w:r>
      <w:r>
        <w:tab/>
        <w:t>4.051e0</w:t>
      </w:r>
    </w:p>
    <w:p w:rsidR="00557788" w:rsidRDefault="00557788" w:rsidP="00557788">
      <w:r>
        <w:t>387.0150</w:t>
      </w:r>
      <w:r>
        <w:tab/>
        <w:t>3.038e0</w:t>
      </w:r>
    </w:p>
    <w:p w:rsidR="00557788" w:rsidRDefault="00557788" w:rsidP="00557788">
      <w:r>
        <w:lastRenderedPageBreak/>
        <w:t>387.0183</w:t>
      </w:r>
      <w:r>
        <w:tab/>
        <w:t>3.038e0</w:t>
      </w:r>
    </w:p>
    <w:p w:rsidR="00557788" w:rsidRDefault="00557788" w:rsidP="00557788">
      <w:r>
        <w:t>387.0300</w:t>
      </w:r>
      <w:r>
        <w:tab/>
        <w:t>2.025e0</w:t>
      </w:r>
    </w:p>
    <w:p w:rsidR="00557788" w:rsidRDefault="00557788" w:rsidP="00557788">
      <w:r>
        <w:t>387.0549</w:t>
      </w:r>
      <w:r>
        <w:tab/>
        <w:t>2.763e0</w:t>
      </w:r>
    </w:p>
    <w:p w:rsidR="00557788" w:rsidRDefault="00557788" w:rsidP="00557788">
      <w:r>
        <w:t>387.0615</w:t>
      </w:r>
      <w:r>
        <w:tab/>
        <w:t>3.798e-2</w:t>
      </w:r>
    </w:p>
    <w:p w:rsidR="00557788" w:rsidRDefault="00557788" w:rsidP="00557788">
      <w:r>
        <w:t>387.0677</w:t>
      </w:r>
      <w:r>
        <w:tab/>
        <w:t>1.898e0</w:t>
      </w:r>
    </w:p>
    <w:p w:rsidR="00557788" w:rsidRDefault="00557788" w:rsidP="00557788">
      <w:r>
        <w:t>387.0704</w:t>
      </w:r>
      <w:r>
        <w:tab/>
        <w:t>6.748e0</w:t>
      </w:r>
    </w:p>
    <w:p w:rsidR="00557788" w:rsidRDefault="00557788" w:rsidP="00557788">
      <w:r>
        <w:t>387.0787</w:t>
      </w:r>
      <w:r>
        <w:tab/>
        <w:t>1.222e0</w:t>
      </w:r>
    </w:p>
    <w:p w:rsidR="00557788" w:rsidRDefault="00557788" w:rsidP="00557788">
      <w:r>
        <w:t>387.1082</w:t>
      </w:r>
      <w:r>
        <w:tab/>
        <w:t>5.797e0</w:t>
      </w:r>
    </w:p>
    <w:p w:rsidR="00557788" w:rsidRDefault="00557788" w:rsidP="00557788">
      <w:r>
        <w:t>387.1271</w:t>
      </w:r>
      <w:r>
        <w:tab/>
        <w:t>8.391e0</w:t>
      </w:r>
    </w:p>
    <w:p w:rsidR="00557788" w:rsidRDefault="00557788" w:rsidP="00557788">
      <w:r>
        <w:t>387.1297</w:t>
      </w:r>
      <w:r>
        <w:tab/>
        <w:t>3.892e0</w:t>
      </w:r>
    </w:p>
    <w:p w:rsidR="00557788" w:rsidRDefault="00557788" w:rsidP="00557788">
      <w:r>
        <w:t>387.1466</w:t>
      </w:r>
      <w:r>
        <w:tab/>
        <w:t>1.623e0</w:t>
      </w:r>
    </w:p>
    <w:p w:rsidR="00557788" w:rsidRDefault="00557788" w:rsidP="00557788">
      <w:r>
        <w:t>387.1543</w:t>
      </w:r>
      <w:r>
        <w:tab/>
        <w:t>2.458e0</w:t>
      </w:r>
    </w:p>
    <w:p w:rsidR="00557788" w:rsidRDefault="00557788" w:rsidP="00557788">
      <w:r>
        <w:t>387.1614</w:t>
      </w:r>
      <w:r>
        <w:tab/>
        <w:t>3.482e0</w:t>
      </w:r>
    </w:p>
    <w:p w:rsidR="00557788" w:rsidRDefault="00557788" w:rsidP="00557788">
      <w:r>
        <w:t>387.1723</w:t>
      </w:r>
      <w:r>
        <w:tab/>
        <w:t>2.714e0</w:t>
      </w:r>
    </w:p>
    <w:p w:rsidR="00557788" w:rsidRDefault="00557788" w:rsidP="00557788">
      <w:r>
        <w:t>387.1834</w:t>
      </w:r>
      <w:r>
        <w:tab/>
        <w:t>4.221e0</w:t>
      </w:r>
    </w:p>
    <w:p w:rsidR="00557788" w:rsidRDefault="00557788" w:rsidP="00557788">
      <w:r>
        <w:t>387.1864</w:t>
      </w:r>
      <w:r>
        <w:tab/>
        <w:t>5.535e-1</w:t>
      </w:r>
    </w:p>
    <w:p w:rsidR="00557788" w:rsidRDefault="00557788" w:rsidP="00557788">
      <w:r>
        <w:t>387.1939</w:t>
      </w:r>
      <w:r>
        <w:tab/>
        <w:t>2.108e0</w:t>
      </w:r>
    </w:p>
    <w:p w:rsidR="00557788" w:rsidRDefault="00557788" w:rsidP="00557788">
      <w:r>
        <w:t>387.1998</w:t>
      </w:r>
      <w:r>
        <w:tab/>
        <w:t>1.108e0</w:t>
      </w:r>
    </w:p>
    <w:p w:rsidR="00557788" w:rsidRDefault="00557788" w:rsidP="00557788">
      <w:r>
        <w:t>387.2119</w:t>
      </w:r>
      <w:r>
        <w:tab/>
        <w:t>4.298e0</w:t>
      </w:r>
    </w:p>
    <w:p w:rsidR="00557788" w:rsidRDefault="00557788" w:rsidP="00557788">
      <w:r>
        <w:lastRenderedPageBreak/>
        <w:t>387.2165</w:t>
      </w:r>
      <w:r>
        <w:tab/>
        <w:t>2.075e0</w:t>
      </w:r>
    </w:p>
    <w:p w:rsidR="00557788" w:rsidRDefault="00557788" w:rsidP="00557788">
      <w:r>
        <w:t>387.2261</w:t>
      </w:r>
      <w:r>
        <w:tab/>
        <w:t>7.952e0</w:t>
      </w:r>
    </w:p>
    <w:p w:rsidR="00557788" w:rsidRDefault="00557788" w:rsidP="00557788">
      <w:r>
        <w:t>387.2318</w:t>
      </w:r>
      <w:r>
        <w:tab/>
        <w:t>4.368e0</w:t>
      </w:r>
    </w:p>
    <w:p w:rsidR="00557788" w:rsidRDefault="00557788" w:rsidP="00557788">
      <w:r>
        <w:t>387.2640</w:t>
      </w:r>
      <w:r>
        <w:tab/>
        <w:t>1.049e1</w:t>
      </w:r>
    </w:p>
    <w:p w:rsidR="00557788" w:rsidRDefault="00557788" w:rsidP="00557788">
      <w:r>
        <w:t>387.2679</w:t>
      </w:r>
      <w:r>
        <w:tab/>
        <w:t>2.165e0</w:t>
      </w:r>
    </w:p>
    <w:p w:rsidR="00557788" w:rsidRDefault="00557788" w:rsidP="00557788">
      <w:r>
        <w:t>387.2767</w:t>
      </w:r>
      <w:r>
        <w:tab/>
        <w:t>5.987e0</w:t>
      </w:r>
    </w:p>
    <w:p w:rsidR="00557788" w:rsidRDefault="00557788" w:rsidP="00557788">
      <w:r>
        <w:t>387.2953</w:t>
      </w:r>
      <w:r>
        <w:tab/>
        <w:t>7.593e-1</w:t>
      </w:r>
    </w:p>
    <w:p w:rsidR="00557788" w:rsidRDefault="00557788" w:rsidP="00557788">
      <w:r>
        <w:t>387.3182</w:t>
      </w:r>
      <w:r>
        <w:tab/>
        <w:t>1.224e0</w:t>
      </w:r>
    </w:p>
    <w:p w:rsidR="00557788" w:rsidRDefault="00557788" w:rsidP="00557788">
      <w:r>
        <w:t>387.3318</w:t>
      </w:r>
      <w:r>
        <w:tab/>
        <w:t>3.191e0</w:t>
      </w:r>
    </w:p>
    <w:p w:rsidR="00557788" w:rsidRDefault="00557788" w:rsidP="00557788">
      <w:r>
        <w:t>387.3374</w:t>
      </w:r>
      <w:r>
        <w:tab/>
        <w:t>2.606e0</w:t>
      </w:r>
    </w:p>
    <w:p w:rsidR="00557788" w:rsidRDefault="00557788" w:rsidP="00557788">
      <w:r>
        <w:t>387.3486</w:t>
      </w:r>
      <w:r>
        <w:tab/>
        <w:t>1.642e0</w:t>
      </w:r>
    </w:p>
    <w:p w:rsidR="00557788" w:rsidRDefault="00557788" w:rsidP="00557788">
      <w:r>
        <w:t>387.3768</w:t>
      </w:r>
      <w:r>
        <w:tab/>
        <w:t>2.099e0</w:t>
      </w:r>
    </w:p>
    <w:p w:rsidR="00557788" w:rsidRDefault="00557788" w:rsidP="00557788">
      <w:r>
        <w:t>387.3823</w:t>
      </w:r>
      <w:r>
        <w:tab/>
        <w:t>2.532e0</w:t>
      </w:r>
    </w:p>
    <w:p w:rsidR="00557788" w:rsidRDefault="00557788" w:rsidP="00557788">
      <w:r>
        <w:t>387.3935</w:t>
      </w:r>
      <w:r>
        <w:tab/>
        <w:t>8.165e0</w:t>
      </w:r>
    </w:p>
    <w:p w:rsidR="00557788" w:rsidRDefault="00557788" w:rsidP="00557788">
      <w:r>
        <w:t>387.3979</w:t>
      </w:r>
      <w:r>
        <w:tab/>
        <w:t>2.100e0</w:t>
      </w:r>
    </w:p>
    <w:p w:rsidR="00557788" w:rsidRDefault="00557788" w:rsidP="00557788">
      <w:r>
        <w:t>387.4010</w:t>
      </w:r>
      <w:r>
        <w:tab/>
        <w:t>2.025e0</w:t>
      </w:r>
    </w:p>
    <w:p w:rsidR="00557788" w:rsidRDefault="00557788" w:rsidP="00557788">
      <w:r>
        <w:t>387.4023</w:t>
      </w:r>
      <w:r>
        <w:tab/>
        <w:t>4.565e0</w:t>
      </w:r>
    </w:p>
    <w:p w:rsidR="00557788" w:rsidRDefault="00557788" w:rsidP="00557788">
      <w:r>
        <w:t>387.4076</w:t>
      </w:r>
      <w:r>
        <w:tab/>
        <w:t>4.248e0</w:t>
      </w:r>
    </w:p>
    <w:p w:rsidR="00557788" w:rsidRDefault="00557788" w:rsidP="00557788">
      <w:r>
        <w:t>387.4183</w:t>
      </w:r>
      <w:r>
        <w:tab/>
        <w:t>1.013e0</w:t>
      </w:r>
    </w:p>
    <w:p w:rsidR="00557788" w:rsidRDefault="00557788" w:rsidP="00557788">
      <w:r>
        <w:lastRenderedPageBreak/>
        <w:t>387.4329</w:t>
      </w:r>
      <w:r>
        <w:tab/>
        <w:t>2.952e0</w:t>
      </w:r>
    </w:p>
    <w:p w:rsidR="00557788" w:rsidRDefault="00557788" w:rsidP="00557788">
      <w:r>
        <w:t>387.4442</w:t>
      </w:r>
      <w:r>
        <w:tab/>
        <w:t>2.038e0</w:t>
      </w:r>
    </w:p>
    <w:p w:rsidR="00557788" w:rsidRDefault="00557788" w:rsidP="00557788">
      <w:r>
        <w:t>387.4689</w:t>
      </w:r>
      <w:r>
        <w:tab/>
        <w:t>2.051e0</w:t>
      </w:r>
    </w:p>
    <w:p w:rsidR="00557788" w:rsidRDefault="00557788" w:rsidP="00557788">
      <w:r>
        <w:t>387.4769</w:t>
      </w:r>
      <w:r>
        <w:tab/>
        <w:t>2.025e0</w:t>
      </w:r>
    </w:p>
    <w:p w:rsidR="00557788" w:rsidRDefault="00557788" w:rsidP="00557788">
      <w:r>
        <w:t>387.4799</w:t>
      </w:r>
      <w:r>
        <w:tab/>
        <w:t>2.025e0</w:t>
      </w:r>
    </w:p>
    <w:p w:rsidR="00557788" w:rsidRDefault="00557788" w:rsidP="00557788">
      <w:r>
        <w:t>387.4858</w:t>
      </w:r>
      <w:r>
        <w:tab/>
        <w:t>2.025e0</w:t>
      </w:r>
    </w:p>
    <w:p w:rsidR="00557788" w:rsidRDefault="00557788" w:rsidP="00557788">
      <w:r>
        <w:t>387.4895</w:t>
      </w:r>
      <w:r>
        <w:tab/>
        <w:t>1.266e-2</w:t>
      </w:r>
    </w:p>
    <w:p w:rsidR="00557788" w:rsidRDefault="00557788" w:rsidP="00557788">
      <w:r>
        <w:t>387.5017</w:t>
      </w:r>
      <w:r>
        <w:tab/>
        <w:t>3.423e0</w:t>
      </w:r>
    </w:p>
    <w:p w:rsidR="00557788" w:rsidRDefault="00557788" w:rsidP="00557788">
      <w:r>
        <w:t>387.5198</w:t>
      </w:r>
      <w:r>
        <w:tab/>
        <w:t>2.025e0</w:t>
      </w:r>
    </w:p>
    <w:p w:rsidR="00557788" w:rsidRDefault="00557788" w:rsidP="00557788">
      <w:r>
        <w:t>387.5281</w:t>
      </w:r>
      <w:r>
        <w:tab/>
        <w:t>1.013e0</w:t>
      </w:r>
    </w:p>
    <w:p w:rsidR="00557788" w:rsidRDefault="00557788" w:rsidP="00557788">
      <w:r>
        <w:t>387.5335</w:t>
      </w:r>
      <w:r>
        <w:tab/>
        <w:t>2.025e0</w:t>
      </w:r>
    </w:p>
    <w:p w:rsidR="00557788" w:rsidRDefault="00557788" w:rsidP="00557788">
      <w:r>
        <w:t>387.5388</w:t>
      </w:r>
      <w:r>
        <w:tab/>
        <w:t>2.025e0</w:t>
      </w:r>
    </w:p>
    <w:p w:rsidR="00557788" w:rsidRDefault="00557788" w:rsidP="00557788">
      <w:r>
        <w:t>387.5664</w:t>
      </w:r>
      <w:r>
        <w:tab/>
        <w:t>1.910e0</w:t>
      </w:r>
    </w:p>
    <w:p w:rsidR="00557788" w:rsidRDefault="00557788" w:rsidP="00557788">
      <w:r>
        <w:t>387.5880</w:t>
      </w:r>
      <w:r>
        <w:tab/>
        <w:t>2.025e0</w:t>
      </w:r>
    </w:p>
    <w:p w:rsidR="00557788" w:rsidRDefault="00557788" w:rsidP="00557788">
      <w:r>
        <w:t>387.5996</w:t>
      </w:r>
      <w:r>
        <w:tab/>
        <w:t>3.051e0</w:t>
      </w:r>
    </w:p>
    <w:p w:rsidR="00557788" w:rsidRDefault="00557788" w:rsidP="00557788">
      <w:r>
        <w:t>387.6062</w:t>
      </w:r>
      <w:r>
        <w:tab/>
        <w:t>1.025e0</w:t>
      </w:r>
    </w:p>
    <w:p w:rsidR="00557788" w:rsidRDefault="00557788" w:rsidP="00557788">
      <w:r>
        <w:t>387.6228</w:t>
      </w:r>
      <w:r>
        <w:tab/>
        <w:t>5.778e0</w:t>
      </w:r>
    </w:p>
    <w:p w:rsidR="00557788" w:rsidRDefault="00557788" w:rsidP="00557788">
      <w:r>
        <w:t>387.6323</w:t>
      </w:r>
      <w:r>
        <w:tab/>
        <w:t>3.038e0</w:t>
      </w:r>
    </w:p>
    <w:p w:rsidR="00557788" w:rsidRDefault="00557788" w:rsidP="00557788">
      <w:r>
        <w:t>387.6663</w:t>
      </w:r>
      <w:r>
        <w:tab/>
        <w:t>3.038e0</w:t>
      </w:r>
    </w:p>
    <w:p w:rsidR="00557788" w:rsidRDefault="00557788" w:rsidP="00557788">
      <w:r>
        <w:lastRenderedPageBreak/>
        <w:t>387.6747</w:t>
      </w:r>
      <w:r>
        <w:tab/>
        <w:t>2.025e0</w:t>
      </w:r>
    </w:p>
    <w:p w:rsidR="00557788" w:rsidRDefault="00557788" w:rsidP="00557788">
      <w:r>
        <w:t>387.6787</w:t>
      </w:r>
      <w:r>
        <w:tab/>
        <w:t>2.025e0</w:t>
      </w:r>
    </w:p>
    <w:p w:rsidR="00557788" w:rsidRDefault="00557788" w:rsidP="00557788">
      <w:r>
        <w:t>387.6882</w:t>
      </w:r>
      <w:r>
        <w:tab/>
        <w:t>2.384e0</w:t>
      </w:r>
    </w:p>
    <w:p w:rsidR="00557788" w:rsidRDefault="00557788" w:rsidP="00557788">
      <w:r>
        <w:t>387.6940</w:t>
      </w:r>
      <w:r>
        <w:tab/>
        <w:t>3.038e0</w:t>
      </w:r>
    </w:p>
    <w:p w:rsidR="00557788" w:rsidRDefault="00557788" w:rsidP="00557788">
      <w:r>
        <w:t>387.7142</w:t>
      </w:r>
      <w:r>
        <w:tab/>
        <w:t>2.025e0</w:t>
      </w:r>
    </w:p>
    <w:p w:rsidR="00557788" w:rsidRDefault="00557788" w:rsidP="00557788">
      <w:r>
        <w:t>387.7192</w:t>
      </w:r>
      <w:r>
        <w:tab/>
        <w:t>3.038e0</w:t>
      </w:r>
    </w:p>
    <w:p w:rsidR="00557788" w:rsidRDefault="00557788" w:rsidP="00557788">
      <w:r>
        <w:t>387.7266</w:t>
      </w:r>
      <w:r>
        <w:tab/>
        <w:t>1.266e-2</w:t>
      </w:r>
    </w:p>
    <w:p w:rsidR="00557788" w:rsidRDefault="00557788" w:rsidP="00557788">
      <w:r>
        <w:t>387.7304</w:t>
      </w:r>
      <w:r>
        <w:tab/>
        <w:t>3.051e0</w:t>
      </w:r>
    </w:p>
    <w:p w:rsidR="00557788" w:rsidRDefault="00557788" w:rsidP="00557788">
      <w:r>
        <w:t>387.7370</w:t>
      </w:r>
      <w:r>
        <w:tab/>
        <w:t>4.051e0</w:t>
      </w:r>
    </w:p>
    <w:p w:rsidR="00557788" w:rsidRDefault="00557788" w:rsidP="00557788">
      <w:r>
        <w:t>387.7759</w:t>
      </w:r>
      <w:r>
        <w:tab/>
        <w:t>2.025e0</w:t>
      </w:r>
    </w:p>
    <w:p w:rsidR="00557788" w:rsidRDefault="00557788" w:rsidP="00557788">
      <w:r>
        <w:t>387.7888</w:t>
      </w:r>
      <w:r>
        <w:tab/>
        <w:t>3.038e0</w:t>
      </w:r>
    </w:p>
    <w:p w:rsidR="00557788" w:rsidRDefault="00557788" w:rsidP="00557788">
      <w:r>
        <w:t>387.7902</w:t>
      </w:r>
      <w:r>
        <w:tab/>
        <w:t>3.038e0</w:t>
      </w:r>
    </w:p>
    <w:p w:rsidR="00557788" w:rsidRDefault="00557788" w:rsidP="00557788">
      <w:r>
        <w:t>387.7912</w:t>
      </w:r>
      <w:r>
        <w:tab/>
        <w:t>2.698e0</w:t>
      </w:r>
    </w:p>
    <w:p w:rsidR="00557788" w:rsidRDefault="00557788" w:rsidP="00557788">
      <w:r>
        <w:t>387.7968</w:t>
      </w:r>
      <w:r>
        <w:tab/>
        <w:t>2.025e0</w:t>
      </w:r>
    </w:p>
    <w:p w:rsidR="00557788" w:rsidRDefault="00557788" w:rsidP="00557788">
      <w:r>
        <w:t>387.7990</w:t>
      </w:r>
      <w:r>
        <w:tab/>
        <w:t>2.532e-2</w:t>
      </w:r>
    </w:p>
    <w:p w:rsidR="00557788" w:rsidRDefault="00557788" w:rsidP="00557788">
      <w:r>
        <w:t>387.8152</w:t>
      </w:r>
      <w:r>
        <w:tab/>
        <w:t>1.013e0</w:t>
      </w:r>
    </w:p>
    <w:p w:rsidR="00557788" w:rsidRDefault="00557788" w:rsidP="00557788">
      <w:r>
        <w:t>387.8422</w:t>
      </w:r>
      <w:r>
        <w:tab/>
        <w:t>2.025e0</w:t>
      </w:r>
    </w:p>
    <w:p w:rsidR="00557788" w:rsidRDefault="00557788" w:rsidP="00557788">
      <w:r>
        <w:t>387.8514</w:t>
      </w:r>
      <w:r>
        <w:tab/>
        <w:t>2.891e0</w:t>
      </w:r>
    </w:p>
    <w:p w:rsidR="00557788" w:rsidRDefault="00557788" w:rsidP="00557788">
      <w:r>
        <w:t>387.8653</w:t>
      </w:r>
      <w:r>
        <w:tab/>
        <w:t>4.904e0</w:t>
      </w:r>
    </w:p>
    <w:p w:rsidR="00557788" w:rsidRDefault="00557788" w:rsidP="00557788">
      <w:r>
        <w:lastRenderedPageBreak/>
        <w:t>387.8667</w:t>
      </w:r>
      <w:r>
        <w:tab/>
        <w:t>2.025e0</w:t>
      </w:r>
    </w:p>
    <w:p w:rsidR="00557788" w:rsidRDefault="00557788" w:rsidP="00557788">
      <w:r>
        <w:t>387.8791</w:t>
      </w:r>
      <w:r>
        <w:tab/>
        <w:t>3.051e0</w:t>
      </w:r>
    </w:p>
    <w:p w:rsidR="00557788" w:rsidRDefault="00557788" w:rsidP="00557788">
      <w:r>
        <w:t>387.8812</w:t>
      </w:r>
      <w:r>
        <w:tab/>
        <w:t>1.648e0</w:t>
      </w:r>
    </w:p>
    <w:p w:rsidR="00557788" w:rsidRDefault="00557788" w:rsidP="00557788">
      <w:r>
        <w:t>387.9066</w:t>
      </w:r>
      <w:r>
        <w:tab/>
        <w:t>4.987e0</w:t>
      </w:r>
    </w:p>
    <w:p w:rsidR="00557788" w:rsidRDefault="00557788" w:rsidP="00557788">
      <w:r>
        <w:t>387.9167</w:t>
      </w:r>
      <w:r>
        <w:tab/>
        <w:t>3.135e-1</w:t>
      </w:r>
    </w:p>
    <w:p w:rsidR="00557788" w:rsidRDefault="00557788" w:rsidP="00557788">
      <w:r>
        <w:t>387.9277</w:t>
      </w:r>
      <w:r>
        <w:tab/>
        <w:t>1.875e0</w:t>
      </w:r>
    </w:p>
    <w:p w:rsidR="00557788" w:rsidRDefault="00557788" w:rsidP="00557788">
      <w:r>
        <w:t>387.9316</w:t>
      </w:r>
      <w:r>
        <w:tab/>
        <w:t>1.662e0</w:t>
      </w:r>
    </w:p>
    <w:p w:rsidR="00557788" w:rsidRDefault="00557788" w:rsidP="00557788">
      <w:r>
        <w:t>387.9344</w:t>
      </w:r>
      <w:r>
        <w:tab/>
        <w:t>1.390e0</w:t>
      </w:r>
    </w:p>
    <w:p w:rsidR="00557788" w:rsidRDefault="00557788" w:rsidP="00557788">
      <w:r>
        <w:t>387.9478</w:t>
      </w:r>
      <w:r>
        <w:tab/>
        <w:t>3.343e0</w:t>
      </w:r>
    </w:p>
    <w:p w:rsidR="00557788" w:rsidRDefault="00557788" w:rsidP="00557788">
      <w:r>
        <w:t>387.9836</w:t>
      </w:r>
      <w:r>
        <w:tab/>
        <w:t>1.918e0</w:t>
      </w:r>
    </w:p>
    <w:p w:rsidR="00557788" w:rsidRDefault="00557788" w:rsidP="00557788">
      <w:r>
        <w:t>387.9858</w:t>
      </w:r>
      <w:r>
        <w:tab/>
        <w:t>1.899e0</w:t>
      </w:r>
    </w:p>
    <w:p w:rsidR="00557788" w:rsidRDefault="00557788" w:rsidP="00557788">
      <w:r>
        <w:t>387.9918</w:t>
      </w:r>
      <w:r>
        <w:tab/>
        <w:t>1.002e0</w:t>
      </w:r>
    </w:p>
    <w:p w:rsidR="00557788" w:rsidRDefault="00557788" w:rsidP="00557788">
      <w:r>
        <w:t>387.9965</w:t>
      </w:r>
      <w:r>
        <w:tab/>
        <w:t>4.295e0</w:t>
      </w:r>
    </w:p>
    <w:p w:rsidR="00557788" w:rsidRDefault="00557788" w:rsidP="00557788">
      <w:r>
        <w:t>388.0066</w:t>
      </w:r>
      <w:r>
        <w:tab/>
        <w:t>6.667e0</w:t>
      </w:r>
    </w:p>
    <w:p w:rsidR="00557788" w:rsidRDefault="00557788" w:rsidP="00557788">
      <w:r>
        <w:t>388.0147</w:t>
      </w:r>
      <w:r>
        <w:tab/>
        <w:t>3.038e0</w:t>
      </w:r>
    </w:p>
    <w:p w:rsidR="00557788" w:rsidRDefault="00557788" w:rsidP="00557788">
      <w:r>
        <w:t>388.0318</w:t>
      </w:r>
      <w:r>
        <w:tab/>
        <w:t>2.025e0</w:t>
      </w:r>
    </w:p>
    <w:p w:rsidR="00557788" w:rsidRDefault="00557788" w:rsidP="00557788">
      <w:r>
        <w:t>388.0539</w:t>
      </w:r>
      <w:r>
        <w:tab/>
        <w:t>3.839e0</w:t>
      </w:r>
    </w:p>
    <w:p w:rsidR="00557788" w:rsidRDefault="00557788" w:rsidP="00557788">
      <w:r>
        <w:t>388.0578</w:t>
      </w:r>
      <w:r>
        <w:tab/>
        <w:t>5.485e0</w:t>
      </w:r>
    </w:p>
    <w:p w:rsidR="00557788" w:rsidRDefault="00557788" w:rsidP="00557788">
      <w:r>
        <w:t>388.0598</w:t>
      </w:r>
      <w:r>
        <w:tab/>
        <w:t>1.013e0</w:t>
      </w:r>
    </w:p>
    <w:p w:rsidR="00557788" w:rsidRDefault="00557788" w:rsidP="00557788">
      <w:r>
        <w:lastRenderedPageBreak/>
        <w:t>388.0851</w:t>
      </w:r>
      <w:r>
        <w:tab/>
        <w:t>4.881e0</w:t>
      </w:r>
    </w:p>
    <w:p w:rsidR="00557788" w:rsidRDefault="00557788" w:rsidP="00557788">
      <w:r>
        <w:t>388.0956</w:t>
      </w:r>
      <w:r>
        <w:tab/>
        <w:t>6.076e0</w:t>
      </w:r>
    </w:p>
    <w:p w:rsidR="00557788" w:rsidRDefault="00557788" w:rsidP="00557788">
      <w:r>
        <w:t>388.0984</w:t>
      </w:r>
      <w:r>
        <w:tab/>
        <w:t>2.025e0</w:t>
      </w:r>
    </w:p>
    <w:p w:rsidR="00557788" w:rsidRDefault="00557788" w:rsidP="00557788">
      <w:r>
        <w:t>388.1006</w:t>
      </w:r>
      <w:r>
        <w:tab/>
        <w:t>3.844e0</w:t>
      </w:r>
    </w:p>
    <w:p w:rsidR="00557788" w:rsidRDefault="00557788" w:rsidP="00557788">
      <w:r>
        <w:t>388.1034</w:t>
      </w:r>
      <w:r>
        <w:tab/>
        <w:t>2.975e0</w:t>
      </w:r>
    </w:p>
    <w:p w:rsidR="00557788" w:rsidRDefault="00557788" w:rsidP="00557788">
      <w:r>
        <w:t>388.1194</w:t>
      </w:r>
      <w:r>
        <w:tab/>
        <w:t>6.908e-2</w:t>
      </w:r>
    </w:p>
    <w:p w:rsidR="00557788" w:rsidRDefault="00557788" w:rsidP="00557788">
      <w:r>
        <w:t>388.1204</w:t>
      </w:r>
      <w:r>
        <w:tab/>
        <w:t>2.796e0</w:t>
      </w:r>
    </w:p>
    <w:p w:rsidR="00557788" w:rsidRDefault="00557788" w:rsidP="00557788">
      <w:r>
        <w:t>388.1373</w:t>
      </w:r>
      <w:r>
        <w:tab/>
        <w:t>1.281e0</w:t>
      </w:r>
    </w:p>
    <w:p w:rsidR="00557788" w:rsidRDefault="00557788" w:rsidP="00557788">
      <w:r>
        <w:t>388.1701</w:t>
      </w:r>
      <w:r>
        <w:tab/>
        <w:t>2.681e0</w:t>
      </w:r>
    </w:p>
    <w:p w:rsidR="00557788" w:rsidRDefault="00557788" w:rsidP="00557788">
      <w:r>
        <w:t>388.1836</w:t>
      </w:r>
      <w:r>
        <w:tab/>
        <w:t>2.593e0</w:t>
      </w:r>
    </w:p>
    <w:p w:rsidR="00557788" w:rsidRDefault="00557788" w:rsidP="00557788">
      <w:r>
        <w:t>388.1892</w:t>
      </w:r>
      <w:r>
        <w:tab/>
        <w:t>7.516e0</w:t>
      </w:r>
    </w:p>
    <w:p w:rsidR="00557788" w:rsidRDefault="00557788" w:rsidP="00557788">
      <w:r>
        <w:t>388.2409</w:t>
      </w:r>
      <w:r>
        <w:tab/>
        <w:t>2.091e1</w:t>
      </w:r>
    </w:p>
    <w:p w:rsidR="00557788" w:rsidRDefault="00557788" w:rsidP="00557788">
      <w:r>
        <w:t>388.2568</w:t>
      </w:r>
      <w:r>
        <w:tab/>
        <w:t>1.183e1</w:t>
      </w:r>
    </w:p>
    <w:p w:rsidR="00557788" w:rsidRDefault="00557788" w:rsidP="00557788">
      <w:r>
        <w:t>388.2587</w:t>
      </w:r>
      <w:r>
        <w:tab/>
        <w:t>4.061e1</w:t>
      </w:r>
    </w:p>
    <w:p w:rsidR="00557788" w:rsidRDefault="00557788" w:rsidP="00557788">
      <w:r>
        <w:t>388.2989</w:t>
      </w:r>
      <w:r>
        <w:tab/>
        <w:t>7.110e0</w:t>
      </w:r>
    </w:p>
    <w:p w:rsidR="00557788" w:rsidRDefault="00557788" w:rsidP="00557788">
      <w:r>
        <w:t>388.3366</w:t>
      </w:r>
      <w:r>
        <w:tab/>
        <w:t>1.869e0</w:t>
      </w:r>
    </w:p>
    <w:p w:rsidR="00557788" w:rsidRDefault="00557788" w:rsidP="00557788">
      <w:r>
        <w:t>388.3447</w:t>
      </w:r>
      <w:r>
        <w:tab/>
        <w:t>6.026e0</w:t>
      </w:r>
    </w:p>
    <w:p w:rsidR="00557788" w:rsidRDefault="00557788" w:rsidP="00557788">
      <w:r>
        <w:t>388.3516</w:t>
      </w:r>
      <w:r>
        <w:tab/>
        <w:t>2.106e0</w:t>
      </w:r>
    </w:p>
    <w:p w:rsidR="00557788" w:rsidRDefault="00557788" w:rsidP="00557788">
      <w:r>
        <w:t>388.3772</w:t>
      </w:r>
      <w:r>
        <w:tab/>
        <w:t>4.822e0</w:t>
      </w:r>
    </w:p>
    <w:p w:rsidR="00557788" w:rsidRDefault="00557788" w:rsidP="00557788">
      <w:r>
        <w:lastRenderedPageBreak/>
        <w:t>388.3889</w:t>
      </w:r>
      <w:r>
        <w:tab/>
        <w:t>5.232e0</w:t>
      </w:r>
    </w:p>
    <w:p w:rsidR="00557788" w:rsidRDefault="00557788" w:rsidP="00557788">
      <w:r>
        <w:t>388.3935</w:t>
      </w:r>
      <w:r>
        <w:tab/>
        <w:t>7.493e0</w:t>
      </w:r>
    </w:p>
    <w:p w:rsidR="00557788" w:rsidRDefault="00557788" w:rsidP="00557788">
      <w:r>
        <w:t>388.3963</w:t>
      </w:r>
      <w:r>
        <w:tab/>
        <w:t>8.101e0</w:t>
      </w:r>
    </w:p>
    <w:p w:rsidR="00557788" w:rsidRDefault="00557788" w:rsidP="00557788">
      <w:r>
        <w:t>388.4106</w:t>
      </w:r>
      <w:r>
        <w:tab/>
        <w:t>5.463e0</w:t>
      </w:r>
    </w:p>
    <w:p w:rsidR="00557788" w:rsidRDefault="00557788" w:rsidP="00557788">
      <w:r>
        <w:t>388.4330</w:t>
      </w:r>
      <w:r>
        <w:tab/>
        <w:t>2.999e0</w:t>
      </w:r>
    </w:p>
    <w:p w:rsidR="00557788" w:rsidRDefault="00557788" w:rsidP="00557788">
      <w:r>
        <w:t>388.4421</w:t>
      </w:r>
      <w:r>
        <w:tab/>
        <w:t>3.174e0</w:t>
      </w:r>
    </w:p>
    <w:p w:rsidR="00557788" w:rsidRDefault="00557788" w:rsidP="00557788">
      <w:r>
        <w:t>388.4465</w:t>
      </w:r>
      <w:r>
        <w:tab/>
        <w:t>8.101e0</w:t>
      </w:r>
    </w:p>
    <w:p w:rsidR="00557788" w:rsidRDefault="00557788" w:rsidP="00557788">
      <w:r>
        <w:t>388.4488</w:t>
      </w:r>
      <w:r>
        <w:tab/>
        <w:t>2.025e0</w:t>
      </w:r>
    </w:p>
    <w:p w:rsidR="00557788" w:rsidRDefault="00557788" w:rsidP="00557788">
      <w:r>
        <w:t>388.4512</w:t>
      </w:r>
      <w:r>
        <w:tab/>
        <w:t>3.038e0</w:t>
      </w:r>
    </w:p>
    <w:p w:rsidR="00557788" w:rsidRDefault="00557788" w:rsidP="00557788">
      <w:r>
        <w:t>388.4865</w:t>
      </w:r>
      <w:r>
        <w:tab/>
        <w:t>1.025e0</w:t>
      </w:r>
    </w:p>
    <w:p w:rsidR="00557788" w:rsidRDefault="00557788" w:rsidP="00557788">
      <w:r>
        <w:t>388.4965</w:t>
      </w:r>
      <w:r>
        <w:tab/>
        <w:t>1.025e0</w:t>
      </w:r>
    </w:p>
    <w:p w:rsidR="00557788" w:rsidRDefault="00557788" w:rsidP="00557788">
      <w:r>
        <w:t>388.5040</w:t>
      </w:r>
      <w:r>
        <w:tab/>
        <w:t>8.119e0</w:t>
      </w:r>
    </w:p>
    <w:p w:rsidR="00557788" w:rsidRDefault="00557788" w:rsidP="00557788">
      <w:r>
        <w:t>388.5129</w:t>
      </w:r>
      <w:r>
        <w:tab/>
        <w:t>1.013e0</w:t>
      </w:r>
    </w:p>
    <w:p w:rsidR="00557788" w:rsidRDefault="00557788" w:rsidP="00557788">
      <w:r>
        <w:t>388.5261</w:t>
      </w:r>
      <w:r>
        <w:tab/>
        <w:t>3.038e0</w:t>
      </w:r>
    </w:p>
    <w:p w:rsidR="00557788" w:rsidRDefault="00557788" w:rsidP="00557788">
      <w:r>
        <w:t>388.5485</w:t>
      </w:r>
      <w:r>
        <w:tab/>
        <w:t>2.025e0</w:t>
      </w:r>
    </w:p>
    <w:p w:rsidR="00557788" w:rsidRDefault="00557788" w:rsidP="00557788">
      <w:r>
        <w:t>388.5521</w:t>
      </w:r>
      <w:r>
        <w:tab/>
        <w:t>2.025e0</w:t>
      </w:r>
    </w:p>
    <w:p w:rsidR="00557788" w:rsidRDefault="00557788" w:rsidP="00557788">
      <w:r>
        <w:t>388.5695</w:t>
      </w:r>
      <w:r>
        <w:tab/>
        <w:t>3.038e0</w:t>
      </w:r>
    </w:p>
    <w:p w:rsidR="00557788" w:rsidRDefault="00557788" w:rsidP="00557788">
      <w:r>
        <w:t>388.5817</w:t>
      </w:r>
      <w:r>
        <w:tab/>
        <w:t>2.038e0</w:t>
      </w:r>
    </w:p>
    <w:p w:rsidR="00557788" w:rsidRDefault="00557788" w:rsidP="00557788">
      <w:r>
        <w:t>388.5952</w:t>
      </w:r>
      <w:r>
        <w:tab/>
        <w:t>3.038e0</w:t>
      </w:r>
    </w:p>
    <w:p w:rsidR="00557788" w:rsidRDefault="00557788" w:rsidP="00557788">
      <w:r>
        <w:lastRenderedPageBreak/>
        <w:t>388.6032</w:t>
      </w:r>
      <w:r>
        <w:tab/>
        <w:t>1.051e0</w:t>
      </w:r>
    </w:p>
    <w:p w:rsidR="00557788" w:rsidRDefault="00557788" w:rsidP="00557788">
      <w:r>
        <w:t>388.6204</w:t>
      </w:r>
      <w:r>
        <w:tab/>
        <w:t>2.025e0</w:t>
      </w:r>
    </w:p>
    <w:p w:rsidR="00557788" w:rsidRDefault="00557788" w:rsidP="00557788">
      <w:r>
        <w:t>388.6277</w:t>
      </w:r>
      <w:r>
        <w:tab/>
        <w:t>1.025e0</w:t>
      </w:r>
    </w:p>
    <w:p w:rsidR="00557788" w:rsidRDefault="00557788" w:rsidP="00557788">
      <w:r>
        <w:t>388.6311</w:t>
      </w:r>
      <w:r>
        <w:tab/>
        <w:t>1.266e-2</w:t>
      </w:r>
    </w:p>
    <w:p w:rsidR="00557788" w:rsidRDefault="00557788" w:rsidP="00557788">
      <w:r>
        <w:t>388.6334</w:t>
      </w:r>
      <w:r>
        <w:tab/>
        <w:t>3.038e0</w:t>
      </w:r>
    </w:p>
    <w:p w:rsidR="00557788" w:rsidRDefault="00557788" w:rsidP="00557788">
      <w:r>
        <w:t>388.6579</w:t>
      </w:r>
      <w:r>
        <w:tab/>
        <w:t>1.051e0</w:t>
      </w:r>
    </w:p>
    <w:p w:rsidR="00557788" w:rsidRDefault="00557788" w:rsidP="00557788">
      <w:r>
        <w:t>388.6653</w:t>
      </w:r>
      <w:r>
        <w:tab/>
        <w:t>1.013e0</w:t>
      </w:r>
    </w:p>
    <w:p w:rsidR="00557788" w:rsidRDefault="00557788" w:rsidP="00557788">
      <w:r>
        <w:t>388.6667</w:t>
      </w:r>
      <w:r>
        <w:tab/>
        <w:t>3.051e0</w:t>
      </w:r>
    </w:p>
    <w:p w:rsidR="00557788" w:rsidRDefault="00557788" w:rsidP="00557788">
      <w:r>
        <w:t>388.6802</w:t>
      </w:r>
      <w:r>
        <w:tab/>
        <w:t>5.063e-2</w:t>
      </w:r>
    </w:p>
    <w:p w:rsidR="00557788" w:rsidRDefault="00557788" w:rsidP="00557788">
      <w:r>
        <w:t>388.6940</w:t>
      </w:r>
      <w:r>
        <w:tab/>
        <w:t>4.051e0</w:t>
      </w:r>
    </w:p>
    <w:p w:rsidR="00557788" w:rsidRDefault="00557788" w:rsidP="00557788">
      <w:r>
        <w:t>388.7086</w:t>
      </w:r>
      <w:r>
        <w:tab/>
        <w:t>2.025e0</w:t>
      </w:r>
    </w:p>
    <w:p w:rsidR="00557788" w:rsidRDefault="00557788" w:rsidP="00557788">
      <w:r>
        <w:t>388.7206</w:t>
      </w:r>
      <w:r>
        <w:tab/>
        <w:t>1.038e0</w:t>
      </w:r>
    </w:p>
    <w:p w:rsidR="00557788" w:rsidRDefault="00557788" w:rsidP="00557788">
      <w:r>
        <w:t>388.7275</w:t>
      </w:r>
      <w:r>
        <w:tab/>
        <w:t>1.013e0</w:t>
      </w:r>
    </w:p>
    <w:p w:rsidR="00557788" w:rsidRDefault="00557788" w:rsidP="00557788">
      <w:r>
        <w:t>388.7375</w:t>
      </w:r>
      <w:r>
        <w:tab/>
        <w:t>2.025e0</w:t>
      </w:r>
    </w:p>
    <w:p w:rsidR="00557788" w:rsidRDefault="00557788" w:rsidP="00557788">
      <w:r>
        <w:t>388.7545</w:t>
      </w:r>
      <w:r>
        <w:tab/>
        <w:t>3.038e0</w:t>
      </w:r>
    </w:p>
    <w:p w:rsidR="00557788" w:rsidRDefault="00557788" w:rsidP="00557788">
      <w:r>
        <w:t>388.7640</w:t>
      </w:r>
      <w:r>
        <w:tab/>
        <w:t>2.025e0</w:t>
      </w:r>
    </w:p>
    <w:p w:rsidR="00557788" w:rsidRDefault="00557788" w:rsidP="00557788">
      <w:r>
        <w:t>388.7751</w:t>
      </w:r>
      <w:r>
        <w:tab/>
        <w:t>1.013e0</w:t>
      </w:r>
    </w:p>
    <w:p w:rsidR="00557788" w:rsidRDefault="00557788" w:rsidP="00557788">
      <w:r>
        <w:t>388.7896</w:t>
      </w:r>
      <w:r>
        <w:tab/>
        <w:t>1.266e-2</w:t>
      </w:r>
    </w:p>
    <w:p w:rsidR="00557788" w:rsidRDefault="00557788" w:rsidP="00557788">
      <w:r>
        <w:t>388.7910</w:t>
      </w:r>
      <w:r>
        <w:tab/>
        <w:t>1.862e0</w:t>
      </w:r>
    </w:p>
    <w:p w:rsidR="00557788" w:rsidRDefault="00557788" w:rsidP="00557788">
      <w:r>
        <w:lastRenderedPageBreak/>
        <w:t>388.7964</w:t>
      </w:r>
      <w:r>
        <w:tab/>
        <w:t>1.013e0</w:t>
      </w:r>
    </w:p>
    <w:p w:rsidR="00557788" w:rsidRDefault="00557788" w:rsidP="00557788">
      <w:r>
        <w:t>388.8000</w:t>
      </w:r>
      <w:r>
        <w:tab/>
        <w:t>2.025e0</w:t>
      </w:r>
    </w:p>
    <w:p w:rsidR="00557788" w:rsidRDefault="00557788" w:rsidP="00557788">
      <w:r>
        <w:t>388.8087</w:t>
      </w:r>
      <w:r>
        <w:tab/>
        <w:t>1.013e1</w:t>
      </w:r>
    </w:p>
    <w:p w:rsidR="00557788" w:rsidRDefault="00557788" w:rsidP="00557788">
      <w:r>
        <w:t>388.8160</w:t>
      </w:r>
      <w:r>
        <w:tab/>
        <w:t>3.063e0</w:t>
      </w:r>
    </w:p>
    <w:p w:rsidR="00557788" w:rsidRDefault="00557788" w:rsidP="00557788">
      <w:r>
        <w:t>388.8344</w:t>
      </w:r>
      <w:r>
        <w:tab/>
        <w:t>5.590e0</w:t>
      </w:r>
    </w:p>
    <w:p w:rsidR="00557788" w:rsidRDefault="00557788" w:rsidP="00557788">
      <w:r>
        <w:t>388.8386</w:t>
      </w:r>
      <w:r>
        <w:tab/>
        <w:t>2.038e0</w:t>
      </w:r>
    </w:p>
    <w:p w:rsidR="00557788" w:rsidRDefault="00557788" w:rsidP="00557788">
      <w:r>
        <w:t>388.8574</w:t>
      </w:r>
      <w:r>
        <w:tab/>
        <w:t>2.300e0</w:t>
      </w:r>
    </w:p>
    <w:p w:rsidR="00557788" w:rsidRDefault="00557788" w:rsidP="00557788">
      <w:r>
        <w:t>388.8656</w:t>
      </w:r>
      <w:r>
        <w:tab/>
        <w:t>1.114e1</w:t>
      </w:r>
    </w:p>
    <w:p w:rsidR="00557788" w:rsidRDefault="00557788" w:rsidP="00557788">
      <w:r>
        <w:t>388.8993</w:t>
      </w:r>
      <w:r>
        <w:tab/>
        <w:t>1.943e0</w:t>
      </w:r>
    </w:p>
    <w:p w:rsidR="00557788" w:rsidRDefault="00557788" w:rsidP="00557788">
      <w:r>
        <w:t>388.9159</w:t>
      </w:r>
      <w:r>
        <w:tab/>
        <w:t>2.350e0</w:t>
      </w:r>
    </w:p>
    <w:p w:rsidR="00557788" w:rsidRDefault="00557788" w:rsidP="00557788">
      <w:r>
        <w:t>388.9214</w:t>
      </w:r>
      <w:r>
        <w:tab/>
        <w:t>2.473e0</w:t>
      </w:r>
    </w:p>
    <w:p w:rsidR="00557788" w:rsidRDefault="00557788" w:rsidP="00557788">
      <w:r>
        <w:t>388.9240</w:t>
      </w:r>
      <w:r>
        <w:tab/>
        <w:t>3.496e-1</w:t>
      </w:r>
    </w:p>
    <w:p w:rsidR="00557788" w:rsidRDefault="00557788" w:rsidP="00557788">
      <w:r>
        <w:t>388.9335</w:t>
      </w:r>
      <w:r>
        <w:tab/>
        <w:t>1.585e0</w:t>
      </w:r>
    </w:p>
    <w:p w:rsidR="00557788" w:rsidRDefault="00557788" w:rsidP="00557788">
      <w:r>
        <w:t>388.9391</w:t>
      </w:r>
      <w:r>
        <w:tab/>
        <w:t>4.428e0</w:t>
      </w:r>
    </w:p>
    <w:p w:rsidR="00557788" w:rsidRDefault="00557788" w:rsidP="00557788">
      <w:r>
        <w:t>388.9417</w:t>
      </w:r>
      <w:r>
        <w:tab/>
        <w:t>2.025e0</w:t>
      </w:r>
    </w:p>
    <w:p w:rsidR="00557788" w:rsidRDefault="00557788" w:rsidP="00557788">
      <w:r>
        <w:t>388.9515</w:t>
      </w:r>
      <w:r>
        <w:tab/>
        <w:t>2.890e0</w:t>
      </w:r>
    </w:p>
    <w:p w:rsidR="00557788" w:rsidRDefault="00557788" w:rsidP="00557788">
      <w:r>
        <w:t>388.9785</w:t>
      </w:r>
      <w:r>
        <w:tab/>
        <w:t>3.835e0</w:t>
      </w:r>
    </w:p>
    <w:p w:rsidR="00557788" w:rsidRDefault="00557788" w:rsidP="00557788">
      <w:r>
        <w:t>388.9825</w:t>
      </w:r>
      <w:r>
        <w:tab/>
        <w:t>2.350e0</w:t>
      </w:r>
    </w:p>
    <w:p w:rsidR="00557788" w:rsidRDefault="00557788" w:rsidP="00557788">
      <w:r>
        <w:t>388.9841</w:t>
      </w:r>
      <w:r>
        <w:tab/>
        <w:t>2.025e0</w:t>
      </w:r>
    </w:p>
    <w:p w:rsidR="00557788" w:rsidRDefault="00557788" w:rsidP="00557788">
      <w:r>
        <w:lastRenderedPageBreak/>
        <w:t>388.9894</w:t>
      </w:r>
      <w:r>
        <w:tab/>
        <w:t>4.953e0</w:t>
      </w:r>
    </w:p>
    <w:p w:rsidR="00557788" w:rsidRDefault="00557788" w:rsidP="00557788">
      <w:r>
        <w:t>388.9991</w:t>
      </w:r>
      <w:r>
        <w:tab/>
        <w:t>4.008e0</w:t>
      </w:r>
    </w:p>
    <w:p w:rsidR="00557788" w:rsidRDefault="00557788" w:rsidP="00557788">
      <w:r>
        <w:t>389.0020</w:t>
      </w:r>
      <w:r>
        <w:tab/>
        <w:t>3.038e0</w:t>
      </w:r>
    </w:p>
    <w:p w:rsidR="00557788" w:rsidRDefault="00557788" w:rsidP="00557788">
      <w:r>
        <w:t>389.0176</w:t>
      </w:r>
      <w:r>
        <w:tab/>
        <w:t>2.025e0</w:t>
      </w:r>
    </w:p>
    <w:p w:rsidR="00557788" w:rsidRDefault="00557788" w:rsidP="00557788">
      <w:r>
        <w:t>389.0446</w:t>
      </w:r>
      <w:r>
        <w:tab/>
        <w:t>1.013e0</w:t>
      </w:r>
    </w:p>
    <w:p w:rsidR="00557788" w:rsidRDefault="00557788" w:rsidP="00557788">
      <w:r>
        <w:t>389.0458</w:t>
      </w:r>
      <w:r>
        <w:tab/>
        <w:t>3.038e0</w:t>
      </w:r>
    </w:p>
    <w:p w:rsidR="00557788" w:rsidRDefault="00557788" w:rsidP="00557788">
      <w:r>
        <w:t>389.0582</w:t>
      </w:r>
      <w:r>
        <w:tab/>
        <w:t>3.922e0</w:t>
      </w:r>
    </w:p>
    <w:p w:rsidR="00557788" w:rsidRDefault="00557788" w:rsidP="00557788">
      <w:r>
        <w:t>389.0658</w:t>
      </w:r>
      <w:r>
        <w:tab/>
        <w:t>4.455e0</w:t>
      </w:r>
    </w:p>
    <w:p w:rsidR="00557788" w:rsidRDefault="00557788" w:rsidP="00557788">
      <w:r>
        <w:t>389.0889</w:t>
      </w:r>
      <w:r>
        <w:tab/>
        <w:t>2.025e0</w:t>
      </w:r>
    </w:p>
    <w:p w:rsidR="00557788" w:rsidRDefault="00557788" w:rsidP="00557788">
      <w:r>
        <w:t>389.0957</w:t>
      </w:r>
      <w:r>
        <w:tab/>
        <w:t>1.105e0</w:t>
      </w:r>
    </w:p>
    <w:p w:rsidR="00557788" w:rsidRDefault="00557788" w:rsidP="00557788">
      <w:r>
        <w:t>389.1127</w:t>
      </w:r>
      <w:r>
        <w:tab/>
        <w:t>2.622e0</w:t>
      </w:r>
    </w:p>
    <w:p w:rsidR="00557788" w:rsidRDefault="00557788" w:rsidP="00557788">
      <w:r>
        <w:t>389.1221</w:t>
      </w:r>
      <w:r>
        <w:tab/>
        <w:t>3.038e0</w:t>
      </w:r>
    </w:p>
    <w:p w:rsidR="00557788" w:rsidRDefault="00557788" w:rsidP="00557788">
      <w:r>
        <w:t>389.1385</w:t>
      </w:r>
      <w:r>
        <w:tab/>
        <w:t>5.046e0</w:t>
      </w:r>
    </w:p>
    <w:p w:rsidR="00557788" w:rsidRDefault="00557788" w:rsidP="00557788">
      <w:r>
        <w:t>389.1442</w:t>
      </w:r>
      <w:r>
        <w:tab/>
        <w:t>5.167e0</w:t>
      </w:r>
    </w:p>
    <w:p w:rsidR="00557788" w:rsidRDefault="00557788" w:rsidP="00557788">
      <w:r>
        <w:t>389.1454</w:t>
      </w:r>
      <w:r>
        <w:tab/>
        <w:t>7.183e-1</w:t>
      </w:r>
    </w:p>
    <w:p w:rsidR="00557788" w:rsidRDefault="00557788" w:rsidP="00557788">
      <w:r>
        <w:t>389.1836</w:t>
      </w:r>
      <w:r>
        <w:tab/>
        <w:t>3.528e0</w:t>
      </w:r>
    </w:p>
    <w:p w:rsidR="00557788" w:rsidRDefault="00557788" w:rsidP="00557788">
      <w:r>
        <w:t>389.2000</w:t>
      </w:r>
      <w:r>
        <w:tab/>
        <w:t>6.139e0</w:t>
      </w:r>
    </w:p>
    <w:p w:rsidR="00557788" w:rsidRDefault="00557788" w:rsidP="00557788">
      <w:r>
        <w:t>389.2118</w:t>
      </w:r>
      <w:r>
        <w:tab/>
        <w:t>1.371e0</w:t>
      </w:r>
    </w:p>
    <w:p w:rsidR="00557788" w:rsidRDefault="00557788" w:rsidP="00557788">
      <w:r>
        <w:t>389.2145</w:t>
      </w:r>
      <w:r>
        <w:tab/>
        <w:t>8.168e-1</w:t>
      </w:r>
    </w:p>
    <w:p w:rsidR="00557788" w:rsidRDefault="00557788" w:rsidP="00557788">
      <w:r>
        <w:lastRenderedPageBreak/>
        <w:t>389.2169</w:t>
      </w:r>
      <w:r>
        <w:tab/>
        <w:t>1.333e0</w:t>
      </w:r>
    </w:p>
    <w:p w:rsidR="00557788" w:rsidRDefault="00557788" w:rsidP="00557788">
      <w:r>
        <w:t>389.2422</w:t>
      </w:r>
      <w:r>
        <w:tab/>
        <w:t>9.103e0</w:t>
      </w:r>
    </w:p>
    <w:p w:rsidR="00557788" w:rsidRDefault="00557788" w:rsidP="00557788">
      <w:r>
        <w:t>389.2492</w:t>
      </w:r>
      <w:r>
        <w:tab/>
        <w:t>7.968e0</w:t>
      </w:r>
    </w:p>
    <w:p w:rsidR="00557788" w:rsidRDefault="00557788" w:rsidP="00557788">
      <w:r>
        <w:t>389.2507</w:t>
      </w:r>
      <w:r>
        <w:tab/>
        <w:t>3.016e0</w:t>
      </w:r>
    </w:p>
    <w:p w:rsidR="00557788" w:rsidRDefault="00557788" w:rsidP="00557788">
      <w:r>
        <w:t>389.2620</w:t>
      </w:r>
      <w:r>
        <w:tab/>
        <w:t>2.250e0</w:t>
      </w:r>
    </w:p>
    <w:p w:rsidR="00557788" w:rsidRDefault="00557788" w:rsidP="00557788">
      <w:r>
        <w:t>389.2881</w:t>
      </w:r>
      <w:r>
        <w:tab/>
        <w:t>5.975e0</w:t>
      </w:r>
    </w:p>
    <w:p w:rsidR="00557788" w:rsidRDefault="00557788" w:rsidP="00557788">
      <w:r>
        <w:t>389.2910</w:t>
      </w:r>
      <w:r>
        <w:tab/>
        <w:t>5.101e0</w:t>
      </w:r>
    </w:p>
    <w:p w:rsidR="00557788" w:rsidRDefault="00557788" w:rsidP="00557788">
      <w:r>
        <w:t>389.3382</w:t>
      </w:r>
      <w:r>
        <w:tab/>
        <w:t>2.832e0</w:t>
      </w:r>
    </w:p>
    <w:p w:rsidR="00557788" w:rsidRDefault="00557788" w:rsidP="00557788">
      <w:r>
        <w:t>389.3724</w:t>
      </w:r>
      <w:r>
        <w:tab/>
        <w:t>4.067e0</w:t>
      </w:r>
    </w:p>
    <w:p w:rsidR="00557788" w:rsidRDefault="00557788" w:rsidP="00557788">
      <w:r>
        <w:t>389.3864</w:t>
      </w:r>
      <w:r>
        <w:tab/>
        <w:t>2.141e-1</w:t>
      </w:r>
    </w:p>
    <w:p w:rsidR="00557788" w:rsidRDefault="00557788" w:rsidP="00557788">
      <w:r>
        <w:t>389.3888</w:t>
      </w:r>
      <w:r>
        <w:tab/>
        <w:t>4.675e0</w:t>
      </w:r>
    </w:p>
    <w:p w:rsidR="00557788" w:rsidRDefault="00557788" w:rsidP="00557788">
      <w:r>
        <w:t>389.3904</w:t>
      </w:r>
      <w:r>
        <w:tab/>
        <w:t>4.637e0</w:t>
      </w:r>
    </w:p>
    <w:p w:rsidR="00557788" w:rsidRDefault="00557788" w:rsidP="00557788">
      <w:r>
        <w:t>389.4115</w:t>
      </w:r>
      <w:r>
        <w:tab/>
        <w:t>1.975e0</w:t>
      </w:r>
    </w:p>
    <w:p w:rsidR="00557788" w:rsidRDefault="00557788" w:rsidP="00557788">
      <w:r>
        <w:t>389.4149</w:t>
      </w:r>
      <w:r>
        <w:tab/>
        <w:t>3.022e0</w:t>
      </w:r>
    </w:p>
    <w:p w:rsidR="00557788" w:rsidRDefault="00557788" w:rsidP="00557788">
      <w:r>
        <w:t>389.4171</w:t>
      </w:r>
      <w:r>
        <w:tab/>
        <w:t>1.013e0</w:t>
      </w:r>
    </w:p>
    <w:p w:rsidR="00557788" w:rsidRDefault="00557788" w:rsidP="00557788">
      <w:r>
        <w:t>389.4268</w:t>
      </w:r>
      <w:r>
        <w:tab/>
        <w:t>3.038e0</w:t>
      </w:r>
    </w:p>
    <w:p w:rsidR="00557788" w:rsidRDefault="00557788" w:rsidP="00557788">
      <w:r>
        <w:t>389.4393</w:t>
      </w:r>
      <w:r>
        <w:tab/>
        <w:t>3.038e0</w:t>
      </w:r>
    </w:p>
    <w:p w:rsidR="00557788" w:rsidRDefault="00557788" w:rsidP="00557788">
      <w:r>
        <w:t>389.4684</w:t>
      </w:r>
      <w:r>
        <w:tab/>
        <w:t>2.056e0</w:t>
      </w:r>
    </w:p>
    <w:p w:rsidR="00557788" w:rsidRDefault="00557788" w:rsidP="00557788">
      <w:r>
        <w:t>389.4723</w:t>
      </w:r>
      <w:r>
        <w:tab/>
        <w:t>1.013e0</w:t>
      </w:r>
    </w:p>
    <w:p w:rsidR="00557788" w:rsidRDefault="00557788" w:rsidP="00557788">
      <w:r>
        <w:lastRenderedPageBreak/>
        <w:t>389.4760</w:t>
      </w:r>
      <w:r>
        <w:tab/>
        <w:t>3.101e0</w:t>
      </w:r>
    </w:p>
    <w:p w:rsidR="00557788" w:rsidRDefault="00557788" w:rsidP="00557788">
      <w:r>
        <w:t>389.4796</w:t>
      </w:r>
      <w:r>
        <w:tab/>
        <w:t>2.025e0</w:t>
      </w:r>
    </w:p>
    <w:p w:rsidR="00557788" w:rsidRDefault="00557788" w:rsidP="00557788">
      <w:r>
        <w:t>389.4979</w:t>
      </w:r>
      <w:r>
        <w:tab/>
        <w:t>1.013e0</w:t>
      </w:r>
    </w:p>
    <w:p w:rsidR="00557788" w:rsidRDefault="00557788" w:rsidP="00557788">
      <w:r>
        <w:t>389.5104</w:t>
      </w:r>
      <w:r>
        <w:tab/>
        <w:t>2.532e-2</w:t>
      </w:r>
    </w:p>
    <w:p w:rsidR="00557788" w:rsidRDefault="00557788" w:rsidP="00557788">
      <w:r>
        <w:t>389.5202</w:t>
      </w:r>
      <w:r>
        <w:tab/>
        <w:t>2.025e0</w:t>
      </w:r>
    </w:p>
    <w:p w:rsidR="00557788" w:rsidRDefault="00557788" w:rsidP="00557788">
      <w:r>
        <w:t>389.5374</w:t>
      </w:r>
      <w:r>
        <w:tab/>
        <w:t>2.025e0</w:t>
      </w:r>
    </w:p>
    <w:p w:rsidR="00557788" w:rsidRDefault="00557788" w:rsidP="00557788">
      <w:r>
        <w:t>389.5447</w:t>
      </w:r>
      <w:r>
        <w:tab/>
        <w:t>2.025e0</w:t>
      </w:r>
    </w:p>
    <w:p w:rsidR="00557788" w:rsidRDefault="00557788" w:rsidP="00557788">
      <w:r>
        <w:t>389.5482</w:t>
      </w:r>
      <w:r>
        <w:tab/>
        <w:t>1.013e0</w:t>
      </w:r>
    </w:p>
    <w:p w:rsidR="00557788" w:rsidRDefault="00557788" w:rsidP="00557788">
      <w:r>
        <w:t>389.5504</w:t>
      </w:r>
      <w:r>
        <w:tab/>
        <w:t>2.025e0</w:t>
      </w:r>
    </w:p>
    <w:p w:rsidR="00557788" w:rsidRDefault="00557788" w:rsidP="00557788">
      <w:r>
        <w:t>389.5583</w:t>
      </w:r>
      <w:r>
        <w:tab/>
        <w:t>3.038e0</w:t>
      </w:r>
    </w:p>
    <w:p w:rsidR="00557788" w:rsidRDefault="00557788" w:rsidP="00557788">
      <w:r>
        <w:t>389.5655</w:t>
      </w:r>
      <w:r>
        <w:tab/>
        <w:t>2.038e0</w:t>
      </w:r>
    </w:p>
    <w:p w:rsidR="00557788" w:rsidRDefault="00557788" w:rsidP="00557788">
      <w:r>
        <w:t>389.5865</w:t>
      </w:r>
      <w:r>
        <w:tab/>
        <w:t>1.013e0</w:t>
      </w:r>
    </w:p>
    <w:p w:rsidR="00557788" w:rsidRDefault="00557788" w:rsidP="00557788">
      <w:r>
        <w:t>389.5957</w:t>
      </w:r>
      <w:r>
        <w:tab/>
        <w:t>4.051e0</w:t>
      </w:r>
    </w:p>
    <w:p w:rsidR="00557788" w:rsidRDefault="00557788" w:rsidP="00557788">
      <w:r>
        <w:t>389.6071</w:t>
      </w:r>
      <w:r>
        <w:tab/>
        <w:t>1.025e0</w:t>
      </w:r>
    </w:p>
    <w:p w:rsidR="00557788" w:rsidRDefault="00557788" w:rsidP="00557788">
      <w:r>
        <w:t>389.6153</w:t>
      </w:r>
      <w:r>
        <w:tab/>
        <w:t>3.038e0</w:t>
      </w:r>
    </w:p>
    <w:p w:rsidR="00557788" w:rsidRDefault="00557788" w:rsidP="00557788">
      <w:r>
        <w:t>389.6184</w:t>
      </w:r>
      <w:r>
        <w:tab/>
        <w:t>2.025e0</w:t>
      </w:r>
    </w:p>
    <w:p w:rsidR="00557788" w:rsidRDefault="00557788" w:rsidP="00557788">
      <w:r>
        <w:t>389.6224</w:t>
      </w:r>
      <w:r>
        <w:tab/>
        <w:t>2.025e0</w:t>
      </w:r>
    </w:p>
    <w:p w:rsidR="00557788" w:rsidRDefault="00557788" w:rsidP="00557788">
      <w:r>
        <w:t>389.6369</w:t>
      </w:r>
      <w:r>
        <w:tab/>
        <w:t>3.038e0</w:t>
      </w:r>
    </w:p>
    <w:p w:rsidR="00557788" w:rsidRDefault="00557788" w:rsidP="00557788">
      <w:r>
        <w:t>389.6487</w:t>
      </w:r>
      <w:r>
        <w:tab/>
        <w:t>2.025e0</w:t>
      </w:r>
    </w:p>
    <w:p w:rsidR="00557788" w:rsidRDefault="00557788" w:rsidP="00557788">
      <w:r>
        <w:lastRenderedPageBreak/>
        <w:t>389.6655</w:t>
      </w:r>
      <w:r>
        <w:tab/>
        <w:t>1.013e0</w:t>
      </w:r>
    </w:p>
    <w:p w:rsidR="00557788" w:rsidRDefault="00557788" w:rsidP="00557788">
      <w:r>
        <w:t>389.6728</w:t>
      </w:r>
      <w:r>
        <w:tab/>
        <w:t>4.051e0</w:t>
      </w:r>
    </w:p>
    <w:p w:rsidR="00557788" w:rsidRDefault="00557788" w:rsidP="00557788">
      <w:r>
        <w:t>389.6876</w:t>
      </w:r>
      <w:r>
        <w:tab/>
        <w:t>2.532e-2</w:t>
      </w:r>
    </w:p>
    <w:p w:rsidR="00557788" w:rsidRDefault="00557788" w:rsidP="00557788">
      <w:r>
        <w:t>389.6908</w:t>
      </w:r>
      <w:r>
        <w:tab/>
        <w:t>3.038e0</w:t>
      </w:r>
    </w:p>
    <w:p w:rsidR="00557788" w:rsidRDefault="00557788" w:rsidP="00557788">
      <w:r>
        <w:t>389.6965</w:t>
      </w:r>
      <w:r>
        <w:tab/>
        <w:t>1.013e0</w:t>
      </w:r>
    </w:p>
    <w:p w:rsidR="00557788" w:rsidRDefault="00557788" w:rsidP="00557788">
      <w:r>
        <w:t>389.7001</w:t>
      </w:r>
      <w:r>
        <w:tab/>
        <w:t>1.013e0</w:t>
      </w:r>
    </w:p>
    <w:p w:rsidR="00557788" w:rsidRDefault="00557788" w:rsidP="00557788">
      <w:r>
        <w:t>389.7071</w:t>
      </w:r>
      <w:r>
        <w:tab/>
        <w:t>1.025e0</w:t>
      </w:r>
    </w:p>
    <w:p w:rsidR="00557788" w:rsidRDefault="00557788" w:rsidP="00557788">
      <w:r>
        <w:t>389.7277</w:t>
      </w:r>
      <w:r>
        <w:tab/>
        <w:t>1.013e0</w:t>
      </w:r>
    </w:p>
    <w:p w:rsidR="00557788" w:rsidRDefault="00557788" w:rsidP="00557788">
      <w:r>
        <w:t>389.7289</w:t>
      </w:r>
      <w:r>
        <w:tab/>
        <w:t>3.076e0</w:t>
      </w:r>
    </w:p>
    <w:p w:rsidR="00557788" w:rsidRDefault="00557788" w:rsidP="00557788">
      <w:r>
        <w:t>389.7383</w:t>
      </w:r>
      <w:r>
        <w:tab/>
        <w:t>2.038e0</w:t>
      </w:r>
    </w:p>
    <w:p w:rsidR="00557788" w:rsidRDefault="00557788" w:rsidP="00557788">
      <w:r>
        <w:t>389.7691</w:t>
      </w:r>
      <w:r>
        <w:tab/>
        <w:t>1.013e0</w:t>
      </w:r>
    </w:p>
    <w:p w:rsidR="00557788" w:rsidRDefault="00557788" w:rsidP="00557788">
      <w:r>
        <w:t>389.7726</w:t>
      </w:r>
      <w:r>
        <w:tab/>
        <w:t>2.025e0</w:t>
      </w:r>
    </w:p>
    <w:p w:rsidR="00557788" w:rsidRDefault="00557788" w:rsidP="00557788">
      <w:r>
        <w:t>389.7915</w:t>
      </w:r>
      <w:r>
        <w:tab/>
        <w:t>3.038e0</w:t>
      </w:r>
    </w:p>
    <w:p w:rsidR="00557788" w:rsidRDefault="00557788" w:rsidP="00557788">
      <w:r>
        <w:t>389.7985</w:t>
      </w:r>
      <w:r>
        <w:tab/>
        <w:t>2.025e0</w:t>
      </w:r>
    </w:p>
    <w:p w:rsidR="00557788" w:rsidRDefault="00557788" w:rsidP="00557788">
      <w:r>
        <w:t>389.8031</w:t>
      </w:r>
      <w:r>
        <w:tab/>
        <w:t>2.532e-2</w:t>
      </w:r>
    </w:p>
    <w:p w:rsidR="00557788" w:rsidRDefault="00557788" w:rsidP="00557788">
      <w:r>
        <w:t>389.8175</w:t>
      </w:r>
      <w:r>
        <w:tab/>
        <w:t>1.013e0</w:t>
      </w:r>
    </w:p>
    <w:p w:rsidR="00557788" w:rsidRDefault="00557788" w:rsidP="00557788">
      <w:r>
        <w:t>389.8256</w:t>
      </w:r>
      <w:r>
        <w:tab/>
        <w:t>2.025e0</w:t>
      </w:r>
    </w:p>
    <w:p w:rsidR="00557788" w:rsidRDefault="00557788" w:rsidP="00557788">
      <w:r>
        <w:t>389.8313</w:t>
      </w:r>
      <w:r>
        <w:tab/>
        <w:t>1.266e-2</w:t>
      </w:r>
    </w:p>
    <w:p w:rsidR="00557788" w:rsidRDefault="00557788" w:rsidP="00557788">
      <w:r>
        <w:t>389.8409</w:t>
      </w:r>
      <w:r>
        <w:tab/>
        <w:t>2.025e0</w:t>
      </w:r>
    </w:p>
    <w:p w:rsidR="00557788" w:rsidRDefault="00557788" w:rsidP="00557788">
      <w:r>
        <w:lastRenderedPageBreak/>
        <w:t>389.8426</w:t>
      </w:r>
      <w:r>
        <w:tab/>
        <w:t>3.038e0</w:t>
      </w:r>
    </w:p>
    <w:p w:rsidR="00557788" w:rsidRDefault="00557788" w:rsidP="00557788">
      <w:r>
        <w:t>389.8589</w:t>
      </w:r>
      <w:r>
        <w:tab/>
        <w:t>1.013e0</w:t>
      </w:r>
    </w:p>
    <w:p w:rsidR="00557788" w:rsidRDefault="00557788" w:rsidP="00557788">
      <w:r>
        <w:t>389.8616</w:t>
      </w:r>
      <w:r>
        <w:tab/>
        <w:t>4.051e0</w:t>
      </w:r>
    </w:p>
    <w:p w:rsidR="00557788" w:rsidRDefault="00557788" w:rsidP="00557788">
      <w:r>
        <w:t>389.8877</w:t>
      </w:r>
      <w:r>
        <w:tab/>
        <w:t>2.038e0</w:t>
      </w:r>
    </w:p>
    <w:p w:rsidR="00557788" w:rsidRDefault="00557788" w:rsidP="00557788">
      <w:r>
        <w:t>389.8888</w:t>
      </w:r>
      <w:r>
        <w:tab/>
        <w:t>4.373e0</w:t>
      </w:r>
    </w:p>
    <w:p w:rsidR="00557788" w:rsidRDefault="00557788" w:rsidP="00557788">
      <w:r>
        <w:t>389.8937</w:t>
      </w:r>
      <w:r>
        <w:tab/>
        <w:t>1.624e0</w:t>
      </w:r>
    </w:p>
    <w:p w:rsidR="00557788" w:rsidRDefault="00557788" w:rsidP="00557788">
      <w:r>
        <w:t>389.9052</w:t>
      </w:r>
      <w:r>
        <w:tab/>
        <w:t>1.655e0</w:t>
      </w:r>
    </w:p>
    <w:p w:rsidR="00557788" w:rsidRDefault="00557788" w:rsidP="00557788">
      <w:r>
        <w:t>389.9111</w:t>
      </w:r>
      <w:r>
        <w:tab/>
        <w:t>2.072e-2</w:t>
      </w:r>
    </w:p>
    <w:p w:rsidR="00557788" w:rsidRDefault="00557788" w:rsidP="00557788">
      <w:r>
        <w:t>389.9283</w:t>
      </w:r>
      <w:r>
        <w:tab/>
        <w:t>5.567e0</w:t>
      </w:r>
    </w:p>
    <w:p w:rsidR="00557788" w:rsidRDefault="00557788" w:rsidP="00557788">
      <w:r>
        <w:t>389.9332</w:t>
      </w:r>
      <w:r>
        <w:tab/>
        <w:t>5.566e0</w:t>
      </w:r>
    </w:p>
    <w:p w:rsidR="00557788" w:rsidRDefault="00557788" w:rsidP="00557788">
      <w:r>
        <w:t>389.9371</w:t>
      </w:r>
      <w:r>
        <w:tab/>
        <w:t>3.647e0</w:t>
      </w:r>
    </w:p>
    <w:p w:rsidR="00557788" w:rsidRDefault="00557788" w:rsidP="00557788">
      <w:r>
        <w:t>389.9461</w:t>
      </w:r>
      <w:r>
        <w:tab/>
        <w:t>6.022e0</w:t>
      </w:r>
    </w:p>
    <w:p w:rsidR="00557788" w:rsidRDefault="00557788" w:rsidP="00557788">
      <w:r>
        <w:t>389.9666</w:t>
      </w:r>
      <w:r>
        <w:tab/>
        <w:t>2.658e0</w:t>
      </w:r>
    </w:p>
    <w:p w:rsidR="00557788" w:rsidRDefault="00557788" w:rsidP="00557788">
      <w:r>
        <w:t>389.9848</w:t>
      </w:r>
      <w:r>
        <w:tab/>
        <w:t>8.990e0</w:t>
      </w:r>
    </w:p>
    <w:p w:rsidR="00557788" w:rsidRDefault="00557788" w:rsidP="00557788">
      <w:r>
        <w:t>389.9916</w:t>
      </w:r>
      <w:r>
        <w:tab/>
        <w:t>1.038e0</w:t>
      </w:r>
    </w:p>
    <w:p w:rsidR="00557788" w:rsidRDefault="00557788" w:rsidP="00557788">
      <w:r>
        <w:t>390.0025</w:t>
      </w:r>
      <w:r>
        <w:tab/>
        <w:t>4.051e0</w:t>
      </w:r>
    </w:p>
    <w:p w:rsidR="00557788" w:rsidRDefault="00557788" w:rsidP="00557788">
      <w:r>
        <w:t>390.0119</w:t>
      </w:r>
      <w:r>
        <w:tab/>
        <w:t>8.456e-1</w:t>
      </w:r>
    </w:p>
    <w:p w:rsidR="00557788" w:rsidRDefault="00557788" w:rsidP="00557788">
      <w:r>
        <w:t>390.0181</w:t>
      </w:r>
      <w:r>
        <w:tab/>
        <w:t>4.954e0</w:t>
      </w:r>
    </w:p>
    <w:p w:rsidR="00557788" w:rsidRDefault="00557788" w:rsidP="00557788">
      <w:r>
        <w:t>390.0305</w:t>
      </w:r>
      <w:r>
        <w:tab/>
        <w:t>2.778e0</w:t>
      </w:r>
    </w:p>
    <w:p w:rsidR="00557788" w:rsidRDefault="00557788" w:rsidP="00557788">
      <w:r>
        <w:lastRenderedPageBreak/>
        <w:t>390.0766</w:t>
      </w:r>
      <w:r>
        <w:tab/>
        <w:t>3.383e0</w:t>
      </w:r>
    </w:p>
    <w:p w:rsidR="00557788" w:rsidRDefault="00557788" w:rsidP="00557788">
      <w:r>
        <w:t>390.0783</w:t>
      </w:r>
      <w:r>
        <w:tab/>
        <w:t>8.477e0</w:t>
      </w:r>
    </w:p>
    <w:p w:rsidR="00557788" w:rsidRDefault="00557788" w:rsidP="00557788">
      <w:r>
        <w:t>390.0919</w:t>
      </w:r>
      <w:r>
        <w:tab/>
        <w:t>1.038e0</w:t>
      </w:r>
    </w:p>
    <w:p w:rsidR="00557788" w:rsidRDefault="00557788" w:rsidP="00557788">
      <w:r>
        <w:t>390.0956</w:t>
      </w:r>
      <w:r>
        <w:tab/>
        <w:t>4.167e0</w:t>
      </w:r>
    </w:p>
    <w:p w:rsidR="00557788" w:rsidRDefault="00557788" w:rsidP="00557788">
      <w:r>
        <w:t>390.1117</w:t>
      </w:r>
      <w:r>
        <w:tab/>
        <w:t>2.784e0</w:t>
      </w:r>
    </w:p>
    <w:p w:rsidR="00557788" w:rsidRDefault="00557788" w:rsidP="00557788">
      <w:r>
        <w:t>390.1129</w:t>
      </w:r>
      <w:r>
        <w:tab/>
        <w:t>2.657e0</w:t>
      </w:r>
    </w:p>
    <w:p w:rsidR="00557788" w:rsidRDefault="00557788" w:rsidP="00557788">
      <w:r>
        <w:t>390.1326</w:t>
      </w:r>
      <w:r>
        <w:tab/>
        <w:t>1.610e0</w:t>
      </w:r>
    </w:p>
    <w:p w:rsidR="00557788" w:rsidRDefault="00557788" w:rsidP="00557788">
      <w:r>
        <w:t>390.1382</w:t>
      </w:r>
      <w:r>
        <w:tab/>
        <w:t>3.598e0</w:t>
      </w:r>
    </w:p>
    <w:p w:rsidR="00557788" w:rsidRDefault="00557788" w:rsidP="00557788">
      <w:r>
        <w:t>390.1427</w:t>
      </w:r>
      <w:r>
        <w:tab/>
        <w:t>2.171e0</w:t>
      </w:r>
    </w:p>
    <w:p w:rsidR="00557788" w:rsidRDefault="00557788" w:rsidP="00557788">
      <w:r>
        <w:t>390.1508</w:t>
      </w:r>
      <w:r>
        <w:tab/>
        <w:t>1.019e0</w:t>
      </w:r>
    </w:p>
    <w:p w:rsidR="00557788" w:rsidRDefault="00557788" w:rsidP="00557788">
      <w:r>
        <w:t>390.1647</w:t>
      </w:r>
      <w:r>
        <w:tab/>
        <w:t>5.829e0</w:t>
      </w:r>
    </w:p>
    <w:p w:rsidR="00557788" w:rsidRDefault="00557788" w:rsidP="00557788">
      <w:r>
        <w:t>390.2057</w:t>
      </w:r>
      <w:r>
        <w:tab/>
        <w:t>9.991e0</w:t>
      </w:r>
    </w:p>
    <w:p w:rsidR="00557788" w:rsidRDefault="00557788" w:rsidP="00557788">
      <w:r>
        <w:t>390.2090</w:t>
      </w:r>
      <w:r>
        <w:tab/>
        <w:t>2.692e0</w:t>
      </w:r>
    </w:p>
    <w:p w:rsidR="00557788" w:rsidRDefault="00557788" w:rsidP="00557788">
      <w:r>
        <w:t>390.2105</w:t>
      </w:r>
      <w:r>
        <w:tab/>
        <w:t>2.742e0</w:t>
      </w:r>
    </w:p>
    <w:p w:rsidR="00557788" w:rsidRDefault="00557788" w:rsidP="00557788">
      <w:r>
        <w:t>390.2349</w:t>
      </w:r>
      <w:r>
        <w:tab/>
        <w:t>2.111e0</w:t>
      </w:r>
    </w:p>
    <w:p w:rsidR="00557788" w:rsidRDefault="00557788" w:rsidP="00557788">
      <w:r>
        <w:t>390.2520</w:t>
      </w:r>
      <w:r>
        <w:tab/>
        <w:t>9.828e-1</w:t>
      </w:r>
    </w:p>
    <w:p w:rsidR="00557788" w:rsidRDefault="00557788" w:rsidP="00557788">
      <w:r>
        <w:t>390.2607</w:t>
      </w:r>
      <w:r>
        <w:tab/>
        <w:t>1.507e1</w:t>
      </w:r>
    </w:p>
    <w:p w:rsidR="00557788" w:rsidRDefault="00557788" w:rsidP="00557788">
      <w:r>
        <w:t>390.2804</w:t>
      </w:r>
      <w:r>
        <w:tab/>
        <w:t>2.191e0</w:t>
      </w:r>
    </w:p>
    <w:p w:rsidR="00557788" w:rsidRDefault="00557788" w:rsidP="00557788">
      <w:r>
        <w:t>390.2836</w:t>
      </w:r>
      <w:r>
        <w:tab/>
        <w:t>5.348e0</w:t>
      </w:r>
    </w:p>
    <w:p w:rsidR="00557788" w:rsidRDefault="00557788" w:rsidP="00557788">
      <w:r>
        <w:lastRenderedPageBreak/>
        <w:t>390.2882</w:t>
      </w:r>
      <w:r>
        <w:tab/>
        <w:t>1.201e1</w:t>
      </w:r>
    </w:p>
    <w:p w:rsidR="00557788" w:rsidRDefault="00557788" w:rsidP="00557788">
      <w:r>
        <w:t>390.2913</w:t>
      </w:r>
      <w:r>
        <w:tab/>
        <w:t>1.473e1</w:t>
      </w:r>
    </w:p>
    <w:p w:rsidR="00557788" w:rsidRDefault="00557788" w:rsidP="00557788">
      <w:r>
        <w:t>390.3009</w:t>
      </w:r>
      <w:r>
        <w:tab/>
        <w:t>8.267e0</w:t>
      </w:r>
    </w:p>
    <w:p w:rsidR="00557788" w:rsidRDefault="00557788" w:rsidP="00557788">
      <w:r>
        <w:t>390.3145</w:t>
      </w:r>
      <w:r>
        <w:tab/>
        <w:t>1.438e0</w:t>
      </w:r>
    </w:p>
    <w:p w:rsidR="00557788" w:rsidRDefault="00557788" w:rsidP="00557788">
      <w:r>
        <w:t>390.3379</w:t>
      </w:r>
      <w:r>
        <w:tab/>
        <w:t>1.941e0</w:t>
      </w:r>
    </w:p>
    <w:p w:rsidR="00557788" w:rsidRDefault="00557788" w:rsidP="00557788">
      <w:r>
        <w:t>390.3554</w:t>
      </w:r>
      <w:r>
        <w:tab/>
        <w:t>4.824e0</w:t>
      </w:r>
    </w:p>
    <w:p w:rsidR="00557788" w:rsidRDefault="00557788" w:rsidP="00557788">
      <w:r>
        <w:t>390.3751</w:t>
      </w:r>
      <w:r>
        <w:tab/>
        <w:t>2.966e0</w:t>
      </w:r>
    </w:p>
    <w:p w:rsidR="00557788" w:rsidRDefault="00557788" w:rsidP="00557788">
      <w:r>
        <w:t>390.3905</w:t>
      </w:r>
      <w:r>
        <w:tab/>
        <w:t>2.341e0</w:t>
      </w:r>
    </w:p>
    <w:p w:rsidR="00557788" w:rsidRDefault="00557788" w:rsidP="00557788">
      <w:r>
        <w:t>390.4024</w:t>
      </w:r>
      <w:r>
        <w:tab/>
        <w:t>3.038e0</w:t>
      </w:r>
    </w:p>
    <w:p w:rsidR="00557788" w:rsidRDefault="00557788" w:rsidP="00557788">
      <w:r>
        <w:t>390.4181</w:t>
      </w:r>
      <w:r>
        <w:tab/>
        <w:t>2.025e0</w:t>
      </w:r>
    </w:p>
    <w:p w:rsidR="00557788" w:rsidRDefault="00557788" w:rsidP="00557788">
      <w:r>
        <w:t>390.4265</w:t>
      </w:r>
      <w:r>
        <w:tab/>
        <w:t>1.830e0</w:t>
      </w:r>
    </w:p>
    <w:p w:rsidR="00557788" w:rsidRDefault="00557788" w:rsidP="00557788">
      <w:r>
        <w:t>390.4305</w:t>
      </w:r>
      <w:r>
        <w:tab/>
        <w:t>4.009e0</w:t>
      </w:r>
    </w:p>
    <w:p w:rsidR="00557788" w:rsidRDefault="00557788" w:rsidP="00557788">
      <w:r>
        <w:t>390.4409</w:t>
      </w:r>
      <w:r>
        <w:tab/>
        <w:t>1.013e0</w:t>
      </w:r>
    </w:p>
    <w:p w:rsidR="00557788" w:rsidRDefault="00557788" w:rsidP="00557788">
      <w:r>
        <w:t>390.4532</w:t>
      </w:r>
      <w:r>
        <w:tab/>
        <w:t>3.038e0</w:t>
      </w:r>
    </w:p>
    <w:p w:rsidR="00557788" w:rsidRDefault="00557788" w:rsidP="00557788">
      <w:r>
        <w:t>390.4707</w:t>
      </w:r>
      <w:r>
        <w:tab/>
        <w:t>2.025e0</w:t>
      </w:r>
    </w:p>
    <w:p w:rsidR="00557788" w:rsidRDefault="00557788" w:rsidP="00557788">
      <w:r>
        <w:t>390.4795</w:t>
      </w:r>
      <w:r>
        <w:tab/>
        <w:t>1.013e0</w:t>
      </w:r>
    </w:p>
    <w:p w:rsidR="00557788" w:rsidRDefault="00557788" w:rsidP="00557788">
      <w:r>
        <w:t>390.4930</w:t>
      </w:r>
      <w:r>
        <w:tab/>
        <w:t>1.038e0</w:t>
      </w:r>
    </w:p>
    <w:p w:rsidR="00557788" w:rsidRDefault="00557788" w:rsidP="00557788">
      <w:r>
        <w:t>390.5049</w:t>
      </w:r>
      <w:r>
        <w:tab/>
        <w:t>6.076e0</w:t>
      </w:r>
    </w:p>
    <w:p w:rsidR="00557788" w:rsidRDefault="00557788" w:rsidP="00557788">
      <w:r>
        <w:t>390.5154</w:t>
      </w:r>
      <w:r>
        <w:tab/>
        <w:t>3.038e0</w:t>
      </w:r>
    </w:p>
    <w:p w:rsidR="00557788" w:rsidRDefault="00557788" w:rsidP="00557788">
      <w:r>
        <w:lastRenderedPageBreak/>
        <w:t>390.5218</w:t>
      </w:r>
      <w:r>
        <w:tab/>
        <w:t>2.025e0</w:t>
      </w:r>
    </w:p>
    <w:p w:rsidR="00557788" w:rsidRDefault="00557788" w:rsidP="00557788">
      <w:r>
        <w:t>390.5470</w:t>
      </w:r>
      <w:r>
        <w:tab/>
        <w:t>1.025e0</w:t>
      </w:r>
    </w:p>
    <w:p w:rsidR="00557788" w:rsidRDefault="00557788" w:rsidP="00557788">
      <w:r>
        <w:t>390.5588</w:t>
      </w:r>
      <w:r>
        <w:tab/>
        <w:t>6.076e0</w:t>
      </w:r>
    </w:p>
    <w:p w:rsidR="00557788" w:rsidRDefault="00557788" w:rsidP="00557788">
      <w:r>
        <w:t>390.5720</w:t>
      </w:r>
      <w:r>
        <w:tab/>
        <w:t>1.013e0</w:t>
      </w:r>
    </w:p>
    <w:p w:rsidR="00557788" w:rsidRDefault="00557788" w:rsidP="00557788">
      <w:r>
        <w:t>390.5779</w:t>
      </w:r>
      <w:r>
        <w:tab/>
        <w:t>2.025e0</w:t>
      </w:r>
    </w:p>
    <w:p w:rsidR="00557788" w:rsidRDefault="00557788" w:rsidP="00557788">
      <w:r>
        <w:t>390.6041</w:t>
      </w:r>
      <w:r>
        <w:tab/>
        <w:t>3.038e0</w:t>
      </w:r>
    </w:p>
    <w:p w:rsidR="00557788" w:rsidRDefault="00557788" w:rsidP="00557788">
      <w:r>
        <w:t>390.6075</w:t>
      </w:r>
      <w:r>
        <w:tab/>
        <w:t>2.025e0</w:t>
      </w:r>
    </w:p>
    <w:p w:rsidR="00557788" w:rsidRDefault="00557788" w:rsidP="00557788">
      <w:r>
        <w:t>390.6230</w:t>
      </w:r>
      <w:r>
        <w:tab/>
        <w:t>2.025e0</w:t>
      </w:r>
    </w:p>
    <w:p w:rsidR="00557788" w:rsidRDefault="00557788" w:rsidP="00557788">
      <w:r>
        <w:t>390.6319</w:t>
      </w:r>
      <w:r>
        <w:tab/>
        <w:t>1.013e0</w:t>
      </w:r>
    </w:p>
    <w:p w:rsidR="00557788" w:rsidRDefault="00557788" w:rsidP="00557788">
      <w:r>
        <w:t>390.6329</w:t>
      </w:r>
      <w:r>
        <w:tab/>
        <w:t>2.025e0</w:t>
      </w:r>
    </w:p>
    <w:p w:rsidR="00557788" w:rsidRDefault="00557788" w:rsidP="00557788">
      <w:r>
        <w:t>390.6383</w:t>
      </w:r>
      <w:r>
        <w:tab/>
        <w:t>4.051e0</w:t>
      </w:r>
    </w:p>
    <w:p w:rsidR="00557788" w:rsidRDefault="00557788" w:rsidP="00557788">
      <w:r>
        <w:t>390.6462</w:t>
      </w:r>
      <w:r>
        <w:tab/>
        <w:t>4.243e0</w:t>
      </w:r>
    </w:p>
    <w:p w:rsidR="00557788" w:rsidRDefault="00557788" w:rsidP="00557788">
      <w:r>
        <w:t>390.6534</w:t>
      </w:r>
      <w:r>
        <w:tab/>
        <w:t>2.025e0</w:t>
      </w:r>
    </w:p>
    <w:p w:rsidR="00557788" w:rsidRDefault="00557788" w:rsidP="00557788">
      <w:r>
        <w:t>390.6870</w:t>
      </w:r>
      <w:r>
        <w:tab/>
        <w:t>2.025e0</w:t>
      </w:r>
    </w:p>
    <w:p w:rsidR="00557788" w:rsidRDefault="00557788" w:rsidP="00557788">
      <w:r>
        <w:t>390.6888</w:t>
      </w:r>
      <w:r>
        <w:tab/>
        <w:t>2.025e0</w:t>
      </w:r>
    </w:p>
    <w:p w:rsidR="00557788" w:rsidRDefault="00557788" w:rsidP="00557788">
      <w:r>
        <w:t>390.6933</w:t>
      </w:r>
      <w:r>
        <w:tab/>
        <w:t>2.532e-2</w:t>
      </w:r>
    </w:p>
    <w:p w:rsidR="00557788" w:rsidRDefault="00557788" w:rsidP="00557788">
      <w:r>
        <w:t>390.6990</w:t>
      </w:r>
      <w:r>
        <w:tab/>
        <w:t>2.025e0</w:t>
      </w:r>
    </w:p>
    <w:p w:rsidR="00557788" w:rsidRDefault="00557788" w:rsidP="00557788">
      <w:r>
        <w:t>390.7083</w:t>
      </w:r>
      <w:r>
        <w:tab/>
        <w:t>3.798e-2</w:t>
      </w:r>
    </w:p>
    <w:p w:rsidR="00557788" w:rsidRDefault="00557788" w:rsidP="00557788">
      <w:r>
        <w:t>390.7319</w:t>
      </w:r>
      <w:r>
        <w:tab/>
        <w:t>3.798e-2</w:t>
      </w:r>
    </w:p>
    <w:p w:rsidR="00557788" w:rsidRDefault="00557788" w:rsidP="00557788">
      <w:r>
        <w:lastRenderedPageBreak/>
        <w:t>390.7331</w:t>
      </w:r>
      <w:r>
        <w:tab/>
        <w:t>2.051e0</w:t>
      </w:r>
    </w:p>
    <w:p w:rsidR="00557788" w:rsidRDefault="00557788" w:rsidP="00557788">
      <w:r>
        <w:t>390.7631</w:t>
      </w:r>
      <w:r>
        <w:tab/>
        <w:t>1.013e0</w:t>
      </w:r>
    </w:p>
    <w:p w:rsidR="00557788" w:rsidRDefault="00557788" w:rsidP="00557788">
      <w:r>
        <w:t>390.7670</w:t>
      </w:r>
      <w:r>
        <w:tab/>
        <w:t>1.266e-2</w:t>
      </w:r>
    </w:p>
    <w:p w:rsidR="00557788" w:rsidRDefault="00557788" w:rsidP="00557788">
      <w:r>
        <w:t>390.7818</w:t>
      </w:r>
      <w:r>
        <w:tab/>
        <w:t>2.025e0</w:t>
      </w:r>
    </w:p>
    <w:p w:rsidR="00557788" w:rsidRDefault="00557788" w:rsidP="00557788">
      <w:r>
        <w:t>390.7863</w:t>
      </w:r>
      <w:r>
        <w:tab/>
        <w:t>2.025e0</w:t>
      </w:r>
    </w:p>
    <w:p w:rsidR="00557788" w:rsidRDefault="00557788" w:rsidP="00557788">
      <w:r>
        <w:t>390.7882</w:t>
      </w:r>
      <w:r>
        <w:tab/>
        <w:t>2.532e-2</w:t>
      </w:r>
    </w:p>
    <w:p w:rsidR="00557788" w:rsidRDefault="00557788" w:rsidP="00557788">
      <w:r>
        <w:t>390.8269</w:t>
      </w:r>
      <w:r>
        <w:tab/>
        <w:t>1.013e0</w:t>
      </w:r>
    </w:p>
    <w:p w:rsidR="00557788" w:rsidRDefault="00557788" w:rsidP="00557788">
      <w:r>
        <w:t>390.8342</w:t>
      </w:r>
      <w:r>
        <w:tab/>
        <w:t>2.025e0</w:t>
      </w:r>
    </w:p>
    <w:p w:rsidR="00557788" w:rsidRDefault="00557788" w:rsidP="00557788">
      <w:r>
        <w:t>390.8365</w:t>
      </w:r>
      <w:r>
        <w:tab/>
        <w:t>2.025e0</w:t>
      </w:r>
    </w:p>
    <w:p w:rsidR="00557788" w:rsidRDefault="00557788" w:rsidP="00557788">
      <w:r>
        <w:t>390.8411</w:t>
      </w:r>
      <w:r>
        <w:tab/>
        <w:t>1.038e0</w:t>
      </w:r>
    </w:p>
    <w:p w:rsidR="00557788" w:rsidRDefault="00557788" w:rsidP="00557788">
      <w:r>
        <w:t>390.8482</w:t>
      </w:r>
      <w:r>
        <w:tab/>
        <w:t>3.179e0</w:t>
      </w:r>
    </w:p>
    <w:p w:rsidR="00557788" w:rsidRDefault="00557788" w:rsidP="00557788">
      <w:r>
        <w:t>390.8493</w:t>
      </w:r>
      <w:r>
        <w:tab/>
        <w:t>2.025e0</w:t>
      </w:r>
    </w:p>
    <w:p w:rsidR="00557788" w:rsidRDefault="00557788" w:rsidP="00557788">
      <w:r>
        <w:t>390.8730</w:t>
      </w:r>
      <w:r>
        <w:tab/>
        <w:t>2.025e0</w:t>
      </w:r>
    </w:p>
    <w:p w:rsidR="00557788" w:rsidRDefault="00557788" w:rsidP="00557788">
      <w:r>
        <w:t>390.8858</w:t>
      </w:r>
      <w:r>
        <w:tab/>
        <w:t>1.791e0</w:t>
      </w:r>
    </w:p>
    <w:p w:rsidR="00557788" w:rsidRDefault="00557788" w:rsidP="00557788">
      <w:r>
        <w:t>390.8873</w:t>
      </w:r>
      <w:r>
        <w:tab/>
        <w:t>3.038e0</w:t>
      </w:r>
    </w:p>
    <w:p w:rsidR="00557788" w:rsidRDefault="00557788" w:rsidP="00557788">
      <w:r>
        <w:t>390.8965</w:t>
      </w:r>
      <w:r>
        <w:tab/>
        <w:t>2.002e0</w:t>
      </w:r>
    </w:p>
    <w:p w:rsidR="00557788" w:rsidRDefault="00557788" w:rsidP="00557788">
      <w:r>
        <w:t>390.9061</w:t>
      </w:r>
      <w:r>
        <w:tab/>
        <w:t>4.875e0</w:t>
      </w:r>
    </w:p>
    <w:p w:rsidR="00557788" w:rsidRDefault="00557788" w:rsidP="00557788">
      <w:r>
        <w:t>390.9126</w:t>
      </w:r>
      <w:r>
        <w:tab/>
        <w:t>5.063e0</w:t>
      </w:r>
    </w:p>
    <w:p w:rsidR="00557788" w:rsidRDefault="00557788" w:rsidP="00557788">
      <w:r>
        <w:t>390.9249</w:t>
      </w:r>
      <w:r>
        <w:tab/>
        <w:t>2.545e0</w:t>
      </w:r>
    </w:p>
    <w:p w:rsidR="00557788" w:rsidRDefault="00557788" w:rsidP="00557788">
      <w:r>
        <w:lastRenderedPageBreak/>
        <w:t>390.9488</w:t>
      </w:r>
      <w:r>
        <w:tab/>
        <w:t>4.220e0</w:t>
      </w:r>
    </w:p>
    <w:p w:rsidR="00557788" w:rsidRDefault="00557788" w:rsidP="00557788">
      <w:r>
        <w:t>390.9513</w:t>
      </w:r>
      <w:r>
        <w:tab/>
        <w:t>2.499e0</w:t>
      </w:r>
    </w:p>
    <w:p w:rsidR="00557788" w:rsidRDefault="00557788" w:rsidP="00557788">
      <w:r>
        <w:t>390.9575</w:t>
      </w:r>
      <w:r>
        <w:tab/>
        <w:t>2.931e0</w:t>
      </w:r>
    </w:p>
    <w:p w:rsidR="00557788" w:rsidRDefault="00557788" w:rsidP="00557788">
      <w:r>
        <w:t>390.9618</w:t>
      </w:r>
      <w:r>
        <w:tab/>
        <w:t>6.626e0</w:t>
      </w:r>
    </w:p>
    <w:p w:rsidR="00557788" w:rsidRDefault="00557788" w:rsidP="00557788">
      <w:r>
        <w:t>390.9698</w:t>
      </w:r>
      <w:r>
        <w:tab/>
        <w:t>1.532e0</w:t>
      </w:r>
    </w:p>
    <w:p w:rsidR="00557788" w:rsidRDefault="00557788" w:rsidP="00557788">
      <w:r>
        <w:t>390.9714</w:t>
      </w:r>
      <w:r>
        <w:tab/>
        <w:t>1.662e0</w:t>
      </w:r>
    </w:p>
    <w:p w:rsidR="00557788" w:rsidRDefault="00557788" w:rsidP="00557788">
      <w:r>
        <w:t>390.9732</w:t>
      </w:r>
      <w:r>
        <w:tab/>
        <w:t>5.468e-1</w:t>
      </w:r>
    </w:p>
    <w:p w:rsidR="00557788" w:rsidRDefault="00557788" w:rsidP="00557788">
      <w:r>
        <w:t>390.9863</w:t>
      </w:r>
      <w:r>
        <w:tab/>
        <w:t>3.952e0</w:t>
      </w:r>
    </w:p>
    <w:p w:rsidR="00557788" w:rsidRDefault="00557788" w:rsidP="00557788">
      <w:r>
        <w:t>390.9997</w:t>
      </w:r>
      <w:r>
        <w:tab/>
        <w:t>3.038e0</w:t>
      </w:r>
    </w:p>
    <w:p w:rsidR="00557788" w:rsidRDefault="00557788" w:rsidP="00557788">
      <w:r>
        <w:t>391.0198</w:t>
      </w:r>
      <w:r>
        <w:tab/>
        <w:t>1.032e0</w:t>
      </w:r>
    </w:p>
    <w:p w:rsidR="00557788" w:rsidRDefault="00557788" w:rsidP="00557788">
      <w:r>
        <w:t>391.0227</w:t>
      </w:r>
      <w:r>
        <w:tab/>
        <w:t>4.051e0</w:t>
      </w:r>
    </w:p>
    <w:p w:rsidR="00557788" w:rsidRDefault="00557788" w:rsidP="00557788">
      <w:r>
        <w:t>391.0397</w:t>
      </w:r>
      <w:r>
        <w:tab/>
        <w:t>1.076e0</w:t>
      </w:r>
    </w:p>
    <w:p w:rsidR="00557788" w:rsidRDefault="00557788" w:rsidP="00557788">
      <w:r>
        <w:t>391.0418</w:t>
      </w:r>
      <w:r>
        <w:tab/>
        <w:t>4.051e0</w:t>
      </w:r>
    </w:p>
    <w:p w:rsidR="00557788" w:rsidRDefault="00557788" w:rsidP="00557788">
      <w:r>
        <w:t>391.0505</w:t>
      </w:r>
      <w:r>
        <w:tab/>
        <w:t>1.013e0</w:t>
      </w:r>
    </w:p>
    <w:p w:rsidR="00557788" w:rsidRDefault="00557788" w:rsidP="00557788">
      <w:r>
        <w:t>391.0935</w:t>
      </w:r>
      <w:r>
        <w:tab/>
        <w:t>3.038e0</w:t>
      </w:r>
    </w:p>
    <w:p w:rsidR="00557788" w:rsidRDefault="00557788" w:rsidP="00557788">
      <w:r>
        <w:t>391.0971</w:t>
      </w:r>
      <w:r>
        <w:tab/>
        <w:t>3.857e0</w:t>
      </w:r>
    </w:p>
    <w:p w:rsidR="00557788" w:rsidRDefault="00557788" w:rsidP="00557788">
      <w:r>
        <w:t>391.1042</w:t>
      </w:r>
      <w:r>
        <w:tab/>
        <w:t>1.076e0</w:t>
      </w:r>
    </w:p>
    <w:p w:rsidR="00557788" w:rsidRDefault="00557788" w:rsidP="00557788">
      <w:r>
        <w:t>391.1298</w:t>
      </w:r>
      <w:r>
        <w:tab/>
        <w:t>2.643e0</w:t>
      </w:r>
    </w:p>
    <w:p w:rsidR="00557788" w:rsidRDefault="00557788" w:rsidP="00557788">
      <w:r>
        <w:t>391.1624</w:t>
      </w:r>
      <w:r>
        <w:tab/>
        <w:t>2.729e0</w:t>
      </w:r>
    </w:p>
    <w:p w:rsidR="00557788" w:rsidRDefault="00557788" w:rsidP="00557788">
      <w:r>
        <w:lastRenderedPageBreak/>
        <w:t>391.1769</w:t>
      </w:r>
      <w:r>
        <w:tab/>
        <w:t>4.354e0</w:t>
      </w:r>
    </w:p>
    <w:p w:rsidR="00557788" w:rsidRDefault="00557788" w:rsidP="00557788">
      <w:r>
        <w:t>391.1823</w:t>
      </w:r>
      <w:r>
        <w:tab/>
        <w:t>8.541e0</w:t>
      </w:r>
    </w:p>
    <w:p w:rsidR="00557788" w:rsidRDefault="00557788" w:rsidP="00557788">
      <w:r>
        <w:t>391.1981</w:t>
      </w:r>
      <w:r>
        <w:tab/>
        <w:t>1.826e0</w:t>
      </w:r>
    </w:p>
    <w:p w:rsidR="00557788" w:rsidRDefault="00557788" w:rsidP="00557788">
      <w:r>
        <w:t>391.2098</w:t>
      </w:r>
      <w:r>
        <w:tab/>
        <w:t>1.863e0</w:t>
      </w:r>
    </w:p>
    <w:p w:rsidR="00557788" w:rsidRDefault="00557788" w:rsidP="00557788">
      <w:r>
        <w:t>391.2820</w:t>
      </w:r>
      <w:r>
        <w:tab/>
        <w:t>1.656e2</w:t>
      </w:r>
    </w:p>
    <w:p w:rsidR="00557788" w:rsidRDefault="00557788" w:rsidP="00557788">
      <w:r>
        <w:t>391.3510</w:t>
      </w:r>
      <w:r>
        <w:tab/>
        <w:t>3.512e0</w:t>
      </w:r>
    </w:p>
    <w:p w:rsidR="00557788" w:rsidRDefault="00557788" w:rsidP="00557788">
      <w:r>
        <w:t>391.3642</w:t>
      </w:r>
      <w:r>
        <w:tab/>
        <w:t>4.903e0</w:t>
      </w:r>
    </w:p>
    <w:p w:rsidR="00557788" w:rsidRDefault="00557788" w:rsidP="00557788">
      <w:r>
        <w:t>391.3709</w:t>
      </w:r>
      <w:r>
        <w:tab/>
        <w:t>1.278e0</w:t>
      </w:r>
    </w:p>
    <w:p w:rsidR="00557788" w:rsidRDefault="00557788" w:rsidP="00557788">
      <w:r>
        <w:t>391.3882</w:t>
      </w:r>
      <w:r>
        <w:tab/>
        <w:t>1.905e0</w:t>
      </w:r>
    </w:p>
    <w:p w:rsidR="00557788" w:rsidRDefault="00557788" w:rsidP="00557788">
      <w:r>
        <w:t>391.4174</w:t>
      </w:r>
      <w:r>
        <w:tab/>
        <w:t>3.654e0</w:t>
      </w:r>
    </w:p>
    <w:p w:rsidR="00557788" w:rsidRDefault="00557788" w:rsidP="00557788">
      <w:r>
        <w:t>391.4298</w:t>
      </w:r>
      <w:r>
        <w:tab/>
        <w:t>1.641e0</w:t>
      </w:r>
    </w:p>
    <w:p w:rsidR="00557788" w:rsidRDefault="00557788" w:rsidP="00557788">
      <w:r>
        <w:t>391.4410</w:t>
      </w:r>
      <w:r>
        <w:tab/>
        <w:t>4.837e0</w:t>
      </w:r>
    </w:p>
    <w:p w:rsidR="00557788" w:rsidRDefault="00557788" w:rsidP="00557788">
      <w:r>
        <w:t>391.4546</w:t>
      </w:r>
      <w:r>
        <w:tab/>
        <w:t>5.063e0</w:t>
      </w:r>
    </w:p>
    <w:p w:rsidR="00557788" w:rsidRDefault="00557788" w:rsidP="00557788">
      <w:r>
        <w:t>391.4698</w:t>
      </w:r>
      <w:r>
        <w:tab/>
        <w:t>2.025e0</w:t>
      </w:r>
    </w:p>
    <w:p w:rsidR="00557788" w:rsidRDefault="00557788" w:rsidP="00557788">
      <w:r>
        <w:t>391.4719</w:t>
      </w:r>
      <w:r>
        <w:tab/>
        <w:t>3.038e0</w:t>
      </w:r>
    </w:p>
    <w:p w:rsidR="00557788" w:rsidRDefault="00557788" w:rsidP="00557788">
      <w:r>
        <w:t>391.4843</w:t>
      </w:r>
      <w:r>
        <w:tab/>
        <w:t>3.038e0</w:t>
      </w:r>
    </w:p>
    <w:p w:rsidR="00557788" w:rsidRDefault="00557788" w:rsidP="00557788">
      <w:r>
        <w:t>391.4991</w:t>
      </w:r>
      <w:r>
        <w:tab/>
        <w:t>2.349e0</w:t>
      </w:r>
    </w:p>
    <w:p w:rsidR="00557788" w:rsidRDefault="00557788" w:rsidP="00557788">
      <w:r>
        <w:t>391.5051</w:t>
      </w:r>
      <w:r>
        <w:tab/>
        <w:t>3.038e0</w:t>
      </w:r>
    </w:p>
    <w:p w:rsidR="00557788" w:rsidRDefault="00557788" w:rsidP="00557788">
      <w:r>
        <w:t>391.5130</w:t>
      </w:r>
      <w:r>
        <w:tab/>
        <w:t>1.013e0</w:t>
      </w:r>
    </w:p>
    <w:p w:rsidR="00557788" w:rsidRDefault="00557788" w:rsidP="00557788">
      <w:r>
        <w:lastRenderedPageBreak/>
        <w:t>391.5300</w:t>
      </w:r>
      <w:r>
        <w:tab/>
        <w:t>4.051e0</w:t>
      </w:r>
    </w:p>
    <w:p w:rsidR="00557788" w:rsidRDefault="00557788" w:rsidP="00557788">
      <w:r>
        <w:t>391.5430</w:t>
      </w:r>
      <w:r>
        <w:tab/>
        <w:t>4.051e0</w:t>
      </w:r>
    </w:p>
    <w:p w:rsidR="00557788" w:rsidRDefault="00557788" w:rsidP="00557788">
      <w:r>
        <w:t>391.5485</w:t>
      </w:r>
      <w:r>
        <w:tab/>
        <w:t>2.025e0</w:t>
      </w:r>
    </w:p>
    <w:p w:rsidR="00557788" w:rsidRDefault="00557788" w:rsidP="00557788">
      <w:r>
        <w:t>391.5504</w:t>
      </w:r>
      <w:r>
        <w:tab/>
        <w:t>1.013e0</w:t>
      </w:r>
    </w:p>
    <w:p w:rsidR="00557788" w:rsidRDefault="00557788" w:rsidP="00557788">
      <w:r>
        <w:t>391.5716</w:t>
      </w:r>
      <w:r>
        <w:tab/>
        <w:t>2.539e0</w:t>
      </w:r>
    </w:p>
    <w:p w:rsidR="00557788" w:rsidRDefault="00557788" w:rsidP="00557788">
      <w:r>
        <w:t>391.5874</w:t>
      </w:r>
      <w:r>
        <w:tab/>
        <w:t>1.215e1</w:t>
      </w:r>
    </w:p>
    <w:p w:rsidR="00557788" w:rsidRDefault="00557788" w:rsidP="00557788">
      <w:r>
        <w:t>391.6033</w:t>
      </w:r>
      <w:r>
        <w:tab/>
        <w:t>3.038e0</w:t>
      </w:r>
    </w:p>
    <w:p w:rsidR="00557788" w:rsidRDefault="00557788" w:rsidP="00557788">
      <w:r>
        <w:t>391.6160</w:t>
      </w:r>
      <w:r>
        <w:tab/>
        <w:t>2.025e0</w:t>
      </w:r>
    </w:p>
    <w:p w:rsidR="00557788" w:rsidRDefault="00557788" w:rsidP="00557788">
      <w:r>
        <w:t>391.6246</w:t>
      </w:r>
      <w:r>
        <w:tab/>
        <w:t>2.025e0</w:t>
      </w:r>
    </w:p>
    <w:p w:rsidR="00557788" w:rsidRDefault="00557788" w:rsidP="00557788">
      <w:r>
        <w:t>391.6397</w:t>
      </w:r>
      <w:r>
        <w:tab/>
        <w:t>4.051e0</w:t>
      </w:r>
    </w:p>
    <w:p w:rsidR="00557788" w:rsidRDefault="00557788" w:rsidP="00557788">
      <w:r>
        <w:t>391.6512</w:t>
      </w:r>
      <w:r>
        <w:tab/>
        <w:t>7.595e-2</w:t>
      </w:r>
    </w:p>
    <w:p w:rsidR="00557788" w:rsidRDefault="00557788" w:rsidP="00557788">
      <w:r>
        <w:t>391.6564</w:t>
      </w:r>
      <w:r>
        <w:tab/>
        <w:t>1.013e0</w:t>
      </w:r>
    </w:p>
    <w:p w:rsidR="00557788" w:rsidRDefault="00557788" w:rsidP="00557788">
      <w:r>
        <w:t>391.6710</w:t>
      </w:r>
      <w:r>
        <w:tab/>
        <w:t>4.345e0</w:t>
      </w:r>
    </w:p>
    <w:p w:rsidR="00557788" w:rsidRDefault="00557788" w:rsidP="00557788">
      <w:r>
        <w:t>391.6883</w:t>
      </w:r>
      <w:r>
        <w:tab/>
        <w:t>5.063e-2</w:t>
      </w:r>
    </w:p>
    <w:p w:rsidR="00557788" w:rsidRDefault="00557788" w:rsidP="00557788">
      <w:r>
        <w:t>391.7072</w:t>
      </w:r>
      <w:r>
        <w:tab/>
        <w:t>1.013e0</w:t>
      </w:r>
    </w:p>
    <w:p w:rsidR="00557788" w:rsidRDefault="00557788" w:rsidP="00557788">
      <w:r>
        <w:t>391.7147</w:t>
      </w:r>
      <w:r>
        <w:tab/>
        <w:t>6.076e0</w:t>
      </w:r>
    </w:p>
    <w:p w:rsidR="00557788" w:rsidRDefault="00557788" w:rsidP="00557788">
      <w:r>
        <w:t>391.7350</w:t>
      </w:r>
      <w:r>
        <w:tab/>
        <w:t>1.013e0</w:t>
      </w:r>
    </w:p>
    <w:p w:rsidR="00557788" w:rsidRDefault="00557788" w:rsidP="00557788">
      <w:r>
        <w:t>391.7452</w:t>
      </w:r>
      <w:r>
        <w:tab/>
        <w:t>1.013e0</w:t>
      </w:r>
    </w:p>
    <w:p w:rsidR="00557788" w:rsidRDefault="00557788" w:rsidP="00557788">
      <w:r>
        <w:t>391.7513</w:t>
      </w:r>
      <w:r>
        <w:tab/>
        <w:t>2.532e-2</w:t>
      </w:r>
    </w:p>
    <w:p w:rsidR="00557788" w:rsidRDefault="00557788" w:rsidP="00557788">
      <w:r>
        <w:lastRenderedPageBreak/>
        <w:t>391.7663</w:t>
      </w:r>
      <w:r>
        <w:tab/>
        <w:t>4.051e0</w:t>
      </w:r>
    </w:p>
    <w:p w:rsidR="00557788" w:rsidRDefault="00557788" w:rsidP="00557788">
      <w:r>
        <w:t>391.7792</w:t>
      </w:r>
      <w:r>
        <w:tab/>
        <w:t>2.874e0</w:t>
      </w:r>
    </w:p>
    <w:p w:rsidR="00557788" w:rsidRDefault="00557788" w:rsidP="00557788">
      <w:r>
        <w:t>391.7975</w:t>
      </w:r>
      <w:r>
        <w:tab/>
        <w:t>2.025e0</w:t>
      </w:r>
    </w:p>
    <w:p w:rsidR="00557788" w:rsidRDefault="00557788" w:rsidP="00557788">
      <w:r>
        <w:t>391.8043</w:t>
      </w:r>
      <w:r>
        <w:tab/>
        <w:t>1.038e0</w:t>
      </w:r>
    </w:p>
    <w:p w:rsidR="00557788" w:rsidRDefault="00557788" w:rsidP="00557788">
      <w:r>
        <w:t>391.8183</w:t>
      </w:r>
      <w:r>
        <w:tab/>
        <w:t>1.013e0</w:t>
      </w:r>
    </w:p>
    <w:p w:rsidR="00557788" w:rsidRDefault="00557788" w:rsidP="00557788">
      <w:r>
        <w:t>391.8254</w:t>
      </w:r>
      <w:r>
        <w:tab/>
        <w:t>4.063e0</w:t>
      </w:r>
    </w:p>
    <w:p w:rsidR="00557788" w:rsidRDefault="00557788" w:rsidP="00557788">
      <w:r>
        <w:t>391.8320</w:t>
      </w:r>
      <w:r>
        <w:tab/>
        <w:t>2.532e-2</w:t>
      </w:r>
    </w:p>
    <w:p w:rsidR="00557788" w:rsidRDefault="00557788" w:rsidP="00557788">
      <w:r>
        <w:t>391.8488</w:t>
      </w:r>
      <w:r>
        <w:tab/>
        <w:t>3.694e0</w:t>
      </w:r>
    </w:p>
    <w:p w:rsidR="00557788" w:rsidRDefault="00557788" w:rsidP="00557788">
      <w:r>
        <w:t>391.8552</w:t>
      </w:r>
      <w:r>
        <w:tab/>
        <w:t>2.025e0</w:t>
      </w:r>
    </w:p>
    <w:p w:rsidR="00557788" w:rsidRDefault="00557788" w:rsidP="00557788">
      <w:r>
        <w:t>391.8763</w:t>
      </w:r>
      <w:r>
        <w:tab/>
        <w:t>4.051e0</w:t>
      </w:r>
    </w:p>
    <w:p w:rsidR="00557788" w:rsidRDefault="00557788" w:rsidP="00557788">
      <w:r>
        <w:t>391.8921</w:t>
      </w:r>
      <w:r>
        <w:tab/>
        <w:t>3.579e0</w:t>
      </w:r>
    </w:p>
    <w:p w:rsidR="00557788" w:rsidRDefault="00557788" w:rsidP="00557788">
      <w:r>
        <w:t>391.9084</w:t>
      </w:r>
      <w:r>
        <w:tab/>
        <w:t>4.852e0</w:t>
      </w:r>
    </w:p>
    <w:p w:rsidR="00557788" w:rsidRDefault="00557788" w:rsidP="00557788">
      <w:r>
        <w:t>391.9102</w:t>
      </w:r>
      <w:r>
        <w:tab/>
        <w:t>5.283e0</w:t>
      </w:r>
    </w:p>
    <w:p w:rsidR="00557788" w:rsidRDefault="00557788" w:rsidP="00557788">
      <w:r>
        <w:t>391.9137</w:t>
      </w:r>
      <w:r>
        <w:tab/>
        <w:t>2.001e0</w:t>
      </w:r>
    </w:p>
    <w:p w:rsidR="00557788" w:rsidRDefault="00557788" w:rsidP="00557788">
      <w:r>
        <w:t>391.9152</w:t>
      </w:r>
      <w:r>
        <w:tab/>
        <w:t>1.632e0</w:t>
      </w:r>
    </w:p>
    <w:p w:rsidR="00557788" w:rsidRDefault="00557788" w:rsidP="00557788">
      <w:r>
        <w:t>391.9234</w:t>
      </w:r>
      <w:r>
        <w:tab/>
        <w:t>2.936e0</w:t>
      </w:r>
    </w:p>
    <w:p w:rsidR="00557788" w:rsidRDefault="00557788" w:rsidP="00557788">
      <w:r>
        <w:t>391.9245</w:t>
      </w:r>
      <w:r>
        <w:tab/>
        <w:t>5.287e0</w:t>
      </w:r>
    </w:p>
    <w:p w:rsidR="00557788" w:rsidRDefault="00557788" w:rsidP="00557788">
      <w:r>
        <w:t>391.9384</w:t>
      </w:r>
      <w:r>
        <w:tab/>
        <w:t>2.019e-1</w:t>
      </w:r>
    </w:p>
    <w:p w:rsidR="00557788" w:rsidRDefault="00557788" w:rsidP="00557788">
      <w:r>
        <w:t>391.9426</w:t>
      </w:r>
      <w:r>
        <w:tab/>
        <w:t>1.633e0</w:t>
      </w:r>
    </w:p>
    <w:p w:rsidR="00557788" w:rsidRDefault="00557788" w:rsidP="00557788">
      <w:r>
        <w:lastRenderedPageBreak/>
        <w:t>391.9704</w:t>
      </w:r>
      <w:r>
        <w:tab/>
        <w:t>2.363e0</w:t>
      </w:r>
    </w:p>
    <w:p w:rsidR="00557788" w:rsidRDefault="00557788" w:rsidP="00557788">
      <w:r>
        <w:t>391.9836</w:t>
      </w:r>
      <w:r>
        <w:tab/>
        <w:t>3.552e0</w:t>
      </w:r>
    </w:p>
    <w:p w:rsidR="00557788" w:rsidRDefault="00557788" w:rsidP="00557788">
      <w:r>
        <w:t>391.9931</w:t>
      </w:r>
      <w:r>
        <w:tab/>
        <w:t>2.532e-2</w:t>
      </w:r>
    </w:p>
    <w:p w:rsidR="00557788" w:rsidRDefault="00557788" w:rsidP="00557788">
      <w:r>
        <w:t>391.9973</w:t>
      </w:r>
      <w:r>
        <w:tab/>
        <w:t>3.798e-2</w:t>
      </w:r>
    </w:p>
    <w:p w:rsidR="00557788" w:rsidRDefault="00557788" w:rsidP="00557788">
      <w:r>
        <w:t>392.0126</w:t>
      </w:r>
      <w:r>
        <w:tab/>
        <w:t>1.013e0</w:t>
      </w:r>
    </w:p>
    <w:p w:rsidR="00557788" w:rsidRDefault="00557788" w:rsidP="00557788">
      <w:r>
        <w:t>392.0389</w:t>
      </w:r>
      <w:r>
        <w:tab/>
        <w:t>7.067e0</w:t>
      </w:r>
    </w:p>
    <w:p w:rsidR="00557788" w:rsidRDefault="00557788" w:rsidP="00557788">
      <w:r>
        <w:t>392.0483</w:t>
      </w:r>
      <w:r>
        <w:tab/>
        <w:t>2.025e0</w:t>
      </w:r>
    </w:p>
    <w:p w:rsidR="00557788" w:rsidRDefault="00557788" w:rsidP="00557788">
      <w:r>
        <w:t>392.0564</w:t>
      </w:r>
      <w:r>
        <w:tab/>
        <w:t>1.846e0</w:t>
      </w:r>
    </w:p>
    <w:p w:rsidR="00557788" w:rsidRDefault="00557788" w:rsidP="00557788">
      <w:r>
        <w:t>392.0913</w:t>
      </w:r>
      <w:r>
        <w:tab/>
        <w:t>5.662e0</w:t>
      </w:r>
    </w:p>
    <w:p w:rsidR="00557788" w:rsidRDefault="00557788" w:rsidP="00557788">
      <w:r>
        <w:t>392.0951</w:t>
      </w:r>
      <w:r>
        <w:tab/>
        <w:t>4.221e0</w:t>
      </w:r>
    </w:p>
    <w:p w:rsidR="00557788" w:rsidRDefault="00557788" w:rsidP="00557788">
      <w:r>
        <w:t>392.0979</w:t>
      </w:r>
      <w:r>
        <w:tab/>
        <w:t>4.051e0</w:t>
      </w:r>
    </w:p>
    <w:p w:rsidR="00557788" w:rsidRDefault="00557788" w:rsidP="00557788">
      <w:r>
        <w:t>392.1123</w:t>
      </w:r>
      <w:r>
        <w:tab/>
        <w:t>3.671e0</w:t>
      </w:r>
    </w:p>
    <w:p w:rsidR="00557788" w:rsidRDefault="00557788" w:rsidP="00557788">
      <w:r>
        <w:t>392.1256</w:t>
      </w:r>
      <w:r>
        <w:tab/>
        <w:t>7.626e0</w:t>
      </w:r>
    </w:p>
    <w:p w:rsidR="00557788" w:rsidRDefault="00557788" w:rsidP="00557788">
      <w:r>
        <w:t>392.1562</w:t>
      </w:r>
      <w:r>
        <w:tab/>
        <w:t>3.363e0</w:t>
      </w:r>
    </w:p>
    <w:p w:rsidR="00557788" w:rsidRDefault="00557788" w:rsidP="00557788">
      <w:r>
        <w:t>392.1595</w:t>
      </w:r>
      <w:r>
        <w:tab/>
        <w:t>1.338e0</w:t>
      </w:r>
    </w:p>
    <w:p w:rsidR="00557788" w:rsidRDefault="00557788" w:rsidP="00557788">
      <w:r>
        <w:t>392.1623</w:t>
      </w:r>
      <w:r>
        <w:tab/>
        <w:t>2.613e0</w:t>
      </w:r>
    </w:p>
    <w:p w:rsidR="00557788" w:rsidRDefault="00557788" w:rsidP="00557788">
      <w:r>
        <w:t>392.1721</w:t>
      </w:r>
      <w:r>
        <w:tab/>
        <w:t>4.134e0</w:t>
      </w:r>
    </w:p>
    <w:p w:rsidR="00557788" w:rsidRDefault="00557788" w:rsidP="00557788">
      <w:r>
        <w:t>392.1771</w:t>
      </w:r>
      <w:r>
        <w:tab/>
        <w:t>8.124e0</w:t>
      </w:r>
    </w:p>
    <w:p w:rsidR="00557788" w:rsidRDefault="00557788" w:rsidP="00557788">
      <w:r>
        <w:t>392.1932</w:t>
      </w:r>
      <w:r>
        <w:tab/>
        <w:t>2.326e0</w:t>
      </w:r>
    </w:p>
    <w:p w:rsidR="00557788" w:rsidRDefault="00557788" w:rsidP="00557788">
      <w:r>
        <w:lastRenderedPageBreak/>
        <w:t>392.2068</w:t>
      </w:r>
      <w:r>
        <w:tab/>
        <w:t>3.614e0</w:t>
      </w:r>
    </w:p>
    <w:p w:rsidR="00557788" w:rsidRDefault="00557788" w:rsidP="00557788">
      <w:r>
        <w:t>392.2102</w:t>
      </w:r>
      <w:r>
        <w:tab/>
        <w:t>8.709e0</w:t>
      </w:r>
    </w:p>
    <w:p w:rsidR="00557788" w:rsidRDefault="00557788" w:rsidP="00557788">
      <w:r>
        <w:t>392.2391</w:t>
      </w:r>
      <w:r>
        <w:tab/>
        <w:t>1.507e0</w:t>
      </w:r>
    </w:p>
    <w:p w:rsidR="00557788" w:rsidRDefault="00557788" w:rsidP="00557788">
      <w:r>
        <w:t>392.2791</w:t>
      </w:r>
      <w:r>
        <w:tab/>
        <w:t>1.730e1</w:t>
      </w:r>
    </w:p>
    <w:p w:rsidR="00557788" w:rsidRDefault="00557788" w:rsidP="00557788">
      <w:r>
        <w:t>392.2906</w:t>
      </w:r>
      <w:r>
        <w:tab/>
        <w:t>2.533e1</w:t>
      </w:r>
    </w:p>
    <w:p w:rsidR="00557788" w:rsidRDefault="00557788" w:rsidP="00557788">
      <w:r>
        <w:t>392.3100</w:t>
      </w:r>
      <w:r>
        <w:tab/>
        <w:t>1.661e1</w:t>
      </w:r>
    </w:p>
    <w:p w:rsidR="00557788" w:rsidRDefault="00557788" w:rsidP="00557788">
      <w:r>
        <w:t>392.3454</w:t>
      </w:r>
      <w:r>
        <w:tab/>
        <w:t>5.932e0</w:t>
      </w:r>
    </w:p>
    <w:p w:rsidR="00557788" w:rsidRDefault="00557788" w:rsidP="00557788">
      <w:r>
        <w:t>392.3578</w:t>
      </w:r>
      <w:r>
        <w:tab/>
        <w:t>9.048e0</w:t>
      </w:r>
    </w:p>
    <w:p w:rsidR="00557788" w:rsidRDefault="00557788" w:rsidP="00557788">
      <w:r>
        <w:t>392.3625</w:t>
      </w:r>
      <w:r>
        <w:tab/>
        <w:t>3.038e0</w:t>
      </w:r>
    </w:p>
    <w:p w:rsidR="00557788" w:rsidRDefault="00557788" w:rsidP="00557788">
      <w:r>
        <w:t>392.3719</w:t>
      </w:r>
      <w:r>
        <w:tab/>
        <w:t>5.115e0</w:t>
      </w:r>
    </w:p>
    <w:p w:rsidR="00557788" w:rsidRDefault="00557788" w:rsidP="00557788">
      <w:r>
        <w:t>392.3754</w:t>
      </w:r>
      <w:r>
        <w:tab/>
        <w:t>3.311e0</w:t>
      </w:r>
    </w:p>
    <w:p w:rsidR="00557788" w:rsidRDefault="00557788" w:rsidP="00557788">
      <w:r>
        <w:t>392.3812</w:t>
      </w:r>
      <w:r>
        <w:tab/>
        <w:t>6.199e-1</w:t>
      </w:r>
    </w:p>
    <w:p w:rsidR="00557788" w:rsidRDefault="00557788" w:rsidP="00557788">
      <w:r>
        <w:t>392.3889</w:t>
      </w:r>
      <w:r>
        <w:tab/>
        <w:t>1.366e0</w:t>
      </w:r>
    </w:p>
    <w:p w:rsidR="00557788" w:rsidRDefault="00557788" w:rsidP="00557788">
      <w:r>
        <w:t>392.3933</w:t>
      </w:r>
      <w:r>
        <w:tab/>
        <w:t>2.864e0</w:t>
      </w:r>
    </w:p>
    <w:p w:rsidR="00557788" w:rsidRDefault="00557788" w:rsidP="00557788">
      <w:r>
        <w:t>392.4001</w:t>
      </w:r>
      <w:r>
        <w:tab/>
        <w:t>2.025e0</w:t>
      </w:r>
    </w:p>
    <w:p w:rsidR="00557788" w:rsidRDefault="00557788" w:rsidP="00557788">
      <w:r>
        <w:t>392.4097</w:t>
      </w:r>
      <w:r>
        <w:tab/>
        <w:t>3.038e0</w:t>
      </w:r>
    </w:p>
    <w:p w:rsidR="00557788" w:rsidRDefault="00557788" w:rsidP="00557788">
      <w:r>
        <w:t>392.4219</w:t>
      </w:r>
      <w:r>
        <w:tab/>
        <w:t>3.560e0</w:t>
      </w:r>
    </w:p>
    <w:p w:rsidR="00557788" w:rsidRDefault="00557788" w:rsidP="00557788">
      <w:r>
        <w:t>392.4250</w:t>
      </w:r>
      <w:r>
        <w:tab/>
        <w:t>2.358e0</w:t>
      </w:r>
    </w:p>
    <w:p w:rsidR="00557788" w:rsidRDefault="00557788" w:rsidP="00557788">
      <w:r>
        <w:t>392.4489</w:t>
      </w:r>
      <w:r>
        <w:tab/>
        <w:t>1.051e0</w:t>
      </w:r>
    </w:p>
    <w:p w:rsidR="00557788" w:rsidRDefault="00557788" w:rsidP="00557788">
      <w:r>
        <w:lastRenderedPageBreak/>
        <w:t>392.4650</w:t>
      </w:r>
      <w:r>
        <w:tab/>
        <w:t>1.266e-2</w:t>
      </w:r>
    </w:p>
    <w:p w:rsidR="00557788" w:rsidRDefault="00557788" w:rsidP="00557788">
      <w:r>
        <w:t>392.4887</w:t>
      </w:r>
      <w:r>
        <w:tab/>
        <w:t>2.532e-2</w:t>
      </w:r>
    </w:p>
    <w:p w:rsidR="00557788" w:rsidRDefault="00557788" w:rsidP="00557788">
      <w:r>
        <w:t>392.4970</w:t>
      </w:r>
      <w:r>
        <w:tab/>
        <w:t>2.025e0</w:t>
      </w:r>
    </w:p>
    <w:p w:rsidR="00557788" w:rsidRDefault="00557788" w:rsidP="00557788">
      <w:r>
        <w:t>392.5037</w:t>
      </w:r>
      <w:r>
        <w:tab/>
        <w:t>2.025e0</w:t>
      </w:r>
    </w:p>
    <w:p w:rsidR="00557788" w:rsidRDefault="00557788" w:rsidP="00557788">
      <w:r>
        <w:t>392.5053</w:t>
      </w:r>
      <w:r>
        <w:tab/>
        <w:t>5.063e0</w:t>
      </w:r>
    </w:p>
    <w:p w:rsidR="00557788" w:rsidRDefault="00557788" w:rsidP="00557788">
      <w:r>
        <w:t>392.5076</w:t>
      </w:r>
      <w:r>
        <w:tab/>
        <w:t>1.013e0</w:t>
      </w:r>
    </w:p>
    <w:p w:rsidR="00557788" w:rsidRDefault="00557788" w:rsidP="00557788">
      <w:r>
        <w:t>392.5236</w:t>
      </w:r>
      <w:r>
        <w:tab/>
        <w:t>4.051e0</w:t>
      </w:r>
    </w:p>
    <w:p w:rsidR="00557788" w:rsidRDefault="00557788" w:rsidP="00557788">
      <w:r>
        <w:t>392.5297</w:t>
      </w:r>
      <w:r>
        <w:tab/>
        <w:t>3.038e0</w:t>
      </w:r>
    </w:p>
    <w:p w:rsidR="00557788" w:rsidRDefault="00557788" w:rsidP="00557788">
      <w:r>
        <w:t>392.5318</w:t>
      </w:r>
      <w:r>
        <w:tab/>
        <w:t>2.025e0</w:t>
      </w:r>
    </w:p>
    <w:p w:rsidR="00557788" w:rsidRDefault="00557788" w:rsidP="00557788">
      <w:r>
        <w:t>392.5527</w:t>
      </w:r>
      <w:r>
        <w:tab/>
        <w:t>6.076e0</w:t>
      </w:r>
    </w:p>
    <w:p w:rsidR="00557788" w:rsidRDefault="00557788" w:rsidP="00557788">
      <w:r>
        <w:t>392.5638</w:t>
      </w:r>
      <w:r>
        <w:tab/>
        <w:t>2.025e0</w:t>
      </w:r>
    </w:p>
    <w:p w:rsidR="00557788" w:rsidRDefault="00557788" w:rsidP="00557788">
      <w:r>
        <w:t>392.5654</w:t>
      </w:r>
      <w:r>
        <w:tab/>
        <w:t>3.038e0</w:t>
      </w:r>
    </w:p>
    <w:p w:rsidR="00557788" w:rsidRDefault="00557788" w:rsidP="00557788">
      <w:r>
        <w:t>392.5677</w:t>
      </w:r>
      <w:r>
        <w:tab/>
        <w:t>2.025e0</w:t>
      </w:r>
    </w:p>
    <w:p w:rsidR="00557788" w:rsidRDefault="00557788" w:rsidP="00557788">
      <w:r>
        <w:t>392.5738</w:t>
      </w:r>
      <w:r>
        <w:tab/>
        <w:t>2.112e0</w:t>
      </w:r>
    </w:p>
    <w:p w:rsidR="00557788" w:rsidRDefault="00557788" w:rsidP="00557788">
      <w:r>
        <w:t>392.6068</w:t>
      </w:r>
      <w:r>
        <w:tab/>
        <w:t>2.532e-2</w:t>
      </w:r>
    </w:p>
    <w:p w:rsidR="00557788" w:rsidRDefault="00557788" w:rsidP="00557788">
      <w:r>
        <w:t>392.6269</w:t>
      </w:r>
      <w:r>
        <w:tab/>
        <w:t>2.025e0</w:t>
      </w:r>
    </w:p>
    <w:p w:rsidR="00557788" w:rsidRDefault="00557788" w:rsidP="00557788">
      <w:r>
        <w:t>392.6442</w:t>
      </w:r>
      <w:r>
        <w:tab/>
        <w:t>5.101e0</w:t>
      </w:r>
    </w:p>
    <w:p w:rsidR="00557788" w:rsidRDefault="00557788" w:rsidP="00557788">
      <w:r>
        <w:t>392.6498</w:t>
      </w:r>
      <w:r>
        <w:tab/>
        <w:t>2.025e0</w:t>
      </w:r>
    </w:p>
    <w:p w:rsidR="00557788" w:rsidRDefault="00557788" w:rsidP="00557788">
      <w:r>
        <w:t>392.6722</w:t>
      </w:r>
      <w:r>
        <w:tab/>
        <w:t>1.025e0</w:t>
      </w:r>
    </w:p>
    <w:p w:rsidR="00557788" w:rsidRDefault="00557788" w:rsidP="00557788">
      <w:r>
        <w:lastRenderedPageBreak/>
        <w:t>392.6764</w:t>
      </w:r>
      <w:r>
        <w:tab/>
        <w:t>2.532e-2</w:t>
      </w:r>
    </w:p>
    <w:p w:rsidR="00557788" w:rsidRDefault="00557788" w:rsidP="00557788">
      <w:r>
        <w:t>392.6775</w:t>
      </w:r>
      <w:r>
        <w:tab/>
        <w:t>1.013e0</w:t>
      </w:r>
    </w:p>
    <w:p w:rsidR="00557788" w:rsidRDefault="00557788" w:rsidP="00557788">
      <w:r>
        <w:t>392.6846</w:t>
      </w:r>
      <w:r>
        <w:tab/>
        <w:t>2.051e0</w:t>
      </w:r>
    </w:p>
    <w:p w:rsidR="00557788" w:rsidRDefault="00557788" w:rsidP="00557788">
      <w:r>
        <w:t>392.7026</w:t>
      </w:r>
      <w:r>
        <w:tab/>
        <w:t>1.013e0</w:t>
      </w:r>
    </w:p>
    <w:p w:rsidR="00557788" w:rsidRDefault="00557788" w:rsidP="00557788">
      <w:r>
        <w:t>392.7329</w:t>
      </w:r>
      <w:r>
        <w:tab/>
        <w:t>3.038e0</w:t>
      </w:r>
    </w:p>
    <w:p w:rsidR="00557788" w:rsidRDefault="00557788" w:rsidP="00557788">
      <w:r>
        <w:t>392.7352</w:t>
      </w:r>
      <w:r>
        <w:tab/>
        <w:t>1.013e0</w:t>
      </w:r>
    </w:p>
    <w:p w:rsidR="00557788" w:rsidRDefault="00557788" w:rsidP="00557788">
      <w:r>
        <w:t>392.7417</w:t>
      </w:r>
      <w:r>
        <w:tab/>
        <w:t>7.618e0</w:t>
      </w:r>
    </w:p>
    <w:p w:rsidR="00557788" w:rsidRDefault="00557788" w:rsidP="00557788">
      <w:r>
        <w:t>392.7444</w:t>
      </w:r>
      <w:r>
        <w:tab/>
        <w:t>3.038e0</w:t>
      </w:r>
    </w:p>
    <w:p w:rsidR="00557788" w:rsidRDefault="00557788" w:rsidP="00557788">
      <w:r>
        <w:t>392.7459</w:t>
      </w:r>
      <w:r>
        <w:tab/>
        <w:t>2.051e0</w:t>
      </w:r>
    </w:p>
    <w:p w:rsidR="00557788" w:rsidRDefault="00557788" w:rsidP="00557788">
      <w:r>
        <w:t>392.7604</w:t>
      </w:r>
      <w:r>
        <w:tab/>
        <w:t>2.532e-2</w:t>
      </w:r>
    </w:p>
    <w:p w:rsidR="00557788" w:rsidRDefault="00557788" w:rsidP="00557788">
      <w:r>
        <w:t>392.7769</w:t>
      </w:r>
      <w:r>
        <w:tab/>
        <w:t>1.266e-2</w:t>
      </w:r>
    </w:p>
    <w:p w:rsidR="00557788" w:rsidRDefault="00557788" w:rsidP="00557788">
      <w:r>
        <w:t>392.7978</w:t>
      </w:r>
      <w:r>
        <w:tab/>
        <w:t>7.101e0</w:t>
      </w:r>
    </w:p>
    <w:p w:rsidR="00557788" w:rsidRDefault="00557788" w:rsidP="00557788">
      <w:r>
        <w:t>392.8040</w:t>
      </w:r>
      <w:r>
        <w:tab/>
        <w:t>2.025e0</w:t>
      </w:r>
    </w:p>
    <w:p w:rsidR="00557788" w:rsidRDefault="00557788" w:rsidP="00557788">
      <w:r>
        <w:t>392.8087</w:t>
      </w:r>
      <w:r>
        <w:tab/>
        <w:t>1.013e0</w:t>
      </w:r>
    </w:p>
    <w:p w:rsidR="00557788" w:rsidRDefault="00557788" w:rsidP="00557788">
      <w:r>
        <w:t>392.8109</w:t>
      </w:r>
      <w:r>
        <w:tab/>
        <w:t>2.025e0</w:t>
      </w:r>
    </w:p>
    <w:p w:rsidR="00557788" w:rsidRDefault="00557788" w:rsidP="00557788">
      <w:r>
        <w:t>392.8344</w:t>
      </w:r>
      <w:r>
        <w:tab/>
        <w:t>2.038e0</w:t>
      </w:r>
    </w:p>
    <w:p w:rsidR="00557788" w:rsidRDefault="00557788" w:rsidP="00557788">
      <w:r>
        <w:t>392.8480</w:t>
      </w:r>
      <w:r>
        <w:tab/>
        <w:t>1.038e0</w:t>
      </w:r>
    </w:p>
    <w:p w:rsidR="00557788" w:rsidRDefault="00557788" w:rsidP="00557788">
      <w:r>
        <w:t>392.8551</w:t>
      </w:r>
      <w:r>
        <w:tab/>
        <w:t>1.013e0</w:t>
      </w:r>
    </w:p>
    <w:p w:rsidR="00557788" w:rsidRDefault="00557788" w:rsidP="00557788">
      <w:r>
        <w:t>392.8775</w:t>
      </w:r>
      <w:r>
        <w:tab/>
        <w:t>4.743e0</w:t>
      </w:r>
    </w:p>
    <w:p w:rsidR="00557788" w:rsidRDefault="00557788" w:rsidP="00557788">
      <w:r>
        <w:lastRenderedPageBreak/>
        <w:t>392.8799</w:t>
      </w:r>
      <w:r>
        <w:tab/>
        <w:t>3.038e0</w:t>
      </w:r>
    </w:p>
    <w:p w:rsidR="00557788" w:rsidRDefault="00557788" w:rsidP="00557788">
      <w:r>
        <w:t>392.9121</w:t>
      </w:r>
      <w:r>
        <w:tab/>
        <w:t>3.746e0</w:t>
      </w:r>
    </w:p>
    <w:p w:rsidR="00557788" w:rsidRDefault="00557788" w:rsidP="00557788">
      <w:r>
        <w:t>392.9172</w:t>
      </w:r>
      <w:r>
        <w:tab/>
        <w:t>2.843e0</w:t>
      </w:r>
    </w:p>
    <w:p w:rsidR="00557788" w:rsidRDefault="00557788" w:rsidP="00557788">
      <w:r>
        <w:t>392.9250</w:t>
      </w:r>
      <w:r>
        <w:tab/>
        <w:t>3.810e0</w:t>
      </w:r>
    </w:p>
    <w:p w:rsidR="00557788" w:rsidRDefault="00557788" w:rsidP="00557788">
      <w:r>
        <w:t>392.9300</w:t>
      </w:r>
      <w:r>
        <w:tab/>
        <w:t>1.508e0</w:t>
      </w:r>
    </w:p>
    <w:p w:rsidR="00557788" w:rsidRDefault="00557788" w:rsidP="00557788">
      <w:r>
        <w:t>392.9338</w:t>
      </w:r>
      <w:r>
        <w:tab/>
        <w:t>4.657e0</w:t>
      </w:r>
    </w:p>
    <w:p w:rsidR="00557788" w:rsidRDefault="00557788" w:rsidP="00557788">
      <w:r>
        <w:t>392.9589</w:t>
      </w:r>
      <w:r>
        <w:tab/>
        <w:t>3.038e0</w:t>
      </w:r>
    </w:p>
    <w:p w:rsidR="00557788" w:rsidRDefault="00557788" w:rsidP="00557788">
      <w:r>
        <w:t>392.9707</w:t>
      </w:r>
      <w:r>
        <w:tab/>
        <w:t>4.123e0</w:t>
      </w:r>
    </w:p>
    <w:p w:rsidR="00557788" w:rsidRDefault="00557788" w:rsidP="00557788">
      <w:r>
        <w:t>392.9859</w:t>
      </w:r>
      <w:r>
        <w:tab/>
        <w:t>3.000e0</w:t>
      </w:r>
    </w:p>
    <w:p w:rsidR="00557788" w:rsidRDefault="00557788" w:rsidP="00557788">
      <w:r>
        <w:t>393.0025</w:t>
      </w:r>
      <w:r>
        <w:tab/>
        <w:t>3.008e0</w:t>
      </w:r>
    </w:p>
    <w:p w:rsidR="00557788" w:rsidRDefault="00557788" w:rsidP="00557788">
      <w:r>
        <w:t>393.0089</w:t>
      </w:r>
      <w:r>
        <w:tab/>
        <w:t>8.718e0</w:t>
      </w:r>
    </w:p>
    <w:p w:rsidR="00557788" w:rsidRDefault="00557788" w:rsidP="00557788">
      <w:r>
        <w:t>393.0100</w:t>
      </w:r>
      <w:r>
        <w:tab/>
        <w:t>2.817e0</w:t>
      </w:r>
    </w:p>
    <w:p w:rsidR="00557788" w:rsidRDefault="00557788" w:rsidP="00557788">
      <w:r>
        <w:t>393.0185</w:t>
      </w:r>
      <w:r>
        <w:tab/>
        <w:t>2.025e0</w:t>
      </w:r>
    </w:p>
    <w:p w:rsidR="00557788" w:rsidRDefault="00557788" w:rsidP="00557788">
      <w:r>
        <w:t>393.0219</w:t>
      </w:r>
      <w:r>
        <w:tab/>
        <w:t>1.921e0</w:t>
      </w:r>
    </w:p>
    <w:p w:rsidR="00557788" w:rsidRDefault="00557788" w:rsidP="00557788">
      <w:r>
        <w:t>393.0260</w:t>
      </w:r>
      <w:r>
        <w:tab/>
        <w:t>3.038e0</w:t>
      </w:r>
    </w:p>
    <w:p w:rsidR="00557788" w:rsidRDefault="00557788" w:rsidP="00557788">
      <w:r>
        <w:t>393.0413</w:t>
      </w:r>
      <w:r>
        <w:tab/>
        <w:t>1.013e0</w:t>
      </w:r>
    </w:p>
    <w:p w:rsidR="00557788" w:rsidRDefault="00557788" w:rsidP="00557788">
      <w:r>
        <w:t>393.0428</w:t>
      </w:r>
      <w:r>
        <w:tab/>
        <w:t>3.905e0</w:t>
      </w:r>
    </w:p>
    <w:p w:rsidR="00557788" w:rsidRDefault="00557788" w:rsidP="00557788">
      <w:r>
        <w:t>393.0652</w:t>
      </w:r>
      <w:r>
        <w:tab/>
        <w:t>7.831e-1</w:t>
      </w:r>
    </w:p>
    <w:p w:rsidR="00557788" w:rsidRDefault="00557788" w:rsidP="00557788">
      <w:r>
        <w:t>393.0733</w:t>
      </w:r>
      <w:r>
        <w:tab/>
        <w:t>3.038e0</w:t>
      </w:r>
    </w:p>
    <w:p w:rsidR="00557788" w:rsidRDefault="00557788" w:rsidP="00557788">
      <w:r>
        <w:lastRenderedPageBreak/>
        <w:t>393.0831</w:t>
      </w:r>
      <w:r>
        <w:tab/>
        <w:t>2.025e0</w:t>
      </w:r>
    </w:p>
    <w:p w:rsidR="00557788" w:rsidRDefault="00557788" w:rsidP="00557788">
      <w:r>
        <w:t>393.0871</w:t>
      </w:r>
      <w:r>
        <w:tab/>
        <w:t>2.025e0</w:t>
      </w:r>
    </w:p>
    <w:p w:rsidR="00557788" w:rsidRDefault="00557788" w:rsidP="00557788">
      <w:r>
        <w:t>393.1469</w:t>
      </w:r>
      <w:r>
        <w:tab/>
        <w:t>5.784e0</w:t>
      </w:r>
    </w:p>
    <w:p w:rsidR="00557788" w:rsidRDefault="00557788" w:rsidP="00557788">
      <w:r>
        <w:t>393.1530</w:t>
      </w:r>
      <w:r>
        <w:tab/>
        <w:t>1.261e0</w:t>
      </w:r>
    </w:p>
    <w:p w:rsidR="00557788" w:rsidRDefault="00557788" w:rsidP="00557788">
      <w:r>
        <w:t>393.1629</w:t>
      </w:r>
      <w:r>
        <w:tab/>
        <w:t>7.329e0</w:t>
      </w:r>
    </w:p>
    <w:p w:rsidR="00557788" w:rsidRDefault="00557788" w:rsidP="00557788">
      <w:r>
        <w:t>393.1652</w:t>
      </w:r>
      <w:r>
        <w:tab/>
        <w:t>5.752e0</w:t>
      </w:r>
    </w:p>
    <w:p w:rsidR="00557788" w:rsidRDefault="00557788" w:rsidP="00557788">
      <w:r>
        <w:t>393.1679</w:t>
      </w:r>
      <w:r>
        <w:tab/>
        <w:t>4.712e0</w:t>
      </w:r>
    </w:p>
    <w:p w:rsidR="00557788" w:rsidRDefault="00557788" w:rsidP="00557788">
      <w:r>
        <w:t>393.1698</w:t>
      </w:r>
      <w:r>
        <w:tab/>
        <w:t>7.795e0</w:t>
      </w:r>
    </w:p>
    <w:p w:rsidR="00557788" w:rsidRDefault="00557788" w:rsidP="00557788">
      <w:r>
        <w:t>393.2056</w:t>
      </w:r>
      <w:r>
        <w:tab/>
        <w:t>3.853e0</w:t>
      </w:r>
    </w:p>
    <w:p w:rsidR="00557788" w:rsidRDefault="00557788" w:rsidP="00557788">
      <w:r>
        <w:t>393.2111</w:t>
      </w:r>
      <w:r>
        <w:tab/>
        <w:t>8.382e0</w:t>
      </w:r>
    </w:p>
    <w:p w:rsidR="00557788" w:rsidRDefault="00557788" w:rsidP="00557788">
      <w:r>
        <w:t>393.2151</w:t>
      </w:r>
      <w:r>
        <w:tab/>
        <w:t>2.463e1</w:t>
      </w:r>
    </w:p>
    <w:p w:rsidR="00557788" w:rsidRDefault="00557788" w:rsidP="00557788">
      <w:r>
        <w:t>393.2174</w:t>
      </w:r>
      <w:r>
        <w:tab/>
        <w:t>9.436e0</w:t>
      </w:r>
    </w:p>
    <w:p w:rsidR="00557788" w:rsidRDefault="00557788" w:rsidP="00557788">
      <w:r>
        <w:t>393.2231</w:t>
      </w:r>
      <w:r>
        <w:tab/>
        <w:t>2.798e1</w:t>
      </w:r>
    </w:p>
    <w:p w:rsidR="00557788" w:rsidRDefault="00557788" w:rsidP="00557788">
      <w:r>
        <w:t>393.2794</w:t>
      </w:r>
      <w:r>
        <w:tab/>
        <w:t>2.450e1</w:t>
      </w:r>
    </w:p>
    <w:p w:rsidR="00557788" w:rsidRDefault="00557788" w:rsidP="00557788">
      <w:r>
        <w:t>393.2822</w:t>
      </w:r>
      <w:r>
        <w:tab/>
        <w:t>7.018e0</w:t>
      </w:r>
    </w:p>
    <w:p w:rsidR="00557788" w:rsidRDefault="00557788" w:rsidP="00557788">
      <w:r>
        <w:t>393.2866</w:t>
      </w:r>
      <w:r>
        <w:tab/>
        <w:t>9.610e0</w:t>
      </w:r>
    </w:p>
    <w:p w:rsidR="00557788" w:rsidRDefault="00557788" w:rsidP="00557788">
      <w:r>
        <w:t>393.2881</w:t>
      </w:r>
      <w:r>
        <w:tab/>
        <w:t>6.299e0</w:t>
      </w:r>
    </w:p>
    <w:p w:rsidR="00557788" w:rsidRDefault="00557788" w:rsidP="00557788">
      <w:r>
        <w:t>393.2967</w:t>
      </w:r>
      <w:r>
        <w:tab/>
        <w:t>1.104e1</w:t>
      </w:r>
    </w:p>
    <w:p w:rsidR="00557788" w:rsidRDefault="00557788" w:rsidP="00557788">
      <w:r>
        <w:t>393.3028</w:t>
      </w:r>
      <w:r>
        <w:tab/>
        <w:t>2.572e0</w:t>
      </w:r>
    </w:p>
    <w:p w:rsidR="00557788" w:rsidRDefault="00557788" w:rsidP="00557788">
      <w:r>
        <w:lastRenderedPageBreak/>
        <w:t>393.3062</w:t>
      </w:r>
      <w:r>
        <w:tab/>
        <w:t>2.285e1</w:t>
      </w:r>
    </w:p>
    <w:p w:rsidR="00557788" w:rsidRDefault="00557788" w:rsidP="00557788">
      <w:r>
        <w:t>393.3654</w:t>
      </w:r>
      <w:r>
        <w:tab/>
        <w:t>2.110e0</w:t>
      </w:r>
    </w:p>
    <w:p w:rsidR="00557788" w:rsidRDefault="00557788" w:rsidP="00557788">
      <w:r>
        <w:t>393.3708</w:t>
      </w:r>
      <w:r>
        <w:tab/>
        <w:t>5.034e0</w:t>
      </w:r>
    </w:p>
    <w:p w:rsidR="00557788" w:rsidRDefault="00557788" w:rsidP="00557788">
      <w:r>
        <w:t>393.3739</w:t>
      </w:r>
      <w:r>
        <w:tab/>
        <w:t>3.967e0</w:t>
      </w:r>
    </w:p>
    <w:p w:rsidR="00557788" w:rsidRDefault="00557788" w:rsidP="00557788">
      <w:r>
        <w:t>393.3801</w:t>
      </w:r>
      <w:r>
        <w:tab/>
        <w:t>4.042e0</w:t>
      </w:r>
    </w:p>
    <w:p w:rsidR="00557788" w:rsidRDefault="00557788" w:rsidP="00557788">
      <w:r>
        <w:t>393.4055</w:t>
      </w:r>
      <w:r>
        <w:tab/>
        <w:t>5.133e0</w:t>
      </w:r>
    </w:p>
    <w:p w:rsidR="00557788" w:rsidRDefault="00557788" w:rsidP="00557788">
      <w:r>
        <w:t>393.4099</w:t>
      </w:r>
      <w:r>
        <w:tab/>
        <w:t>2.025e0</w:t>
      </w:r>
    </w:p>
    <w:p w:rsidR="00557788" w:rsidRDefault="00557788" w:rsidP="00557788">
      <w:r>
        <w:t>393.4263</w:t>
      </w:r>
      <w:r>
        <w:tab/>
        <w:t>2.670e0</w:t>
      </w:r>
    </w:p>
    <w:p w:rsidR="00557788" w:rsidRDefault="00557788" w:rsidP="00557788">
      <w:r>
        <w:t>393.4340</w:t>
      </w:r>
      <w:r>
        <w:tab/>
        <w:t>4.051e0</w:t>
      </w:r>
    </w:p>
    <w:p w:rsidR="00557788" w:rsidRDefault="00557788" w:rsidP="00557788">
      <w:r>
        <w:t>393.4553</w:t>
      </w:r>
      <w:r>
        <w:tab/>
        <w:t>2.532e-2</w:t>
      </w:r>
    </w:p>
    <w:p w:rsidR="00557788" w:rsidRDefault="00557788" w:rsidP="00557788">
      <w:r>
        <w:t>393.4576</w:t>
      </w:r>
      <w:r>
        <w:tab/>
        <w:t>3.394e0</w:t>
      </w:r>
    </w:p>
    <w:p w:rsidR="00557788" w:rsidRDefault="00557788" w:rsidP="00557788">
      <w:r>
        <w:t>393.4753</w:t>
      </w:r>
      <w:r>
        <w:tab/>
        <w:t>2.025e0</w:t>
      </w:r>
    </w:p>
    <w:p w:rsidR="00557788" w:rsidRDefault="00557788" w:rsidP="00557788">
      <w:r>
        <w:t>393.4789</w:t>
      </w:r>
      <w:r>
        <w:tab/>
        <w:t>1.266e-2</w:t>
      </w:r>
    </w:p>
    <w:p w:rsidR="00557788" w:rsidRDefault="00557788" w:rsidP="00557788">
      <w:r>
        <w:t>393.4900</w:t>
      </w:r>
      <w:r>
        <w:tab/>
        <w:t>4.051e0</w:t>
      </w:r>
    </w:p>
    <w:p w:rsidR="00557788" w:rsidRDefault="00557788" w:rsidP="00557788">
      <w:r>
        <w:t>393.4939</w:t>
      </w:r>
      <w:r>
        <w:tab/>
        <w:t>1.013e0</w:t>
      </w:r>
    </w:p>
    <w:p w:rsidR="00557788" w:rsidRDefault="00557788" w:rsidP="00557788">
      <w:r>
        <w:t>393.4958</w:t>
      </w:r>
      <w:r>
        <w:tab/>
        <w:t>1.038e0</w:t>
      </w:r>
    </w:p>
    <w:p w:rsidR="00557788" w:rsidRDefault="00557788" w:rsidP="00557788">
      <w:r>
        <w:t>393.5163</w:t>
      </w:r>
      <w:r>
        <w:tab/>
        <w:t>2.532e-2</w:t>
      </w:r>
    </w:p>
    <w:p w:rsidR="00557788" w:rsidRDefault="00557788" w:rsidP="00557788">
      <w:r>
        <w:t>393.5215</w:t>
      </w:r>
      <w:r>
        <w:tab/>
        <w:t>1.013e0</w:t>
      </w:r>
    </w:p>
    <w:p w:rsidR="00557788" w:rsidRDefault="00557788" w:rsidP="00557788">
      <w:r>
        <w:t>393.5312</w:t>
      </w:r>
      <w:r>
        <w:tab/>
        <w:t>2.025e0</w:t>
      </w:r>
    </w:p>
    <w:p w:rsidR="00557788" w:rsidRDefault="00557788" w:rsidP="00557788">
      <w:r>
        <w:lastRenderedPageBreak/>
        <w:t>393.5399</w:t>
      </w:r>
      <w:r>
        <w:tab/>
        <w:t>2.826e0</w:t>
      </w:r>
    </w:p>
    <w:p w:rsidR="00557788" w:rsidRDefault="00557788" w:rsidP="00557788">
      <w:r>
        <w:t>393.5426</w:t>
      </w:r>
      <w:r>
        <w:tab/>
        <w:t>1.013e0</w:t>
      </w:r>
    </w:p>
    <w:p w:rsidR="00557788" w:rsidRDefault="00557788" w:rsidP="00557788">
      <w:r>
        <w:t>393.5539</w:t>
      </w:r>
      <w:r>
        <w:tab/>
        <w:t>2.051e0</w:t>
      </w:r>
    </w:p>
    <w:p w:rsidR="00557788" w:rsidRDefault="00557788" w:rsidP="00557788">
      <w:r>
        <w:t>393.5635</w:t>
      </w:r>
      <w:r>
        <w:tab/>
        <w:t>1.266e-2</w:t>
      </w:r>
    </w:p>
    <w:p w:rsidR="00557788" w:rsidRDefault="00557788" w:rsidP="00557788">
      <w:r>
        <w:t>393.5782</w:t>
      </w:r>
      <w:r>
        <w:tab/>
        <w:t>5.063e-2</w:t>
      </w:r>
    </w:p>
    <w:p w:rsidR="00557788" w:rsidRDefault="00557788" w:rsidP="00557788">
      <w:r>
        <w:t>393.5907</w:t>
      </w:r>
      <w:r>
        <w:tab/>
        <w:t>2.025e0</w:t>
      </w:r>
    </w:p>
    <w:p w:rsidR="00557788" w:rsidRDefault="00557788" w:rsidP="00557788">
      <w:r>
        <w:t>393.6101</w:t>
      </w:r>
      <w:r>
        <w:tab/>
        <w:t>1.025e0</w:t>
      </w:r>
    </w:p>
    <w:p w:rsidR="00557788" w:rsidRDefault="00557788" w:rsidP="00557788">
      <w:r>
        <w:t>393.6175</w:t>
      </w:r>
      <w:r>
        <w:tab/>
        <w:t>5.063e0</w:t>
      </w:r>
    </w:p>
    <w:p w:rsidR="00557788" w:rsidRDefault="00557788" w:rsidP="00557788">
      <w:r>
        <w:t>393.6193</w:t>
      </w:r>
      <w:r>
        <w:tab/>
        <w:t>2.025e0</w:t>
      </w:r>
    </w:p>
    <w:p w:rsidR="00557788" w:rsidRDefault="00557788" w:rsidP="00557788">
      <w:r>
        <w:t>393.6233</w:t>
      </w:r>
      <w:r>
        <w:tab/>
        <w:t>6.076e0</w:t>
      </w:r>
    </w:p>
    <w:p w:rsidR="00557788" w:rsidRDefault="00557788" w:rsidP="00557788">
      <w:r>
        <w:t>393.6260</w:t>
      </w:r>
      <w:r>
        <w:tab/>
        <w:t>3.334e0</w:t>
      </w:r>
    </w:p>
    <w:p w:rsidR="00557788" w:rsidRDefault="00557788" w:rsidP="00557788">
      <w:r>
        <w:t>393.6526</w:t>
      </w:r>
      <w:r>
        <w:tab/>
        <w:t>2.025e0</w:t>
      </w:r>
    </w:p>
    <w:p w:rsidR="00557788" w:rsidRDefault="00557788" w:rsidP="00557788">
      <w:r>
        <w:t>393.6566</w:t>
      </w:r>
      <w:r>
        <w:tab/>
        <w:t>2.025e0</w:t>
      </w:r>
    </w:p>
    <w:p w:rsidR="00557788" w:rsidRDefault="00557788" w:rsidP="00557788">
      <w:r>
        <w:t>393.6860</w:t>
      </w:r>
      <w:r>
        <w:tab/>
        <w:t>1.764e0</w:t>
      </w:r>
    </w:p>
    <w:p w:rsidR="00557788" w:rsidRDefault="00557788" w:rsidP="00557788">
      <w:r>
        <w:t>393.6990</w:t>
      </w:r>
      <w:r>
        <w:tab/>
        <w:t>1.266e-2</w:t>
      </w:r>
    </w:p>
    <w:p w:rsidR="00557788" w:rsidRDefault="00557788" w:rsidP="00557788">
      <w:r>
        <w:t>393.7041</w:t>
      </w:r>
      <w:r>
        <w:tab/>
        <w:t>3.038e0</w:t>
      </w:r>
    </w:p>
    <w:p w:rsidR="00557788" w:rsidRDefault="00557788" w:rsidP="00557788">
      <w:r>
        <w:t>393.7114</w:t>
      </w:r>
      <w:r>
        <w:tab/>
        <w:t>2.025e0</w:t>
      </w:r>
    </w:p>
    <w:p w:rsidR="00557788" w:rsidRDefault="00557788" w:rsidP="00557788">
      <w:r>
        <w:t>393.7202</w:t>
      </w:r>
      <w:r>
        <w:tab/>
        <w:t>1.013e0</w:t>
      </w:r>
    </w:p>
    <w:p w:rsidR="00557788" w:rsidRDefault="00557788" w:rsidP="00557788">
      <w:r>
        <w:t>393.7442</w:t>
      </w:r>
      <w:r>
        <w:tab/>
        <w:t>1.822e0</w:t>
      </w:r>
    </w:p>
    <w:p w:rsidR="00557788" w:rsidRDefault="00557788" w:rsidP="00557788">
      <w:r>
        <w:lastRenderedPageBreak/>
        <w:t>393.7482</w:t>
      </w:r>
      <w:r>
        <w:tab/>
        <w:t>4.051e0</w:t>
      </w:r>
    </w:p>
    <w:p w:rsidR="00557788" w:rsidRDefault="00557788" w:rsidP="00557788">
      <w:r>
        <w:t>393.7634</w:t>
      </w:r>
      <w:r>
        <w:tab/>
        <w:t>1.038e0</w:t>
      </w:r>
    </w:p>
    <w:p w:rsidR="00557788" w:rsidRDefault="00557788" w:rsidP="00557788">
      <w:r>
        <w:t>393.7663</w:t>
      </w:r>
      <w:r>
        <w:tab/>
        <w:t>3.038e0</w:t>
      </w:r>
    </w:p>
    <w:p w:rsidR="00557788" w:rsidRDefault="00557788" w:rsidP="00557788">
      <w:r>
        <w:t>393.7858</w:t>
      </w:r>
      <w:r>
        <w:tab/>
        <w:t>2.025e0</w:t>
      </w:r>
    </w:p>
    <w:p w:rsidR="00557788" w:rsidRDefault="00557788" w:rsidP="00557788">
      <w:r>
        <w:t>393.8123</w:t>
      </w:r>
      <w:r>
        <w:tab/>
        <w:t>2.025e0</w:t>
      </w:r>
    </w:p>
    <w:p w:rsidR="00557788" w:rsidRDefault="00557788" w:rsidP="00557788">
      <w:r>
        <w:t>393.8456</w:t>
      </w:r>
      <w:r>
        <w:tab/>
        <w:t>2.025e0</w:t>
      </w:r>
    </w:p>
    <w:p w:rsidR="00557788" w:rsidRDefault="00557788" w:rsidP="00557788">
      <w:r>
        <w:t>393.8477</w:t>
      </w:r>
      <w:r>
        <w:tab/>
        <w:t>3.038e0</w:t>
      </w:r>
    </w:p>
    <w:p w:rsidR="00557788" w:rsidRDefault="00557788" w:rsidP="00557788">
      <w:r>
        <w:t>393.8643</w:t>
      </w:r>
      <w:r>
        <w:tab/>
        <w:t>1.852e0</w:t>
      </w:r>
    </w:p>
    <w:p w:rsidR="00557788" w:rsidRDefault="00557788" w:rsidP="00557788">
      <w:r>
        <w:t>393.8942</w:t>
      </w:r>
      <w:r>
        <w:tab/>
        <w:t>7.089e0</w:t>
      </w:r>
    </w:p>
    <w:p w:rsidR="00557788" w:rsidRDefault="00557788" w:rsidP="00557788">
      <w:r>
        <w:t>393.9027</w:t>
      </w:r>
      <w:r>
        <w:tab/>
        <w:t>7.725e0</w:t>
      </w:r>
    </w:p>
    <w:p w:rsidR="00557788" w:rsidRDefault="00557788" w:rsidP="00557788">
      <w:r>
        <w:t>393.9047</w:t>
      </w:r>
      <w:r>
        <w:tab/>
        <w:t>1.018e0</w:t>
      </w:r>
    </w:p>
    <w:p w:rsidR="00557788" w:rsidRDefault="00557788" w:rsidP="00557788">
      <w:r>
        <w:t>393.9133</w:t>
      </w:r>
      <w:r>
        <w:tab/>
        <w:t>2.700e0</w:t>
      </w:r>
    </w:p>
    <w:p w:rsidR="00557788" w:rsidRDefault="00557788" w:rsidP="00557788">
      <w:r>
        <w:t>393.9510</w:t>
      </w:r>
      <w:r>
        <w:tab/>
        <w:t>2.104e0</w:t>
      </w:r>
    </w:p>
    <w:p w:rsidR="00557788" w:rsidRDefault="00557788" w:rsidP="00557788">
      <w:r>
        <w:t>393.9528</w:t>
      </w:r>
      <w:r>
        <w:tab/>
        <w:t>4.356e0</w:t>
      </w:r>
    </w:p>
    <w:p w:rsidR="00557788" w:rsidRDefault="00557788" w:rsidP="00557788">
      <w:r>
        <w:t>393.9608</w:t>
      </w:r>
      <w:r>
        <w:tab/>
        <w:t>3.713e0</w:t>
      </w:r>
    </w:p>
    <w:p w:rsidR="00557788" w:rsidRDefault="00557788" w:rsidP="00557788">
      <w:r>
        <w:t>393.9648</w:t>
      </w:r>
      <w:r>
        <w:tab/>
        <w:t>1.318e-1</w:t>
      </w:r>
    </w:p>
    <w:p w:rsidR="00557788" w:rsidRDefault="00557788" w:rsidP="00557788">
      <w:r>
        <w:t>393.9845</w:t>
      </w:r>
      <w:r>
        <w:tab/>
        <w:t>6.961e0</w:t>
      </w:r>
    </w:p>
    <w:p w:rsidR="00557788" w:rsidRDefault="00557788" w:rsidP="00557788">
      <w:r>
        <w:t>393.9861</w:t>
      </w:r>
      <w:r>
        <w:tab/>
        <w:t>3.442e0</w:t>
      </w:r>
    </w:p>
    <w:p w:rsidR="00557788" w:rsidRDefault="00557788" w:rsidP="00557788">
      <w:r>
        <w:t>394.0016</w:t>
      </w:r>
      <w:r>
        <w:tab/>
        <w:t>3.038e0</w:t>
      </w:r>
    </w:p>
    <w:p w:rsidR="00557788" w:rsidRDefault="00557788" w:rsidP="00557788">
      <w:r>
        <w:lastRenderedPageBreak/>
        <w:t>394.0376</w:t>
      </w:r>
      <w:r>
        <w:tab/>
        <w:t>1.266e-2</w:t>
      </w:r>
    </w:p>
    <w:p w:rsidR="00557788" w:rsidRDefault="00557788" w:rsidP="00557788">
      <w:r>
        <w:t>394.0554</w:t>
      </w:r>
      <w:r>
        <w:tab/>
        <w:t>2.028e0</w:t>
      </w:r>
    </w:p>
    <w:p w:rsidR="00557788" w:rsidRDefault="00557788" w:rsidP="00557788">
      <w:r>
        <w:t>394.0648</w:t>
      </w:r>
      <w:r>
        <w:tab/>
        <w:t>9.791e-1</w:t>
      </w:r>
    </w:p>
    <w:p w:rsidR="00557788" w:rsidRDefault="00557788" w:rsidP="00557788">
      <w:r>
        <w:t>394.0676</w:t>
      </w:r>
      <w:r>
        <w:tab/>
        <w:t>3.489e0</w:t>
      </w:r>
    </w:p>
    <w:p w:rsidR="00557788" w:rsidRDefault="00557788" w:rsidP="00557788">
      <w:r>
        <w:t>394.0715</w:t>
      </w:r>
      <w:r>
        <w:tab/>
        <w:t>3.929e0</w:t>
      </w:r>
    </w:p>
    <w:p w:rsidR="00557788" w:rsidRDefault="00557788" w:rsidP="00557788">
      <w:r>
        <w:t>394.1066</w:t>
      </w:r>
      <w:r>
        <w:tab/>
        <w:t>7.912e0</w:t>
      </w:r>
    </w:p>
    <w:p w:rsidR="00557788" w:rsidRDefault="00557788" w:rsidP="00557788">
      <w:r>
        <w:t>394.1169</w:t>
      </w:r>
      <w:r>
        <w:tab/>
        <w:t>5.441e0</w:t>
      </w:r>
    </w:p>
    <w:p w:rsidR="00557788" w:rsidRDefault="00557788" w:rsidP="00557788">
      <w:r>
        <w:t>394.1622</w:t>
      </w:r>
      <w:r>
        <w:tab/>
        <w:t>6.198e0</w:t>
      </w:r>
    </w:p>
    <w:p w:rsidR="00557788" w:rsidRDefault="00557788" w:rsidP="00557788">
      <w:r>
        <w:t>394.1644</w:t>
      </w:r>
      <w:r>
        <w:tab/>
        <w:t>3.061e0</w:t>
      </w:r>
    </w:p>
    <w:p w:rsidR="00557788" w:rsidRDefault="00557788" w:rsidP="00557788">
      <w:r>
        <w:t>394.1816</w:t>
      </w:r>
      <w:r>
        <w:tab/>
        <w:t>1.833e0</w:t>
      </w:r>
    </w:p>
    <w:p w:rsidR="00557788" w:rsidRDefault="00557788" w:rsidP="00557788">
      <w:r>
        <w:t>394.1829</w:t>
      </w:r>
      <w:r>
        <w:tab/>
        <w:t>2.926e0</w:t>
      </w:r>
    </w:p>
    <w:p w:rsidR="00557788" w:rsidRDefault="00557788" w:rsidP="00557788">
      <w:r>
        <w:t>394.2120</w:t>
      </w:r>
      <w:r>
        <w:tab/>
        <w:t>2.304e0</w:t>
      </w:r>
    </w:p>
    <w:p w:rsidR="00557788" w:rsidRDefault="00557788" w:rsidP="00557788">
      <w:r>
        <w:t>394.2162</w:t>
      </w:r>
      <w:r>
        <w:tab/>
        <w:t>2.388e0</w:t>
      </w:r>
    </w:p>
    <w:p w:rsidR="00557788" w:rsidRDefault="00557788" w:rsidP="00557788">
      <w:r>
        <w:t>394.2330</w:t>
      </w:r>
      <w:r>
        <w:tab/>
        <w:t>1.048e1</w:t>
      </w:r>
    </w:p>
    <w:p w:rsidR="00557788" w:rsidRDefault="00557788" w:rsidP="00557788">
      <w:r>
        <w:t>394.2414</w:t>
      </w:r>
      <w:r>
        <w:tab/>
        <w:t>3.721e0</w:t>
      </w:r>
    </w:p>
    <w:p w:rsidR="00557788" w:rsidRDefault="00557788" w:rsidP="00557788">
      <w:r>
        <w:t>394.2696</w:t>
      </w:r>
      <w:r>
        <w:tab/>
        <w:t>7.394e0</w:t>
      </w:r>
    </w:p>
    <w:p w:rsidR="00557788" w:rsidRDefault="00557788" w:rsidP="00557788">
      <w:r>
        <w:t>394.2788</w:t>
      </w:r>
      <w:r>
        <w:tab/>
        <w:t>8.581e0</w:t>
      </w:r>
    </w:p>
    <w:p w:rsidR="00557788" w:rsidRDefault="00557788" w:rsidP="00557788">
      <w:r>
        <w:t>394.2837</w:t>
      </w:r>
      <w:r>
        <w:tab/>
        <w:t>1.190e0</w:t>
      </w:r>
    </w:p>
    <w:p w:rsidR="00557788" w:rsidRDefault="00557788" w:rsidP="00557788">
      <w:r>
        <w:t>394.3401</w:t>
      </w:r>
      <w:r>
        <w:tab/>
        <w:t>4.400e0</w:t>
      </w:r>
    </w:p>
    <w:p w:rsidR="00557788" w:rsidRDefault="00557788" w:rsidP="00557788">
      <w:r>
        <w:lastRenderedPageBreak/>
        <w:t>394.3501</w:t>
      </w:r>
      <w:r>
        <w:tab/>
        <w:t>5.999e0</w:t>
      </w:r>
    </w:p>
    <w:p w:rsidR="00557788" w:rsidRDefault="00557788" w:rsidP="00557788">
      <w:r>
        <w:t>394.3558</w:t>
      </w:r>
      <w:r>
        <w:tab/>
        <w:t>7.016e0</w:t>
      </w:r>
    </w:p>
    <w:p w:rsidR="00557788" w:rsidRDefault="00557788" w:rsidP="00557788">
      <w:r>
        <w:t>394.3625</w:t>
      </w:r>
      <w:r>
        <w:tab/>
        <w:t>5.925e0</w:t>
      </w:r>
    </w:p>
    <w:p w:rsidR="00557788" w:rsidRDefault="00557788" w:rsidP="00557788">
      <w:r>
        <w:t>394.3659</w:t>
      </w:r>
      <w:r>
        <w:tab/>
        <w:t>2.991e0</w:t>
      </w:r>
    </w:p>
    <w:p w:rsidR="00557788" w:rsidRDefault="00557788" w:rsidP="00557788">
      <w:r>
        <w:t>394.3955</w:t>
      </w:r>
      <w:r>
        <w:tab/>
        <w:t>2.641e0</w:t>
      </w:r>
    </w:p>
    <w:p w:rsidR="00557788" w:rsidRDefault="00557788" w:rsidP="00557788">
      <w:r>
        <w:t>394.4014</w:t>
      </w:r>
      <w:r>
        <w:tab/>
        <w:t>2.055e0</w:t>
      </w:r>
    </w:p>
    <w:p w:rsidR="00557788" w:rsidRDefault="00557788" w:rsidP="00557788">
      <w:r>
        <w:t>394.4052</w:t>
      </w:r>
      <w:r>
        <w:tab/>
        <w:t>1.759e0</w:t>
      </w:r>
    </w:p>
    <w:p w:rsidR="00557788" w:rsidRDefault="00557788" w:rsidP="00557788">
      <w:r>
        <w:t>394.4199</w:t>
      </w:r>
      <w:r>
        <w:tab/>
        <w:t>2.584e0</w:t>
      </w:r>
    </w:p>
    <w:p w:rsidR="00557788" w:rsidRDefault="00557788" w:rsidP="00557788">
      <w:r>
        <w:t>394.4283</w:t>
      </w:r>
      <w:r>
        <w:tab/>
        <w:t>1.266e-2</w:t>
      </w:r>
    </w:p>
    <w:p w:rsidR="00557788" w:rsidRDefault="00557788" w:rsidP="00557788">
      <w:r>
        <w:t>394.4582</w:t>
      </w:r>
      <w:r>
        <w:tab/>
        <w:t>1.013e0</w:t>
      </w:r>
    </w:p>
    <w:p w:rsidR="00557788" w:rsidRDefault="00557788" w:rsidP="00557788">
      <w:r>
        <w:t>394.4668</w:t>
      </w:r>
      <w:r>
        <w:tab/>
        <w:t>2.532e-2</w:t>
      </w:r>
    </w:p>
    <w:p w:rsidR="00557788" w:rsidRDefault="00557788" w:rsidP="00557788">
      <w:r>
        <w:t>394.4837</w:t>
      </w:r>
      <w:r>
        <w:tab/>
        <w:t>4.051e0</w:t>
      </w:r>
    </w:p>
    <w:p w:rsidR="00557788" w:rsidRDefault="00557788" w:rsidP="00557788">
      <w:r>
        <w:t>394.4903</w:t>
      </w:r>
      <w:r>
        <w:tab/>
        <w:t>3.798e-2</w:t>
      </w:r>
    </w:p>
    <w:p w:rsidR="00557788" w:rsidRDefault="00557788" w:rsidP="00557788">
      <w:r>
        <w:t>394.4944</w:t>
      </w:r>
      <w:r>
        <w:tab/>
        <w:t>5.074e0</w:t>
      </w:r>
    </w:p>
    <w:p w:rsidR="00557788" w:rsidRDefault="00557788" w:rsidP="00557788">
      <w:r>
        <w:t>394.5144</w:t>
      </w:r>
      <w:r>
        <w:tab/>
        <w:t>2.025e0</w:t>
      </w:r>
    </w:p>
    <w:p w:rsidR="00557788" w:rsidRDefault="00557788" w:rsidP="00557788">
      <w:r>
        <w:t>394.5265</w:t>
      </w:r>
      <w:r>
        <w:tab/>
        <w:t>4.925e0</w:t>
      </w:r>
    </w:p>
    <w:p w:rsidR="00557788" w:rsidRDefault="00557788" w:rsidP="00557788">
      <w:r>
        <w:t>394.5356</w:t>
      </w:r>
      <w:r>
        <w:tab/>
        <w:t>2.025e0</w:t>
      </w:r>
    </w:p>
    <w:p w:rsidR="00557788" w:rsidRDefault="00557788" w:rsidP="00557788">
      <w:r>
        <w:t>394.5435</w:t>
      </w:r>
      <w:r>
        <w:tab/>
        <w:t>2.038e0</w:t>
      </w:r>
    </w:p>
    <w:p w:rsidR="00557788" w:rsidRDefault="00557788" w:rsidP="00557788">
      <w:r>
        <w:t>394.5623</w:t>
      </w:r>
      <w:r>
        <w:tab/>
        <w:t>2.025e0</w:t>
      </w:r>
    </w:p>
    <w:p w:rsidR="00557788" w:rsidRDefault="00557788" w:rsidP="00557788">
      <w:r>
        <w:lastRenderedPageBreak/>
        <w:t>394.5645</w:t>
      </w:r>
      <w:r>
        <w:tab/>
        <w:t>1.025e0</w:t>
      </w:r>
    </w:p>
    <w:p w:rsidR="00557788" w:rsidRDefault="00557788" w:rsidP="00557788">
      <w:r>
        <w:t>394.5684</w:t>
      </w:r>
      <w:r>
        <w:tab/>
        <w:t>3.798e-2</w:t>
      </w:r>
    </w:p>
    <w:p w:rsidR="00557788" w:rsidRDefault="00557788" w:rsidP="00557788">
      <w:r>
        <w:t>394.5750</w:t>
      </w:r>
      <w:r>
        <w:tab/>
        <w:t>1.630e-1</w:t>
      </w:r>
    </w:p>
    <w:p w:rsidR="00557788" w:rsidRDefault="00557788" w:rsidP="00557788">
      <w:r>
        <w:t>394.5930</w:t>
      </w:r>
      <w:r>
        <w:tab/>
        <w:t>3.038e0</w:t>
      </w:r>
    </w:p>
    <w:p w:rsidR="00557788" w:rsidRDefault="00557788" w:rsidP="00557788">
      <w:r>
        <w:t>394.6029</w:t>
      </w:r>
      <w:r>
        <w:tab/>
        <w:t>3.051e0</w:t>
      </w:r>
    </w:p>
    <w:p w:rsidR="00557788" w:rsidRDefault="00557788" w:rsidP="00557788">
      <w:r>
        <w:t>394.6069</w:t>
      </w:r>
      <w:r>
        <w:tab/>
        <w:t>1.025e0</w:t>
      </w:r>
    </w:p>
    <w:p w:rsidR="00557788" w:rsidRDefault="00557788" w:rsidP="00557788">
      <w:r>
        <w:t>394.6107</w:t>
      </w:r>
      <w:r>
        <w:tab/>
        <w:t>1.266e-2</w:t>
      </w:r>
    </w:p>
    <w:p w:rsidR="00557788" w:rsidRDefault="00557788" w:rsidP="00557788">
      <w:r>
        <w:t>394.6144</w:t>
      </w:r>
      <w:r>
        <w:tab/>
        <w:t>2.532e-2</w:t>
      </w:r>
    </w:p>
    <w:p w:rsidR="00557788" w:rsidRDefault="00557788" w:rsidP="00557788">
      <w:r>
        <w:t>394.6210</w:t>
      </w:r>
      <w:r>
        <w:tab/>
        <w:t>3.038e0</w:t>
      </w:r>
    </w:p>
    <w:p w:rsidR="00557788" w:rsidRDefault="00557788" w:rsidP="00557788">
      <w:r>
        <w:t>394.6356</w:t>
      </w:r>
      <w:r>
        <w:tab/>
        <w:t>2.025e0</w:t>
      </w:r>
    </w:p>
    <w:p w:rsidR="00557788" w:rsidRDefault="00557788" w:rsidP="00557788">
      <w:r>
        <w:t>394.6388</w:t>
      </w:r>
      <w:r>
        <w:tab/>
        <w:t>1.025e0</w:t>
      </w:r>
    </w:p>
    <w:p w:rsidR="00557788" w:rsidRDefault="00557788" w:rsidP="00557788">
      <w:r>
        <w:t>394.6588</w:t>
      </w:r>
      <w:r>
        <w:tab/>
        <w:t>1.025e0</w:t>
      </w:r>
    </w:p>
    <w:p w:rsidR="00557788" w:rsidRDefault="00557788" w:rsidP="00557788">
      <w:r>
        <w:t>394.6676</w:t>
      </w:r>
      <w:r>
        <w:tab/>
        <w:t>2.025e0</w:t>
      </w:r>
    </w:p>
    <w:p w:rsidR="00557788" w:rsidRDefault="00557788" w:rsidP="00557788">
      <w:r>
        <w:t>394.6778</w:t>
      </w:r>
      <w:r>
        <w:tab/>
        <w:t>2.025e0</w:t>
      </w:r>
    </w:p>
    <w:p w:rsidR="00557788" w:rsidRDefault="00557788" w:rsidP="00557788">
      <w:r>
        <w:t>394.6798</w:t>
      </w:r>
      <w:r>
        <w:tab/>
        <w:t>1.013e0</w:t>
      </w:r>
    </w:p>
    <w:p w:rsidR="00557788" w:rsidRDefault="00557788" w:rsidP="00557788">
      <w:r>
        <w:t>394.7171</w:t>
      </w:r>
      <w:r>
        <w:tab/>
        <w:t>2.025e0</w:t>
      </w:r>
    </w:p>
    <w:p w:rsidR="00557788" w:rsidRDefault="00557788" w:rsidP="00557788">
      <w:r>
        <w:t>394.7217</w:t>
      </w:r>
      <w:r>
        <w:tab/>
        <w:t>1.013e0</w:t>
      </w:r>
    </w:p>
    <w:p w:rsidR="00557788" w:rsidRDefault="00557788" w:rsidP="00557788">
      <w:r>
        <w:t>394.7383</w:t>
      </w:r>
      <w:r>
        <w:tab/>
        <w:t>1.013e0</w:t>
      </w:r>
    </w:p>
    <w:p w:rsidR="00557788" w:rsidRDefault="00557788" w:rsidP="00557788">
      <w:r>
        <w:t>394.7408</w:t>
      </w:r>
      <w:r>
        <w:tab/>
        <w:t>5.063e0</w:t>
      </w:r>
    </w:p>
    <w:p w:rsidR="00557788" w:rsidRDefault="00557788" w:rsidP="00557788">
      <w:r>
        <w:lastRenderedPageBreak/>
        <w:t>394.7426</w:t>
      </w:r>
      <w:r>
        <w:tab/>
        <w:t>1.013e0</w:t>
      </w:r>
    </w:p>
    <w:p w:rsidR="00557788" w:rsidRDefault="00557788" w:rsidP="00557788">
      <w:r>
        <w:t>394.7731</w:t>
      </w:r>
      <w:r>
        <w:tab/>
        <w:t>2.532e-2</w:t>
      </w:r>
    </w:p>
    <w:p w:rsidR="00557788" w:rsidRDefault="00557788" w:rsidP="00557788">
      <w:r>
        <w:t>394.7845</w:t>
      </w:r>
      <w:r>
        <w:tab/>
        <w:t>1.266e-2</w:t>
      </w:r>
    </w:p>
    <w:p w:rsidR="00557788" w:rsidRDefault="00557788" w:rsidP="00557788">
      <w:r>
        <w:t>394.8064</w:t>
      </w:r>
      <w:r>
        <w:tab/>
        <w:t>3.038e0</w:t>
      </w:r>
    </w:p>
    <w:p w:rsidR="00557788" w:rsidRDefault="00557788" w:rsidP="00557788">
      <w:r>
        <w:t>394.8080</w:t>
      </w:r>
      <w:r>
        <w:tab/>
        <w:t>2.025e0</w:t>
      </w:r>
    </w:p>
    <w:p w:rsidR="00557788" w:rsidRDefault="00557788" w:rsidP="00557788">
      <w:r>
        <w:t>394.8145</w:t>
      </w:r>
      <w:r>
        <w:tab/>
        <w:t>2.025e0</w:t>
      </w:r>
    </w:p>
    <w:p w:rsidR="00557788" w:rsidRDefault="00557788" w:rsidP="00557788">
      <w:r>
        <w:t>394.8193</w:t>
      </w:r>
      <w:r>
        <w:tab/>
        <w:t>5.063e0</w:t>
      </w:r>
    </w:p>
    <w:p w:rsidR="00557788" w:rsidRDefault="00557788" w:rsidP="00557788">
      <w:r>
        <w:t>394.8222</w:t>
      </w:r>
      <w:r>
        <w:tab/>
        <w:t>3.798e-2</w:t>
      </w:r>
    </w:p>
    <w:p w:rsidR="00557788" w:rsidRDefault="00557788" w:rsidP="00557788">
      <w:r>
        <w:t>394.8473</w:t>
      </w:r>
      <w:r>
        <w:tab/>
        <w:t>3.038e0</w:t>
      </w:r>
    </w:p>
    <w:p w:rsidR="00557788" w:rsidRDefault="00557788" w:rsidP="00557788">
      <w:r>
        <w:t>394.8484</w:t>
      </w:r>
      <w:r>
        <w:tab/>
        <w:t>1.013e0</w:t>
      </w:r>
    </w:p>
    <w:p w:rsidR="00557788" w:rsidRDefault="00557788" w:rsidP="00557788">
      <w:r>
        <w:t>394.8651</w:t>
      </w:r>
      <w:r>
        <w:tab/>
        <w:t>2.532e-2</w:t>
      </w:r>
    </w:p>
    <w:p w:rsidR="00557788" w:rsidRDefault="00557788" w:rsidP="00557788">
      <w:r>
        <w:t>394.8871</w:t>
      </w:r>
      <w:r>
        <w:tab/>
        <w:t>1.266e-2</w:t>
      </w:r>
    </w:p>
    <w:p w:rsidR="00557788" w:rsidRDefault="00557788" w:rsidP="00557788">
      <w:r>
        <w:t>394.8979</w:t>
      </w:r>
      <w:r>
        <w:tab/>
        <w:t>6.060e0</w:t>
      </w:r>
    </w:p>
    <w:p w:rsidR="00557788" w:rsidRDefault="00557788" w:rsidP="00557788">
      <w:r>
        <w:t>394.9103</w:t>
      </w:r>
      <w:r>
        <w:tab/>
        <w:t>2.025e0</w:t>
      </w:r>
    </w:p>
    <w:p w:rsidR="00557788" w:rsidRDefault="00557788" w:rsidP="00557788">
      <w:r>
        <w:t>394.9130</w:t>
      </w:r>
      <w:r>
        <w:tab/>
        <w:t>2.760e0</w:t>
      </w:r>
    </w:p>
    <w:p w:rsidR="00557788" w:rsidRDefault="00557788" w:rsidP="00557788">
      <w:r>
        <w:t>394.9224</w:t>
      </w:r>
      <w:r>
        <w:tab/>
        <w:t>1.898e0</w:t>
      </w:r>
    </w:p>
    <w:p w:rsidR="00557788" w:rsidRDefault="00557788" w:rsidP="00557788">
      <w:r>
        <w:t>394.9415</w:t>
      </w:r>
      <w:r>
        <w:tab/>
        <w:t>3.308e-1</w:t>
      </w:r>
    </w:p>
    <w:p w:rsidR="00557788" w:rsidRDefault="00557788" w:rsidP="00557788">
      <w:r>
        <w:t>394.9441</w:t>
      </w:r>
      <w:r>
        <w:tab/>
        <w:t>1.877e0</w:t>
      </w:r>
    </w:p>
    <w:p w:rsidR="00557788" w:rsidRDefault="00557788" w:rsidP="00557788">
      <w:r>
        <w:t>394.9709</w:t>
      </w:r>
      <w:r>
        <w:tab/>
        <w:t>3.393e0</w:t>
      </w:r>
    </w:p>
    <w:p w:rsidR="00557788" w:rsidRDefault="00557788" w:rsidP="00557788">
      <w:r>
        <w:lastRenderedPageBreak/>
        <w:t>394.9747</w:t>
      </w:r>
      <w:r>
        <w:tab/>
        <w:t>3.913e0</w:t>
      </w:r>
    </w:p>
    <w:p w:rsidR="00557788" w:rsidRDefault="00557788" w:rsidP="00557788">
      <w:r>
        <w:t>394.9759</w:t>
      </w:r>
      <w:r>
        <w:tab/>
        <w:t>1.967e0</w:t>
      </w:r>
    </w:p>
    <w:p w:rsidR="00557788" w:rsidRDefault="00557788" w:rsidP="00557788">
      <w:r>
        <w:t>394.9872</w:t>
      </w:r>
      <w:r>
        <w:tab/>
        <w:t>1.953e0</w:t>
      </w:r>
    </w:p>
    <w:p w:rsidR="00557788" w:rsidRDefault="00557788" w:rsidP="00557788">
      <w:r>
        <w:t>394.9918</w:t>
      </w:r>
      <w:r>
        <w:tab/>
        <w:t>3.008e0</w:t>
      </w:r>
    </w:p>
    <w:p w:rsidR="00557788" w:rsidRDefault="00557788" w:rsidP="00557788">
      <w:r>
        <w:t>395.0020</w:t>
      </w:r>
      <w:r>
        <w:tab/>
        <w:t>2.273e0</w:t>
      </w:r>
    </w:p>
    <w:p w:rsidR="00557788" w:rsidRDefault="00557788" w:rsidP="00557788">
      <w:r>
        <w:t>395.0243</w:t>
      </w:r>
      <w:r>
        <w:tab/>
        <w:t>1.869e0</w:t>
      </w:r>
    </w:p>
    <w:p w:rsidR="00557788" w:rsidRDefault="00557788" w:rsidP="00557788">
      <w:r>
        <w:t>395.0337</w:t>
      </w:r>
      <w:r>
        <w:tab/>
        <w:t>4.051e0</w:t>
      </w:r>
    </w:p>
    <w:p w:rsidR="00557788" w:rsidRDefault="00557788" w:rsidP="00557788">
      <w:r>
        <w:t>395.0397</w:t>
      </w:r>
      <w:r>
        <w:tab/>
        <w:t>1.013e0</w:t>
      </w:r>
    </w:p>
    <w:p w:rsidR="00557788" w:rsidRDefault="00557788" w:rsidP="00557788">
      <w:r>
        <w:t>395.0442</w:t>
      </w:r>
      <w:r>
        <w:tab/>
        <w:t>3.212e0</w:t>
      </w:r>
    </w:p>
    <w:p w:rsidR="00557788" w:rsidRDefault="00557788" w:rsidP="00557788">
      <w:r>
        <w:t>395.0625</w:t>
      </w:r>
      <w:r>
        <w:tab/>
        <w:t>2.860e0</w:t>
      </w:r>
    </w:p>
    <w:p w:rsidR="00557788" w:rsidRDefault="00557788" w:rsidP="00557788">
      <w:r>
        <w:t>395.0800</w:t>
      </w:r>
      <w:r>
        <w:tab/>
        <w:t>3.756e0</w:t>
      </w:r>
    </w:p>
    <w:p w:rsidR="00557788" w:rsidRDefault="00557788" w:rsidP="00557788">
      <w:r>
        <w:t>395.1128</w:t>
      </w:r>
      <w:r>
        <w:tab/>
        <w:t>1.485e0</w:t>
      </w:r>
    </w:p>
    <w:p w:rsidR="00557788" w:rsidRDefault="00557788" w:rsidP="00557788">
      <w:r>
        <w:t>395.1243</w:t>
      </w:r>
      <w:r>
        <w:tab/>
        <w:t>1.576e0</w:t>
      </w:r>
    </w:p>
    <w:p w:rsidR="00557788" w:rsidRDefault="00557788" w:rsidP="00557788">
      <w:r>
        <w:t>395.1512</w:t>
      </w:r>
      <w:r>
        <w:tab/>
        <w:t>1.165e1</w:t>
      </w:r>
    </w:p>
    <w:p w:rsidR="00557788" w:rsidRDefault="00557788" w:rsidP="00557788">
      <w:r>
        <w:t>395.1612</w:t>
      </w:r>
      <w:r>
        <w:tab/>
        <w:t>3.775e0</w:t>
      </w:r>
    </w:p>
    <w:p w:rsidR="00557788" w:rsidRDefault="00557788" w:rsidP="00557788">
      <w:r>
        <w:t>395.1633</w:t>
      </w:r>
      <w:r>
        <w:tab/>
        <w:t>1.038e0</w:t>
      </w:r>
    </w:p>
    <w:p w:rsidR="00557788" w:rsidRDefault="00557788" w:rsidP="00557788">
      <w:r>
        <w:t>395.1707</w:t>
      </w:r>
      <w:r>
        <w:tab/>
        <w:t>1.409e0</w:t>
      </w:r>
    </w:p>
    <w:p w:rsidR="00557788" w:rsidRDefault="00557788" w:rsidP="00557788">
      <w:r>
        <w:t>395.1884</w:t>
      </w:r>
      <w:r>
        <w:tab/>
        <w:t>3.531e0</w:t>
      </w:r>
    </w:p>
    <w:p w:rsidR="00557788" w:rsidRDefault="00557788" w:rsidP="00557788">
      <w:r>
        <w:t>395.2160</w:t>
      </w:r>
      <w:r>
        <w:tab/>
        <w:t>1.785e0</w:t>
      </w:r>
    </w:p>
    <w:p w:rsidR="00557788" w:rsidRDefault="00557788" w:rsidP="00557788">
      <w:r>
        <w:lastRenderedPageBreak/>
        <w:t>395.2356</w:t>
      </w:r>
      <w:r>
        <w:tab/>
        <w:t>1.612e0</w:t>
      </w:r>
    </w:p>
    <w:p w:rsidR="00557788" w:rsidRDefault="00557788" w:rsidP="00557788">
      <w:r>
        <w:t>395.2627</w:t>
      </w:r>
      <w:r>
        <w:tab/>
        <w:t>1.481e0</w:t>
      </w:r>
    </w:p>
    <w:p w:rsidR="00557788" w:rsidRDefault="00557788" w:rsidP="00557788">
      <w:r>
        <w:t>395.2824</w:t>
      </w:r>
      <w:r>
        <w:tab/>
        <w:t>4.491e0</w:t>
      </w:r>
    </w:p>
    <w:p w:rsidR="00557788" w:rsidRDefault="00557788" w:rsidP="00557788">
      <w:r>
        <w:t>395.2888</w:t>
      </w:r>
      <w:r>
        <w:tab/>
        <w:t>1.375e0</w:t>
      </w:r>
    </w:p>
    <w:p w:rsidR="00557788" w:rsidRDefault="00557788" w:rsidP="00557788">
      <w:r>
        <w:t>395.3009</w:t>
      </w:r>
      <w:r>
        <w:tab/>
        <w:t>2.367e0</w:t>
      </w:r>
    </w:p>
    <w:p w:rsidR="00557788" w:rsidRDefault="00557788" w:rsidP="00557788">
      <w:r>
        <w:t>395.3172</w:t>
      </w:r>
      <w:r>
        <w:tab/>
        <w:t>1.204e0</w:t>
      </w:r>
    </w:p>
    <w:p w:rsidR="00557788" w:rsidRDefault="00557788" w:rsidP="00557788">
      <w:r>
        <w:t>395.3413</w:t>
      </w:r>
      <w:r>
        <w:tab/>
        <w:t>1.117e0</w:t>
      </w:r>
    </w:p>
    <w:p w:rsidR="00557788" w:rsidRDefault="00557788" w:rsidP="00557788">
      <w:r>
        <w:t>395.3492</w:t>
      </w:r>
      <w:r>
        <w:tab/>
        <w:t>5.527e-1</w:t>
      </w:r>
    </w:p>
    <w:p w:rsidR="00557788" w:rsidRDefault="00557788" w:rsidP="00557788">
      <w:r>
        <w:t>395.3560</w:t>
      </w:r>
      <w:r>
        <w:tab/>
        <w:t>2.015e0</w:t>
      </w:r>
    </w:p>
    <w:p w:rsidR="00557788" w:rsidRDefault="00557788" w:rsidP="00557788">
      <w:r>
        <w:t>395.3618</w:t>
      </w:r>
      <w:r>
        <w:tab/>
        <w:t>1.233e0</w:t>
      </w:r>
    </w:p>
    <w:p w:rsidR="00557788" w:rsidRDefault="00557788" w:rsidP="00557788">
      <w:r>
        <w:t>395.3770</w:t>
      </w:r>
      <w:r>
        <w:tab/>
        <w:t>6.506e0</w:t>
      </w:r>
    </w:p>
    <w:p w:rsidR="00557788" w:rsidRDefault="00557788" w:rsidP="00557788">
      <w:r>
        <w:t>395.3886</w:t>
      </w:r>
      <w:r>
        <w:tab/>
        <w:t>4.587e0</w:t>
      </w:r>
    </w:p>
    <w:p w:rsidR="00557788" w:rsidRDefault="00557788" w:rsidP="00557788">
      <w:r>
        <w:t>395.3905</w:t>
      </w:r>
      <w:r>
        <w:tab/>
        <w:t>9.941e0</w:t>
      </w:r>
    </w:p>
    <w:p w:rsidR="00557788" w:rsidRDefault="00557788" w:rsidP="00557788">
      <w:r>
        <w:t>395.3964</w:t>
      </w:r>
      <w:r>
        <w:tab/>
        <w:t>1.166e0</w:t>
      </w:r>
    </w:p>
    <w:p w:rsidR="00557788" w:rsidRDefault="00557788" w:rsidP="00557788">
      <w:r>
        <w:t>395.4125</w:t>
      </w:r>
      <w:r>
        <w:tab/>
        <w:t>1.975e0</w:t>
      </w:r>
    </w:p>
    <w:p w:rsidR="00557788" w:rsidRDefault="00557788" w:rsidP="00557788">
      <w:r>
        <w:t>395.4279</w:t>
      </w:r>
      <w:r>
        <w:tab/>
        <w:t>1.893e0</w:t>
      </w:r>
    </w:p>
    <w:p w:rsidR="00557788" w:rsidRDefault="00557788" w:rsidP="00557788">
      <w:r>
        <w:t>395.4542</w:t>
      </w:r>
      <w:r>
        <w:tab/>
        <w:t>2.025e0</w:t>
      </w:r>
    </w:p>
    <w:p w:rsidR="00557788" w:rsidRDefault="00557788" w:rsidP="00557788">
      <w:r>
        <w:t>395.4709</w:t>
      </w:r>
      <w:r>
        <w:tab/>
        <w:t>6.329e-2</w:t>
      </w:r>
    </w:p>
    <w:p w:rsidR="00557788" w:rsidRDefault="00557788" w:rsidP="00557788">
      <w:r>
        <w:t>395.4767</w:t>
      </w:r>
      <w:r>
        <w:tab/>
        <w:t>1.038e0</w:t>
      </w:r>
    </w:p>
    <w:p w:rsidR="00557788" w:rsidRDefault="00557788" w:rsidP="00557788">
      <w:r>
        <w:lastRenderedPageBreak/>
        <w:t>395.5115</w:t>
      </w:r>
      <w:r>
        <w:tab/>
        <w:t>2.025e0</w:t>
      </w:r>
    </w:p>
    <w:p w:rsidR="00557788" w:rsidRDefault="00557788" w:rsidP="00557788">
      <w:r>
        <w:t>395.5154</w:t>
      </w:r>
      <w:r>
        <w:tab/>
        <w:t>3.527e0</w:t>
      </w:r>
    </w:p>
    <w:p w:rsidR="00557788" w:rsidRDefault="00557788" w:rsidP="00557788">
      <w:r>
        <w:t>395.5258</w:t>
      </w:r>
      <w:r>
        <w:tab/>
        <w:t>3.038e0</w:t>
      </w:r>
    </w:p>
    <w:p w:rsidR="00557788" w:rsidRDefault="00557788" w:rsidP="00557788">
      <w:r>
        <w:t>395.5280</w:t>
      </w:r>
      <w:r>
        <w:tab/>
        <w:t>6.076e0</w:t>
      </w:r>
    </w:p>
    <w:p w:rsidR="00557788" w:rsidRDefault="00557788" w:rsidP="00557788">
      <w:r>
        <w:t>395.5328</w:t>
      </w:r>
      <w:r>
        <w:tab/>
        <w:t>1.013e0</w:t>
      </w:r>
    </w:p>
    <w:p w:rsidR="00557788" w:rsidRDefault="00557788" w:rsidP="00557788">
      <w:r>
        <w:t>395.5344</w:t>
      </w:r>
      <w:r>
        <w:tab/>
        <w:t>2.025e0</w:t>
      </w:r>
    </w:p>
    <w:p w:rsidR="00557788" w:rsidRDefault="00557788" w:rsidP="00557788">
      <w:r>
        <w:t>395.5740</w:t>
      </w:r>
      <w:r>
        <w:tab/>
        <w:t>2.025e0</w:t>
      </w:r>
    </w:p>
    <w:p w:rsidR="00557788" w:rsidRDefault="00557788" w:rsidP="00557788">
      <w:r>
        <w:t>395.5789</w:t>
      </w:r>
      <w:r>
        <w:tab/>
        <w:t>1.013e0</w:t>
      </w:r>
    </w:p>
    <w:p w:rsidR="00557788" w:rsidRDefault="00557788" w:rsidP="00557788">
      <w:r>
        <w:t>395.5828</w:t>
      </w:r>
      <w:r>
        <w:tab/>
        <w:t>1.013e0</w:t>
      </w:r>
    </w:p>
    <w:p w:rsidR="00557788" w:rsidRDefault="00557788" w:rsidP="00557788">
      <w:r>
        <w:t>395.5945</w:t>
      </w:r>
      <w:r>
        <w:tab/>
        <w:t>6.299e0</w:t>
      </w:r>
    </w:p>
    <w:p w:rsidR="00557788" w:rsidRDefault="00557788" w:rsidP="00557788">
      <w:r>
        <w:t>395.6002</w:t>
      </w:r>
      <w:r>
        <w:tab/>
        <w:t>1.013e0</w:t>
      </w:r>
    </w:p>
    <w:p w:rsidR="00557788" w:rsidRDefault="00557788" w:rsidP="00557788">
      <w:r>
        <w:t>395.6167</w:t>
      </w:r>
      <w:r>
        <w:tab/>
        <w:t>5.063e-2</w:t>
      </w:r>
    </w:p>
    <w:p w:rsidR="00557788" w:rsidRDefault="00557788" w:rsidP="00557788">
      <w:r>
        <w:t>395.6308</w:t>
      </w:r>
      <w:r>
        <w:tab/>
        <w:t>1.266e-2</w:t>
      </w:r>
    </w:p>
    <w:p w:rsidR="00557788" w:rsidRDefault="00557788" w:rsidP="00557788">
      <w:r>
        <w:t>395.6414</w:t>
      </w:r>
      <w:r>
        <w:tab/>
        <w:t>3.038e0</w:t>
      </w:r>
    </w:p>
    <w:p w:rsidR="00557788" w:rsidRDefault="00557788" w:rsidP="00557788">
      <w:r>
        <w:t>395.6427</w:t>
      </w:r>
      <w:r>
        <w:tab/>
        <w:t>1.013e0</w:t>
      </w:r>
    </w:p>
    <w:p w:rsidR="00557788" w:rsidRDefault="00557788" w:rsidP="00557788">
      <w:r>
        <w:t>395.6458</w:t>
      </w:r>
      <w:r>
        <w:tab/>
        <w:t>3.038e0</w:t>
      </w:r>
    </w:p>
    <w:p w:rsidR="00557788" w:rsidRDefault="00557788" w:rsidP="00557788">
      <w:r>
        <w:t>395.6498</w:t>
      </w:r>
      <w:r>
        <w:tab/>
        <w:t>2.025e0</w:t>
      </w:r>
    </w:p>
    <w:p w:rsidR="00557788" w:rsidRDefault="00557788" w:rsidP="00557788">
      <w:r>
        <w:t>395.6805</w:t>
      </w:r>
      <w:r>
        <w:tab/>
        <w:t>4.051e0</w:t>
      </w:r>
    </w:p>
    <w:p w:rsidR="00557788" w:rsidRDefault="00557788" w:rsidP="00557788">
      <w:r>
        <w:t>395.6819</w:t>
      </w:r>
      <w:r>
        <w:tab/>
        <w:t>2.025e0</w:t>
      </w:r>
    </w:p>
    <w:p w:rsidR="00557788" w:rsidRDefault="00557788" w:rsidP="00557788">
      <w:r>
        <w:lastRenderedPageBreak/>
        <w:t>395.6892</w:t>
      </w:r>
      <w:r>
        <w:tab/>
        <w:t>1.013e0</w:t>
      </w:r>
    </w:p>
    <w:p w:rsidR="00557788" w:rsidRDefault="00557788" w:rsidP="00557788">
      <w:r>
        <w:t>395.6938</w:t>
      </w:r>
      <w:r>
        <w:tab/>
        <w:t>2.025e0</w:t>
      </w:r>
    </w:p>
    <w:p w:rsidR="00557788" w:rsidRDefault="00557788" w:rsidP="00557788">
      <w:r>
        <w:t>395.7089</w:t>
      </w:r>
      <w:r>
        <w:tab/>
        <w:t>3.038e0</w:t>
      </w:r>
    </w:p>
    <w:p w:rsidR="00557788" w:rsidRDefault="00557788" w:rsidP="00557788">
      <w:r>
        <w:t>395.7388</w:t>
      </w:r>
      <w:r>
        <w:tab/>
        <w:t>3.798e-2</w:t>
      </w:r>
    </w:p>
    <w:p w:rsidR="00557788" w:rsidRDefault="00557788" w:rsidP="00557788">
      <w:r>
        <w:t>395.7404</w:t>
      </w:r>
      <w:r>
        <w:tab/>
        <w:t>2.025e0</w:t>
      </w:r>
    </w:p>
    <w:p w:rsidR="00557788" w:rsidRDefault="00557788" w:rsidP="00557788">
      <w:r>
        <w:t>395.7493</w:t>
      </w:r>
      <w:r>
        <w:tab/>
        <w:t>2.025e0</w:t>
      </w:r>
    </w:p>
    <w:p w:rsidR="00557788" w:rsidRDefault="00557788" w:rsidP="00557788">
      <w:r>
        <w:t>395.7552</w:t>
      </w:r>
      <w:r>
        <w:tab/>
        <w:t>4.051e0</w:t>
      </w:r>
    </w:p>
    <w:p w:rsidR="00557788" w:rsidRDefault="00557788" w:rsidP="00557788">
      <w:r>
        <w:t>395.7591</w:t>
      </w:r>
      <w:r>
        <w:tab/>
        <w:t>2.025e0</w:t>
      </w:r>
    </w:p>
    <w:p w:rsidR="00557788" w:rsidRDefault="00557788" w:rsidP="00557788">
      <w:r>
        <w:t>395.7767</w:t>
      </w:r>
      <w:r>
        <w:tab/>
        <w:t>5.063e0</w:t>
      </w:r>
    </w:p>
    <w:p w:rsidR="00557788" w:rsidRDefault="00557788" w:rsidP="00557788">
      <w:r>
        <w:t>395.7778</w:t>
      </w:r>
      <w:r>
        <w:tab/>
        <w:t>1.266e-2</w:t>
      </w:r>
    </w:p>
    <w:p w:rsidR="00557788" w:rsidRDefault="00557788" w:rsidP="00557788">
      <w:r>
        <w:t>395.8072</w:t>
      </w:r>
      <w:r>
        <w:tab/>
        <w:t>3.038e0</w:t>
      </w:r>
    </w:p>
    <w:p w:rsidR="00557788" w:rsidRDefault="00557788" w:rsidP="00557788">
      <w:r>
        <w:t>395.8119</w:t>
      </w:r>
      <w:r>
        <w:tab/>
        <w:t>2.025e0</w:t>
      </w:r>
    </w:p>
    <w:p w:rsidR="00557788" w:rsidRDefault="00557788" w:rsidP="00557788">
      <w:r>
        <w:t>395.8147</w:t>
      </w:r>
      <w:r>
        <w:tab/>
        <w:t>2.025e0</w:t>
      </w:r>
    </w:p>
    <w:p w:rsidR="00557788" w:rsidRDefault="00557788" w:rsidP="00557788">
      <w:r>
        <w:t>395.8167</w:t>
      </w:r>
      <w:r>
        <w:tab/>
        <w:t>2.025e0</w:t>
      </w:r>
    </w:p>
    <w:p w:rsidR="00557788" w:rsidRDefault="00557788" w:rsidP="00557788">
      <w:r>
        <w:t>395.8867</w:t>
      </w:r>
      <w:r>
        <w:tab/>
        <w:t>2.591e0</w:t>
      </w:r>
    </w:p>
    <w:p w:rsidR="00557788" w:rsidRDefault="00557788" w:rsidP="00557788">
      <w:r>
        <w:t>395.8932</w:t>
      </w:r>
      <w:r>
        <w:tab/>
        <w:t>1.051e0</w:t>
      </w:r>
    </w:p>
    <w:p w:rsidR="00557788" w:rsidRDefault="00557788" w:rsidP="00557788">
      <w:r>
        <w:t>395.8951</w:t>
      </w:r>
      <w:r>
        <w:tab/>
        <w:t>2.025e0</w:t>
      </w:r>
    </w:p>
    <w:p w:rsidR="00557788" w:rsidRDefault="00557788" w:rsidP="00557788">
      <w:r>
        <w:t>395.9048</w:t>
      </w:r>
      <w:r>
        <w:tab/>
        <w:t>3.038e0</w:t>
      </w:r>
    </w:p>
    <w:p w:rsidR="00557788" w:rsidRDefault="00557788" w:rsidP="00557788">
      <w:r>
        <w:t>395.9095</w:t>
      </w:r>
      <w:r>
        <w:tab/>
        <w:t>2.051e0</w:t>
      </w:r>
    </w:p>
    <w:p w:rsidR="00557788" w:rsidRDefault="00557788" w:rsidP="00557788">
      <w:r>
        <w:lastRenderedPageBreak/>
        <w:t>395.9511</w:t>
      </w:r>
      <w:r>
        <w:tab/>
        <w:t>3.466e0</w:t>
      </w:r>
    </w:p>
    <w:p w:rsidR="00557788" w:rsidRDefault="00557788" w:rsidP="00557788">
      <w:r>
        <w:t>395.9734</w:t>
      </w:r>
      <w:r>
        <w:tab/>
        <w:t>3.676e0</w:t>
      </w:r>
    </w:p>
    <w:p w:rsidR="00557788" w:rsidRDefault="00557788" w:rsidP="00557788">
      <w:r>
        <w:t>395.9778</w:t>
      </w:r>
      <w:r>
        <w:tab/>
        <w:t>1.863e0</w:t>
      </w:r>
    </w:p>
    <w:p w:rsidR="00557788" w:rsidRDefault="00557788" w:rsidP="00557788">
      <w:r>
        <w:t>395.9867</w:t>
      </w:r>
      <w:r>
        <w:tab/>
        <w:t>8.645e0</w:t>
      </w:r>
    </w:p>
    <w:p w:rsidR="00557788" w:rsidRDefault="00557788" w:rsidP="00557788">
      <w:r>
        <w:t>396.0013</w:t>
      </w:r>
      <w:r>
        <w:tab/>
        <w:t>2.025e0</w:t>
      </w:r>
    </w:p>
    <w:p w:rsidR="00557788" w:rsidRDefault="00557788" w:rsidP="00557788">
      <w:r>
        <w:t>396.0032</w:t>
      </w:r>
      <w:r>
        <w:tab/>
        <w:t>3.038e0</w:t>
      </w:r>
    </w:p>
    <w:p w:rsidR="00557788" w:rsidRDefault="00557788" w:rsidP="00557788">
      <w:r>
        <w:t>396.0181</w:t>
      </w:r>
      <w:r>
        <w:tab/>
        <w:t>3.002e0</w:t>
      </w:r>
    </w:p>
    <w:p w:rsidR="00557788" w:rsidRDefault="00557788" w:rsidP="00557788">
      <w:r>
        <w:t>396.0293</w:t>
      </w:r>
      <w:r>
        <w:tab/>
        <w:t>2.025e0</w:t>
      </w:r>
    </w:p>
    <w:p w:rsidR="00557788" w:rsidRDefault="00557788" w:rsidP="00557788">
      <w:r>
        <w:t>396.0591</w:t>
      </w:r>
      <w:r>
        <w:tab/>
        <w:t>2.898e0</w:t>
      </w:r>
    </w:p>
    <w:p w:rsidR="00557788" w:rsidRDefault="00557788" w:rsidP="00557788">
      <w:r>
        <w:t>396.0652</w:t>
      </w:r>
      <w:r>
        <w:tab/>
        <w:t>1.966e0</w:t>
      </w:r>
    </w:p>
    <w:p w:rsidR="00557788" w:rsidRDefault="00557788" w:rsidP="00557788">
      <w:r>
        <w:t>396.0739</w:t>
      </w:r>
      <w:r>
        <w:tab/>
        <w:t>2.913e0</w:t>
      </w:r>
    </w:p>
    <w:p w:rsidR="00557788" w:rsidRDefault="00557788" w:rsidP="00557788">
      <w:r>
        <w:t>396.0756</w:t>
      </w:r>
      <w:r>
        <w:tab/>
        <w:t>3.929e0</w:t>
      </w:r>
    </w:p>
    <w:p w:rsidR="00557788" w:rsidRDefault="00557788" w:rsidP="00557788">
      <w:r>
        <w:t>396.0895</w:t>
      </w:r>
      <w:r>
        <w:tab/>
        <w:t>3.038e0</w:t>
      </w:r>
    </w:p>
    <w:p w:rsidR="00557788" w:rsidRDefault="00557788" w:rsidP="00557788">
      <w:r>
        <w:t>396.0935</w:t>
      </w:r>
      <w:r>
        <w:tab/>
        <w:t>4.015e0</w:t>
      </w:r>
    </w:p>
    <w:p w:rsidR="00557788" w:rsidRDefault="00557788" w:rsidP="00557788">
      <w:r>
        <w:t>396.1111</w:t>
      </w:r>
      <w:r>
        <w:tab/>
        <w:t>4.736e0</w:t>
      </w:r>
    </w:p>
    <w:p w:rsidR="00557788" w:rsidRDefault="00557788" w:rsidP="00557788">
      <w:r>
        <w:t>396.1223</w:t>
      </w:r>
      <w:r>
        <w:tab/>
        <w:t>2.715e0</w:t>
      </w:r>
    </w:p>
    <w:p w:rsidR="00557788" w:rsidRDefault="00557788" w:rsidP="00557788">
      <w:r>
        <w:t>396.1247</w:t>
      </w:r>
      <w:r>
        <w:tab/>
        <w:t>2.585e-1</w:t>
      </w:r>
    </w:p>
    <w:p w:rsidR="00557788" w:rsidRDefault="00557788" w:rsidP="00557788">
      <w:r>
        <w:t>396.1420</w:t>
      </w:r>
      <w:r>
        <w:tab/>
        <w:t>4.068e0</w:t>
      </w:r>
    </w:p>
    <w:p w:rsidR="00557788" w:rsidRDefault="00557788" w:rsidP="00557788">
      <w:r>
        <w:t>396.1483</w:t>
      </w:r>
      <w:r>
        <w:tab/>
        <w:t>2.407e0</w:t>
      </w:r>
    </w:p>
    <w:p w:rsidR="00557788" w:rsidRDefault="00557788" w:rsidP="00557788">
      <w:r>
        <w:lastRenderedPageBreak/>
        <w:t>396.1645</w:t>
      </w:r>
      <w:r>
        <w:tab/>
        <w:t>1.972e0</w:t>
      </w:r>
    </w:p>
    <w:p w:rsidR="00557788" w:rsidRDefault="00557788" w:rsidP="00557788">
      <w:r>
        <w:t>396.1679</w:t>
      </w:r>
      <w:r>
        <w:tab/>
        <w:t>9.418e0</w:t>
      </w:r>
    </w:p>
    <w:p w:rsidR="00557788" w:rsidRDefault="00557788" w:rsidP="00557788">
      <w:r>
        <w:t>396.1713</w:t>
      </w:r>
      <w:r>
        <w:tab/>
        <w:t>5.063e0</w:t>
      </w:r>
    </w:p>
    <w:p w:rsidR="00557788" w:rsidRDefault="00557788" w:rsidP="00557788">
      <w:r>
        <w:t>396.1843</w:t>
      </w:r>
      <w:r>
        <w:tab/>
        <w:t>2.083e0</w:t>
      </w:r>
    </w:p>
    <w:p w:rsidR="00557788" w:rsidRDefault="00557788" w:rsidP="00557788">
      <w:r>
        <w:t>396.1913</w:t>
      </w:r>
      <w:r>
        <w:tab/>
        <w:t>2.866e0</w:t>
      </w:r>
    </w:p>
    <w:p w:rsidR="00557788" w:rsidRDefault="00557788" w:rsidP="00557788">
      <w:r>
        <w:t>396.2003</w:t>
      </w:r>
      <w:r>
        <w:tab/>
        <w:t>3.226e0</w:t>
      </w:r>
    </w:p>
    <w:p w:rsidR="00557788" w:rsidRDefault="00557788" w:rsidP="00557788">
      <w:r>
        <w:t>396.2025</w:t>
      </w:r>
      <w:r>
        <w:tab/>
        <w:t>1.795e0</w:t>
      </w:r>
    </w:p>
    <w:p w:rsidR="00557788" w:rsidRDefault="00557788" w:rsidP="00557788">
      <w:r>
        <w:t>396.2302</w:t>
      </w:r>
      <w:r>
        <w:tab/>
        <w:t>1.896e0</w:t>
      </w:r>
    </w:p>
    <w:p w:rsidR="00557788" w:rsidRDefault="00557788" w:rsidP="00557788">
      <w:r>
        <w:t>396.2321</w:t>
      </w:r>
      <w:r>
        <w:tab/>
        <w:t>2.264e0</w:t>
      </w:r>
    </w:p>
    <w:p w:rsidR="00557788" w:rsidRDefault="00557788" w:rsidP="00557788">
      <w:r>
        <w:t>396.2570</w:t>
      </w:r>
      <w:r>
        <w:tab/>
        <w:t>2.281e0</w:t>
      </w:r>
    </w:p>
    <w:p w:rsidR="00557788" w:rsidRDefault="00557788" w:rsidP="00557788">
      <w:r>
        <w:t>396.3081</w:t>
      </w:r>
      <w:r>
        <w:tab/>
        <w:t>3.803e0</w:t>
      </w:r>
    </w:p>
    <w:p w:rsidR="00557788" w:rsidRDefault="00557788" w:rsidP="00557788">
      <w:r>
        <w:t>396.3098</w:t>
      </w:r>
      <w:r>
        <w:tab/>
        <w:t>3.571e0</w:t>
      </w:r>
    </w:p>
    <w:p w:rsidR="00557788" w:rsidRDefault="00557788" w:rsidP="00557788">
      <w:r>
        <w:t>396.3341</w:t>
      </w:r>
      <w:r>
        <w:tab/>
        <w:t>7.651e0</w:t>
      </w:r>
    </w:p>
    <w:p w:rsidR="00557788" w:rsidRDefault="00557788" w:rsidP="00557788">
      <w:r>
        <w:t>396.3564</w:t>
      </w:r>
      <w:r>
        <w:tab/>
        <w:t>5.863e0</w:t>
      </w:r>
    </w:p>
    <w:p w:rsidR="00557788" w:rsidRDefault="00557788" w:rsidP="00557788">
      <w:r>
        <w:t>396.3575</w:t>
      </w:r>
      <w:r>
        <w:tab/>
        <w:t>1.280e0</w:t>
      </w:r>
    </w:p>
    <w:p w:rsidR="00557788" w:rsidRDefault="00557788" w:rsidP="00557788">
      <w:r>
        <w:t>396.3911</w:t>
      </w:r>
      <w:r>
        <w:tab/>
        <w:t>2.325e0</w:t>
      </w:r>
    </w:p>
    <w:p w:rsidR="00557788" w:rsidRDefault="00557788" w:rsidP="00557788">
      <w:r>
        <w:t>396.4017</w:t>
      </w:r>
      <w:r>
        <w:tab/>
        <w:t>7.176e0</w:t>
      </w:r>
    </w:p>
    <w:p w:rsidR="00557788" w:rsidRDefault="00557788" w:rsidP="00557788">
      <w:r>
        <w:t>396.4253</w:t>
      </w:r>
      <w:r>
        <w:tab/>
        <w:t>3.038e0</w:t>
      </w:r>
    </w:p>
    <w:p w:rsidR="00557788" w:rsidRDefault="00557788" w:rsidP="00557788">
      <w:r>
        <w:t>396.4296</w:t>
      </w:r>
      <w:r>
        <w:tab/>
        <w:t>1.013e0</w:t>
      </w:r>
    </w:p>
    <w:p w:rsidR="00557788" w:rsidRDefault="00557788" w:rsidP="00557788">
      <w:r>
        <w:lastRenderedPageBreak/>
        <w:t>396.4379</w:t>
      </w:r>
      <w:r>
        <w:tab/>
        <w:t>1.973e0</w:t>
      </w:r>
    </w:p>
    <w:p w:rsidR="00557788" w:rsidRDefault="00557788" w:rsidP="00557788">
      <w:r>
        <w:t>396.4580</w:t>
      </w:r>
      <w:r>
        <w:tab/>
        <w:t>6.114e0</w:t>
      </w:r>
    </w:p>
    <w:p w:rsidR="00557788" w:rsidRDefault="00557788" w:rsidP="00557788">
      <w:r>
        <w:t>396.4609</w:t>
      </w:r>
      <w:r>
        <w:tab/>
        <w:t>3.038e0</w:t>
      </w:r>
    </w:p>
    <w:p w:rsidR="00557788" w:rsidRDefault="00557788" w:rsidP="00557788">
      <w:r>
        <w:t>396.4624</w:t>
      </w:r>
      <w:r>
        <w:tab/>
        <w:t>3.051e0</w:t>
      </w:r>
    </w:p>
    <w:p w:rsidR="00557788" w:rsidRDefault="00557788" w:rsidP="00557788">
      <w:r>
        <w:t>396.4716</w:t>
      </w:r>
      <w:r>
        <w:tab/>
        <w:t>3.038e0</w:t>
      </w:r>
    </w:p>
    <w:p w:rsidR="00557788" w:rsidRDefault="00557788" w:rsidP="00557788">
      <w:r>
        <w:t>396.4837</w:t>
      </w:r>
      <w:r>
        <w:tab/>
        <w:t>1.013e0</w:t>
      </w:r>
    </w:p>
    <w:p w:rsidR="00557788" w:rsidRDefault="00557788" w:rsidP="00557788">
      <w:r>
        <w:t>396.4893</w:t>
      </w:r>
      <w:r>
        <w:tab/>
        <w:t>2.025e0</w:t>
      </w:r>
    </w:p>
    <w:p w:rsidR="00557788" w:rsidRDefault="00557788" w:rsidP="00557788">
      <w:r>
        <w:t>396.5035</w:t>
      </w:r>
      <w:r>
        <w:tab/>
        <w:t>3.038e0</w:t>
      </w:r>
    </w:p>
    <w:p w:rsidR="00557788" w:rsidRDefault="00557788" w:rsidP="00557788">
      <w:r>
        <w:t>396.5503</w:t>
      </w:r>
      <w:r>
        <w:tab/>
        <w:t>8.101e0</w:t>
      </w:r>
    </w:p>
    <w:p w:rsidR="00557788" w:rsidRDefault="00557788" w:rsidP="00557788">
      <w:r>
        <w:t>396.5515</w:t>
      </w:r>
      <w:r>
        <w:tab/>
        <w:t>1.025e0</w:t>
      </w:r>
    </w:p>
    <w:p w:rsidR="00557788" w:rsidRDefault="00557788" w:rsidP="00557788">
      <w:r>
        <w:t>396.5734</w:t>
      </w:r>
      <w:r>
        <w:tab/>
        <w:t>1.025e0</w:t>
      </w:r>
    </w:p>
    <w:p w:rsidR="00557788" w:rsidRDefault="00557788" w:rsidP="00557788">
      <w:r>
        <w:t>396.5903</w:t>
      </w:r>
      <w:r>
        <w:tab/>
        <w:t>2.025e0</w:t>
      </w:r>
    </w:p>
    <w:p w:rsidR="00557788" w:rsidRDefault="00557788" w:rsidP="00557788">
      <w:r>
        <w:t>396.6202</w:t>
      </w:r>
      <w:r>
        <w:tab/>
        <w:t>3.798e-2</w:t>
      </w:r>
    </w:p>
    <w:p w:rsidR="00557788" w:rsidRDefault="00557788" w:rsidP="00557788">
      <w:r>
        <w:t>396.6305</w:t>
      </w:r>
      <w:r>
        <w:tab/>
        <w:t>2.025e0</w:t>
      </w:r>
    </w:p>
    <w:p w:rsidR="00557788" w:rsidRDefault="00557788" w:rsidP="00557788">
      <w:r>
        <w:t>396.6401</w:t>
      </w:r>
      <w:r>
        <w:tab/>
        <w:t>2.532e-2</w:t>
      </w:r>
    </w:p>
    <w:p w:rsidR="00557788" w:rsidRDefault="00557788" w:rsidP="00557788">
      <w:r>
        <w:t>396.6568</w:t>
      </w:r>
      <w:r>
        <w:tab/>
        <w:t>4.051e0</w:t>
      </w:r>
    </w:p>
    <w:p w:rsidR="00557788" w:rsidRDefault="00557788" w:rsidP="00557788">
      <w:r>
        <w:t>396.6684</w:t>
      </w:r>
      <w:r>
        <w:tab/>
        <w:t>2.025e0</w:t>
      </w:r>
    </w:p>
    <w:p w:rsidR="00557788" w:rsidRDefault="00557788" w:rsidP="00557788">
      <w:r>
        <w:t>396.6790</w:t>
      </w:r>
      <w:r>
        <w:tab/>
        <w:t>2.025e0</w:t>
      </w:r>
    </w:p>
    <w:p w:rsidR="00557788" w:rsidRDefault="00557788" w:rsidP="00557788">
      <w:r>
        <w:t>396.6897</w:t>
      </w:r>
      <w:r>
        <w:tab/>
        <w:t>2.025e0</w:t>
      </w:r>
    </w:p>
    <w:p w:rsidR="00557788" w:rsidRDefault="00557788" w:rsidP="00557788">
      <w:r>
        <w:lastRenderedPageBreak/>
        <w:t>396.7069</w:t>
      </w:r>
      <w:r>
        <w:tab/>
        <w:t>5.063e0</w:t>
      </w:r>
    </w:p>
    <w:p w:rsidR="00557788" w:rsidRDefault="00557788" w:rsidP="00557788">
      <w:r>
        <w:t>396.7094</w:t>
      </w:r>
      <w:r>
        <w:tab/>
        <w:t>1.025e0</w:t>
      </w:r>
    </w:p>
    <w:p w:rsidR="00557788" w:rsidRDefault="00557788" w:rsidP="00557788">
      <w:r>
        <w:t>396.7144</w:t>
      </w:r>
      <w:r>
        <w:tab/>
        <w:t>1.038e0</w:t>
      </w:r>
    </w:p>
    <w:p w:rsidR="00557788" w:rsidRDefault="00557788" w:rsidP="00557788">
      <w:r>
        <w:t>396.7447</w:t>
      </w:r>
      <w:r>
        <w:tab/>
        <w:t>2.025e0</w:t>
      </w:r>
    </w:p>
    <w:p w:rsidR="00557788" w:rsidRDefault="00557788" w:rsidP="00557788">
      <w:r>
        <w:t>396.7467</w:t>
      </w:r>
      <w:r>
        <w:tab/>
        <w:t>1.266e-2</w:t>
      </w:r>
    </w:p>
    <w:p w:rsidR="00557788" w:rsidRDefault="00557788" w:rsidP="00557788">
      <w:r>
        <w:t>396.7523</w:t>
      </w:r>
      <w:r>
        <w:tab/>
        <w:t>2.025e0</w:t>
      </w:r>
    </w:p>
    <w:p w:rsidR="00557788" w:rsidRDefault="00557788" w:rsidP="00557788">
      <w:r>
        <w:t>396.7733</w:t>
      </w:r>
      <w:r>
        <w:tab/>
        <w:t>1.013e0</w:t>
      </w:r>
    </w:p>
    <w:p w:rsidR="00557788" w:rsidRDefault="00557788" w:rsidP="00557788">
      <w:r>
        <w:t>396.7875</w:t>
      </w:r>
      <w:r>
        <w:tab/>
        <w:t>2.025e0</w:t>
      </w:r>
    </w:p>
    <w:p w:rsidR="00557788" w:rsidRDefault="00557788" w:rsidP="00557788">
      <w:r>
        <w:t>396.7944</w:t>
      </w:r>
      <w:r>
        <w:tab/>
        <w:t>3.038e0</w:t>
      </w:r>
    </w:p>
    <w:p w:rsidR="00557788" w:rsidRDefault="00557788" w:rsidP="00557788">
      <w:r>
        <w:t>396.8035</w:t>
      </w:r>
      <w:r>
        <w:tab/>
        <w:t>4.051e0</w:t>
      </w:r>
    </w:p>
    <w:p w:rsidR="00557788" w:rsidRDefault="00557788" w:rsidP="00557788">
      <w:r>
        <w:t>396.8083</w:t>
      </w:r>
      <w:r>
        <w:tab/>
        <w:t>2.025e0</w:t>
      </w:r>
    </w:p>
    <w:p w:rsidR="00557788" w:rsidRDefault="00557788" w:rsidP="00557788">
      <w:r>
        <w:t>396.8191</w:t>
      </w:r>
      <w:r>
        <w:tab/>
        <w:t>2.025e0</w:t>
      </w:r>
    </w:p>
    <w:p w:rsidR="00557788" w:rsidRDefault="00557788" w:rsidP="00557788">
      <w:r>
        <w:t>396.8211</w:t>
      </w:r>
      <w:r>
        <w:tab/>
        <w:t>2.025e0</w:t>
      </w:r>
    </w:p>
    <w:p w:rsidR="00557788" w:rsidRDefault="00557788" w:rsidP="00557788">
      <w:r>
        <w:t>396.8424</w:t>
      </w:r>
      <w:r>
        <w:tab/>
        <w:t>2.025e0</w:t>
      </w:r>
    </w:p>
    <w:p w:rsidR="00557788" w:rsidRDefault="00557788" w:rsidP="00557788">
      <w:r>
        <w:t>396.8436</w:t>
      </w:r>
      <w:r>
        <w:tab/>
        <w:t>5.063e0</w:t>
      </w:r>
    </w:p>
    <w:p w:rsidR="00557788" w:rsidRDefault="00557788" w:rsidP="00557788">
      <w:r>
        <w:t>396.8492</w:t>
      </w:r>
      <w:r>
        <w:tab/>
        <w:t>1.013e0</w:t>
      </w:r>
    </w:p>
    <w:p w:rsidR="00557788" w:rsidRDefault="00557788" w:rsidP="00557788">
      <w:r>
        <w:t>396.8582</w:t>
      </w:r>
      <w:r>
        <w:tab/>
        <w:t>2.025e0</w:t>
      </w:r>
    </w:p>
    <w:p w:rsidR="00557788" w:rsidRDefault="00557788" w:rsidP="00557788">
      <w:r>
        <w:t>396.8633</w:t>
      </w:r>
      <w:r>
        <w:tab/>
        <w:t>3.038e0</w:t>
      </w:r>
    </w:p>
    <w:p w:rsidR="00557788" w:rsidRDefault="00557788" w:rsidP="00557788">
      <w:r>
        <w:t>396.8687</w:t>
      </w:r>
      <w:r>
        <w:tab/>
        <w:t>2.025e0</w:t>
      </w:r>
    </w:p>
    <w:p w:rsidR="00557788" w:rsidRDefault="00557788" w:rsidP="00557788">
      <w:r>
        <w:lastRenderedPageBreak/>
        <w:t>396.8849</w:t>
      </w:r>
      <w:r>
        <w:tab/>
        <w:t>4.051e0</w:t>
      </w:r>
    </w:p>
    <w:p w:rsidR="00557788" w:rsidRDefault="00557788" w:rsidP="00557788">
      <w:r>
        <w:t>396.9274</w:t>
      </w:r>
      <w:r>
        <w:tab/>
        <w:t>4.885e0</w:t>
      </w:r>
    </w:p>
    <w:p w:rsidR="00557788" w:rsidRDefault="00557788" w:rsidP="00557788">
      <w:r>
        <w:t>396.9301</w:t>
      </w:r>
      <w:r>
        <w:tab/>
        <w:t>1.522e0</w:t>
      </w:r>
    </w:p>
    <w:p w:rsidR="00557788" w:rsidRDefault="00557788" w:rsidP="00557788">
      <w:r>
        <w:t>396.9403</w:t>
      </w:r>
      <w:r>
        <w:tab/>
        <w:t>1.881e0</w:t>
      </w:r>
    </w:p>
    <w:p w:rsidR="00557788" w:rsidRDefault="00557788" w:rsidP="00557788">
      <w:r>
        <w:t>396.9644</w:t>
      </w:r>
      <w:r>
        <w:tab/>
        <w:t>3.204e0</w:t>
      </w:r>
    </w:p>
    <w:p w:rsidR="00557788" w:rsidRDefault="00557788" w:rsidP="00557788">
      <w:r>
        <w:t>396.9667</w:t>
      </w:r>
      <w:r>
        <w:tab/>
        <w:t>2.763e0</w:t>
      </w:r>
    </w:p>
    <w:p w:rsidR="00557788" w:rsidRDefault="00557788" w:rsidP="00557788">
      <w:r>
        <w:t>396.9805</w:t>
      </w:r>
      <w:r>
        <w:tab/>
        <w:t>3.757e0</w:t>
      </w:r>
    </w:p>
    <w:p w:rsidR="00557788" w:rsidRDefault="00557788" w:rsidP="00557788">
      <w:r>
        <w:t>396.9876</w:t>
      </w:r>
      <w:r>
        <w:tab/>
        <w:t>6.329e-2</w:t>
      </w:r>
    </w:p>
    <w:p w:rsidR="00557788" w:rsidRDefault="00557788" w:rsidP="00557788">
      <w:r>
        <w:t>396.9910</w:t>
      </w:r>
      <w:r>
        <w:tab/>
        <w:t>1.013e0</w:t>
      </w:r>
    </w:p>
    <w:p w:rsidR="00557788" w:rsidRDefault="00557788" w:rsidP="00557788">
      <w:r>
        <w:t>396.9923</w:t>
      </w:r>
      <w:r>
        <w:tab/>
        <w:t>4.051e0</w:t>
      </w:r>
    </w:p>
    <w:p w:rsidR="00557788" w:rsidRDefault="00557788" w:rsidP="00557788">
      <w:r>
        <w:t>397.0113</w:t>
      </w:r>
      <w:r>
        <w:tab/>
        <w:t>5.258e0</w:t>
      </w:r>
    </w:p>
    <w:p w:rsidR="00557788" w:rsidRDefault="00557788" w:rsidP="00557788">
      <w:r>
        <w:t>397.0466</w:t>
      </w:r>
      <w:r>
        <w:tab/>
        <w:t>4.051e0</w:t>
      </w:r>
    </w:p>
    <w:p w:rsidR="00557788" w:rsidRDefault="00557788" w:rsidP="00557788">
      <w:r>
        <w:t>397.0476</w:t>
      </w:r>
      <w:r>
        <w:tab/>
        <w:t>2.025e0</w:t>
      </w:r>
    </w:p>
    <w:p w:rsidR="00557788" w:rsidRDefault="00557788" w:rsidP="00557788">
      <w:r>
        <w:t>397.0552</w:t>
      </w:r>
      <w:r>
        <w:tab/>
        <w:t>3.308e0</w:t>
      </w:r>
    </w:p>
    <w:p w:rsidR="00557788" w:rsidRDefault="00557788" w:rsidP="00557788">
      <w:r>
        <w:t>397.0577</w:t>
      </w:r>
      <w:r>
        <w:tab/>
        <w:t>5.063e0</w:t>
      </w:r>
    </w:p>
    <w:p w:rsidR="00557788" w:rsidRDefault="00557788" w:rsidP="00557788">
      <w:r>
        <w:t>397.0658</w:t>
      </w:r>
      <w:r>
        <w:tab/>
        <w:t>1.013e0</w:t>
      </w:r>
    </w:p>
    <w:p w:rsidR="00557788" w:rsidRDefault="00557788" w:rsidP="00557788">
      <w:r>
        <w:t>397.0912</w:t>
      </w:r>
      <w:r>
        <w:tab/>
        <w:t>4.361e0</w:t>
      </w:r>
    </w:p>
    <w:p w:rsidR="00557788" w:rsidRDefault="00557788" w:rsidP="00557788">
      <w:r>
        <w:t>397.0977</w:t>
      </w:r>
      <w:r>
        <w:tab/>
        <w:t>2.025e0</w:t>
      </w:r>
    </w:p>
    <w:p w:rsidR="00557788" w:rsidRDefault="00557788" w:rsidP="00557788">
      <w:r>
        <w:t>397.1025</w:t>
      </w:r>
      <w:r>
        <w:tab/>
        <w:t>6.076e0</w:t>
      </w:r>
    </w:p>
    <w:p w:rsidR="00557788" w:rsidRDefault="00557788" w:rsidP="00557788">
      <w:r>
        <w:lastRenderedPageBreak/>
        <w:t>397.1303</w:t>
      </w:r>
      <w:r>
        <w:tab/>
        <w:t>6.312e0</w:t>
      </w:r>
    </w:p>
    <w:p w:rsidR="00557788" w:rsidRDefault="00557788" w:rsidP="00557788">
      <w:r>
        <w:t>397.1577</w:t>
      </w:r>
      <w:r>
        <w:tab/>
        <w:t>1.018e1</w:t>
      </w:r>
    </w:p>
    <w:p w:rsidR="00557788" w:rsidRDefault="00557788" w:rsidP="00557788">
      <w:r>
        <w:t>397.1624</w:t>
      </w:r>
      <w:r>
        <w:tab/>
        <w:t>6.937e0</w:t>
      </w:r>
    </w:p>
    <w:p w:rsidR="00557788" w:rsidRDefault="00557788" w:rsidP="00557788">
      <w:r>
        <w:t>397.1676</w:t>
      </w:r>
      <w:r>
        <w:tab/>
        <w:t>4.051e0</w:t>
      </w:r>
    </w:p>
    <w:p w:rsidR="00557788" w:rsidRDefault="00557788" w:rsidP="00557788">
      <w:r>
        <w:t>397.1808</w:t>
      </w:r>
      <w:r>
        <w:tab/>
        <w:t>3.304e0</w:t>
      </w:r>
    </w:p>
    <w:p w:rsidR="00557788" w:rsidRDefault="00557788" w:rsidP="00557788">
      <w:r>
        <w:t>397.1896</w:t>
      </w:r>
      <w:r>
        <w:tab/>
        <w:t>2.056e0</w:t>
      </w:r>
    </w:p>
    <w:p w:rsidR="00557788" w:rsidRDefault="00557788" w:rsidP="00557788">
      <w:r>
        <w:t>397.1997</w:t>
      </w:r>
      <w:r>
        <w:tab/>
        <w:t>4.188e0</w:t>
      </w:r>
    </w:p>
    <w:p w:rsidR="00557788" w:rsidRDefault="00557788" w:rsidP="00557788">
      <w:r>
        <w:t>397.3108</w:t>
      </w:r>
      <w:r>
        <w:tab/>
        <w:t>1.632e0</w:t>
      </w:r>
    </w:p>
    <w:p w:rsidR="00557788" w:rsidRDefault="00557788" w:rsidP="00557788">
      <w:r>
        <w:t>397.3235</w:t>
      </w:r>
      <w:r>
        <w:tab/>
        <w:t>4.481e0</w:t>
      </w:r>
    </w:p>
    <w:p w:rsidR="00557788" w:rsidRDefault="00557788" w:rsidP="00557788">
      <w:r>
        <w:t>397.3411</w:t>
      </w:r>
      <w:r>
        <w:tab/>
        <w:t>1.084e0</w:t>
      </w:r>
    </w:p>
    <w:p w:rsidR="00557788" w:rsidRDefault="00557788" w:rsidP="00557788">
      <w:r>
        <w:t>397.3478</w:t>
      </w:r>
      <w:r>
        <w:tab/>
        <w:t>1.505e0</w:t>
      </w:r>
    </w:p>
    <w:p w:rsidR="00557788" w:rsidRDefault="00557788" w:rsidP="00557788">
      <w:r>
        <w:t>397.3509</w:t>
      </w:r>
      <w:r>
        <w:tab/>
        <w:t>1.468e0</w:t>
      </w:r>
    </w:p>
    <w:p w:rsidR="00557788" w:rsidRDefault="00557788" w:rsidP="00557788">
      <w:r>
        <w:t>397.3652</w:t>
      </w:r>
      <w:r>
        <w:tab/>
        <w:t>2.802e0</w:t>
      </w:r>
    </w:p>
    <w:p w:rsidR="00557788" w:rsidRDefault="00557788" w:rsidP="00557788">
      <w:r>
        <w:t>397.3774</w:t>
      </w:r>
      <w:r>
        <w:tab/>
        <w:t>5.144e0</w:t>
      </w:r>
    </w:p>
    <w:p w:rsidR="00557788" w:rsidRDefault="00557788" w:rsidP="00557788">
      <w:r>
        <w:t>397.3926</w:t>
      </w:r>
      <w:r>
        <w:tab/>
        <w:t>1.266e-2</w:t>
      </w:r>
    </w:p>
    <w:p w:rsidR="00557788" w:rsidRDefault="00557788" w:rsidP="00557788">
      <w:r>
        <w:t>397.3944</w:t>
      </w:r>
      <w:r>
        <w:tab/>
        <w:t>2.025e0</w:t>
      </w:r>
    </w:p>
    <w:p w:rsidR="00557788" w:rsidRDefault="00557788" w:rsidP="00557788">
      <w:r>
        <w:t>397.4037</w:t>
      </w:r>
      <w:r>
        <w:tab/>
        <w:t>1.453e0</w:t>
      </w:r>
    </w:p>
    <w:p w:rsidR="00557788" w:rsidRDefault="00557788" w:rsidP="00557788">
      <w:r>
        <w:t>397.4101</w:t>
      </w:r>
      <w:r>
        <w:tab/>
        <w:t>1.641e0</w:t>
      </w:r>
    </w:p>
    <w:p w:rsidR="00557788" w:rsidRDefault="00557788" w:rsidP="00557788">
      <w:r>
        <w:t>397.4407</w:t>
      </w:r>
      <w:r>
        <w:tab/>
        <w:t>1.266e-2</w:t>
      </w:r>
    </w:p>
    <w:p w:rsidR="00557788" w:rsidRDefault="00557788" w:rsidP="00557788">
      <w:r>
        <w:lastRenderedPageBreak/>
        <w:t>397.4584</w:t>
      </w:r>
      <w:r>
        <w:tab/>
        <w:t>3.038e0</w:t>
      </w:r>
    </w:p>
    <w:p w:rsidR="00557788" w:rsidRDefault="00557788" w:rsidP="00557788">
      <w:r>
        <w:t>397.4730</w:t>
      </w:r>
      <w:r>
        <w:tab/>
        <w:t>3.038e0</w:t>
      </w:r>
    </w:p>
    <w:p w:rsidR="00557788" w:rsidRDefault="00557788" w:rsidP="00557788">
      <w:r>
        <w:t>397.4747</w:t>
      </w:r>
      <w:r>
        <w:tab/>
        <w:t>4.051e0</w:t>
      </w:r>
    </w:p>
    <w:p w:rsidR="00557788" w:rsidRDefault="00557788" w:rsidP="00557788">
      <w:r>
        <w:t>397.5125</w:t>
      </w:r>
      <w:r>
        <w:tab/>
        <w:t>5.076e0</w:t>
      </w:r>
    </w:p>
    <w:p w:rsidR="00557788" w:rsidRDefault="00557788" w:rsidP="00557788">
      <w:r>
        <w:t>397.5250</w:t>
      </w:r>
      <w:r>
        <w:tab/>
        <w:t>2.025e0</w:t>
      </w:r>
    </w:p>
    <w:p w:rsidR="00557788" w:rsidRDefault="00557788" w:rsidP="00557788">
      <w:r>
        <w:t>397.5320</w:t>
      </w:r>
      <w:r>
        <w:tab/>
        <w:t>2.532e-2</w:t>
      </w:r>
    </w:p>
    <w:p w:rsidR="00557788" w:rsidRDefault="00557788" w:rsidP="00557788">
      <w:r>
        <w:t>397.5417</w:t>
      </w:r>
      <w:r>
        <w:tab/>
        <w:t>1.266e-2</w:t>
      </w:r>
    </w:p>
    <w:p w:rsidR="00557788" w:rsidRDefault="00557788" w:rsidP="00557788">
      <w:r>
        <w:t>397.5502</w:t>
      </w:r>
      <w:r>
        <w:tab/>
        <w:t>4.051e0</w:t>
      </w:r>
    </w:p>
    <w:p w:rsidR="00557788" w:rsidRDefault="00557788" w:rsidP="00557788">
      <w:r>
        <w:t>397.5598</w:t>
      </w:r>
      <w:r>
        <w:tab/>
        <w:t>1.025e0</w:t>
      </w:r>
    </w:p>
    <w:p w:rsidR="00557788" w:rsidRDefault="00557788" w:rsidP="00557788">
      <w:r>
        <w:t>397.5842</w:t>
      </w:r>
      <w:r>
        <w:tab/>
        <w:t>1.025e0</w:t>
      </w:r>
    </w:p>
    <w:p w:rsidR="00557788" w:rsidRDefault="00557788" w:rsidP="00557788">
      <w:r>
        <w:t>397.5891</w:t>
      </w:r>
      <w:r>
        <w:tab/>
        <w:t>1.025e0</w:t>
      </w:r>
    </w:p>
    <w:p w:rsidR="00557788" w:rsidRDefault="00557788" w:rsidP="00557788">
      <w:r>
        <w:t>397.6018</w:t>
      </w:r>
      <w:r>
        <w:tab/>
        <w:t>2.025e0</w:t>
      </w:r>
    </w:p>
    <w:p w:rsidR="00557788" w:rsidRDefault="00557788" w:rsidP="00557788">
      <w:r>
        <w:t>397.6055</w:t>
      </w:r>
      <w:r>
        <w:tab/>
        <w:t>2.025e0</w:t>
      </w:r>
    </w:p>
    <w:p w:rsidR="00557788" w:rsidRDefault="00557788" w:rsidP="00557788">
      <w:r>
        <w:t>397.6161</w:t>
      </w:r>
      <w:r>
        <w:tab/>
        <w:t>1.025e0</w:t>
      </w:r>
    </w:p>
    <w:p w:rsidR="00557788" w:rsidRDefault="00557788" w:rsidP="00557788">
      <w:r>
        <w:t>397.6190</w:t>
      </w:r>
      <w:r>
        <w:tab/>
        <w:t>2.025e0</w:t>
      </w:r>
    </w:p>
    <w:p w:rsidR="00557788" w:rsidRDefault="00557788" w:rsidP="00557788">
      <w:r>
        <w:t>397.6231</w:t>
      </w:r>
      <w:r>
        <w:tab/>
        <w:t>1.038e0</w:t>
      </w:r>
    </w:p>
    <w:p w:rsidR="00557788" w:rsidRDefault="00557788" w:rsidP="00557788">
      <w:r>
        <w:t>397.6375</w:t>
      </w:r>
      <w:r>
        <w:tab/>
        <w:t>2.025e0</w:t>
      </w:r>
    </w:p>
    <w:p w:rsidR="00557788" w:rsidRDefault="00557788" w:rsidP="00557788">
      <w:r>
        <w:t>397.6444</w:t>
      </w:r>
      <w:r>
        <w:tab/>
        <w:t>1.266e-2</w:t>
      </w:r>
    </w:p>
    <w:p w:rsidR="00557788" w:rsidRDefault="00557788" w:rsidP="00557788">
      <w:r>
        <w:t>397.6500</w:t>
      </w:r>
      <w:r>
        <w:tab/>
        <w:t>2.025e0</w:t>
      </w:r>
    </w:p>
    <w:p w:rsidR="00557788" w:rsidRDefault="00557788" w:rsidP="00557788">
      <w:r>
        <w:lastRenderedPageBreak/>
        <w:t>397.6572</w:t>
      </w:r>
      <w:r>
        <w:tab/>
        <w:t>3.038e0</w:t>
      </w:r>
    </w:p>
    <w:p w:rsidR="00557788" w:rsidRDefault="00557788" w:rsidP="00557788">
      <w:r>
        <w:t>397.6729</w:t>
      </w:r>
      <w:r>
        <w:tab/>
        <w:t>1.266e-2</w:t>
      </w:r>
    </w:p>
    <w:p w:rsidR="00557788" w:rsidRDefault="00557788" w:rsidP="00557788">
      <w:r>
        <w:t>397.6797</w:t>
      </w:r>
      <w:r>
        <w:tab/>
        <w:t>1.266e-2</w:t>
      </w:r>
    </w:p>
    <w:p w:rsidR="00557788" w:rsidRDefault="00557788" w:rsidP="00557788">
      <w:r>
        <w:t>397.6943</w:t>
      </w:r>
      <w:r>
        <w:tab/>
        <w:t>1.013e0</w:t>
      </w:r>
    </w:p>
    <w:p w:rsidR="00557788" w:rsidRDefault="00557788" w:rsidP="00557788">
      <w:r>
        <w:t>397.7404</w:t>
      </w:r>
      <w:r>
        <w:tab/>
        <w:t>3.038e0</w:t>
      </w:r>
    </w:p>
    <w:p w:rsidR="00557788" w:rsidRDefault="00557788" w:rsidP="00557788">
      <w:r>
        <w:t>397.7419</w:t>
      </w:r>
      <w:r>
        <w:tab/>
        <w:t>6.076e0</w:t>
      </w:r>
    </w:p>
    <w:p w:rsidR="00557788" w:rsidRDefault="00557788" w:rsidP="00557788">
      <w:r>
        <w:t>397.7431</w:t>
      </w:r>
      <w:r>
        <w:tab/>
        <w:t>1.266e-2</w:t>
      </w:r>
    </w:p>
    <w:p w:rsidR="00557788" w:rsidRDefault="00557788" w:rsidP="00557788">
      <w:r>
        <w:t>397.7640</w:t>
      </w:r>
      <w:r>
        <w:tab/>
        <w:t>1.070e1</w:t>
      </w:r>
    </w:p>
    <w:p w:rsidR="00557788" w:rsidRDefault="00557788" w:rsidP="00557788">
      <w:r>
        <w:t>397.7795</w:t>
      </w:r>
      <w:r>
        <w:tab/>
        <w:t>1.013e0</w:t>
      </w:r>
    </w:p>
    <w:p w:rsidR="00557788" w:rsidRDefault="00557788" w:rsidP="00557788">
      <w:r>
        <w:t>397.7831</w:t>
      </w:r>
      <w:r>
        <w:tab/>
        <w:t>3.038e0</w:t>
      </w:r>
    </w:p>
    <w:p w:rsidR="00557788" w:rsidRDefault="00557788" w:rsidP="00557788">
      <w:r>
        <w:t>397.8064</w:t>
      </w:r>
      <w:r>
        <w:tab/>
        <w:t>1.013e0</w:t>
      </w:r>
    </w:p>
    <w:p w:rsidR="00557788" w:rsidRDefault="00557788" w:rsidP="00557788">
      <w:r>
        <w:t>397.8098</w:t>
      </w:r>
      <w:r>
        <w:tab/>
        <w:t>2.025e0</w:t>
      </w:r>
    </w:p>
    <w:p w:rsidR="00557788" w:rsidRDefault="00557788" w:rsidP="00557788">
      <w:r>
        <w:t>397.8130</w:t>
      </w:r>
      <w:r>
        <w:tab/>
        <w:t>2.025e0</w:t>
      </w:r>
    </w:p>
    <w:p w:rsidR="00557788" w:rsidRDefault="00557788" w:rsidP="00557788">
      <w:r>
        <w:t>397.8152</w:t>
      </w:r>
      <w:r>
        <w:tab/>
        <w:t>2.025e0</w:t>
      </w:r>
    </w:p>
    <w:p w:rsidR="00557788" w:rsidRDefault="00557788" w:rsidP="00557788">
      <w:r>
        <w:t>397.8521</w:t>
      </w:r>
      <w:r>
        <w:tab/>
        <w:t>2.025e0</w:t>
      </w:r>
    </w:p>
    <w:p w:rsidR="00557788" w:rsidRDefault="00557788" w:rsidP="00557788">
      <w:r>
        <w:t>397.8746</w:t>
      </w:r>
      <w:r>
        <w:tab/>
        <w:t>2.063e0</w:t>
      </w:r>
    </w:p>
    <w:p w:rsidR="00557788" w:rsidRDefault="00557788" w:rsidP="00557788">
      <w:r>
        <w:t>397.8792</w:t>
      </w:r>
      <w:r>
        <w:tab/>
        <w:t>6.277e0</w:t>
      </w:r>
    </w:p>
    <w:p w:rsidR="00557788" w:rsidRDefault="00557788" w:rsidP="00557788">
      <w:r>
        <w:t>397.8882</w:t>
      </w:r>
      <w:r>
        <w:tab/>
        <w:t>4.051e0</w:t>
      </w:r>
    </w:p>
    <w:p w:rsidR="00557788" w:rsidRDefault="00557788" w:rsidP="00557788">
      <w:r>
        <w:t>397.9036</w:t>
      </w:r>
      <w:r>
        <w:tab/>
        <w:t>3.038e0</w:t>
      </w:r>
    </w:p>
    <w:p w:rsidR="00557788" w:rsidRDefault="00557788" w:rsidP="00557788">
      <w:r>
        <w:lastRenderedPageBreak/>
        <w:t>397.9059</w:t>
      </w:r>
      <w:r>
        <w:tab/>
        <w:t>3.248e0</w:t>
      </w:r>
    </w:p>
    <w:p w:rsidR="00557788" w:rsidRDefault="00557788" w:rsidP="00557788">
      <w:r>
        <w:t>397.9269</w:t>
      </w:r>
      <w:r>
        <w:tab/>
        <w:t>3.070e0</w:t>
      </w:r>
    </w:p>
    <w:p w:rsidR="00557788" w:rsidRDefault="00557788" w:rsidP="00557788">
      <w:r>
        <w:t>397.9536</w:t>
      </w:r>
      <w:r>
        <w:tab/>
        <w:t>4.833e0</w:t>
      </w:r>
    </w:p>
    <w:p w:rsidR="00557788" w:rsidRDefault="00557788" w:rsidP="00557788">
      <w:r>
        <w:t>397.9597</w:t>
      </w:r>
      <w:r>
        <w:tab/>
        <w:t>3.038e0</w:t>
      </w:r>
    </w:p>
    <w:p w:rsidR="00557788" w:rsidRDefault="00557788" w:rsidP="00557788">
      <w:r>
        <w:t>397.9628</w:t>
      </w:r>
      <w:r>
        <w:tab/>
        <w:t>5.063e0</w:t>
      </w:r>
    </w:p>
    <w:p w:rsidR="00557788" w:rsidRDefault="00557788" w:rsidP="00557788">
      <w:r>
        <w:t>397.9800</w:t>
      </w:r>
      <w:r>
        <w:tab/>
        <w:t>4.908e0</w:t>
      </w:r>
    </w:p>
    <w:p w:rsidR="00557788" w:rsidRDefault="00557788" w:rsidP="00557788">
      <w:r>
        <w:t>397.9860</w:t>
      </w:r>
      <w:r>
        <w:tab/>
        <w:t>8.401e-1</w:t>
      </w:r>
    </w:p>
    <w:p w:rsidR="00557788" w:rsidRDefault="00557788" w:rsidP="00557788">
      <w:r>
        <w:t>397.9912</w:t>
      </w:r>
      <w:r>
        <w:tab/>
        <w:t>3.038e0</w:t>
      </w:r>
    </w:p>
    <w:p w:rsidR="00557788" w:rsidRDefault="00557788" w:rsidP="00557788">
      <w:r>
        <w:t>397.9996</w:t>
      </w:r>
      <w:r>
        <w:tab/>
        <w:t>2.603e0</w:t>
      </w:r>
    </w:p>
    <w:p w:rsidR="00557788" w:rsidRDefault="00557788" w:rsidP="00557788">
      <w:r>
        <w:t>398.0031</w:t>
      </w:r>
      <w:r>
        <w:tab/>
        <w:t>7.619e-1</w:t>
      </w:r>
    </w:p>
    <w:p w:rsidR="00557788" w:rsidRDefault="00557788" w:rsidP="00557788">
      <w:r>
        <w:t>398.0279</w:t>
      </w:r>
      <w:r>
        <w:tab/>
        <w:t>2.025e0</w:t>
      </w:r>
    </w:p>
    <w:p w:rsidR="00557788" w:rsidRDefault="00557788" w:rsidP="00557788">
      <w:r>
        <w:t>398.0404</w:t>
      </w:r>
      <w:r>
        <w:tab/>
        <w:t>3.038e0</w:t>
      </w:r>
    </w:p>
    <w:p w:rsidR="00557788" w:rsidRDefault="00557788" w:rsidP="00557788">
      <w:r>
        <w:t>398.0420</w:t>
      </w:r>
      <w:r>
        <w:tab/>
        <w:t>2.532e-2</w:t>
      </w:r>
    </w:p>
    <w:p w:rsidR="00557788" w:rsidRDefault="00557788" w:rsidP="00557788">
      <w:r>
        <w:t>398.0472</w:t>
      </w:r>
      <w:r>
        <w:tab/>
        <w:t>1.879e0</w:t>
      </w:r>
    </w:p>
    <w:p w:rsidR="00557788" w:rsidRDefault="00557788" w:rsidP="00557788">
      <w:r>
        <w:t>398.0507</w:t>
      </w:r>
      <w:r>
        <w:tab/>
        <w:t>2.824e0</w:t>
      </w:r>
    </w:p>
    <w:p w:rsidR="00557788" w:rsidRDefault="00557788" w:rsidP="00557788">
      <w:r>
        <w:t>398.0539</w:t>
      </w:r>
      <w:r>
        <w:tab/>
        <w:t>1.896e0</w:t>
      </w:r>
    </w:p>
    <w:p w:rsidR="00557788" w:rsidRDefault="00557788" w:rsidP="00557788">
      <w:r>
        <w:t>398.0773</w:t>
      </w:r>
      <w:r>
        <w:tab/>
        <w:t>8.733e-1</w:t>
      </w:r>
    </w:p>
    <w:p w:rsidR="00557788" w:rsidRDefault="00557788" w:rsidP="00557788">
      <w:r>
        <w:t>398.0941</w:t>
      </w:r>
      <w:r>
        <w:tab/>
        <w:t>4.419e0</w:t>
      </w:r>
    </w:p>
    <w:p w:rsidR="00557788" w:rsidRDefault="00557788" w:rsidP="00557788">
      <w:r>
        <w:t>398.1146</w:t>
      </w:r>
      <w:r>
        <w:tab/>
        <w:t>3.271e0</w:t>
      </w:r>
    </w:p>
    <w:p w:rsidR="00557788" w:rsidRDefault="00557788" w:rsidP="00557788">
      <w:r>
        <w:lastRenderedPageBreak/>
        <w:t>398.1314</w:t>
      </w:r>
      <w:r>
        <w:tab/>
        <w:t>5.201e0</w:t>
      </w:r>
    </w:p>
    <w:p w:rsidR="00557788" w:rsidRDefault="00557788" w:rsidP="00557788">
      <w:r>
        <w:t>398.1402</w:t>
      </w:r>
      <w:r>
        <w:tab/>
        <w:t>4.904e-1</w:t>
      </w:r>
    </w:p>
    <w:p w:rsidR="00557788" w:rsidRDefault="00557788" w:rsidP="00557788">
      <w:r>
        <w:t>398.1414</w:t>
      </w:r>
      <w:r>
        <w:tab/>
        <w:t>1.936e0</w:t>
      </w:r>
    </w:p>
    <w:p w:rsidR="00557788" w:rsidRDefault="00557788" w:rsidP="00557788">
      <w:r>
        <w:t>398.1509</w:t>
      </w:r>
      <w:r>
        <w:tab/>
        <w:t>5.077e0</w:t>
      </w:r>
    </w:p>
    <w:p w:rsidR="00557788" w:rsidRDefault="00557788" w:rsidP="00557788">
      <w:r>
        <w:t>398.1689</w:t>
      </w:r>
      <w:r>
        <w:tab/>
        <w:t>4.044e-1</w:t>
      </w:r>
    </w:p>
    <w:p w:rsidR="00557788" w:rsidRDefault="00557788" w:rsidP="00557788">
      <w:r>
        <w:t>398.1913</w:t>
      </w:r>
      <w:r>
        <w:tab/>
        <w:t>1.395e0</w:t>
      </w:r>
    </w:p>
    <w:p w:rsidR="00557788" w:rsidRDefault="00557788" w:rsidP="00557788">
      <w:r>
        <w:t>398.2018</w:t>
      </w:r>
      <w:r>
        <w:tab/>
        <w:t>6.262e-1</w:t>
      </w:r>
    </w:p>
    <w:p w:rsidR="00557788" w:rsidRDefault="00557788" w:rsidP="00557788">
      <w:r>
        <w:t>398.2048</w:t>
      </w:r>
      <w:r>
        <w:tab/>
        <w:t>2.391e0</w:t>
      </w:r>
    </w:p>
    <w:p w:rsidR="00557788" w:rsidRDefault="00557788" w:rsidP="00557788">
      <w:r>
        <w:t>398.2351</w:t>
      </w:r>
      <w:r>
        <w:tab/>
        <w:t>4.146e0</w:t>
      </w:r>
    </w:p>
    <w:p w:rsidR="00557788" w:rsidRDefault="00557788" w:rsidP="00557788">
      <w:r>
        <w:t>398.2511</w:t>
      </w:r>
      <w:r>
        <w:tab/>
        <w:t>1.112e0</w:t>
      </w:r>
    </w:p>
    <w:p w:rsidR="00557788" w:rsidRDefault="00557788" w:rsidP="00557788">
      <w:r>
        <w:t>398.2687</w:t>
      </w:r>
      <w:r>
        <w:tab/>
        <w:t>3.611e0</w:t>
      </w:r>
    </w:p>
    <w:p w:rsidR="00557788" w:rsidRDefault="00557788" w:rsidP="00557788">
      <w:r>
        <w:t>398.2729</w:t>
      </w:r>
      <w:r>
        <w:tab/>
        <w:t>3.166e0</w:t>
      </w:r>
    </w:p>
    <w:p w:rsidR="00557788" w:rsidRDefault="00557788" w:rsidP="00557788">
      <w:r>
        <w:t>398.3091</w:t>
      </w:r>
      <w:r>
        <w:tab/>
        <w:t>1.658e0</w:t>
      </w:r>
    </w:p>
    <w:p w:rsidR="00557788" w:rsidRDefault="00557788" w:rsidP="00557788">
      <w:r>
        <w:t>398.3464</w:t>
      </w:r>
      <w:r>
        <w:tab/>
        <w:t>1.238e1</w:t>
      </w:r>
    </w:p>
    <w:p w:rsidR="00557788" w:rsidRDefault="00557788" w:rsidP="00557788">
      <w:r>
        <w:t>398.3608</w:t>
      </w:r>
      <w:r>
        <w:tab/>
        <w:t>1.355e1</w:t>
      </w:r>
    </w:p>
    <w:p w:rsidR="00557788" w:rsidRDefault="00557788" w:rsidP="00557788">
      <w:r>
        <w:t>398.3658</w:t>
      </w:r>
      <w:r>
        <w:tab/>
        <w:t>1.469e1</w:t>
      </w:r>
    </w:p>
    <w:p w:rsidR="00557788" w:rsidRDefault="00557788" w:rsidP="00557788">
      <w:r>
        <w:t>398.3692</w:t>
      </w:r>
      <w:r>
        <w:tab/>
        <w:t>2.208e1</w:t>
      </w:r>
    </w:p>
    <w:p w:rsidR="00557788" w:rsidRDefault="00557788" w:rsidP="00557788">
      <w:r>
        <w:t>398.4316</w:t>
      </w:r>
      <w:r>
        <w:tab/>
        <w:t>3.038e0</w:t>
      </w:r>
    </w:p>
    <w:p w:rsidR="00557788" w:rsidRDefault="00557788" w:rsidP="00557788">
      <w:r>
        <w:t>398.4669</w:t>
      </w:r>
      <w:r>
        <w:tab/>
        <w:t>2.025e0</w:t>
      </w:r>
    </w:p>
    <w:p w:rsidR="00557788" w:rsidRDefault="00557788" w:rsidP="00557788">
      <w:r>
        <w:lastRenderedPageBreak/>
        <w:t>398.4739</w:t>
      </w:r>
      <w:r>
        <w:tab/>
        <w:t>1.038e0</w:t>
      </w:r>
    </w:p>
    <w:p w:rsidR="00557788" w:rsidRDefault="00557788" w:rsidP="00557788">
      <w:r>
        <w:t>398.4752</w:t>
      </w:r>
      <w:r>
        <w:tab/>
        <w:t>5.076e0</w:t>
      </w:r>
    </w:p>
    <w:p w:rsidR="00557788" w:rsidRDefault="00557788" w:rsidP="00557788">
      <w:r>
        <w:t>398.4894</w:t>
      </w:r>
      <w:r>
        <w:tab/>
        <w:t>1.013e0</w:t>
      </w:r>
    </w:p>
    <w:p w:rsidR="00557788" w:rsidRDefault="00557788" w:rsidP="00557788">
      <w:r>
        <w:t>398.5138</w:t>
      </w:r>
      <w:r>
        <w:tab/>
        <w:t>4.051e0</w:t>
      </w:r>
    </w:p>
    <w:p w:rsidR="00557788" w:rsidRDefault="00557788" w:rsidP="00557788">
      <w:r>
        <w:t>398.5345</w:t>
      </w:r>
      <w:r>
        <w:tab/>
        <w:t>1.038e0</w:t>
      </w:r>
    </w:p>
    <w:p w:rsidR="00557788" w:rsidRDefault="00557788" w:rsidP="00557788">
      <w:r>
        <w:t>398.5448</w:t>
      </w:r>
      <w:r>
        <w:tab/>
        <w:t>2.025e0</w:t>
      </w:r>
    </w:p>
    <w:p w:rsidR="00557788" w:rsidRDefault="00557788" w:rsidP="00557788">
      <w:r>
        <w:t>398.5573</w:t>
      </w:r>
      <w:r>
        <w:tab/>
        <w:t>3.038e0</w:t>
      </w:r>
    </w:p>
    <w:p w:rsidR="00557788" w:rsidRDefault="00557788" w:rsidP="00557788">
      <w:r>
        <w:t>398.5603</w:t>
      </w:r>
      <w:r>
        <w:tab/>
        <w:t>1.025e0</w:t>
      </w:r>
    </w:p>
    <w:p w:rsidR="00557788" w:rsidRDefault="00557788" w:rsidP="00557788">
      <w:r>
        <w:t>398.5710</w:t>
      </w:r>
      <w:r>
        <w:tab/>
        <w:t>1.266e-2</w:t>
      </w:r>
    </w:p>
    <w:p w:rsidR="00557788" w:rsidRDefault="00557788" w:rsidP="00557788">
      <w:r>
        <w:t>398.5747</w:t>
      </w:r>
      <w:r>
        <w:tab/>
        <w:t>1.013e0</w:t>
      </w:r>
    </w:p>
    <w:p w:rsidR="00557788" w:rsidRDefault="00557788" w:rsidP="00557788">
      <w:r>
        <w:t>398.5792</w:t>
      </w:r>
      <w:r>
        <w:tab/>
        <w:t>3.038e0</w:t>
      </w:r>
    </w:p>
    <w:p w:rsidR="00557788" w:rsidRDefault="00557788" w:rsidP="00557788">
      <w:r>
        <w:t>398.5810</w:t>
      </w:r>
      <w:r>
        <w:tab/>
        <w:t>1.013e0</w:t>
      </w:r>
    </w:p>
    <w:p w:rsidR="00557788" w:rsidRDefault="00557788" w:rsidP="00557788">
      <w:r>
        <w:t>398.5960</w:t>
      </w:r>
      <w:r>
        <w:tab/>
        <w:t>1.013e0</w:t>
      </w:r>
    </w:p>
    <w:p w:rsidR="00557788" w:rsidRDefault="00557788" w:rsidP="00557788">
      <w:r>
        <w:t>398.6035</w:t>
      </w:r>
      <w:r>
        <w:tab/>
        <w:t>1.940e0</w:t>
      </w:r>
    </w:p>
    <w:p w:rsidR="00557788" w:rsidRDefault="00557788" w:rsidP="00557788">
      <w:r>
        <w:t>398.6053</w:t>
      </w:r>
      <w:r>
        <w:tab/>
        <w:t>2.025e0</w:t>
      </w:r>
    </w:p>
    <w:p w:rsidR="00557788" w:rsidRDefault="00557788" w:rsidP="00557788">
      <w:r>
        <w:t>398.6211</w:t>
      </w:r>
      <w:r>
        <w:tab/>
        <w:t>2.532e-2</w:t>
      </w:r>
    </w:p>
    <w:p w:rsidR="00557788" w:rsidRDefault="00557788" w:rsidP="00557788">
      <w:r>
        <w:t>398.6227</w:t>
      </w:r>
      <w:r>
        <w:tab/>
        <w:t>2.025e0</w:t>
      </w:r>
    </w:p>
    <w:p w:rsidR="00557788" w:rsidRDefault="00557788" w:rsidP="00557788">
      <w:r>
        <w:t>398.6242</w:t>
      </w:r>
      <w:r>
        <w:tab/>
        <w:t>2.025e0</w:t>
      </w:r>
    </w:p>
    <w:p w:rsidR="00557788" w:rsidRDefault="00557788" w:rsidP="00557788">
      <w:r>
        <w:t>398.6325</w:t>
      </w:r>
      <w:r>
        <w:tab/>
        <w:t>3.038e0</w:t>
      </w:r>
    </w:p>
    <w:p w:rsidR="00557788" w:rsidRDefault="00557788" w:rsidP="00557788">
      <w:r>
        <w:lastRenderedPageBreak/>
        <w:t>398.6622</w:t>
      </w:r>
      <w:r>
        <w:tab/>
        <w:t>3.038e0</w:t>
      </w:r>
    </w:p>
    <w:p w:rsidR="00557788" w:rsidRDefault="00557788" w:rsidP="00557788">
      <w:r>
        <w:t>398.6635</w:t>
      </w:r>
      <w:r>
        <w:tab/>
        <w:t>2.532e-2</w:t>
      </w:r>
    </w:p>
    <w:p w:rsidR="00557788" w:rsidRDefault="00557788" w:rsidP="00557788">
      <w:r>
        <w:t>398.6726</w:t>
      </w:r>
      <w:r>
        <w:tab/>
        <w:t>1.013e0</w:t>
      </w:r>
    </w:p>
    <w:p w:rsidR="00557788" w:rsidRDefault="00557788" w:rsidP="00557788">
      <w:r>
        <w:t>398.6755</w:t>
      </w:r>
      <w:r>
        <w:tab/>
        <w:t>3.038e0</w:t>
      </w:r>
    </w:p>
    <w:p w:rsidR="00557788" w:rsidRDefault="00557788" w:rsidP="00557788">
      <w:r>
        <w:t>398.6765</w:t>
      </w:r>
      <w:r>
        <w:tab/>
        <w:t>3.038e0</w:t>
      </w:r>
    </w:p>
    <w:p w:rsidR="00557788" w:rsidRDefault="00557788" w:rsidP="00557788">
      <w:r>
        <w:t>398.6987</w:t>
      </w:r>
      <w:r>
        <w:tab/>
        <w:t>1.038e0</w:t>
      </w:r>
    </w:p>
    <w:p w:rsidR="00557788" w:rsidRDefault="00557788" w:rsidP="00557788">
      <w:r>
        <w:t>398.7132</w:t>
      </w:r>
      <w:r>
        <w:tab/>
        <w:t>2.025e0</w:t>
      </w:r>
    </w:p>
    <w:p w:rsidR="00557788" w:rsidRDefault="00557788" w:rsidP="00557788">
      <w:r>
        <w:t>398.7283</w:t>
      </w:r>
      <w:r>
        <w:tab/>
        <w:t>3.038e0</w:t>
      </w:r>
    </w:p>
    <w:p w:rsidR="00557788" w:rsidRDefault="00557788" w:rsidP="00557788">
      <w:r>
        <w:t>398.7395</w:t>
      </w:r>
      <w:r>
        <w:tab/>
        <w:t>2.025e0</w:t>
      </w:r>
    </w:p>
    <w:p w:rsidR="00557788" w:rsidRDefault="00557788" w:rsidP="00557788">
      <w:r>
        <w:t>398.7413</w:t>
      </w:r>
      <w:r>
        <w:tab/>
        <w:t>1.013e0</w:t>
      </w:r>
    </w:p>
    <w:p w:rsidR="00557788" w:rsidRDefault="00557788" w:rsidP="00557788">
      <w:r>
        <w:t>398.7502</w:t>
      </w:r>
      <w:r>
        <w:tab/>
        <w:t>1.266e-2</w:t>
      </w:r>
    </w:p>
    <w:p w:rsidR="00557788" w:rsidRDefault="00557788" w:rsidP="00557788">
      <w:r>
        <w:t>398.7626</w:t>
      </w:r>
      <w:r>
        <w:tab/>
        <w:t>1.266e-2</w:t>
      </w:r>
    </w:p>
    <w:p w:rsidR="00557788" w:rsidRDefault="00557788" w:rsidP="00557788">
      <w:r>
        <w:t>398.7770</w:t>
      </w:r>
      <w:r>
        <w:tab/>
        <w:t>2.025e0</w:t>
      </w:r>
    </w:p>
    <w:p w:rsidR="00557788" w:rsidRDefault="00557788" w:rsidP="00557788">
      <w:r>
        <w:t>398.7924</w:t>
      </w:r>
      <w:r>
        <w:tab/>
        <w:t>1.013e0</w:t>
      </w:r>
    </w:p>
    <w:p w:rsidR="00557788" w:rsidRDefault="00557788" w:rsidP="00557788">
      <w:r>
        <w:t>398.8190</w:t>
      </w:r>
      <w:r>
        <w:tab/>
        <w:t>3.038e0</w:t>
      </w:r>
    </w:p>
    <w:p w:rsidR="00557788" w:rsidRDefault="00557788" w:rsidP="00557788">
      <w:r>
        <w:t>398.8241</w:t>
      </w:r>
      <w:r>
        <w:tab/>
        <w:t>2.025e0</w:t>
      </w:r>
    </w:p>
    <w:p w:rsidR="00557788" w:rsidRDefault="00557788" w:rsidP="00557788">
      <w:r>
        <w:t>398.8265</w:t>
      </w:r>
      <w:r>
        <w:tab/>
        <w:t>1.266e-2</w:t>
      </w:r>
    </w:p>
    <w:p w:rsidR="00557788" w:rsidRDefault="00557788" w:rsidP="00557788">
      <w:r>
        <w:t>398.8431</w:t>
      </w:r>
      <w:r>
        <w:tab/>
        <w:t>3.798e-2</w:t>
      </w:r>
    </w:p>
    <w:p w:rsidR="00557788" w:rsidRDefault="00557788" w:rsidP="00557788">
      <w:r>
        <w:t>398.8585</w:t>
      </w:r>
      <w:r>
        <w:tab/>
        <w:t>2.025e0</w:t>
      </w:r>
    </w:p>
    <w:p w:rsidR="00557788" w:rsidRDefault="00557788" w:rsidP="00557788">
      <w:r>
        <w:lastRenderedPageBreak/>
        <w:t>398.8653</w:t>
      </w:r>
      <w:r>
        <w:tab/>
        <w:t>4.279e0</w:t>
      </w:r>
    </w:p>
    <w:p w:rsidR="00557788" w:rsidRDefault="00557788" w:rsidP="00557788">
      <w:r>
        <w:t>398.8755</w:t>
      </w:r>
      <w:r>
        <w:tab/>
        <w:t>2.025e0</w:t>
      </w:r>
    </w:p>
    <w:p w:rsidR="00557788" w:rsidRDefault="00557788" w:rsidP="00557788">
      <w:r>
        <w:t>398.8779</w:t>
      </w:r>
      <w:r>
        <w:tab/>
        <w:t>2.025e0</w:t>
      </w:r>
    </w:p>
    <w:p w:rsidR="00557788" w:rsidRDefault="00557788" w:rsidP="00557788">
      <w:r>
        <w:t>398.8906</w:t>
      </w:r>
      <w:r>
        <w:tab/>
        <w:t>8.420e0</w:t>
      </w:r>
    </w:p>
    <w:p w:rsidR="00557788" w:rsidRDefault="00557788" w:rsidP="00557788">
      <w:r>
        <w:t>398.8958</w:t>
      </w:r>
      <w:r>
        <w:tab/>
        <w:t>5.404e-1</w:t>
      </w:r>
    </w:p>
    <w:p w:rsidR="00557788" w:rsidRDefault="00557788" w:rsidP="00557788">
      <w:r>
        <w:t>398.9048</w:t>
      </w:r>
      <w:r>
        <w:tab/>
        <w:t>2.051e0</w:t>
      </w:r>
    </w:p>
    <w:p w:rsidR="00557788" w:rsidRDefault="00557788" w:rsidP="00557788">
      <w:r>
        <w:t>398.9072</w:t>
      </w:r>
      <w:r>
        <w:tab/>
        <w:t>3.822e0</w:t>
      </w:r>
    </w:p>
    <w:p w:rsidR="00557788" w:rsidRDefault="00557788" w:rsidP="00557788">
      <w:r>
        <w:t>398.9464</w:t>
      </w:r>
      <w:r>
        <w:tab/>
        <w:t>3.820e-1</w:t>
      </w:r>
    </w:p>
    <w:p w:rsidR="00557788" w:rsidRDefault="00557788" w:rsidP="00557788">
      <w:r>
        <w:t>398.9673</w:t>
      </w:r>
      <w:r>
        <w:tab/>
        <w:t>8.592e0</w:t>
      </w:r>
    </w:p>
    <w:p w:rsidR="00557788" w:rsidRDefault="00557788" w:rsidP="00557788">
      <w:r>
        <w:t>398.9753</w:t>
      </w:r>
      <w:r>
        <w:tab/>
        <w:t>1.731e0</w:t>
      </w:r>
    </w:p>
    <w:p w:rsidR="00557788" w:rsidRDefault="00557788" w:rsidP="00557788">
      <w:r>
        <w:t>399.0014</w:t>
      </w:r>
      <w:r>
        <w:tab/>
        <w:t>1.267e0</w:t>
      </w:r>
    </w:p>
    <w:p w:rsidR="00557788" w:rsidRDefault="00557788" w:rsidP="00557788">
      <w:r>
        <w:t>399.0096</w:t>
      </w:r>
      <w:r>
        <w:tab/>
        <w:t>2.198e0</w:t>
      </w:r>
    </w:p>
    <w:p w:rsidR="00557788" w:rsidRDefault="00557788" w:rsidP="00557788">
      <w:r>
        <w:t>399.0352</w:t>
      </w:r>
      <w:r>
        <w:tab/>
        <w:t>7.857e0</w:t>
      </w:r>
    </w:p>
    <w:p w:rsidR="00557788" w:rsidRDefault="00557788" w:rsidP="00557788">
      <w:r>
        <w:t>399.0387</w:t>
      </w:r>
      <w:r>
        <w:tab/>
        <w:t>4.063e0</w:t>
      </w:r>
    </w:p>
    <w:p w:rsidR="00557788" w:rsidRDefault="00557788" w:rsidP="00557788">
      <w:r>
        <w:t>399.0491</w:t>
      </w:r>
      <w:r>
        <w:tab/>
        <w:t>2.532e-2</w:t>
      </w:r>
    </w:p>
    <w:p w:rsidR="00557788" w:rsidRDefault="00557788" w:rsidP="00557788">
      <w:r>
        <w:t>399.0558</w:t>
      </w:r>
      <w:r>
        <w:tab/>
        <w:t>2.481e0</w:t>
      </w:r>
    </w:p>
    <w:p w:rsidR="00557788" w:rsidRDefault="00557788" w:rsidP="00557788">
      <w:r>
        <w:t>399.0959</w:t>
      </w:r>
      <w:r>
        <w:tab/>
        <w:t>5.662e0</w:t>
      </w:r>
    </w:p>
    <w:p w:rsidR="00557788" w:rsidRDefault="00557788" w:rsidP="00557788">
      <w:r>
        <w:t>399.1151</w:t>
      </w:r>
      <w:r>
        <w:tab/>
        <w:t>4.814e0</w:t>
      </w:r>
    </w:p>
    <w:p w:rsidR="00557788" w:rsidRDefault="00557788" w:rsidP="00557788">
      <w:r>
        <w:t>399.1164</w:t>
      </w:r>
      <w:r>
        <w:tab/>
        <w:t>3.702e0</w:t>
      </w:r>
    </w:p>
    <w:p w:rsidR="00557788" w:rsidRDefault="00557788" w:rsidP="00557788">
      <w:r>
        <w:lastRenderedPageBreak/>
        <w:t>399.1298</w:t>
      </w:r>
      <w:r>
        <w:tab/>
        <w:t>1.279e0</w:t>
      </w:r>
    </w:p>
    <w:p w:rsidR="00557788" w:rsidRDefault="00557788" w:rsidP="00557788">
      <w:r>
        <w:t>399.1498</w:t>
      </w:r>
      <w:r>
        <w:tab/>
        <w:t>1.611e0</w:t>
      </w:r>
    </w:p>
    <w:p w:rsidR="00557788" w:rsidRDefault="00557788" w:rsidP="00557788">
      <w:r>
        <w:t>399.1575</w:t>
      </w:r>
      <w:r>
        <w:tab/>
        <w:t>4.968e0</w:t>
      </w:r>
    </w:p>
    <w:p w:rsidR="00557788" w:rsidRDefault="00557788" w:rsidP="00557788">
      <w:r>
        <w:t>399.1653</w:t>
      </w:r>
      <w:r>
        <w:tab/>
        <w:t>2.026e0</w:t>
      </w:r>
    </w:p>
    <w:p w:rsidR="00557788" w:rsidRDefault="00557788" w:rsidP="00557788">
      <w:r>
        <w:t>399.1672</w:t>
      </w:r>
      <w:r>
        <w:tab/>
        <w:t>4.646e0</w:t>
      </w:r>
    </w:p>
    <w:p w:rsidR="00557788" w:rsidRDefault="00557788" w:rsidP="00557788">
      <w:r>
        <w:t>399.1867</w:t>
      </w:r>
      <w:r>
        <w:tab/>
        <w:t>1.048e1</w:t>
      </w:r>
    </w:p>
    <w:p w:rsidR="00557788" w:rsidRDefault="00557788" w:rsidP="00557788">
      <w:r>
        <w:t>399.1943</w:t>
      </w:r>
      <w:r>
        <w:tab/>
        <w:t>1.790e0</w:t>
      </w:r>
    </w:p>
    <w:p w:rsidR="00557788" w:rsidRDefault="00557788" w:rsidP="00557788">
      <w:r>
        <w:t>399.2025</w:t>
      </w:r>
      <w:r>
        <w:tab/>
        <w:t>3.794e0</w:t>
      </w:r>
    </w:p>
    <w:p w:rsidR="00557788" w:rsidRDefault="00557788" w:rsidP="00557788">
      <w:r>
        <w:t>399.2100</w:t>
      </w:r>
      <w:r>
        <w:tab/>
        <w:t>1.539e0</w:t>
      </w:r>
    </w:p>
    <w:p w:rsidR="00557788" w:rsidRDefault="00557788" w:rsidP="00557788">
      <w:r>
        <w:t>399.2136</w:t>
      </w:r>
      <w:r>
        <w:tab/>
        <w:t>4.909e-2</w:t>
      </w:r>
    </w:p>
    <w:p w:rsidR="00557788" w:rsidRDefault="00557788" w:rsidP="00557788">
      <w:r>
        <w:t>399.2294</w:t>
      </w:r>
      <w:r>
        <w:tab/>
        <w:t>1.746e0</w:t>
      </w:r>
    </w:p>
    <w:p w:rsidR="00557788" w:rsidRDefault="00557788" w:rsidP="00557788">
      <w:r>
        <w:t>399.2621</w:t>
      </w:r>
      <w:r>
        <w:tab/>
        <w:t>3.757e0</w:t>
      </w:r>
    </w:p>
    <w:p w:rsidR="00557788" w:rsidRDefault="00557788" w:rsidP="00557788">
      <w:r>
        <w:t>399.2638</w:t>
      </w:r>
      <w:r>
        <w:tab/>
        <w:t>1.904e0</w:t>
      </w:r>
    </w:p>
    <w:p w:rsidR="00557788" w:rsidRDefault="00557788" w:rsidP="00557788">
      <w:r>
        <w:t>399.2820</w:t>
      </w:r>
      <w:r>
        <w:tab/>
        <w:t>6.497e0</w:t>
      </w:r>
    </w:p>
    <w:p w:rsidR="00557788" w:rsidRDefault="00557788" w:rsidP="00557788">
      <w:r>
        <w:t>399.2951</w:t>
      </w:r>
      <w:r>
        <w:tab/>
        <w:t>3.906e0</w:t>
      </w:r>
    </w:p>
    <w:p w:rsidR="00557788" w:rsidRDefault="00557788" w:rsidP="00557788">
      <w:r>
        <w:t>399.2983</w:t>
      </w:r>
      <w:r>
        <w:tab/>
        <w:t>3.562e0</w:t>
      </w:r>
    </w:p>
    <w:p w:rsidR="00557788" w:rsidRDefault="00557788" w:rsidP="00557788">
      <w:r>
        <w:t>399.2995</w:t>
      </w:r>
      <w:r>
        <w:tab/>
        <w:t>4.596e0</w:t>
      </w:r>
    </w:p>
    <w:p w:rsidR="00557788" w:rsidRDefault="00557788" w:rsidP="00557788">
      <w:r>
        <w:t>399.3536</w:t>
      </w:r>
      <w:r>
        <w:tab/>
        <w:t>1.312e-1</w:t>
      </w:r>
    </w:p>
    <w:p w:rsidR="00557788" w:rsidRDefault="00557788" w:rsidP="00557788">
      <w:r>
        <w:t>399.3550</w:t>
      </w:r>
      <w:r>
        <w:tab/>
        <w:t>6.546e0</w:t>
      </w:r>
    </w:p>
    <w:p w:rsidR="00557788" w:rsidRDefault="00557788" w:rsidP="00557788">
      <w:r>
        <w:lastRenderedPageBreak/>
        <w:t>399.3575</w:t>
      </w:r>
      <w:r>
        <w:tab/>
        <w:t>1.541e1</w:t>
      </w:r>
    </w:p>
    <w:p w:rsidR="00557788" w:rsidRDefault="00557788" w:rsidP="00557788">
      <w:r>
        <w:t>399.3589</w:t>
      </w:r>
      <w:r>
        <w:tab/>
        <w:t>6.137e0</w:t>
      </w:r>
    </w:p>
    <w:p w:rsidR="00557788" w:rsidRDefault="00557788" w:rsidP="00557788">
      <w:r>
        <w:t>399.3606</w:t>
      </w:r>
      <w:r>
        <w:tab/>
        <w:t>2.791e0</w:t>
      </w:r>
    </w:p>
    <w:p w:rsidR="00557788" w:rsidRDefault="00557788" w:rsidP="00557788">
      <w:r>
        <w:t>399.3710</w:t>
      </w:r>
      <w:r>
        <w:tab/>
        <w:t>3.622e0</w:t>
      </w:r>
    </w:p>
    <w:p w:rsidR="00557788" w:rsidRDefault="00557788" w:rsidP="00557788">
      <w:r>
        <w:t>399.3839</w:t>
      </w:r>
      <w:r>
        <w:tab/>
        <w:t>5.651e0</w:t>
      </w:r>
    </w:p>
    <w:p w:rsidR="00557788" w:rsidRDefault="00557788" w:rsidP="00557788">
      <w:r>
        <w:t>399.4058</w:t>
      </w:r>
      <w:r>
        <w:tab/>
        <w:t>2.712e0</w:t>
      </w:r>
    </w:p>
    <w:p w:rsidR="00557788" w:rsidRDefault="00557788" w:rsidP="00557788">
      <w:r>
        <w:t>399.4178</w:t>
      </w:r>
      <w:r>
        <w:tab/>
        <w:t>2.025e0</w:t>
      </w:r>
    </w:p>
    <w:p w:rsidR="00557788" w:rsidRDefault="00557788" w:rsidP="00557788">
      <w:r>
        <w:t>399.4266</w:t>
      </w:r>
      <w:r>
        <w:tab/>
        <w:t>1.013e0</w:t>
      </w:r>
    </w:p>
    <w:p w:rsidR="00557788" w:rsidRDefault="00557788" w:rsidP="00557788">
      <w:r>
        <w:t>399.4285</w:t>
      </w:r>
      <w:r>
        <w:tab/>
        <w:t>2.025e0</w:t>
      </w:r>
    </w:p>
    <w:p w:rsidR="00557788" w:rsidRDefault="00557788" w:rsidP="00557788">
      <w:r>
        <w:t>399.4671</w:t>
      </w:r>
      <w:r>
        <w:tab/>
        <w:t>2.532e-2</w:t>
      </w:r>
    </w:p>
    <w:p w:rsidR="00557788" w:rsidRDefault="00557788" w:rsidP="00557788">
      <w:r>
        <w:t>399.4831</w:t>
      </w:r>
      <w:r>
        <w:tab/>
        <w:t>5.063e-2</w:t>
      </w:r>
    </w:p>
    <w:p w:rsidR="00557788" w:rsidRDefault="00557788" w:rsidP="00557788">
      <w:r>
        <w:t>399.4906</w:t>
      </w:r>
      <w:r>
        <w:tab/>
        <w:t>1.013e0</w:t>
      </w:r>
    </w:p>
    <w:p w:rsidR="00557788" w:rsidRDefault="00557788" w:rsidP="00557788">
      <w:r>
        <w:t>399.4922</w:t>
      </w:r>
      <w:r>
        <w:tab/>
        <w:t>2.025e0</w:t>
      </w:r>
    </w:p>
    <w:p w:rsidR="00557788" w:rsidRDefault="00557788" w:rsidP="00557788">
      <w:r>
        <w:t>399.5049</w:t>
      </w:r>
      <w:r>
        <w:tab/>
        <w:t>2.025e0</w:t>
      </w:r>
    </w:p>
    <w:p w:rsidR="00557788" w:rsidRDefault="00557788" w:rsidP="00557788">
      <w:r>
        <w:t>399.5193</w:t>
      </w:r>
      <w:r>
        <w:tab/>
        <w:t>2.025e0</w:t>
      </w:r>
    </w:p>
    <w:p w:rsidR="00557788" w:rsidRDefault="00557788" w:rsidP="00557788">
      <w:r>
        <w:t>399.5369</w:t>
      </w:r>
      <w:r>
        <w:tab/>
        <w:t>1.013e0</w:t>
      </w:r>
    </w:p>
    <w:p w:rsidR="00557788" w:rsidRDefault="00557788" w:rsidP="00557788">
      <w:r>
        <w:t>399.5511</w:t>
      </w:r>
      <w:r>
        <w:tab/>
        <w:t>2.051e0</w:t>
      </w:r>
    </w:p>
    <w:p w:rsidR="00557788" w:rsidRDefault="00557788" w:rsidP="00557788">
      <w:r>
        <w:t>399.5554</w:t>
      </w:r>
      <w:r>
        <w:tab/>
        <w:t>3.051e0</w:t>
      </w:r>
    </w:p>
    <w:p w:rsidR="00557788" w:rsidRDefault="00557788" w:rsidP="00557788">
      <w:r>
        <w:t>399.5816</w:t>
      </w:r>
      <w:r>
        <w:tab/>
        <w:t>5.063e0</w:t>
      </w:r>
    </w:p>
    <w:p w:rsidR="00557788" w:rsidRDefault="00557788" w:rsidP="00557788">
      <w:r>
        <w:lastRenderedPageBreak/>
        <w:t>399.6017</w:t>
      </w:r>
      <w:r>
        <w:tab/>
        <w:t>1.051e0</w:t>
      </w:r>
    </w:p>
    <w:p w:rsidR="00557788" w:rsidRDefault="00557788" w:rsidP="00557788">
      <w:r>
        <w:t>399.6158</w:t>
      </w:r>
      <w:r>
        <w:tab/>
        <w:t>1.038e0</w:t>
      </w:r>
    </w:p>
    <w:p w:rsidR="00557788" w:rsidRDefault="00557788" w:rsidP="00557788">
      <w:r>
        <w:t>399.6418</w:t>
      </w:r>
      <w:r>
        <w:tab/>
        <w:t>3.038e0</w:t>
      </w:r>
    </w:p>
    <w:p w:rsidR="00557788" w:rsidRDefault="00557788" w:rsidP="00557788">
      <w:r>
        <w:t>399.6524</w:t>
      </w:r>
      <w:r>
        <w:tab/>
        <w:t>4.051e0</w:t>
      </w:r>
    </w:p>
    <w:p w:rsidR="00557788" w:rsidRDefault="00557788" w:rsidP="00557788">
      <w:r>
        <w:t>399.6642</w:t>
      </w:r>
      <w:r>
        <w:tab/>
        <w:t>1.025e0</w:t>
      </w:r>
    </w:p>
    <w:p w:rsidR="00557788" w:rsidRDefault="00557788" w:rsidP="00557788">
      <w:r>
        <w:t>399.6960</w:t>
      </w:r>
      <w:r>
        <w:tab/>
        <w:t>1.266e-2</w:t>
      </w:r>
    </w:p>
    <w:p w:rsidR="00557788" w:rsidRDefault="00557788" w:rsidP="00557788">
      <w:r>
        <w:t>399.6996</w:t>
      </w:r>
      <w:r>
        <w:tab/>
        <w:t>3.038e0</w:t>
      </w:r>
    </w:p>
    <w:p w:rsidR="00557788" w:rsidRDefault="00557788" w:rsidP="00557788">
      <w:r>
        <w:t>399.7009</w:t>
      </w:r>
      <w:r>
        <w:tab/>
        <w:t>3.038e0</w:t>
      </w:r>
    </w:p>
    <w:p w:rsidR="00557788" w:rsidRDefault="00557788" w:rsidP="00557788">
      <w:r>
        <w:t>399.7056</w:t>
      </w:r>
      <w:r>
        <w:tab/>
        <w:t>3.038e0</w:t>
      </w:r>
    </w:p>
    <w:p w:rsidR="00557788" w:rsidRDefault="00557788" w:rsidP="00557788">
      <w:r>
        <w:t>399.7179</w:t>
      </w:r>
      <w:r>
        <w:tab/>
        <w:t>2.025e0</w:t>
      </w:r>
    </w:p>
    <w:p w:rsidR="00557788" w:rsidRDefault="00557788" w:rsidP="00557788">
      <w:r>
        <w:t>399.7383</w:t>
      </w:r>
      <w:r>
        <w:tab/>
        <w:t>1.013e0</w:t>
      </w:r>
    </w:p>
    <w:p w:rsidR="00557788" w:rsidRDefault="00557788" w:rsidP="00557788">
      <w:r>
        <w:t>399.7430</w:t>
      </w:r>
      <w:r>
        <w:tab/>
        <w:t>3.038e0</w:t>
      </w:r>
    </w:p>
    <w:p w:rsidR="00557788" w:rsidRDefault="00557788" w:rsidP="00557788">
      <w:r>
        <w:t>399.7491</w:t>
      </w:r>
      <w:r>
        <w:tab/>
        <w:t>2.025e0</w:t>
      </w:r>
    </w:p>
    <w:p w:rsidR="00557788" w:rsidRDefault="00557788" w:rsidP="00557788">
      <w:r>
        <w:t>399.7545</w:t>
      </w:r>
      <w:r>
        <w:tab/>
        <w:t>3.038e0</w:t>
      </w:r>
    </w:p>
    <w:p w:rsidR="00557788" w:rsidRDefault="00557788" w:rsidP="00557788">
      <w:r>
        <w:t>399.7683</w:t>
      </w:r>
      <w:r>
        <w:tab/>
        <w:t>2.025e0</w:t>
      </w:r>
    </w:p>
    <w:p w:rsidR="00557788" w:rsidRDefault="00557788" w:rsidP="00557788">
      <w:r>
        <w:t>399.7724</w:t>
      </w:r>
      <w:r>
        <w:tab/>
        <w:t>3.038e0</w:t>
      </w:r>
    </w:p>
    <w:p w:rsidR="00557788" w:rsidRDefault="00557788" w:rsidP="00557788">
      <w:r>
        <w:t>399.8232</w:t>
      </w:r>
      <w:r>
        <w:tab/>
        <w:t>2.025e0</w:t>
      </w:r>
    </w:p>
    <w:p w:rsidR="00557788" w:rsidRDefault="00557788" w:rsidP="00557788">
      <w:r>
        <w:t>399.8350</w:t>
      </w:r>
      <w:r>
        <w:tab/>
        <w:t>2.025e0</w:t>
      </w:r>
    </w:p>
    <w:p w:rsidR="00557788" w:rsidRDefault="00557788" w:rsidP="00557788">
      <w:r>
        <w:t>399.8423</w:t>
      </w:r>
      <w:r>
        <w:tab/>
        <w:t>2.025e0</w:t>
      </w:r>
    </w:p>
    <w:p w:rsidR="00557788" w:rsidRDefault="00557788" w:rsidP="00557788">
      <w:r>
        <w:lastRenderedPageBreak/>
        <w:t>399.8631</w:t>
      </w:r>
      <w:r>
        <w:tab/>
        <w:t>2.025e0</w:t>
      </w:r>
    </w:p>
    <w:p w:rsidR="00557788" w:rsidRDefault="00557788" w:rsidP="00557788">
      <w:r>
        <w:t>399.8748</w:t>
      </w:r>
      <w:r>
        <w:tab/>
        <w:t>2.637e0</w:t>
      </w:r>
    </w:p>
    <w:p w:rsidR="00557788" w:rsidRDefault="00557788" w:rsidP="00557788">
      <w:r>
        <w:t>399.8902</w:t>
      </w:r>
      <w:r>
        <w:tab/>
        <w:t>2.025e0</w:t>
      </w:r>
    </w:p>
    <w:p w:rsidR="00557788" w:rsidRDefault="00557788" w:rsidP="00557788">
      <w:r>
        <w:t>399.9080</w:t>
      </w:r>
      <w:r>
        <w:tab/>
        <w:t>1.013e0</w:t>
      </w:r>
    </w:p>
    <w:p w:rsidR="00557788" w:rsidRDefault="00557788" w:rsidP="00557788">
      <w:r>
        <w:t>399.9116</w:t>
      </w:r>
      <w:r>
        <w:tab/>
        <w:t>4.051e0</w:t>
      </w:r>
    </w:p>
    <w:p w:rsidR="00557788" w:rsidRDefault="00557788" w:rsidP="00557788">
      <w:r>
        <w:t>399.9193</w:t>
      </w:r>
      <w:r>
        <w:tab/>
        <w:t>3.751e0</w:t>
      </w:r>
    </w:p>
    <w:p w:rsidR="00557788" w:rsidRDefault="00557788" w:rsidP="00557788">
      <w:r>
        <w:t>399.9597</w:t>
      </w:r>
      <w:r>
        <w:tab/>
        <w:t>2.177e0</w:t>
      </w:r>
    </w:p>
    <w:p w:rsidR="00557788" w:rsidRDefault="00557788" w:rsidP="00557788">
      <w:r>
        <w:t>399.9662</w:t>
      </w:r>
      <w:r>
        <w:tab/>
        <w:t>2.783e0</w:t>
      </w:r>
    </w:p>
    <w:p w:rsidR="00557788" w:rsidRDefault="00557788" w:rsidP="00557788">
      <w:r>
        <w:t>399.9686</w:t>
      </w:r>
      <w:r>
        <w:tab/>
        <w:t>1.711e0</w:t>
      </w:r>
    </w:p>
    <w:p w:rsidR="00557788" w:rsidRDefault="00557788" w:rsidP="00557788">
      <w:r>
        <w:t>399.9881</w:t>
      </w:r>
      <w:r>
        <w:tab/>
        <w:t>6.771e0</w:t>
      </w:r>
    </w:p>
    <w:p w:rsidR="00557788" w:rsidRDefault="00557788" w:rsidP="00557788">
      <w:r>
        <w:t>399.9914</w:t>
      </w:r>
      <w:r>
        <w:tab/>
        <w:t>3.798e-2</w:t>
      </w:r>
    </w:p>
    <w:p w:rsidR="00557788" w:rsidRDefault="00557788" w:rsidP="00557788">
      <w:r>
        <w:t>400.0040</w:t>
      </w:r>
      <w:r>
        <w:tab/>
        <w:t>3.038e0</w:t>
      </w:r>
    </w:p>
    <w:p w:rsidR="00557788" w:rsidRDefault="00557788" w:rsidP="00557788">
      <w:r>
        <w:t>400.0150</w:t>
      </w:r>
      <w:r>
        <w:tab/>
        <w:t>3.524e0</w:t>
      </w:r>
    </w:p>
    <w:p w:rsidR="00557788" w:rsidRDefault="00557788" w:rsidP="00557788">
      <w:r>
        <w:t>400.0415</w:t>
      </w:r>
      <w:r>
        <w:tab/>
        <w:t>2.927e0</w:t>
      </w:r>
    </w:p>
    <w:p w:rsidR="00557788" w:rsidRDefault="00557788" w:rsidP="00557788">
      <w:r>
        <w:t>400.0446</w:t>
      </w:r>
      <w:r>
        <w:tab/>
        <w:t>7.595e-2</w:t>
      </w:r>
    </w:p>
    <w:p w:rsidR="00557788" w:rsidRDefault="00557788" w:rsidP="00557788">
      <w:r>
        <w:t>400.0481</w:t>
      </w:r>
      <w:r>
        <w:tab/>
        <w:t>1.013e0</w:t>
      </w:r>
    </w:p>
    <w:p w:rsidR="00557788" w:rsidRDefault="00557788" w:rsidP="00557788">
      <w:r>
        <w:t>400.0547</w:t>
      </w:r>
      <w:r>
        <w:tab/>
        <w:t>2.025e0</w:t>
      </w:r>
    </w:p>
    <w:p w:rsidR="00557788" w:rsidRDefault="00557788" w:rsidP="00557788">
      <w:r>
        <w:t>400.0783</w:t>
      </w:r>
      <w:r>
        <w:tab/>
        <w:t>3.063e0</w:t>
      </w:r>
    </w:p>
    <w:p w:rsidR="00557788" w:rsidRDefault="00557788" w:rsidP="00557788">
      <w:r>
        <w:t>400.0945</w:t>
      </w:r>
      <w:r>
        <w:tab/>
        <w:t>1.013e0</w:t>
      </w:r>
    </w:p>
    <w:p w:rsidR="00557788" w:rsidRDefault="00557788" w:rsidP="00557788">
      <w:r>
        <w:lastRenderedPageBreak/>
        <w:t>400.1051</w:t>
      </w:r>
      <w:r>
        <w:tab/>
        <w:t>7.445e0</w:t>
      </w:r>
    </w:p>
    <w:p w:rsidR="00557788" w:rsidRDefault="00557788" w:rsidP="00557788">
      <w:r>
        <w:t>400.1117</w:t>
      </w:r>
      <w:r>
        <w:tab/>
        <w:t>2.328e0</w:t>
      </w:r>
    </w:p>
    <w:p w:rsidR="00557788" w:rsidRDefault="00557788" w:rsidP="00557788">
      <w:r>
        <w:t>400.1163</w:t>
      </w:r>
      <w:r>
        <w:tab/>
        <w:t>2.582e0</w:t>
      </w:r>
    </w:p>
    <w:p w:rsidR="00557788" w:rsidRDefault="00557788" w:rsidP="00557788">
      <w:r>
        <w:t>400.1240</w:t>
      </w:r>
      <w:r>
        <w:tab/>
        <w:t>7.653e-1</w:t>
      </w:r>
    </w:p>
    <w:p w:rsidR="00557788" w:rsidRDefault="00557788" w:rsidP="00557788">
      <w:r>
        <w:t>400.1422</w:t>
      </w:r>
      <w:r>
        <w:tab/>
        <w:t>4.029e0</w:t>
      </w:r>
    </w:p>
    <w:p w:rsidR="00557788" w:rsidRDefault="00557788" w:rsidP="00557788">
      <w:r>
        <w:t>400.1585</w:t>
      </w:r>
      <w:r>
        <w:tab/>
        <w:t>2.187e0</w:t>
      </w:r>
    </w:p>
    <w:p w:rsidR="00557788" w:rsidRDefault="00557788" w:rsidP="00557788">
      <w:r>
        <w:t>400.1860</w:t>
      </w:r>
      <w:r>
        <w:tab/>
        <w:t>7.711e0</w:t>
      </w:r>
    </w:p>
    <w:p w:rsidR="00557788" w:rsidRDefault="00557788" w:rsidP="00557788">
      <w:r>
        <w:t>400.2200</w:t>
      </w:r>
      <w:r>
        <w:tab/>
        <w:t>1.018e1</w:t>
      </w:r>
    </w:p>
    <w:p w:rsidR="00557788" w:rsidRDefault="00557788" w:rsidP="00557788">
      <w:r>
        <w:t>400.2298</w:t>
      </w:r>
      <w:r>
        <w:tab/>
        <w:t>1.081e1</w:t>
      </w:r>
    </w:p>
    <w:p w:rsidR="00557788" w:rsidRDefault="00557788" w:rsidP="00557788">
      <w:r>
        <w:t>400.2470</w:t>
      </w:r>
      <w:r>
        <w:tab/>
        <w:t>1.360e1</w:t>
      </w:r>
    </w:p>
    <w:p w:rsidR="00557788" w:rsidRDefault="00557788" w:rsidP="00557788">
      <w:r>
        <w:t>400.2483</w:t>
      </w:r>
      <w:r>
        <w:tab/>
        <w:t>8.026e0</w:t>
      </w:r>
    </w:p>
    <w:p w:rsidR="00557788" w:rsidRDefault="00557788" w:rsidP="00557788">
      <w:r>
        <w:t>400.2520</w:t>
      </w:r>
      <w:r>
        <w:tab/>
        <w:t>4.103e0</w:t>
      </w:r>
    </w:p>
    <w:p w:rsidR="00557788" w:rsidRDefault="00557788" w:rsidP="00557788">
      <w:r>
        <w:t>400.2627</w:t>
      </w:r>
      <w:r>
        <w:tab/>
        <w:t>9.192e0</w:t>
      </w:r>
    </w:p>
    <w:p w:rsidR="00557788" w:rsidRDefault="00557788" w:rsidP="00557788">
      <w:r>
        <w:t>400.2667</w:t>
      </w:r>
      <w:r>
        <w:tab/>
        <w:t>2.346e0</w:t>
      </w:r>
    </w:p>
    <w:p w:rsidR="00557788" w:rsidRDefault="00557788" w:rsidP="00557788">
      <w:r>
        <w:t>400.2699</w:t>
      </w:r>
      <w:r>
        <w:tab/>
        <w:t>2.013e1</w:t>
      </w:r>
    </w:p>
    <w:p w:rsidR="00557788" w:rsidRDefault="00557788" w:rsidP="00557788">
      <w:r>
        <w:t>400.2898</w:t>
      </w:r>
      <w:r>
        <w:tab/>
        <w:t>6.720e0</w:t>
      </w:r>
    </w:p>
    <w:p w:rsidR="00557788" w:rsidRDefault="00557788" w:rsidP="00557788">
      <w:r>
        <w:t>400.3182</w:t>
      </w:r>
      <w:r>
        <w:tab/>
        <w:t>3.456e0</w:t>
      </w:r>
    </w:p>
    <w:p w:rsidR="00557788" w:rsidRDefault="00557788" w:rsidP="00557788">
      <w:r>
        <w:t>400.4657</w:t>
      </w:r>
      <w:r>
        <w:tab/>
        <w:t>2.025e0</w:t>
      </w:r>
    </w:p>
    <w:p w:rsidR="00557788" w:rsidRDefault="00557788" w:rsidP="00557788">
      <w:r>
        <w:t>400.4698</w:t>
      </w:r>
      <w:r>
        <w:tab/>
        <w:t>2.025e0</w:t>
      </w:r>
    </w:p>
    <w:p w:rsidR="00557788" w:rsidRDefault="00557788" w:rsidP="00557788">
      <w:r>
        <w:lastRenderedPageBreak/>
        <w:t>400.4807</w:t>
      </w:r>
      <w:r>
        <w:tab/>
        <w:t>3.038e0</w:t>
      </w:r>
    </w:p>
    <w:p w:rsidR="00557788" w:rsidRDefault="00557788" w:rsidP="00557788">
      <w:r>
        <w:t>400.4864</w:t>
      </w:r>
      <w:r>
        <w:tab/>
        <w:t>2.808e0</w:t>
      </w:r>
    </w:p>
    <w:p w:rsidR="00557788" w:rsidRDefault="00557788" w:rsidP="00557788">
      <w:r>
        <w:t>400.4950</w:t>
      </w:r>
      <w:r>
        <w:tab/>
        <w:t>1.571e0</w:t>
      </w:r>
    </w:p>
    <w:p w:rsidR="00557788" w:rsidRDefault="00557788" w:rsidP="00557788">
      <w:r>
        <w:t>400.4987</w:t>
      </w:r>
      <w:r>
        <w:tab/>
        <w:t>3.038e0</w:t>
      </w:r>
    </w:p>
    <w:p w:rsidR="00557788" w:rsidRDefault="00557788" w:rsidP="00557788">
      <w:r>
        <w:t>400.5099</w:t>
      </w:r>
      <w:r>
        <w:tab/>
        <w:t>2.025e0</w:t>
      </w:r>
    </w:p>
    <w:p w:rsidR="00557788" w:rsidRDefault="00557788" w:rsidP="00557788">
      <w:r>
        <w:t>400.5178</w:t>
      </w:r>
      <w:r>
        <w:tab/>
        <w:t>3.603e0</w:t>
      </w:r>
    </w:p>
    <w:p w:rsidR="00557788" w:rsidRDefault="00557788" w:rsidP="00557788">
      <w:r>
        <w:t>400.5207</w:t>
      </w:r>
      <w:r>
        <w:tab/>
        <w:t>7.180e0</w:t>
      </w:r>
    </w:p>
    <w:p w:rsidR="00557788" w:rsidRDefault="00557788" w:rsidP="00557788">
      <w:r>
        <w:t>400.5243</w:t>
      </w:r>
      <w:r>
        <w:tab/>
        <w:t>1.013e0</w:t>
      </w:r>
    </w:p>
    <w:p w:rsidR="00557788" w:rsidRDefault="00557788" w:rsidP="00557788">
      <w:r>
        <w:t>400.5350</w:t>
      </w:r>
      <w:r>
        <w:tab/>
        <w:t>1.038e0</w:t>
      </w:r>
    </w:p>
    <w:p w:rsidR="00557788" w:rsidRDefault="00557788" w:rsidP="00557788">
      <w:r>
        <w:t>400.5469</w:t>
      </w:r>
      <w:r>
        <w:tab/>
        <w:t>4.135e0</w:t>
      </w:r>
    </w:p>
    <w:p w:rsidR="00557788" w:rsidRDefault="00557788" w:rsidP="00557788">
      <w:r>
        <w:t>400.5583</w:t>
      </w:r>
      <w:r>
        <w:tab/>
        <w:t>5.063e0</w:t>
      </w:r>
    </w:p>
    <w:p w:rsidR="00557788" w:rsidRDefault="00557788" w:rsidP="00557788">
      <w:r>
        <w:t>400.5639</w:t>
      </w:r>
      <w:r>
        <w:tab/>
        <w:t>5.063e0</w:t>
      </w:r>
    </w:p>
    <w:p w:rsidR="00557788" w:rsidRDefault="00557788" w:rsidP="00557788">
      <w:r>
        <w:t>400.5850</w:t>
      </w:r>
      <w:r>
        <w:tab/>
        <w:t>4.051e0</w:t>
      </w:r>
    </w:p>
    <w:p w:rsidR="00557788" w:rsidRDefault="00557788" w:rsidP="00557788">
      <w:r>
        <w:t>400.5882</w:t>
      </w:r>
      <w:r>
        <w:tab/>
        <w:t>1.013e0</w:t>
      </w:r>
    </w:p>
    <w:p w:rsidR="00557788" w:rsidRDefault="00557788" w:rsidP="00557788">
      <w:r>
        <w:t>400.6182</w:t>
      </w:r>
      <w:r>
        <w:tab/>
        <w:t>3.973e0</w:t>
      </w:r>
    </w:p>
    <w:p w:rsidR="00557788" w:rsidRDefault="00557788" w:rsidP="00557788">
      <w:r>
        <w:t>400.6367</w:t>
      </w:r>
      <w:r>
        <w:tab/>
        <w:t>3.038e0</w:t>
      </w:r>
    </w:p>
    <w:p w:rsidR="00557788" w:rsidRDefault="00557788" w:rsidP="00557788">
      <w:r>
        <w:t>400.6467</w:t>
      </w:r>
      <w:r>
        <w:tab/>
        <w:t>5.063e0</w:t>
      </w:r>
    </w:p>
    <w:p w:rsidR="00557788" w:rsidRDefault="00557788" w:rsidP="00557788">
      <w:r>
        <w:t>400.6679</w:t>
      </w:r>
      <w:r>
        <w:tab/>
        <w:t>3.038e0</w:t>
      </w:r>
    </w:p>
    <w:p w:rsidR="00557788" w:rsidRDefault="00557788" w:rsidP="00557788">
      <w:r>
        <w:t>400.6821</w:t>
      </w:r>
      <w:r>
        <w:tab/>
        <w:t>6.076e0</w:t>
      </w:r>
    </w:p>
    <w:p w:rsidR="00557788" w:rsidRDefault="00557788" w:rsidP="00557788">
      <w:r>
        <w:lastRenderedPageBreak/>
        <w:t>400.6983</w:t>
      </w:r>
      <w:r>
        <w:tab/>
        <w:t>3.038e0</w:t>
      </w:r>
    </w:p>
    <w:p w:rsidR="00557788" w:rsidRDefault="00557788" w:rsidP="00557788">
      <w:r>
        <w:t>400.7161</w:t>
      </w:r>
      <w:r>
        <w:tab/>
        <w:t>2.025e0</w:t>
      </w:r>
    </w:p>
    <w:p w:rsidR="00557788" w:rsidRDefault="00557788" w:rsidP="00557788">
      <w:r>
        <w:t>400.7178</w:t>
      </w:r>
      <w:r>
        <w:tab/>
        <w:t>4.051e0</w:t>
      </w:r>
    </w:p>
    <w:p w:rsidR="00557788" w:rsidRDefault="00557788" w:rsidP="00557788">
      <w:r>
        <w:t>400.7216</w:t>
      </w:r>
      <w:r>
        <w:tab/>
        <w:t>2.532e-2</w:t>
      </w:r>
    </w:p>
    <w:p w:rsidR="00557788" w:rsidRDefault="00557788" w:rsidP="00557788">
      <w:r>
        <w:t>400.7389</w:t>
      </w:r>
      <w:r>
        <w:tab/>
        <w:t>3.038e0</w:t>
      </w:r>
    </w:p>
    <w:p w:rsidR="00557788" w:rsidRDefault="00557788" w:rsidP="00557788">
      <w:r>
        <w:t>400.7582</w:t>
      </w:r>
      <w:r>
        <w:tab/>
        <w:t>3.038e0</w:t>
      </w:r>
    </w:p>
    <w:p w:rsidR="00557788" w:rsidRDefault="00557788" w:rsidP="00557788">
      <w:r>
        <w:t>400.7616</w:t>
      </w:r>
      <w:r>
        <w:tab/>
        <w:t>3.736e0</w:t>
      </w:r>
    </w:p>
    <w:p w:rsidR="00557788" w:rsidRDefault="00557788" w:rsidP="00557788">
      <w:r>
        <w:t>400.7839</w:t>
      </w:r>
      <w:r>
        <w:tab/>
        <w:t>6.076e0</w:t>
      </w:r>
    </w:p>
    <w:p w:rsidR="00557788" w:rsidRDefault="00557788" w:rsidP="00557788">
      <w:r>
        <w:t>400.7966</w:t>
      </w:r>
      <w:r>
        <w:tab/>
        <w:t>3.038e0</w:t>
      </w:r>
    </w:p>
    <w:p w:rsidR="00557788" w:rsidRDefault="00557788" w:rsidP="00557788">
      <w:r>
        <w:t>400.8047</w:t>
      </w:r>
      <w:r>
        <w:tab/>
        <w:t>2.025e0</w:t>
      </w:r>
    </w:p>
    <w:p w:rsidR="00557788" w:rsidRDefault="00557788" w:rsidP="00557788">
      <w:r>
        <w:t>400.8081</w:t>
      </w:r>
      <w:r>
        <w:tab/>
        <w:t>4.051e0</w:t>
      </w:r>
    </w:p>
    <w:p w:rsidR="00557788" w:rsidRDefault="00557788" w:rsidP="00557788">
      <w:r>
        <w:t>400.8138</w:t>
      </w:r>
      <w:r>
        <w:tab/>
        <w:t>2.025e0</w:t>
      </w:r>
    </w:p>
    <w:p w:rsidR="00557788" w:rsidRDefault="00557788" w:rsidP="00557788">
      <w:r>
        <w:t>400.8161</w:t>
      </w:r>
      <w:r>
        <w:tab/>
        <w:t>5.063e0</w:t>
      </w:r>
    </w:p>
    <w:p w:rsidR="00557788" w:rsidRDefault="00557788" w:rsidP="00557788">
      <w:r>
        <w:t>400.8249</w:t>
      </w:r>
      <w:r>
        <w:tab/>
        <w:t>3.038e0</w:t>
      </w:r>
    </w:p>
    <w:p w:rsidR="00557788" w:rsidRDefault="00557788" w:rsidP="00557788">
      <w:r>
        <w:t>400.8476</w:t>
      </w:r>
      <w:r>
        <w:tab/>
        <w:t>3.038e0</w:t>
      </w:r>
    </w:p>
    <w:p w:rsidR="00557788" w:rsidRDefault="00557788" w:rsidP="00557788">
      <w:r>
        <w:t>400.8492</w:t>
      </w:r>
      <w:r>
        <w:tab/>
        <w:t>1.013e0</w:t>
      </w:r>
    </w:p>
    <w:p w:rsidR="00557788" w:rsidRDefault="00557788" w:rsidP="00557788">
      <w:r>
        <w:t>400.8645</w:t>
      </w:r>
      <w:r>
        <w:tab/>
        <w:t>6.076e0</w:t>
      </w:r>
    </w:p>
    <w:p w:rsidR="00557788" w:rsidRDefault="00557788" w:rsidP="00557788">
      <w:r>
        <w:t>400.8812</w:t>
      </w:r>
      <w:r>
        <w:tab/>
        <w:t>2.006e0</w:t>
      </w:r>
    </w:p>
    <w:p w:rsidR="00557788" w:rsidRDefault="00557788" w:rsidP="00557788">
      <w:r>
        <w:t>400.8847</w:t>
      </w:r>
      <w:r>
        <w:tab/>
        <w:t>5.063e-2</w:t>
      </w:r>
    </w:p>
    <w:p w:rsidR="00557788" w:rsidRDefault="00557788" w:rsidP="00557788">
      <w:r>
        <w:lastRenderedPageBreak/>
        <w:t>400.9030</w:t>
      </w:r>
      <w:r>
        <w:tab/>
        <w:t>2.447e0</w:t>
      </w:r>
    </w:p>
    <w:p w:rsidR="00557788" w:rsidRDefault="00557788" w:rsidP="00557788">
      <w:r>
        <w:t>400.9289</w:t>
      </w:r>
      <w:r>
        <w:tab/>
        <w:t>4.051e0</w:t>
      </w:r>
    </w:p>
    <w:p w:rsidR="00557788" w:rsidRDefault="00557788" w:rsidP="00557788">
      <w:r>
        <w:t>400.9428</w:t>
      </w:r>
      <w:r>
        <w:tab/>
        <w:t>7.753e0</w:t>
      </w:r>
    </w:p>
    <w:p w:rsidR="00557788" w:rsidRDefault="00557788" w:rsidP="00557788">
      <w:r>
        <w:t>400.9555</w:t>
      </w:r>
      <w:r>
        <w:tab/>
        <w:t>1.837e0</w:t>
      </w:r>
    </w:p>
    <w:p w:rsidR="00557788" w:rsidRDefault="00557788" w:rsidP="00557788">
      <w:r>
        <w:t>400.9592</w:t>
      </w:r>
      <w:r>
        <w:tab/>
        <w:t>1.203e0</w:t>
      </w:r>
    </w:p>
    <w:p w:rsidR="00557788" w:rsidRDefault="00557788" w:rsidP="00557788">
      <w:r>
        <w:t>400.9839</w:t>
      </w:r>
      <w:r>
        <w:tab/>
        <w:t>1.013e0</w:t>
      </w:r>
    </w:p>
    <w:p w:rsidR="00557788" w:rsidRDefault="00557788" w:rsidP="00557788">
      <w:r>
        <w:t>400.9877</w:t>
      </w:r>
      <w:r>
        <w:tab/>
        <w:t>1.885e0</w:t>
      </w:r>
    </w:p>
    <w:p w:rsidR="00557788" w:rsidRDefault="00557788" w:rsidP="00557788">
      <w:r>
        <w:t>400.9893</w:t>
      </w:r>
      <w:r>
        <w:tab/>
        <w:t>1.909e0</w:t>
      </w:r>
    </w:p>
    <w:p w:rsidR="00557788" w:rsidRDefault="00557788" w:rsidP="00557788">
      <w:r>
        <w:t>400.9951</w:t>
      </w:r>
      <w:r>
        <w:tab/>
        <w:t>3.027e0</w:t>
      </w:r>
    </w:p>
    <w:p w:rsidR="00557788" w:rsidRDefault="00557788" w:rsidP="00557788">
      <w:r>
        <w:t>401.0320</w:t>
      </w:r>
      <w:r>
        <w:tab/>
        <w:t>1.013e0</w:t>
      </w:r>
    </w:p>
    <w:p w:rsidR="00557788" w:rsidRDefault="00557788" w:rsidP="00557788">
      <w:r>
        <w:t>401.0339</w:t>
      </w:r>
      <w:r>
        <w:tab/>
        <w:t>2.000e0</w:t>
      </w:r>
    </w:p>
    <w:p w:rsidR="00557788" w:rsidRDefault="00557788" w:rsidP="00557788">
      <w:r>
        <w:t>401.0398</w:t>
      </w:r>
      <w:r>
        <w:tab/>
        <w:t>3.798e-2</w:t>
      </w:r>
    </w:p>
    <w:p w:rsidR="00557788" w:rsidRDefault="00557788" w:rsidP="00557788">
      <w:r>
        <w:t>401.0529</w:t>
      </w:r>
      <w:r>
        <w:tab/>
        <w:t>3.754e0</w:t>
      </w:r>
    </w:p>
    <w:p w:rsidR="00557788" w:rsidRDefault="00557788" w:rsidP="00557788">
      <w:r>
        <w:t>401.0555</w:t>
      </w:r>
      <w:r>
        <w:tab/>
        <w:t>7.371e0</w:t>
      </w:r>
    </w:p>
    <w:p w:rsidR="00557788" w:rsidRDefault="00557788" w:rsidP="00557788">
      <w:r>
        <w:t>401.0579</w:t>
      </w:r>
      <w:r>
        <w:tab/>
        <w:t>3.798e-2</w:t>
      </w:r>
    </w:p>
    <w:p w:rsidR="00557788" w:rsidRDefault="00557788" w:rsidP="00557788">
      <w:r>
        <w:t>401.0775</w:t>
      </w:r>
      <w:r>
        <w:tab/>
        <w:t>3.541e0</w:t>
      </w:r>
    </w:p>
    <w:p w:rsidR="00557788" w:rsidRDefault="00557788" w:rsidP="00557788">
      <w:r>
        <w:t>401.0813</w:t>
      </w:r>
      <w:r>
        <w:tab/>
        <w:t>2.025e0</w:t>
      </w:r>
    </w:p>
    <w:p w:rsidR="00557788" w:rsidRDefault="00557788" w:rsidP="00557788">
      <w:r>
        <w:t>401.0869</w:t>
      </w:r>
      <w:r>
        <w:tab/>
        <w:t>2.025e0</w:t>
      </w:r>
    </w:p>
    <w:p w:rsidR="00557788" w:rsidRDefault="00557788" w:rsidP="00557788">
      <w:r>
        <w:t>401.0975</w:t>
      </w:r>
      <w:r>
        <w:tab/>
        <w:t>8.102e0</w:t>
      </w:r>
    </w:p>
    <w:p w:rsidR="00557788" w:rsidRDefault="00557788" w:rsidP="00557788">
      <w:r>
        <w:lastRenderedPageBreak/>
        <w:t>401.1182</w:t>
      </w:r>
      <w:r>
        <w:tab/>
        <w:t>2.075e0</w:t>
      </w:r>
    </w:p>
    <w:p w:rsidR="00557788" w:rsidRDefault="00557788" w:rsidP="00557788">
      <w:r>
        <w:t>401.1500</w:t>
      </w:r>
      <w:r>
        <w:tab/>
        <w:t>2.840e0</w:t>
      </w:r>
    </w:p>
    <w:p w:rsidR="00557788" w:rsidRDefault="00557788" w:rsidP="00557788">
      <w:r>
        <w:t>401.1539</w:t>
      </w:r>
      <w:r>
        <w:tab/>
        <w:t>4.069e0</w:t>
      </w:r>
    </w:p>
    <w:p w:rsidR="00557788" w:rsidRDefault="00557788" w:rsidP="00557788">
      <w:r>
        <w:t>401.1701</w:t>
      </w:r>
      <w:r>
        <w:tab/>
        <w:t>6.542e0</w:t>
      </w:r>
    </w:p>
    <w:p w:rsidR="00557788" w:rsidRDefault="00557788" w:rsidP="00557788">
      <w:r>
        <w:t>401.2081</w:t>
      </w:r>
      <w:r>
        <w:tab/>
        <w:t>5.386e0</w:t>
      </w:r>
    </w:p>
    <w:p w:rsidR="00557788" w:rsidRDefault="00557788" w:rsidP="00557788">
      <w:r>
        <w:t>401.2613</w:t>
      </w:r>
      <w:r>
        <w:tab/>
        <w:t>5.129e0</w:t>
      </w:r>
    </w:p>
    <w:p w:rsidR="00557788" w:rsidRDefault="00557788" w:rsidP="00557788">
      <w:r>
        <w:t>401.2638</w:t>
      </w:r>
      <w:r>
        <w:tab/>
        <w:t>1.782e1</w:t>
      </w:r>
    </w:p>
    <w:p w:rsidR="00557788" w:rsidRDefault="00557788" w:rsidP="00557788">
      <w:r>
        <w:t>401.2686</w:t>
      </w:r>
      <w:r>
        <w:tab/>
        <w:t>1.776e1</w:t>
      </w:r>
    </w:p>
    <w:p w:rsidR="00557788" w:rsidRDefault="00557788" w:rsidP="00557788">
      <w:r>
        <w:t>401.2839</w:t>
      </w:r>
      <w:r>
        <w:tab/>
        <w:t>1.276e1</w:t>
      </w:r>
    </w:p>
    <w:p w:rsidR="00557788" w:rsidRDefault="00557788" w:rsidP="00557788">
      <w:r>
        <w:t>401.2957</w:t>
      </w:r>
      <w:r>
        <w:tab/>
        <w:t>9.071e0</w:t>
      </w:r>
    </w:p>
    <w:p w:rsidR="00557788" w:rsidRDefault="00557788" w:rsidP="00557788">
      <w:r>
        <w:t>401.3810</w:t>
      </w:r>
      <w:r>
        <w:tab/>
        <w:t>2.484e1</w:t>
      </w:r>
    </w:p>
    <w:p w:rsidR="00557788" w:rsidRDefault="00557788" w:rsidP="00557788">
      <w:r>
        <w:t>401.4518</w:t>
      </w:r>
      <w:r>
        <w:tab/>
        <w:t>1.013e0</w:t>
      </w:r>
    </w:p>
    <w:p w:rsidR="00557788" w:rsidRDefault="00557788" w:rsidP="00557788">
      <w:r>
        <w:t>401.4625</w:t>
      </w:r>
      <w:r>
        <w:tab/>
        <w:t>3.038e0</w:t>
      </w:r>
    </w:p>
    <w:p w:rsidR="00557788" w:rsidRDefault="00557788" w:rsidP="00557788">
      <w:r>
        <w:t>401.4711</w:t>
      </w:r>
      <w:r>
        <w:tab/>
        <w:t>9.114e0</w:t>
      </w:r>
    </w:p>
    <w:p w:rsidR="00557788" w:rsidRDefault="00557788" w:rsidP="00557788">
      <w:r>
        <w:t>401.4814</w:t>
      </w:r>
      <w:r>
        <w:tab/>
        <w:t>2.025e0</w:t>
      </w:r>
    </w:p>
    <w:p w:rsidR="00557788" w:rsidRDefault="00557788" w:rsidP="00557788">
      <w:r>
        <w:t>401.5074</w:t>
      </w:r>
      <w:r>
        <w:tab/>
        <w:t>3.038e0</w:t>
      </w:r>
    </w:p>
    <w:p w:rsidR="00557788" w:rsidRDefault="00557788" w:rsidP="00557788">
      <w:r>
        <w:t>401.5086</w:t>
      </w:r>
      <w:r>
        <w:tab/>
        <w:t>1.266e-2</w:t>
      </w:r>
    </w:p>
    <w:p w:rsidR="00557788" w:rsidRDefault="00557788" w:rsidP="00557788">
      <w:r>
        <w:t>401.5157</w:t>
      </w:r>
      <w:r>
        <w:tab/>
        <w:t>1.013e0</w:t>
      </w:r>
    </w:p>
    <w:p w:rsidR="00557788" w:rsidRDefault="00557788" w:rsidP="00557788">
      <w:r>
        <w:t>401.5260</w:t>
      </w:r>
      <w:r>
        <w:tab/>
        <w:t>2.025e0</w:t>
      </w:r>
    </w:p>
    <w:p w:rsidR="00557788" w:rsidRDefault="00557788" w:rsidP="00557788">
      <w:r>
        <w:lastRenderedPageBreak/>
        <w:t>401.5405</w:t>
      </w:r>
      <w:r>
        <w:tab/>
        <w:t>2.025e0</w:t>
      </w:r>
    </w:p>
    <w:p w:rsidR="00557788" w:rsidRDefault="00557788" w:rsidP="00557788">
      <w:r>
        <w:t>401.5421</w:t>
      </w:r>
      <w:r>
        <w:tab/>
        <w:t>3.038e0</w:t>
      </w:r>
    </w:p>
    <w:p w:rsidR="00557788" w:rsidRDefault="00557788" w:rsidP="00557788">
      <w:r>
        <w:t>401.5436</w:t>
      </w:r>
      <w:r>
        <w:tab/>
        <w:t>1.013e0</w:t>
      </w:r>
    </w:p>
    <w:p w:rsidR="00557788" w:rsidRDefault="00557788" w:rsidP="00557788">
      <w:r>
        <w:t>401.5475</w:t>
      </w:r>
      <w:r>
        <w:tab/>
        <w:t>4.051e0</w:t>
      </w:r>
    </w:p>
    <w:p w:rsidR="00557788" w:rsidRDefault="00557788" w:rsidP="00557788">
      <w:r>
        <w:t>401.5686</w:t>
      </w:r>
      <w:r>
        <w:tab/>
        <w:t>2.025e0</w:t>
      </w:r>
    </w:p>
    <w:p w:rsidR="00557788" w:rsidRDefault="00557788" w:rsidP="00557788">
      <w:r>
        <w:t>401.5969</w:t>
      </w:r>
      <w:r>
        <w:tab/>
        <w:t>2.025e0</w:t>
      </w:r>
    </w:p>
    <w:p w:rsidR="00557788" w:rsidRDefault="00557788" w:rsidP="00557788">
      <w:r>
        <w:t>401.6006</w:t>
      </w:r>
      <w:r>
        <w:tab/>
        <w:t>3.051e0</w:t>
      </w:r>
    </w:p>
    <w:p w:rsidR="00557788" w:rsidRDefault="00557788" w:rsidP="00557788">
      <w:r>
        <w:t>401.6115</w:t>
      </w:r>
      <w:r>
        <w:tab/>
        <w:t>1.025e0</w:t>
      </w:r>
    </w:p>
    <w:p w:rsidR="00557788" w:rsidRDefault="00557788" w:rsidP="00557788">
      <w:r>
        <w:t>401.6192</w:t>
      </w:r>
      <w:r>
        <w:tab/>
        <w:t>3.038e0</w:t>
      </w:r>
    </w:p>
    <w:p w:rsidR="00557788" w:rsidRDefault="00557788" w:rsidP="00557788">
      <w:r>
        <w:t>401.6242</w:t>
      </w:r>
      <w:r>
        <w:tab/>
        <w:t>3.038e0</w:t>
      </w:r>
    </w:p>
    <w:p w:rsidR="00557788" w:rsidRDefault="00557788" w:rsidP="00557788">
      <w:r>
        <w:t>401.6325</w:t>
      </w:r>
      <w:r>
        <w:tab/>
        <w:t>1.013e0</w:t>
      </w:r>
    </w:p>
    <w:p w:rsidR="00557788" w:rsidRDefault="00557788" w:rsidP="00557788">
      <w:r>
        <w:t>401.6347</w:t>
      </w:r>
      <w:r>
        <w:tab/>
        <w:t>3.038e0</w:t>
      </w:r>
    </w:p>
    <w:p w:rsidR="00557788" w:rsidRDefault="00557788" w:rsidP="00557788">
      <w:r>
        <w:t>401.6362</w:t>
      </w:r>
      <w:r>
        <w:tab/>
        <w:t>2.038e0</w:t>
      </w:r>
    </w:p>
    <w:p w:rsidR="00557788" w:rsidRDefault="00557788" w:rsidP="00557788">
      <w:r>
        <w:t>401.6538</w:t>
      </w:r>
      <w:r>
        <w:tab/>
        <w:t>1.025e0</w:t>
      </w:r>
    </w:p>
    <w:p w:rsidR="00557788" w:rsidRDefault="00557788" w:rsidP="00557788">
      <w:r>
        <w:t>401.6576</w:t>
      </w:r>
      <w:r>
        <w:tab/>
        <w:t>1.266e-2</w:t>
      </w:r>
    </w:p>
    <w:p w:rsidR="00557788" w:rsidRDefault="00557788" w:rsidP="00557788">
      <w:r>
        <w:t>401.6623</w:t>
      </w:r>
      <w:r>
        <w:tab/>
        <w:t>4.051e0</w:t>
      </w:r>
    </w:p>
    <w:p w:rsidR="00557788" w:rsidRDefault="00557788" w:rsidP="00557788">
      <w:r>
        <w:t>401.6809</w:t>
      </w:r>
      <w:r>
        <w:tab/>
        <w:t>3.038e0</w:t>
      </w:r>
    </w:p>
    <w:p w:rsidR="00557788" w:rsidRDefault="00557788" w:rsidP="00557788">
      <w:r>
        <w:t>401.6829</w:t>
      </w:r>
      <w:r>
        <w:tab/>
        <w:t>5.063e0</w:t>
      </w:r>
    </w:p>
    <w:p w:rsidR="00557788" w:rsidRDefault="00557788" w:rsidP="00557788">
      <w:r>
        <w:t>401.6860</w:t>
      </w:r>
      <w:r>
        <w:tab/>
        <w:t>1.266e-2</w:t>
      </w:r>
    </w:p>
    <w:p w:rsidR="00557788" w:rsidRDefault="00557788" w:rsidP="00557788">
      <w:r>
        <w:lastRenderedPageBreak/>
        <w:t>401.7002</w:t>
      </w:r>
      <w:r>
        <w:tab/>
        <w:t>2.025e0</w:t>
      </w:r>
    </w:p>
    <w:p w:rsidR="00557788" w:rsidRDefault="00557788" w:rsidP="00557788">
      <w:r>
        <w:t>401.7156</w:t>
      </w:r>
      <w:r>
        <w:tab/>
        <w:t>2.025e0</w:t>
      </w:r>
    </w:p>
    <w:p w:rsidR="00557788" w:rsidRDefault="00557788" w:rsidP="00557788">
      <w:r>
        <w:t>401.7391</w:t>
      </w:r>
      <w:r>
        <w:tab/>
        <w:t>1.266e-2</w:t>
      </w:r>
    </w:p>
    <w:p w:rsidR="00557788" w:rsidRDefault="00557788" w:rsidP="00557788">
      <w:r>
        <w:t>401.7410</w:t>
      </w:r>
      <w:r>
        <w:tab/>
        <w:t>2.025e0</w:t>
      </w:r>
    </w:p>
    <w:p w:rsidR="00557788" w:rsidRDefault="00557788" w:rsidP="00557788">
      <w:r>
        <w:t>401.7585</w:t>
      </w:r>
      <w:r>
        <w:tab/>
        <w:t>2.025e0</w:t>
      </w:r>
    </w:p>
    <w:p w:rsidR="00557788" w:rsidRDefault="00557788" w:rsidP="00557788">
      <w:r>
        <w:t>401.7623</w:t>
      </w:r>
      <w:r>
        <w:tab/>
        <w:t>2.025e0</w:t>
      </w:r>
    </w:p>
    <w:p w:rsidR="00557788" w:rsidRDefault="00557788" w:rsidP="00557788">
      <w:r>
        <w:t>401.7699</w:t>
      </w:r>
      <w:r>
        <w:tab/>
        <w:t>6.076e0</w:t>
      </w:r>
    </w:p>
    <w:p w:rsidR="00557788" w:rsidRDefault="00557788" w:rsidP="00557788">
      <w:r>
        <w:t>401.7724</w:t>
      </w:r>
      <w:r>
        <w:tab/>
        <w:t>2.076e0</w:t>
      </w:r>
    </w:p>
    <w:p w:rsidR="00557788" w:rsidRDefault="00557788" w:rsidP="00557788">
      <w:r>
        <w:t>401.8088</w:t>
      </w:r>
      <w:r>
        <w:tab/>
        <w:t>3.038e0</w:t>
      </w:r>
    </w:p>
    <w:p w:rsidR="00557788" w:rsidRDefault="00557788" w:rsidP="00557788">
      <w:r>
        <w:t>401.8163</w:t>
      </w:r>
      <w:r>
        <w:tab/>
        <w:t>5.237e0</w:t>
      </w:r>
    </w:p>
    <w:p w:rsidR="00557788" w:rsidRDefault="00557788" w:rsidP="00557788">
      <w:r>
        <w:t>401.8305</w:t>
      </w:r>
      <w:r>
        <w:tab/>
        <w:t>2.025e0</w:t>
      </w:r>
    </w:p>
    <w:p w:rsidR="00557788" w:rsidRDefault="00557788" w:rsidP="00557788">
      <w:r>
        <w:t>401.8457</w:t>
      </w:r>
      <w:r>
        <w:tab/>
        <w:t>1.013e0</w:t>
      </w:r>
    </w:p>
    <w:p w:rsidR="00557788" w:rsidRDefault="00557788" w:rsidP="00557788">
      <w:r>
        <w:t>401.8528</w:t>
      </w:r>
      <w:r>
        <w:tab/>
        <w:t>3.038e0</w:t>
      </w:r>
    </w:p>
    <w:p w:rsidR="00557788" w:rsidRDefault="00557788" w:rsidP="00557788">
      <w:r>
        <w:t>401.8578</w:t>
      </w:r>
      <w:r>
        <w:tab/>
        <w:t>5.227e0</w:t>
      </w:r>
    </w:p>
    <w:p w:rsidR="00557788" w:rsidRDefault="00557788" w:rsidP="00557788">
      <w:r>
        <w:t>401.8610</w:t>
      </w:r>
      <w:r>
        <w:tab/>
        <w:t>1.051e0</w:t>
      </w:r>
    </w:p>
    <w:p w:rsidR="00557788" w:rsidRDefault="00557788" w:rsidP="00557788">
      <w:r>
        <w:t>401.8810</w:t>
      </w:r>
      <w:r>
        <w:tab/>
        <w:t>5.063e-2</w:t>
      </w:r>
    </w:p>
    <w:p w:rsidR="00557788" w:rsidRDefault="00557788" w:rsidP="00557788">
      <w:r>
        <w:t>401.8972</w:t>
      </w:r>
      <w:r>
        <w:tab/>
        <w:t>1.993e0</w:t>
      </w:r>
    </w:p>
    <w:p w:rsidR="00557788" w:rsidRDefault="00557788" w:rsidP="00557788">
      <w:r>
        <w:t>401.9018</w:t>
      </w:r>
      <w:r>
        <w:tab/>
        <w:t>2.025e0</w:t>
      </w:r>
    </w:p>
    <w:p w:rsidR="00557788" w:rsidRDefault="00557788" w:rsidP="00557788">
      <w:r>
        <w:t>401.9074</w:t>
      </w:r>
      <w:r>
        <w:tab/>
        <w:t>2.344e0</w:t>
      </w:r>
    </w:p>
    <w:p w:rsidR="00557788" w:rsidRDefault="00557788" w:rsidP="00557788">
      <w:r>
        <w:lastRenderedPageBreak/>
        <w:t>401.9236</w:t>
      </w:r>
      <w:r>
        <w:tab/>
        <w:t>3.038e0</w:t>
      </w:r>
    </w:p>
    <w:p w:rsidR="00557788" w:rsidRDefault="00557788" w:rsidP="00557788">
      <w:r>
        <w:t>401.9310</w:t>
      </w:r>
      <w:r>
        <w:tab/>
        <w:t>3.038e0</w:t>
      </w:r>
    </w:p>
    <w:p w:rsidR="00557788" w:rsidRDefault="00557788" w:rsidP="00557788">
      <w:r>
        <w:t>401.9388</w:t>
      </w:r>
      <w:r>
        <w:tab/>
        <w:t>4.773e0</w:t>
      </w:r>
    </w:p>
    <w:p w:rsidR="00557788" w:rsidRDefault="00557788" w:rsidP="00557788">
      <w:r>
        <w:t>401.9541</w:t>
      </w:r>
      <w:r>
        <w:tab/>
        <w:t>5.526e0</w:t>
      </w:r>
    </w:p>
    <w:p w:rsidR="00557788" w:rsidRDefault="00557788" w:rsidP="00557788">
      <w:r>
        <w:t>401.9609</w:t>
      </w:r>
      <w:r>
        <w:tab/>
        <w:t>3.007e0</w:t>
      </w:r>
    </w:p>
    <w:p w:rsidR="00557788" w:rsidRDefault="00557788" w:rsidP="00557788">
      <w:r>
        <w:t>401.9640</w:t>
      </w:r>
      <w:r>
        <w:tab/>
        <w:t>3.920e-1</w:t>
      </w:r>
    </w:p>
    <w:p w:rsidR="00557788" w:rsidRDefault="00557788" w:rsidP="00557788">
      <w:r>
        <w:t>401.9720</w:t>
      </w:r>
      <w:r>
        <w:tab/>
        <w:t>4.051e0</w:t>
      </w:r>
    </w:p>
    <w:p w:rsidR="00557788" w:rsidRDefault="00557788" w:rsidP="00557788">
      <w:r>
        <w:t>401.9759</w:t>
      </w:r>
      <w:r>
        <w:tab/>
        <w:t>1.739e0</w:t>
      </w:r>
    </w:p>
    <w:p w:rsidR="00557788" w:rsidRDefault="00557788" w:rsidP="00557788">
      <w:r>
        <w:t>401.9828</w:t>
      </w:r>
      <w:r>
        <w:tab/>
        <w:t>4.806e0</w:t>
      </w:r>
    </w:p>
    <w:p w:rsidR="00557788" w:rsidRDefault="00557788" w:rsidP="00557788">
      <w:r>
        <w:t>402.0055</w:t>
      </w:r>
      <w:r>
        <w:tab/>
        <w:t>3.712e0</w:t>
      </w:r>
    </w:p>
    <w:p w:rsidR="00557788" w:rsidRDefault="00557788" w:rsidP="00557788">
      <w:r>
        <w:t>402.0182</w:t>
      </w:r>
      <w:r>
        <w:tab/>
        <w:t>3.039e0</w:t>
      </w:r>
    </w:p>
    <w:p w:rsidR="00557788" w:rsidRDefault="00557788" w:rsidP="00557788">
      <w:r>
        <w:t>402.0496</w:t>
      </w:r>
      <w:r>
        <w:tab/>
        <w:t>2.824e0</w:t>
      </w:r>
    </w:p>
    <w:p w:rsidR="00557788" w:rsidRDefault="00557788" w:rsidP="00557788">
      <w:r>
        <w:t>402.0522</w:t>
      </w:r>
      <w:r>
        <w:tab/>
        <w:t>4.051e0</w:t>
      </w:r>
    </w:p>
    <w:p w:rsidR="00557788" w:rsidRDefault="00557788" w:rsidP="00557788">
      <w:r>
        <w:t>402.0643</w:t>
      </w:r>
      <w:r>
        <w:tab/>
        <w:t>5.900e0</w:t>
      </w:r>
    </w:p>
    <w:p w:rsidR="00557788" w:rsidRDefault="00557788" w:rsidP="00557788">
      <w:r>
        <w:t>402.0667</w:t>
      </w:r>
      <w:r>
        <w:tab/>
        <w:t>2.532e-2</w:t>
      </w:r>
    </w:p>
    <w:p w:rsidR="00557788" w:rsidRDefault="00557788" w:rsidP="00557788">
      <w:r>
        <w:t>402.0679</w:t>
      </w:r>
      <w:r>
        <w:tab/>
        <w:t>7.089e0</w:t>
      </w:r>
    </w:p>
    <w:p w:rsidR="00557788" w:rsidRDefault="00557788" w:rsidP="00557788">
      <w:r>
        <w:t>402.0783</w:t>
      </w:r>
      <w:r>
        <w:tab/>
        <w:t>5.008e0</w:t>
      </w:r>
    </w:p>
    <w:p w:rsidR="00557788" w:rsidRDefault="00557788" w:rsidP="00557788">
      <w:r>
        <w:t>402.1133</w:t>
      </w:r>
      <w:r>
        <w:tab/>
        <w:t>2.501e0</w:t>
      </w:r>
    </w:p>
    <w:p w:rsidR="00557788" w:rsidRDefault="00557788" w:rsidP="00557788">
      <w:r>
        <w:t>402.1171</w:t>
      </w:r>
      <w:r>
        <w:tab/>
        <w:t>2.415e0</w:t>
      </w:r>
    </w:p>
    <w:p w:rsidR="00557788" w:rsidRDefault="00557788" w:rsidP="00557788">
      <w:r>
        <w:lastRenderedPageBreak/>
        <w:t>402.1322</w:t>
      </w:r>
      <w:r>
        <w:tab/>
        <w:t>5.245e0</w:t>
      </w:r>
    </w:p>
    <w:p w:rsidR="00557788" w:rsidRDefault="00557788" w:rsidP="00557788">
      <w:r>
        <w:t>402.1638</w:t>
      </w:r>
      <w:r>
        <w:tab/>
        <w:t>1.305e0</w:t>
      </w:r>
    </w:p>
    <w:p w:rsidR="00557788" w:rsidRDefault="00557788" w:rsidP="00557788">
      <w:r>
        <w:t>402.1735</w:t>
      </w:r>
      <w:r>
        <w:tab/>
        <w:t>2.351e0</w:t>
      </w:r>
    </w:p>
    <w:p w:rsidR="00557788" w:rsidRDefault="00557788" w:rsidP="00557788">
      <w:r>
        <w:t>402.1792</w:t>
      </w:r>
      <w:r>
        <w:tab/>
        <w:t>6.889e0</w:t>
      </w:r>
    </w:p>
    <w:p w:rsidR="00557788" w:rsidRDefault="00557788" w:rsidP="00557788">
      <w:r>
        <w:t>402.1946</w:t>
      </w:r>
      <w:r>
        <w:tab/>
        <w:t>1.876e0</w:t>
      </w:r>
    </w:p>
    <w:p w:rsidR="00557788" w:rsidRDefault="00557788" w:rsidP="00557788">
      <w:r>
        <w:t>402.2083</w:t>
      </w:r>
      <w:r>
        <w:tab/>
        <w:t>7.974e0</w:t>
      </w:r>
    </w:p>
    <w:p w:rsidR="00557788" w:rsidRDefault="00557788" w:rsidP="00557788">
      <w:r>
        <w:t>402.2268</w:t>
      </w:r>
      <w:r>
        <w:tab/>
        <w:t>6.614e0</w:t>
      </w:r>
    </w:p>
    <w:p w:rsidR="00557788" w:rsidRDefault="00557788" w:rsidP="00557788">
      <w:r>
        <w:t>402.2298</w:t>
      </w:r>
      <w:r>
        <w:tab/>
        <w:t>9.851e0</w:t>
      </w:r>
    </w:p>
    <w:p w:rsidR="00557788" w:rsidRDefault="00557788" w:rsidP="00557788">
      <w:r>
        <w:t>402.2389</w:t>
      </w:r>
      <w:r>
        <w:tab/>
        <w:t>1.234e1</w:t>
      </w:r>
    </w:p>
    <w:p w:rsidR="00557788" w:rsidRDefault="00557788" w:rsidP="00557788">
      <w:r>
        <w:t>402.2474</w:t>
      </w:r>
      <w:r>
        <w:tab/>
        <w:t>1.057e0</w:t>
      </w:r>
    </w:p>
    <w:p w:rsidR="00557788" w:rsidRDefault="00557788" w:rsidP="00557788">
      <w:r>
        <w:t>402.2781</w:t>
      </w:r>
      <w:r>
        <w:tab/>
        <w:t>1.141e1</w:t>
      </w:r>
    </w:p>
    <w:p w:rsidR="00557788" w:rsidRDefault="00557788" w:rsidP="00557788">
      <w:r>
        <w:t>402.2839</w:t>
      </w:r>
      <w:r>
        <w:tab/>
        <w:t>1.072e1</w:t>
      </w:r>
    </w:p>
    <w:p w:rsidR="00557788" w:rsidRDefault="00557788" w:rsidP="00557788">
      <w:r>
        <w:t>402.2954</w:t>
      </w:r>
      <w:r>
        <w:tab/>
        <w:t>3.075e0</w:t>
      </w:r>
    </w:p>
    <w:p w:rsidR="00557788" w:rsidRDefault="00557788" w:rsidP="00557788">
      <w:r>
        <w:t>402.2990</w:t>
      </w:r>
      <w:r>
        <w:tab/>
        <w:t>4.887e0</w:t>
      </w:r>
    </w:p>
    <w:p w:rsidR="00557788" w:rsidRDefault="00557788" w:rsidP="00557788">
      <w:r>
        <w:t>402.3113</w:t>
      </w:r>
      <w:r>
        <w:tab/>
        <w:t>1.161e0</w:t>
      </w:r>
    </w:p>
    <w:p w:rsidR="00557788" w:rsidRDefault="00557788" w:rsidP="00557788">
      <w:r>
        <w:t>402.3311</w:t>
      </w:r>
      <w:r>
        <w:tab/>
        <w:t>2.324e0</w:t>
      </w:r>
    </w:p>
    <w:p w:rsidR="00557788" w:rsidRDefault="00557788" w:rsidP="00557788">
      <w:r>
        <w:t>402.3571</w:t>
      </w:r>
      <w:r>
        <w:tab/>
        <w:t>8.718e0</w:t>
      </w:r>
    </w:p>
    <w:p w:rsidR="00557788" w:rsidRDefault="00557788" w:rsidP="00557788">
      <w:r>
        <w:t>402.3680</w:t>
      </w:r>
      <w:r>
        <w:tab/>
        <w:t>5.823e0</w:t>
      </w:r>
    </w:p>
    <w:p w:rsidR="00557788" w:rsidRDefault="00557788" w:rsidP="00557788">
      <w:r>
        <w:t>402.3827</w:t>
      </w:r>
      <w:r>
        <w:tab/>
        <w:t>5.608e0</w:t>
      </w:r>
    </w:p>
    <w:p w:rsidR="00557788" w:rsidRDefault="00557788" w:rsidP="00557788">
      <w:r>
        <w:lastRenderedPageBreak/>
        <w:t>402.3925</w:t>
      </w:r>
      <w:r>
        <w:tab/>
        <w:t>9.141e0</w:t>
      </w:r>
    </w:p>
    <w:p w:rsidR="00557788" w:rsidRDefault="00557788" w:rsidP="00557788">
      <w:r>
        <w:t>402.3982</w:t>
      </w:r>
      <w:r>
        <w:tab/>
        <w:t>3.038e0</w:t>
      </w:r>
    </w:p>
    <w:p w:rsidR="00557788" w:rsidRDefault="00557788" w:rsidP="00557788">
      <w:r>
        <w:t>402.4035</w:t>
      </w:r>
      <w:r>
        <w:tab/>
        <w:t>1.561e0</w:t>
      </w:r>
    </w:p>
    <w:p w:rsidR="00557788" w:rsidRDefault="00557788" w:rsidP="00557788">
      <w:r>
        <w:t>402.4495</w:t>
      </w:r>
      <w:r>
        <w:tab/>
        <w:t>6.076e0</w:t>
      </w:r>
    </w:p>
    <w:p w:rsidR="00557788" w:rsidRDefault="00557788" w:rsidP="00557788">
      <w:r>
        <w:t>402.4745</w:t>
      </w:r>
      <w:r>
        <w:tab/>
        <w:t>1.266e-2</w:t>
      </w:r>
    </w:p>
    <w:p w:rsidR="00557788" w:rsidRDefault="00557788" w:rsidP="00557788">
      <w:r>
        <w:t>402.4901</w:t>
      </w:r>
      <w:r>
        <w:tab/>
        <w:t>4.560e0</w:t>
      </w:r>
    </w:p>
    <w:p w:rsidR="00557788" w:rsidRDefault="00557788" w:rsidP="00557788">
      <w:r>
        <w:t>402.5066</w:t>
      </w:r>
      <w:r>
        <w:tab/>
        <w:t>1.266e-2</w:t>
      </w:r>
    </w:p>
    <w:p w:rsidR="00557788" w:rsidRDefault="00557788" w:rsidP="00557788">
      <w:r>
        <w:t>402.5208</w:t>
      </w:r>
      <w:r>
        <w:tab/>
        <w:t>2.025e0</w:t>
      </w:r>
    </w:p>
    <w:p w:rsidR="00557788" w:rsidRDefault="00557788" w:rsidP="00557788">
      <w:r>
        <w:t>402.5419</w:t>
      </w:r>
      <w:r>
        <w:tab/>
        <w:t>3.038e0</w:t>
      </w:r>
    </w:p>
    <w:p w:rsidR="00557788" w:rsidRDefault="00557788" w:rsidP="00557788">
      <w:r>
        <w:t>402.5599</w:t>
      </w:r>
      <w:r>
        <w:tab/>
        <w:t>1.013e0</w:t>
      </w:r>
    </w:p>
    <w:p w:rsidR="00557788" w:rsidRDefault="00557788" w:rsidP="00557788">
      <w:r>
        <w:t>402.5612</w:t>
      </w:r>
      <w:r>
        <w:tab/>
        <w:t>3.798e-2</w:t>
      </w:r>
    </w:p>
    <w:p w:rsidR="00557788" w:rsidRDefault="00557788" w:rsidP="00557788">
      <w:r>
        <w:t>402.5698</w:t>
      </w:r>
      <w:r>
        <w:tab/>
        <w:t>1.530e0</w:t>
      </w:r>
    </w:p>
    <w:p w:rsidR="00557788" w:rsidRDefault="00557788" w:rsidP="00557788">
      <w:r>
        <w:t>402.5782</w:t>
      </w:r>
      <w:r>
        <w:tab/>
        <w:t>5.238e0</w:t>
      </w:r>
    </w:p>
    <w:p w:rsidR="00557788" w:rsidRDefault="00557788" w:rsidP="00557788">
      <w:r>
        <w:t>402.6007</w:t>
      </w:r>
      <w:r>
        <w:tab/>
        <w:t>2.025e0</w:t>
      </w:r>
    </w:p>
    <w:p w:rsidR="00557788" w:rsidRDefault="00557788" w:rsidP="00557788">
      <w:r>
        <w:t>402.6019</w:t>
      </w:r>
      <w:r>
        <w:tab/>
        <w:t>3.038e0</w:t>
      </w:r>
    </w:p>
    <w:p w:rsidR="00557788" w:rsidRDefault="00557788" w:rsidP="00557788">
      <w:r>
        <w:t>402.6086</w:t>
      </w:r>
      <w:r>
        <w:tab/>
        <w:t>3.038e0</w:t>
      </w:r>
    </w:p>
    <w:p w:rsidR="00557788" w:rsidRDefault="00557788" w:rsidP="00557788">
      <w:r>
        <w:t>402.6109</w:t>
      </w:r>
      <w:r>
        <w:tab/>
        <w:t>2.025e0</w:t>
      </w:r>
    </w:p>
    <w:p w:rsidR="00557788" w:rsidRDefault="00557788" w:rsidP="00557788">
      <w:r>
        <w:t>402.6193</w:t>
      </w:r>
      <w:r>
        <w:tab/>
        <w:t>4.051e0</w:t>
      </w:r>
    </w:p>
    <w:p w:rsidR="00557788" w:rsidRDefault="00557788" w:rsidP="00557788">
      <w:r>
        <w:t>402.6262</w:t>
      </w:r>
      <w:r>
        <w:tab/>
        <w:t>4.051e0</w:t>
      </w:r>
    </w:p>
    <w:p w:rsidR="00557788" w:rsidRDefault="00557788" w:rsidP="00557788">
      <w:r>
        <w:lastRenderedPageBreak/>
        <w:t>402.6403</w:t>
      </w:r>
      <w:r>
        <w:tab/>
        <w:t>3.038e0</w:t>
      </w:r>
    </w:p>
    <w:p w:rsidR="00557788" w:rsidRDefault="00557788" w:rsidP="00557788">
      <w:r>
        <w:t>402.6693</w:t>
      </w:r>
      <w:r>
        <w:tab/>
        <w:t>2.025e0</w:t>
      </w:r>
    </w:p>
    <w:p w:rsidR="00557788" w:rsidRDefault="00557788" w:rsidP="00557788">
      <w:r>
        <w:t>402.6762</w:t>
      </w:r>
      <w:r>
        <w:tab/>
        <w:t>4.051e0</w:t>
      </w:r>
    </w:p>
    <w:p w:rsidR="00557788" w:rsidRDefault="00557788" w:rsidP="00557788">
      <w:r>
        <w:t>402.6808</w:t>
      </w:r>
      <w:r>
        <w:tab/>
        <w:t>1.013e0</w:t>
      </w:r>
    </w:p>
    <w:p w:rsidR="00557788" w:rsidRDefault="00557788" w:rsidP="00557788">
      <w:r>
        <w:t>402.7021</w:t>
      </w:r>
      <w:r>
        <w:tab/>
        <w:t>2.025e0</w:t>
      </w:r>
    </w:p>
    <w:p w:rsidR="00557788" w:rsidRDefault="00557788" w:rsidP="00557788">
      <w:r>
        <w:t>402.7306</w:t>
      </w:r>
      <w:r>
        <w:tab/>
        <w:t>5.063e0</w:t>
      </w:r>
    </w:p>
    <w:p w:rsidR="00557788" w:rsidRDefault="00557788" w:rsidP="00557788">
      <w:r>
        <w:t>402.7802</w:t>
      </w:r>
      <w:r>
        <w:tab/>
        <w:t>1.013e0</w:t>
      </w:r>
    </w:p>
    <w:p w:rsidR="00557788" w:rsidRDefault="00557788" w:rsidP="00557788">
      <w:r>
        <w:t>402.8160</w:t>
      </w:r>
      <w:r>
        <w:tab/>
        <w:t>2.025e0</w:t>
      </w:r>
    </w:p>
    <w:p w:rsidR="00557788" w:rsidRDefault="00557788" w:rsidP="00557788">
      <w:r>
        <w:t>402.8224</w:t>
      </w:r>
      <w:r>
        <w:tab/>
        <w:t>2.025e0</w:t>
      </w:r>
    </w:p>
    <w:p w:rsidR="00557788" w:rsidRDefault="00557788" w:rsidP="00557788">
      <w:r>
        <w:t>402.8312</w:t>
      </w:r>
      <w:r>
        <w:tab/>
        <w:t>2.025e0</w:t>
      </w:r>
    </w:p>
    <w:p w:rsidR="00557788" w:rsidRDefault="00557788" w:rsidP="00557788">
      <w:r>
        <w:t>402.8463</w:t>
      </w:r>
      <w:r>
        <w:tab/>
        <w:t>3.038e0</w:t>
      </w:r>
    </w:p>
    <w:p w:rsidR="00557788" w:rsidRDefault="00557788" w:rsidP="00557788">
      <w:r>
        <w:t>402.8544</w:t>
      </w:r>
      <w:r>
        <w:tab/>
        <w:t>3.038e0</w:t>
      </w:r>
    </w:p>
    <w:p w:rsidR="00557788" w:rsidRDefault="00557788" w:rsidP="00557788">
      <w:r>
        <w:t>402.8688</w:t>
      </w:r>
      <w:r>
        <w:tab/>
        <w:t>4.051e0</w:t>
      </w:r>
    </w:p>
    <w:p w:rsidR="00557788" w:rsidRDefault="00557788" w:rsidP="00557788">
      <w:r>
        <w:t>402.8813</w:t>
      </w:r>
      <w:r>
        <w:tab/>
        <w:t>3.038e0</w:t>
      </w:r>
    </w:p>
    <w:p w:rsidR="00557788" w:rsidRDefault="00557788" w:rsidP="00557788">
      <w:r>
        <w:t>402.8852</w:t>
      </w:r>
      <w:r>
        <w:tab/>
        <w:t>5.063e0</w:t>
      </w:r>
    </w:p>
    <w:p w:rsidR="00557788" w:rsidRDefault="00557788" w:rsidP="00557788">
      <w:r>
        <w:t>402.9010</w:t>
      </w:r>
      <w:r>
        <w:tab/>
        <w:t>1.216e0</w:t>
      </w:r>
    </w:p>
    <w:p w:rsidR="00557788" w:rsidRDefault="00557788" w:rsidP="00557788">
      <w:r>
        <w:t>402.9074</w:t>
      </w:r>
      <w:r>
        <w:tab/>
        <w:t>8.091e0</w:t>
      </w:r>
    </w:p>
    <w:p w:rsidR="00557788" w:rsidRDefault="00557788" w:rsidP="00557788">
      <w:r>
        <w:t>402.9285</w:t>
      </w:r>
      <w:r>
        <w:tab/>
        <w:t>2.839e0</w:t>
      </w:r>
    </w:p>
    <w:p w:rsidR="00557788" w:rsidRDefault="00557788" w:rsidP="00557788">
      <w:r>
        <w:t>402.9354</w:t>
      </w:r>
      <w:r>
        <w:tab/>
        <w:t>4.700e0</w:t>
      </w:r>
    </w:p>
    <w:p w:rsidR="00557788" w:rsidRDefault="00557788" w:rsidP="00557788">
      <w:r>
        <w:lastRenderedPageBreak/>
        <w:t>402.9467</w:t>
      </w:r>
      <w:r>
        <w:tab/>
        <w:t>2.532e-2</w:t>
      </w:r>
    </w:p>
    <w:p w:rsidR="00557788" w:rsidRDefault="00557788" w:rsidP="00557788">
      <w:r>
        <w:t>402.9485</w:t>
      </w:r>
      <w:r>
        <w:tab/>
        <w:t>2.025e0</w:t>
      </w:r>
    </w:p>
    <w:p w:rsidR="00557788" w:rsidRDefault="00557788" w:rsidP="00557788">
      <w:r>
        <w:t>402.9576</w:t>
      </w:r>
      <w:r>
        <w:tab/>
        <w:t>4.051e0</w:t>
      </w:r>
    </w:p>
    <w:p w:rsidR="00557788" w:rsidRDefault="00557788" w:rsidP="00557788">
      <w:r>
        <w:t>402.9725</w:t>
      </w:r>
      <w:r>
        <w:tab/>
        <w:t>7.404e0</w:t>
      </w:r>
    </w:p>
    <w:p w:rsidR="00557788" w:rsidRDefault="00557788" w:rsidP="00557788">
      <w:r>
        <w:t>402.9770</w:t>
      </w:r>
      <w:r>
        <w:tab/>
        <w:t>3.022e0</w:t>
      </w:r>
    </w:p>
    <w:p w:rsidR="00557788" w:rsidRDefault="00557788" w:rsidP="00557788">
      <w:r>
        <w:t>403.0108</w:t>
      </w:r>
      <w:r>
        <w:tab/>
        <w:t>3.991e0</w:t>
      </w:r>
    </w:p>
    <w:p w:rsidR="00557788" w:rsidRDefault="00557788" w:rsidP="00557788">
      <w:r>
        <w:t>403.0139</w:t>
      </w:r>
      <w:r>
        <w:tab/>
        <w:t>5.063e0</w:t>
      </w:r>
    </w:p>
    <w:p w:rsidR="00557788" w:rsidRDefault="00557788" w:rsidP="00557788">
      <w:r>
        <w:t>403.0371</w:t>
      </w:r>
      <w:r>
        <w:tab/>
        <w:t>1.836e0</w:t>
      </w:r>
    </w:p>
    <w:p w:rsidR="00557788" w:rsidRDefault="00557788" w:rsidP="00557788">
      <w:r>
        <w:t>403.0401</w:t>
      </w:r>
      <w:r>
        <w:tab/>
        <w:t>3.903e0</w:t>
      </w:r>
    </w:p>
    <w:p w:rsidR="00557788" w:rsidRDefault="00557788" w:rsidP="00557788">
      <w:r>
        <w:t>403.0504</w:t>
      </w:r>
      <w:r>
        <w:tab/>
        <w:t>2.532e-2</w:t>
      </w:r>
    </w:p>
    <w:p w:rsidR="00557788" w:rsidRDefault="00557788" w:rsidP="00557788">
      <w:r>
        <w:t>403.0704</w:t>
      </w:r>
      <w:r>
        <w:tab/>
        <w:t>3.038e0</w:t>
      </w:r>
    </w:p>
    <w:p w:rsidR="00557788" w:rsidRDefault="00557788" w:rsidP="00557788">
      <w:r>
        <w:t>403.0823</w:t>
      </w:r>
      <w:r>
        <w:tab/>
        <w:t>4.063e0</w:t>
      </w:r>
    </w:p>
    <w:p w:rsidR="00557788" w:rsidRDefault="00557788" w:rsidP="00557788">
      <w:r>
        <w:t>403.0901</w:t>
      </w:r>
      <w:r>
        <w:tab/>
        <w:t>6.022e0</w:t>
      </w:r>
    </w:p>
    <w:p w:rsidR="00557788" w:rsidRDefault="00557788" w:rsidP="00557788">
      <w:r>
        <w:t>403.0997</w:t>
      </w:r>
      <w:r>
        <w:tab/>
        <w:t>9.114e0</w:t>
      </w:r>
    </w:p>
    <w:p w:rsidR="00557788" w:rsidRDefault="00557788" w:rsidP="00557788">
      <w:r>
        <w:t>403.1210</w:t>
      </w:r>
      <w:r>
        <w:tab/>
        <w:t>3.618e0</w:t>
      </w:r>
    </w:p>
    <w:p w:rsidR="00557788" w:rsidRDefault="00557788" w:rsidP="00557788">
      <w:r>
        <w:t>403.1279</w:t>
      </w:r>
      <w:r>
        <w:tab/>
        <w:t>9.498e0</w:t>
      </w:r>
    </w:p>
    <w:p w:rsidR="00557788" w:rsidRDefault="00557788" w:rsidP="00557788">
      <w:r>
        <w:t>403.1320</w:t>
      </w:r>
      <w:r>
        <w:tab/>
        <w:t>3.549e0</w:t>
      </w:r>
    </w:p>
    <w:p w:rsidR="00557788" w:rsidRDefault="00557788" w:rsidP="00557788">
      <w:r>
        <w:t>403.1388</w:t>
      </w:r>
      <w:r>
        <w:tab/>
        <w:t>7.204e-1</w:t>
      </w:r>
    </w:p>
    <w:p w:rsidR="00557788" w:rsidRDefault="00557788" w:rsidP="00557788">
      <w:r>
        <w:t>403.1480</w:t>
      </w:r>
      <w:r>
        <w:tab/>
        <w:t>4.024e0</w:t>
      </w:r>
    </w:p>
    <w:p w:rsidR="00557788" w:rsidRDefault="00557788" w:rsidP="00557788">
      <w:r>
        <w:lastRenderedPageBreak/>
        <w:t>403.1520</w:t>
      </w:r>
      <w:r>
        <w:tab/>
        <w:t>1.371e0</w:t>
      </w:r>
    </w:p>
    <w:p w:rsidR="00557788" w:rsidRDefault="00557788" w:rsidP="00557788">
      <w:r>
        <w:t>403.1646</w:t>
      </w:r>
      <w:r>
        <w:tab/>
        <w:t>6.177e0</w:t>
      </w:r>
    </w:p>
    <w:p w:rsidR="00557788" w:rsidRDefault="00557788" w:rsidP="00557788">
      <w:r>
        <w:t>403.1842</w:t>
      </w:r>
      <w:r>
        <w:tab/>
        <w:t>3.087e0</w:t>
      </w:r>
    </w:p>
    <w:p w:rsidR="00557788" w:rsidRDefault="00557788" w:rsidP="00557788">
      <w:r>
        <w:t>403.1967</w:t>
      </w:r>
      <w:r>
        <w:tab/>
        <w:t>2.863e0</w:t>
      </w:r>
    </w:p>
    <w:p w:rsidR="00557788" w:rsidRDefault="00557788" w:rsidP="00557788">
      <w:r>
        <w:t>403.2143</w:t>
      </w:r>
      <w:r>
        <w:tab/>
        <w:t>8.101e0</w:t>
      </w:r>
    </w:p>
    <w:p w:rsidR="00557788" w:rsidRDefault="00557788" w:rsidP="00557788">
      <w:r>
        <w:t>403.2203</w:t>
      </w:r>
      <w:r>
        <w:tab/>
        <w:t>4.800e0</w:t>
      </w:r>
    </w:p>
    <w:p w:rsidR="00557788" w:rsidRDefault="00557788" w:rsidP="00557788">
      <w:r>
        <w:t>403.2379</w:t>
      </w:r>
      <w:r>
        <w:tab/>
        <w:t>1.380e0</w:t>
      </w:r>
    </w:p>
    <w:p w:rsidR="00557788" w:rsidRPr="00044EB7" w:rsidRDefault="00557788" w:rsidP="00557788">
      <w:r>
        <w:t>403.2390</w:t>
      </w:r>
      <w:r>
        <w:tab/>
        <w:t>9.334e0</w:t>
      </w:r>
      <w:bookmarkStart w:id="0" w:name="_GoBack"/>
      <w:bookmarkEnd w:id="0"/>
    </w:p>
    <w:sectPr w:rsidR="00557788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88"/>
    <w:rsid w:val="00044EB7"/>
    <w:rsid w:val="004C2A0A"/>
    <w:rsid w:val="00557788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1298</Pages>
  <Words>63180</Words>
  <Characters>360126</Characters>
  <Application>Microsoft Office Word</Application>
  <DocSecurity>0</DocSecurity>
  <Lines>3001</Lines>
  <Paragraphs>844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422462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2022-03-07T12:24:00Z</dcterms:created>
  <dcterms:modified xsi:type="dcterms:W3CDTF">2022-03-07T12:25:00Z</dcterms:modified>
</cp:coreProperties>
</file>